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FD378" w14:textId="719CD6B6" w:rsidR="00636A18" w:rsidRDefault="00F159CC" w:rsidP="00D37400">
      <w:pPr>
        <w:pStyle w:val="Photoauteur"/>
      </w:pPr>
      <w:r>
        <w:drawing>
          <wp:anchor distT="0" distB="0" distL="114300" distR="114300" simplePos="0" relativeHeight="251657728" behindDoc="0" locked="0" layoutInCell="1" allowOverlap="1" wp14:anchorId="7B02377F" wp14:editId="49AFA01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1F17F029" wp14:editId="7ADCD500">
            <wp:extent cx="4166235" cy="33000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6235" cy="3300095"/>
                    </a:xfrm>
                    <a:prstGeom prst="rect">
                      <a:avLst/>
                    </a:prstGeom>
                    <a:noFill/>
                    <a:ln>
                      <a:noFill/>
                    </a:ln>
                  </pic:spPr>
                </pic:pic>
              </a:graphicData>
            </a:graphic>
          </wp:inline>
        </w:drawing>
      </w:r>
    </w:p>
    <w:p w14:paraId="465098C1" w14:textId="77777777" w:rsidR="00636A18" w:rsidRDefault="00636A18">
      <w:pPr>
        <w:pStyle w:val="Auteur"/>
      </w:pPr>
      <w:r>
        <w:t>Erckmann-Chatrian</w:t>
      </w:r>
    </w:p>
    <w:p w14:paraId="1D010F30" w14:textId="1435D088" w:rsidR="00636A18" w:rsidRDefault="00636A18">
      <w:pPr>
        <w:pStyle w:val="Titrelivre"/>
      </w:pPr>
      <w:r>
        <w:t>LES VIEUX DE LA VIEILLE</w:t>
      </w:r>
      <w:r>
        <w:br/>
      </w:r>
      <w:r>
        <w:br/>
      </w:r>
      <w:r w:rsidRPr="008638DD">
        <w:rPr>
          <w:b w:val="0"/>
          <w:bCs w:val="0"/>
          <w:sz w:val="48"/>
          <w:szCs w:val="48"/>
        </w:rPr>
        <w:t>suivi de</w:t>
      </w:r>
      <w:r>
        <w:br/>
      </w:r>
      <w:r>
        <w:br/>
      </w:r>
      <w:r w:rsidRPr="008638DD">
        <w:rPr>
          <w:sz w:val="64"/>
          <w:szCs w:val="64"/>
        </w:rPr>
        <w:t>LOÏS</w:t>
      </w:r>
      <w:r w:rsidR="00D37400">
        <w:rPr>
          <w:sz w:val="64"/>
          <w:szCs w:val="64"/>
        </w:rPr>
        <w:t xml:space="preserve">, </w:t>
      </w:r>
      <w:r w:rsidRPr="008638DD">
        <w:rPr>
          <w:sz w:val="64"/>
          <w:szCs w:val="64"/>
        </w:rPr>
        <w:t>histoire d</w:t>
      </w:r>
      <w:r w:rsidR="00D37400">
        <w:rPr>
          <w:sz w:val="64"/>
          <w:szCs w:val="64"/>
        </w:rPr>
        <w:t>’</w:t>
      </w:r>
      <w:r w:rsidRPr="008638DD">
        <w:rPr>
          <w:sz w:val="64"/>
          <w:szCs w:val="64"/>
        </w:rPr>
        <w:t>une petite bohémienne</w:t>
      </w:r>
    </w:p>
    <w:p w14:paraId="2768384E" w14:textId="2ADD17B3" w:rsidR="00636A18" w:rsidRDefault="00636A18" w:rsidP="008638DD">
      <w:pPr>
        <w:pStyle w:val="DateSortie"/>
      </w:pPr>
      <w:r>
        <w:t>1880</w:t>
      </w:r>
    </w:p>
    <w:p w14:paraId="6444E000" w14:textId="77777777" w:rsidR="00636A18" w:rsidRDefault="00636A18">
      <w:pPr>
        <w:sectPr w:rsidR="00636A18">
          <w:footerReference w:type="default" r:id="rId10"/>
          <w:pgSz w:w="11906" w:h="16838" w:code="9"/>
          <w:pgMar w:top="0" w:right="0" w:bottom="0" w:left="0" w:header="0" w:footer="0" w:gutter="0"/>
          <w:cols w:space="708"/>
          <w:titlePg/>
          <w:docGrid w:linePitch="360"/>
        </w:sectPr>
      </w:pPr>
    </w:p>
    <w:p w14:paraId="41524DC5" w14:textId="77777777" w:rsidR="00636A18" w:rsidRDefault="00636A18" w:rsidP="00D37400">
      <w:pPr>
        <w:pStyle w:val="Titretablematires"/>
      </w:pPr>
      <w:r>
        <w:lastRenderedPageBreak/>
        <w:t>Table des matières</w:t>
      </w:r>
    </w:p>
    <w:p w14:paraId="0D7E5C61" w14:textId="77777777" w:rsidR="00636A18" w:rsidRDefault="00636A18"/>
    <w:p w14:paraId="5E6B3375" w14:textId="44A7DE9F" w:rsidR="00D37400" w:rsidRDefault="00636A18">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4835718" w:history="1">
        <w:r w:rsidR="00D37400" w:rsidRPr="002B0F88">
          <w:rPr>
            <w:rStyle w:val="Lienhypertexte"/>
          </w:rPr>
          <w:t>LES VIEUX DE LA VIEILLE</w:t>
        </w:r>
        <w:r w:rsidR="00D37400">
          <w:rPr>
            <w:webHidden/>
          </w:rPr>
          <w:tab/>
        </w:r>
        <w:r w:rsidR="00D37400">
          <w:rPr>
            <w:webHidden/>
          </w:rPr>
          <w:fldChar w:fldCharType="begin"/>
        </w:r>
        <w:r w:rsidR="00D37400">
          <w:rPr>
            <w:webHidden/>
          </w:rPr>
          <w:instrText xml:space="preserve"> PAGEREF _Toc194835718 \h </w:instrText>
        </w:r>
        <w:r w:rsidR="00D37400">
          <w:rPr>
            <w:webHidden/>
          </w:rPr>
        </w:r>
        <w:r w:rsidR="00D37400">
          <w:rPr>
            <w:webHidden/>
          </w:rPr>
          <w:fldChar w:fldCharType="separate"/>
        </w:r>
        <w:r w:rsidR="00BE3586">
          <w:rPr>
            <w:webHidden/>
          </w:rPr>
          <w:t>3</w:t>
        </w:r>
        <w:r w:rsidR="00D37400">
          <w:rPr>
            <w:webHidden/>
          </w:rPr>
          <w:fldChar w:fldCharType="end"/>
        </w:r>
      </w:hyperlink>
    </w:p>
    <w:p w14:paraId="51A1F75B" w14:textId="2ED6CEAA" w:rsidR="00D37400" w:rsidRDefault="00D37400">
      <w:pPr>
        <w:pStyle w:val="TM2"/>
        <w:rPr>
          <w:rFonts w:asciiTheme="minorHAnsi" w:eastAsiaTheme="minorEastAsia" w:hAnsiTheme="minorHAnsi" w:cstheme="minorBidi"/>
          <w:color w:val="auto"/>
          <w:kern w:val="2"/>
          <w:sz w:val="24"/>
          <w14:ligatures w14:val="standardContextual"/>
        </w:rPr>
      </w:pPr>
      <w:hyperlink w:anchor="_Toc194835719" w:history="1">
        <w:r w:rsidRPr="002B0F88">
          <w:rPr>
            <w:rStyle w:val="Lienhypertexte"/>
          </w:rPr>
          <w:t>I</w:t>
        </w:r>
        <w:r>
          <w:rPr>
            <w:webHidden/>
          </w:rPr>
          <w:tab/>
        </w:r>
        <w:r>
          <w:rPr>
            <w:webHidden/>
          </w:rPr>
          <w:fldChar w:fldCharType="begin"/>
        </w:r>
        <w:r>
          <w:rPr>
            <w:webHidden/>
          </w:rPr>
          <w:instrText xml:space="preserve"> PAGEREF _Toc194835719 \h </w:instrText>
        </w:r>
        <w:r>
          <w:rPr>
            <w:webHidden/>
          </w:rPr>
        </w:r>
        <w:r>
          <w:rPr>
            <w:webHidden/>
          </w:rPr>
          <w:fldChar w:fldCharType="separate"/>
        </w:r>
        <w:r w:rsidR="00BE3586">
          <w:rPr>
            <w:webHidden/>
          </w:rPr>
          <w:t>4</w:t>
        </w:r>
        <w:r>
          <w:rPr>
            <w:webHidden/>
          </w:rPr>
          <w:fldChar w:fldCharType="end"/>
        </w:r>
      </w:hyperlink>
    </w:p>
    <w:p w14:paraId="4D9B2E75" w14:textId="345F63F1" w:rsidR="00D37400" w:rsidRDefault="00D37400">
      <w:pPr>
        <w:pStyle w:val="TM2"/>
        <w:rPr>
          <w:rFonts w:asciiTheme="minorHAnsi" w:eastAsiaTheme="minorEastAsia" w:hAnsiTheme="minorHAnsi" w:cstheme="minorBidi"/>
          <w:color w:val="auto"/>
          <w:kern w:val="2"/>
          <w:sz w:val="24"/>
          <w14:ligatures w14:val="standardContextual"/>
        </w:rPr>
      </w:pPr>
      <w:hyperlink w:anchor="_Toc194835720" w:history="1">
        <w:r w:rsidRPr="002B0F88">
          <w:rPr>
            <w:rStyle w:val="Lienhypertexte"/>
          </w:rPr>
          <w:t>II</w:t>
        </w:r>
        <w:r>
          <w:rPr>
            <w:webHidden/>
          </w:rPr>
          <w:tab/>
        </w:r>
        <w:r>
          <w:rPr>
            <w:webHidden/>
          </w:rPr>
          <w:fldChar w:fldCharType="begin"/>
        </w:r>
        <w:r>
          <w:rPr>
            <w:webHidden/>
          </w:rPr>
          <w:instrText xml:space="preserve"> PAGEREF _Toc194835720 \h </w:instrText>
        </w:r>
        <w:r>
          <w:rPr>
            <w:webHidden/>
          </w:rPr>
        </w:r>
        <w:r>
          <w:rPr>
            <w:webHidden/>
          </w:rPr>
          <w:fldChar w:fldCharType="separate"/>
        </w:r>
        <w:r w:rsidR="00BE3586">
          <w:rPr>
            <w:webHidden/>
          </w:rPr>
          <w:t>10</w:t>
        </w:r>
        <w:r>
          <w:rPr>
            <w:webHidden/>
          </w:rPr>
          <w:fldChar w:fldCharType="end"/>
        </w:r>
      </w:hyperlink>
    </w:p>
    <w:p w14:paraId="55521485" w14:textId="248EE8EA" w:rsidR="00D37400" w:rsidRDefault="00D37400">
      <w:pPr>
        <w:pStyle w:val="TM2"/>
        <w:rPr>
          <w:rFonts w:asciiTheme="minorHAnsi" w:eastAsiaTheme="minorEastAsia" w:hAnsiTheme="minorHAnsi" w:cstheme="minorBidi"/>
          <w:color w:val="auto"/>
          <w:kern w:val="2"/>
          <w:sz w:val="24"/>
          <w14:ligatures w14:val="standardContextual"/>
        </w:rPr>
      </w:pPr>
      <w:hyperlink w:anchor="_Toc194835721" w:history="1">
        <w:r w:rsidRPr="002B0F88">
          <w:rPr>
            <w:rStyle w:val="Lienhypertexte"/>
          </w:rPr>
          <w:t>III</w:t>
        </w:r>
        <w:r>
          <w:rPr>
            <w:webHidden/>
          </w:rPr>
          <w:tab/>
        </w:r>
        <w:r>
          <w:rPr>
            <w:webHidden/>
          </w:rPr>
          <w:fldChar w:fldCharType="begin"/>
        </w:r>
        <w:r>
          <w:rPr>
            <w:webHidden/>
          </w:rPr>
          <w:instrText xml:space="preserve"> PAGEREF _Toc194835721 \h </w:instrText>
        </w:r>
        <w:r>
          <w:rPr>
            <w:webHidden/>
          </w:rPr>
        </w:r>
        <w:r>
          <w:rPr>
            <w:webHidden/>
          </w:rPr>
          <w:fldChar w:fldCharType="separate"/>
        </w:r>
        <w:r w:rsidR="00BE3586">
          <w:rPr>
            <w:webHidden/>
          </w:rPr>
          <w:t>17</w:t>
        </w:r>
        <w:r>
          <w:rPr>
            <w:webHidden/>
          </w:rPr>
          <w:fldChar w:fldCharType="end"/>
        </w:r>
      </w:hyperlink>
    </w:p>
    <w:p w14:paraId="48EA203C" w14:textId="6526C801" w:rsidR="00D37400" w:rsidRDefault="00D37400">
      <w:pPr>
        <w:pStyle w:val="TM2"/>
        <w:rPr>
          <w:rFonts w:asciiTheme="minorHAnsi" w:eastAsiaTheme="minorEastAsia" w:hAnsiTheme="minorHAnsi" w:cstheme="minorBidi"/>
          <w:color w:val="auto"/>
          <w:kern w:val="2"/>
          <w:sz w:val="24"/>
          <w14:ligatures w14:val="standardContextual"/>
        </w:rPr>
      </w:pPr>
      <w:hyperlink w:anchor="_Toc194835722" w:history="1">
        <w:r w:rsidRPr="002B0F88">
          <w:rPr>
            <w:rStyle w:val="Lienhypertexte"/>
          </w:rPr>
          <w:t>IV</w:t>
        </w:r>
        <w:r>
          <w:rPr>
            <w:webHidden/>
          </w:rPr>
          <w:tab/>
        </w:r>
        <w:r>
          <w:rPr>
            <w:webHidden/>
          </w:rPr>
          <w:fldChar w:fldCharType="begin"/>
        </w:r>
        <w:r>
          <w:rPr>
            <w:webHidden/>
          </w:rPr>
          <w:instrText xml:space="preserve"> PAGEREF _Toc194835722 \h </w:instrText>
        </w:r>
        <w:r>
          <w:rPr>
            <w:webHidden/>
          </w:rPr>
        </w:r>
        <w:r>
          <w:rPr>
            <w:webHidden/>
          </w:rPr>
          <w:fldChar w:fldCharType="separate"/>
        </w:r>
        <w:r w:rsidR="00BE3586">
          <w:rPr>
            <w:webHidden/>
          </w:rPr>
          <w:t>29</w:t>
        </w:r>
        <w:r>
          <w:rPr>
            <w:webHidden/>
          </w:rPr>
          <w:fldChar w:fldCharType="end"/>
        </w:r>
      </w:hyperlink>
    </w:p>
    <w:p w14:paraId="58E3898B" w14:textId="232A9614" w:rsidR="00D37400" w:rsidRDefault="00D37400">
      <w:pPr>
        <w:pStyle w:val="TM2"/>
        <w:rPr>
          <w:rFonts w:asciiTheme="minorHAnsi" w:eastAsiaTheme="minorEastAsia" w:hAnsiTheme="minorHAnsi" w:cstheme="minorBidi"/>
          <w:color w:val="auto"/>
          <w:kern w:val="2"/>
          <w:sz w:val="24"/>
          <w14:ligatures w14:val="standardContextual"/>
        </w:rPr>
      </w:pPr>
      <w:hyperlink w:anchor="_Toc194835723" w:history="1">
        <w:r w:rsidRPr="002B0F88">
          <w:rPr>
            <w:rStyle w:val="Lienhypertexte"/>
          </w:rPr>
          <w:t>V</w:t>
        </w:r>
        <w:r>
          <w:rPr>
            <w:webHidden/>
          </w:rPr>
          <w:tab/>
        </w:r>
        <w:r>
          <w:rPr>
            <w:webHidden/>
          </w:rPr>
          <w:fldChar w:fldCharType="begin"/>
        </w:r>
        <w:r>
          <w:rPr>
            <w:webHidden/>
          </w:rPr>
          <w:instrText xml:space="preserve"> PAGEREF _Toc194835723 \h </w:instrText>
        </w:r>
        <w:r>
          <w:rPr>
            <w:webHidden/>
          </w:rPr>
        </w:r>
        <w:r>
          <w:rPr>
            <w:webHidden/>
          </w:rPr>
          <w:fldChar w:fldCharType="separate"/>
        </w:r>
        <w:r w:rsidR="00BE3586">
          <w:rPr>
            <w:webHidden/>
          </w:rPr>
          <w:t>38</w:t>
        </w:r>
        <w:r>
          <w:rPr>
            <w:webHidden/>
          </w:rPr>
          <w:fldChar w:fldCharType="end"/>
        </w:r>
      </w:hyperlink>
    </w:p>
    <w:p w14:paraId="2C207AFB" w14:textId="40F73B53" w:rsidR="00D37400" w:rsidRDefault="00D37400">
      <w:pPr>
        <w:pStyle w:val="TM2"/>
        <w:rPr>
          <w:rFonts w:asciiTheme="minorHAnsi" w:eastAsiaTheme="minorEastAsia" w:hAnsiTheme="minorHAnsi" w:cstheme="minorBidi"/>
          <w:color w:val="auto"/>
          <w:kern w:val="2"/>
          <w:sz w:val="24"/>
          <w14:ligatures w14:val="standardContextual"/>
        </w:rPr>
      </w:pPr>
      <w:hyperlink w:anchor="_Toc194835724" w:history="1">
        <w:r w:rsidRPr="002B0F88">
          <w:rPr>
            <w:rStyle w:val="Lienhypertexte"/>
          </w:rPr>
          <w:t>VI</w:t>
        </w:r>
        <w:r>
          <w:rPr>
            <w:webHidden/>
          </w:rPr>
          <w:tab/>
        </w:r>
        <w:r>
          <w:rPr>
            <w:webHidden/>
          </w:rPr>
          <w:fldChar w:fldCharType="begin"/>
        </w:r>
        <w:r>
          <w:rPr>
            <w:webHidden/>
          </w:rPr>
          <w:instrText xml:space="preserve"> PAGEREF _Toc194835724 \h </w:instrText>
        </w:r>
        <w:r>
          <w:rPr>
            <w:webHidden/>
          </w:rPr>
        </w:r>
        <w:r>
          <w:rPr>
            <w:webHidden/>
          </w:rPr>
          <w:fldChar w:fldCharType="separate"/>
        </w:r>
        <w:r w:rsidR="00BE3586">
          <w:rPr>
            <w:webHidden/>
          </w:rPr>
          <w:t>47</w:t>
        </w:r>
        <w:r>
          <w:rPr>
            <w:webHidden/>
          </w:rPr>
          <w:fldChar w:fldCharType="end"/>
        </w:r>
      </w:hyperlink>
    </w:p>
    <w:p w14:paraId="751AAEB8" w14:textId="43EA22AB" w:rsidR="00D37400" w:rsidRDefault="00D37400">
      <w:pPr>
        <w:pStyle w:val="TM2"/>
        <w:rPr>
          <w:rFonts w:asciiTheme="minorHAnsi" w:eastAsiaTheme="minorEastAsia" w:hAnsiTheme="minorHAnsi" w:cstheme="minorBidi"/>
          <w:color w:val="auto"/>
          <w:kern w:val="2"/>
          <w:sz w:val="24"/>
          <w14:ligatures w14:val="standardContextual"/>
        </w:rPr>
      </w:pPr>
      <w:hyperlink w:anchor="_Toc194835725" w:history="1">
        <w:r w:rsidRPr="002B0F88">
          <w:rPr>
            <w:rStyle w:val="Lienhypertexte"/>
          </w:rPr>
          <w:t>VII</w:t>
        </w:r>
        <w:r>
          <w:rPr>
            <w:webHidden/>
          </w:rPr>
          <w:tab/>
        </w:r>
        <w:r>
          <w:rPr>
            <w:webHidden/>
          </w:rPr>
          <w:fldChar w:fldCharType="begin"/>
        </w:r>
        <w:r>
          <w:rPr>
            <w:webHidden/>
          </w:rPr>
          <w:instrText xml:space="preserve"> PAGEREF _Toc194835725 \h </w:instrText>
        </w:r>
        <w:r>
          <w:rPr>
            <w:webHidden/>
          </w:rPr>
        </w:r>
        <w:r>
          <w:rPr>
            <w:webHidden/>
          </w:rPr>
          <w:fldChar w:fldCharType="separate"/>
        </w:r>
        <w:r w:rsidR="00BE3586">
          <w:rPr>
            <w:webHidden/>
          </w:rPr>
          <w:t>55</w:t>
        </w:r>
        <w:r>
          <w:rPr>
            <w:webHidden/>
          </w:rPr>
          <w:fldChar w:fldCharType="end"/>
        </w:r>
      </w:hyperlink>
    </w:p>
    <w:p w14:paraId="1BADCA3F" w14:textId="3810AD0F" w:rsidR="00D37400" w:rsidRDefault="00D37400">
      <w:pPr>
        <w:pStyle w:val="TM2"/>
        <w:rPr>
          <w:rFonts w:asciiTheme="minorHAnsi" w:eastAsiaTheme="minorEastAsia" w:hAnsiTheme="minorHAnsi" w:cstheme="minorBidi"/>
          <w:color w:val="auto"/>
          <w:kern w:val="2"/>
          <w:sz w:val="24"/>
          <w14:ligatures w14:val="standardContextual"/>
        </w:rPr>
      </w:pPr>
      <w:hyperlink w:anchor="_Toc194835726" w:history="1">
        <w:r w:rsidRPr="002B0F88">
          <w:rPr>
            <w:rStyle w:val="Lienhypertexte"/>
          </w:rPr>
          <w:t>VIII</w:t>
        </w:r>
        <w:r>
          <w:rPr>
            <w:webHidden/>
          </w:rPr>
          <w:tab/>
        </w:r>
        <w:r>
          <w:rPr>
            <w:webHidden/>
          </w:rPr>
          <w:fldChar w:fldCharType="begin"/>
        </w:r>
        <w:r>
          <w:rPr>
            <w:webHidden/>
          </w:rPr>
          <w:instrText xml:space="preserve"> PAGEREF _Toc194835726 \h </w:instrText>
        </w:r>
        <w:r>
          <w:rPr>
            <w:webHidden/>
          </w:rPr>
        </w:r>
        <w:r>
          <w:rPr>
            <w:webHidden/>
          </w:rPr>
          <w:fldChar w:fldCharType="separate"/>
        </w:r>
        <w:r w:rsidR="00BE3586">
          <w:rPr>
            <w:webHidden/>
          </w:rPr>
          <w:t>63</w:t>
        </w:r>
        <w:r>
          <w:rPr>
            <w:webHidden/>
          </w:rPr>
          <w:fldChar w:fldCharType="end"/>
        </w:r>
      </w:hyperlink>
    </w:p>
    <w:p w14:paraId="7534A109" w14:textId="15BBCB51" w:rsidR="00D37400" w:rsidRDefault="00D37400">
      <w:pPr>
        <w:pStyle w:val="TM2"/>
        <w:rPr>
          <w:rFonts w:asciiTheme="minorHAnsi" w:eastAsiaTheme="minorEastAsia" w:hAnsiTheme="minorHAnsi" w:cstheme="minorBidi"/>
          <w:color w:val="auto"/>
          <w:kern w:val="2"/>
          <w:sz w:val="24"/>
          <w14:ligatures w14:val="standardContextual"/>
        </w:rPr>
      </w:pPr>
      <w:hyperlink w:anchor="_Toc194835727" w:history="1">
        <w:r w:rsidRPr="002B0F88">
          <w:rPr>
            <w:rStyle w:val="Lienhypertexte"/>
          </w:rPr>
          <w:t>IX</w:t>
        </w:r>
        <w:r>
          <w:rPr>
            <w:webHidden/>
          </w:rPr>
          <w:tab/>
        </w:r>
        <w:r>
          <w:rPr>
            <w:webHidden/>
          </w:rPr>
          <w:fldChar w:fldCharType="begin"/>
        </w:r>
        <w:r>
          <w:rPr>
            <w:webHidden/>
          </w:rPr>
          <w:instrText xml:space="preserve"> PAGEREF _Toc194835727 \h </w:instrText>
        </w:r>
        <w:r>
          <w:rPr>
            <w:webHidden/>
          </w:rPr>
        </w:r>
        <w:r>
          <w:rPr>
            <w:webHidden/>
          </w:rPr>
          <w:fldChar w:fldCharType="separate"/>
        </w:r>
        <w:r w:rsidR="00BE3586">
          <w:rPr>
            <w:webHidden/>
          </w:rPr>
          <w:t>77</w:t>
        </w:r>
        <w:r>
          <w:rPr>
            <w:webHidden/>
          </w:rPr>
          <w:fldChar w:fldCharType="end"/>
        </w:r>
      </w:hyperlink>
    </w:p>
    <w:p w14:paraId="7F12C16A" w14:textId="4D281224" w:rsidR="00D37400" w:rsidRDefault="00D37400">
      <w:pPr>
        <w:pStyle w:val="TM2"/>
        <w:rPr>
          <w:rFonts w:asciiTheme="minorHAnsi" w:eastAsiaTheme="minorEastAsia" w:hAnsiTheme="minorHAnsi" w:cstheme="minorBidi"/>
          <w:color w:val="auto"/>
          <w:kern w:val="2"/>
          <w:sz w:val="24"/>
          <w14:ligatures w14:val="standardContextual"/>
        </w:rPr>
      </w:pPr>
      <w:hyperlink w:anchor="_Toc194835728" w:history="1">
        <w:r w:rsidRPr="002B0F88">
          <w:rPr>
            <w:rStyle w:val="Lienhypertexte"/>
          </w:rPr>
          <w:t>X</w:t>
        </w:r>
        <w:r>
          <w:rPr>
            <w:webHidden/>
          </w:rPr>
          <w:tab/>
        </w:r>
        <w:r>
          <w:rPr>
            <w:webHidden/>
          </w:rPr>
          <w:fldChar w:fldCharType="begin"/>
        </w:r>
        <w:r>
          <w:rPr>
            <w:webHidden/>
          </w:rPr>
          <w:instrText xml:space="preserve"> PAGEREF _Toc194835728 \h </w:instrText>
        </w:r>
        <w:r>
          <w:rPr>
            <w:webHidden/>
          </w:rPr>
        </w:r>
        <w:r>
          <w:rPr>
            <w:webHidden/>
          </w:rPr>
          <w:fldChar w:fldCharType="separate"/>
        </w:r>
        <w:r w:rsidR="00BE3586">
          <w:rPr>
            <w:webHidden/>
          </w:rPr>
          <w:t>87</w:t>
        </w:r>
        <w:r>
          <w:rPr>
            <w:webHidden/>
          </w:rPr>
          <w:fldChar w:fldCharType="end"/>
        </w:r>
      </w:hyperlink>
    </w:p>
    <w:p w14:paraId="0D92F61F" w14:textId="3F5CDEAE" w:rsidR="00D37400" w:rsidRDefault="00D37400">
      <w:pPr>
        <w:pStyle w:val="TM2"/>
        <w:rPr>
          <w:rFonts w:asciiTheme="minorHAnsi" w:eastAsiaTheme="minorEastAsia" w:hAnsiTheme="minorHAnsi" w:cstheme="minorBidi"/>
          <w:color w:val="auto"/>
          <w:kern w:val="2"/>
          <w:sz w:val="24"/>
          <w14:ligatures w14:val="standardContextual"/>
        </w:rPr>
      </w:pPr>
      <w:hyperlink w:anchor="_Toc194835729" w:history="1">
        <w:r w:rsidRPr="002B0F88">
          <w:rPr>
            <w:rStyle w:val="Lienhypertexte"/>
          </w:rPr>
          <w:t>XI</w:t>
        </w:r>
        <w:r>
          <w:rPr>
            <w:webHidden/>
          </w:rPr>
          <w:tab/>
        </w:r>
        <w:r>
          <w:rPr>
            <w:webHidden/>
          </w:rPr>
          <w:fldChar w:fldCharType="begin"/>
        </w:r>
        <w:r>
          <w:rPr>
            <w:webHidden/>
          </w:rPr>
          <w:instrText xml:space="preserve"> PAGEREF _Toc194835729 \h </w:instrText>
        </w:r>
        <w:r>
          <w:rPr>
            <w:webHidden/>
          </w:rPr>
        </w:r>
        <w:r>
          <w:rPr>
            <w:webHidden/>
          </w:rPr>
          <w:fldChar w:fldCharType="separate"/>
        </w:r>
        <w:r w:rsidR="00BE3586">
          <w:rPr>
            <w:webHidden/>
          </w:rPr>
          <w:t>93</w:t>
        </w:r>
        <w:r>
          <w:rPr>
            <w:webHidden/>
          </w:rPr>
          <w:fldChar w:fldCharType="end"/>
        </w:r>
      </w:hyperlink>
    </w:p>
    <w:p w14:paraId="59F8CB6B" w14:textId="2FAA3CFC" w:rsidR="00D37400" w:rsidRDefault="00D37400">
      <w:pPr>
        <w:pStyle w:val="TM2"/>
        <w:rPr>
          <w:rFonts w:asciiTheme="minorHAnsi" w:eastAsiaTheme="minorEastAsia" w:hAnsiTheme="minorHAnsi" w:cstheme="minorBidi"/>
          <w:color w:val="auto"/>
          <w:kern w:val="2"/>
          <w:sz w:val="24"/>
          <w14:ligatures w14:val="standardContextual"/>
        </w:rPr>
      </w:pPr>
      <w:hyperlink w:anchor="_Toc194835730" w:history="1">
        <w:r w:rsidRPr="002B0F88">
          <w:rPr>
            <w:rStyle w:val="Lienhypertexte"/>
          </w:rPr>
          <w:t>XII</w:t>
        </w:r>
        <w:r>
          <w:rPr>
            <w:webHidden/>
          </w:rPr>
          <w:tab/>
        </w:r>
        <w:r>
          <w:rPr>
            <w:webHidden/>
          </w:rPr>
          <w:fldChar w:fldCharType="begin"/>
        </w:r>
        <w:r>
          <w:rPr>
            <w:webHidden/>
          </w:rPr>
          <w:instrText xml:space="preserve"> PAGEREF _Toc194835730 \h </w:instrText>
        </w:r>
        <w:r>
          <w:rPr>
            <w:webHidden/>
          </w:rPr>
        </w:r>
        <w:r>
          <w:rPr>
            <w:webHidden/>
          </w:rPr>
          <w:fldChar w:fldCharType="separate"/>
        </w:r>
        <w:r w:rsidR="00BE3586">
          <w:rPr>
            <w:webHidden/>
          </w:rPr>
          <w:t>101</w:t>
        </w:r>
        <w:r>
          <w:rPr>
            <w:webHidden/>
          </w:rPr>
          <w:fldChar w:fldCharType="end"/>
        </w:r>
      </w:hyperlink>
    </w:p>
    <w:p w14:paraId="38A09EA4" w14:textId="5C71A747" w:rsidR="00D37400" w:rsidRDefault="00D37400">
      <w:pPr>
        <w:pStyle w:val="TM2"/>
        <w:rPr>
          <w:rFonts w:asciiTheme="minorHAnsi" w:eastAsiaTheme="minorEastAsia" w:hAnsiTheme="minorHAnsi" w:cstheme="minorBidi"/>
          <w:color w:val="auto"/>
          <w:kern w:val="2"/>
          <w:sz w:val="24"/>
          <w14:ligatures w14:val="standardContextual"/>
        </w:rPr>
      </w:pPr>
      <w:hyperlink w:anchor="_Toc194835731" w:history="1">
        <w:r w:rsidRPr="002B0F88">
          <w:rPr>
            <w:rStyle w:val="Lienhypertexte"/>
          </w:rPr>
          <w:t>XIII</w:t>
        </w:r>
        <w:r>
          <w:rPr>
            <w:webHidden/>
          </w:rPr>
          <w:tab/>
        </w:r>
        <w:r>
          <w:rPr>
            <w:webHidden/>
          </w:rPr>
          <w:fldChar w:fldCharType="begin"/>
        </w:r>
        <w:r>
          <w:rPr>
            <w:webHidden/>
          </w:rPr>
          <w:instrText xml:space="preserve"> PAGEREF _Toc194835731 \h </w:instrText>
        </w:r>
        <w:r>
          <w:rPr>
            <w:webHidden/>
          </w:rPr>
        </w:r>
        <w:r>
          <w:rPr>
            <w:webHidden/>
          </w:rPr>
          <w:fldChar w:fldCharType="separate"/>
        </w:r>
        <w:r w:rsidR="00BE3586">
          <w:rPr>
            <w:webHidden/>
          </w:rPr>
          <w:t>117</w:t>
        </w:r>
        <w:r>
          <w:rPr>
            <w:webHidden/>
          </w:rPr>
          <w:fldChar w:fldCharType="end"/>
        </w:r>
      </w:hyperlink>
    </w:p>
    <w:p w14:paraId="04F2BA18" w14:textId="066F18C5" w:rsidR="00D37400" w:rsidRDefault="00D37400">
      <w:pPr>
        <w:pStyle w:val="TM2"/>
        <w:rPr>
          <w:rFonts w:asciiTheme="minorHAnsi" w:eastAsiaTheme="minorEastAsia" w:hAnsiTheme="minorHAnsi" w:cstheme="minorBidi"/>
          <w:color w:val="auto"/>
          <w:kern w:val="2"/>
          <w:sz w:val="24"/>
          <w14:ligatures w14:val="standardContextual"/>
        </w:rPr>
      </w:pPr>
      <w:hyperlink w:anchor="_Toc194835732" w:history="1">
        <w:r w:rsidRPr="002B0F88">
          <w:rPr>
            <w:rStyle w:val="Lienhypertexte"/>
          </w:rPr>
          <w:t>XIV</w:t>
        </w:r>
        <w:r>
          <w:rPr>
            <w:webHidden/>
          </w:rPr>
          <w:tab/>
        </w:r>
        <w:r>
          <w:rPr>
            <w:webHidden/>
          </w:rPr>
          <w:fldChar w:fldCharType="begin"/>
        </w:r>
        <w:r>
          <w:rPr>
            <w:webHidden/>
          </w:rPr>
          <w:instrText xml:space="preserve"> PAGEREF _Toc194835732 \h </w:instrText>
        </w:r>
        <w:r>
          <w:rPr>
            <w:webHidden/>
          </w:rPr>
        </w:r>
        <w:r>
          <w:rPr>
            <w:webHidden/>
          </w:rPr>
          <w:fldChar w:fldCharType="separate"/>
        </w:r>
        <w:r w:rsidR="00BE3586">
          <w:rPr>
            <w:webHidden/>
          </w:rPr>
          <w:t>124</w:t>
        </w:r>
        <w:r>
          <w:rPr>
            <w:webHidden/>
          </w:rPr>
          <w:fldChar w:fldCharType="end"/>
        </w:r>
      </w:hyperlink>
    </w:p>
    <w:p w14:paraId="6ED9ED41" w14:textId="352C62EE" w:rsidR="00D37400" w:rsidRDefault="00D37400">
      <w:pPr>
        <w:pStyle w:val="TM2"/>
        <w:rPr>
          <w:rFonts w:asciiTheme="minorHAnsi" w:eastAsiaTheme="minorEastAsia" w:hAnsiTheme="minorHAnsi" w:cstheme="minorBidi"/>
          <w:color w:val="auto"/>
          <w:kern w:val="2"/>
          <w:sz w:val="24"/>
          <w14:ligatures w14:val="standardContextual"/>
        </w:rPr>
      </w:pPr>
      <w:hyperlink w:anchor="_Toc194835733" w:history="1">
        <w:r w:rsidRPr="002B0F88">
          <w:rPr>
            <w:rStyle w:val="Lienhypertexte"/>
          </w:rPr>
          <w:t>XV</w:t>
        </w:r>
        <w:r>
          <w:rPr>
            <w:webHidden/>
          </w:rPr>
          <w:tab/>
        </w:r>
        <w:r>
          <w:rPr>
            <w:webHidden/>
          </w:rPr>
          <w:fldChar w:fldCharType="begin"/>
        </w:r>
        <w:r>
          <w:rPr>
            <w:webHidden/>
          </w:rPr>
          <w:instrText xml:space="preserve"> PAGEREF _Toc194835733 \h </w:instrText>
        </w:r>
        <w:r>
          <w:rPr>
            <w:webHidden/>
          </w:rPr>
        </w:r>
        <w:r>
          <w:rPr>
            <w:webHidden/>
          </w:rPr>
          <w:fldChar w:fldCharType="separate"/>
        </w:r>
        <w:r w:rsidR="00BE3586">
          <w:rPr>
            <w:webHidden/>
          </w:rPr>
          <w:t>132</w:t>
        </w:r>
        <w:r>
          <w:rPr>
            <w:webHidden/>
          </w:rPr>
          <w:fldChar w:fldCharType="end"/>
        </w:r>
      </w:hyperlink>
    </w:p>
    <w:p w14:paraId="396FBBD8" w14:textId="523B395E" w:rsidR="00D37400" w:rsidRDefault="00D37400">
      <w:pPr>
        <w:pStyle w:val="TM2"/>
        <w:rPr>
          <w:rFonts w:asciiTheme="minorHAnsi" w:eastAsiaTheme="minorEastAsia" w:hAnsiTheme="minorHAnsi" w:cstheme="minorBidi"/>
          <w:color w:val="auto"/>
          <w:kern w:val="2"/>
          <w:sz w:val="24"/>
          <w14:ligatures w14:val="standardContextual"/>
        </w:rPr>
      </w:pPr>
      <w:hyperlink w:anchor="_Toc194835734" w:history="1">
        <w:r w:rsidRPr="002B0F88">
          <w:rPr>
            <w:rStyle w:val="Lienhypertexte"/>
          </w:rPr>
          <w:t>XVI</w:t>
        </w:r>
        <w:r>
          <w:rPr>
            <w:webHidden/>
          </w:rPr>
          <w:tab/>
        </w:r>
        <w:r>
          <w:rPr>
            <w:webHidden/>
          </w:rPr>
          <w:fldChar w:fldCharType="begin"/>
        </w:r>
        <w:r>
          <w:rPr>
            <w:webHidden/>
          </w:rPr>
          <w:instrText xml:space="preserve"> PAGEREF _Toc194835734 \h </w:instrText>
        </w:r>
        <w:r>
          <w:rPr>
            <w:webHidden/>
          </w:rPr>
        </w:r>
        <w:r>
          <w:rPr>
            <w:webHidden/>
          </w:rPr>
          <w:fldChar w:fldCharType="separate"/>
        </w:r>
        <w:r w:rsidR="00BE3586">
          <w:rPr>
            <w:webHidden/>
          </w:rPr>
          <w:t>150</w:t>
        </w:r>
        <w:r>
          <w:rPr>
            <w:webHidden/>
          </w:rPr>
          <w:fldChar w:fldCharType="end"/>
        </w:r>
      </w:hyperlink>
    </w:p>
    <w:p w14:paraId="0E86103C" w14:textId="44B11F16" w:rsidR="00D37400" w:rsidRDefault="00D37400">
      <w:pPr>
        <w:pStyle w:val="TM2"/>
        <w:rPr>
          <w:rFonts w:asciiTheme="minorHAnsi" w:eastAsiaTheme="minorEastAsia" w:hAnsiTheme="minorHAnsi" w:cstheme="minorBidi"/>
          <w:color w:val="auto"/>
          <w:kern w:val="2"/>
          <w:sz w:val="24"/>
          <w14:ligatures w14:val="standardContextual"/>
        </w:rPr>
      </w:pPr>
      <w:hyperlink w:anchor="_Toc194835735" w:history="1">
        <w:r w:rsidRPr="002B0F88">
          <w:rPr>
            <w:rStyle w:val="Lienhypertexte"/>
          </w:rPr>
          <w:t>XVII</w:t>
        </w:r>
        <w:r>
          <w:rPr>
            <w:webHidden/>
          </w:rPr>
          <w:tab/>
        </w:r>
        <w:r>
          <w:rPr>
            <w:webHidden/>
          </w:rPr>
          <w:fldChar w:fldCharType="begin"/>
        </w:r>
        <w:r>
          <w:rPr>
            <w:webHidden/>
          </w:rPr>
          <w:instrText xml:space="preserve"> PAGEREF _Toc194835735 \h </w:instrText>
        </w:r>
        <w:r>
          <w:rPr>
            <w:webHidden/>
          </w:rPr>
        </w:r>
        <w:r>
          <w:rPr>
            <w:webHidden/>
          </w:rPr>
          <w:fldChar w:fldCharType="separate"/>
        </w:r>
        <w:r w:rsidR="00BE3586">
          <w:rPr>
            <w:webHidden/>
          </w:rPr>
          <w:t>158</w:t>
        </w:r>
        <w:r>
          <w:rPr>
            <w:webHidden/>
          </w:rPr>
          <w:fldChar w:fldCharType="end"/>
        </w:r>
      </w:hyperlink>
    </w:p>
    <w:p w14:paraId="48297B34" w14:textId="26BC44BD" w:rsidR="00D37400" w:rsidRDefault="00D37400">
      <w:pPr>
        <w:pStyle w:val="TM1"/>
        <w:rPr>
          <w:rFonts w:asciiTheme="minorHAnsi" w:eastAsiaTheme="minorEastAsia" w:hAnsiTheme="minorHAnsi" w:cstheme="minorBidi"/>
          <w:bCs w:val="0"/>
          <w:iCs w:val="0"/>
          <w:color w:val="auto"/>
          <w:kern w:val="2"/>
          <w:sz w:val="24"/>
          <w:szCs w:val="24"/>
          <w14:ligatures w14:val="standardContextual"/>
        </w:rPr>
      </w:pPr>
      <w:hyperlink w:anchor="_Toc194835736" w:history="1">
        <w:r w:rsidRPr="002B0F88">
          <w:rPr>
            <w:rStyle w:val="Lienhypertexte"/>
          </w:rPr>
          <w:t>LOÏS</w:t>
        </w:r>
        <w:r>
          <w:rPr>
            <w:webHidden/>
          </w:rPr>
          <w:tab/>
        </w:r>
        <w:r>
          <w:rPr>
            <w:webHidden/>
          </w:rPr>
          <w:fldChar w:fldCharType="begin"/>
        </w:r>
        <w:r>
          <w:rPr>
            <w:webHidden/>
          </w:rPr>
          <w:instrText xml:space="preserve"> PAGEREF _Toc194835736 \h </w:instrText>
        </w:r>
        <w:r>
          <w:rPr>
            <w:webHidden/>
          </w:rPr>
        </w:r>
        <w:r>
          <w:rPr>
            <w:webHidden/>
          </w:rPr>
          <w:fldChar w:fldCharType="separate"/>
        </w:r>
        <w:r w:rsidR="00BE3586">
          <w:rPr>
            <w:webHidden/>
          </w:rPr>
          <w:t>177</w:t>
        </w:r>
        <w:r>
          <w:rPr>
            <w:webHidden/>
          </w:rPr>
          <w:fldChar w:fldCharType="end"/>
        </w:r>
      </w:hyperlink>
    </w:p>
    <w:p w14:paraId="7A685693" w14:textId="35A5EE15" w:rsidR="00D37400" w:rsidRDefault="00D37400">
      <w:pPr>
        <w:pStyle w:val="TM2"/>
        <w:rPr>
          <w:rFonts w:asciiTheme="minorHAnsi" w:eastAsiaTheme="minorEastAsia" w:hAnsiTheme="minorHAnsi" w:cstheme="minorBidi"/>
          <w:color w:val="auto"/>
          <w:kern w:val="2"/>
          <w:sz w:val="24"/>
          <w14:ligatures w14:val="standardContextual"/>
        </w:rPr>
      </w:pPr>
      <w:hyperlink w:anchor="_Toc194835737" w:history="1">
        <w:r w:rsidRPr="002B0F88">
          <w:rPr>
            <w:rStyle w:val="Lienhypertexte"/>
          </w:rPr>
          <w:t>I</w:t>
        </w:r>
        <w:r>
          <w:rPr>
            <w:webHidden/>
          </w:rPr>
          <w:tab/>
        </w:r>
        <w:r>
          <w:rPr>
            <w:webHidden/>
          </w:rPr>
          <w:fldChar w:fldCharType="begin"/>
        </w:r>
        <w:r>
          <w:rPr>
            <w:webHidden/>
          </w:rPr>
          <w:instrText xml:space="preserve"> PAGEREF _Toc194835737 \h </w:instrText>
        </w:r>
        <w:r>
          <w:rPr>
            <w:webHidden/>
          </w:rPr>
        </w:r>
        <w:r>
          <w:rPr>
            <w:webHidden/>
          </w:rPr>
          <w:fldChar w:fldCharType="separate"/>
        </w:r>
        <w:r w:rsidR="00BE3586">
          <w:rPr>
            <w:webHidden/>
          </w:rPr>
          <w:t>178</w:t>
        </w:r>
        <w:r>
          <w:rPr>
            <w:webHidden/>
          </w:rPr>
          <w:fldChar w:fldCharType="end"/>
        </w:r>
      </w:hyperlink>
    </w:p>
    <w:p w14:paraId="0FCE39B2" w14:textId="027B661F" w:rsidR="00D37400" w:rsidRDefault="00D37400">
      <w:pPr>
        <w:pStyle w:val="TM2"/>
        <w:rPr>
          <w:rFonts w:asciiTheme="minorHAnsi" w:eastAsiaTheme="minorEastAsia" w:hAnsiTheme="minorHAnsi" w:cstheme="minorBidi"/>
          <w:color w:val="auto"/>
          <w:kern w:val="2"/>
          <w:sz w:val="24"/>
          <w14:ligatures w14:val="standardContextual"/>
        </w:rPr>
      </w:pPr>
      <w:hyperlink w:anchor="_Toc194835738" w:history="1">
        <w:r w:rsidRPr="002B0F88">
          <w:rPr>
            <w:rStyle w:val="Lienhypertexte"/>
          </w:rPr>
          <w:t>II</w:t>
        </w:r>
        <w:r>
          <w:rPr>
            <w:webHidden/>
          </w:rPr>
          <w:tab/>
        </w:r>
        <w:r>
          <w:rPr>
            <w:webHidden/>
          </w:rPr>
          <w:fldChar w:fldCharType="begin"/>
        </w:r>
        <w:r>
          <w:rPr>
            <w:webHidden/>
          </w:rPr>
          <w:instrText xml:space="preserve"> PAGEREF _Toc194835738 \h </w:instrText>
        </w:r>
        <w:r>
          <w:rPr>
            <w:webHidden/>
          </w:rPr>
        </w:r>
        <w:r>
          <w:rPr>
            <w:webHidden/>
          </w:rPr>
          <w:fldChar w:fldCharType="separate"/>
        </w:r>
        <w:r w:rsidR="00BE3586">
          <w:rPr>
            <w:webHidden/>
          </w:rPr>
          <w:t>191</w:t>
        </w:r>
        <w:r>
          <w:rPr>
            <w:webHidden/>
          </w:rPr>
          <w:fldChar w:fldCharType="end"/>
        </w:r>
      </w:hyperlink>
    </w:p>
    <w:p w14:paraId="7588118A" w14:textId="2BFC03B9" w:rsidR="00D37400" w:rsidRDefault="00D37400">
      <w:pPr>
        <w:pStyle w:val="TM2"/>
        <w:rPr>
          <w:rFonts w:asciiTheme="minorHAnsi" w:eastAsiaTheme="minorEastAsia" w:hAnsiTheme="minorHAnsi" w:cstheme="minorBidi"/>
          <w:color w:val="auto"/>
          <w:kern w:val="2"/>
          <w:sz w:val="24"/>
          <w14:ligatures w14:val="standardContextual"/>
        </w:rPr>
      </w:pPr>
      <w:hyperlink w:anchor="_Toc194835739" w:history="1">
        <w:r w:rsidRPr="002B0F88">
          <w:rPr>
            <w:rStyle w:val="Lienhypertexte"/>
          </w:rPr>
          <w:t>III</w:t>
        </w:r>
        <w:r>
          <w:rPr>
            <w:webHidden/>
          </w:rPr>
          <w:tab/>
        </w:r>
        <w:r>
          <w:rPr>
            <w:webHidden/>
          </w:rPr>
          <w:fldChar w:fldCharType="begin"/>
        </w:r>
        <w:r>
          <w:rPr>
            <w:webHidden/>
          </w:rPr>
          <w:instrText xml:space="preserve"> PAGEREF _Toc194835739 \h </w:instrText>
        </w:r>
        <w:r>
          <w:rPr>
            <w:webHidden/>
          </w:rPr>
        </w:r>
        <w:r>
          <w:rPr>
            <w:webHidden/>
          </w:rPr>
          <w:fldChar w:fldCharType="separate"/>
        </w:r>
        <w:r w:rsidR="00BE3586">
          <w:rPr>
            <w:webHidden/>
          </w:rPr>
          <w:t>201</w:t>
        </w:r>
        <w:r>
          <w:rPr>
            <w:webHidden/>
          </w:rPr>
          <w:fldChar w:fldCharType="end"/>
        </w:r>
      </w:hyperlink>
    </w:p>
    <w:p w14:paraId="0015DDF6" w14:textId="4F88C480" w:rsidR="00D37400" w:rsidRDefault="00D37400">
      <w:pPr>
        <w:pStyle w:val="TM1"/>
        <w:rPr>
          <w:rFonts w:asciiTheme="minorHAnsi" w:eastAsiaTheme="minorEastAsia" w:hAnsiTheme="minorHAnsi" w:cstheme="minorBidi"/>
          <w:bCs w:val="0"/>
          <w:iCs w:val="0"/>
          <w:color w:val="auto"/>
          <w:kern w:val="2"/>
          <w:sz w:val="24"/>
          <w:szCs w:val="24"/>
          <w14:ligatures w14:val="standardContextual"/>
        </w:rPr>
      </w:pPr>
      <w:hyperlink w:anchor="_Toc194835740" w:history="1">
        <w:r w:rsidRPr="002B0F88">
          <w:rPr>
            <w:rStyle w:val="Lienhypertexte"/>
          </w:rPr>
          <w:t>À propos de cette édition électronique</w:t>
        </w:r>
        <w:r>
          <w:rPr>
            <w:webHidden/>
          </w:rPr>
          <w:tab/>
        </w:r>
        <w:r>
          <w:rPr>
            <w:webHidden/>
          </w:rPr>
          <w:fldChar w:fldCharType="begin"/>
        </w:r>
        <w:r>
          <w:rPr>
            <w:webHidden/>
          </w:rPr>
          <w:instrText xml:space="preserve"> PAGEREF _Toc194835740 \h </w:instrText>
        </w:r>
        <w:r>
          <w:rPr>
            <w:webHidden/>
          </w:rPr>
        </w:r>
        <w:r>
          <w:rPr>
            <w:webHidden/>
          </w:rPr>
          <w:fldChar w:fldCharType="separate"/>
        </w:r>
        <w:r w:rsidR="00BE3586">
          <w:rPr>
            <w:webHidden/>
          </w:rPr>
          <w:t>216</w:t>
        </w:r>
        <w:r>
          <w:rPr>
            <w:webHidden/>
          </w:rPr>
          <w:fldChar w:fldCharType="end"/>
        </w:r>
      </w:hyperlink>
    </w:p>
    <w:p w14:paraId="78738B17" w14:textId="61F0DF89" w:rsidR="00636A18" w:rsidRDefault="00636A18">
      <w:r>
        <w:fldChar w:fldCharType="end"/>
      </w:r>
    </w:p>
    <w:p w14:paraId="03ABF47C" w14:textId="77777777" w:rsidR="00636A18" w:rsidRDefault="00636A18" w:rsidP="00D37400">
      <w:pPr>
        <w:pStyle w:val="Titre1"/>
      </w:pPr>
      <w:bookmarkStart w:id="0" w:name="_Toc344229455"/>
      <w:bookmarkStart w:id="1" w:name="_Toc194835718"/>
      <w:r>
        <w:lastRenderedPageBreak/>
        <w:t>LES VIEUX DE LA VIEILLE</w:t>
      </w:r>
      <w:bookmarkEnd w:id="0"/>
      <w:bookmarkEnd w:id="1"/>
    </w:p>
    <w:p w14:paraId="76CEE7B9" w14:textId="77777777" w:rsidR="00636A18" w:rsidRDefault="00636A18" w:rsidP="00D37400">
      <w:pPr>
        <w:pStyle w:val="Titre2"/>
        <w:pageBreakBefore/>
      </w:pPr>
      <w:bookmarkStart w:id="2" w:name="_Toc344229456"/>
      <w:bookmarkStart w:id="3" w:name="_Toc194835719"/>
      <w:r>
        <w:lastRenderedPageBreak/>
        <w:t>I</w:t>
      </w:r>
      <w:bookmarkEnd w:id="2"/>
      <w:bookmarkEnd w:id="3"/>
    </w:p>
    <w:p w14:paraId="5F745C6A" w14:textId="4AE89964" w:rsidR="00D37400" w:rsidRDefault="00636A18">
      <w:r>
        <w:t>Quand je remonte à mes premiers souvenirs</w:t>
      </w:r>
      <w:r w:rsidR="00D37400">
        <w:t xml:space="preserve">, </w:t>
      </w:r>
      <w:r>
        <w:t>je me vois tout enfant</w:t>
      </w:r>
      <w:r w:rsidR="00D37400">
        <w:t xml:space="preserve">, </w:t>
      </w:r>
      <w:r>
        <w:t>chez le vieux soldat Sébastien Florentin</w:t>
      </w:r>
      <w:r w:rsidR="00D37400">
        <w:t xml:space="preserve">, </w:t>
      </w:r>
      <w:r>
        <w:t>natif de Thionville</w:t>
      </w:r>
      <w:r w:rsidR="00D37400">
        <w:t xml:space="preserve">, </w:t>
      </w:r>
      <w:r>
        <w:t>ancien capitaine des grenadiers du 10</w:t>
      </w:r>
      <w:r w:rsidR="00D37400">
        <w:t>1</w:t>
      </w:r>
      <w:r w:rsidR="00D37400" w:rsidRPr="00D37400">
        <w:rPr>
          <w:vertAlign w:val="superscript"/>
        </w:rPr>
        <w:t>e</w:t>
      </w:r>
      <w:r>
        <w:t xml:space="preserve"> de ligne sous le premier empire</w:t>
      </w:r>
      <w:r w:rsidR="00D37400">
        <w:t>.</w:t>
      </w:r>
    </w:p>
    <w:p w14:paraId="3A7AC4CF" w14:textId="51AAC7D4" w:rsidR="00D37400" w:rsidRDefault="00636A18">
      <w:r>
        <w:t xml:space="preserve">Je vois notre petite maison donnant sur la rue du </w:t>
      </w:r>
      <w:proofErr w:type="spellStart"/>
      <w:r>
        <w:t>Mouton-d</w:t>
      </w:r>
      <w:r w:rsidR="00D37400">
        <w:t>’</w:t>
      </w:r>
      <w:r>
        <w:t>Or</w:t>
      </w:r>
      <w:proofErr w:type="spellEnd"/>
      <w:r w:rsidR="00D37400">
        <w:t xml:space="preserve"> : </w:t>
      </w:r>
      <w:r>
        <w:t>elle n</w:t>
      </w:r>
      <w:r w:rsidR="00D37400">
        <w:t>’</w:t>
      </w:r>
      <w:r>
        <w:t>avait qu</w:t>
      </w:r>
      <w:r w:rsidR="00D37400">
        <w:t>’</w:t>
      </w:r>
      <w:r>
        <w:t>un étage au-dessus du rez-de-chaussée</w:t>
      </w:r>
      <w:r w:rsidR="00D37400">
        <w:t xml:space="preserve">, </w:t>
      </w:r>
      <w:r>
        <w:t>comme toutes les autres</w:t>
      </w:r>
      <w:r w:rsidR="00D37400">
        <w:t xml:space="preserve"> ; </w:t>
      </w:r>
      <w:r>
        <w:t>une étroite allée la traversait</w:t>
      </w:r>
      <w:r w:rsidR="00D37400">
        <w:t xml:space="preserve">, </w:t>
      </w:r>
      <w:r>
        <w:t>allant à la cour encaissée entre les vieilles bâtisses de la gendarmerie</w:t>
      </w:r>
      <w:r w:rsidR="00D37400">
        <w:t xml:space="preserve">, </w:t>
      </w:r>
      <w:r>
        <w:t>le puits à margelle de pierre rongée par la mousse au milieu</w:t>
      </w:r>
      <w:r w:rsidR="00D37400">
        <w:t xml:space="preserve">, </w:t>
      </w:r>
      <w:r>
        <w:t>le b</w:t>
      </w:r>
      <w:r>
        <w:t>û</w:t>
      </w:r>
      <w:r>
        <w:t>cher sombre plus loin</w:t>
      </w:r>
      <w:r w:rsidR="00D37400">
        <w:t xml:space="preserve"> ; </w:t>
      </w:r>
      <w:r>
        <w:t>l</w:t>
      </w:r>
      <w:r w:rsidR="00D37400">
        <w:t>’</w:t>
      </w:r>
      <w:r>
        <w:t>escalier tournant à gauche</w:t>
      </w:r>
      <w:r w:rsidR="00D37400">
        <w:t xml:space="preserve">, </w:t>
      </w:r>
      <w:r>
        <w:t>avec sa rampe de bois</w:t>
      </w:r>
      <w:r w:rsidR="00D37400">
        <w:t xml:space="preserve">, </w:t>
      </w:r>
      <w:r>
        <w:t>où le brosseur de notre locataire étalait ses un</w:t>
      </w:r>
      <w:r>
        <w:t>i</w:t>
      </w:r>
      <w:r>
        <w:t>formes</w:t>
      </w:r>
      <w:r w:rsidR="00D37400">
        <w:t xml:space="preserve">, </w:t>
      </w:r>
      <w:r>
        <w:t>car nous logions toujours un officier du régiment de la garnison</w:t>
      </w:r>
      <w:r w:rsidR="00D37400">
        <w:t xml:space="preserve"> : </w:t>
      </w:r>
      <w:r>
        <w:t>vingt francs de plus par mois</w:t>
      </w:r>
      <w:r w:rsidR="00D37400">
        <w:t xml:space="preserve">, </w:t>
      </w:r>
      <w:r>
        <w:t>c</w:t>
      </w:r>
      <w:r w:rsidR="00D37400">
        <w:t>’</w:t>
      </w:r>
      <w:r>
        <w:t xml:space="preserve">était une ressource pour </w:t>
      </w:r>
      <w:r w:rsidR="00D37400">
        <w:t>M</w:t>
      </w:r>
      <w:r w:rsidR="00D37400" w:rsidRPr="00D37400">
        <w:rPr>
          <w:vertAlign w:val="superscript"/>
        </w:rPr>
        <w:t>me</w:t>
      </w:r>
      <w:r w:rsidR="00D37400">
        <w:t> </w:t>
      </w:r>
      <w:r>
        <w:t>Florentin</w:t>
      </w:r>
      <w:r w:rsidR="00D37400">
        <w:t xml:space="preserve"> ! </w:t>
      </w:r>
      <w:r>
        <w:t>Il faut de l</w:t>
      </w:r>
      <w:r w:rsidR="00D37400">
        <w:t>’</w:t>
      </w:r>
      <w:r>
        <w:t>économie quand votre croix est rognée de moitié</w:t>
      </w:r>
      <w:r w:rsidR="00D37400">
        <w:t xml:space="preserve">, </w:t>
      </w:r>
      <w:r>
        <w:t>et que les Bourbons ont diminué toutes les pensions</w:t>
      </w:r>
      <w:r w:rsidR="00D37400">
        <w:t>.</w:t>
      </w:r>
    </w:p>
    <w:p w14:paraId="46D13110" w14:textId="3DC2CE2B" w:rsidR="00D37400" w:rsidRDefault="00636A18">
      <w:r>
        <w:t>Ces choses sont sous mes yeux</w:t>
      </w:r>
      <w:r w:rsidR="00D37400">
        <w:t xml:space="preserve">. </w:t>
      </w:r>
      <w:r>
        <w:t>Je suis dans la petite chambre du rez-de-chaussée</w:t>
      </w:r>
      <w:r w:rsidR="00D37400">
        <w:t xml:space="preserve">, </w:t>
      </w:r>
      <w:r>
        <w:t>assis sur mon tabouret</w:t>
      </w:r>
      <w:r w:rsidR="00D37400">
        <w:t xml:space="preserve">, </w:t>
      </w:r>
      <w:r>
        <w:t>au milieu des bonnes gens</w:t>
      </w:r>
      <w:r w:rsidR="00D37400">
        <w:t xml:space="preserve">, </w:t>
      </w:r>
      <w:r>
        <w:t>avec leur petit chien Azor et leur perroquet Coco</w:t>
      </w:r>
      <w:r w:rsidR="00D37400">
        <w:t xml:space="preserve">. – </w:t>
      </w:r>
      <w:r>
        <w:t>On vient de prendre le café au lait</w:t>
      </w:r>
      <w:r w:rsidR="00D37400">
        <w:t xml:space="preserve"> ; </w:t>
      </w:r>
      <w:r>
        <w:t>les fenêtres sont o</w:t>
      </w:r>
      <w:r>
        <w:t>u</w:t>
      </w:r>
      <w:r>
        <w:t>vertes au soleil du matin</w:t>
      </w:r>
      <w:r w:rsidR="00D37400">
        <w:t xml:space="preserve"> ; </w:t>
      </w:r>
      <w:r>
        <w:t>quelques pots de fleurs</w:t>
      </w:r>
      <w:r w:rsidR="00D37400">
        <w:t xml:space="preserve">, </w:t>
      </w:r>
      <w:r>
        <w:t>des œillets</w:t>
      </w:r>
      <w:r w:rsidR="00D37400">
        <w:t xml:space="preserve">, </w:t>
      </w:r>
      <w:r>
        <w:t>du réséda</w:t>
      </w:r>
      <w:r w:rsidR="00D37400">
        <w:t xml:space="preserve">, </w:t>
      </w:r>
      <w:r>
        <w:t>des giroflées s</w:t>
      </w:r>
      <w:r w:rsidR="00D37400">
        <w:t>’</w:t>
      </w:r>
      <w:r>
        <w:t>épanouissent à la blanche lumière</w:t>
      </w:r>
      <w:r w:rsidR="00D37400">
        <w:t xml:space="preserve">. </w:t>
      </w:r>
      <w:r>
        <w:t>La trompette du 1</w:t>
      </w:r>
      <w:r w:rsidR="00D37400">
        <w:t>8</w:t>
      </w:r>
      <w:r w:rsidR="00D37400" w:rsidRPr="00D37400">
        <w:rPr>
          <w:vertAlign w:val="superscript"/>
        </w:rPr>
        <w:t>e</w:t>
      </w:r>
      <w:r>
        <w:t xml:space="preserve"> sonne dans la cour de la caserne</w:t>
      </w:r>
      <w:r w:rsidR="00D37400">
        <w:t xml:space="preserve">, </w:t>
      </w:r>
      <w:r>
        <w:t>c</w:t>
      </w:r>
      <w:r w:rsidR="00D37400">
        <w:t>’</w:t>
      </w:r>
      <w:r>
        <w:t>est le pr</w:t>
      </w:r>
      <w:r>
        <w:t>e</w:t>
      </w:r>
      <w:r>
        <w:t>mier appel pour l</w:t>
      </w:r>
      <w:r w:rsidR="00D37400">
        <w:t>’</w:t>
      </w:r>
      <w:r>
        <w:t>exercice</w:t>
      </w:r>
      <w:r w:rsidR="00D37400">
        <w:t>.</w:t>
      </w:r>
    </w:p>
    <w:p w14:paraId="4D4DF626" w14:textId="77777777" w:rsidR="00D37400" w:rsidRDefault="00636A18">
      <w:r>
        <w:t>Oui</w:t>
      </w:r>
      <w:r w:rsidR="00D37400">
        <w:t xml:space="preserve">, </w:t>
      </w:r>
      <w:r>
        <w:t>je crois encore y être</w:t>
      </w:r>
      <w:r w:rsidR="00D37400">
        <w:t xml:space="preserve"> ! </w:t>
      </w:r>
      <w:r>
        <w:t>Cela se passait en 1829</w:t>
      </w:r>
      <w:r w:rsidR="00D37400">
        <w:t xml:space="preserve">, </w:t>
      </w:r>
      <w:r>
        <w:t>au temps de la sainte-alliance</w:t>
      </w:r>
      <w:r w:rsidR="00D37400">
        <w:t xml:space="preserve">, </w:t>
      </w:r>
      <w:r>
        <w:t>il y a cinquante et un ans</w:t>
      </w:r>
      <w:r w:rsidR="00D37400">
        <w:t xml:space="preserve"> ; </w:t>
      </w:r>
      <w:r>
        <w:t>quelle chose étonnante</w:t>
      </w:r>
      <w:r w:rsidR="00D37400">
        <w:t xml:space="preserve">, </w:t>
      </w:r>
      <w:r>
        <w:t>il me semble que c</w:t>
      </w:r>
      <w:r w:rsidR="00D37400">
        <w:t>’</w:t>
      </w:r>
      <w:r>
        <w:t>était hier</w:t>
      </w:r>
      <w:r w:rsidR="00D37400">
        <w:t> !</w:t>
      </w:r>
    </w:p>
    <w:p w14:paraId="7F2C9005" w14:textId="269809BA" w:rsidR="00D37400" w:rsidRDefault="00636A18">
      <w:r>
        <w:lastRenderedPageBreak/>
        <w:t>Mes parents</w:t>
      </w:r>
      <w:r w:rsidR="00D37400">
        <w:t xml:space="preserve">, </w:t>
      </w:r>
      <w:r>
        <w:t>qui tenaient une grande épicerie sur la place de la Halle</w:t>
      </w:r>
      <w:r w:rsidR="00D37400">
        <w:t xml:space="preserve">, </w:t>
      </w:r>
      <w:r>
        <w:t>n</w:t>
      </w:r>
      <w:r w:rsidR="00D37400">
        <w:t>’</w:t>
      </w:r>
      <w:r>
        <w:t>avaient guère le temps de s</w:t>
      </w:r>
      <w:r w:rsidR="00D37400">
        <w:t>’</w:t>
      </w:r>
      <w:r>
        <w:t>occuper de moi</w:t>
      </w:r>
      <w:r w:rsidR="00D37400">
        <w:t xml:space="preserve"> ; </w:t>
      </w:r>
      <w:r>
        <w:t>ils me confiaient</w:t>
      </w:r>
      <w:r w:rsidR="00D37400">
        <w:t xml:space="preserve">, </w:t>
      </w:r>
      <w:r>
        <w:t>pendant la journée</w:t>
      </w:r>
      <w:r w:rsidR="00D37400">
        <w:t xml:space="preserve">, </w:t>
      </w:r>
      <w:r>
        <w:t>au vieux capitaine</w:t>
      </w:r>
      <w:r w:rsidR="00D37400">
        <w:t xml:space="preserve"> ; </w:t>
      </w:r>
      <w:r>
        <w:t>sa femme</w:t>
      </w:r>
      <w:r w:rsidR="00D37400">
        <w:t>, M</w:t>
      </w:r>
      <w:r w:rsidR="00D37400" w:rsidRPr="00D37400">
        <w:rPr>
          <w:vertAlign w:val="superscript"/>
        </w:rPr>
        <w:t>me</w:t>
      </w:r>
      <w:r w:rsidR="00D37400">
        <w:t> </w:t>
      </w:r>
      <w:r>
        <w:t>Françoise</w:t>
      </w:r>
      <w:r w:rsidR="00D37400">
        <w:t xml:space="preserve">, </w:t>
      </w:r>
      <w:r>
        <w:t>venait me prendre tous les matins</w:t>
      </w:r>
      <w:r w:rsidR="00D37400">
        <w:t xml:space="preserve"> ; </w:t>
      </w:r>
      <w:r>
        <w:t>je d</w:t>
      </w:r>
      <w:r>
        <w:t>é</w:t>
      </w:r>
      <w:r>
        <w:t>jeunais et je dînais avec eux</w:t>
      </w:r>
      <w:r w:rsidR="00D37400">
        <w:t xml:space="preserve"> ; </w:t>
      </w:r>
      <w:r>
        <w:t>je me promenais à la main de mon ami Florentin</w:t>
      </w:r>
      <w:r w:rsidR="00D37400">
        <w:t xml:space="preserve">, </w:t>
      </w:r>
      <w:r>
        <w:t>qui n</w:t>
      </w:r>
      <w:r w:rsidR="00D37400">
        <w:t>’</w:t>
      </w:r>
      <w:r>
        <w:t>avait pas d</w:t>
      </w:r>
      <w:r w:rsidR="00D37400">
        <w:t>’</w:t>
      </w:r>
      <w:r>
        <w:t>enfants et m</w:t>
      </w:r>
      <w:r w:rsidR="00D37400">
        <w:t>’</w:t>
      </w:r>
      <w:r>
        <w:t>aimait beaucoup</w:t>
      </w:r>
      <w:r w:rsidR="00D37400">
        <w:t xml:space="preserve"> ; </w:t>
      </w:r>
      <w:r>
        <w:t>le soir on me reconduisait souper et dormir à la maison</w:t>
      </w:r>
      <w:r w:rsidR="00D37400">
        <w:t>.</w:t>
      </w:r>
    </w:p>
    <w:p w14:paraId="2960A6FF" w14:textId="77777777" w:rsidR="00D37400" w:rsidRDefault="00636A18">
      <w:r>
        <w:t>Voilà comment je passai mes premières années dans la s</w:t>
      </w:r>
      <w:r>
        <w:t>o</w:t>
      </w:r>
      <w:r>
        <w:t>ciété du vieux soldat</w:t>
      </w:r>
      <w:r w:rsidR="00D37400">
        <w:t xml:space="preserve"> ; </w:t>
      </w:r>
      <w:r>
        <w:t>son image reste vivante dans ma mémoire comme celle de mon propre père</w:t>
      </w:r>
      <w:r w:rsidR="00D37400">
        <w:t>.</w:t>
      </w:r>
    </w:p>
    <w:p w14:paraId="40AA94F1" w14:textId="77777777" w:rsidR="00D37400" w:rsidRDefault="00636A18">
      <w:r>
        <w:t>Il était grand</w:t>
      </w:r>
      <w:r w:rsidR="00D37400">
        <w:t xml:space="preserve">, </w:t>
      </w:r>
      <w:r>
        <w:t>sec</w:t>
      </w:r>
      <w:r w:rsidR="00D37400">
        <w:t xml:space="preserve">, </w:t>
      </w:r>
      <w:r>
        <w:t>droit et fort hâlé</w:t>
      </w:r>
      <w:r w:rsidR="00D37400">
        <w:t xml:space="preserve"> ; </w:t>
      </w:r>
      <w:r>
        <w:t>il avait le front étroit et petit</w:t>
      </w:r>
      <w:r w:rsidR="00D37400">
        <w:t xml:space="preserve">, </w:t>
      </w:r>
      <w:r>
        <w:t>à force d</w:t>
      </w:r>
      <w:r w:rsidR="00D37400">
        <w:t>’</w:t>
      </w:r>
      <w:r>
        <w:t>avoir été pressé par le shako</w:t>
      </w:r>
      <w:r w:rsidR="00D37400">
        <w:t xml:space="preserve">, </w:t>
      </w:r>
      <w:r>
        <w:t>le nez mince et long</w:t>
      </w:r>
      <w:r w:rsidR="00D37400">
        <w:t xml:space="preserve">, </w:t>
      </w:r>
      <w:r>
        <w:t>le menton en pointe</w:t>
      </w:r>
      <w:r w:rsidR="00D37400">
        <w:t xml:space="preserve">. </w:t>
      </w:r>
      <w:r>
        <w:t>De grandes rides contournaient sa bouche</w:t>
      </w:r>
      <w:r w:rsidR="00D37400">
        <w:t xml:space="preserve"> ; </w:t>
      </w:r>
      <w:r>
        <w:t>une cravate de batiste jaune</w:t>
      </w:r>
      <w:r w:rsidR="00D37400">
        <w:t xml:space="preserve">, </w:t>
      </w:r>
      <w:r>
        <w:t>garnie à l</w:t>
      </w:r>
      <w:r w:rsidR="00D37400">
        <w:t>’</w:t>
      </w:r>
      <w:r>
        <w:t>intérieur d</w:t>
      </w:r>
      <w:r w:rsidR="00D37400">
        <w:t>’</w:t>
      </w:r>
      <w:r>
        <w:t>un carton raide</w:t>
      </w:r>
      <w:r w:rsidR="00D37400">
        <w:t xml:space="preserve">, </w:t>
      </w:r>
      <w:r>
        <w:t>serrait son cou maigre</w:t>
      </w:r>
      <w:r w:rsidR="00D37400">
        <w:t xml:space="preserve"> ; </w:t>
      </w:r>
      <w:r>
        <w:t>il était toujours bien rasé</w:t>
      </w:r>
      <w:r w:rsidR="00D37400">
        <w:t xml:space="preserve">, </w:t>
      </w:r>
      <w:r>
        <w:t>ayant l</w:t>
      </w:r>
      <w:r w:rsidR="00D37400">
        <w:t>’</w:t>
      </w:r>
      <w:r>
        <w:t>habitude de se faire la barbe lui-même chaque matin d</w:t>
      </w:r>
      <w:r>
        <w:t>e</w:t>
      </w:r>
      <w:r>
        <w:t>vant un petit miroir pendu à la poignée de la fenêtre</w:t>
      </w:r>
      <w:r w:rsidR="00D37400">
        <w:t xml:space="preserve">, </w:t>
      </w:r>
      <w:r>
        <w:t>et</w:t>
      </w:r>
      <w:r w:rsidR="00D37400">
        <w:t xml:space="preserve">, </w:t>
      </w:r>
      <w:r>
        <w:t>du reste</w:t>
      </w:r>
      <w:r w:rsidR="00D37400">
        <w:t xml:space="preserve">, </w:t>
      </w:r>
      <w:r>
        <w:t>vêtu simplement</w:t>
      </w:r>
      <w:r w:rsidR="00D37400">
        <w:t xml:space="preserve">, </w:t>
      </w:r>
      <w:r>
        <w:t>modestement</w:t>
      </w:r>
      <w:r w:rsidR="00D37400">
        <w:t xml:space="preserve">, </w:t>
      </w:r>
      <w:r>
        <w:t>mais toujours d</w:t>
      </w:r>
      <w:r w:rsidR="00D37400">
        <w:t>’</w:t>
      </w:r>
      <w:r>
        <w:t>une pr</w:t>
      </w:r>
      <w:r>
        <w:t>o</w:t>
      </w:r>
      <w:r>
        <w:t>preté exemplaire</w:t>
      </w:r>
      <w:r w:rsidR="00D37400">
        <w:t xml:space="preserve"> ; </w:t>
      </w:r>
      <w:r>
        <w:t>je ne me rappelle pas avoir jamais vu la moindre tache à ses habits</w:t>
      </w:r>
      <w:r w:rsidR="00D37400">
        <w:t>.</w:t>
      </w:r>
    </w:p>
    <w:p w14:paraId="6400A322" w14:textId="77777777" w:rsidR="00D37400" w:rsidRDefault="00636A18">
      <w:r>
        <w:t>En somme</w:t>
      </w:r>
      <w:r w:rsidR="00D37400">
        <w:t xml:space="preserve">, </w:t>
      </w:r>
      <w:r>
        <w:t>c</w:t>
      </w:r>
      <w:r w:rsidR="00D37400">
        <w:t>’</w:t>
      </w:r>
      <w:r>
        <w:t>était une figure grave</w:t>
      </w:r>
      <w:r w:rsidR="00D37400">
        <w:t xml:space="preserve">, </w:t>
      </w:r>
      <w:r>
        <w:t>austère et naïve</w:t>
      </w:r>
      <w:r w:rsidR="00D37400">
        <w:t xml:space="preserve">. </w:t>
      </w:r>
      <w:r>
        <w:t>Et</w:t>
      </w:r>
      <w:r w:rsidR="00D37400">
        <w:t xml:space="preserve">, </w:t>
      </w:r>
      <w:r>
        <w:t>que Dieu me pardonne de le dire</w:t>
      </w:r>
      <w:r w:rsidR="00D37400">
        <w:t xml:space="preserve"> ! </w:t>
      </w:r>
      <w:r>
        <w:t>il ressemblait au chevalier don Quichotte</w:t>
      </w:r>
      <w:r w:rsidR="00D37400">
        <w:t xml:space="preserve">. </w:t>
      </w:r>
      <w:r>
        <w:t>Presque tous les vieux soldats du premier e</w:t>
      </w:r>
      <w:r>
        <w:t>m</w:t>
      </w:r>
      <w:r>
        <w:t>pire avaient quelque chose de cet air-là</w:t>
      </w:r>
      <w:r w:rsidR="00D37400">
        <w:t xml:space="preserve">, </w:t>
      </w:r>
      <w:r>
        <w:t>je ne sais pourquoi</w:t>
      </w:r>
      <w:r w:rsidR="00D37400">
        <w:t xml:space="preserve"> ; </w:t>
      </w:r>
      <w:r>
        <w:t>mais qu</w:t>
      </w:r>
      <w:r w:rsidR="00D37400">
        <w:t>’</w:t>
      </w:r>
      <w:r>
        <w:t>on regarde les vieilles gravures de Charlet et l</w:t>
      </w:r>
      <w:r w:rsidR="00D37400">
        <w:t>’</w:t>
      </w:r>
      <w:r>
        <w:t>on tro</w:t>
      </w:r>
      <w:r>
        <w:t>u</w:t>
      </w:r>
      <w:r>
        <w:t>vera que j</w:t>
      </w:r>
      <w:r w:rsidR="00D37400">
        <w:t>’</w:t>
      </w:r>
      <w:r>
        <w:t>ai raison</w:t>
      </w:r>
      <w:r w:rsidR="00D37400">
        <w:t>.</w:t>
      </w:r>
    </w:p>
    <w:p w14:paraId="37476CD9" w14:textId="253D2349" w:rsidR="00D37400" w:rsidRDefault="00636A18">
      <w:r>
        <w:t xml:space="preserve">Quant à </w:t>
      </w:r>
      <w:r w:rsidR="00D37400">
        <w:t>M</w:t>
      </w:r>
      <w:r w:rsidR="00D37400" w:rsidRPr="00D37400">
        <w:rPr>
          <w:vertAlign w:val="superscript"/>
        </w:rPr>
        <w:t>me</w:t>
      </w:r>
      <w:r w:rsidR="00D37400">
        <w:t> </w:t>
      </w:r>
      <w:r>
        <w:t>Florentin</w:t>
      </w:r>
      <w:r w:rsidR="00D37400">
        <w:t xml:space="preserve">, </w:t>
      </w:r>
      <w:r>
        <w:t>c</w:t>
      </w:r>
      <w:r w:rsidR="00D37400">
        <w:t>’</w:t>
      </w:r>
      <w:r>
        <w:t>était une grosse boulotte de qu</w:t>
      </w:r>
      <w:r>
        <w:t>a</w:t>
      </w:r>
      <w:r>
        <w:t>rante ans</w:t>
      </w:r>
      <w:r w:rsidR="00D37400">
        <w:t xml:space="preserve">, </w:t>
      </w:r>
      <w:r>
        <w:t>la fille aînée du charcutier Bader</w:t>
      </w:r>
      <w:r w:rsidR="00D37400">
        <w:t xml:space="preserve">, </w:t>
      </w:r>
      <w:r>
        <w:t>demeurant sur la place d</w:t>
      </w:r>
      <w:r w:rsidR="00D37400">
        <w:t>’</w:t>
      </w:r>
      <w:r>
        <w:t>Armes</w:t>
      </w:r>
      <w:r w:rsidR="00D37400">
        <w:t xml:space="preserve"> ; </w:t>
      </w:r>
      <w:r>
        <w:t>on ne pouvait voir de créature plus agréable pour son âge</w:t>
      </w:r>
      <w:r w:rsidR="00D37400">
        <w:t xml:space="preserve">, </w:t>
      </w:r>
      <w:r>
        <w:t>avec ses gros yeux bruns</w:t>
      </w:r>
      <w:r w:rsidR="00D37400">
        <w:t xml:space="preserve">, </w:t>
      </w:r>
      <w:r>
        <w:t>deux magnifiques boucles de cheveux roulées en escargot sur les tempes</w:t>
      </w:r>
      <w:r w:rsidR="00D37400">
        <w:t xml:space="preserve">, </w:t>
      </w:r>
      <w:r>
        <w:lastRenderedPageBreak/>
        <w:t>le bo</w:t>
      </w:r>
      <w:r>
        <w:t>n</w:t>
      </w:r>
      <w:r>
        <w:t>net de tulle encadrant son menton rose et dodu</w:t>
      </w:r>
      <w:r w:rsidR="00D37400">
        <w:t xml:space="preserve">, </w:t>
      </w:r>
      <w:r>
        <w:t>et l</w:t>
      </w:r>
      <w:r w:rsidR="00D37400">
        <w:t>’</w:t>
      </w:r>
      <w:r>
        <w:t>air malicieux sous une apparence de bonhomie</w:t>
      </w:r>
      <w:r w:rsidR="00D37400">
        <w:t>.</w:t>
      </w:r>
    </w:p>
    <w:p w14:paraId="6CBBC646" w14:textId="77777777" w:rsidR="00D37400" w:rsidRDefault="00636A18">
      <w:r>
        <w:t>Jamais elle ne donnait tort à Florentin</w:t>
      </w:r>
      <w:r w:rsidR="00D37400">
        <w:t xml:space="preserve">, </w:t>
      </w:r>
      <w:r>
        <w:t>tout en le condu</w:t>
      </w:r>
      <w:r>
        <w:t>i</w:t>
      </w:r>
      <w:r>
        <w:t>sant par le nez</w:t>
      </w:r>
      <w:r w:rsidR="00D37400">
        <w:t xml:space="preserve"> ; </w:t>
      </w:r>
      <w:r>
        <w:t>il l</w:t>
      </w:r>
      <w:r w:rsidR="00D37400">
        <w:t>’</w:t>
      </w:r>
      <w:r>
        <w:t>appelait quelquefois d</w:t>
      </w:r>
      <w:r w:rsidR="00D37400">
        <w:t>’</w:t>
      </w:r>
      <w:r>
        <w:t>une voix tonnante</w:t>
      </w:r>
      <w:r w:rsidR="00D37400">
        <w:t xml:space="preserve">, </w:t>
      </w:r>
      <w:r>
        <w:t>comme à la tête de sa compagnie</w:t>
      </w:r>
      <w:r w:rsidR="00D37400">
        <w:t> : « </w:t>
      </w:r>
      <w:proofErr w:type="spellStart"/>
      <w:r>
        <w:t>Frentzel</w:t>
      </w:r>
      <w:proofErr w:type="spellEnd"/>
      <w:r w:rsidR="00D37400">
        <w:t xml:space="preserve"> ! </w:t>
      </w:r>
      <w:proofErr w:type="spellStart"/>
      <w:r>
        <w:t>Frentzel</w:t>
      </w:r>
      <w:proofErr w:type="spellEnd"/>
      <w:r w:rsidR="00D37400">
        <w:t> ! »</w:t>
      </w:r>
      <w:r>
        <w:t xml:space="preserve"> Et Françoise</w:t>
      </w:r>
      <w:r w:rsidR="00D37400">
        <w:t xml:space="preserve">, </w:t>
      </w:r>
      <w:r>
        <w:t>occupée soit à la cuisine</w:t>
      </w:r>
      <w:r w:rsidR="00D37400">
        <w:t xml:space="preserve">, </w:t>
      </w:r>
      <w:r>
        <w:t>soit ailleurs</w:t>
      </w:r>
      <w:r w:rsidR="00D37400">
        <w:t xml:space="preserve">, </w:t>
      </w:r>
      <w:r>
        <w:t>lui répondait toujours</w:t>
      </w:r>
      <w:r w:rsidR="00D37400">
        <w:t> : « </w:t>
      </w:r>
      <w:r>
        <w:t>Oui</w:t>
      </w:r>
      <w:r w:rsidR="00D37400">
        <w:t xml:space="preserve">, </w:t>
      </w:r>
      <w:r>
        <w:t>Florentin</w:t>
      </w:r>
      <w:r w:rsidR="00D37400">
        <w:t xml:space="preserve">, </w:t>
      </w:r>
      <w:r>
        <w:t>oui</w:t>
      </w:r>
      <w:r w:rsidR="00D37400">
        <w:t xml:space="preserve"> ! </w:t>
      </w:r>
      <w:r>
        <w:t>j</w:t>
      </w:r>
      <w:r w:rsidR="00D37400">
        <w:t>’</w:t>
      </w:r>
      <w:r>
        <w:t>arrive</w:t>
      </w:r>
      <w:r w:rsidR="00D37400">
        <w:t xml:space="preserve">… </w:t>
      </w:r>
      <w:r>
        <w:t>me voilà</w:t>
      </w:r>
      <w:r w:rsidR="00D37400">
        <w:t> ! »</w:t>
      </w:r>
      <w:r>
        <w:t xml:space="preserve"> sans se presser davantage</w:t>
      </w:r>
      <w:r w:rsidR="00D37400">
        <w:t>.</w:t>
      </w:r>
    </w:p>
    <w:p w14:paraId="287F071F" w14:textId="77777777" w:rsidR="00D37400" w:rsidRDefault="00636A18">
      <w:r>
        <w:t>Quelles bonnes gens que ces vieux soldats du premier e</w:t>
      </w:r>
      <w:r>
        <w:t>m</w:t>
      </w:r>
      <w:r>
        <w:t>pire</w:t>
      </w:r>
      <w:r w:rsidR="00D37400">
        <w:t> !</w:t>
      </w:r>
    </w:p>
    <w:p w14:paraId="50C99731" w14:textId="77777777" w:rsidR="00D37400" w:rsidRDefault="00636A18">
      <w:r>
        <w:t>La ville en fourmillait</w:t>
      </w:r>
      <w:r w:rsidR="00D37400">
        <w:t xml:space="preserve">. </w:t>
      </w:r>
      <w:r>
        <w:t>Ils avaient presque tous épousé des demoiselles de Phalsbourg</w:t>
      </w:r>
      <w:r w:rsidR="00D37400">
        <w:t xml:space="preserve">, </w:t>
      </w:r>
      <w:r>
        <w:t>restées en friche depuis l</w:t>
      </w:r>
      <w:r w:rsidR="00D37400">
        <w:t>’</w:t>
      </w:r>
      <w:r>
        <w:t>an</w:t>
      </w:r>
      <w:r w:rsidR="00D37400">
        <w:t xml:space="preserve"> </w:t>
      </w:r>
      <w:r>
        <w:rPr>
          <w:smallCaps/>
        </w:rPr>
        <w:t>XIII</w:t>
      </w:r>
      <w:r>
        <w:t xml:space="preserve"> de la République</w:t>
      </w:r>
      <w:r w:rsidR="00D37400">
        <w:t xml:space="preserve"> : </w:t>
      </w:r>
      <w:r>
        <w:t>de fines mouches</w:t>
      </w:r>
      <w:r w:rsidR="00D37400">
        <w:t xml:space="preserve">, </w:t>
      </w:r>
      <w:r>
        <w:t>alertes</w:t>
      </w:r>
      <w:r w:rsidR="00D37400">
        <w:t xml:space="preserve">, </w:t>
      </w:r>
      <w:r>
        <w:t>souriantes</w:t>
      </w:r>
      <w:r w:rsidR="00D37400">
        <w:t xml:space="preserve">, </w:t>
      </w:r>
      <w:r>
        <w:t>bonnes ménagères</w:t>
      </w:r>
      <w:r w:rsidR="00D37400">
        <w:t xml:space="preserve">, </w:t>
      </w:r>
      <w:r>
        <w:t>touchant la pension et la croix de leurs maris</w:t>
      </w:r>
      <w:r w:rsidR="00D37400">
        <w:t xml:space="preserve">, </w:t>
      </w:r>
      <w:r>
        <w:t>qui ne s</w:t>
      </w:r>
      <w:r w:rsidR="00D37400">
        <w:t>’</w:t>
      </w:r>
      <w:r>
        <w:t>occupaient de rien</w:t>
      </w:r>
      <w:r w:rsidR="00D37400">
        <w:t>.</w:t>
      </w:r>
    </w:p>
    <w:p w14:paraId="5FAE5CC7" w14:textId="77777777" w:rsidR="00D37400" w:rsidRDefault="00636A18">
      <w:r>
        <w:t>Quelle chance pour elles de se trouver si bien loties</w:t>
      </w:r>
      <w:r w:rsidR="00D37400">
        <w:t xml:space="preserve">, </w:t>
      </w:r>
      <w:r>
        <w:t>après avoir risqué de coiffer sainte Catherine</w:t>
      </w:r>
      <w:r w:rsidR="00D37400">
        <w:t> !</w:t>
      </w:r>
    </w:p>
    <w:p w14:paraId="50EBF3FC" w14:textId="77777777" w:rsidR="00D37400" w:rsidRDefault="00636A18">
      <w:r>
        <w:t>Sans la bataille de Waterloo</w:t>
      </w:r>
      <w:r w:rsidR="00D37400">
        <w:t xml:space="preserve">, </w:t>
      </w:r>
      <w:r>
        <w:t>que serait-il arrivé</w:t>
      </w:r>
      <w:r w:rsidR="00D37400">
        <w:t xml:space="preserve"> ? </w:t>
      </w:r>
      <w:r>
        <w:t>Personne n</w:t>
      </w:r>
      <w:r w:rsidR="00D37400">
        <w:t>’</w:t>
      </w:r>
      <w:r>
        <w:t>y songeait alors</w:t>
      </w:r>
      <w:r w:rsidR="00D37400">
        <w:t xml:space="preserve">, </w:t>
      </w:r>
      <w:r>
        <w:t>et tous ces vieux n</w:t>
      </w:r>
      <w:r w:rsidR="00D37400">
        <w:t>’</w:t>
      </w:r>
      <w:r>
        <w:t>aspiraient qu</w:t>
      </w:r>
      <w:r w:rsidR="00D37400">
        <w:t>’</w:t>
      </w:r>
      <w:r>
        <w:t>à voir co</w:t>
      </w:r>
      <w:r>
        <w:t>u</w:t>
      </w:r>
      <w:r>
        <w:t>ronner le duc de Reichstadt pour recommencer la danse</w:t>
      </w:r>
      <w:r w:rsidR="00D37400">
        <w:t>.</w:t>
      </w:r>
    </w:p>
    <w:p w14:paraId="06FFCC74" w14:textId="77777777" w:rsidR="00D37400" w:rsidRDefault="00636A18">
      <w:r>
        <w:t>On avait les jésuites et les Bourbons en horreur</w:t>
      </w:r>
      <w:r w:rsidR="00D37400">
        <w:t xml:space="preserve"> ; </w:t>
      </w:r>
      <w:r>
        <w:t>ils fa</w:t>
      </w:r>
      <w:r>
        <w:t>i</w:t>
      </w:r>
      <w:r>
        <w:t>saient aussi tout leur possible pour se rendre désagréables à la nation</w:t>
      </w:r>
      <w:r w:rsidR="00D37400">
        <w:t>.</w:t>
      </w:r>
    </w:p>
    <w:p w14:paraId="785E4F2C" w14:textId="77777777" w:rsidR="00D37400" w:rsidRDefault="00636A18">
      <w:pPr>
        <w:ind w:firstLine="0"/>
      </w:pPr>
      <w:r>
        <w:t>Les vieux remparts de Phalsbourg tombaient en ruines</w:t>
      </w:r>
      <w:r w:rsidR="00D37400">
        <w:t xml:space="preserve">, </w:t>
      </w:r>
      <w:r>
        <w:t>et</w:t>
      </w:r>
      <w:r w:rsidR="00D37400">
        <w:t xml:space="preserve">, </w:t>
      </w:r>
      <w:r>
        <w:t>dans les broussailles qui hérissaient ces décombres</w:t>
      </w:r>
      <w:r w:rsidR="00D37400">
        <w:t xml:space="preserve">, </w:t>
      </w:r>
      <w:r>
        <w:t>des milliers de verdiers</w:t>
      </w:r>
      <w:r w:rsidR="00D37400">
        <w:t xml:space="preserve">, </w:t>
      </w:r>
      <w:r>
        <w:t>de merles et de fauvettes s</w:t>
      </w:r>
      <w:r w:rsidR="00D37400">
        <w:t>’</w:t>
      </w:r>
      <w:r>
        <w:t>égosillaient du matin au soir</w:t>
      </w:r>
      <w:r w:rsidR="00D37400">
        <w:t xml:space="preserve">. </w:t>
      </w:r>
      <w:r>
        <w:t>Les crapauds et les grenouilles chantaient aussi leur litanie mélancolique autour de la place</w:t>
      </w:r>
      <w:r w:rsidR="00D37400">
        <w:t xml:space="preserve">, </w:t>
      </w:r>
      <w:r>
        <w:t xml:space="preserve">dans les mares </w:t>
      </w:r>
      <w:r>
        <w:lastRenderedPageBreak/>
        <w:t>des fossés</w:t>
      </w:r>
      <w:r w:rsidR="00D37400">
        <w:t xml:space="preserve">, </w:t>
      </w:r>
      <w:r>
        <w:t>aux derniers soupirs de l</w:t>
      </w:r>
      <w:r w:rsidR="00D37400">
        <w:t>’</w:t>
      </w:r>
      <w:r>
        <w:rPr>
          <w:i/>
          <w:iCs/>
        </w:rPr>
        <w:t>Angélus</w:t>
      </w:r>
      <w:r w:rsidR="00D37400">
        <w:rPr>
          <w:i/>
          <w:iCs/>
        </w:rPr>
        <w:t xml:space="preserve"> ; </w:t>
      </w:r>
      <w:r>
        <w:t>et devant l</w:t>
      </w:r>
      <w:r w:rsidR="00D37400">
        <w:t>’</w:t>
      </w:r>
      <w:r>
        <w:t>arsenal</w:t>
      </w:r>
      <w:r w:rsidR="00D37400">
        <w:t xml:space="preserve">, </w:t>
      </w:r>
      <w:r>
        <w:t>les vieux c</w:t>
      </w:r>
      <w:r>
        <w:t>a</w:t>
      </w:r>
      <w:r>
        <w:t>nons de Marengo</w:t>
      </w:r>
      <w:r w:rsidR="00D37400">
        <w:t xml:space="preserve">, </w:t>
      </w:r>
      <w:r>
        <w:t>d</w:t>
      </w:r>
      <w:r w:rsidR="00D37400">
        <w:t>’</w:t>
      </w:r>
      <w:r>
        <w:t>Austerlitz</w:t>
      </w:r>
      <w:r w:rsidR="00D37400">
        <w:t xml:space="preserve">, </w:t>
      </w:r>
      <w:r>
        <w:t>d</w:t>
      </w:r>
      <w:r w:rsidR="00D37400">
        <w:t>’</w:t>
      </w:r>
      <w:r>
        <w:t>Iéna</w:t>
      </w:r>
      <w:r w:rsidR="00D37400">
        <w:t xml:space="preserve">, </w:t>
      </w:r>
      <w:r>
        <w:t>l</w:t>
      </w:r>
      <w:r w:rsidR="00D37400">
        <w:t>’</w:t>
      </w:r>
      <w:r>
        <w:t>âme lisse et la con</w:t>
      </w:r>
      <w:r>
        <w:t>s</w:t>
      </w:r>
      <w:r>
        <w:t>cience tranquille</w:t>
      </w:r>
      <w:r w:rsidR="00D37400">
        <w:t xml:space="preserve">, </w:t>
      </w:r>
      <w:r>
        <w:t>dormaient à l</w:t>
      </w:r>
      <w:r w:rsidR="00D37400">
        <w:t>’</w:t>
      </w:r>
      <w:r>
        <w:t>ombre de quelques noyers</w:t>
      </w:r>
      <w:r w:rsidR="00D37400">
        <w:t xml:space="preserve">, </w:t>
      </w:r>
      <w:r>
        <w:t>sur de grandes poutres vermoulues</w:t>
      </w:r>
      <w:r w:rsidR="00D37400">
        <w:t xml:space="preserve">, </w:t>
      </w:r>
      <w:r>
        <w:t>sous la garde d</w:t>
      </w:r>
      <w:r w:rsidR="00D37400">
        <w:t>’</w:t>
      </w:r>
      <w:r>
        <w:t>un vétéran</w:t>
      </w:r>
      <w:r w:rsidR="00D37400">
        <w:t xml:space="preserve">. </w:t>
      </w:r>
      <w:r>
        <w:t>Aussi</w:t>
      </w:r>
      <w:r w:rsidR="00D37400">
        <w:t xml:space="preserve">, </w:t>
      </w:r>
      <w:r>
        <w:t>sauf les mercredis et les vendredis</w:t>
      </w:r>
      <w:r w:rsidR="00D37400">
        <w:t xml:space="preserve">, </w:t>
      </w:r>
      <w:r>
        <w:t>jours de marché</w:t>
      </w:r>
      <w:r w:rsidR="00D37400">
        <w:t xml:space="preserve">, </w:t>
      </w:r>
      <w:r>
        <w:t>où la foule des campagnards remplissait les auberges et les c</w:t>
      </w:r>
      <w:r>
        <w:t>a</w:t>
      </w:r>
      <w:r>
        <w:t>barets</w:t>
      </w:r>
      <w:r w:rsidR="00D37400">
        <w:t xml:space="preserve">, </w:t>
      </w:r>
      <w:r>
        <w:t>on passait la vie à se morfondre</w:t>
      </w:r>
      <w:r w:rsidR="00D37400">
        <w:t>.</w:t>
      </w:r>
    </w:p>
    <w:p w14:paraId="6AA31EE4" w14:textId="77777777" w:rsidR="00D37400" w:rsidRDefault="00636A18">
      <w:r>
        <w:t>Ces jours-là</w:t>
      </w:r>
      <w:r w:rsidR="00D37400">
        <w:t xml:space="preserve">, </w:t>
      </w:r>
      <w:r>
        <w:t>le contraste du tumulte avec le silence ord</w:t>
      </w:r>
      <w:r>
        <w:t>i</w:t>
      </w:r>
      <w:r>
        <w:t>naire vous étonnait</w:t>
      </w:r>
      <w:r w:rsidR="00D37400">
        <w:t xml:space="preserve"> ; </w:t>
      </w:r>
      <w:r>
        <w:t>vous entendiez le flic-flac des fouets</w:t>
      </w:r>
      <w:r w:rsidR="00D37400">
        <w:t xml:space="preserve">, </w:t>
      </w:r>
      <w:r>
        <w:t>le roulement des charrettes</w:t>
      </w:r>
      <w:r w:rsidR="00D37400">
        <w:t xml:space="preserve">, </w:t>
      </w:r>
      <w:r>
        <w:t>le grand murmure des gens marcha</w:t>
      </w:r>
      <w:r>
        <w:t>n</w:t>
      </w:r>
      <w:r>
        <w:t>dant sur la place les œufs</w:t>
      </w:r>
      <w:r w:rsidR="00D37400">
        <w:t xml:space="preserve">, </w:t>
      </w:r>
      <w:r>
        <w:t>le beurre</w:t>
      </w:r>
      <w:r w:rsidR="00D37400">
        <w:t xml:space="preserve">, </w:t>
      </w:r>
      <w:r>
        <w:t>la volaille</w:t>
      </w:r>
      <w:r w:rsidR="00D37400">
        <w:t xml:space="preserve">, </w:t>
      </w:r>
      <w:r>
        <w:t>et l</w:t>
      </w:r>
      <w:r w:rsidR="00D37400">
        <w:t>’</w:t>
      </w:r>
      <w:r>
        <w:t>on croyait renaître</w:t>
      </w:r>
      <w:r w:rsidR="00D37400">
        <w:t>.</w:t>
      </w:r>
    </w:p>
    <w:p w14:paraId="04E5106B" w14:textId="77777777" w:rsidR="00D37400" w:rsidRDefault="00636A18">
      <w:r>
        <w:t>Tout cela nous venait de l</w:t>
      </w:r>
      <w:r w:rsidR="00D37400">
        <w:t>’</w:t>
      </w:r>
      <w:r>
        <w:t>Alsace et de la Lorraine</w:t>
      </w:r>
      <w:r w:rsidR="00D37400">
        <w:t>.</w:t>
      </w:r>
    </w:p>
    <w:p w14:paraId="1D3BA295" w14:textId="77777777" w:rsidR="00D37400" w:rsidRDefault="00636A18">
      <w:r>
        <w:t>Les dames</w:t>
      </w:r>
      <w:r w:rsidR="00D37400">
        <w:t xml:space="preserve">, </w:t>
      </w:r>
      <w:r>
        <w:t>en toilette du matin</w:t>
      </w:r>
      <w:r w:rsidR="00D37400">
        <w:t xml:space="preserve">, </w:t>
      </w:r>
      <w:r>
        <w:t>le petit panier à provisions sous le bras</w:t>
      </w:r>
      <w:r w:rsidR="00D37400">
        <w:t xml:space="preserve">, </w:t>
      </w:r>
      <w:r>
        <w:t>défilaient entre les bancs et les paniers alignés sous les ormes</w:t>
      </w:r>
      <w:r w:rsidR="00D37400">
        <w:t xml:space="preserve">, </w:t>
      </w:r>
      <w:r>
        <w:t>discutant en patois alsacien</w:t>
      </w:r>
      <w:r w:rsidR="00D37400">
        <w:t xml:space="preserve">, </w:t>
      </w:r>
      <w:r>
        <w:t>en français</w:t>
      </w:r>
      <w:r w:rsidR="00D37400">
        <w:t xml:space="preserve">, </w:t>
      </w:r>
      <w:r>
        <w:t>avec les vi</w:t>
      </w:r>
      <w:r>
        <w:t>l</w:t>
      </w:r>
      <w:r>
        <w:t>lageois</w:t>
      </w:r>
      <w:r w:rsidR="00D37400">
        <w:t xml:space="preserve">, </w:t>
      </w:r>
      <w:r>
        <w:t>le prix de leurs légumes</w:t>
      </w:r>
      <w:r w:rsidR="00D37400">
        <w:t>.</w:t>
      </w:r>
    </w:p>
    <w:p w14:paraId="06F6F393" w14:textId="562EAA78" w:rsidR="00D37400" w:rsidRDefault="00636A18">
      <w:r>
        <w:t>C</w:t>
      </w:r>
      <w:r w:rsidR="00D37400">
        <w:t>’</w:t>
      </w:r>
      <w:r>
        <w:t>était un glapissement sans fin</w:t>
      </w:r>
      <w:r w:rsidR="00D37400">
        <w:t xml:space="preserve">. </w:t>
      </w:r>
      <w:r>
        <w:t>Toujours j</w:t>
      </w:r>
      <w:r w:rsidR="00D37400">
        <w:t>’</w:t>
      </w:r>
      <w:r>
        <w:t xml:space="preserve">accompagnais </w:t>
      </w:r>
      <w:r w:rsidR="00D37400">
        <w:t>M</w:t>
      </w:r>
      <w:r w:rsidR="00D37400" w:rsidRPr="00D37400">
        <w:rPr>
          <w:vertAlign w:val="superscript"/>
        </w:rPr>
        <w:t>me</w:t>
      </w:r>
      <w:r w:rsidR="00D37400">
        <w:t> </w:t>
      </w:r>
      <w:r>
        <w:t>Françoise</w:t>
      </w:r>
      <w:r w:rsidR="00D37400">
        <w:t xml:space="preserve">, </w:t>
      </w:r>
      <w:r>
        <w:t>pendu à sa robe</w:t>
      </w:r>
      <w:r w:rsidR="00D37400">
        <w:t xml:space="preserve">. </w:t>
      </w:r>
      <w:r>
        <w:t>Mais il m</w:t>
      </w:r>
      <w:r w:rsidR="00D37400">
        <w:t>’</w:t>
      </w:r>
      <w:r>
        <w:t>arrivait aussi que</w:t>
      </w:r>
      <w:r>
        <w:t>l</w:t>
      </w:r>
      <w:r>
        <w:t>quefois de m</w:t>
      </w:r>
      <w:r w:rsidR="00D37400">
        <w:t>’</w:t>
      </w:r>
      <w:r>
        <w:t>échapper et de courir à notre boutique</w:t>
      </w:r>
      <w:r w:rsidR="00D37400">
        <w:t xml:space="preserve">, </w:t>
      </w:r>
      <w:r>
        <w:t>où se pre</w:t>
      </w:r>
      <w:r>
        <w:t>s</w:t>
      </w:r>
      <w:r>
        <w:t>sait le monde comme dans une ruche</w:t>
      </w:r>
      <w:r w:rsidR="00D37400">
        <w:t>.</w:t>
      </w:r>
    </w:p>
    <w:p w14:paraId="32891F5F" w14:textId="77777777" w:rsidR="00D37400" w:rsidRDefault="00636A18">
      <w:r>
        <w:t>Alors le père</w:t>
      </w:r>
      <w:r w:rsidR="00D37400">
        <w:t xml:space="preserve">, </w:t>
      </w:r>
      <w:r>
        <w:t>la mère</w:t>
      </w:r>
      <w:r w:rsidR="00D37400">
        <w:t xml:space="preserve">, </w:t>
      </w:r>
      <w:r>
        <w:t>occupés à vendre</w:t>
      </w:r>
      <w:r w:rsidR="00D37400">
        <w:t xml:space="preserve">, </w:t>
      </w:r>
      <w:r>
        <w:t>me voyant au m</w:t>
      </w:r>
      <w:r>
        <w:t>i</w:t>
      </w:r>
      <w:r>
        <w:t>lieu de la cohue</w:t>
      </w:r>
      <w:r w:rsidR="00D37400">
        <w:t xml:space="preserve">, </w:t>
      </w:r>
      <w:r>
        <w:t>me criaient</w:t>
      </w:r>
      <w:r w:rsidR="00D37400">
        <w:t> :</w:t>
      </w:r>
    </w:p>
    <w:p w14:paraId="24AFC520" w14:textId="4AEAF36B" w:rsidR="00636A18" w:rsidRDefault="00D37400">
      <w:pPr>
        <w:rPr>
          <w:szCs w:val="36"/>
        </w:rPr>
      </w:pPr>
      <w:r>
        <w:t>« </w:t>
      </w:r>
      <w:r w:rsidR="00636A18">
        <w:t>Lucien</w:t>
      </w:r>
      <w:r>
        <w:t xml:space="preserve">, </w:t>
      </w:r>
      <w:r w:rsidR="00636A18">
        <w:t>prends garde de te faire écraser les pieds</w:t>
      </w:r>
      <w:r>
        <w:t xml:space="preserve"> ; </w:t>
      </w:r>
      <w:r w:rsidR="00636A18">
        <w:t>prends garde</w:t>
      </w:r>
      <w:r>
        <w:t> ! »</w:t>
      </w:r>
    </w:p>
    <w:p w14:paraId="022695DD" w14:textId="77777777" w:rsidR="00D37400" w:rsidRDefault="00636A18">
      <w:r>
        <w:t>Et je me glissais entre les jupes</w:t>
      </w:r>
      <w:r w:rsidR="00D37400">
        <w:t xml:space="preserve">, </w:t>
      </w:r>
      <w:r>
        <w:t>entre les jambes à hautes guêtres</w:t>
      </w:r>
      <w:r w:rsidR="00D37400">
        <w:t xml:space="preserve">, </w:t>
      </w:r>
      <w:r>
        <w:t>pour aller m</w:t>
      </w:r>
      <w:r w:rsidR="00D37400">
        <w:t>’</w:t>
      </w:r>
      <w:r>
        <w:t>asseoir dans l</w:t>
      </w:r>
      <w:r w:rsidR="00D37400">
        <w:t>’</w:t>
      </w:r>
      <w:r>
        <w:t>arrière-boutique</w:t>
      </w:r>
      <w:r w:rsidR="00D37400">
        <w:t xml:space="preserve">, </w:t>
      </w:r>
      <w:r>
        <w:t>au milieu des hottes appuyées aux murs et des paniers</w:t>
      </w:r>
      <w:r w:rsidR="00D37400">
        <w:t xml:space="preserve">, </w:t>
      </w:r>
      <w:r>
        <w:t>heureux d</w:t>
      </w:r>
      <w:r w:rsidR="00D37400">
        <w:t>’</w:t>
      </w:r>
      <w:r>
        <w:t>entendre ces rumeurs</w:t>
      </w:r>
      <w:r w:rsidR="00D37400">
        <w:t xml:space="preserve">, </w:t>
      </w:r>
      <w:r>
        <w:t>de voir les gilets rouges</w:t>
      </w:r>
      <w:r w:rsidR="00D37400">
        <w:t xml:space="preserve">, </w:t>
      </w:r>
      <w:r>
        <w:t>les tricornes</w:t>
      </w:r>
      <w:r w:rsidR="00D37400">
        <w:t xml:space="preserve">, </w:t>
      </w:r>
      <w:r>
        <w:lastRenderedPageBreak/>
        <w:t>les toques à rubans de moire</w:t>
      </w:r>
      <w:r w:rsidR="00D37400">
        <w:t xml:space="preserve">, </w:t>
      </w:r>
      <w:r>
        <w:t>aller</w:t>
      </w:r>
      <w:r w:rsidR="00D37400">
        <w:t xml:space="preserve">, </w:t>
      </w:r>
      <w:r>
        <w:t>venir</w:t>
      </w:r>
      <w:r w:rsidR="00D37400">
        <w:t xml:space="preserve"> ; </w:t>
      </w:r>
      <w:r>
        <w:t>de regarder les choux</w:t>
      </w:r>
      <w:r w:rsidR="00D37400">
        <w:t xml:space="preserve">, </w:t>
      </w:r>
      <w:r>
        <w:t>les bottes de radis</w:t>
      </w:r>
      <w:r w:rsidR="00D37400">
        <w:t xml:space="preserve">, </w:t>
      </w:r>
      <w:r>
        <w:t>les perdreaux</w:t>
      </w:r>
      <w:r w:rsidR="00D37400">
        <w:t xml:space="preserve">, </w:t>
      </w:r>
      <w:r>
        <w:t>les lièvres empilés pêle-mêle sur le plancher</w:t>
      </w:r>
      <w:r w:rsidR="00D37400">
        <w:t xml:space="preserve">, </w:t>
      </w:r>
      <w:r>
        <w:t>et les poulets vivants</w:t>
      </w:r>
      <w:r w:rsidR="00D37400">
        <w:t xml:space="preserve">, </w:t>
      </w:r>
      <w:r>
        <w:t>les coqs à crête rouge</w:t>
      </w:r>
      <w:r w:rsidR="00D37400">
        <w:t xml:space="preserve">, </w:t>
      </w:r>
      <w:r>
        <w:t>les oies</w:t>
      </w:r>
      <w:r w:rsidR="00D37400">
        <w:t xml:space="preserve">, </w:t>
      </w:r>
      <w:r>
        <w:t>les canards</w:t>
      </w:r>
      <w:r w:rsidR="00D37400">
        <w:t xml:space="preserve">, </w:t>
      </w:r>
      <w:r>
        <w:t>dans leurs cages d</w:t>
      </w:r>
      <w:r w:rsidR="00D37400">
        <w:t>’</w:t>
      </w:r>
      <w:r>
        <w:t>osier</w:t>
      </w:r>
      <w:r w:rsidR="00D37400">
        <w:t xml:space="preserve">, </w:t>
      </w:r>
      <w:r>
        <w:t>attendant l</w:t>
      </w:r>
      <w:r w:rsidR="00D37400">
        <w:t>’</w:t>
      </w:r>
      <w:r>
        <w:t>heure de la vente</w:t>
      </w:r>
      <w:r w:rsidR="00D37400">
        <w:t>.</w:t>
      </w:r>
    </w:p>
    <w:p w14:paraId="21237D5E" w14:textId="77777777" w:rsidR="00D37400" w:rsidRDefault="00636A18">
      <w:r>
        <w:t>Tous les paysans des environs à six lieues</w:t>
      </w:r>
      <w:r w:rsidR="00D37400">
        <w:t xml:space="preserve">, </w:t>
      </w:r>
      <w:r>
        <w:t>hommes et femmes</w:t>
      </w:r>
      <w:r w:rsidR="00D37400">
        <w:t xml:space="preserve">, </w:t>
      </w:r>
      <w:r>
        <w:t>me connaissaient et se disaient</w:t>
      </w:r>
      <w:r w:rsidR="00D37400">
        <w:t> :</w:t>
      </w:r>
    </w:p>
    <w:p w14:paraId="41ADF008" w14:textId="6D3E43D3" w:rsidR="00636A18" w:rsidRDefault="00D37400">
      <w:pPr>
        <w:rPr>
          <w:szCs w:val="36"/>
        </w:rPr>
      </w:pPr>
      <w:r>
        <w:t>« </w:t>
      </w:r>
      <w:r w:rsidR="00636A18">
        <w:t>C</w:t>
      </w:r>
      <w:r>
        <w:t>’</w:t>
      </w:r>
      <w:r w:rsidR="00636A18">
        <w:t xml:space="preserve">est le petit de </w:t>
      </w:r>
      <w:r>
        <w:t>M. </w:t>
      </w:r>
      <w:proofErr w:type="spellStart"/>
      <w:r w:rsidR="00636A18">
        <w:t>Pélerin</w:t>
      </w:r>
      <w:proofErr w:type="spellEnd"/>
      <w:r>
        <w:t>. »</w:t>
      </w:r>
    </w:p>
    <w:p w14:paraId="6AECDE00" w14:textId="77777777" w:rsidR="00D37400" w:rsidRDefault="00636A18">
      <w:r>
        <w:t>Quelques bonnes vieilles me donnaient des bouquets de c</w:t>
      </w:r>
      <w:r>
        <w:t>e</w:t>
      </w:r>
      <w:r>
        <w:t>rises</w:t>
      </w:r>
      <w:r w:rsidR="00D37400">
        <w:t xml:space="preserve">, </w:t>
      </w:r>
      <w:r>
        <w:t>des pommes</w:t>
      </w:r>
      <w:r w:rsidR="00D37400">
        <w:t xml:space="preserve">, </w:t>
      </w:r>
      <w:r>
        <w:t>des poires</w:t>
      </w:r>
      <w:r w:rsidR="00D37400">
        <w:t xml:space="preserve">, </w:t>
      </w:r>
      <w:r>
        <w:t>en m</w:t>
      </w:r>
      <w:r w:rsidR="00D37400">
        <w:t>’</w:t>
      </w:r>
      <w:r>
        <w:t>embrassant</w:t>
      </w:r>
      <w:r w:rsidR="00D37400">
        <w:t>.</w:t>
      </w:r>
    </w:p>
    <w:p w14:paraId="4E35DE1C" w14:textId="77777777" w:rsidR="00D37400" w:rsidRDefault="00636A18">
      <w:r>
        <w:t>Ah</w:t>
      </w:r>
      <w:r w:rsidR="00D37400">
        <w:t xml:space="preserve"> ! </w:t>
      </w:r>
      <w:r>
        <w:t>je n</w:t>
      </w:r>
      <w:r w:rsidR="00D37400">
        <w:t>’</w:t>
      </w:r>
      <w:r>
        <w:t>ai jamais vu depuis d</w:t>
      </w:r>
      <w:r w:rsidR="00D37400">
        <w:t>’</w:t>
      </w:r>
      <w:r>
        <w:t>aussi beaux jours</w:t>
      </w:r>
      <w:r w:rsidR="00D37400">
        <w:t xml:space="preserve"> !… </w:t>
      </w:r>
      <w:r>
        <w:t>Encore maintenant je crois sentir l</w:t>
      </w:r>
      <w:r w:rsidR="00D37400">
        <w:t>’</w:t>
      </w:r>
      <w:r>
        <w:t>odeur des clous de girofle</w:t>
      </w:r>
      <w:r w:rsidR="00D37400">
        <w:t xml:space="preserve">, </w:t>
      </w:r>
      <w:r>
        <w:t>du gi</w:t>
      </w:r>
      <w:r>
        <w:t>n</w:t>
      </w:r>
      <w:r>
        <w:t>gembre et de la cannelle de notre boutique</w:t>
      </w:r>
      <w:r w:rsidR="00D37400">
        <w:t xml:space="preserve"> ; </w:t>
      </w:r>
      <w:r>
        <w:t>il me semble voir les pains de sucre</w:t>
      </w:r>
      <w:r w:rsidR="00D37400">
        <w:t xml:space="preserve">, </w:t>
      </w:r>
      <w:r>
        <w:t>les paquets de chandelles pendus au plafond</w:t>
      </w:r>
      <w:r w:rsidR="00D37400">
        <w:t xml:space="preserve">, </w:t>
      </w:r>
      <w:r>
        <w:t>les tonnes de raisins secs et de figues en sentinelle à notre porte</w:t>
      </w:r>
      <w:r w:rsidR="00D37400">
        <w:t xml:space="preserve"> : </w:t>
      </w:r>
      <w:r>
        <w:t>ce sont mes plus vieux souvenirs</w:t>
      </w:r>
      <w:r w:rsidR="00D37400">
        <w:t>.</w:t>
      </w:r>
    </w:p>
    <w:p w14:paraId="46C7D3CE" w14:textId="77777777" w:rsidR="00D37400" w:rsidRDefault="00636A18">
      <w:r>
        <w:t>Le soir</w:t>
      </w:r>
      <w:r w:rsidR="00D37400">
        <w:t xml:space="preserve">, </w:t>
      </w:r>
      <w:r>
        <w:t>après souper</w:t>
      </w:r>
      <w:r w:rsidR="00D37400">
        <w:t xml:space="preserve">, </w:t>
      </w:r>
      <w:r>
        <w:t>quand le tumulte-avait cessé</w:t>
      </w:r>
      <w:r w:rsidR="00D37400">
        <w:t xml:space="preserve">, </w:t>
      </w:r>
      <w:r>
        <w:t>et que le père</w:t>
      </w:r>
      <w:r w:rsidR="00D37400">
        <w:t xml:space="preserve">, </w:t>
      </w:r>
      <w:r>
        <w:t>la mère</w:t>
      </w:r>
      <w:r w:rsidR="00D37400">
        <w:t xml:space="preserve">, </w:t>
      </w:r>
      <w:r>
        <w:t>les servantes</w:t>
      </w:r>
      <w:r w:rsidR="00D37400">
        <w:t xml:space="preserve">, </w:t>
      </w:r>
      <w:r>
        <w:t>assis autour de la table</w:t>
      </w:r>
      <w:r w:rsidR="00D37400">
        <w:t xml:space="preserve">, </w:t>
      </w:r>
      <w:r>
        <w:t>dans l</w:t>
      </w:r>
      <w:r w:rsidR="00D37400">
        <w:t>’</w:t>
      </w:r>
      <w:r>
        <w:t>arrière-boutique</w:t>
      </w:r>
      <w:r w:rsidR="00D37400">
        <w:t xml:space="preserve">, </w:t>
      </w:r>
      <w:r>
        <w:t>comptaient les gros sous</w:t>
      </w:r>
      <w:r w:rsidR="00D37400">
        <w:t xml:space="preserve">, </w:t>
      </w:r>
      <w:r>
        <w:t>tout à coup mon père</w:t>
      </w:r>
      <w:r w:rsidR="00D37400">
        <w:t xml:space="preserve">, </w:t>
      </w:r>
      <w:r>
        <w:t>petit homme brun</w:t>
      </w:r>
      <w:r w:rsidR="00D37400">
        <w:t xml:space="preserve">, </w:t>
      </w:r>
      <w:r>
        <w:t>à l</w:t>
      </w:r>
      <w:r w:rsidR="00D37400">
        <w:t>’</w:t>
      </w:r>
      <w:r>
        <w:t>œil vif</w:t>
      </w:r>
      <w:r w:rsidR="00D37400">
        <w:t xml:space="preserve">, </w:t>
      </w:r>
      <w:r>
        <w:t>s</w:t>
      </w:r>
      <w:r w:rsidR="00D37400">
        <w:t>’</w:t>
      </w:r>
      <w:r>
        <w:t>écriait</w:t>
      </w:r>
      <w:r w:rsidR="00D37400">
        <w:t> :</w:t>
      </w:r>
    </w:p>
    <w:p w14:paraId="183F1E78" w14:textId="465EDCB2" w:rsidR="00636A18" w:rsidRDefault="00D37400">
      <w:pPr>
        <w:rPr>
          <w:szCs w:val="36"/>
        </w:rPr>
      </w:pPr>
      <w:r>
        <w:t>« </w:t>
      </w:r>
      <w:r w:rsidR="00636A18">
        <w:t>Cet enfant m</w:t>
      </w:r>
      <w:r>
        <w:t>’</w:t>
      </w:r>
      <w:r w:rsidR="00636A18">
        <w:t>a donné des inquiétudes</w:t>
      </w:r>
      <w:r>
        <w:t xml:space="preserve"> ; </w:t>
      </w:r>
      <w:r w:rsidR="00636A18">
        <w:t>il était à courir sous les pieds de tout le monde</w:t>
      </w:r>
      <w:r>
        <w:t xml:space="preserve"> ; </w:t>
      </w:r>
      <w:r w:rsidR="00636A18">
        <w:t>il faudra l</w:t>
      </w:r>
      <w:r>
        <w:t>’</w:t>
      </w:r>
      <w:r w:rsidR="00636A18">
        <w:t>envoyer à l</w:t>
      </w:r>
      <w:r>
        <w:t>’</w:t>
      </w:r>
      <w:r w:rsidR="00636A18">
        <w:t>école</w:t>
      </w:r>
      <w:r>
        <w:t xml:space="preserve">, </w:t>
      </w:r>
      <w:r w:rsidR="00636A18">
        <w:t xml:space="preserve">car </w:t>
      </w:r>
      <w:r>
        <w:t>M</w:t>
      </w:r>
      <w:r w:rsidRPr="00D37400">
        <w:rPr>
          <w:vertAlign w:val="superscript"/>
        </w:rPr>
        <w:t>me</w:t>
      </w:r>
      <w:r>
        <w:t> </w:t>
      </w:r>
      <w:r w:rsidR="00636A18">
        <w:t>Florentin ne le surveille pas assez</w:t>
      </w:r>
      <w:r>
        <w:t>. »</w:t>
      </w:r>
    </w:p>
    <w:p w14:paraId="7F09D5BF" w14:textId="77777777" w:rsidR="00D37400" w:rsidRDefault="00636A18">
      <w:r>
        <w:t>Alors je me mettais à pleurer</w:t>
      </w:r>
      <w:r w:rsidR="00D37400">
        <w:t xml:space="preserve">, </w:t>
      </w:r>
      <w:r>
        <w:t>et la mère</w:t>
      </w:r>
      <w:r w:rsidR="00D37400">
        <w:t xml:space="preserve">, </w:t>
      </w:r>
      <w:r>
        <w:t>m</w:t>
      </w:r>
      <w:r w:rsidR="00D37400">
        <w:t>’</w:t>
      </w:r>
      <w:r>
        <w:t>embrassant</w:t>
      </w:r>
      <w:r w:rsidR="00D37400">
        <w:t xml:space="preserve">, </w:t>
      </w:r>
      <w:r>
        <w:t>d</w:t>
      </w:r>
      <w:r>
        <w:t>i</w:t>
      </w:r>
      <w:r>
        <w:t>sait</w:t>
      </w:r>
      <w:r w:rsidR="00D37400">
        <w:t> :</w:t>
      </w:r>
    </w:p>
    <w:p w14:paraId="06F23014" w14:textId="51C97FFB" w:rsidR="00636A18" w:rsidRDefault="00D37400">
      <w:pPr>
        <w:rPr>
          <w:szCs w:val="36"/>
        </w:rPr>
      </w:pPr>
      <w:r>
        <w:t>« </w:t>
      </w:r>
      <w:r w:rsidR="00636A18">
        <w:t>Va</w:t>
      </w:r>
      <w:r>
        <w:t xml:space="preserve">, </w:t>
      </w:r>
      <w:r w:rsidR="00636A18">
        <w:t>ne crains rien</w:t>
      </w:r>
      <w:r>
        <w:t xml:space="preserve">, </w:t>
      </w:r>
      <w:r w:rsidR="00636A18">
        <w:t>tu n</w:t>
      </w:r>
      <w:r>
        <w:t>’</w:t>
      </w:r>
      <w:r w:rsidR="00636A18">
        <w:t xml:space="preserve">iras pas encore cette année chez </w:t>
      </w:r>
      <w:r>
        <w:t>M. </w:t>
      </w:r>
      <w:proofErr w:type="spellStart"/>
      <w:r w:rsidR="00636A18">
        <w:t>Vassereau</w:t>
      </w:r>
      <w:proofErr w:type="spellEnd"/>
      <w:r>
        <w:t xml:space="preserve">… </w:t>
      </w:r>
      <w:r w:rsidR="00636A18">
        <w:t>Mais il faut prendre garde</w:t>
      </w:r>
      <w:r>
        <w:t xml:space="preserve">… </w:t>
      </w:r>
      <w:r w:rsidR="00636A18">
        <w:t>tant d</w:t>
      </w:r>
      <w:r>
        <w:t>’</w:t>
      </w:r>
      <w:r w:rsidR="00636A18">
        <w:t>accidents a</w:t>
      </w:r>
      <w:r w:rsidR="00636A18">
        <w:t>r</w:t>
      </w:r>
      <w:r w:rsidR="00636A18">
        <w:t>rivent</w:t>
      </w:r>
      <w:r>
        <w:t> ! »</w:t>
      </w:r>
    </w:p>
    <w:p w14:paraId="1411A461" w14:textId="77777777" w:rsidR="00D37400" w:rsidRDefault="00636A18">
      <w:r>
        <w:lastRenderedPageBreak/>
        <w:t>Puis elle m</w:t>
      </w:r>
      <w:r w:rsidR="00D37400">
        <w:t>’</w:t>
      </w:r>
      <w:r>
        <w:t>emmenait coucher avec elle</w:t>
      </w:r>
      <w:r w:rsidR="00D37400">
        <w:t xml:space="preserve">, </w:t>
      </w:r>
      <w:r>
        <w:t>et je m</w:t>
      </w:r>
      <w:r w:rsidR="00D37400">
        <w:t>’</w:t>
      </w:r>
      <w:r>
        <w:t>endormais dans la paix du Seigneur</w:t>
      </w:r>
      <w:r w:rsidR="00D37400">
        <w:t>.</w:t>
      </w:r>
    </w:p>
    <w:p w14:paraId="24EB16BF" w14:textId="74BD12C5" w:rsidR="00D37400" w:rsidRDefault="00636A18">
      <w:r>
        <w:t>Le lendemain matin</w:t>
      </w:r>
      <w:r w:rsidR="00D37400">
        <w:t>, M</w:t>
      </w:r>
      <w:r w:rsidR="00D37400" w:rsidRPr="00D37400">
        <w:rPr>
          <w:vertAlign w:val="superscript"/>
        </w:rPr>
        <w:t>me</w:t>
      </w:r>
      <w:r w:rsidR="00D37400">
        <w:t> </w:t>
      </w:r>
      <w:r>
        <w:t>Françoise venait me chercher</w:t>
      </w:r>
      <w:r w:rsidR="00D37400">
        <w:t xml:space="preserve"> ; </w:t>
      </w:r>
      <w:r>
        <w:t>il n</w:t>
      </w:r>
      <w:r w:rsidR="00D37400">
        <w:t>’</w:t>
      </w:r>
      <w:r>
        <w:t>était plus question de rien</w:t>
      </w:r>
      <w:r w:rsidR="00D37400">
        <w:t>.</w:t>
      </w:r>
    </w:p>
    <w:p w14:paraId="1450FBE1" w14:textId="5F60EFF4" w:rsidR="00D37400" w:rsidRDefault="00636A18">
      <w:r>
        <w:t>Mes parents estimaient beaucoup le vieux capitaine</w:t>
      </w:r>
      <w:r w:rsidR="00D37400">
        <w:t xml:space="preserve">, </w:t>
      </w:r>
      <w:r>
        <w:t xml:space="preserve">et </w:t>
      </w:r>
      <w:r w:rsidR="00D37400">
        <w:t>M</w:t>
      </w:r>
      <w:r w:rsidR="00D37400" w:rsidRPr="00D37400">
        <w:rPr>
          <w:vertAlign w:val="superscript"/>
        </w:rPr>
        <w:t>me</w:t>
      </w:r>
      <w:r w:rsidR="00D37400">
        <w:t> </w:t>
      </w:r>
      <w:r>
        <w:t>Françoise ne leur demandait jamais un service sans l</w:t>
      </w:r>
      <w:r w:rsidR="00D37400">
        <w:t>’</w:t>
      </w:r>
      <w:r>
        <w:t>obtenir aussitôt</w:t>
      </w:r>
      <w:r w:rsidR="00D37400">
        <w:t>.</w:t>
      </w:r>
    </w:p>
    <w:p w14:paraId="60D1E07D" w14:textId="77777777" w:rsidR="00D37400" w:rsidRDefault="00636A18">
      <w:r>
        <w:t>Ces choses me reviennent</w:t>
      </w:r>
      <w:r w:rsidR="00D37400">
        <w:t xml:space="preserve">. </w:t>
      </w:r>
      <w:r>
        <w:t>J</w:t>
      </w:r>
      <w:r w:rsidR="00D37400">
        <w:t>’</w:t>
      </w:r>
      <w:r>
        <w:t>avais alors six ans</w:t>
      </w:r>
      <w:r w:rsidR="00D37400">
        <w:t xml:space="preserve"> ; </w:t>
      </w:r>
      <w:r>
        <w:t>c</w:t>
      </w:r>
      <w:r w:rsidR="00D37400">
        <w:t>’</w:t>
      </w:r>
      <w:r>
        <w:t>est l</w:t>
      </w:r>
      <w:r w:rsidR="00D37400">
        <w:t>’</w:t>
      </w:r>
      <w:r>
        <w:t>âge où s</w:t>
      </w:r>
      <w:r w:rsidR="00D37400">
        <w:t>’</w:t>
      </w:r>
      <w:r>
        <w:t>ouvrent les idées</w:t>
      </w:r>
      <w:r w:rsidR="00D37400">
        <w:t xml:space="preserve">, </w:t>
      </w:r>
      <w:r>
        <w:t>où l</w:t>
      </w:r>
      <w:r w:rsidR="00D37400">
        <w:t>’</w:t>
      </w:r>
      <w:r>
        <w:t>on s</w:t>
      </w:r>
      <w:r w:rsidR="00D37400">
        <w:t>’</w:t>
      </w:r>
      <w:r>
        <w:t>instruit le plus sans le savoir</w:t>
      </w:r>
      <w:r w:rsidR="00D37400">
        <w:t xml:space="preserve">. </w:t>
      </w:r>
      <w:r>
        <w:t>Les livres que l</w:t>
      </w:r>
      <w:r w:rsidR="00D37400">
        <w:t>’</w:t>
      </w:r>
      <w:r>
        <w:t>on étudie plus tard avec tant de peine ne vous en disent pas le quart autant qu</w:t>
      </w:r>
      <w:r w:rsidR="00D37400">
        <w:t>’</w:t>
      </w:r>
      <w:r>
        <w:t>une de ces heures contempl</w:t>
      </w:r>
      <w:r>
        <w:t>a</w:t>
      </w:r>
      <w:r>
        <w:t>tives passées à regarder naïvement dans la rue</w:t>
      </w:r>
      <w:r w:rsidR="00D37400">
        <w:t xml:space="preserve">, </w:t>
      </w:r>
      <w:r>
        <w:t>à la campagne</w:t>
      </w:r>
      <w:r w:rsidR="00D37400">
        <w:t xml:space="preserve">, </w:t>
      </w:r>
      <w:r>
        <w:t>sur la place publique</w:t>
      </w:r>
      <w:r w:rsidR="00D37400">
        <w:t xml:space="preserve">, </w:t>
      </w:r>
      <w:r>
        <w:t>à la maison</w:t>
      </w:r>
      <w:r w:rsidR="00D37400">
        <w:t>.</w:t>
      </w:r>
    </w:p>
    <w:p w14:paraId="3CF61F81" w14:textId="77777777" w:rsidR="00D37400" w:rsidRDefault="00636A18">
      <w:r>
        <w:t>Ce qu</w:t>
      </w:r>
      <w:r w:rsidR="00D37400">
        <w:t>’</w:t>
      </w:r>
      <w:r>
        <w:t>on entend et ce qu</w:t>
      </w:r>
      <w:r w:rsidR="00D37400">
        <w:t>’</w:t>
      </w:r>
      <w:r>
        <w:t>on voit alors vous reste gravé dans l</w:t>
      </w:r>
      <w:r w:rsidR="00D37400">
        <w:t>’</w:t>
      </w:r>
      <w:r>
        <w:t>esprit</w:t>
      </w:r>
      <w:r w:rsidR="00D37400">
        <w:t xml:space="preserve">, </w:t>
      </w:r>
      <w:r>
        <w:t>et sert de texte à vos pensées et à vos méditations ju</w:t>
      </w:r>
      <w:r>
        <w:t>s</w:t>
      </w:r>
      <w:r>
        <w:t>qu</w:t>
      </w:r>
      <w:r w:rsidR="00D37400">
        <w:t>’</w:t>
      </w:r>
      <w:r>
        <w:t>à la fin de vos jours</w:t>
      </w:r>
      <w:r w:rsidR="00D37400">
        <w:t>.</w:t>
      </w:r>
    </w:p>
    <w:p w14:paraId="6D557483" w14:textId="77777777" w:rsidR="00D37400" w:rsidRDefault="00636A18">
      <w:r>
        <w:t>Voilà pourquoi les vieillards oublient souvent les choses de la veille</w:t>
      </w:r>
      <w:r w:rsidR="00D37400">
        <w:t xml:space="preserve"> : </w:t>
      </w:r>
      <w:r>
        <w:t>ils ont toujours sous les yeux celles de leur enfance</w:t>
      </w:r>
      <w:r w:rsidR="00D37400">
        <w:t>.</w:t>
      </w:r>
    </w:p>
    <w:p w14:paraId="07764DBB" w14:textId="49236138" w:rsidR="00636A18" w:rsidRDefault="00636A18" w:rsidP="00D37400">
      <w:pPr>
        <w:pStyle w:val="Titre2"/>
        <w:pageBreakBefore/>
      </w:pPr>
      <w:bookmarkStart w:id="4" w:name="_Toc344229457"/>
      <w:bookmarkStart w:id="5" w:name="_Toc194835720"/>
      <w:r>
        <w:lastRenderedPageBreak/>
        <w:t>II</w:t>
      </w:r>
      <w:bookmarkEnd w:id="4"/>
      <w:bookmarkEnd w:id="5"/>
    </w:p>
    <w:p w14:paraId="60190957" w14:textId="77777777" w:rsidR="00D37400" w:rsidRDefault="00636A18">
      <w:r>
        <w:t>Mon ami Florentin avait un petit jardin hors ville</w:t>
      </w:r>
      <w:r w:rsidR="00D37400">
        <w:t xml:space="preserve">, </w:t>
      </w:r>
      <w:r>
        <w:t>au bas des glacis</w:t>
      </w:r>
      <w:r w:rsidR="00D37400">
        <w:t xml:space="preserve">, </w:t>
      </w:r>
      <w:r>
        <w:t>où l</w:t>
      </w:r>
      <w:r w:rsidR="00D37400">
        <w:t>’</w:t>
      </w:r>
      <w:r>
        <w:t>on se rendait par la porte de France</w:t>
      </w:r>
      <w:r w:rsidR="00D37400">
        <w:t>.</w:t>
      </w:r>
    </w:p>
    <w:p w14:paraId="75EE1C42" w14:textId="77777777" w:rsidR="00D37400" w:rsidRDefault="00636A18">
      <w:r>
        <w:t>Il n</w:t>
      </w:r>
      <w:r w:rsidR="00D37400">
        <w:t>’</w:t>
      </w:r>
      <w:r>
        <w:t>était pas le seul</w:t>
      </w:r>
      <w:r w:rsidR="00D37400">
        <w:t xml:space="preserve">, </w:t>
      </w:r>
      <w:r>
        <w:t>car tous ces vieux soldats</w:t>
      </w:r>
      <w:r w:rsidR="00D37400">
        <w:t xml:space="preserve">, </w:t>
      </w:r>
      <w:r>
        <w:t>ne sachant plus à quoi passer leur temps</w:t>
      </w:r>
      <w:r w:rsidR="00D37400">
        <w:t xml:space="preserve">, </w:t>
      </w:r>
      <w:r>
        <w:t>cultivaient un petit coin de terre entouré de haies vives</w:t>
      </w:r>
      <w:r w:rsidR="00D37400">
        <w:t xml:space="preserve">, </w:t>
      </w:r>
      <w:r>
        <w:t>planté d</w:t>
      </w:r>
      <w:r w:rsidR="00D37400">
        <w:t>’</w:t>
      </w:r>
      <w:r>
        <w:t>espaliers</w:t>
      </w:r>
      <w:r w:rsidR="00D37400">
        <w:t xml:space="preserve">, </w:t>
      </w:r>
      <w:r>
        <w:t>garni de légumes</w:t>
      </w:r>
      <w:r w:rsidR="00D37400">
        <w:t xml:space="preserve">, </w:t>
      </w:r>
      <w:r>
        <w:t>de fleurs</w:t>
      </w:r>
      <w:r w:rsidR="00D37400">
        <w:t xml:space="preserve">, </w:t>
      </w:r>
      <w:r>
        <w:t>une petite baraque au fond</w:t>
      </w:r>
      <w:r w:rsidR="00D37400">
        <w:t xml:space="preserve">, </w:t>
      </w:r>
      <w:r>
        <w:t>qu</w:t>
      </w:r>
      <w:r w:rsidR="00D37400">
        <w:t>’</w:t>
      </w:r>
      <w:r>
        <w:t>ils tapissaient de vieilles gravures</w:t>
      </w:r>
      <w:r w:rsidR="00D37400">
        <w:t xml:space="preserve">, </w:t>
      </w:r>
      <w:r>
        <w:t>s</w:t>
      </w:r>
      <w:r w:rsidR="00D37400">
        <w:t>’</w:t>
      </w:r>
      <w:r>
        <w:t>occupant sans cesse de l</w:t>
      </w:r>
      <w:r w:rsidR="00D37400">
        <w:t>’</w:t>
      </w:r>
      <w:r>
        <w:t>embellir et de la compléter</w:t>
      </w:r>
      <w:r w:rsidR="00D37400">
        <w:t>.</w:t>
      </w:r>
    </w:p>
    <w:p w14:paraId="1D8C35AB" w14:textId="77777777" w:rsidR="00D37400" w:rsidRDefault="00636A18">
      <w:r>
        <w:t>Tel était le jardin de mon ami</w:t>
      </w:r>
      <w:r w:rsidR="00D37400">
        <w:t xml:space="preserve">. </w:t>
      </w:r>
      <w:r>
        <w:t>Il en taillait les arbres avec soin</w:t>
      </w:r>
      <w:r w:rsidR="00D37400">
        <w:t xml:space="preserve"> ; </w:t>
      </w:r>
      <w:r>
        <w:t>il s</w:t>
      </w:r>
      <w:r w:rsidR="00D37400">
        <w:t>’</w:t>
      </w:r>
      <w:r>
        <w:t>émerveillait de tout ce qui poussait</w:t>
      </w:r>
      <w:r w:rsidR="00D37400">
        <w:t xml:space="preserve"> ; </w:t>
      </w:r>
      <w:r>
        <w:t>il ne fallait to</w:t>
      </w:r>
      <w:r>
        <w:t>u</w:t>
      </w:r>
      <w:r>
        <w:t>cher à rien</w:t>
      </w:r>
      <w:r w:rsidR="00D37400">
        <w:t>.</w:t>
      </w:r>
    </w:p>
    <w:p w14:paraId="6922A88E" w14:textId="77777777" w:rsidR="00D37400" w:rsidRDefault="00636A18">
      <w:r>
        <w:t>Cela ne comprenait pas le quart d</w:t>
      </w:r>
      <w:r w:rsidR="00D37400">
        <w:t>’</w:t>
      </w:r>
      <w:r>
        <w:t>un arpent</w:t>
      </w:r>
      <w:r w:rsidR="00D37400">
        <w:t xml:space="preserve">, </w:t>
      </w:r>
      <w:r>
        <w:t>mais c</w:t>
      </w:r>
      <w:r w:rsidR="00D37400">
        <w:t>’</w:t>
      </w:r>
      <w:r>
        <w:t>était son paradis</w:t>
      </w:r>
      <w:r w:rsidR="00D37400">
        <w:t>.</w:t>
      </w:r>
    </w:p>
    <w:p w14:paraId="03E8D247" w14:textId="77777777" w:rsidR="00D37400" w:rsidRDefault="00636A18">
      <w:r>
        <w:t>C</w:t>
      </w:r>
      <w:r w:rsidR="00D37400">
        <w:t>’</w:t>
      </w:r>
      <w:r>
        <w:t>est là que nous allions après dîner</w:t>
      </w:r>
      <w:r w:rsidR="00D37400">
        <w:t xml:space="preserve">. </w:t>
      </w:r>
      <w:r>
        <w:t>Aussitôt arrivés</w:t>
      </w:r>
      <w:r w:rsidR="00D37400">
        <w:t xml:space="preserve">, </w:t>
      </w:r>
      <w:r>
        <w:t>il o</w:t>
      </w:r>
      <w:r>
        <w:t>u</w:t>
      </w:r>
      <w:r>
        <w:t>vrait la baraque</w:t>
      </w:r>
      <w:r w:rsidR="00D37400">
        <w:t xml:space="preserve">, </w:t>
      </w:r>
      <w:r>
        <w:t>pendait son habit au clou derrière la porte</w:t>
      </w:r>
      <w:r w:rsidR="00D37400">
        <w:t xml:space="preserve">, </w:t>
      </w:r>
      <w:r>
        <w:t>se mettait une camisole de toile grise et se coiffait d</w:t>
      </w:r>
      <w:r w:rsidR="00D37400">
        <w:t>’</w:t>
      </w:r>
      <w:r>
        <w:t>un vieux ch</w:t>
      </w:r>
      <w:r>
        <w:t>a</w:t>
      </w:r>
      <w:r>
        <w:t>peau de paille</w:t>
      </w:r>
      <w:r w:rsidR="00D37400">
        <w:t>.</w:t>
      </w:r>
    </w:p>
    <w:p w14:paraId="0E9D0B5C" w14:textId="77777777" w:rsidR="00D37400" w:rsidRDefault="00636A18">
      <w:r>
        <w:t>Alors</w:t>
      </w:r>
      <w:r w:rsidR="00D37400">
        <w:t xml:space="preserve">, </w:t>
      </w:r>
      <w:r>
        <w:t>comme il faisait chaud</w:t>
      </w:r>
      <w:r w:rsidR="00D37400">
        <w:t xml:space="preserve">, </w:t>
      </w:r>
      <w:r>
        <w:t>mon ami commençait par me préparer un bon lit avec quelques paillassons</w:t>
      </w:r>
      <w:r w:rsidR="00D37400">
        <w:t xml:space="preserve">, </w:t>
      </w:r>
      <w:r>
        <w:t>et je me couchais pour dormir</w:t>
      </w:r>
      <w:r w:rsidR="00D37400">
        <w:t xml:space="preserve">, </w:t>
      </w:r>
      <w:r>
        <w:t>Azor à mes pieds</w:t>
      </w:r>
      <w:r w:rsidR="00D37400">
        <w:t xml:space="preserve">, </w:t>
      </w:r>
      <w:r>
        <w:t>en rond la tête entre les pattes</w:t>
      </w:r>
      <w:r w:rsidR="00D37400">
        <w:t>.</w:t>
      </w:r>
    </w:p>
    <w:p w14:paraId="02103351" w14:textId="77777777" w:rsidR="00D37400" w:rsidRDefault="00636A18">
      <w:r>
        <w:t>Tout bourdonnait autour de nous</w:t>
      </w:r>
      <w:r w:rsidR="00D37400">
        <w:t xml:space="preserve">, </w:t>
      </w:r>
      <w:r>
        <w:t>les abeilles et les hann</w:t>
      </w:r>
      <w:r>
        <w:t>e</w:t>
      </w:r>
      <w:r>
        <w:t>tons</w:t>
      </w:r>
      <w:r w:rsidR="00D37400">
        <w:t xml:space="preserve">, </w:t>
      </w:r>
      <w:r>
        <w:t>comme dans un concert</w:t>
      </w:r>
      <w:r w:rsidR="00D37400">
        <w:t xml:space="preserve"> ; </w:t>
      </w:r>
      <w:r>
        <w:t>le sommeil ne tardait pas à venir</w:t>
      </w:r>
      <w:r w:rsidR="00D37400">
        <w:t xml:space="preserve">, </w:t>
      </w:r>
      <w:r>
        <w:t>et je dormais paisiblement durant des heures</w:t>
      </w:r>
      <w:r w:rsidR="00D37400">
        <w:t>.</w:t>
      </w:r>
    </w:p>
    <w:p w14:paraId="43CE3ECD" w14:textId="77777777" w:rsidR="00D37400" w:rsidRDefault="00636A18">
      <w:r>
        <w:t>Le capitaine Florentin</w:t>
      </w:r>
      <w:r w:rsidR="00D37400">
        <w:t xml:space="preserve">, </w:t>
      </w:r>
      <w:r>
        <w:t>lui allait</w:t>
      </w:r>
      <w:r w:rsidR="00D37400">
        <w:t xml:space="preserve">, </w:t>
      </w:r>
      <w:r>
        <w:t>venait</w:t>
      </w:r>
      <w:r w:rsidR="00D37400">
        <w:t xml:space="preserve">, </w:t>
      </w:r>
      <w:r>
        <w:t>taillait</w:t>
      </w:r>
      <w:r w:rsidR="00D37400">
        <w:t xml:space="preserve">, </w:t>
      </w:r>
      <w:r>
        <w:t>bêchait</w:t>
      </w:r>
      <w:r w:rsidR="00D37400">
        <w:t xml:space="preserve">, </w:t>
      </w:r>
      <w:r>
        <w:t>a</w:t>
      </w:r>
      <w:r>
        <w:t>r</w:t>
      </w:r>
      <w:r>
        <w:t>rosait</w:t>
      </w:r>
      <w:r w:rsidR="00D37400">
        <w:t>.</w:t>
      </w:r>
    </w:p>
    <w:p w14:paraId="32D4F7AD" w14:textId="77777777" w:rsidR="00D37400" w:rsidRDefault="00636A18">
      <w:r>
        <w:lastRenderedPageBreak/>
        <w:t>Il avait</w:t>
      </w:r>
      <w:r w:rsidR="00D37400">
        <w:t xml:space="preserve">, </w:t>
      </w:r>
      <w:r>
        <w:t>près de la baraque</w:t>
      </w:r>
      <w:r w:rsidR="00D37400">
        <w:t xml:space="preserve">, </w:t>
      </w:r>
      <w:r>
        <w:t>une vieille futaille pleine d</w:t>
      </w:r>
      <w:r w:rsidR="00D37400">
        <w:t>’</w:t>
      </w:r>
      <w:r>
        <w:t>eau qui chauffait au soleil</w:t>
      </w:r>
      <w:r w:rsidR="00D37400">
        <w:t xml:space="preserve">, </w:t>
      </w:r>
      <w:r>
        <w:t>car les plantes n</w:t>
      </w:r>
      <w:r w:rsidR="00D37400">
        <w:t>’</w:t>
      </w:r>
      <w:r>
        <w:t>aiment pas l</w:t>
      </w:r>
      <w:r w:rsidR="00D37400">
        <w:t>’</w:t>
      </w:r>
      <w:r>
        <w:t>eau crue et froide</w:t>
      </w:r>
      <w:r w:rsidR="00D37400">
        <w:t xml:space="preserve"> ; </w:t>
      </w:r>
      <w:r>
        <w:t>et dans cette tonne</w:t>
      </w:r>
      <w:r w:rsidR="00D37400">
        <w:t xml:space="preserve">, </w:t>
      </w:r>
      <w:r>
        <w:t>qu</w:t>
      </w:r>
      <w:r w:rsidR="00D37400">
        <w:t>’</w:t>
      </w:r>
      <w:r>
        <w:t>il remplissait tous les soirs avant de partir</w:t>
      </w:r>
      <w:r w:rsidR="00D37400">
        <w:t xml:space="preserve">, </w:t>
      </w:r>
      <w:r>
        <w:t>puisant l</w:t>
      </w:r>
      <w:r w:rsidR="00D37400">
        <w:t>’</w:t>
      </w:r>
      <w:r>
        <w:t>eau avec un seau dans une petite citerne couverte de planches</w:t>
      </w:r>
      <w:r w:rsidR="00D37400">
        <w:t xml:space="preserve">, </w:t>
      </w:r>
      <w:r>
        <w:t>dans cette tonne à l</w:t>
      </w:r>
      <w:r w:rsidR="00D37400">
        <w:t>’</w:t>
      </w:r>
      <w:r>
        <w:t>eau saumâtre toute parsemée de nénuphars</w:t>
      </w:r>
      <w:r w:rsidR="00D37400">
        <w:t xml:space="preserve">, </w:t>
      </w:r>
      <w:r>
        <w:t>se trouvait une grenouille</w:t>
      </w:r>
      <w:r w:rsidR="00D37400">
        <w:t>.</w:t>
      </w:r>
    </w:p>
    <w:p w14:paraId="268B2A9A" w14:textId="77777777" w:rsidR="00D37400" w:rsidRDefault="00636A18">
      <w:r>
        <w:t>À l</w:t>
      </w:r>
      <w:r w:rsidR="00D37400">
        <w:t>’</w:t>
      </w:r>
      <w:r>
        <w:t>approche du soir</w:t>
      </w:r>
      <w:r w:rsidR="00D37400">
        <w:t xml:space="preserve">, </w:t>
      </w:r>
      <w:r>
        <w:t>quand l</w:t>
      </w:r>
      <w:r w:rsidR="00D37400">
        <w:t>’</w:t>
      </w:r>
      <w:r>
        <w:t>ombre des peupliers de la route s</w:t>
      </w:r>
      <w:r w:rsidR="00D37400">
        <w:t>’</w:t>
      </w:r>
      <w:r>
        <w:t>étendait déjà sur le jardinet et que l</w:t>
      </w:r>
      <w:r w:rsidR="00D37400">
        <w:t>’</w:t>
      </w:r>
      <w:r>
        <w:t>air</w:t>
      </w:r>
      <w:r w:rsidR="00D37400">
        <w:t xml:space="preserve">, </w:t>
      </w:r>
      <w:r>
        <w:t>chauffé pendant tout le jour</w:t>
      </w:r>
      <w:r w:rsidR="00D37400">
        <w:t xml:space="preserve">, </w:t>
      </w:r>
      <w:r>
        <w:t>était tiède comme dans une étuve</w:t>
      </w:r>
      <w:r w:rsidR="00D37400">
        <w:t xml:space="preserve">, </w:t>
      </w:r>
      <w:r>
        <w:t>je m</w:t>
      </w:r>
      <w:r w:rsidR="00D37400">
        <w:t>’</w:t>
      </w:r>
      <w:r>
        <w:t>éveillais</w:t>
      </w:r>
      <w:r w:rsidR="00D37400">
        <w:t xml:space="preserve">, </w:t>
      </w:r>
      <w:r>
        <w:t>r</w:t>
      </w:r>
      <w:r>
        <w:t>e</w:t>
      </w:r>
      <w:r>
        <w:t>gardant</w:t>
      </w:r>
      <w:r w:rsidR="00D37400">
        <w:t xml:space="preserve">, </w:t>
      </w:r>
      <w:r>
        <w:t>écoutant</w:t>
      </w:r>
      <w:r w:rsidR="00D37400">
        <w:t xml:space="preserve">. </w:t>
      </w:r>
      <w:r>
        <w:t>Azor aussi se réveillait</w:t>
      </w:r>
      <w:r w:rsidR="00D37400">
        <w:t xml:space="preserve">, </w:t>
      </w:r>
      <w:r>
        <w:t>se secouait</w:t>
      </w:r>
      <w:r w:rsidR="00D37400">
        <w:t xml:space="preserve">, </w:t>
      </w:r>
      <w:r>
        <w:t>dressait l</w:t>
      </w:r>
      <w:r w:rsidR="00D37400">
        <w:t>’</w:t>
      </w:r>
      <w:r>
        <w:t>oreille</w:t>
      </w:r>
      <w:r w:rsidR="00D37400">
        <w:t xml:space="preserve"> ; </w:t>
      </w:r>
      <w:r>
        <w:t>et Florentin</w:t>
      </w:r>
      <w:r w:rsidR="00D37400">
        <w:t xml:space="preserve">, </w:t>
      </w:r>
      <w:r>
        <w:t>qui nous guettait</w:t>
      </w:r>
      <w:r w:rsidR="00D37400">
        <w:t xml:space="preserve">, </w:t>
      </w:r>
      <w:r>
        <w:t>arrivait en riant</w:t>
      </w:r>
      <w:r w:rsidR="00D37400">
        <w:t> :</w:t>
      </w:r>
    </w:p>
    <w:p w14:paraId="21B4FA53" w14:textId="77777777" w:rsidR="00D37400" w:rsidRDefault="00D37400">
      <w:r>
        <w:t>« </w:t>
      </w:r>
      <w:r w:rsidR="00636A18">
        <w:t>Ah</w:t>
      </w:r>
      <w:r>
        <w:t xml:space="preserve"> ! </w:t>
      </w:r>
      <w:r w:rsidR="00636A18">
        <w:t>ah</w:t>
      </w:r>
      <w:r>
        <w:t xml:space="preserve"> ! </w:t>
      </w:r>
      <w:r w:rsidR="00636A18">
        <w:t>vous voilà donc réveillés</w:t>
      </w:r>
      <w:r>
        <w:t xml:space="preserve"> ! </w:t>
      </w:r>
      <w:r w:rsidR="00636A18">
        <w:t>s</w:t>
      </w:r>
      <w:r>
        <w:t>’</w:t>
      </w:r>
      <w:r w:rsidR="00636A18">
        <w:t>écriait-il</w:t>
      </w:r>
      <w:r>
        <w:t xml:space="preserve">. </w:t>
      </w:r>
      <w:r w:rsidR="00636A18">
        <w:t>Maint</w:t>
      </w:r>
      <w:r w:rsidR="00636A18">
        <w:t>e</w:t>
      </w:r>
      <w:r w:rsidR="00636A18">
        <w:t>nant il faut se baigner</w:t>
      </w:r>
      <w:r>
        <w:t xml:space="preserve"> ; </w:t>
      </w:r>
      <w:r w:rsidR="00636A18">
        <w:t>et puis nous casserons une croûte e</w:t>
      </w:r>
      <w:r w:rsidR="00636A18">
        <w:t>n</w:t>
      </w:r>
      <w:r w:rsidR="00636A18">
        <w:t>semble</w:t>
      </w:r>
      <w:r>
        <w:t xml:space="preserve">, </w:t>
      </w:r>
      <w:r w:rsidR="00636A18">
        <w:t>mon ami</w:t>
      </w:r>
      <w:r>
        <w:t xml:space="preserve">… </w:t>
      </w:r>
      <w:r w:rsidR="00636A18">
        <w:t>Hein</w:t>
      </w:r>
      <w:r>
        <w:t xml:space="preserve"> ! </w:t>
      </w:r>
      <w:r w:rsidR="00636A18">
        <w:t>qu</w:t>
      </w:r>
      <w:r>
        <w:t>’</w:t>
      </w:r>
      <w:r w:rsidR="00636A18">
        <w:t>en dis-tu</w:t>
      </w:r>
      <w:r>
        <w:t> ?</w:t>
      </w:r>
    </w:p>
    <w:p w14:paraId="4CA95F0B" w14:textId="77777777" w:rsidR="00D37400" w:rsidRDefault="00D37400">
      <w:r>
        <w:t>— </w:t>
      </w:r>
      <w:r w:rsidR="00636A18">
        <w:t>Je veux bien</w:t>
      </w:r>
      <w:r>
        <w:t xml:space="preserve">, </w:t>
      </w:r>
      <w:r w:rsidR="00636A18">
        <w:t>mon ami</w:t>
      </w:r>
      <w:r>
        <w:t xml:space="preserve">, </w:t>
      </w:r>
      <w:r w:rsidR="00636A18">
        <w:t>lui disais-je</w:t>
      </w:r>
      <w:r>
        <w:t>.</w:t>
      </w:r>
    </w:p>
    <w:p w14:paraId="306BB951" w14:textId="36F413D3" w:rsidR="00636A18" w:rsidRDefault="00D37400">
      <w:pPr>
        <w:rPr>
          <w:szCs w:val="36"/>
        </w:rPr>
      </w:pPr>
      <w:r>
        <w:t>— </w:t>
      </w:r>
      <w:r w:rsidR="00636A18">
        <w:t>À la bonne heure</w:t>
      </w:r>
      <w:r>
        <w:t> ! »</w:t>
      </w:r>
    </w:p>
    <w:p w14:paraId="31AC1176" w14:textId="77777777" w:rsidR="00D37400" w:rsidRDefault="00636A18">
      <w:r>
        <w:t>Et s</w:t>
      </w:r>
      <w:r w:rsidR="00D37400">
        <w:t>’</w:t>
      </w:r>
      <w:r>
        <w:t>asseyant sur le banc</w:t>
      </w:r>
      <w:r w:rsidR="00D37400">
        <w:t xml:space="preserve">, </w:t>
      </w:r>
      <w:r>
        <w:t>il me prenait sur ses genoux</w:t>
      </w:r>
      <w:r w:rsidR="00D37400">
        <w:t xml:space="preserve">, </w:t>
      </w:r>
      <w:r>
        <w:t>m</w:t>
      </w:r>
      <w:r w:rsidR="00D37400">
        <w:t>’</w:t>
      </w:r>
      <w:r>
        <w:t>ôtait mes petits souliers</w:t>
      </w:r>
      <w:r w:rsidR="00D37400">
        <w:t xml:space="preserve">, </w:t>
      </w:r>
      <w:r>
        <w:t>mes bas</w:t>
      </w:r>
      <w:r w:rsidR="00D37400">
        <w:t xml:space="preserve">, </w:t>
      </w:r>
      <w:r>
        <w:t>ma blouse</w:t>
      </w:r>
      <w:r w:rsidR="00D37400">
        <w:t xml:space="preserve">, </w:t>
      </w:r>
      <w:r>
        <w:t>ma chemise</w:t>
      </w:r>
      <w:r w:rsidR="00D37400">
        <w:t xml:space="preserve">, </w:t>
      </w:r>
      <w:r>
        <w:t>et me mettait nu</w:t>
      </w:r>
      <w:r w:rsidR="00D37400">
        <w:t xml:space="preserve">, </w:t>
      </w:r>
      <w:r>
        <w:t>en souriant comme une vieille nourrice</w:t>
      </w:r>
      <w:r w:rsidR="00D37400">
        <w:t xml:space="preserve">. </w:t>
      </w:r>
      <w:r>
        <w:t>Après quoi</w:t>
      </w:r>
      <w:r w:rsidR="00D37400">
        <w:t xml:space="preserve">, </w:t>
      </w:r>
      <w:r>
        <w:t>m</w:t>
      </w:r>
      <w:r w:rsidR="00D37400">
        <w:t>’</w:t>
      </w:r>
      <w:r>
        <w:t>enlevant dans ses deux grandes mains</w:t>
      </w:r>
      <w:r w:rsidR="00D37400">
        <w:t xml:space="preserve">, </w:t>
      </w:r>
      <w:r>
        <w:t>il allait me plo</w:t>
      </w:r>
      <w:r>
        <w:t>n</w:t>
      </w:r>
      <w:r>
        <w:t>ger deux ou trois fois dans la tonne</w:t>
      </w:r>
      <w:r w:rsidR="00D37400">
        <w:t xml:space="preserve">. </w:t>
      </w:r>
      <w:r>
        <w:t>Je m</w:t>
      </w:r>
      <w:r w:rsidR="00D37400">
        <w:t>’</w:t>
      </w:r>
      <w:r>
        <w:t>accrochais à ses manches</w:t>
      </w:r>
      <w:r w:rsidR="00D37400">
        <w:t xml:space="preserve">, </w:t>
      </w:r>
      <w:r>
        <w:t>et il me disait</w:t>
      </w:r>
      <w:r w:rsidR="00D37400">
        <w:t> :</w:t>
      </w:r>
    </w:p>
    <w:p w14:paraId="3BBFADED" w14:textId="18AFF739" w:rsidR="00636A18" w:rsidRDefault="00D37400">
      <w:pPr>
        <w:rPr>
          <w:szCs w:val="36"/>
        </w:rPr>
      </w:pPr>
      <w:r>
        <w:t>« </w:t>
      </w:r>
      <w:r w:rsidR="00636A18">
        <w:t>N</w:t>
      </w:r>
      <w:r>
        <w:t>’</w:t>
      </w:r>
      <w:r w:rsidR="00636A18">
        <w:t>aie pas peur</w:t>
      </w:r>
      <w:r>
        <w:t xml:space="preserve">, </w:t>
      </w:r>
      <w:r w:rsidR="00636A18">
        <w:t>mon ami</w:t>
      </w:r>
      <w:r>
        <w:t xml:space="preserve">, </w:t>
      </w:r>
      <w:r w:rsidR="00636A18">
        <w:t>je ne veux pas te lâcher</w:t>
      </w:r>
      <w:r>
        <w:t>. »</w:t>
      </w:r>
    </w:p>
    <w:p w14:paraId="3301EA5A" w14:textId="77777777" w:rsidR="00D37400" w:rsidRDefault="00636A18">
      <w:r>
        <w:t>Puis</w:t>
      </w:r>
      <w:r w:rsidR="00D37400">
        <w:t xml:space="preserve">, </w:t>
      </w:r>
      <w:r>
        <w:t>m</w:t>
      </w:r>
      <w:r w:rsidR="00D37400">
        <w:t>’</w:t>
      </w:r>
      <w:r>
        <w:t>asseyant sur son bras</w:t>
      </w:r>
      <w:r w:rsidR="00D37400">
        <w:t xml:space="preserve">, </w:t>
      </w:r>
      <w:r>
        <w:t>le corps tout ruisselant</w:t>
      </w:r>
      <w:r w:rsidR="00D37400">
        <w:t xml:space="preserve">, </w:t>
      </w:r>
      <w:r>
        <w:t>et mon petit coude sur son épaule</w:t>
      </w:r>
      <w:r w:rsidR="00D37400">
        <w:t xml:space="preserve">, </w:t>
      </w:r>
      <w:r>
        <w:t>nous restions quelques instants à regarder la grenouille revenue sur l</w:t>
      </w:r>
      <w:r w:rsidR="00D37400">
        <w:t>’</w:t>
      </w:r>
      <w:r>
        <w:t>eau</w:t>
      </w:r>
      <w:r w:rsidR="00D37400">
        <w:t xml:space="preserve">, </w:t>
      </w:r>
      <w:r>
        <w:t xml:space="preserve">avec ses gros </w:t>
      </w:r>
      <w:r>
        <w:lastRenderedPageBreak/>
        <w:t>yeux ronds</w:t>
      </w:r>
      <w:r w:rsidR="00D37400">
        <w:t xml:space="preserve">, </w:t>
      </w:r>
      <w:r>
        <w:t>son nez camard</w:t>
      </w:r>
      <w:r w:rsidR="00D37400">
        <w:t xml:space="preserve">, </w:t>
      </w:r>
      <w:r>
        <w:t>les pattes à demi repliées sous le ventre</w:t>
      </w:r>
      <w:r w:rsidR="00D37400">
        <w:t xml:space="preserve"> ; </w:t>
      </w:r>
      <w:r>
        <w:t>elle était toute verte</w:t>
      </w:r>
      <w:r w:rsidR="00D37400">
        <w:t xml:space="preserve">, </w:t>
      </w:r>
      <w:r>
        <w:t>et je m</w:t>
      </w:r>
      <w:r w:rsidR="00D37400">
        <w:t>’</w:t>
      </w:r>
      <w:r>
        <w:t>émerveillais</w:t>
      </w:r>
      <w:r w:rsidR="00D37400">
        <w:t>.</w:t>
      </w:r>
    </w:p>
    <w:p w14:paraId="67ED3A9F" w14:textId="77777777" w:rsidR="00D37400" w:rsidRDefault="00D37400">
      <w:r>
        <w:t>« </w:t>
      </w:r>
      <w:r w:rsidR="00636A18">
        <w:t>Hein</w:t>
      </w:r>
      <w:r>
        <w:t xml:space="preserve"> ! </w:t>
      </w:r>
      <w:r w:rsidR="00636A18">
        <w:t>faisait-il</w:t>
      </w:r>
      <w:r>
        <w:t xml:space="preserve">, </w:t>
      </w:r>
      <w:r w:rsidR="00636A18">
        <w:t>elle est belle</w:t>
      </w:r>
      <w:r>
        <w:t xml:space="preserve">, </w:t>
      </w:r>
      <w:r w:rsidR="00636A18">
        <w:t>ma grenouille</w:t>
      </w:r>
      <w:r>
        <w:t> !</w:t>
      </w:r>
    </w:p>
    <w:p w14:paraId="6FC59FBF" w14:textId="77777777" w:rsidR="00D37400" w:rsidRDefault="00D37400">
      <w:r>
        <w:t>— </w:t>
      </w:r>
      <w:r w:rsidR="00636A18">
        <w:t>Oh</w:t>
      </w:r>
      <w:r>
        <w:t xml:space="preserve"> ! </w:t>
      </w:r>
      <w:r w:rsidR="00636A18">
        <w:t>oui</w:t>
      </w:r>
      <w:r>
        <w:t xml:space="preserve">, </w:t>
      </w:r>
      <w:r w:rsidR="00636A18">
        <w:t>mon ami</w:t>
      </w:r>
      <w:r>
        <w:t xml:space="preserve">. – </w:t>
      </w:r>
      <w:r w:rsidR="00636A18">
        <w:t>Mais qu</w:t>
      </w:r>
      <w:r>
        <w:t>’</w:t>
      </w:r>
      <w:r w:rsidR="00636A18">
        <w:t>est-ce qu</w:t>
      </w:r>
      <w:r>
        <w:t>’</w:t>
      </w:r>
      <w:r w:rsidR="00636A18">
        <w:t>elle mange</w:t>
      </w:r>
      <w:r>
        <w:t> ?</w:t>
      </w:r>
    </w:p>
    <w:p w14:paraId="2EBE4B15" w14:textId="12EED748" w:rsidR="00636A18" w:rsidRDefault="00D37400">
      <w:pPr>
        <w:rPr>
          <w:szCs w:val="36"/>
        </w:rPr>
      </w:pPr>
      <w:r>
        <w:t>— </w:t>
      </w:r>
      <w:r w:rsidR="00636A18">
        <w:t>Des mouches</w:t>
      </w:r>
      <w:r>
        <w:t xml:space="preserve">, </w:t>
      </w:r>
      <w:r w:rsidR="00636A18">
        <w:t>des hannetons</w:t>
      </w:r>
      <w:r>
        <w:t xml:space="preserve">, </w:t>
      </w:r>
      <w:r w:rsidR="00636A18">
        <w:t>des vers</w:t>
      </w:r>
      <w:r>
        <w:t>… »</w:t>
      </w:r>
    </w:p>
    <w:p w14:paraId="70A849C1" w14:textId="77777777" w:rsidR="00D37400" w:rsidRDefault="00636A18">
      <w:r>
        <w:t>Et il lui jetait un hanneton</w:t>
      </w:r>
      <w:r w:rsidR="00D37400">
        <w:t xml:space="preserve">, </w:t>
      </w:r>
      <w:r>
        <w:t>qu</w:t>
      </w:r>
      <w:r w:rsidR="00D37400">
        <w:t>’</w:t>
      </w:r>
      <w:r>
        <w:t>elle happait</w:t>
      </w:r>
      <w:r w:rsidR="00D37400">
        <w:t xml:space="preserve">, </w:t>
      </w:r>
      <w:r>
        <w:t>étant apprivo</w:t>
      </w:r>
      <w:r>
        <w:t>i</w:t>
      </w:r>
      <w:r>
        <w:t>sée à nous voir</w:t>
      </w:r>
      <w:r w:rsidR="00D37400">
        <w:t>.</w:t>
      </w:r>
    </w:p>
    <w:p w14:paraId="5A456EE6" w14:textId="77777777" w:rsidR="00D37400" w:rsidRDefault="00636A18">
      <w:r>
        <w:t>Nous restions ainsi quelques instants à la regarder</w:t>
      </w:r>
      <w:r w:rsidR="00D37400">
        <w:t xml:space="preserve"> ; </w:t>
      </w:r>
      <w:r>
        <w:t>ensuite il me reportait dans sa baraque pour m</w:t>
      </w:r>
      <w:r w:rsidR="00D37400">
        <w:t>’</w:t>
      </w:r>
      <w:r>
        <w:t>essuyer avec une se</w:t>
      </w:r>
      <w:r>
        <w:t>r</w:t>
      </w:r>
      <w:r>
        <w:t>viette</w:t>
      </w:r>
      <w:r w:rsidR="00D37400">
        <w:t xml:space="preserve"> ; </w:t>
      </w:r>
      <w:r>
        <w:t>il me rhabillait de pied en cap</w:t>
      </w:r>
      <w:r w:rsidR="00D37400">
        <w:t xml:space="preserve">, </w:t>
      </w:r>
      <w:r>
        <w:t>après quoi</w:t>
      </w:r>
      <w:r w:rsidR="00D37400">
        <w:t xml:space="preserve">, </w:t>
      </w:r>
      <w:r>
        <w:t>sortant de sa petite armoire une chopine de vin qu</w:t>
      </w:r>
      <w:r w:rsidR="00D37400">
        <w:t>’</w:t>
      </w:r>
      <w:r>
        <w:t>il avait apportée</w:t>
      </w:r>
      <w:r w:rsidR="00D37400">
        <w:t xml:space="preserve">, </w:t>
      </w:r>
      <w:r>
        <w:t>il m</w:t>
      </w:r>
      <w:r w:rsidR="00D37400">
        <w:t>’</w:t>
      </w:r>
      <w:r>
        <w:t>en versait quelques gouttes dans un verre</w:t>
      </w:r>
      <w:r w:rsidR="00D37400">
        <w:t xml:space="preserve">, </w:t>
      </w:r>
      <w:r>
        <w:t>avec un peu de sucre</w:t>
      </w:r>
      <w:r w:rsidR="00D37400">
        <w:t xml:space="preserve">. </w:t>
      </w:r>
      <w:r>
        <w:t>Il remplissait le sien</w:t>
      </w:r>
      <w:r w:rsidR="00D37400">
        <w:t xml:space="preserve">, </w:t>
      </w:r>
      <w:r>
        <w:t>et nous trinquions ensemble</w:t>
      </w:r>
      <w:r w:rsidR="00D37400">
        <w:t xml:space="preserve">, </w:t>
      </w:r>
      <w:r>
        <w:t>en cassant une croûte de pain</w:t>
      </w:r>
      <w:r w:rsidR="00D37400">
        <w:t xml:space="preserve">, </w:t>
      </w:r>
      <w:r>
        <w:t>comme il avait dit</w:t>
      </w:r>
      <w:r w:rsidR="00D37400">
        <w:t>.</w:t>
      </w:r>
    </w:p>
    <w:p w14:paraId="39A0CD1D" w14:textId="77777777" w:rsidR="00D37400" w:rsidRDefault="00636A18">
      <w:r>
        <w:t>Azor nous regardait et recevait aussi quelques bouchées</w:t>
      </w:r>
      <w:r w:rsidR="00D37400">
        <w:t xml:space="preserve">. </w:t>
      </w:r>
      <w:r>
        <w:t>Nous le caressions</w:t>
      </w:r>
      <w:r w:rsidR="00D37400">
        <w:t xml:space="preserve"> ; </w:t>
      </w:r>
      <w:r>
        <w:t>nous étions heureux comme des rois</w:t>
      </w:r>
      <w:r w:rsidR="00D37400">
        <w:t>.</w:t>
      </w:r>
    </w:p>
    <w:p w14:paraId="646975B0" w14:textId="77777777" w:rsidR="00D37400" w:rsidRDefault="00636A18">
      <w:r>
        <w:t>Et vers le soir</w:t>
      </w:r>
      <w:r w:rsidR="00D37400">
        <w:t xml:space="preserve">, </w:t>
      </w:r>
      <w:r>
        <w:t>quand sept heures tintaient à l</w:t>
      </w:r>
      <w:r w:rsidR="00D37400">
        <w:t>’</w:t>
      </w:r>
      <w:r>
        <w:t>église loi</w:t>
      </w:r>
      <w:r>
        <w:t>n</w:t>
      </w:r>
      <w:r>
        <w:t>taine</w:t>
      </w:r>
      <w:r w:rsidR="00D37400">
        <w:t xml:space="preserve">, </w:t>
      </w:r>
      <w:r>
        <w:t>et que de larges bandes de pourpre s</w:t>
      </w:r>
      <w:r w:rsidR="00D37400">
        <w:t>’</w:t>
      </w:r>
      <w:r>
        <w:t>étendaient dans le ciel</w:t>
      </w:r>
      <w:r w:rsidR="00D37400">
        <w:t xml:space="preserve">, </w:t>
      </w:r>
      <w:r>
        <w:t>à l</w:t>
      </w:r>
      <w:r w:rsidR="00D37400">
        <w:t>’</w:t>
      </w:r>
      <w:r>
        <w:t>horizon</w:t>
      </w:r>
      <w:r w:rsidR="00D37400">
        <w:t xml:space="preserve">, </w:t>
      </w:r>
      <w:r>
        <w:t>mon ami se débarrassait de sa camisole</w:t>
      </w:r>
      <w:r w:rsidR="00D37400">
        <w:t xml:space="preserve">, </w:t>
      </w:r>
      <w:r>
        <w:t>repr</w:t>
      </w:r>
      <w:r>
        <w:t>e</w:t>
      </w:r>
      <w:r>
        <w:t>nait sa casquette</w:t>
      </w:r>
      <w:r w:rsidR="00D37400">
        <w:t xml:space="preserve">, </w:t>
      </w:r>
      <w:r>
        <w:t>refermait soigneusement la baraque</w:t>
      </w:r>
      <w:r w:rsidR="00D37400">
        <w:t xml:space="preserve">, </w:t>
      </w:r>
      <w:r>
        <w:t>et nous repartions ensemble pour aller souper</w:t>
      </w:r>
      <w:r w:rsidR="00D37400">
        <w:t xml:space="preserve">. </w:t>
      </w:r>
      <w:r>
        <w:t>Je n</w:t>
      </w:r>
      <w:r w:rsidR="00D37400">
        <w:t>’</w:t>
      </w:r>
      <w:r>
        <w:t>ai jamais passé d</w:t>
      </w:r>
      <w:r w:rsidR="00D37400">
        <w:t>’</w:t>
      </w:r>
      <w:r>
        <w:t>heures plus douces dans ma vie que celles-là</w:t>
      </w:r>
      <w:r w:rsidR="00D37400">
        <w:t xml:space="preserve"> ; </w:t>
      </w:r>
      <w:r>
        <w:t>les larmes vie</w:t>
      </w:r>
      <w:r>
        <w:t>n</w:t>
      </w:r>
      <w:r>
        <w:t>nent de me monter aux yeux en vous les racontant</w:t>
      </w:r>
      <w:r w:rsidR="00D37400">
        <w:t>.</w:t>
      </w:r>
    </w:p>
    <w:p w14:paraId="4A0DDEF2" w14:textId="05848B15" w:rsidR="00D37400" w:rsidRDefault="00636A18">
      <w:r>
        <w:t>Ce qui me réjouissait aussi</w:t>
      </w:r>
      <w:r w:rsidR="00D37400">
        <w:t xml:space="preserve">, </w:t>
      </w:r>
      <w:proofErr w:type="gramStart"/>
      <w:r>
        <w:t>c</w:t>
      </w:r>
      <w:r w:rsidR="00D37400">
        <w:t>’</w:t>
      </w:r>
      <w:r>
        <w:t>était</w:t>
      </w:r>
      <w:proofErr w:type="gramEnd"/>
      <w:r>
        <w:t xml:space="preserve"> les dimanches</w:t>
      </w:r>
      <w:r w:rsidR="00D37400">
        <w:t xml:space="preserve">, </w:t>
      </w:r>
      <w:r>
        <w:t xml:space="preserve">où </w:t>
      </w:r>
      <w:r w:rsidR="00D37400">
        <w:t>M</w:t>
      </w:r>
      <w:r w:rsidR="00D37400" w:rsidRPr="00D37400">
        <w:rPr>
          <w:vertAlign w:val="superscript"/>
        </w:rPr>
        <w:t>me</w:t>
      </w:r>
      <w:r w:rsidR="00D37400">
        <w:t> </w:t>
      </w:r>
      <w:r>
        <w:t>Florentin me conduisait avec elle à la grand</w:t>
      </w:r>
      <w:r w:rsidR="00D37400">
        <w:t>’</w:t>
      </w:r>
      <w:r>
        <w:t>messe et aux vêpres</w:t>
      </w:r>
      <w:r w:rsidR="00D37400">
        <w:t xml:space="preserve"> ; </w:t>
      </w:r>
      <w:r>
        <w:t>car mes parents</w:t>
      </w:r>
      <w:r w:rsidR="00D37400">
        <w:t xml:space="preserve">, </w:t>
      </w:r>
      <w:r>
        <w:t>quoique luthériens</w:t>
      </w:r>
      <w:r w:rsidR="00D37400">
        <w:t xml:space="preserve">, </w:t>
      </w:r>
      <w:r>
        <w:t>estimaient que toutes les religions sont bonnes</w:t>
      </w:r>
      <w:r w:rsidR="00D37400">
        <w:t xml:space="preserve">, </w:t>
      </w:r>
      <w:r>
        <w:t>à la condition de ne pas gêner celles des autres</w:t>
      </w:r>
      <w:r w:rsidR="00D37400">
        <w:t xml:space="preserve">. </w:t>
      </w:r>
      <w:r>
        <w:t>Mon père n</w:t>
      </w:r>
      <w:r w:rsidR="00D37400">
        <w:t>’</w:t>
      </w:r>
      <w:r>
        <w:t>avait qu</w:t>
      </w:r>
      <w:r w:rsidR="00D37400">
        <w:t>’</w:t>
      </w:r>
      <w:r>
        <w:t xml:space="preserve">une sainte dans son </w:t>
      </w:r>
      <w:r>
        <w:lastRenderedPageBreak/>
        <w:t>c</w:t>
      </w:r>
      <w:r>
        <w:t>a</w:t>
      </w:r>
      <w:r>
        <w:t>lendrier</w:t>
      </w:r>
      <w:r w:rsidR="00D37400">
        <w:t xml:space="preserve">, </w:t>
      </w:r>
      <w:r>
        <w:t>c</w:t>
      </w:r>
      <w:r w:rsidR="00D37400">
        <w:t>’</w:t>
      </w:r>
      <w:r>
        <w:t>était sainte Tolérance</w:t>
      </w:r>
      <w:r w:rsidR="00D37400">
        <w:t xml:space="preserve">, </w:t>
      </w:r>
      <w:r>
        <w:t>comme il le disait quelquefois en riant</w:t>
      </w:r>
      <w:r w:rsidR="00D37400">
        <w:t xml:space="preserve">. </w:t>
      </w:r>
      <w:r>
        <w:t>Ma mère</w:t>
      </w:r>
      <w:r w:rsidR="00D37400">
        <w:t xml:space="preserve">, </w:t>
      </w:r>
      <w:r>
        <w:t>ayant une très belle voix</w:t>
      </w:r>
      <w:r w:rsidR="00D37400">
        <w:t xml:space="preserve">, </w:t>
      </w:r>
      <w:r>
        <w:t>se plaisait à chanter les louanges du Seigneur au temple</w:t>
      </w:r>
      <w:r w:rsidR="00D37400">
        <w:t xml:space="preserve">, </w:t>
      </w:r>
      <w:r>
        <w:t>parmi les autres fidèles</w:t>
      </w:r>
      <w:r w:rsidR="00D37400">
        <w:t xml:space="preserve">, </w:t>
      </w:r>
      <w:r>
        <w:t>lorsqu</w:t>
      </w:r>
      <w:r w:rsidR="00D37400">
        <w:t>’</w:t>
      </w:r>
      <w:r>
        <w:t>elle en avait le temps les dimanches</w:t>
      </w:r>
      <w:r w:rsidR="00D37400">
        <w:t xml:space="preserve">, </w:t>
      </w:r>
      <w:r>
        <w:t>et que notre bo</w:t>
      </w:r>
      <w:r>
        <w:t>u</w:t>
      </w:r>
      <w:r>
        <w:t>tique n</w:t>
      </w:r>
      <w:r w:rsidR="00D37400">
        <w:t>’</w:t>
      </w:r>
      <w:r>
        <w:t>était pas trop pleine de monde</w:t>
      </w:r>
      <w:r w:rsidR="00D37400">
        <w:t>.</w:t>
      </w:r>
    </w:p>
    <w:p w14:paraId="49551D94" w14:textId="35ED7F61" w:rsidR="00D37400" w:rsidRDefault="00636A18">
      <w:r>
        <w:t>On me laissait donc aller à la grand</w:t>
      </w:r>
      <w:r w:rsidR="00D37400">
        <w:t>’</w:t>
      </w:r>
      <w:r>
        <w:t>messe</w:t>
      </w:r>
      <w:r w:rsidR="00D37400">
        <w:t xml:space="preserve">, </w:t>
      </w:r>
      <w:r>
        <w:t>et la mère me donnait même un sou pour aller à l</w:t>
      </w:r>
      <w:r w:rsidR="00D37400">
        <w:t>’</w:t>
      </w:r>
      <w:r>
        <w:t>offrande</w:t>
      </w:r>
      <w:r w:rsidR="00D37400">
        <w:t xml:space="preserve"> ; </w:t>
      </w:r>
      <w:r>
        <w:t>rien ne me cha</w:t>
      </w:r>
      <w:r>
        <w:t>r</w:t>
      </w:r>
      <w:r>
        <w:t>mait plus que de sentir le petit plat d</w:t>
      </w:r>
      <w:r w:rsidR="00D37400">
        <w:t>’</w:t>
      </w:r>
      <w:r>
        <w:t xml:space="preserve">or de </w:t>
      </w:r>
      <w:r w:rsidR="00D37400">
        <w:t>M. </w:t>
      </w:r>
      <w:r>
        <w:t>le curé me passer sur la joue</w:t>
      </w:r>
      <w:r w:rsidR="00D37400">
        <w:t>.</w:t>
      </w:r>
    </w:p>
    <w:p w14:paraId="38D38895" w14:textId="29080CE2" w:rsidR="00D37400" w:rsidRDefault="00636A18">
      <w:r>
        <w:t>J</w:t>
      </w:r>
      <w:r w:rsidR="00D37400">
        <w:t>’</w:t>
      </w:r>
      <w:r>
        <w:t xml:space="preserve">étais assis auprès de </w:t>
      </w:r>
      <w:r w:rsidR="00D37400">
        <w:t>M</w:t>
      </w:r>
      <w:r w:rsidR="00D37400" w:rsidRPr="00D37400">
        <w:rPr>
          <w:vertAlign w:val="superscript"/>
        </w:rPr>
        <w:t>me</w:t>
      </w:r>
      <w:r w:rsidR="00D37400">
        <w:t> </w:t>
      </w:r>
      <w:r>
        <w:t>Florentin</w:t>
      </w:r>
      <w:r w:rsidR="00D37400">
        <w:t xml:space="preserve">, </w:t>
      </w:r>
      <w:r>
        <w:t>près du chœur</w:t>
      </w:r>
      <w:r w:rsidR="00D37400">
        <w:t xml:space="preserve">, </w:t>
      </w:r>
      <w:r>
        <w:t>dans mes plus beaux habits</w:t>
      </w:r>
      <w:r w:rsidR="00D37400">
        <w:t xml:space="preserve">. </w:t>
      </w:r>
      <w:r>
        <w:t>Les grands tableaux de sainteté</w:t>
      </w:r>
      <w:r w:rsidR="00D37400">
        <w:t xml:space="preserve">, </w:t>
      </w:r>
      <w:r>
        <w:t>l</w:t>
      </w:r>
      <w:r w:rsidR="00D37400">
        <w:t>’</w:t>
      </w:r>
      <w:r>
        <w:t>autel où montait l</w:t>
      </w:r>
      <w:r w:rsidR="00D37400">
        <w:t>’</w:t>
      </w:r>
      <w:r>
        <w:t>encens</w:t>
      </w:r>
      <w:r w:rsidR="00D37400">
        <w:t xml:space="preserve">, </w:t>
      </w:r>
      <w:r>
        <w:t>le chant des prêtres accompagné par les orgues</w:t>
      </w:r>
      <w:r w:rsidR="00D37400">
        <w:t xml:space="preserve">, </w:t>
      </w:r>
      <w:r>
        <w:t>les troupes en grande tenue</w:t>
      </w:r>
      <w:r w:rsidR="00D37400">
        <w:t xml:space="preserve">, </w:t>
      </w:r>
      <w:r>
        <w:t>alignées dans toutes les a</w:t>
      </w:r>
      <w:r>
        <w:t>l</w:t>
      </w:r>
      <w:r>
        <w:t>lées</w:t>
      </w:r>
      <w:r w:rsidR="00D37400">
        <w:t xml:space="preserve">, </w:t>
      </w:r>
      <w:r>
        <w:t>le frémissement des armes</w:t>
      </w:r>
      <w:r w:rsidR="00D37400">
        <w:t xml:space="preserve">, </w:t>
      </w:r>
      <w:r>
        <w:t>le commandement</w:t>
      </w:r>
      <w:r w:rsidR="00D37400">
        <w:t> : « </w:t>
      </w:r>
      <w:r>
        <w:t>Genou</w:t>
      </w:r>
      <w:r w:rsidR="00D37400">
        <w:t xml:space="preserve">, </w:t>
      </w:r>
      <w:r>
        <w:t>terre</w:t>
      </w:r>
      <w:r w:rsidR="00D37400">
        <w:t> ! »</w:t>
      </w:r>
      <w:r>
        <w:t xml:space="preserve"> au moment de l</w:t>
      </w:r>
      <w:r w:rsidR="00D37400">
        <w:t>’</w:t>
      </w:r>
      <w:r>
        <w:t>élévation</w:t>
      </w:r>
      <w:r w:rsidR="00D37400">
        <w:t xml:space="preserve">, </w:t>
      </w:r>
      <w:r>
        <w:t>et toutes ces baïonnettes i</w:t>
      </w:r>
      <w:r>
        <w:t>n</w:t>
      </w:r>
      <w:r>
        <w:t>clinées à la fois</w:t>
      </w:r>
      <w:r w:rsidR="00D37400">
        <w:t xml:space="preserve">, </w:t>
      </w:r>
      <w:r>
        <w:t>avaient quelque chose de solennel qui m</w:t>
      </w:r>
      <w:r w:rsidR="00D37400">
        <w:t>’</w:t>
      </w:r>
      <w:r>
        <w:t>émerveillait</w:t>
      </w:r>
      <w:r w:rsidR="00D37400">
        <w:t>.</w:t>
      </w:r>
    </w:p>
    <w:p w14:paraId="706D250A" w14:textId="0EE4B469" w:rsidR="00D37400" w:rsidRDefault="00636A18">
      <w:r>
        <w:t>La musique du 1</w:t>
      </w:r>
      <w:r w:rsidR="00D37400">
        <w:t>8</w:t>
      </w:r>
      <w:r w:rsidR="00D37400" w:rsidRPr="00D37400">
        <w:rPr>
          <w:vertAlign w:val="superscript"/>
        </w:rPr>
        <w:t>e</w:t>
      </w:r>
      <w:r>
        <w:t xml:space="preserve"> jouait dans les hautes galeries</w:t>
      </w:r>
      <w:r w:rsidR="00D37400">
        <w:t xml:space="preserve">. – </w:t>
      </w:r>
      <w:r>
        <w:t>Tout cet éclat me plaisait</w:t>
      </w:r>
      <w:r w:rsidR="00D37400">
        <w:t xml:space="preserve"> ; </w:t>
      </w:r>
      <w:r>
        <w:t xml:space="preserve">et </w:t>
      </w:r>
      <w:r w:rsidR="00D37400">
        <w:t>M</w:t>
      </w:r>
      <w:r w:rsidR="00D37400" w:rsidRPr="00D37400">
        <w:rPr>
          <w:vertAlign w:val="superscript"/>
        </w:rPr>
        <w:t>me</w:t>
      </w:r>
      <w:r w:rsidR="00D37400">
        <w:t> </w:t>
      </w:r>
      <w:r>
        <w:t>Florentin</w:t>
      </w:r>
      <w:r w:rsidR="00D37400">
        <w:t xml:space="preserve">, </w:t>
      </w:r>
      <w:r>
        <w:t>qui me disait de temps en temps à l</w:t>
      </w:r>
      <w:r w:rsidR="00D37400">
        <w:t>’</w:t>
      </w:r>
      <w:r>
        <w:t>oreille</w:t>
      </w:r>
      <w:r w:rsidR="00D37400">
        <w:t> : « </w:t>
      </w:r>
      <w:r>
        <w:t>Prie donc</w:t>
      </w:r>
      <w:r w:rsidR="00D37400">
        <w:t xml:space="preserve">, </w:t>
      </w:r>
      <w:r>
        <w:t>Lucien</w:t>
      </w:r>
      <w:r w:rsidR="00D37400">
        <w:t xml:space="preserve">, </w:t>
      </w:r>
      <w:r>
        <w:t>prie donc</w:t>
      </w:r>
      <w:r w:rsidR="00D37400">
        <w:t> ! »</w:t>
      </w:r>
      <w:r>
        <w:t xml:space="preserve"> me faisait agiter les lèvres</w:t>
      </w:r>
      <w:r w:rsidR="00D37400">
        <w:t xml:space="preserve">, </w:t>
      </w:r>
      <w:r>
        <w:t>perdu dans je ne sais quelle rêverie</w:t>
      </w:r>
      <w:r w:rsidR="00D37400">
        <w:t xml:space="preserve">, </w:t>
      </w:r>
      <w:r>
        <w:t>et les yeux tout grands ouverts</w:t>
      </w:r>
      <w:r w:rsidR="00D37400">
        <w:t>.</w:t>
      </w:r>
    </w:p>
    <w:p w14:paraId="0A84DC8C" w14:textId="77777777" w:rsidR="00D37400" w:rsidRDefault="00636A18">
      <w:r>
        <w:t>Rien de ce que j</w:t>
      </w:r>
      <w:r w:rsidR="00D37400">
        <w:t>’</w:t>
      </w:r>
      <w:r>
        <w:t>ai vu depuis ne m</w:t>
      </w:r>
      <w:r w:rsidR="00D37400">
        <w:t>’</w:t>
      </w:r>
      <w:r>
        <w:t>a produit autant d</w:t>
      </w:r>
      <w:r w:rsidR="00D37400">
        <w:t>’</w:t>
      </w:r>
      <w:r>
        <w:t>effet que cette cérémonie vraiment grandiose</w:t>
      </w:r>
      <w:r w:rsidR="00D37400">
        <w:t xml:space="preserve">, </w:t>
      </w:r>
      <w:r>
        <w:t>avec tous ses reflets d</w:t>
      </w:r>
      <w:r w:rsidR="00D37400">
        <w:t>’</w:t>
      </w:r>
      <w:r>
        <w:t>or</w:t>
      </w:r>
      <w:r w:rsidR="00D37400">
        <w:t xml:space="preserve">, </w:t>
      </w:r>
      <w:r>
        <w:t>de cierges</w:t>
      </w:r>
      <w:r w:rsidR="00D37400">
        <w:t xml:space="preserve">, </w:t>
      </w:r>
      <w:r>
        <w:t>ses chants</w:t>
      </w:r>
      <w:r w:rsidR="00D37400">
        <w:t xml:space="preserve">, </w:t>
      </w:r>
      <w:r>
        <w:t>ses murmures indéfinissables bou</w:t>
      </w:r>
      <w:r>
        <w:t>r</w:t>
      </w:r>
      <w:r>
        <w:t>donnant sous les voûtes de l</w:t>
      </w:r>
      <w:r w:rsidR="00D37400">
        <w:t>’</w:t>
      </w:r>
      <w:r>
        <w:t>antique église</w:t>
      </w:r>
      <w:r w:rsidR="00D37400">
        <w:t>.</w:t>
      </w:r>
    </w:p>
    <w:p w14:paraId="711D9B79" w14:textId="2825C432" w:rsidR="00D37400" w:rsidRDefault="00636A18">
      <w:r>
        <w:t xml:space="preserve">Aussi </w:t>
      </w:r>
      <w:r w:rsidR="00D37400">
        <w:t>M</w:t>
      </w:r>
      <w:r w:rsidR="00D37400" w:rsidRPr="00D37400">
        <w:rPr>
          <w:vertAlign w:val="superscript"/>
        </w:rPr>
        <w:t>me</w:t>
      </w:r>
      <w:r w:rsidR="00D37400">
        <w:t> </w:t>
      </w:r>
      <w:r>
        <w:t>Françoise était-elle contente de moi et me disait-elle en sortant</w:t>
      </w:r>
      <w:r w:rsidR="00D37400">
        <w:t> :</w:t>
      </w:r>
    </w:p>
    <w:p w14:paraId="4BC40DC0" w14:textId="260D8E6C" w:rsidR="00636A18" w:rsidRDefault="00D37400">
      <w:pPr>
        <w:rPr>
          <w:szCs w:val="36"/>
        </w:rPr>
      </w:pPr>
      <w:r>
        <w:t>« </w:t>
      </w:r>
      <w:r w:rsidR="00636A18">
        <w:t>C</w:t>
      </w:r>
      <w:r>
        <w:t>’</w:t>
      </w:r>
      <w:r w:rsidR="00636A18">
        <w:t>est bien</w:t>
      </w:r>
      <w:r>
        <w:t xml:space="preserve">, </w:t>
      </w:r>
      <w:r w:rsidR="00636A18">
        <w:t>Lucien</w:t>
      </w:r>
      <w:r>
        <w:t xml:space="preserve">, </w:t>
      </w:r>
      <w:r w:rsidR="00636A18">
        <w:t>tu as été gentil</w:t>
      </w:r>
      <w:r>
        <w:t xml:space="preserve">, </w:t>
      </w:r>
      <w:r w:rsidR="00636A18">
        <w:t>c</w:t>
      </w:r>
      <w:r>
        <w:t>’</w:t>
      </w:r>
      <w:r w:rsidR="00636A18">
        <w:t>est très bien</w:t>
      </w:r>
      <w:r>
        <w:t>. »</w:t>
      </w:r>
    </w:p>
    <w:p w14:paraId="65809F30" w14:textId="77777777" w:rsidR="00D37400" w:rsidRDefault="00636A18">
      <w:r>
        <w:lastRenderedPageBreak/>
        <w:t>Alors commençait la revue sur la place d</w:t>
      </w:r>
      <w:r w:rsidR="00D37400">
        <w:t>’</w:t>
      </w:r>
      <w:r>
        <w:t>Armes</w:t>
      </w:r>
      <w:r w:rsidR="00D37400">
        <w:t xml:space="preserve">, </w:t>
      </w:r>
      <w:r>
        <w:t>en face de l</w:t>
      </w:r>
      <w:r w:rsidR="00D37400">
        <w:t>’</w:t>
      </w:r>
      <w:r>
        <w:t>église</w:t>
      </w:r>
      <w:r w:rsidR="00D37400">
        <w:t xml:space="preserve"> ; </w:t>
      </w:r>
      <w:r>
        <w:t>tout le régiment</w:t>
      </w:r>
      <w:r w:rsidR="00D37400">
        <w:t xml:space="preserve">, </w:t>
      </w:r>
      <w:r>
        <w:t>en pantalons blancs et grands plumets rouges</w:t>
      </w:r>
      <w:r w:rsidR="00D37400">
        <w:t xml:space="preserve">, </w:t>
      </w:r>
      <w:r>
        <w:t>les voltigeurs à collets et parements jaunes</w:t>
      </w:r>
      <w:r w:rsidR="00D37400">
        <w:t xml:space="preserve">, </w:t>
      </w:r>
      <w:r>
        <w:t>al</w:t>
      </w:r>
      <w:r>
        <w:t>i</w:t>
      </w:r>
      <w:r>
        <w:t>gnés sur les quatre côtés de la place</w:t>
      </w:r>
      <w:r w:rsidR="00D37400">
        <w:t xml:space="preserve">, </w:t>
      </w:r>
      <w:r>
        <w:t>faisaient l</w:t>
      </w:r>
      <w:r w:rsidR="00D37400">
        <w:t>’</w:t>
      </w:r>
      <w:r>
        <w:t>exercice e</w:t>
      </w:r>
      <w:r>
        <w:t>n</w:t>
      </w:r>
      <w:r>
        <w:t>semble avant le défilé</w:t>
      </w:r>
      <w:r w:rsidR="00D37400">
        <w:t xml:space="preserve">. </w:t>
      </w:r>
      <w:r>
        <w:t>Les grandes voix traînantes du colonel</w:t>
      </w:r>
      <w:r w:rsidR="00D37400">
        <w:t xml:space="preserve">, </w:t>
      </w:r>
      <w:r>
        <w:t>des comma</w:t>
      </w:r>
      <w:r>
        <w:t>n</w:t>
      </w:r>
      <w:r>
        <w:t>dants</w:t>
      </w:r>
      <w:r w:rsidR="00D37400">
        <w:t xml:space="preserve">, </w:t>
      </w:r>
      <w:r>
        <w:t>des capitaines</w:t>
      </w:r>
      <w:r w:rsidR="00D37400">
        <w:t xml:space="preserve">, </w:t>
      </w:r>
      <w:r>
        <w:t>se répondant l</w:t>
      </w:r>
      <w:r w:rsidR="00D37400">
        <w:t>’</w:t>
      </w:r>
      <w:r>
        <w:t>une à l</w:t>
      </w:r>
      <w:r w:rsidR="00D37400">
        <w:t>’</w:t>
      </w:r>
      <w:r>
        <w:t>autre</w:t>
      </w:r>
      <w:r w:rsidR="00D37400">
        <w:t xml:space="preserve">, </w:t>
      </w:r>
      <w:r>
        <w:t>et prolongées dans les échos de remparts</w:t>
      </w:r>
      <w:r w:rsidR="00D37400">
        <w:t> : « </w:t>
      </w:r>
      <w:r>
        <w:t>Portez armes</w:t>
      </w:r>
      <w:r w:rsidR="00D37400">
        <w:t xml:space="preserve"> ! – </w:t>
      </w:r>
      <w:r>
        <w:t>Présentez armes</w:t>
      </w:r>
      <w:r w:rsidR="00D37400">
        <w:t xml:space="preserve"> ! – </w:t>
      </w:r>
      <w:r>
        <w:t>Reposez armes</w:t>
      </w:r>
      <w:r w:rsidR="00D37400">
        <w:t> ! »</w:t>
      </w:r>
      <w:r>
        <w:t xml:space="preserve"> les chevaux des supérieurs carac</w:t>
      </w:r>
      <w:r>
        <w:t>o</w:t>
      </w:r>
      <w:r>
        <w:t>lant dans le carré</w:t>
      </w:r>
      <w:r w:rsidR="00D37400">
        <w:t xml:space="preserve">, </w:t>
      </w:r>
      <w:r>
        <w:t>la foule regardant penchée aux fenêtres</w:t>
      </w:r>
      <w:r w:rsidR="00D37400">
        <w:t xml:space="preserve"> ; </w:t>
      </w:r>
      <w:r>
        <w:t>toutes ces crosses de fusil touchant la terre à la fois</w:t>
      </w:r>
      <w:r w:rsidR="00D37400">
        <w:t xml:space="preserve"> ; </w:t>
      </w:r>
      <w:r>
        <w:t>le beau s</w:t>
      </w:r>
      <w:r>
        <w:t>o</w:t>
      </w:r>
      <w:r>
        <w:t>leil</w:t>
      </w:r>
      <w:r w:rsidR="00D37400">
        <w:t xml:space="preserve">, </w:t>
      </w:r>
      <w:r>
        <w:t>les cigognes du clocher planant sur le tumulte</w:t>
      </w:r>
      <w:r w:rsidR="00D37400">
        <w:t xml:space="preserve">, </w:t>
      </w:r>
      <w:r>
        <w:t>tout ce spe</w:t>
      </w:r>
      <w:r>
        <w:t>c</w:t>
      </w:r>
      <w:r>
        <w:t>tacle me ravissait en extase</w:t>
      </w:r>
      <w:r w:rsidR="00D37400">
        <w:t>.</w:t>
      </w:r>
    </w:p>
    <w:p w14:paraId="36C84448" w14:textId="1891DCBF" w:rsidR="00D37400" w:rsidRDefault="00636A18">
      <w:r>
        <w:t xml:space="preserve">Et comme </w:t>
      </w:r>
      <w:r w:rsidR="00D37400">
        <w:t>M</w:t>
      </w:r>
      <w:r w:rsidR="00D37400" w:rsidRPr="00D37400">
        <w:rPr>
          <w:vertAlign w:val="superscript"/>
        </w:rPr>
        <w:t>me</w:t>
      </w:r>
      <w:r w:rsidR="00D37400">
        <w:t> </w:t>
      </w:r>
      <w:r>
        <w:t>Florentin se dépêchait d</w:t>
      </w:r>
      <w:r w:rsidR="00D37400">
        <w:t>’</w:t>
      </w:r>
      <w:r>
        <w:t>aller préparer notre dîner</w:t>
      </w:r>
      <w:r w:rsidR="00D37400">
        <w:t xml:space="preserve">, </w:t>
      </w:r>
      <w:r>
        <w:t>je courais rejoindre mon ami</w:t>
      </w:r>
      <w:r w:rsidR="00D37400">
        <w:t xml:space="preserve">, </w:t>
      </w:r>
      <w:r>
        <w:t>toujours sur la place à cette heure</w:t>
      </w:r>
      <w:r w:rsidR="00D37400">
        <w:t xml:space="preserve">, </w:t>
      </w:r>
      <w:r>
        <w:t>derrière les rangs</w:t>
      </w:r>
      <w:r w:rsidR="00D37400">
        <w:t xml:space="preserve">, </w:t>
      </w:r>
      <w:r>
        <w:t>sous les vieux ormes</w:t>
      </w:r>
      <w:r w:rsidR="00D37400">
        <w:t xml:space="preserve">, </w:t>
      </w:r>
      <w:r>
        <w:t>en co</w:t>
      </w:r>
      <w:r>
        <w:t>m</w:t>
      </w:r>
      <w:r>
        <w:t>pagnie des anciens braves</w:t>
      </w:r>
      <w:r w:rsidR="00D37400">
        <w:t xml:space="preserve">, </w:t>
      </w:r>
      <w:r>
        <w:t>observant les mouvements d</w:t>
      </w:r>
      <w:r w:rsidR="00D37400">
        <w:t>’</w:t>
      </w:r>
      <w:r>
        <w:t>un œil grave</w:t>
      </w:r>
      <w:r w:rsidR="00D37400">
        <w:t xml:space="preserve">, </w:t>
      </w:r>
      <w:r>
        <w:t>les lèvres serrées</w:t>
      </w:r>
      <w:r w:rsidR="00D37400">
        <w:t xml:space="preserve">, </w:t>
      </w:r>
      <w:r>
        <w:t>les sourcils froncés</w:t>
      </w:r>
      <w:r w:rsidR="00D37400">
        <w:t xml:space="preserve">, </w:t>
      </w:r>
      <w:r>
        <w:t>tout en se prom</w:t>
      </w:r>
      <w:r>
        <w:t>e</w:t>
      </w:r>
      <w:r>
        <w:t>nant de long en large</w:t>
      </w:r>
      <w:r w:rsidR="00D37400">
        <w:t>.</w:t>
      </w:r>
    </w:p>
    <w:p w14:paraId="0B33A86E" w14:textId="77777777" w:rsidR="00D37400" w:rsidRDefault="00636A18">
      <w:r>
        <w:t>Ils n</w:t>
      </w:r>
      <w:r w:rsidR="00D37400">
        <w:t>’</w:t>
      </w:r>
      <w:r>
        <w:t>avaient plus rien à dire</w:t>
      </w:r>
      <w:r w:rsidR="00D37400">
        <w:t xml:space="preserve">, </w:t>
      </w:r>
      <w:r>
        <w:t>et cela les ennuyait visibl</w:t>
      </w:r>
      <w:r>
        <w:t>e</w:t>
      </w:r>
      <w:r>
        <w:t>ment</w:t>
      </w:r>
      <w:r w:rsidR="00D37400">
        <w:t xml:space="preserve">, </w:t>
      </w:r>
      <w:r>
        <w:t>car ils auraient voulu se mêler de l</w:t>
      </w:r>
      <w:r w:rsidR="00D37400">
        <w:t>’</w:t>
      </w:r>
      <w:r>
        <w:t>affaire</w:t>
      </w:r>
      <w:r w:rsidR="00D37400">
        <w:t xml:space="preserve">. </w:t>
      </w:r>
      <w:r>
        <w:t>Ils étaient comme les vieux chevaux de labour</w:t>
      </w:r>
      <w:r w:rsidR="00D37400">
        <w:t xml:space="preserve">, </w:t>
      </w:r>
      <w:r>
        <w:t>autrefois dans la cavalerie</w:t>
      </w:r>
      <w:r w:rsidR="00D37400">
        <w:t xml:space="preserve">, </w:t>
      </w:r>
      <w:r>
        <w:t>se dressant fièrement à la charrue et hennissant encore tout bas au son de la trompette qui passe</w:t>
      </w:r>
      <w:r w:rsidR="00D37400">
        <w:t>.</w:t>
      </w:r>
    </w:p>
    <w:p w14:paraId="0F3D4164" w14:textId="77777777" w:rsidR="00D37400" w:rsidRDefault="00636A18">
      <w:r>
        <w:t>Voilà l</w:t>
      </w:r>
      <w:r w:rsidR="00D37400">
        <w:t>’</w:t>
      </w:r>
      <w:r>
        <w:t>existence de ce monde</w:t>
      </w:r>
      <w:r w:rsidR="00D37400">
        <w:t> !</w:t>
      </w:r>
    </w:p>
    <w:p w14:paraId="3F29ADEE" w14:textId="6FD74E24" w:rsidR="00D37400" w:rsidRDefault="00636A18">
      <w:r>
        <w:t>Là</w:t>
      </w:r>
      <w:r w:rsidR="00D37400">
        <w:t xml:space="preserve">, </w:t>
      </w:r>
      <w:r>
        <w:t xml:space="preserve">se trouvaient </w:t>
      </w:r>
      <w:r w:rsidR="00D37400">
        <w:t>M. </w:t>
      </w:r>
      <w:proofErr w:type="spellStart"/>
      <w:r>
        <w:t>Michelair</w:t>
      </w:r>
      <w:proofErr w:type="spellEnd"/>
      <w:r w:rsidR="00D37400">
        <w:t xml:space="preserve">, </w:t>
      </w:r>
      <w:r>
        <w:t>ancien commandant de la vieille garde</w:t>
      </w:r>
      <w:r w:rsidR="00D37400">
        <w:t xml:space="preserve"> ; </w:t>
      </w:r>
      <w:r>
        <w:t>Metzinger</w:t>
      </w:r>
      <w:r w:rsidR="00D37400">
        <w:t xml:space="preserve">, </w:t>
      </w:r>
      <w:r>
        <w:t>colonel d</w:t>
      </w:r>
      <w:r w:rsidR="00D37400">
        <w:t>’</w:t>
      </w:r>
      <w:r>
        <w:t>artillerie</w:t>
      </w:r>
      <w:r w:rsidR="00D37400">
        <w:t xml:space="preserve"> ; </w:t>
      </w:r>
      <w:r>
        <w:t>le gros-major Boyer</w:t>
      </w:r>
      <w:r w:rsidR="00D37400">
        <w:t xml:space="preserve">, </w:t>
      </w:r>
      <w:r>
        <w:t>nommé baron par l</w:t>
      </w:r>
      <w:r w:rsidR="00D37400">
        <w:t>’</w:t>
      </w:r>
      <w:r>
        <w:t>empereur sur le champ de b</w:t>
      </w:r>
      <w:r>
        <w:t>a</w:t>
      </w:r>
      <w:r>
        <w:t>taille de Ligny</w:t>
      </w:r>
      <w:r w:rsidR="00D37400">
        <w:t xml:space="preserve"> ; </w:t>
      </w:r>
      <w:r>
        <w:t>les capitaines Vidal</w:t>
      </w:r>
      <w:r w:rsidR="00D37400">
        <w:t xml:space="preserve">, </w:t>
      </w:r>
      <w:r>
        <w:t>Desjardins</w:t>
      </w:r>
      <w:r w:rsidR="00D37400">
        <w:t xml:space="preserve">, </w:t>
      </w:r>
      <w:r>
        <w:t>Richard</w:t>
      </w:r>
      <w:r w:rsidR="00D37400">
        <w:t xml:space="preserve">, </w:t>
      </w:r>
      <w:r>
        <w:t>Florentin</w:t>
      </w:r>
      <w:r w:rsidR="00D37400">
        <w:t xml:space="preserve">, </w:t>
      </w:r>
      <w:r>
        <w:t>et cinquante autres</w:t>
      </w:r>
      <w:r w:rsidR="00D37400">
        <w:t xml:space="preserve">, </w:t>
      </w:r>
      <w:r>
        <w:t>appuyés sur leur canne</w:t>
      </w:r>
      <w:r w:rsidR="00D37400">
        <w:t xml:space="preserve">, </w:t>
      </w:r>
      <w:r>
        <w:t>allant</w:t>
      </w:r>
      <w:r w:rsidR="00D37400">
        <w:t xml:space="preserve">, </w:t>
      </w:r>
      <w:r>
        <w:t>venant</w:t>
      </w:r>
      <w:r w:rsidR="00D37400">
        <w:t xml:space="preserve">, </w:t>
      </w:r>
      <w:r>
        <w:t>gest</w:t>
      </w:r>
      <w:r>
        <w:t>i</w:t>
      </w:r>
      <w:r>
        <w:t>culant</w:t>
      </w:r>
      <w:r w:rsidR="00D37400">
        <w:t xml:space="preserve">, </w:t>
      </w:r>
      <w:r>
        <w:t>se racontant leurs marches et leurs contre-marches</w:t>
      </w:r>
      <w:r w:rsidR="00D37400">
        <w:t xml:space="preserve">, </w:t>
      </w:r>
      <w:r>
        <w:t>leurs rencontres</w:t>
      </w:r>
      <w:r w:rsidR="00D37400">
        <w:t xml:space="preserve">, </w:t>
      </w:r>
      <w:r>
        <w:t xml:space="preserve">leurs combats de Madrid au </w:t>
      </w:r>
      <w:r>
        <w:lastRenderedPageBreak/>
        <w:t>Kremlin</w:t>
      </w:r>
      <w:r w:rsidR="00D37400">
        <w:t xml:space="preserve"> ; </w:t>
      </w:r>
      <w:r>
        <w:t>puis s</w:t>
      </w:r>
      <w:r w:rsidR="00D37400">
        <w:t>’</w:t>
      </w:r>
      <w:r>
        <w:t>arrêtant de temps en temps ensemble</w:t>
      </w:r>
      <w:r w:rsidR="00D37400">
        <w:t xml:space="preserve">, </w:t>
      </w:r>
      <w:r>
        <w:t>au bruit des armes</w:t>
      </w:r>
      <w:r w:rsidR="00D37400">
        <w:t xml:space="preserve">, </w:t>
      </w:r>
      <w:r>
        <w:t>r</w:t>
      </w:r>
      <w:r>
        <w:t>e</w:t>
      </w:r>
      <w:r>
        <w:t>gardant d</w:t>
      </w:r>
      <w:r w:rsidR="00D37400">
        <w:t>’</w:t>
      </w:r>
      <w:r>
        <w:t>un air d</w:t>
      </w:r>
      <w:r w:rsidR="00D37400">
        <w:t>’</w:t>
      </w:r>
      <w:r>
        <w:t>indifférence</w:t>
      </w:r>
      <w:r w:rsidR="00D37400">
        <w:t xml:space="preserve">, </w:t>
      </w:r>
      <w:r>
        <w:t>sans se permettre la moindre critique</w:t>
      </w:r>
      <w:r w:rsidR="00D37400">
        <w:t xml:space="preserve">, </w:t>
      </w:r>
      <w:r>
        <w:t>car ils avaient le respect de l</w:t>
      </w:r>
      <w:r w:rsidR="00D37400">
        <w:t>’</w:t>
      </w:r>
      <w:r>
        <w:t>armée et n</w:t>
      </w:r>
      <w:r w:rsidR="00D37400">
        <w:t>’</w:t>
      </w:r>
      <w:r>
        <w:t>auraient pas souffert autrefois la plus petite observation des pékins</w:t>
      </w:r>
      <w:r w:rsidR="00D37400">
        <w:t>.</w:t>
      </w:r>
    </w:p>
    <w:p w14:paraId="1FBC3965" w14:textId="77777777" w:rsidR="00D37400" w:rsidRDefault="00636A18">
      <w:r>
        <w:t>Or</w:t>
      </w:r>
      <w:r w:rsidR="00D37400">
        <w:t xml:space="preserve">, </w:t>
      </w:r>
      <w:r>
        <w:t>les pauvres vieux n</w:t>
      </w:r>
      <w:r w:rsidR="00D37400">
        <w:t>’</w:t>
      </w:r>
      <w:r>
        <w:t>étaient plus que des pékins</w:t>
      </w:r>
      <w:r w:rsidR="00D37400">
        <w:t xml:space="preserve">, </w:t>
      </w:r>
      <w:r>
        <w:t>ce qui ne les empêchait pas d</w:t>
      </w:r>
      <w:r w:rsidR="00D37400">
        <w:t>’</w:t>
      </w:r>
      <w:r>
        <w:t>avoir encore toutes les susceptibilités de l</w:t>
      </w:r>
      <w:r w:rsidR="00D37400">
        <w:t>’</w:t>
      </w:r>
      <w:r>
        <w:t>honneur militaire</w:t>
      </w:r>
      <w:r w:rsidR="00D37400">
        <w:t xml:space="preserve"> ; </w:t>
      </w:r>
      <w:r>
        <w:t>ils se parlaient toujours avec la plus grande politesse</w:t>
      </w:r>
      <w:r w:rsidR="00D37400">
        <w:t xml:space="preserve">, </w:t>
      </w:r>
      <w:r>
        <w:t>sachant qu</w:t>
      </w:r>
      <w:r w:rsidR="00D37400">
        <w:t>’</w:t>
      </w:r>
      <w:r>
        <w:t>entre hommes de guerre</w:t>
      </w:r>
      <w:r w:rsidR="00D37400">
        <w:t xml:space="preserve">, </w:t>
      </w:r>
      <w:r>
        <w:t>même l</w:t>
      </w:r>
      <w:r w:rsidR="00D37400">
        <w:t>’</w:t>
      </w:r>
      <w:r>
        <w:t>oreille fendue</w:t>
      </w:r>
      <w:r w:rsidR="00D37400">
        <w:t xml:space="preserve">, </w:t>
      </w:r>
      <w:r>
        <w:t>le moindre mot déplacé peut avoir de graves cons</w:t>
      </w:r>
      <w:r>
        <w:t>é</w:t>
      </w:r>
      <w:r>
        <w:t>quences et valoir quelquefois un coup d</w:t>
      </w:r>
      <w:r w:rsidR="00D37400">
        <w:t>’</w:t>
      </w:r>
      <w:r>
        <w:t>épée</w:t>
      </w:r>
      <w:r w:rsidR="00D37400">
        <w:t>.</w:t>
      </w:r>
    </w:p>
    <w:p w14:paraId="018377C0" w14:textId="77777777" w:rsidR="00D37400" w:rsidRDefault="00636A18">
      <w:r>
        <w:t>C</w:t>
      </w:r>
      <w:r w:rsidR="00D37400">
        <w:t>’</w:t>
      </w:r>
      <w:r>
        <w:t>est ce que j</w:t>
      </w:r>
      <w:r w:rsidR="00D37400">
        <w:t>’</w:t>
      </w:r>
      <w:r>
        <w:t>ai compris plus tard</w:t>
      </w:r>
      <w:r w:rsidR="00D37400">
        <w:t>.</w:t>
      </w:r>
    </w:p>
    <w:p w14:paraId="27279E27" w14:textId="77777777" w:rsidR="00D37400" w:rsidRDefault="00636A18">
      <w:r>
        <w:t>Alors</w:t>
      </w:r>
      <w:r w:rsidR="00D37400">
        <w:t xml:space="preserve">, </w:t>
      </w:r>
      <w:r>
        <w:t>suspendu à la main de mon ami Sébastien</w:t>
      </w:r>
      <w:r w:rsidR="00D37400">
        <w:t xml:space="preserve">, </w:t>
      </w:r>
      <w:r>
        <w:t>j</w:t>
      </w:r>
      <w:r w:rsidR="00D37400">
        <w:t>’</w:t>
      </w:r>
      <w:r>
        <w:t>écoutais les histoires de batailles</w:t>
      </w:r>
      <w:r w:rsidR="00D37400">
        <w:t xml:space="preserve">, </w:t>
      </w:r>
      <w:r>
        <w:t>ne rêvant déjà que plaies et bosses</w:t>
      </w:r>
      <w:r w:rsidR="00D37400">
        <w:t>.</w:t>
      </w:r>
    </w:p>
    <w:p w14:paraId="1579982F" w14:textId="55DBC9B7" w:rsidR="00D37400" w:rsidRDefault="00636A18">
      <w:r>
        <w:t>Près de moi courait Justine</w:t>
      </w:r>
      <w:r w:rsidR="00D37400">
        <w:t xml:space="preserve">, </w:t>
      </w:r>
      <w:r>
        <w:t>la fille du capitaine adjudant-major Vidal</w:t>
      </w:r>
      <w:r w:rsidR="00D37400">
        <w:t xml:space="preserve">, </w:t>
      </w:r>
      <w:r>
        <w:t>mon amie</w:t>
      </w:r>
      <w:r w:rsidR="00D37400">
        <w:t xml:space="preserve">. </w:t>
      </w:r>
      <w:r>
        <w:t>C</w:t>
      </w:r>
      <w:r w:rsidR="00D37400">
        <w:t>’</w:t>
      </w:r>
      <w:r>
        <w:t>était un petit être vif</w:t>
      </w:r>
      <w:r w:rsidR="00D37400">
        <w:t xml:space="preserve">, </w:t>
      </w:r>
      <w:r>
        <w:t>espiègle</w:t>
      </w:r>
      <w:r w:rsidR="00D37400">
        <w:t xml:space="preserve">, </w:t>
      </w:r>
      <w:r>
        <w:t>un peu pâle</w:t>
      </w:r>
      <w:r w:rsidR="00D37400">
        <w:t xml:space="preserve">, </w:t>
      </w:r>
      <w:r>
        <w:t>avec de grands yeux bleus et les cheveux blond cendré</w:t>
      </w:r>
      <w:r w:rsidR="00D37400">
        <w:t xml:space="preserve">, </w:t>
      </w:r>
      <w:r>
        <w:t>la petite-fille de notre voisin le boulanger Weiss</w:t>
      </w:r>
      <w:r w:rsidR="00D37400">
        <w:t xml:space="preserve">, </w:t>
      </w:r>
      <w:r>
        <w:t xml:space="preserve">car le capitaine Vidal avait épousé </w:t>
      </w:r>
      <w:r w:rsidR="00D37400">
        <w:t>M</w:t>
      </w:r>
      <w:r w:rsidR="00D37400" w:rsidRPr="00D37400">
        <w:rPr>
          <w:vertAlign w:val="superscript"/>
        </w:rPr>
        <w:t>lle</w:t>
      </w:r>
      <w:r w:rsidR="00D37400">
        <w:t> </w:t>
      </w:r>
      <w:r>
        <w:t>Nicole</w:t>
      </w:r>
      <w:r w:rsidR="00D37400">
        <w:t xml:space="preserve">, </w:t>
      </w:r>
      <w:r>
        <w:t>sa fille</w:t>
      </w:r>
      <w:r w:rsidR="00D37400">
        <w:t xml:space="preserve"> ; </w:t>
      </w:r>
      <w:r>
        <w:t>et la bonne Cocole</w:t>
      </w:r>
      <w:r w:rsidR="00D37400">
        <w:t xml:space="preserve">, – </w:t>
      </w:r>
      <w:r>
        <w:t>comme on l</w:t>
      </w:r>
      <w:r w:rsidR="00D37400">
        <w:t>’</w:t>
      </w:r>
      <w:r>
        <w:t>appelait familièrement</w:t>
      </w:r>
      <w:r w:rsidR="00D37400">
        <w:t xml:space="preserve">, – </w:t>
      </w:r>
      <w:r>
        <w:t>venait voir encore so</w:t>
      </w:r>
      <w:r>
        <w:t>u</w:t>
      </w:r>
      <w:r>
        <w:t>vent ma mère</w:t>
      </w:r>
      <w:r w:rsidR="00D37400">
        <w:t xml:space="preserve">, </w:t>
      </w:r>
      <w:r>
        <w:t>sa petite Justine sur le bras</w:t>
      </w:r>
      <w:r w:rsidR="00D37400">
        <w:t>.</w:t>
      </w:r>
    </w:p>
    <w:p w14:paraId="6AB09FB1" w14:textId="77777777" w:rsidR="00D37400" w:rsidRDefault="00636A18">
      <w:r>
        <w:t>Justine et moi</w:t>
      </w:r>
      <w:r w:rsidR="00D37400">
        <w:t xml:space="preserve">, </w:t>
      </w:r>
      <w:r>
        <w:t>nous nous étions promis cent fois de nous marier ensemble</w:t>
      </w:r>
      <w:r w:rsidR="00D37400">
        <w:t xml:space="preserve">, </w:t>
      </w:r>
      <w:r>
        <w:t>ce qui faisait rire les bonnes gens</w:t>
      </w:r>
      <w:r w:rsidR="00D37400">
        <w:t>.</w:t>
      </w:r>
    </w:p>
    <w:p w14:paraId="1FBABF32" w14:textId="77777777" w:rsidR="00D37400" w:rsidRDefault="00636A18">
      <w:r>
        <w:t>En l</w:t>
      </w:r>
      <w:r w:rsidR="00D37400">
        <w:t>’</w:t>
      </w:r>
      <w:r>
        <w:t>absence du capitaine Vidal</w:t>
      </w:r>
      <w:r w:rsidR="00D37400">
        <w:t xml:space="preserve">, </w:t>
      </w:r>
      <w:r>
        <w:t>nous remplissions la ma</w:t>
      </w:r>
      <w:r>
        <w:t>i</w:t>
      </w:r>
      <w:r>
        <w:t>son de tapage</w:t>
      </w:r>
      <w:r w:rsidR="00D37400">
        <w:t xml:space="preserve"> ; </w:t>
      </w:r>
      <w:r>
        <w:t>Justine avait beaucoup de jouets</w:t>
      </w:r>
      <w:r w:rsidR="00D37400">
        <w:t xml:space="preserve"> : </w:t>
      </w:r>
      <w:r>
        <w:t>de petites vo</w:t>
      </w:r>
      <w:r>
        <w:t>i</w:t>
      </w:r>
      <w:r>
        <w:t>tures</w:t>
      </w:r>
      <w:r w:rsidR="00D37400">
        <w:t xml:space="preserve">, </w:t>
      </w:r>
      <w:r>
        <w:t>des poupées</w:t>
      </w:r>
      <w:r w:rsidR="00D37400">
        <w:t xml:space="preserve">, </w:t>
      </w:r>
      <w:r>
        <w:t>des boîtes à musique</w:t>
      </w:r>
      <w:r w:rsidR="00D37400">
        <w:t xml:space="preserve">, </w:t>
      </w:r>
      <w:r>
        <w:t>que je cassais pour voir ce qui les faisait marcher</w:t>
      </w:r>
      <w:r w:rsidR="00D37400">
        <w:t xml:space="preserve">. </w:t>
      </w:r>
      <w:r>
        <w:t>Aussi le capitaine Vidal</w:t>
      </w:r>
      <w:r w:rsidR="00D37400">
        <w:t xml:space="preserve">, </w:t>
      </w:r>
      <w:r>
        <w:t>à son r</w:t>
      </w:r>
      <w:r>
        <w:t>e</w:t>
      </w:r>
      <w:r>
        <w:t>tour</w:t>
      </w:r>
      <w:r w:rsidR="00D37400">
        <w:t xml:space="preserve">, </w:t>
      </w:r>
      <w:r>
        <w:t>n</w:t>
      </w:r>
      <w:r w:rsidR="00D37400">
        <w:t>’</w:t>
      </w:r>
      <w:r>
        <w:t>était-il pas content</w:t>
      </w:r>
      <w:r w:rsidR="00D37400">
        <w:t xml:space="preserve"> ; </w:t>
      </w:r>
      <w:r>
        <w:t>il m</w:t>
      </w:r>
      <w:r w:rsidR="00D37400">
        <w:t>’</w:t>
      </w:r>
      <w:r>
        <w:t xml:space="preserve">appelait </w:t>
      </w:r>
      <w:r w:rsidR="00D37400">
        <w:t>« </w:t>
      </w:r>
      <w:r>
        <w:t>le pandour</w:t>
      </w:r>
      <w:r w:rsidR="00D37400">
        <w:t> ! »</w:t>
      </w:r>
      <w:r>
        <w:t xml:space="preserve"> et m</w:t>
      </w:r>
      <w:r w:rsidR="00D37400">
        <w:t>’</w:t>
      </w:r>
      <w:r>
        <w:t>envoyait à tous les diables</w:t>
      </w:r>
      <w:r w:rsidR="00D37400">
        <w:t xml:space="preserve">. </w:t>
      </w:r>
      <w:r>
        <w:t>Justine pleurait</w:t>
      </w:r>
      <w:r w:rsidR="00D37400">
        <w:t xml:space="preserve">, </w:t>
      </w:r>
      <w:r>
        <w:lastRenderedPageBreak/>
        <w:t>m</w:t>
      </w:r>
      <w:r w:rsidR="00D37400">
        <w:t>’</w:t>
      </w:r>
      <w:r>
        <w:t>entourant le cou de ses bras</w:t>
      </w:r>
      <w:r w:rsidR="00D37400">
        <w:t xml:space="preserve">, </w:t>
      </w:r>
      <w:r>
        <w:t>et</w:t>
      </w:r>
      <w:r w:rsidR="00D37400">
        <w:t xml:space="preserve">, </w:t>
      </w:r>
      <w:r>
        <w:t>comme le brave capitaine n</w:t>
      </w:r>
      <w:r w:rsidR="00D37400">
        <w:t>’</w:t>
      </w:r>
      <w:r>
        <w:t>avait qu</w:t>
      </w:r>
      <w:r w:rsidR="00D37400">
        <w:t>’</w:t>
      </w:r>
      <w:r>
        <w:t>elle</w:t>
      </w:r>
      <w:r w:rsidR="00D37400">
        <w:t xml:space="preserve">, </w:t>
      </w:r>
      <w:r>
        <w:t>il se calmait</w:t>
      </w:r>
      <w:r w:rsidR="00D37400">
        <w:t xml:space="preserve">, </w:t>
      </w:r>
      <w:r>
        <w:t>pour avoir la paix du ménage</w:t>
      </w:r>
      <w:r w:rsidR="00D37400">
        <w:t>.</w:t>
      </w:r>
    </w:p>
    <w:p w14:paraId="3C35D44D" w14:textId="77777777" w:rsidR="00D37400" w:rsidRDefault="00636A18">
      <w:r>
        <w:t>Ah</w:t>
      </w:r>
      <w:r w:rsidR="00D37400">
        <w:t xml:space="preserve"> ! </w:t>
      </w:r>
      <w:r>
        <w:t>que j</w:t>
      </w:r>
      <w:r w:rsidR="00D37400">
        <w:t>’</w:t>
      </w:r>
      <w:r>
        <w:t>aimais Justine</w:t>
      </w:r>
      <w:r w:rsidR="00D37400">
        <w:t xml:space="preserve">, </w:t>
      </w:r>
      <w:r>
        <w:t>et comme nous gambadions sur la place ces dimanches de grande revue</w:t>
      </w:r>
      <w:r w:rsidR="00D37400">
        <w:t xml:space="preserve"> ! </w:t>
      </w:r>
      <w:r>
        <w:t>On avait beau nous appeler</w:t>
      </w:r>
      <w:r w:rsidR="00D37400">
        <w:t xml:space="preserve">, </w:t>
      </w:r>
      <w:r>
        <w:t>nous étions toujours à cent pas en avant ou en arrière</w:t>
      </w:r>
      <w:r w:rsidR="00D37400">
        <w:t xml:space="preserve">, </w:t>
      </w:r>
      <w:r>
        <w:t>dans la foule</w:t>
      </w:r>
      <w:r w:rsidR="00D37400">
        <w:t>.</w:t>
      </w:r>
    </w:p>
    <w:p w14:paraId="3F2003A7" w14:textId="77777777" w:rsidR="00D37400" w:rsidRDefault="00636A18">
      <w:r>
        <w:t>Enfin</w:t>
      </w:r>
      <w:r w:rsidR="00D37400">
        <w:t xml:space="preserve">, </w:t>
      </w:r>
      <w:r>
        <w:t>midi sonnant</w:t>
      </w:r>
      <w:r w:rsidR="00D37400">
        <w:t xml:space="preserve">, </w:t>
      </w:r>
      <w:r>
        <w:t>toute la troupe des retraités se dispe</w:t>
      </w:r>
      <w:r>
        <w:t>r</w:t>
      </w:r>
      <w:r>
        <w:t>sait</w:t>
      </w:r>
      <w:r w:rsidR="00D37400">
        <w:t xml:space="preserve">, </w:t>
      </w:r>
      <w:r>
        <w:t>l</w:t>
      </w:r>
      <w:r w:rsidR="00D37400">
        <w:t>’</w:t>
      </w:r>
      <w:r>
        <w:t>un allant à droite</w:t>
      </w:r>
      <w:r w:rsidR="00D37400">
        <w:t xml:space="preserve">, </w:t>
      </w:r>
      <w:r>
        <w:t>l</w:t>
      </w:r>
      <w:r w:rsidR="00D37400">
        <w:t>’</w:t>
      </w:r>
      <w:r>
        <w:t>autre à gauche</w:t>
      </w:r>
      <w:r w:rsidR="00D37400">
        <w:t xml:space="preserve">, </w:t>
      </w:r>
      <w:r>
        <w:t>vers son logis</w:t>
      </w:r>
      <w:r w:rsidR="00D37400">
        <w:t>.</w:t>
      </w:r>
    </w:p>
    <w:p w14:paraId="0523176C" w14:textId="77777777" w:rsidR="00D37400" w:rsidRDefault="00636A18">
      <w:r>
        <w:t>Mon ami Florentin me faisait signe que c</w:t>
      </w:r>
      <w:r w:rsidR="00D37400">
        <w:t>’</w:t>
      </w:r>
      <w:r>
        <w:t>était l</w:t>
      </w:r>
      <w:r w:rsidR="00D37400">
        <w:t>’</w:t>
      </w:r>
      <w:r>
        <w:t>heure du dîner</w:t>
      </w:r>
      <w:r w:rsidR="00D37400">
        <w:t xml:space="preserve"> ; </w:t>
      </w:r>
      <w:r>
        <w:t>le capitaine Vidal</w:t>
      </w:r>
      <w:r w:rsidR="00D37400">
        <w:t xml:space="preserve">, </w:t>
      </w:r>
      <w:r>
        <w:t>de sa grosse voix</w:t>
      </w:r>
      <w:r w:rsidR="00D37400">
        <w:t xml:space="preserve">, </w:t>
      </w:r>
      <w:r>
        <w:t>appelait Justine</w:t>
      </w:r>
      <w:r w:rsidR="00D37400">
        <w:t xml:space="preserve">, </w:t>
      </w:r>
      <w:r>
        <w:t>et l</w:t>
      </w:r>
      <w:r w:rsidR="00D37400">
        <w:t>’</w:t>
      </w:r>
      <w:r>
        <w:t>on se séparait</w:t>
      </w:r>
      <w:r w:rsidR="00D37400">
        <w:t>.</w:t>
      </w:r>
    </w:p>
    <w:p w14:paraId="570808CE" w14:textId="77777777" w:rsidR="00D37400" w:rsidRDefault="00636A18">
      <w:r>
        <w:t>Ainsi se passaient les jours de grande revue</w:t>
      </w:r>
      <w:r w:rsidR="00D37400">
        <w:t xml:space="preserve"> ; </w:t>
      </w:r>
      <w:r>
        <w:t>et puis</w:t>
      </w:r>
      <w:r w:rsidR="00D37400">
        <w:t xml:space="preserve">, </w:t>
      </w:r>
      <w:r>
        <w:t>à table</w:t>
      </w:r>
      <w:r w:rsidR="00D37400">
        <w:t xml:space="preserve">, </w:t>
      </w:r>
      <w:r>
        <w:t>nous entendions au loin la marche du régiment au défilé</w:t>
      </w:r>
      <w:r w:rsidR="00D37400">
        <w:t xml:space="preserve"> : </w:t>
      </w:r>
      <w:r>
        <w:t>les trompettes</w:t>
      </w:r>
      <w:r w:rsidR="00D37400">
        <w:t xml:space="preserve">, </w:t>
      </w:r>
      <w:r>
        <w:t>la grosse caisse</w:t>
      </w:r>
      <w:r w:rsidR="00D37400">
        <w:t xml:space="preserve">, </w:t>
      </w:r>
      <w:r>
        <w:t>le chapeau chinois et les roul</w:t>
      </w:r>
      <w:r>
        <w:t>e</w:t>
      </w:r>
      <w:r>
        <w:t>ments des tambours</w:t>
      </w:r>
      <w:r w:rsidR="00D37400">
        <w:t xml:space="preserve">, </w:t>
      </w:r>
      <w:r>
        <w:t>regagnant leurs casernes</w:t>
      </w:r>
      <w:r w:rsidR="00D37400">
        <w:t>.</w:t>
      </w:r>
    </w:p>
    <w:p w14:paraId="36493396" w14:textId="7F012FAA" w:rsidR="00D37400" w:rsidRDefault="00636A18">
      <w:r>
        <w:t>Mon ami Florentin était content de moi</w:t>
      </w:r>
      <w:r w:rsidR="00D37400">
        <w:t xml:space="preserve">, </w:t>
      </w:r>
      <w:r>
        <w:t>j</w:t>
      </w:r>
      <w:r w:rsidR="00D37400">
        <w:t>’</w:t>
      </w:r>
      <w:r>
        <w:t>étais content de lui</w:t>
      </w:r>
      <w:r w:rsidR="00D37400">
        <w:t xml:space="preserve">, </w:t>
      </w:r>
      <w:r>
        <w:t xml:space="preserve">et </w:t>
      </w:r>
      <w:r w:rsidR="00D37400">
        <w:t>M</w:t>
      </w:r>
      <w:r w:rsidR="00D37400" w:rsidRPr="00D37400">
        <w:rPr>
          <w:vertAlign w:val="superscript"/>
        </w:rPr>
        <w:t>me</w:t>
      </w:r>
      <w:r w:rsidR="00D37400">
        <w:t> </w:t>
      </w:r>
      <w:r>
        <w:t>Françoise célébrait ma bonne tenue à l</w:t>
      </w:r>
      <w:r w:rsidR="00D37400">
        <w:t>’</w:t>
      </w:r>
      <w:r>
        <w:t>église</w:t>
      </w:r>
      <w:r w:rsidR="00D37400">
        <w:t>.</w:t>
      </w:r>
    </w:p>
    <w:p w14:paraId="68A48A4C" w14:textId="77777777" w:rsidR="00D37400" w:rsidRDefault="00D37400">
      <w:r>
        <w:t>« </w:t>
      </w:r>
      <w:r w:rsidR="00636A18">
        <w:t>Prends garde d</w:t>
      </w:r>
      <w:r>
        <w:t>’</w:t>
      </w:r>
      <w:r w:rsidR="00636A18">
        <w:t>en faire un sacristain</w:t>
      </w:r>
      <w:r>
        <w:t xml:space="preserve">, </w:t>
      </w:r>
      <w:r w:rsidR="00636A18">
        <w:t>disait Florentin</w:t>
      </w:r>
      <w:r>
        <w:t xml:space="preserve">, </w:t>
      </w:r>
      <w:r w:rsidR="00636A18">
        <w:t>nous avons assez de ces gens-là</w:t>
      </w:r>
      <w:r>
        <w:t xml:space="preserve">, </w:t>
      </w:r>
      <w:proofErr w:type="spellStart"/>
      <w:r w:rsidR="00636A18">
        <w:t>Frentzel</w:t>
      </w:r>
      <w:proofErr w:type="spellEnd"/>
      <w:r>
        <w:t xml:space="preserve">. </w:t>
      </w:r>
      <w:r w:rsidR="00636A18">
        <w:t>Lucien sera soldat</w:t>
      </w:r>
      <w:r>
        <w:t xml:space="preserve">, </w:t>
      </w:r>
      <w:r w:rsidR="00636A18">
        <w:t>n</w:t>
      </w:r>
      <w:r>
        <w:t>’</w:t>
      </w:r>
      <w:r w:rsidR="00636A18">
        <w:t>est-ce pas</w:t>
      </w:r>
      <w:r>
        <w:t xml:space="preserve">, </w:t>
      </w:r>
      <w:r w:rsidR="00636A18">
        <w:t>Lucien</w:t>
      </w:r>
      <w:r>
        <w:t> ?</w:t>
      </w:r>
    </w:p>
    <w:p w14:paraId="25F2861B" w14:textId="77777777" w:rsidR="00D37400" w:rsidRDefault="00D37400">
      <w:r>
        <w:t>— </w:t>
      </w:r>
      <w:r w:rsidR="00636A18">
        <w:t>Oui</w:t>
      </w:r>
      <w:r>
        <w:t xml:space="preserve">, </w:t>
      </w:r>
      <w:r w:rsidR="00636A18">
        <w:t>mon ami</w:t>
      </w:r>
      <w:r>
        <w:t>.</w:t>
      </w:r>
    </w:p>
    <w:p w14:paraId="048C5B24" w14:textId="0B5A6572" w:rsidR="00636A18" w:rsidRDefault="00D37400">
      <w:r>
        <w:t>— </w:t>
      </w:r>
      <w:r w:rsidR="00636A18">
        <w:t>À la bonne heure</w:t>
      </w:r>
      <w:r>
        <w:t xml:space="preserve"> ! </w:t>
      </w:r>
      <w:r w:rsidR="00636A18">
        <w:t>Nous serons toujours d</w:t>
      </w:r>
      <w:r>
        <w:t>’</w:t>
      </w:r>
      <w:r w:rsidR="00636A18">
        <w:t>accord</w:t>
      </w:r>
      <w:r>
        <w:t xml:space="preserve">, </w:t>
      </w:r>
      <w:r w:rsidR="00636A18">
        <w:t>nous deux</w:t>
      </w:r>
      <w:r>
        <w:t>. »</w:t>
      </w:r>
    </w:p>
    <w:p w14:paraId="17911739" w14:textId="77777777" w:rsidR="00636A18" w:rsidRDefault="00636A18" w:rsidP="00D37400">
      <w:pPr>
        <w:pStyle w:val="Titre2"/>
        <w:pageBreakBefore/>
      </w:pPr>
      <w:bookmarkStart w:id="6" w:name="_Toc344229458"/>
      <w:bookmarkStart w:id="7" w:name="_Toc194835721"/>
      <w:r>
        <w:lastRenderedPageBreak/>
        <w:t>III</w:t>
      </w:r>
      <w:bookmarkEnd w:id="6"/>
      <w:bookmarkEnd w:id="7"/>
    </w:p>
    <w:p w14:paraId="41250111" w14:textId="77777777" w:rsidR="00D37400" w:rsidRDefault="00636A18">
      <w:r>
        <w:t>Pendant l</w:t>
      </w:r>
      <w:r w:rsidR="00D37400">
        <w:t>’</w:t>
      </w:r>
      <w:r>
        <w:t>automne de 1829</w:t>
      </w:r>
      <w:r w:rsidR="00D37400">
        <w:t xml:space="preserve">, </w:t>
      </w:r>
      <w:r>
        <w:t>au temps des vendanges d</w:t>
      </w:r>
      <w:r w:rsidR="00D37400">
        <w:t>’</w:t>
      </w:r>
      <w:r>
        <w:t>Alsace</w:t>
      </w:r>
      <w:r w:rsidR="00D37400">
        <w:t xml:space="preserve">, </w:t>
      </w:r>
      <w:r>
        <w:t>il arriva quelque chose d</w:t>
      </w:r>
      <w:r w:rsidR="00D37400">
        <w:t>’</w:t>
      </w:r>
      <w:r>
        <w:t>extraordinaire</w:t>
      </w:r>
      <w:r w:rsidR="00D37400">
        <w:t>.</w:t>
      </w:r>
    </w:p>
    <w:p w14:paraId="713DAEFB" w14:textId="1DCBFFEE" w:rsidR="00D37400" w:rsidRDefault="00636A18">
      <w:r>
        <w:t>Mon ami Florentin avait l</w:t>
      </w:r>
      <w:r w:rsidR="00D37400">
        <w:t>’</w:t>
      </w:r>
      <w:r>
        <w:t>habitude</w:t>
      </w:r>
      <w:r w:rsidR="00D37400">
        <w:t xml:space="preserve">, </w:t>
      </w:r>
      <w:r>
        <w:t>les dimanches</w:t>
      </w:r>
      <w:r w:rsidR="00D37400">
        <w:t xml:space="preserve">, </w:t>
      </w:r>
      <w:r>
        <w:t>après dîner</w:t>
      </w:r>
      <w:r w:rsidR="00D37400">
        <w:t xml:space="preserve">, </w:t>
      </w:r>
      <w:r>
        <w:t>d</w:t>
      </w:r>
      <w:r w:rsidR="00D37400">
        <w:t>’</w:t>
      </w:r>
      <w:r>
        <w:t xml:space="preserve">aller faire sa partie de piquet avec </w:t>
      </w:r>
      <w:r w:rsidR="00D37400">
        <w:t>M. </w:t>
      </w:r>
      <w:proofErr w:type="spellStart"/>
      <w:r>
        <w:t>Rosenthâl</w:t>
      </w:r>
      <w:proofErr w:type="spellEnd"/>
      <w:r w:rsidR="00D37400">
        <w:t xml:space="preserve">, </w:t>
      </w:r>
      <w:r>
        <w:t>ancien camarade de lit de Bernadotte</w:t>
      </w:r>
      <w:r w:rsidR="00D37400">
        <w:t xml:space="preserve">, </w:t>
      </w:r>
      <w:r>
        <w:t>au régiment de La Marine</w:t>
      </w:r>
      <w:r w:rsidR="00D37400">
        <w:t xml:space="preserve">, </w:t>
      </w:r>
      <w:r>
        <w:t>avant la révolution de 1789</w:t>
      </w:r>
      <w:r w:rsidR="00D37400">
        <w:t>.</w:t>
      </w:r>
    </w:p>
    <w:p w14:paraId="453488C3" w14:textId="52518CCD" w:rsidR="00D37400" w:rsidRDefault="00636A18">
      <w:r>
        <w:t>Mon ami Florentin s</w:t>
      </w:r>
      <w:r w:rsidR="00D37400">
        <w:t>’</w:t>
      </w:r>
      <w:r>
        <w:t>était engagé vers la même époque dans le régiment de Royal-Allemand</w:t>
      </w:r>
      <w:r w:rsidR="00D37400">
        <w:t xml:space="preserve">, </w:t>
      </w:r>
      <w:r>
        <w:t>l</w:t>
      </w:r>
      <w:r w:rsidR="00D37400">
        <w:t>’</w:t>
      </w:r>
      <w:r>
        <w:t>un des quatre régiments dont l</w:t>
      </w:r>
      <w:r w:rsidR="00D37400">
        <w:t>’</w:t>
      </w:r>
      <w:r>
        <w:t>empereur d</w:t>
      </w:r>
      <w:r w:rsidR="00D37400">
        <w:t>’</w:t>
      </w:r>
      <w:r>
        <w:t>Autriche avait fait cadeau à sa fille</w:t>
      </w:r>
      <w:r w:rsidR="00D37400">
        <w:t xml:space="preserve">, </w:t>
      </w:r>
      <w:r>
        <w:t>Marie-Antoinette</w:t>
      </w:r>
      <w:r w:rsidR="00D37400">
        <w:t xml:space="preserve">, </w:t>
      </w:r>
      <w:r>
        <w:t xml:space="preserve">lors de son mariage avec </w:t>
      </w:r>
      <w:r w:rsidR="00D37400">
        <w:t xml:space="preserve">Louis XVI, </w:t>
      </w:r>
      <w:r>
        <w:t>et dont le col</w:t>
      </w:r>
      <w:r>
        <w:t>o</w:t>
      </w:r>
      <w:r>
        <w:t>nel était alors Max</w:t>
      </w:r>
      <w:r w:rsidR="00D37400">
        <w:t xml:space="preserve">, </w:t>
      </w:r>
      <w:r>
        <w:t xml:space="preserve">depuis </w:t>
      </w:r>
      <w:r w:rsidR="00D37400">
        <w:t>Maximilien I</w:t>
      </w:r>
      <w:r w:rsidR="00D37400" w:rsidRPr="00D37400">
        <w:rPr>
          <w:vertAlign w:val="superscript"/>
        </w:rPr>
        <w:t>er</w:t>
      </w:r>
      <w:r w:rsidR="00D37400">
        <w:t xml:space="preserve">, </w:t>
      </w:r>
      <w:r>
        <w:t>roi de Bavière</w:t>
      </w:r>
      <w:r w:rsidR="00D37400">
        <w:t>.</w:t>
      </w:r>
    </w:p>
    <w:p w14:paraId="501287C0" w14:textId="77777777" w:rsidR="00D37400" w:rsidRDefault="00636A18">
      <w:r>
        <w:t>Le souvenir de Bernadotte faisait bien un peu froncer le sourcil à mon ami Florentin</w:t>
      </w:r>
      <w:r w:rsidR="00D37400">
        <w:t xml:space="preserve">, </w:t>
      </w:r>
      <w:r>
        <w:t>qui reprochait au roi de Suède d</w:t>
      </w:r>
      <w:r w:rsidR="00D37400">
        <w:t>’</w:t>
      </w:r>
      <w:r>
        <w:t>avoir trahi l</w:t>
      </w:r>
      <w:r w:rsidR="00D37400">
        <w:t>’</w:t>
      </w:r>
      <w:r>
        <w:t>empereur à Leipzig</w:t>
      </w:r>
      <w:r w:rsidR="00D37400">
        <w:t xml:space="preserve"> ; </w:t>
      </w:r>
      <w:r>
        <w:t>mais</w:t>
      </w:r>
      <w:r w:rsidR="00D37400">
        <w:t xml:space="preserve">, </w:t>
      </w:r>
      <w:r>
        <w:t xml:space="preserve">comme </w:t>
      </w:r>
      <w:proofErr w:type="spellStart"/>
      <w:r>
        <w:t>Rosenthâl</w:t>
      </w:r>
      <w:proofErr w:type="spellEnd"/>
      <w:r>
        <w:t xml:space="preserve"> n</w:t>
      </w:r>
      <w:r w:rsidR="00D37400">
        <w:t>’</w:t>
      </w:r>
      <w:r>
        <w:t>en était pas cause</w:t>
      </w:r>
      <w:r w:rsidR="00D37400">
        <w:t xml:space="preserve">, </w:t>
      </w:r>
      <w:r>
        <w:t>il se taisait sur ce chapitre délicat</w:t>
      </w:r>
      <w:r w:rsidR="00D37400">
        <w:t>.</w:t>
      </w:r>
    </w:p>
    <w:p w14:paraId="6E7D38B8" w14:textId="77777777" w:rsidR="00D37400" w:rsidRDefault="00636A18">
      <w:proofErr w:type="spellStart"/>
      <w:r>
        <w:t>Rosenthâl</w:t>
      </w:r>
      <w:proofErr w:type="spellEnd"/>
      <w:r w:rsidR="00D37400">
        <w:t xml:space="preserve">, </w:t>
      </w:r>
      <w:r>
        <w:t>de son côté</w:t>
      </w:r>
      <w:r w:rsidR="00D37400">
        <w:t xml:space="preserve">, </w:t>
      </w:r>
      <w:r>
        <w:t>ne faisait jamais allusion à la défe</w:t>
      </w:r>
      <w:r>
        <w:t>c</w:t>
      </w:r>
      <w:r>
        <w:t>tion de Maximilien pendant notre terrible retraite de Hanau</w:t>
      </w:r>
      <w:r w:rsidR="00D37400">
        <w:t xml:space="preserve">, </w:t>
      </w:r>
      <w:r>
        <w:t>et</w:t>
      </w:r>
      <w:r w:rsidR="00D37400">
        <w:t xml:space="preserve">, </w:t>
      </w:r>
      <w:r>
        <w:t>grâce à ce compromis tacite</w:t>
      </w:r>
      <w:r w:rsidR="00D37400">
        <w:t xml:space="preserve">, </w:t>
      </w:r>
      <w:r>
        <w:t>la paix régnait entre eux</w:t>
      </w:r>
      <w:r w:rsidR="00D37400">
        <w:t>.</w:t>
      </w:r>
    </w:p>
    <w:p w14:paraId="78ABC416" w14:textId="77777777" w:rsidR="00D37400" w:rsidRDefault="00636A18">
      <w:proofErr w:type="spellStart"/>
      <w:r>
        <w:t>Rosenthâl</w:t>
      </w:r>
      <w:proofErr w:type="spellEnd"/>
      <w:r w:rsidR="00D37400">
        <w:t xml:space="preserve">, </w:t>
      </w:r>
      <w:r>
        <w:t>aussi grand</w:t>
      </w:r>
      <w:r w:rsidR="00D37400">
        <w:t xml:space="preserve">, </w:t>
      </w:r>
      <w:r>
        <w:t>aussi maigre que Florentin</w:t>
      </w:r>
      <w:r w:rsidR="00D37400">
        <w:t xml:space="preserve">, </w:t>
      </w:r>
      <w:r>
        <w:t>avait l</w:t>
      </w:r>
      <w:r w:rsidR="00D37400">
        <w:t>’</w:t>
      </w:r>
      <w:r>
        <w:t>air encore plus grave</w:t>
      </w:r>
      <w:r w:rsidR="00D37400">
        <w:t xml:space="preserve"> ; </w:t>
      </w:r>
      <w:r>
        <w:t>il portait toujours la culotte et les bas de soie</w:t>
      </w:r>
      <w:r w:rsidR="00D37400">
        <w:t xml:space="preserve">, </w:t>
      </w:r>
      <w:r>
        <w:t>la rhingrave à brandebourgs</w:t>
      </w:r>
      <w:r w:rsidR="00D37400">
        <w:t xml:space="preserve">, </w:t>
      </w:r>
      <w:r>
        <w:t>le tricorne et la perruque à queue</w:t>
      </w:r>
      <w:r w:rsidR="00D37400">
        <w:t xml:space="preserve">, </w:t>
      </w:r>
      <w:r>
        <w:t>ficelée d</w:t>
      </w:r>
      <w:r w:rsidR="00D37400">
        <w:t>’</w:t>
      </w:r>
      <w:r>
        <w:t>un ruban de moire</w:t>
      </w:r>
      <w:r w:rsidR="00D37400">
        <w:t xml:space="preserve">, </w:t>
      </w:r>
      <w:r>
        <w:t>le nœud au bout en papi</w:t>
      </w:r>
      <w:r>
        <w:t>l</w:t>
      </w:r>
      <w:r>
        <w:t>lon</w:t>
      </w:r>
      <w:r w:rsidR="00D37400">
        <w:t>.</w:t>
      </w:r>
    </w:p>
    <w:p w14:paraId="25ADB1C7" w14:textId="77777777" w:rsidR="00D37400" w:rsidRDefault="00636A18">
      <w:r>
        <w:t>On ne saurait se figurer de tableau plus étrange que ces deux vieux</w:t>
      </w:r>
      <w:r w:rsidR="00D37400">
        <w:t xml:space="preserve">, </w:t>
      </w:r>
      <w:r>
        <w:t>assis dans la grande salle d</w:t>
      </w:r>
      <w:r w:rsidR="00D37400">
        <w:t>’</w:t>
      </w:r>
      <w:r>
        <w:t xml:space="preserve">auberge de </w:t>
      </w:r>
      <w:r>
        <w:rPr>
          <w:i/>
          <w:iCs/>
        </w:rPr>
        <w:t>la Ville de Bâle</w:t>
      </w:r>
      <w:r w:rsidR="00D37400">
        <w:rPr>
          <w:i/>
          <w:iCs/>
        </w:rPr>
        <w:t xml:space="preserve">, </w:t>
      </w:r>
      <w:r>
        <w:t>à leur petite table</w:t>
      </w:r>
      <w:r w:rsidR="00D37400">
        <w:t xml:space="preserve">, </w:t>
      </w:r>
      <w:r>
        <w:t>en face l</w:t>
      </w:r>
      <w:r w:rsidR="00D37400">
        <w:t>’</w:t>
      </w:r>
      <w:r>
        <w:t>un de l</w:t>
      </w:r>
      <w:r w:rsidR="00D37400">
        <w:t>’</w:t>
      </w:r>
      <w:r>
        <w:t>autre</w:t>
      </w:r>
      <w:r w:rsidR="00D37400">
        <w:t xml:space="preserve">, </w:t>
      </w:r>
      <w:r>
        <w:t xml:space="preserve">les cartes en </w:t>
      </w:r>
      <w:r>
        <w:lastRenderedPageBreak/>
        <w:t>main</w:t>
      </w:r>
      <w:r w:rsidR="00D37400">
        <w:t xml:space="preserve">, </w:t>
      </w:r>
      <w:r>
        <w:t>graves</w:t>
      </w:r>
      <w:r w:rsidR="00D37400">
        <w:t xml:space="preserve">, </w:t>
      </w:r>
      <w:r>
        <w:t>solennels</w:t>
      </w:r>
      <w:r w:rsidR="00D37400">
        <w:t xml:space="preserve">, </w:t>
      </w:r>
      <w:r>
        <w:t>humant de temps en temps une gorgée de café</w:t>
      </w:r>
      <w:r w:rsidR="00D37400">
        <w:t xml:space="preserve">, </w:t>
      </w:r>
      <w:r>
        <w:t>et s</w:t>
      </w:r>
      <w:r w:rsidR="00D37400">
        <w:t>’</w:t>
      </w:r>
      <w:r>
        <w:t>animant parfois d</w:t>
      </w:r>
      <w:r w:rsidR="00D37400">
        <w:t>’</w:t>
      </w:r>
      <w:r>
        <w:t>un profond dépit</w:t>
      </w:r>
      <w:r w:rsidR="00D37400">
        <w:t xml:space="preserve">, </w:t>
      </w:r>
      <w:r>
        <w:t>lorsque l</w:t>
      </w:r>
      <w:r w:rsidR="00D37400">
        <w:t>’</w:t>
      </w:r>
      <w:r>
        <w:t>adversaire avait trop beau jeu</w:t>
      </w:r>
      <w:r w:rsidR="00D37400">
        <w:t>.</w:t>
      </w:r>
    </w:p>
    <w:p w14:paraId="2CDCF968" w14:textId="77777777" w:rsidR="00D37400" w:rsidRDefault="00636A18">
      <w:r>
        <w:t xml:space="preserve">Leurs joues se coloraient et </w:t>
      </w:r>
      <w:proofErr w:type="spellStart"/>
      <w:r>
        <w:t>Rosenthâl</w:t>
      </w:r>
      <w:proofErr w:type="spellEnd"/>
      <w:r>
        <w:t xml:space="preserve"> murmurait</w:t>
      </w:r>
      <w:r w:rsidR="00D37400">
        <w:t> :</w:t>
      </w:r>
    </w:p>
    <w:p w14:paraId="51E8D55F" w14:textId="1389E9DA" w:rsidR="00636A18" w:rsidRDefault="00D37400">
      <w:pPr>
        <w:rPr>
          <w:szCs w:val="36"/>
        </w:rPr>
      </w:pPr>
      <w:r>
        <w:t>« </w:t>
      </w:r>
      <w:r w:rsidR="00636A18">
        <w:t>Vous avez une chance infernale</w:t>
      </w:r>
      <w:r>
        <w:t> ! »</w:t>
      </w:r>
    </w:p>
    <w:p w14:paraId="50B7BFE6" w14:textId="77777777" w:rsidR="00D37400" w:rsidRDefault="00636A18">
      <w:r>
        <w:t>Moi</w:t>
      </w:r>
      <w:r w:rsidR="00D37400">
        <w:t xml:space="preserve">, </w:t>
      </w:r>
      <w:r>
        <w:t>j</w:t>
      </w:r>
      <w:r w:rsidR="00D37400">
        <w:t>’</w:t>
      </w:r>
      <w:r>
        <w:t>étais assis près d</w:t>
      </w:r>
      <w:r w:rsidR="00D37400">
        <w:t>’</w:t>
      </w:r>
      <w:r>
        <w:t>eux</w:t>
      </w:r>
      <w:r w:rsidR="00D37400">
        <w:t xml:space="preserve">, </w:t>
      </w:r>
      <w:r>
        <w:t>le bras sur la table</w:t>
      </w:r>
      <w:r w:rsidR="00D37400">
        <w:t xml:space="preserve">, </w:t>
      </w:r>
      <w:r>
        <w:t>l</w:t>
      </w:r>
      <w:r w:rsidR="00D37400">
        <w:t>’</w:t>
      </w:r>
      <w:r>
        <w:t>oreille dans la main</w:t>
      </w:r>
      <w:r w:rsidR="00D37400">
        <w:t xml:space="preserve">, </w:t>
      </w:r>
      <w:r>
        <w:t>les jambes repliées sous mon tabouret</w:t>
      </w:r>
      <w:r w:rsidR="00D37400">
        <w:t xml:space="preserve">, </w:t>
      </w:r>
      <w:r>
        <w:t>Azor à mes pieds</w:t>
      </w:r>
      <w:r w:rsidR="00D37400">
        <w:t xml:space="preserve">, </w:t>
      </w:r>
      <w:r>
        <w:t>regardant la partie</w:t>
      </w:r>
      <w:r w:rsidR="00D37400">
        <w:t xml:space="preserve">, </w:t>
      </w:r>
      <w:r>
        <w:t>tout rêveur</w:t>
      </w:r>
      <w:r w:rsidR="00D37400">
        <w:t xml:space="preserve">, </w:t>
      </w:r>
      <w:r>
        <w:t>au milieu des buveurs et des fumeurs circulant autour de nous</w:t>
      </w:r>
      <w:r w:rsidR="00D37400">
        <w:t>.</w:t>
      </w:r>
    </w:p>
    <w:p w14:paraId="0CAB4092" w14:textId="77777777" w:rsidR="00D37400" w:rsidRDefault="00636A18">
      <w:r>
        <w:t>Et quand à la longue la partie m</w:t>
      </w:r>
      <w:r w:rsidR="00D37400">
        <w:t>’</w:t>
      </w:r>
      <w:r>
        <w:t>ennuyait</w:t>
      </w:r>
      <w:r w:rsidR="00D37400">
        <w:t xml:space="preserve">, </w:t>
      </w:r>
      <w:r>
        <w:t>j</w:t>
      </w:r>
      <w:r w:rsidR="00D37400">
        <w:t>’</w:t>
      </w:r>
      <w:r>
        <w:t>allais faire un tour dans la cuisine</w:t>
      </w:r>
      <w:r w:rsidR="00D37400">
        <w:t xml:space="preserve">, </w:t>
      </w:r>
      <w:r>
        <w:t>ou dans les écuries</w:t>
      </w:r>
      <w:r w:rsidR="00D37400">
        <w:t xml:space="preserve">, </w:t>
      </w:r>
      <w:r>
        <w:t>ou dans le poulailler de l</w:t>
      </w:r>
      <w:r w:rsidR="00D37400">
        <w:t>’</w:t>
      </w:r>
      <w:r>
        <w:t>auberge</w:t>
      </w:r>
      <w:r w:rsidR="00D37400">
        <w:t xml:space="preserve">, </w:t>
      </w:r>
      <w:r>
        <w:t>revenant m</w:t>
      </w:r>
      <w:r w:rsidR="00D37400">
        <w:t>’</w:t>
      </w:r>
      <w:r>
        <w:t>asseoir de quart d</w:t>
      </w:r>
      <w:r w:rsidR="00D37400">
        <w:t>’</w:t>
      </w:r>
      <w:r>
        <w:t>heure en quart d</w:t>
      </w:r>
      <w:r w:rsidR="00D37400">
        <w:t>’</w:t>
      </w:r>
      <w:r>
        <w:t>heure</w:t>
      </w:r>
      <w:r w:rsidR="00D37400">
        <w:t xml:space="preserve">, </w:t>
      </w:r>
      <w:r>
        <w:t xml:space="preserve">pour voir qui gagnait et faire des vœux contre </w:t>
      </w:r>
      <w:proofErr w:type="spellStart"/>
      <w:r>
        <w:t>Rosenthâl</w:t>
      </w:r>
      <w:proofErr w:type="spellEnd"/>
      <w:r w:rsidR="00D37400">
        <w:t>.</w:t>
      </w:r>
    </w:p>
    <w:p w14:paraId="3AA54EE2" w14:textId="77777777" w:rsidR="00D37400" w:rsidRDefault="00636A18">
      <w:r>
        <w:t>Or</w:t>
      </w:r>
      <w:r w:rsidR="00D37400">
        <w:t xml:space="preserve">, </w:t>
      </w:r>
      <w:r>
        <w:t>ce jour-là Florentin gagnait</w:t>
      </w:r>
      <w:r w:rsidR="00D37400">
        <w:t xml:space="preserve"> ; </w:t>
      </w:r>
      <w:r>
        <w:t>il avait déjà gagné le café</w:t>
      </w:r>
      <w:r w:rsidR="00D37400">
        <w:t xml:space="preserve">, </w:t>
      </w:r>
      <w:r>
        <w:t>les deux petits verres de cognac et une bouteille de vin blanc d</w:t>
      </w:r>
      <w:r w:rsidR="00D37400">
        <w:t>’</w:t>
      </w:r>
      <w:r>
        <w:t>Alsace</w:t>
      </w:r>
      <w:r w:rsidR="00D37400">
        <w:t xml:space="preserve">, </w:t>
      </w:r>
      <w:r>
        <w:t xml:space="preserve">de sorte que le nez de </w:t>
      </w:r>
      <w:proofErr w:type="spellStart"/>
      <w:r>
        <w:t>Rosenthâl</w:t>
      </w:r>
      <w:proofErr w:type="spellEnd"/>
      <w:r>
        <w:t xml:space="preserve"> s</w:t>
      </w:r>
      <w:r w:rsidR="00D37400">
        <w:t>’</w:t>
      </w:r>
      <w:r>
        <w:t>allongeait de plus en plus</w:t>
      </w:r>
      <w:r w:rsidR="00D37400">
        <w:t xml:space="preserve">, </w:t>
      </w:r>
      <w:r>
        <w:t>que les pommettes de ses joues devenaient pourpres jusque dans sa perruque et qu</w:t>
      </w:r>
      <w:r w:rsidR="00D37400">
        <w:t>’</w:t>
      </w:r>
      <w:r>
        <w:t>à chaque instant il s</w:t>
      </w:r>
      <w:r w:rsidR="00D37400">
        <w:t>’</w:t>
      </w:r>
      <w:r>
        <w:t>écriait</w:t>
      </w:r>
      <w:r w:rsidR="00D37400">
        <w:t> :</w:t>
      </w:r>
    </w:p>
    <w:p w14:paraId="4D773EEB" w14:textId="20D8DD0F" w:rsidR="00636A18" w:rsidRDefault="00D37400">
      <w:pPr>
        <w:rPr>
          <w:szCs w:val="36"/>
        </w:rPr>
      </w:pPr>
      <w:r>
        <w:t>« </w:t>
      </w:r>
      <w:r w:rsidR="00636A18">
        <w:t>Cette chance me dépasse</w:t>
      </w:r>
      <w:r>
        <w:t xml:space="preserve"> ; </w:t>
      </w:r>
      <w:r w:rsidR="00636A18">
        <w:t>je n</w:t>
      </w:r>
      <w:r>
        <w:t>’</w:t>
      </w:r>
      <w:r w:rsidR="00636A18">
        <w:t>y comprends rien</w:t>
      </w:r>
      <w:r>
        <w:t> ! »</w:t>
      </w:r>
    </w:p>
    <w:p w14:paraId="3138394B" w14:textId="77777777" w:rsidR="00D37400" w:rsidRDefault="00636A18">
      <w:r>
        <w:t>À la fin</w:t>
      </w:r>
      <w:r w:rsidR="00D37400">
        <w:t xml:space="preserve">, </w:t>
      </w:r>
      <w:r>
        <w:t>mon ami</w:t>
      </w:r>
      <w:r w:rsidR="00D37400">
        <w:t xml:space="preserve">, </w:t>
      </w:r>
      <w:r>
        <w:t>l</w:t>
      </w:r>
      <w:r w:rsidR="00D37400">
        <w:t>’</w:t>
      </w:r>
      <w:r>
        <w:t>entendant toujours répéter la même chose</w:t>
      </w:r>
      <w:r w:rsidR="00D37400">
        <w:t xml:space="preserve">, </w:t>
      </w:r>
      <w:r>
        <w:t>se fâcha et lui dit</w:t>
      </w:r>
      <w:r w:rsidR="00D37400">
        <w:t> :</w:t>
      </w:r>
    </w:p>
    <w:p w14:paraId="3E22E583" w14:textId="72D0040C" w:rsidR="00636A18" w:rsidRDefault="00D37400">
      <w:pPr>
        <w:rPr>
          <w:szCs w:val="36"/>
        </w:rPr>
      </w:pPr>
      <w:r>
        <w:t>« </w:t>
      </w:r>
      <w:r w:rsidR="00636A18">
        <w:t>Qu</w:t>
      </w:r>
      <w:r>
        <w:t>’</w:t>
      </w:r>
      <w:r w:rsidR="00636A18">
        <w:t>est-ce que vous entendez par là</w:t>
      </w:r>
      <w:r>
        <w:t xml:space="preserve"> : </w:t>
      </w:r>
      <w:r w:rsidR="00636A18">
        <w:t>Cette chance m</w:t>
      </w:r>
      <w:r>
        <w:t>’</w:t>
      </w:r>
      <w:r w:rsidR="00636A18">
        <w:t>étonne</w:t>
      </w:r>
      <w:r>
        <w:t xml:space="preserve"> ? </w:t>
      </w:r>
      <w:r w:rsidR="00636A18">
        <w:t>Qu</w:t>
      </w:r>
      <w:r>
        <w:t>’</w:t>
      </w:r>
      <w:r w:rsidR="00636A18">
        <w:t>est-ce que cela signifie</w:t>
      </w:r>
      <w:r>
        <w:t xml:space="preserve"> ? </w:t>
      </w:r>
      <w:r w:rsidR="00636A18">
        <w:t>Parlez clairement</w:t>
      </w:r>
      <w:r>
        <w:t>. »</w:t>
      </w:r>
    </w:p>
    <w:p w14:paraId="35712E49" w14:textId="77777777" w:rsidR="00D37400" w:rsidRDefault="00636A18">
      <w:r>
        <w:t>Ses yeux lançaient des éclairs et ses sourcils frémissaient</w:t>
      </w:r>
      <w:r w:rsidR="00D37400">
        <w:t>.</w:t>
      </w:r>
    </w:p>
    <w:p w14:paraId="4EE1F9DF" w14:textId="77777777" w:rsidR="00D37400" w:rsidRDefault="00D37400">
      <w:r>
        <w:lastRenderedPageBreak/>
        <w:t>« </w:t>
      </w:r>
      <w:r w:rsidR="00636A18">
        <w:t>Eh bien</w:t>
      </w:r>
      <w:r>
        <w:t xml:space="preserve"> ! </w:t>
      </w:r>
      <w:r w:rsidR="00636A18">
        <w:t>oui</w:t>
      </w:r>
      <w:r>
        <w:t xml:space="preserve"> ! </w:t>
      </w:r>
      <w:r w:rsidR="00636A18">
        <w:t>s</w:t>
      </w:r>
      <w:r>
        <w:t>’</w:t>
      </w:r>
      <w:r w:rsidR="00636A18">
        <w:t xml:space="preserve">écria </w:t>
      </w:r>
      <w:proofErr w:type="spellStart"/>
      <w:r w:rsidR="00636A18">
        <w:t>Rosenthâl</w:t>
      </w:r>
      <w:proofErr w:type="spellEnd"/>
      <w:r w:rsidR="00636A18">
        <w:t xml:space="preserve"> non moins furieux</w:t>
      </w:r>
      <w:r>
        <w:t xml:space="preserve">, </w:t>
      </w:r>
      <w:r w:rsidR="00636A18">
        <w:t xml:space="preserve">cette </w:t>
      </w:r>
      <w:proofErr w:type="spellStart"/>
      <w:r w:rsidR="00636A18">
        <w:t>chance-là</w:t>
      </w:r>
      <w:proofErr w:type="spellEnd"/>
      <w:r w:rsidR="00636A18">
        <w:t xml:space="preserve"> n</w:t>
      </w:r>
      <w:r>
        <w:t>’</w:t>
      </w:r>
      <w:r w:rsidR="00636A18">
        <w:t>est pas naturelle</w:t>
      </w:r>
      <w:r>
        <w:t>.</w:t>
      </w:r>
    </w:p>
    <w:p w14:paraId="11B3B59C" w14:textId="52096E86" w:rsidR="00636A18" w:rsidRDefault="00D37400">
      <w:pPr>
        <w:rPr>
          <w:szCs w:val="36"/>
        </w:rPr>
      </w:pPr>
      <w:r>
        <w:t>— </w:t>
      </w:r>
      <w:r w:rsidR="00636A18">
        <w:t>Cela suffit</w:t>
      </w:r>
      <w:r>
        <w:t xml:space="preserve"> ! </w:t>
      </w:r>
      <w:r w:rsidR="00636A18">
        <w:t>bégaya mon ami Florentin en se redressant tout droit</w:t>
      </w:r>
      <w:r>
        <w:t xml:space="preserve">, </w:t>
      </w:r>
      <w:r w:rsidR="00636A18">
        <w:t>appuyé sur sa canne</w:t>
      </w:r>
      <w:r>
        <w:t xml:space="preserve">. </w:t>
      </w:r>
      <w:r w:rsidR="00636A18">
        <w:t>Sortons</w:t>
      </w:r>
      <w:r>
        <w:t xml:space="preserve"> ! </w:t>
      </w:r>
      <w:r w:rsidR="00636A18">
        <w:t>On nous regarde</w:t>
      </w:r>
      <w:r>
        <w:t xml:space="preserve">… </w:t>
      </w:r>
      <w:r w:rsidR="00636A18">
        <w:t>Ce n</w:t>
      </w:r>
      <w:r>
        <w:t>’</w:t>
      </w:r>
      <w:r w:rsidR="00636A18">
        <w:t>est pas ici que nous pouvons vider cette affaire</w:t>
      </w:r>
      <w:r>
        <w:t>. »</w:t>
      </w:r>
    </w:p>
    <w:p w14:paraId="67860D23" w14:textId="77777777" w:rsidR="00D37400" w:rsidRDefault="00636A18">
      <w:r>
        <w:t xml:space="preserve">Et </w:t>
      </w:r>
      <w:proofErr w:type="spellStart"/>
      <w:r>
        <w:t>Rosenthâl</w:t>
      </w:r>
      <w:proofErr w:type="spellEnd"/>
      <w:r w:rsidR="00D37400">
        <w:t xml:space="preserve">, </w:t>
      </w:r>
      <w:r>
        <w:t>se levant</w:t>
      </w:r>
      <w:r w:rsidR="00D37400">
        <w:t xml:space="preserve">, </w:t>
      </w:r>
      <w:r>
        <w:t>répondit</w:t>
      </w:r>
      <w:r w:rsidR="00D37400">
        <w:t> :</w:t>
      </w:r>
    </w:p>
    <w:p w14:paraId="6EC35147" w14:textId="4E3BCF21" w:rsidR="00636A18" w:rsidRDefault="00D37400">
      <w:pPr>
        <w:rPr>
          <w:szCs w:val="36"/>
        </w:rPr>
      </w:pPr>
      <w:r>
        <w:t>« </w:t>
      </w:r>
      <w:r w:rsidR="00636A18">
        <w:t>Oui</w:t>
      </w:r>
      <w:r>
        <w:t xml:space="preserve">… </w:t>
      </w:r>
      <w:r w:rsidR="00636A18">
        <w:t>sortons</w:t>
      </w:r>
      <w:r>
        <w:t> ! »</w:t>
      </w:r>
    </w:p>
    <w:p w14:paraId="15E12672" w14:textId="77777777" w:rsidR="00D37400" w:rsidRDefault="00636A18">
      <w:r>
        <w:t>Ils sortirent</w:t>
      </w:r>
      <w:r w:rsidR="00D37400">
        <w:t xml:space="preserve">, </w:t>
      </w:r>
      <w:r>
        <w:t>traversant la foule des buveurs étonnés</w:t>
      </w:r>
      <w:r w:rsidR="00D37400">
        <w:t xml:space="preserve">. </w:t>
      </w:r>
      <w:r>
        <w:t>Je courais derrière eux</w:t>
      </w:r>
      <w:r w:rsidR="00D37400">
        <w:t>.</w:t>
      </w:r>
    </w:p>
    <w:p w14:paraId="24C15542" w14:textId="77777777" w:rsidR="00D37400" w:rsidRDefault="00636A18">
      <w:r>
        <w:t>Au bas des trois marches de la grande salle</w:t>
      </w:r>
      <w:r w:rsidR="00D37400">
        <w:t xml:space="preserve">, </w:t>
      </w:r>
      <w:r>
        <w:t>sous la voûte de l</w:t>
      </w:r>
      <w:r w:rsidR="00D37400">
        <w:t>’</w:t>
      </w:r>
      <w:r>
        <w:t>hôtel</w:t>
      </w:r>
      <w:r w:rsidR="00D37400">
        <w:t xml:space="preserve">, </w:t>
      </w:r>
      <w:r>
        <w:t>ils s</w:t>
      </w:r>
      <w:r w:rsidR="00D37400">
        <w:t>’</w:t>
      </w:r>
      <w:r>
        <w:t>arrêtèrent brusquement</w:t>
      </w:r>
      <w:r w:rsidR="00D37400">
        <w:t xml:space="preserve">, </w:t>
      </w:r>
      <w:r>
        <w:t>face à face</w:t>
      </w:r>
      <w:r w:rsidR="00D37400">
        <w:t xml:space="preserve">, </w:t>
      </w:r>
      <w:r>
        <w:t>nez à nez</w:t>
      </w:r>
      <w:r w:rsidR="00D37400">
        <w:t xml:space="preserve">, </w:t>
      </w:r>
      <w:r>
        <w:t>comme deux vieux coqs déplumés</w:t>
      </w:r>
      <w:r w:rsidR="00D37400">
        <w:t xml:space="preserve">, </w:t>
      </w:r>
      <w:r>
        <w:t>se regardant dans le blanc des yeux et bégayant</w:t>
      </w:r>
      <w:r w:rsidR="00D37400">
        <w:t> :</w:t>
      </w:r>
    </w:p>
    <w:p w14:paraId="4F9A4831" w14:textId="77777777" w:rsidR="00D37400" w:rsidRDefault="00D37400">
      <w:r>
        <w:t>« </w:t>
      </w:r>
      <w:r w:rsidR="00636A18">
        <w:t>Vous me rendrez raison par les armes</w:t>
      </w:r>
      <w:r>
        <w:t xml:space="preserve">, </w:t>
      </w:r>
      <w:r w:rsidR="00636A18">
        <w:t>monsieur</w:t>
      </w:r>
      <w:r>
        <w:t>.</w:t>
      </w:r>
    </w:p>
    <w:p w14:paraId="0FEEFB8C" w14:textId="77777777" w:rsidR="00D37400" w:rsidRDefault="00D37400">
      <w:r>
        <w:t>— </w:t>
      </w:r>
      <w:r w:rsidR="00636A18">
        <w:t>Quand il vous plaira</w:t>
      </w:r>
      <w:r>
        <w:t xml:space="preserve">, </w:t>
      </w:r>
      <w:r w:rsidR="00636A18">
        <w:t>monsieur</w:t>
      </w:r>
      <w:r>
        <w:t>.</w:t>
      </w:r>
    </w:p>
    <w:p w14:paraId="2D77F9C7" w14:textId="77777777" w:rsidR="00D37400" w:rsidRDefault="00D37400">
      <w:r>
        <w:t>— </w:t>
      </w:r>
      <w:r w:rsidR="00636A18">
        <w:t>Alors ce sera demain</w:t>
      </w:r>
      <w:r>
        <w:t xml:space="preserve">, </w:t>
      </w:r>
      <w:r w:rsidR="00636A18">
        <w:t>monsieur</w:t>
      </w:r>
      <w:r>
        <w:t xml:space="preserve"> ; </w:t>
      </w:r>
      <w:r w:rsidR="00636A18">
        <w:t>dans l</w:t>
      </w:r>
      <w:r>
        <w:t>’</w:t>
      </w:r>
      <w:r w:rsidR="00636A18">
        <w:t>allée des S</w:t>
      </w:r>
      <w:r w:rsidR="00636A18">
        <w:t>u</w:t>
      </w:r>
      <w:r w:rsidR="00636A18">
        <w:t>reaux</w:t>
      </w:r>
      <w:r>
        <w:t xml:space="preserve">, </w:t>
      </w:r>
      <w:r w:rsidR="00636A18">
        <w:t>porte de France</w:t>
      </w:r>
      <w:r>
        <w:t>.</w:t>
      </w:r>
    </w:p>
    <w:p w14:paraId="598CC4C4" w14:textId="77777777" w:rsidR="00D37400" w:rsidRDefault="00D37400">
      <w:r>
        <w:t>— </w:t>
      </w:r>
      <w:r w:rsidR="00636A18">
        <w:t>C</w:t>
      </w:r>
      <w:r>
        <w:t>’</w:t>
      </w:r>
      <w:r w:rsidR="00636A18">
        <w:t>est bien</w:t>
      </w:r>
      <w:r>
        <w:t xml:space="preserve">, </w:t>
      </w:r>
      <w:r w:rsidR="00636A18">
        <w:t>monsieur</w:t>
      </w:r>
      <w:r>
        <w:t xml:space="preserve"> ; </w:t>
      </w:r>
      <w:r w:rsidR="00636A18">
        <w:t>à quelle heure</w:t>
      </w:r>
      <w:r>
        <w:t> ?</w:t>
      </w:r>
    </w:p>
    <w:p w14:paraId="3A1462A1" w14:textId="77777777" w:rsidR="00D37400" w:rsidRDefault="00D37400">
      <w:r>
        <w:t>— </w:t>
      </w:r>
      <w:r w:rsidR="00636A18">
        <w:t>À six heures du soir</w:t>
      </w:r>
      <w:r>
        <w:t xml:space="preserve">, </w:t>
      </w:r>
      <w:r w:rsidR="00636A18">
        <w:t>monsieur</w:t>
      </w:r>
      <w:r>
        <w:t xml:space="preserve">, </w:t>
      </w:r>
      <w:r w:rsidR="00636A18">
        <w:t>sans faute</w:t>
      </w:r>
      <w:r>
        <w:t xml:space="preserve">. </w:t>
      </w:r>
      <w:r w:rsidR="00636A18">
        <w:t>Je suis insu</w:t>
      </w:r>
      <w:r w:rsidR="00636A18">
        <w:t>l</w:t>
      </w:r>
      <w:r w:rsidR="00636A18">
        <w:t>té</w:t>
      </w:r>
      <w:r>
        <w:t xml:space="preserve"> ; </w:t>
      </w:r>
      <w:r w:rsidR="00636A18">
        <w:t>mon arme</w:t>
      </w:r>
      <w:r>
        <w:t xml:space="preserve">, </w:t>
      </w:r>
      <w:r w:rsidR="00636A18">
        <w:t>c</w:t>
      </w:r>
      <w:r>
        <w:t>’</w:t>
      </w:r>
      <w:r w:rsidR="00636A18">
        <w:t>est l</w:t>
      </w:r>
      <w:r>
        <w:t>’</w:t>
      </w:r>
      <w:r w:rsidR="00636A18">
        <w:t>épée</w:t>
      </w:r>
      <w:r>
        <w:t>.</w:t>
      </w:r>
    </w:p>
    <w:p w14:paraId="3282657A" w14:textId="086587B8" w:rsidR="00636A18" w:rsidRDefault="00D37400">
      <w:pPr>
        <w:rPr>
          <w:szCs w:val="36"/>
        </w:rPr>
      </w:pPr>
      <w:r>
        <w:t>— </w:t>
      </w:r>
      <w:r w:rsidR="00636A18">
        <w:t>C</w:t>
      </w:r>
      <w:r>
        <w:t>’</w:t>
      </w:r>
      <w:r w:rsidR="00636A18">
        <w:t>est entendu</w:t>
      </w:r>
      <w:r>
        <w:t xml:space="preserve">, </w:t>
      </w:r>
      <w:r w:rsidR="00636A18">
        <w:t>monsieur</w:t>
      </w:r>
      <w:r>
        <w:t xml:space="preserve"> ; </w:t>
      </w:r>
      <w:r w:rsidR="00636A18">
        <w:t>nous n</w:t>
      </w:r>
      <w:r>
        <w:t>’</w:t>
      </w:r>
      <w:r w:rsidR="00636A18">
        <w:t>avons plus qu</w:t>
      </w:r>
      <w:r>
        <w:t>’</w:t>
      </w:r>
      <w:r w:rsidR="00636A18">
        <w:t>à trouver des témoins</w:t>
      </w:r>
      <w:r>
        <w:t>. »</w:t>
      </w:r>
    </w:p>
    <w:p w14:paraId="37897D00" w14:textId="77777777" w:rsidR="00D37400" w:rsidRDefault="00636A18">
      <w:r>
        <w:t>Ils allaient se séparer</w:t>
      </w:r>
      <w:r w:rsidR="00D37400">
        <w:t xml:space="preserve">, </w:t>
      </w:r>
      <w:r>
        <w:t>quand</w:t>
      </w:r>
      <w:r w:rsidR="00D37400">
        <w:t xml:space="preserve">, </w:t>
      </w:r>
      <w:r>
        <w:t>prenant tout à coup le parti de mon ami</w:t>
      </w:r>
      <w:r w:rsidR="00D37400">
        <w:t xml:space="preserve">, </w:t>
      </w:r>
      <w:r>
        <w:t xml:space="preserve">je me jetai sur la jambe maigre de </w:t>
      </w:r>
      <w:proofErr w:type="spellStart"/>
      <w:r>
        <w:t>Rosenthâl</w:t>
      </w:r>
      <w:proofErr w:type="spellEnd"/>
      <w:r w:rsidR="00D37400">
        <w:t xml:space="preserve">, </w:t>
      </w:r>
      <w:r>
        <w:t>en lui mordant dans le mollet</w:t>
      </w:r>
      <w:r w:rsidR="00D37400">
        <w:t xml:space="preserve">, </w:t>
      </w:r>
      <w:r>
        <w:t>à travers ses bas de soie</w:t>
      </w:r>
      <w:r w:rsidR="00D37400">
        <w:t>.</w:t>
      </w:r>
    </w:p>
    <w:p w14:paraId="360506E2" w14:textId="77777777" w:rsidR="00D37400" w:rsidRDefault="00636A18">
      <w:r>
        <w:lastRenderedPageBreak/>
        <w:t>Il se retourna</w:t>
      </w:r>
      <w:r w:rsidR="00D37400">
        <w:t xml:space="preserve">, </w:t>
      </w:r>
      <w:r>
        <w:t>la canne en l</w:t>
      </w:r>
      <w:r w:rsidR="00D37400">
        <w:t>’</w:t>
      </w:r>
      <w:r>
        <w:t>air</w:t>
      </w:r>
      <w:r w:rsidR="00D37400">
        <w:t xml:space="preserve">, </w:t>
      </w:r>
      <w:r>
        <w:t>pour m</w:t>
      </w:r>
      <w:r w:rsidR="00D37400">
        <w:t>’</w:t>
      </w:r>
      <w:r>
        <w:t>assommer</w:t>
      </w:r>
      <w:r w:rsidR="00D37400">
        <w:t xml:space="preserve">, </w:t>
      </w:r>
      <w:r>
        <w:t>ne se possédant plus d</w:t>
      </w:r>
      <w:r w:rsidR="00D37400">
        <w:t>’</w:t>
      </w:r>
      <w:r>
        <w:t>indignation</w:t>
      </w:r>
      <w:r w:rsidR="00D37400">
        <w:t xml:space="preserve">. </w:t>
      </w:r>
      <w:r>
        <w:t>Heureusement</w:t>
      </w:r>
      <w:r w:rsidR="00D37400">
        <w:t xml:space="preserve">, </w:t>
      </w:r>
      <w:r>
        <w:t>Florentin para le coup avec sa canne</w:t>
      </w:r>
      <w:r w:rsidR="00D37400">
        <w:t xml:space="preserve">, </w:t>
      </w:r>
      <w:r>
        <w:t>et Azor</w:t>
      </w:r>
      <w:r w:rsidR="00D37400">
        <w:t xml:space="preserve">, </w:t>
      </w:r>
      <w:r>
        <w:t>se mettant de la partie</w:t>
      </w:r>
      <w:r w:rsidR="00D37400">
        <w:t xml:space="preserve">, </w:t>
      </w:r>
      <w:r>
        <w:t>remplit la voûte de ses aboiements redoublés</w:t>
      </w:r>
      <w:r w:rsidR="00D37400">
        <w:t>.</w:t>
      </w:r>
    </w:p>
    <w:p w14:paraId="0134FCF0" w14:textId="77777777" w:rsidR="00D37400" w:rsidRDefault="00636A18">
      <w:r>
        <w:t>La foule s</w:t>
      </w:r>
      <w:r w:rsidR="00D37400">
        <w:t>’</w:t>
      </w:r>
      <w:r>
        <w:t>élançait de la salle</w:t>
      </w:r>
      <w:r w:rsidR="00D37400">
        <w:t xml:space="preserve">, </w:t>
      </w:r>
      <w:r>
        <w:t>et les deux vieux</w:t>
      </w:r>
      <w:r w:rsidR="00D37400">
        <w:t xml:space="preserve">, </w:t>
      </w:r>
      <w:r>
        <w:t>ne voulant pas se donner en spectacle</w:t>
      </w:r>
      <w:r w:rsidR="00D37400">
        <w:t xml:space="preserve">, </w:t>
      </w:r>
      <w:r>
        <w:t>se quittèrent en répétant</w:t>
      </w:r>
      <w:r w:rsidR="00D37400">
        <w:t> :</w:t>
      </w:r>
    </w:p>
    <w:p w14:paraId="5CF468FC" w14:textId="79E5D54E" w:rsidR="00636A18" w:rsidRDefault="00D37400">
      <w:pPr>
        <w:rPr>
          <w:szCs w:val="36"/>
        </w:rPr>
      </w:pPr>
      <w:r>
        <w:t>« </w:t>
      </w:r>
      <w:r w:rsidR="00636A18">
        <w:t>À demain</w:t>
      </w:r>
      <w:r>
        <w:t> ! »</w:t>
      </w:r>
    </w:p>
    <w:p w14:paraId="48C4744B" w14:textId="77777777" w:rsidR="00D37400" w:rsidRDefault="00636A18">
      <w:r>
        <w:t>Florentin traversait la place</w:t>
      </w:r>
      <w:r w:rsidR="00D37400">
        <w:t xml:space="preserve">, </w:t>
      </w:r>
      <w:r>
        <w:t>me tenant par la main et d</w:t>
      </w:r>
      <w:r>
        <w:t>i</w:t>
      </w:r>
      <w:r>
        <w:t>sant</w:t>
      </w:r>
      <w:r w:rsidR="00D37400">
        <w:t> :</w:t>
      </w:r>
    </w:p>
    <w:p w14:paraId="0654A34D" w14:textId="68D8305E" w:rsidR="00636A18" w:rsidRDefault="00D37400">
      <w:pPr>
        <w:rPr>
          <w:szCs w:val="36"/>
        </w:rPr>
      </w:pPr>
      <w:r>
        <w:t>« </w:t>
      </w:r>
      <w:r w:rsidR="00636A18">
        <w:t>C</w:t>
      </w:r>
      <w:r>
        <w:t>’</w:t>
      </w:r>
      <w:r w:rsidR="00636A18">
        <w:t>est bien</w:t>
      </w:r>
      <w:r>
        <w:t xml:space="preserve">, </w:t>
      </w:r>
      <w:r w:rsidR="00636A18">
        <w:t>mon ami</w:t>
      </w:r>
      <w:r>
        <w:t xml:space="preserve">, </w:t>
      </w:r>
      <w:r w:rsidR="00636A18">
        <w:t>tu m</w:t>
      </w:r>
      <w:r>
        <w:t>’</w:t>
      </w:r>
      <w:r w:rsidR="00636A18">
        <w:t>as défendu</w:t>
      </w:r>
      <w:r>
        <w:t xml:space="preserve">, </w:t>
      </w:r>
      <w:r w:rsidR="00636A18">
        <w:t>tu es un brave</w:t>
      </w:r>
      <w:r>
        <w:t xml:space="preserve">. </w:t>
      </w:r>
      <w:r w:rsidR="00636A18">
        <w:t>Sois tranquille</w:t>
      </w:r>
      <w:r>
        <w:t xml:space="preserve">, </w:t>
      </w:r>
      <w:r w:rsidR="00636A18">
        <w:t>demain nous allons arranger ce kaiserlick</w:t>
      </w:r>
      <w:r>
        <w:t xml:space="preserve">, </w:t>
      </w:r>
      <w:r w:rsidR="00636A18">
        <w:t>l</w:t>
      </w:r>
      <w:r>
        <w:t>’</w:t>
      </w:r>
      <w:r w:rsidR="00636A18">
        <w:t>ami de Bernadotte</w:t>
      </w:r>
      <w:r>
        <w:t xml:space="preserve">… </w:t>
      </w:r>
      <w:r w:rsidR="00636A18">
        <w:t>Canaille</w:t>
      </w:r>
      <w:r>
        <w:t xml:space="preserve"> !… </w:t>
      </w:r>
      <w:r w:rsidR="00636A18">
        <w:t>Il n</w:t>
      </w:r>
      <w:r>
        <w:t>’</w:t>
      </w:r>
      <w:r w:rsidR="00636A18">
        <w:t>aura plus besoin de pension</w:t>
      </w:r>
      <w:r>
        <w:t xml:space="preserve">… </w:t>
      </w:r>
      <w:r w:rsidR="00636A18">
        <w:t>Ma chance</w:t>
      </w:r>
      <w:r>
        <w:t xml:space="preserve"> !… </w:t>
      </w:r>
      <w:r w:rsidR="00636A18">
        <w:t>Il ose parler de ma chance</w:t>
      </w:r>
      <w:r>
        <w:t xml:space="preserve"> !… </w:t>
      </w:r>
      <w:r w:rsidR="00636A18">
        <w:t>Attends</w:t>
      </w:r>
      <w:r>
        <w:t xml:space="preserve">, </w:t>
      </w:r>
      <w:r w:rsidR="00636A18">
        <w:t>je vais t</w:t>
      </w:r>
      <w:r>
        <w:t>’</w:t>
      </w:r>
      <w:r w:rsidR="00636A18">
        <w:t>en donner de la chance</w:t>
      </w:r>
      <w:r>
        <w:t xml:space="preserve">, </w:t>
      </w:r>
      <w:r w:rsidR="00636A18">
        <w:t>vieux traître</w:t>
      </w:r>
      <w:r>
        <w:t xml:space="preserve"> ! </w:t>
      </w:r>
      <w:r w:rsidR="00636A18">
        <w:t>C</w:t>
      </w:r>
      <w:r>
        <w:t>’</w:t>
      </w:r>
      <w:r w:rsidR="00636A18">
        <w:t>est sur le terrain que je veux te voir</w:t>
      </w:r>
      <w:r>
        <w:t xml:space="preserve">, </w:t>
      </w:r>
      <w:r w:rsidR="00636A18">
        <w:t>Charles-Jean</w:t>
      </w:r>
      <w:r>
        <w:t> ! »</w:t>
      </w:r>
    </w:p>
    <w:p w14:paraId="3FE6981A" w14:textId="7E1EDE54" w:rsidR="00D37400" w:rsidRDefault="00636A18">
      <w:r>
        <w:t>Et balbutiant d</w:t>
      </w:r>
      <w:r w:rsidR="00D37400">
        <w:t>’</w:t>
      </w:r>
      <w:r>
        <w:t>autres mots inintelligibles</w:t>
      </w:r>
      <w:r w:rsidR="00D37400">
        <w:t xml:space="preserve">, </w:t>
      </w:r>
      <w:r>
        <w:t>nous arrivâmes ainsi à la maison</w:t>
      </w:r>
      <w:r w:rsidR="00D37400">
        <w:t> ; M</w:t>
      </w:r>
      <w:r w:rsidR="00D37400" w:rsidRPr="00D37400">
        <w:rPr>
          <w:vertAlign w:val="superscript"/>
        </w:rPr>
        <w:t>me</w:t>
      </w:r>
      <w:r w:rsidR="00D37400">
        <w:t> </w:t>
      </w:r>
      <w:r>
        <w:t>Françoise</w:t>
      </w:r>
      <w:r w:rsidR="00D37400">
        <w:t xml:space="preserve">, </w:t>
      </w:r>
      <w:r>
        <w:t>voyant que Florentin avait bu un coup de trop</w:t>
      </w:r>
      <w:r w:rsidR="00D37400">
        <w:t xml:space="preserve">, </w:t>
      </w:r>
      <w:r>
        <w:t>se garda bien de lui faire la moindre observ</w:t>
      </w:r>
      <w:r>
        <w:t>a</w:t>
      </w:r>
      <w:r>
        <w:t>tion</w:t>
      </w:r>
      <w:r w:rsidR="00D37400">
        <w:t xml:space="preserve">, </w:t>
      </w:r>
      <w:r>
        <w:t>d</w:t>
      </w:r>
      <w:r w:rsidR="00D37400">
        <w:t>’</w:t>
      </w:r>
      <w:r>
        <w:t>autant plus qu</w:t>
      </w:r>
      <w:r w:rsidR="00D37400">
        <w:t>’</w:t>
      </w:r>
      <w:r>
        <w:t>il s</w:t>
      </w:r>
      <w:r w:rsidR="00D37400">
        <w:t>’</w:t>
      </w:r>
      <w:r>
        <w:t>assit dans son fauteuil et ne tarda pas à s</w:t>
      </w:r>
      <w:r w:rsidR="00D37400">
        <w:t>’</w:t>
      </w:r>
      <w:r>
        <w:t>endormir</w:t>
      </w:r>
      <w:r w:rsidR="00D37400">
        <w:t xml:space="preserve">, </w:t>
      </w:r>
      <w:r>
        <w:t>comme il lui arrivait toujours les dimanches</w:t>
      </w:r>
      <w:r w:rsidR="00D37400">
        <w:t xml:space="preserve">, </w:t>
      </w:r>
      <w:r>
        <w:t>en revenant de l</w:t>
      </w:r>
      <w:r w:rsidR="00D37400">
        <w:t>’</w:t>
      </w:r>
      <w:r>
        <w:rPr>
          <w:i/>
        </w:rPr>
        <w:t>hôtel de Bâle</w:t>
      </w:r>
      <w:r w:rsidR="00D37400">
        <w:t>.</w:t>
      </w:r>
    </w:p>
    <w:p w14:paraId="3E456345" w14:textId="77777777" w:rsidR="00D37400" w:rsidRDefault="00636A18">
      <w:r>
        <w:t>Il n</w:t>
      </w:r>
      <w:r w:rsidR="00D37400">
        <w:t>’</w:t>
      </w:r>
      <w:r>
        <w:t>était plus d</w:t>
      </w:r>
      <w:r w:rsidR="00D37400">
        <w:t>’</w:t>
      </w:r>
      <w:r>
        <w:t>âge à supporter le vin soufré d</w:t>
      </w:r>
      <w:r w:rsidR="00D37400">
        <w:t>’</w:t>
      </w:r>
      <w:r>
        <w:t>Alsace</w:t>
      </w:r>
      <w:r w:rsidR="00D37400">
        <w:t xml:space="preserve">, </w:t>
      </w:r>
      <w:r>
        <w:t>dont il ne faisait pourtant pas un grand abus</w:t>
      </w:r>
      <w:r w:rsidR="00D37400">
        <w:t xml:space="preserve"> ; </w:t>
      </w:r>
      <w:r>
        <w:t>mais</w:t>
      </w:r>
      <w:r w:rsidR="00D37400">
        <w:t xml:space="preserve">, </w:t>
      </w:r>
      <w:r>
        <w:t>ayant passé la soixantaine</w:t>
      </w:r>
      <w:r w:rsidR="00D37400">
        <w:t xml:space="preserve">, </w:t>
      </w:r>
      <w:r>
        <w:t>il aurait dû s</w:t>
      </w:r>
      <w:r w:rsidR="00D37400">
        <w:t>’</w:t>
      </w:r>
      <w:r>
        <w:t>en tenir à sa petite chopine</w:t>
      </w:r>
      <w:r w:rsidR="00D37400">
        <w:t xml:space="preserve">, </w:t>
      </w:r>
      <w:r>
        <w:t>surtout après le cognac</w:t>
      </w:r>
      <w:r w:rsidR="00D37400">
        <w:t>.</w:t>
      </w:r>
    </w:p>
    <w:p w14:paraId="5F845E7F" w14:textId="77777777" w:rsidR="00D37400" w:rsidRDefault="00636A18">
      <w:r>
        <w:t>Enfin</w:t>
      </w:r>
      <w:r w:rsidR="00D37400">
        <w:t xml:space="preserve">, </w:t>
      </w:r>
      <w:r>
        <w:t>il ne s</w:t>
      </w:r>
      <w:r w:rsidR="00D37400">
        <w:t>’</w:t>
      </w:r>
      <w:r>
        <w:t>en doutait pas</w:t>
      </w:r>
      <w:r w:rsidR="00D37400">
        <w:t>.</w:t>
      </w:r>
    </w:p>
    <w:p w14:paraId="0B3336FD" w14:textId="7D268375" w:rsidR="00D37400" w:rsidRDefault="00D37400">
      <w:r>
        <w:t>M</w:t>
      </w:r>
      <w:r w:rsidRPr="00D37400">
        <w:rPr>
          <w:vertAlign w:val="superscript"/>
        </w:rPr>
        <w:t>me</w:t>
      </w:r>
      <w:r>
        <w:t> </w:t>
      </w:r>
      <w:r w:rsidR="00636A18">
        <w:t>Françoise</w:t>
      </w:r>
      <w:r>
        <w:t xml:space="preserve">, </w:t>
      </w:r>
      <w:r w:rsidR="00636A18">
        <w:t>ces jours-là</w:t>
      </w:r>
      <w:r>
        <w:t xml:space="preserve">, </w:t>
      </w:r>
      <w:r w:rsidR="00636A18">
        <w:t>me reconduisait tout de suite à la maison</w:t>
      </w:r>
      <w:r>
        <w:t xml:space="preserve"> : </w:t>
      </w:r>
      <w:r w:rsidR="00636A18">
        <w:t>je soupais chez nous avec mes parents</w:t>
      </w:r>
      <w:r>
        <w:t xml:space="preserve">, </w:t>
      </w:r>
      <w:r w:rsidR="00636A18">
        <w:t xml:space="preserve">comme </w:t>
      </w:r>
      <w:r w:rsidR="00636A18">
        <w:lastRenderedPageBreak/>
        <w:t>d</w:t>
      </w:r>
      <w:r>
        <w:t>’</w:t>
      </w:r>
      <w:r w:rsidR="00636A18">
        <w:t>habitude</w:t>
      </w:r>
      <w:r>
        <w:t xml:space="preserve">, </w:t>
      </w:r>
      <w:r w:rsidR="00636A18">
        <w:t>et je m</w:t>
      </w:r>
      <w:r>
        <w:t>’</w:t>
      </w:r>
      <w:r w:rsidR="00636A18">
        <w:t>endormais sur ma chaise</w:t>
      </w:r>
      <w:r>
        <w:t xml:space="preserve">, </w:t>
      </w:r>
      <w:r w:rsidR="00636A18">
        <w:t>tout étonné le le</w:t>
      </w:r>
      <w:r w:rsidR="00636A18">
        <w:t>n</w:t>
      </w:r>
      <w:r w:rsidR="00636A18">
        <w:t>demain de m</w:t>
      </w:r>
      <w:r>
        <w:t>’</w:t>
      </w:r>
      <w:r w:rsidR="00636A18">
        <w:t>éveiller dans mon lit</w:t>
      </w:r>
      <w:r>
        <w:t>.</w:t>
      </w:r>
    </w:p>
    <w:p w14:paraId="633F1DE1" w14:textId="77777777" w:rsidR="00D37400" w:rsidRDefault="00636A18">
      <w:r>
        <w:t>C</w:t>
      </w:r>
      <w:r w:rsidR="00D37400">
        <w:t>’</w:t>
      </w:r>
      <w:r>
        <w:t>est ce qui m</w:t>
      </w:r>
      <w:r w:rsidR="00D37400">
        <w:t>’</w:t>
      </w:r>
      <w:r>
        <w:t>arriva ce jour-là</w:t>
      </w:r>
      <w:r w:rsidR="00D37400">
        <w:t>.</w:t>
      </w:r>
    </w:p>
    <w:p w14:paraId="0C90312F" w14:textId="71773783" w:rsidR="00D37400" w:rsidRDefault="00D37400">
      <w:r>
        <w:t>M</w:t>
      </w:r>
      <w:r w:rsidRPr="00D37400">
        <w:rPr>
          <w:vertAlign w:val="superscript"/>
        </w:rPr>
        <w:t>me</w:t>
      </w:r>
      <w:r>
        <w:t> </w:t>
      </w:r>
      <w:r w:rsidR="00636A18">
        <w:t>Florentin revenait toujours le lendemain me reprendre vers sept heures</w:t>
      </w:r>
      <w:r>
        <w:t xml:space="preserve">, </w:t>
      </w:r>
      <w:r w:rsidR="00636A18">
        <w:t>mais elle y manqua cette fois</w:t>
      </w:r>
      <w:r>
        <w:t xml:space="preserve">. </w:t>
      </w:r>
      <w:r w:rsidR="00636A18">
        <w:t>Ne la voyant pas venir et me rappelant tout à coup ce qui s</w:t>
      </w:r>
      <w:r>
        <w:t>’</w:t>
      </w:r>
      <w:r w:rsidR="00636A18">
        <w:t>était passé la veille</w:t>
      </w:r>
      <w:r>
        <w:t xml:space="preserve">, </w:t>
      </w:r>
      <w:r w:rsidR="00636A18">
        <w:t>je courus à leur maison</w:t>
      </w:r>
      <w:r>
        <w:t xml:space="preserve">, </w:t>
      </w:r>
      <w:r w:rsidR="00636A18">
        <w:t>où je trouvai mon ami Florentin seul</w:t>
      </w:r>
      <w:r>
        <w:t>.</w:t>
      </w:r>
    </w:p>
    <w:p w14:paraId="3E9800E6" w14:textId="77777777" w:rsidR="00D37400" w:rsidRDefault="00636A18">
      <w:r>
        <w:t>Il venait de tirer d</w:t>
      </w:r>
      <w:r w:rsidR="00D37400">
        <w:t>’</w:t>
      </w:r>
      <w:r>
        <w:t>une armoire deux longues épées qu</w:t>
      </w:r>
      <w:r w:rsidR="00D37400">
        <w:t>’</w:t>
      </w:r>
      <w:r>
        <w:t>il examinait avec soin</w:t>
      </w:r>
      <w:r w:rsidR="00D37400">
        <w:t xml:space="preserve">, </w:t>
      </w:r>
      <w:r>
        <w:t>debout dans la chambre</w:t>
      </w:r>
      <w:r w:rsidR="00D37400">
        <w:t xml:space="preserve">, </w:t>
      </w:r>
      <w:r>
        <w:t>les faisant plier sur le parquet et disant</w:t>
      </w:r>
      <w:r w:rsidR="00D37400">
        <w:t> :</w:t>
      </w:r>
    </w:p>
    <w:p w14:paraId="1FD66B2F" w14:textId="12BB82DD" w:rsidR="00636A18" w:rsidRDefault="00D37400">
      <w:pPr>
        <w:rPr>
          <w:szCs w:val="36"/>
        </w:rPr>
      </w:pPr>
      <w:r>
        <w:t>« </w:t>
      </w:r>
      <w:r w:rsidR="00636A18">
        <w:t>C</w:t>
      </w:r>
      <w:r>
        <w:t>’</w:t>
      </w:r>
      <w:r w:rsidR="00636A18">
        <w:t>est ça</w:t>
      </w:r>
      <w:r>
        <w:t xml:space="preserve">… </w:t>
      </w:r>
      <w:r w:rsidR="00636A18">
        <w:t>c</w:t>
      </w:r>
      <w:r>
        <w:t>’</w:t>
      </w:r>
      <w:r w:rsidR="00636A18">
        <w:t>est bien ça</w:t>
      </w:r>
      <w:r>
        <w:t xml:space="preserve">… </w:t>
      </w:r>
      <w:r w:rsidR="00636A18">
        <w:t>Voilà notre affaire</w:t>
      </w:r>
      <w:r>
        <w:t> ! »</w:t>
      </w:r>
    </w:p>
    <w:p w14:paraId="5B7FC5D5" w14:textId="77777777" w:rsidR="00D37400" w:rsidRDefault="00636A18">
      <w:r>
        <w:t>Et</w:t>
      </w:r>
      <w:r w:rsidR="00D37400">
        <w:t xml:space="preserve">, </w:t>
      </w:r>
      <w:r>
        <w:t>comme la porte s</w:t>
      </w:r>
      <w:r w:rsidR="00D37400">
        <w:t>’</w:t>
      </w:r>
      <w:r>
        <w:t>était ouverte sans bruit</w:t>
      </w:r>
      <w:r w:rsidR="00D37400">
        <w:t xml:space="preserve">, </w:t>
      </w:r>
      <w:r>
        <w:t>il ne m</w:t>
      </w:r>
      <w:r w:rsidR="00D37400">
        <w:t>’</w:t>
      </w:r>
      <w:r>
        <w:t>apercevait pas</w:t>
      </w:r>
      <w:r w:rsidR="00D37400">
        <w:t xml:space="preserve"> ; </w:t>
      </w:r>
      <w:r>
        <w:t>je le regardais en silence</w:t>
      </w:r>
      <w:r w:rsidR="00D37400">
        <w:t xml:space="preserve">, </w:t>
      </w:r>
      <w:r>
        <w:t>tout surpris</w:t>
      </w:r>
      <w:r w:rsidR="00D37400">
        <w:t>.</w:t>
      </w:r>
    </w:p>
    <w:p w14:paraId="47F76164" w14:textId="77777777" w:rsidR="00D37400" w:rsidRDefault="00636A18">
      <w:r>
        <w:t>Ayant posé l</w:t>
      </w:r>
      <w:r w:rsidR="00D37400">
        <w:t>’</w:t>
      </w:r>
      <w:r>
        <w:t>une de ces épées sur la console</w:t>
      </w:r>
      <w:r w:rsidR="00D37400">
        <w:t xml:space="preserve">, </w:t>
      </w:r>
      <w:r>
        <w:t>entre les deux fenêtres</w:t>
      </w:r>
      <w:r w:rsidR="00D37400">
        <w:t xml:space="preserve">, </w:t>
      </w:r>
      <w:r>
        <w:t>il se mit en garde avec l</w:t>
      </w:r>
      <w:r w:rsidR="00D37400">
        <w:t>’</w:t>
      </w:r>
      <w:r>
        <w:t>autre</w:t>
      </w:r>
      <w:r w:rsidR="00D37400">
        <w:t xml:space="preserve">, </w:t>
      </w:r>
      <w:r>
        <w:t>frappant du pied</w:t>
      </w:r>
      <w:r w:rsidR="00D37400">
        <w:t xml:space="preserve"> ; </w:t>
      </w:r>
      <w:r>
        <w:t>il avait encore ses savates du matin et se fendait</w:t>
      </w:r>
      <w:r w:rsidR="00D37400">
        <w:t xml:space="preserve">, </w:t>
      </w:r>
      <w:r>
        <w:t>en criant d</w:t>
      </w:r>
      <w:r w:rsidR="00D37400">
        <w:t>’</w:t>
      </w:r>
      <w:r>
        <w:t>une voix brève</w:t>
      </w:r>
      <w:r w:rsidR="00D37400">
        <w:t> :</w:t>
      </w:r>
    </w:p>
    <w:p w14:paraId="40540BA6" w14:textId="4FD56102" w:rsidR="00636A18" w:rsidRDefault="00D37400">
      <w:pPr>
        <w:rPr>
          <w:szCs w:val="36"/>
        </w:rPr>
      </w:pPr>
      <w:r>
        <w:t>« </w:t>
      </w:r>
      <w:r w:rsidR="00636A18">
        <w:t>Une</w:t>
      </w:r>
      <w:r>
        <w:t xml:space="preserve"> !… </w:t>
      </w:r>
      <w:proofErr w:type="spellStart"/>
      <w:r w:rsidR="00636A18">
        <w:t>deusse</w:t>
      </w:r>
      <w:proofErr w:type="spellEnd"/>
      <w:r>
        <w:t> !… »</w:t>
      </w:r>
    </w:p>
    <w:p w14:paraId="1BC8C7E5" w14:textId="77777777" w:rsidR="00D37400" w:rsidRDefault="00636A18">
      <w:r>
        <w:t>Puis</w:t>
      </w:r>
      <w:r w:rsidR="00D37400">
        <w:t xml:space="preserve">, </w:t>
      </w:r>
      <w:r>
        <w:t>se redressant brusquement sur ses vieilles jambes</w:t>
      </w:r>
      <w:r w:rsidR="00D37400">
        <w:t xml:space="preserve">, </w:t>
      </w:r>
      <w:r>
        <w:t>il murmurait</w:t>
      </w:r>
      <w:r w:rsidR="00D37400">
        <w:t> :</w:t>
      </w:r>
    </w:p>
    <w:p w14:paraId="52931F3B" w14:textId="78602718" w:rsidR="00636A18" w:rsidRDefault="00D37400">
      <w:pPr>
        <w:rPr>
          <w:szCs w:val="36"/>
        </w:rPr>
      </w:pPr>
      <w:r>
        <w:t>« </w:t>
      </w:r>
      <w:r w:rsidR="00636A18">
        <w:t>Le jarret est encore solide</w:t>
      </w:r>
      <w:r>
        <w:t xml:space="preserve">… </w:t>
      </w:r>
      <w:r w:rsidR="00636A18">
        <w:t>Hé</w:t>
      </w:r>
      <w:r>
        <w:t xml:space="preserve"> ! </w:t>
      </w:r>
      <w:r w:rsidR="00636A18">
        <w:t>hé</w:t>
      </w:r>
      <w:r>
        <w:t xml:space="preserve"> ! </w:t>
      </w:r>
      <w:r w:rsidR="00636A18">
        <w:t>hé</w:t>
      </w:r>
      <w:r>
        <w:t xml:space="preserve"> ! </w:t>
      </w:r>
      <w:r w:rsidR="00636A18">
        <w:t>Sébastien</w:t>
      </w:r>
      <w:r>
        <w:t xml:space="preserve">, </w:t>
      </w:r>
      <w:r w:rsidR="00636A18">
        <w:t>on n</w:t>
      </w:r>
      <w:r>
        <w:t>’</w:t>
      </w:r>
      <w:r w:rsidR="00636A18">
        <w:t>est pas encore trop rouillé dans les jointures</w:t>
      </w:r>
      <w:r>
        <w:t xml:space="preserve">… </w:t>
      </w:r>
      <w:r w:rsidR="00636A18">
        <w:t>Ça marche</w:t>
      </w:r>
      <w:r>
        <w:t> !… »</w:t>
      </w:r>
    </w:p>
    <w:p w14:paraId="7CC3895F" w14:textId="77777777" w:rsidR="00D37400" w:rsidRDefault="00636A18">
      <w:r>
        <w:t>Je le voyais de profil</w:t>
      </w:r>
      <w:r w:rsidR="00D37400">
        <w:t xml:space="preserve"> ; </w:t>
      </w:r>
      <w:r>
        <w:t>sa figure longue</w:t>
      </w:r>
      <w:r w:rsidR="00D37400">
        <w:t xml:space="preserve">, </w:t>
      </w:r>
      <w:r>
        <w:t>maigre</w:t>
      </w:r>
      <w:r w:rsidR="00D37400">
        <w:t xml:space="preserve">, </w:t>
      </w:r>
      <w:r>
        <w:t>avait une expression de joie sauvage</w:t>
      </w:r>
      <w:r w:rsidR="00D37400">
        <w:t xml:space="preserve"> ; </w:t>
      </w:r>
      <w:r>
        <w:t xml:space="preserve">ses quatre cheveux gris se </w:t>
      </w:r>
      <w:r>
        <w:lastRenderedPageBreak/>
        <w:t>dre</w:t>
      </w:r>
      <w:r>
        <w:t>s</w:t>
      </w:r>
      <w:r>
        <w:t>saient contre ses tempes chauves comme les plumes d</w:t>
      </w:r>
      <w:r w:rsidR="00D37400">
        <w:t>’</w:t>
      </w:r>
      <w:r>
        <w:t>un vieil aigle</w:t>
      </w:r>
      <w:r w:rsidR="00D37400">
        <w:t>.</w:t>
      </w:r>
    </w:p>
    <w:p w14:paraId="08DCD88B" w14:textId="77777777" w:rsidR="00D37400" w:rsidRDefault="00D37400">
      <w:r>
        <w:t>« </w:t>
      </w:r>
      <w:r w:rsidR="00636A18">
        <w:t>Eh</w:t>
      </w:r>
      <w:r>
        <w:t xml:space="preserve"> ! </w:t>
      </w:r>
      <w:r w:rsidR="00636A18">
        <w:t>mon ami</w:t>
      </w:r>
      <w:r>
        <w:t xml:space="preserve">, </w:t>
      </w:r>
      <w:r w:rsidR="00636A18">
        <w:t>lui dis-je à la fin</w:t>
      </w:r>
      <w:r>
        <w:t xml:space="preserve">, </w:t>
      </w:r>
      <w:r w:rsidR="00636A18">
        <w:t xml:space="preserve">tu essayes tes grandes épées pour tuer </w:t>
      </w:r>
      <w:proofErr w:type="spellStart"/>
      <w:r w:rsidR="00636A18">
        <w:t>Rosenthâl</w:t>
      </w:r>
      <w:proofErr w:type="spellEnd"/>
      <w:r>
        <w:t> ?</w:t>
      </w:r>
    </w:p>
    <w:p w14:paraId="6AA97EFC" w14:textId="747A09F4" w:rsidR="00636A18" w:rsidRDefault="00D37400">
      <w:pPr>
        <w:rPr>
          <w:szCs w:val="36"/>
        </w:rPr>
      </w:pPr>
      <w:r>
        <w:t>— </w:t>
      </w:r>
      <w:r w:rsidR="00636A18">
        <w:t>Ah</w:t>
      </w:r>
      <w:r>
        <w:t xml:space="preserve"> ! </w:t>
      </w:r>
      <w:r w:rsidR="00636A18">
        <w:t>c</w:t>
      </w:r>
      <w:r>
        <w:t>’</w:t>
      </w:r>
      <w:r w:rsidR="00636A18">
        <w:t>est toi</w:t>
      </w:r>
      <w:r>
        <w:t xml:space="preserve"> ! </w:t>
      </w:r>
      <w:r w:rsidR="00636A18">
        <w:t>fit-il en se retournant</w:t>
      </w:r>
      <w:r>
        <w:t xml:space="preserve">. </w:t>
      </w:r>
      <w:r w:rsidR="00636A18">
        <w:t>Oui</w:t>
      </w:r>
      <w:r>
        <w:t xml:space="preserve">, </w:t>
      </w:r>
      <w:r w:rsidR="00636A18">
        <w:t>mon ami</w:t>
      </w:r>
      <w:r>
        <w:t xml:space="preserve">, </w:t>
      </w:r>
      <w:r w:rsidR="00636A18">
        <w:t>oui</w:t>
      </w:r>
      <w:r>
        <w:t xml:space="preserve"> !… </w:t>
      </w:r>
      <w:r w:rsidR="00636A18">
        <w:t>Regarde</w:t>
      </w:r>
      <w:r>
        <w:t> ! »</w:t>
      </w:r>
    </w:p>
    <w:p w14:paraId="1B2AAF68" w14:textId="77777777" w:rsidR="00D37400" w:rsidRDefault="00636A18">
      <w:r>
        <w:t>Et il se fendit cette fois à fond</w:t>
      </w:r>
      <w:r w:rsidR="00D37400">
        <w:t xml:space="preserve">, </w:t>
      </w:r>
      <w:r>
        <w:t>se relevant comme un re</w:t>
      </w:r>
      <w:r>
        <w:t>s</w:t>
      </w:r>
      <w:r>
        <w:t>sort</w:t>
      </w:r>
      <w:r w:rsidR="00D37400">
        <w:t>.</w:t>
      </w:r>
    </w:p>
    <w:p w14:paraId="0F936588" w14:textId="77777777" w:rsidR="00D37400" w:rsidRDefault="00D37400">
      <w:r>
        <w:t>« </w:t>
      </w:r>
      <w:r w:rsidR="00636A18">
        <w:t>Ah</w:t>
      </w:r>
      <w:r>
        <w:t xml:space="preserve"> ! </w:t>
      </w:r>
      <w:r w:rsidR="00636A18">
        <w:t>ah</w:t>
      </w:r>
      <w:r>
        <w:t xml:space="preserve"> ! </w:t>
      </w:r>
      <w:r w:rsidR="00636A18">
        <w:t>ça revient</w:t>
      </w:r>
      <w:r>
        <w:t xml:space="preserve"> ! </w:t>
      </w:r>
      <w:r w:rsidR="00636A18">
        <w:t>ça revient</w:t>
      </w:r>
      <w:r>
        <w:t> !… »</w:t>
      </w:r>
      <w:r w:rsidR="00636A18">
        <w:t xml:space="preserve"> faisait-il</w:t>
      </w:r>
      <w:r>
        <w:t>.</w:t>
      </w:r>
    </w:p>
    <w:p w14:paraId="47ACB2CE" w14:textId="77777777" w:rsidR="00D37400" w:rsidRDefault="00636A18">
      <w:r>
        <w:t>Alors</w:t>
      </w:r>
      <w:r w:rsidR="00D37400">
        <w:t xml:space="preserve">, </w:t>
      </w:r>
      <w:r>
        <w:t>moi</w:t>
      </w:r>
      <w:r w:rsidR="00D37400">
        <w:t xml:space="preserve">, </w:t>
      </w:r>
      <w:r>
        <w:t>prenant l</w:t>
      </w:r>
      <w:r w:rsidR="00D37400">
        <w:t>’</w:t>
      </w:r>
      <w:r>
        <w:t>autre épée sur la console</w:t>
      </w:r>
      <w:r w:rsidR="00D37400">
        <w:t xml:space="preserve">, </w:t>
      </w:r>
      <w:r>
        <w:t>je lui dis</w:t>
      </w:r>
      <w:r w:rsidR="00D37400">
        <w:t> :</w:t>
      </w:r>
    </w:p>
    <w:p w14:paraId="0D937EEB" w14:textId="77777777" w:rsidR="00D37400" w:rsidRDefault="00D37400">
      <w:r>
        <w:t>« </w:t>
      </w:r>
      <w:r w:rsidR="00636A18">
        <w:t>Comme c</w:t>
      </w:r>
      <w:r>
        <w:t>’</w:t>
      </w:r>
      <w:r w:rsidR="00636A18">
        <w:t>est lourd</w:t>
      </w:r>
      <w:r>
        <w:t> !</w:t>
      </w:r>
    </w:p>
    <w:p w14:paraId="25875921" w14:textId="77777777" w:rsidR="00D37400" w:rsidRDefault="00D37400">
      <w:r>
        <w:t>— </w:t>
      </w:r>
      <w:r w:rsidR="00636A18">
        <w:t>Ça ne sera pas trop lourd pour toi plus tard</w:t>
      </w:r>
      <w:r>
        <w:t>, »</w:t>
      </w:r>
      <w:r w:rsidR="00636A18">
        <w:t xml:space="preserve"> fit-il</w:t>
      </w:r>
      <w:r>
        <w:t>.</w:t>
      </w:r>
    </w:p>
    <w:p w14:paraId="5CA5DA61" w14:textId="77777777" w:rsidR="00D37400" w:rsidRDefault="00636A18">
      <w:r>
        <w:t>Et me reprenant l</w:t>
      </w:r>
      <w:r w:rsidR="00D37400">
        <w:t>’</w:t>
      </w:r>
      <w:r>
        <w:t>épée</w:t>
      </w:r>
      <w:r w:rsidR="00D37400">
        <w:t xml:space="preserve">, </w:t>
      </w:r>
      <w:r>
        <w:t>il la remit avec l</w:t>
      </w:r>
      <w:r w:rsidR="00D37400">
        <w:t>’</w:t>
      </w:r>
      <w:r>
        <w:t>autre dans un fourreau de serge</w:t>
      </w:r>
      <w:r w:rsidR="00D37400">
        <w:t xml:space="preserve">, </w:t>
      </w:r>
      <w:r>
        <w:t>au fond de l</w:t>
      </w:r>
      <w:r w:rsidR="00D37400">
        <w:t>’</w:t>
      </w:r>
      <w:r>
        <w:t>armoire</w:t>
      </w:r>
      <w:r w:rsidR="00D37400">
        <w:t xml:space="preserve">, </w:t>
      </w:r>
      <w:r>
        <w:t>qu</w:t>
      </w:r>
      <w:r w:rsidR="00D37400">
        <w:t>’</w:t>
      </w:r>
      <w:r>
        <w:t>il referma avec soin</w:t>
      </w:r>
      <w:r w:rsidR="00D37400">
        <w:t xml:space="preserve">. </w:t>
      </w:r>
      <w:r>
        <w:t>Puis</w:t>
      </w:r>
      <w:r w:rsidR="00D37400">
        <w:t xml:space="preserve">, </w:t>
      </w:r>
      <w:r>
        <w:t>me regardant</w:t>
      </w:r>
      <w:r w:rsidR="00D37400">
        <w:t xml:space="preserve">, </w:t>
      </w:r>
      <w:r>
        <w:t>tout joyeux</w:t>
      </w:r>
      <w:r w:rsidR="00D37400">
        <w:t xml:space="preserve">, </w:t>
      </w:r>
      <w:r>
        <w:t>il s</w:t>
      </w:r>
      <w:r w:rsidR="00D37400">
        <w:t>’</w:t>
      </w:r>
      <w:r>
        <w:t>écria</w:t>
      </w:r>
      <w:r w:rsidR="00D37400">
        <w:t> :</w:t>
      </w:r>
    </w:p>
    <w:p w14:paraId="59970D04" w14:textId="54730C25" w:rsidR="00636A18" w:rsidRDefault="00D37400">
      <w:pPr>
        <w:rPr>
          <w:szCs w:val="36"/>
        </w:rPr>
      </w:pPr>
      <w:r>
        <w:t>« </w:t>
      </w:r>
      <w:r w:rsidR="00636A18">
        <w:t>Tu m</w:t>
      </w:r>
      <w:r>
        <w:t>’</w:t>
      </w:r>
      <w:r w:rsidR="00636A18">
        <w:t>as bien défendu hier</w:t>
      </w:r>
      <w:r>
        <w:t xml:space="preserve">, </w:t>
      </w:r>
      <w:r w:rsidR="00636A18">
        <w:t>mon ami</w:t>
      </w:r>
      <w:r>
        <w:t xml:space="preserve">, </w:t>
      </w:r>
      <w:r w:rsidR="00636A18">
        <w:t>ça me fait plaisir</w:t>
      </w:r>
      <w:r>
        <w:t xml:space="preserve"> ; </w:t>
      </w:r>
      <w:r w:rsidR="00636A18">
        <w:t>le kaiserlick doit avoir tes dents marquées dans les mollets</w:t>
      </w:r>
      <w:r>
        <w:t> ! »</w:t>
      </w:r>
    </w:p>
    <w:p w14:paraId="5E8807C7" w14:textId="77777777" w:rsidR="00D37400" w:rsidRDefault="00636A18">
      <w:r>
        <w:t>Et il se prit à rire d</w:t>
      </w:r>
      <w:r w:rsidR="00D37400">
        <w:t>’</w:t>
      </w:r>
      <w:r>
        <w:t>un grand rire retentissant qui n</w:t>
      </w:r>
      <w:r w:rsidR="00D37400">
        <w:t>’</w:t>
      </w:r>
      <w:r>
        <w:t>en fini</w:t>
      </w:r>
      <w:r>
        <w:t>s</w:t>
      </w:r>
      <w:r>
        <w:t>sait plus</w:t>
      </w:r>
      <w:r w:rsidR="00D37400">
        <w:t>.</w:t>
      </w:r>
    </w:p>
    <w:p w14:paraId="01A8B819" w14:textId="61B7AD81" w:rsidR="00636A18" w:rsidRDefault="00D37400">
      <w:pPr>
        <w:rPr>
          <w:szCs w:val="36"/>
        </w:rPr>
      </w:pPr>
      <w:r>
        <w:t>« </w:t>
      </w:r>
      <w:r w:rsidR="00636A18">
        <w:t>Maintenant</w:t>
      </w:r>
      <w:r>
        <w:t xml:space="preserve">, </w:t>
      </w:r>
      <w:r w:rsidR="00636A18">
        <w:t>reprit-il</w:t>
      </w:r>
      <w:r>
        <w:t xml:space="preserve">, </w:t>
      </w:r>
      <w:r w:rsidR="00636A18">
        <w:t>nous allons chercher nos témoins</w:t>
      </w:r>
      <w:r>
        <w:t xml:space="preserve">. </w:t>
      </w:r>
      <w:r w:rsidR="00636A18">
        <w:t>Si tu avais vingt ans de plus</w:t>
      </w:r>
      <w:r>
        <w:t xml:space="preserve">, </w:t>
      </w:r>
      <w:r w:rsidR="00636A18">
        <w:t>je te prendrais</w:t>
      </w:r>
      <w:r>
        <w:t xml:space="preserve"> ; </w:t>
      </w:r>
      <w:r w:rsidR="00636A18">
        <w:t>tu verrais ton ami Florentin sur le terrain</w:t>
      </w:r>
      <w:r>
        <w:t xml:space="preserve"> ; </w:t>
      </w:r>
      <w:r w:rsidR="00636A18">
        <w:t>mais il faut en chercher d</w:t>
      </w:r>
      <w:r>
        <w:t>’</w:t>
      </w:r>
      <w:r w:rsidR="00636A18">
        <w:t>autres</w:t>
      </w:r>
      <w:r>
        <w:t xml:space="preserve"> : </w:t>
      </w:r>
      <w:r w:rsidR="00636A18">
        <w:t>le c</w:t>
      </w:r>
      <w:r w:rsidR="00636A18">
        <w:t>a</w:t>
      </w:r>
      <w:r w:rsidR="00636A18">
        <w:t xml:space="preserve">pitaine Vidal et </w:t>
      </w:r>
      <w:proofErr w:type="spellStart"/>
      <w:r w:rsidR="00636A18">
        <w:t>Foissard</w:t>
      </w:r>
      <w:proofErr w:type="spellEnd"/>
      <w:r>
        <w:t xml:space="preserve">, </w:t>
      </w:r>
      <w:r w:rsidR="00636A18">
        <w:t>le porte-drapeau</w:t>
      </w:r>
      <w:r>
        <w:t xml:space="preserve"> ; </w:t>
      </w:r>
      <w:r w:rsidR="00636A18">
        <w:t>ils voudront bien me rendre ce petit service</w:t>
      </w:r>
      <w:r>
        <w:t>. »</w:t>
      </w:r>
    </w:p>
    <w:p w14:paraId="2DE4E718" w14:textId="77777777" w:rsidR="00D37400" w:rsidRDefault="00636A18">
      <w:r>
        <w:lastRenderedPageBreak/>
        <w:t>Et comme notre café au lait aurait dû être servi à cette heure</w:t>
      </w:r>
      <w:r w:rsidR="00D37400">
        <w:t xml:space="preserve">, </w:t>
      </w:r>
      <w:r>
        <w:t>ne voyant rien venir</w:t>
      </w:r>
      <w:r w:rsidR="00D37400">
        <w:t xml:space="preserve">, </w:t>
      </w:r>
      <w:r>
        <w:t>il se mit à crier de sa voix tonnante</w:t>
      </w:r>
      <w:r w:rsidR="00D37400">
        <w:t> :</w:t>
      </w:r>
    </w:p>
    <w:p w14:paraId="0507D0C2" w14:textId="239F35EF" w:rsidR="00636A18" w:rsidRDefault="00D37400">
      <w:pPr>
        <w:rPr>
          <w:szCs w:val="36"/>
        </w:rPr>
      </w:pPr>
      <w:r>
        <w:t>« </w:t>
      </w:r>
      <w:proofErr w:type="spellStart"/>
      <w:r w:rsidR="00636A18">
        <w:t>Frentzel</w:t>
      </w:r>
      <w:proofErr w:type="spellEnd"/>
      <w:r>
        <w:t xml:space="preserve"> !… </w:t>
      </w:r>
      <w:proofErr w:type="spellStart"/>
      <w:r w:rsidR="00636A18">
        <w:t>Frentzel</w:t>
      </w:r>
      <w:proofErr w:type="spellEnd"/>
      <w:r>
        <w:t> !… »</w:t>
      </w:r>
    </w:p>
    <w:p w14:paraId="3F9CDC05" w14:textId="44D9BB7F" w:rsidR="00D37400" w:rsidRDefault="00636A18">
      <w:r>
        <w:t>Et toute la maisonnette en tremblait</w:t>
      </w:r>
      <w:r w:rsidR="00D37400">
        <w:t> ; M</w:t>
      </w:r>
      <w:r w:rsidR="00D37400" w:rsidRPr="00D37400">
        <w:rPr>
          <w:vertAlign w:val="superscript"/>
        </w:rPr>
        <w:t>me</w:t>
      </w:r>
      <w:r w:rsidR="00D37400">
        <w:t> </w:t>
      </w:r>
      <w:r>
        <w:t>Françoise ne r</w:t>
      </w:r>
      <w:r>
        <w:t>é</w:t>
      </w:r>
      <w:r>
        <w:t>pondait pas</w:t>
      </w:r>
      <w:r w:rsidR="00D37400">
        <w:t xml:space="preserve"> ; </w:t>
      </w:r>
      <w:r>
        <w:t>il se fâchait</w:t>
      </w:r>
      <w:r w:rsidR="00D37400">
        <w:t xml:space="preserve">, </w:t>
      </w:r>
      <w:r>
        <w:t>et finit par me dire</w:t>
      </w:r>
      <w:r w:rsidR="00D37400">
        <w:t> :</w:t>
      </w:r>
    </w:p>
    <w:p w14:paraId="13798CE3" w14:textId="41825252" w:rsidR="00636A18" w:rsidRDefault="00D37400">
      <w:pPr>
        <w:rPr>
          <w:szCs w:val="36"/>
        </w:rPr>
      </w:pPr>
      <w:r>
        <w:t>« </w:t>
      </w:r>
      <w:r w:rsidR="00636A18">
        <w:t>Va voir ce qu</w:t>
      </w:r>
      <w:r>
        <w:t>’</w:t>
      </w:r>
      <w:r w:rsidR="00636A18">
        <w:t>elle fait</w:t>
      </w:r>
      <w:r>
        <w:t xml:space="preserve">… </w:t>
      </w:r>
      <w:r w:rsidR="00636A18">
        <w:t>Et qu</w:t>
      </w:r>
      <w:r>
        <w:t>’</w:t>
      </w:r>
      <w:r w:rsidR="00636A18">
        <w:t>elle vienne vite</w:t>
      </w:r>
      <w:r>
        <w:t xml:space="preserve">… </w:t>
      </w:r>
      <w:r w:rsidR="00636A18">
        <w:t>ou je me fâche</w:t>
      </w:r>
      <w:r>
        <w:t>. »</w:t>
      </w:r>
    </w:p>
    <w:p w14:paraId="58F6C8FA" w14:textId="029129AB" w:rsidR="00D37400" w:rsidRDefault="00636A18">
      <w:r>
        <w:t>Je courus à la petite cuisine</w:t>
      </w:r>
      <w:r w:rsidR="00D37400">
        <w:t>. M</w:t>
      </w:r>
      <w:r w:rsidR="00D37400" w:rsidRPr="00D37400">
        <w:rPr>
          <w:vertAlign w:val="superscript"/>
        </w:rPr>
        <w:t>me</w:t>
      </w:r>
      <w:r w:rsidR="00D37400">
        <w:t> </w:t>
      </w:r>
      <w:r>
        <w:t>Françoise avait disparu</w:t>
      </w:r>
      <w:r w:rsidR="00D37400">
        <w:t xml:space="preserve"> ; </w:t>
      </w:r>
      <w:r>
        <w:t>il n</w:t>
      </w:r>
      <w:r w:rsidR="00D37400">
        <w:t>’</w:t>
      </w:r>
      <w:r>
        <w:t>y avait pas même de feu sur l</w:t>
      </w:r>
      <w:r w:rsidR="00D37400">
        <w:t>’</w:t>
      </w:r>
      <w:r>
        <w:t>âtre</w:t>
      </w:r>
      <w:r w:rsidR="00D37400">
        <w:t>.</w:t>
      </w:r>
    </w:p>
    <w:p w14:paraId="3A0E222B" w14:textId="77777777" w:rsidR="00D37400" w:rsidRDefault="00636A18">
      <w:pPr>
        <w:rPr>
          <w:szCs w:val="36"/>
        </w:rPr>
      </w:pPr>
      <w:r>
        <w:t>Je revenais annoncer cette nouvelle à mon ami</w:t>
      </w:r>
      <w:r w:rsidR="00D37400">
        <w:t xml:space="preserve">, </w:t>
      </w:r>
      <w:r>
        <w:t>lorsque la porte de l</w:t>
      </w:r>
      <w:r w:rsidR="00D37400">
        <w:t>’</w:t>
      </w:r>
      <w:r>
        <w:t>allée s</w:t>
      </w:r>
      <w:r w:rsidR="00D37400">
        <w:t>’</w:t>
      </w:r>
      <w:r>
        <w:t>ouvrit</w:t>
      </w:r>
      <w:r w:rsidR="00D37400">
        <w:t xml:space="preserve">, </w:t>
      </w:r>
      <w:r>
        <w:t>et plus de quinze dames d</w:t>
      </w:r>
      <w:r w:rsidR="00D37400">
        <w:t>’</w:t>
      </w:r>
      <w:r>
        <w:t>officiers e</w:t>
      </w:r>
      <w:r>
        <w:t>n</w:t>
      </w:r>
      <w:r>
        <w:t>trèrent à la file</w:t>
      </w:r>
      <w:r w:rsidR="00D37400">
        <w:t xml:space="preserve">. </w:t>
      </w:r>
      <w:r>
        <w:t>Françoise était allée les prévenir de ce qui se passait</w:t>
      </w:r>
      <w:r w:rsidR="00D37400">
        <w:t xml:space="preserve"> ; </w:t>
      </w:r>
      <w:r>
        <w:t>Sébastien ayant eu l</w:t>
      </w:r>
      <w:r w:rsidR="00D37400">
        <w:t>’</w:t>
      </w:r>
      <w:r>
        <w:t>imprudence de lui confier la re</w:t>
      </w:r>
      <w:r>
        <w:t>n</w:t>
      </w:r>
      <w:r>
        <w:t>contre qui devait avoir lieu le soir</w:t>
      </w:r>
      <w:r w:rsidR="00D37400">
        <w:t xml:space="preserve">, </w:t>
      </w:r>
      <w:r>
        <w:t>elle avait couru leur dire que</w:t>
      </w:r>
      <w:r w:rsidR="00D37400">
        <w:t xml:space="preserve">, </w:t>
      </w:r>
      <w:r>
        <w:t>si les vieux commençaient à s</w:t>
      </w:r>
      <w:r w:rsidR="00D37400">
        <w:t>’</w:t>
      </w:r>
      <w:r>
        <w:t>exterminer les uns les autres</w:t>
      </w:r>
      <w:r w:rsidR="00D37400">
        <w:t xml:space="preserve">, </w:t>
      </w:r>
      <w:r>
        <w:t>elles n</w:t>
      </w:r>
      <w:r w:rsidR="00D37400">
        <w:t>’</w:t>
      </w:r>
      <w:r>
        <w:t xml:space="preserve">auraient bientôt plus de croix ni de </w:t>
      </w:r>
      <w:r>
        <w:rPr>
          <w:szCs w:val="36"/>
        </w:rPr>
        <w:t>pensions à toucher</w:t>
      </w:r>
      <w:r w:rsidR="00D37400">
        <w:rPr>
          <w:szCs w:val="36"/>
        </w:rPr>
        <w:t xml:space="preserve">, </w:t>
      </w:r>
      <w:r>
        <w:rPr>
          <w:szCs w:val="36"/>
        </w:rPr>
        <w:t>et toutes accouraient pour s</w:t>
      </w:r>
      <w:r w:rsidR="00D37400">
        <w:rPr>
          <w:szCs w:val="36"/>
        </w:rPr>
        <w:t>’</w:t>
      </w:r>
      <w:r>
        <w:rPr>
          <w:szCs w:val="36"/>
        </w:rPr>
        <w:t>opposer au duel</w:t>
      </w:r>
      <w:r w:rsidR="00D37400">
        <w:rPr>
          <w:szCs w:val="36"/>
        </w:rPr>
        <w:t>.</w:t>
      </w:r>
    </w:p>
    <w:p w14:paraId="2E6A4914" w14:textId="77777777" w:rsidR="00D37400" w:rsidRDefault="00636A18">
      <w:r>
        <w:t>C</w:t>
      </w:r>
      <w:r w:rsidR="00D37400">
        <w:t>’</w:t>
      </w:r>
      <w:r>
        <w:t>était une scène de désolation</w:t>
      </w:r>
      <w:r w:rsidR="00D37400">
        <w:t xml:space="preserve">, </w:t>
      </w:r>
      <w:r>
        <w:t>car elles n</w:t>
      </w:r>
      <w:r w:rsidR="00D37400">
        <w:t>’</w:t>
      </w:r>
      <w:r>
        <w:t>avaient pas même pris le temps de mettre leurs affiquets</w:t>
      </w:r>
      <w:r w:rsidR="00D37400">
        <w:t xml:space="preserve">, </w:t>
      </w:r>
      <w:r>
        <w:t>étant venues en jupe du matin</w:t>
      </w:r>
      <w:r w:rsidR="00D37400">
        <w:t xml:space="preserve">, </w:t>
      </w:r>
      <w:r>
        <w:t>à moitié peignées</w:t>
      </w:r>
      <w:r w:rsidR="00D37400">
        <w:t xml:space="preserve">, </w:t>
      </w:r>
      <w:r>
        <w:t>et leurs cheveux de travers</w:t>
      </w:r>
      <w:r w:rsidR="00D37400">
        <w:t xml:space="preserve">, </w:t>
      </w:r>
      <w:r>
        <w:t>tant leur presse avait été grande</w:t>
      </w:r>
      <w:r w:rsidR="00D37400">
        <w:t>.</w:t>
      </w:r>
    </w:p>
    <w:p w14:paraId="27BAA201" w14:textId="77777777" w:rsidR="00D37400" w:rsidRDefault="00636A18">
      <w:r>
        <w:t>Jamais on n</w:t>
      </w:r>
      <w:r w:rsidR="00D37400">
        <w:t>’</w:t>
      </w:r>
      <w:r>
        <w:t>a rien vu de pareil</w:t>
      </w:r>
      <w:r w:rsidR="00D37400">
        <w:t xml:space="preserve"> ; </w:t>
      </w:r>
      <w:r>
        <w:t>mon ami Florentin en était stupéfait</w:t>
      </w:r>
      <w:r w:rsidR="00D37400">
        <w:t>.</w:t>
      </w:r>
    </w:p>
    <w:p w14:paraId="4A5621A5" w14:textId="3E824C6C" w:rsidR="00636A18" w:rsidRDefault="00D37400">
      <w:r>
        <w:t>« </w:t>
      </w:r>
      <w:r w:rsidR="00636A18">
        <w:t>Qu</w:t>
      </w:r>
      <w:r>
        <w:t>’</w:t>
      </w:r>
      <w:r w:rsidR="00636A18">
        <w:t>est-ce que c</w:t>
      </w:r>
      <w:r>
        <w:t>’</w:t>
      </w:r>
      <w:r w:rsidR="00636A18">
        <w:t>est</w:t>
      </w:r>
      <w:r>
        <w:t xml:space="preserve"> ? </w:t>
      </w:r>
      <w:r w:rsidR="00636A18">
        <w:t>qu</w:t>
      </w:r>
      <w:r>
        <w:t>’</w:t>
      </w:r>
      <w:r w:rsidR="00636A18">
        <w:t>est-ce qu</w:t>
      </w:r>
      <w:r>
        <w:t>’</w:t>
      </w:r>
      <w:r w:rsidR="00636A18">
        <w:t>il y a</w:t>
      </w:r>
      <w:r>
        <w:t xml:space="preserve"> ? </w:t>
      </w:r>
      <w:r w:rsidR="00636A18">
        <w:t>s</w:t>
      </w:r>
      <w:r>
        <w:t>’</w:t>
      </w:r>
      <w:r w:rsidR="00636A18">
        <w:t>écriait-il</w:t>
      </w:r>
      <w:r>
        <w:t xml:space="preserve">. </w:t>
      </w:r>
      <w:r w:rsidR="00636A18">
        <w:t>Qu</w:t>
      </w:r>
      <w:r>
        <w:t>’</w:t>
      </w:r>
      <w:r w:rsidR="00636A18">
        <w:t>est-ce que vous me voulez</w:t>
      </w:r>
      <w:r>
        <w:t> ? »</w:t>
      </w:r>
    </w:p>
    <w:p w14:paraId="32253A47" w14:textId="77777777" w:rsidR="00D37400" w:rsidRDefault="00636A18">
      <w:r>
        <w:t>Et s</w:t>
      </w:r>
      <w:r w:rsidR="00D37400">
        <w:t>’</w:t>
      </w:r>
      <w:r>
        <w:t>apercevant que c</w:t>
      </w:r>
      <w:r w:rsidR="00D37400">
        <w:t>’</w:t>
      </w:r>
      <w:r>
        <w:t>étaient les dames de ses collègues</w:t>
      </w:r>
      <w:r w:rsidR="00D37400">
        <w:t> :</w:t>
      </w:r>
    </w:p>
    <w:p w14:paraId="0C3D3A16" w14:textId="77777777" w:rsidR="00D37400" w:rsidRDefault="00D37400">
      <w:r>
        <w:lastRenderedPageBreak/>
        <w:t>« </w:t>
      </w:r>
      <w:r w:rsidR="00636A18">
        <w:t>Asseyez-vous</w:t>
      </w:r>
      <w:r>
        <w:t xml:space="preserve">, </w:t>
      </w:r>
      <w:r w:rsidR="00636A18">
        <w:t>mesdames</w:t>
      </w:r>
      <w:r>
        <w:t xml:space="preserve">… </w:t>
      </w:r>
      <w:r w:rsidR="00636A18">
        <w:t>Mais qu</w:t>
      </w:r>
      <w:r>
        <w:t>’</w:t>
      </w:r>
      <w:r w:rsidR="00636A18">
        <w:t>est-ce qu</w:t>
      </w:r>
      <w:r>
        <w:t>’</w:t>
      </w:r>
      <w:r w:rsidR="00636A18">
        <w:t>il y a</w:t>
      </w:r>
      <w:r>
        <w:t> ? »</w:t>
      </w:r>
      <w:r w:rsidR="00636A18">
        <w:t xml:space="preserve"> d</w:t>
      </w:r>
      <w:r w:rsidR="00636A18">
        <w:t>i</w:t>
      </w:r>
      <w:r w:rsidR="00636A18">
        <w:t>sait-il</w:t>
      </w:r>
      <w:r>
        <w:t>.</w:t>
      </w:r>
    </w:p>
    <w:p w14:paraId="63B8D0C4" w14:textId="15D3E8A8" w:rsidR="00D37400" w:rsidRDefault="00636A18">
      <w:r>
        <w:t>Alors</w:t>
      </w:r>
      <w:r w:rsidR="00D37400">
        <w:t>, M</w:t>
      </w:r>
      <w:r w:rsidR="00D37400" w:rsidRPr="00D37400">
        <w:rPr>
          <w:vertAlign w:val="superscript"/>
        </w:rPr>
        <w:t>me</w:t>
      </w:r>
      <w:r w:rsidR="00D37400">
        <w:t> </w:t>
      </w:r>
      <w:proofErr w:type="spellStart"/>
      <w:r>
        <w:t>Rosenthâl</w:t>
      </w:r>
      <w:proofErr w:type="spellEnd"/>
      <w:r w:rsidR="00D37400">
        <w:t xml:space="preserve">, </w:t>
      </w:r>
      <w:r>
        <w:t>qui se trouvait dans le nombre</w:t>
      </w:r>
      <w:r w:rsidR="00D37400">
        <w:t xml:space="preserve">, </w:t>
      </w:r>
      <w:r>
        <w:t>s</w:t>
      </w:r>
      <w:r w:rsidR="00D37400">
        <w:t>’</w:t>
      </w:r>
      <w:r>
        <w:t>écria en sanglotant</w:t>
      </w:r>
      <w:r w:rsidR="00D37400">
        <w:t> :</w:t>
      </w:r>
    </w:p>
    <w:p w14:paraId="39456D76" w14:textId="23EA046F" w:rsidR="00636A18" w:rsidRDefault="00D37400">
      <w:r>
        <w:t>« </w:t>
      </w:r>
      <w:r w:rsidR="00636A18">
        <w:t>Capitaine</w:t>
      </w:r>
      <w:r>
        <w:t xml:space="preserve">, </w:t>
      </w:r>
      <w:r w:rsidR="00636A18">
        <w:t xml:space="preserve">vous ne vous battrez pas avec </w:t>
      </w:r>
      <w:proofErr w:type="spellStart"/>
      <w:r w:rsidR="00636A18">
        <w:t>Rosenthâl</w:t>
      </w:r>
      <w:proofErr w:type="spellEnd"/>
      <w:r>
        <w:t xml:space="preserve">, </w:t>
      </w:r>
      <w:r w:rsidR="00636A18">
        <w:t>je m</w:t>
      </w:r>
      <w:r>
        <w:t>’</w:t>
      </w:r>
      <w:r w:rsidR="00636A18">
        <w:t>y oppose</w:t>
      </w:r>
      <w:r>
        <w:t> ! »</w:t>
      </w:r>
    </w:p>
    <w:p w14:paraId="2F6ECFAA" w14:textId="77777777" w:rsidR="00D37400" w:rsidRDefault="00636A18">
      <w:r>
        <w:t>Et Florentin</w:t>
      </w:r>
      <w:r w:rsidR="00D37400">
        <w:t xml:space="preserve">, </w:t>
      </w:r>
      <w:r>
        <w:t>comprenant ce qui se passait</w:t>
      </w:r>
      <w:r w:rsidR="00D37400">
        <w:t xml:space="preserve">, </w:t>
      </w:r>
      <w:r>
        <w:t xml:space="preserve">jeta des yeux farouches sur </w:t>
      </w:r>
      <w:proofErr w:type="spellStart"/>
      <w:r>
        <w:t>Frentzel</w:t>
      </w:r>
      <w:proofErr w:type="spellEnd"/>
      <w:r>
        <w:t xml:space="preserve"> en s</w:t>
      </w:r>
      <w:r w:rsidR="00D37400">
        <w:t>’</w:t>
      </w:r>
      <w:r>
        <w:t>écriant</w:t>
      </w:r>
      <w:r w:rsidR="00D37400">
        <w:t> :</w:t>
      </w:r>
    </w:p>
    <w:p w14:paraId="08489B7E" w14:textId="442DE31E" w:rsidR="00636A18" w:rsidRDefault="00D37400">
      <w:pPr>
        <w:rPr>
          <w:szCs w:val="36"/>
        </w:rPr>
      </w:pPr>
      <w:r>
        <w:t>« </w:t>
      </w:r>
      <w:r w:rsidR="00636A18">
        <w:t>Madame</w:t>
      </w:r>
      <w:r>
        <w:t xml:space="preserve">, </w:t>
      </w:r>
      <w:r w:rsidR="00636A18">
        <w:t>qui vous a permis d</w:t>
      </w:r>
      <w:r>
        <w:t>’</w:t>
      </w:r>
      <w:r w:rsidR="00636A18">
        <w:t>aller raconter cette hi</w:t>
      </w:r>
      <w:r w:rsidR="00636A18">
        <w:t>s</w:t>
      </w:r>
      <w:r w:rsidR="00636A18">
        <w:t>toire</w:t>
      </w:r>
      <w:r>
        <w:t> ? »</w:t>
      </w:r>
    </w:p>
    <w:p w14:paraId="23F0C761" w14:textId="77777777" w:rsidR="00D37400" w:rsidRDefault="00636A18">
      <w:r>
        <w:t>Mais</w:t>
      </w:r>
      <w:r w:rsidR="00D37400">
        <w:t xml:space="preserve">, </w:t>
      </w:r>
      <w:r>
        <w:t>elle</w:t>
      </w:r>
      <w:r w:rsidR="00D37400">
        <w:t xml:space="preserve">, </w:t>
      </w:r>
      <w:r>
        <w:t>éclatant en sanglots à son tour</w:t>
      </w:r>
      <w:r w:rsidR="00D37400">
        <w:t xml:space="preserve">, </w:t>
      </w:r>
      <w:r>
        <w:t>lui répondit</w:t>
      </w:r>
      <w:r w:rsidR="00D37400">
        <w:t> :</w:t>
      </w:r>
    </w:p>
    <w:p w14:paraId="652FA7A7" w14:textId="49217776" w:rsidR="00636A18" w:rsidRDefault="00D37400">
      <w:pPr>
        <w:rPr>
          <w:szCs w:val="36"/>
        </w:rPr>
      </w:pPr>
      <w:r>
        <w:t>« </w:t>
      </w:r>
      <w:r w:rsidR="00636A18">
        <w:t>Florentin</w:t>
      </w:r>
      <w:r>
        <w:t xml:space="preserve">, </w:t>
      </w:r>
      <w:r w:rsidR="00636A18">
        <w:t>vous ne m</w:t>
      </w:r>
      <w:r>
        <w:t>’</w:t>
      </w:r>
      <w:r w:rsidR="00636A18">
        <w:t>avez jamais aimée</w:t>
      </w:r>
      <w:r>
        <w:t xml:space="preserve">… </w:t>
      </w:r>
      <w:r w:rsidR="00636A18">
        <w:t>Je suis la plus malheureuse des femmes</w:t>
      </w:r>
      <w:r>
        <w:t> ! »</w:t>
      </w:r>
    </w:p>
    <w:p w14:paraId="76E01BA0" w14:textId="77777777" w:rsidR="00D37400" w:rsidRDefault="00636A18">
      <w:r>
        <w:t>Il était tout pâle</w:t>
      </w:r>
      <w:r w:rsidR="00D37400">
        <w:t xml:space="preserve">, </w:t>
      </w:r>
      <w:r>
        <w:t>et comme toutes les autres se mettaient à gémir</w:t>
      </w:r>
      <w:r w:rsidR="00D37400">
        <w:t xml:space="preserve">, </w:t>
      </w:r>
      <w:r>
        <w:t>prenant une chaise par le dossier</w:t>
      </w:r>
      <w:r w:rsidR="00D37400">
        <w:t xml:space="preserve">, </w:t>
      </w:r>
      <w:r>
        <w:t>il grinçait de ses vieux chicots pour s</w:t>
      </w:r>
      <w:r w:rsidR="00D37400">
        <w:t>’</w:t>
      </w:r>
      <w:r>
        <w:t>empêcher de les battre</w:t>
      </w:r>
      <w:r w:rsidR="00D37400">
        <w:t xml:space="preserve">, </w:t>
      </w:r>
      <w:r>
        <w:t>bégayant</w:t>
      </w:r>
      <w:r w:rsidR="00D37400">
        <w:t> :</w:t>
      </w:r>
    </w:p>
    <w:p w14:paraId="560AB005" w14:textId="671DA216" w:rsidR="00636A18" w:rsidRDefault="00D37400">
      <w:pPr>
        <w:rPr>
          <w:szCs w:val="36"/>
        </w:rPr>
      </w:pPr>
      <w:r>
        <w:t>« </w:t>
      </w:r>
      <w:r w:rsidR="00636A18">
        <w:t>Mille millions de tonnerres et de tremblements</w:t>
      </w:r>
      <w:r>
        <w:t xml:space="preserve">, </w:t>
      </w:r>
      <w:r w:rsidR="00636A18">
        <w:t>voulez-vous bien</w:t>
      </w:r>
      <w:r>
        <w:t xml:space="preserve">, </w:t>
      </w:r>
      <w:r w:rsidR="00636A18">
        <w:t>mesdames</w:t>
      </w:r>
      <w:r>
        <w:t xml:space="preserve">, </w:t>
      </w:r>
      <w:r w:rsidR="00636A18">
        <w:t>me laisser tranquille</w:t>
      </w:r>
      <w:r>
        <w:t xml:space="preserve">, </w:t>
      </w:r>
      <w:r w:rsidR="00636A18">
        <w:t>ou je ne réponds plus de moi</w:t>
      </w:r>
      <w:r>
        <w:t>. »</w:t>
      </w:r>
    </w:p>
    <w:p w14:paraId="648B219F" w14:textId="77777777" w:rsidR="00D37400" w:rsidRDefault="00636A18">
      <w:r>
        <w:t>Alors</w:t>
      </w:r>
      <w:r w:rsidR="00D37400">
        <w:t xml:space="preserve">, </w:t>
      </w:r>
      <w:r>
        <w:t xml:space="preserve">la femme de </w:t>
      </w:r>
      <w:proofErr w:type="spellStart"/>
      <w:r>
        <w:t>Rosenthâl</w:t>
      </w:r>
      <w:proofErr w:type="spellEnd"/>
      <w:r w:rsidR="00D37400">
        <w:t xml:space="preserve">, </w:t>
      </w:r>
      <w:r>
        <w:t>se jetant à ses pieds</w:t>
      </w:r>
      <w:r w:rsidR="00D37400">
        <w:t xml:space="preserve">, </w:t>
      </w:r>
      <w:r>
        <w:t>s</w:t>
      </w:r>
      <w:r w:rsidR="00D37400">
        <w:t>’</w:t>
      </w:r>
      <w:r>
        <w:t>écria</w:t>
      </w:r>
      <w:r w:rsidR="00D37400">
        <w:t> :</w:t>
      </w:r>
    </w:p>
    <w:p w14:paraId="379672E4" w14:textId="0E90D013" w:rsidR="00636A18" w:rsidRDefault="00D37400">
      <w:pPr>
        <w:rPr>
          <w:szCs w:val="36"/>
        </w:rPr>
      </w:pPr>
      <w:r>
        <w:t>« </w:t>
      </w:r>
      <w:r w:rsidR="00636A18">
        <w:t>Capitaine</w:t>
      </w:r>
      <w:r>
        <w:t xml:space="preserve">, </w:t>
      </w:r>
      <w:r w:rsidR="00636A18">
        <w:t>vous ne tuerez pas le père de mes enfants</w:t>
      </w:r>
      <w:r>
        <w:t> ! »</w:t>
      </w:r>
    </w:p>
    <w:p w14:paraId="33A16662" w14:textId="77777777" w:rsidR="00D37400" w:rsidRDefault="00636A18">
      <w:r>
        <w:t>Et Florentin indigné lui répondit</w:t>
      </w:r>
      <w:r w:rsidR="00D37400">
        <w:t> :</w:t>
      </w:r>
    </w:p>
    <w:p w14:paraId="3B3EE63E" w14:textId="4895BDDB" w:rsidR="00636A18" w:rsidRDefault="00D37400">
      <w:pPr>
        <w:rPr>
          <w:szCs w:val="36"/>
        </w:rPr>
      </w:pPr>
      <w:r>
        <w:t>« </w:t>
      </w:r>
      <w:r w:rsidR="00636A18">
        <w:t>Qu</w:t>
      </w:r>
      <w:r>
        <w:t>’</w:t>
      </w:r>
      <w:r w:rsidR="00636A18">
        <w:t>il me fasse des excuses</w:t>
      </w:r>
      <w:r>
        <w:t xml:space="preserve">, </w:t>
      </w:r>
      <w:r w:rsidR="00636A18">
        <w:t>le gueux</w:t>
      </w:r>
      <w:r>
        <w:t xml:space="preserve"> : </w:t>
      </w:r>
      <w:r w:rsidR="00636A18">
        <w:t>qu</w:t>
      </w:r>
      <w:r>
        <w:t>’</w:t>
      </w:r>
      <w:r w:rsidR="00636A18">
        <w:t>il reconnaisse son mensonge devant toute la ville</w:t>
      </w:r>
      <w:r>
        <w:t xml:space="preserve">, </w:t>
      </w:r>
      <w:r w:rsidR="00636A18">
        <w:t>en présence de tout le rég</w:t>
      </w:r>
      <w:r w:rsidR="00636A18">
        <w:t>i</w:t>
      </w:r>
      <w:r w:rsidR="00636A18">
        <w:t>ment</w:t>
      </w:r>
      <w:r>
        <w:t xml:space="preserve">, </w:t>
      </w:r>
      <w:r w:rsidR="00636A18">
        <w:t>à la première revue</w:t>
      </w:r>
      <w:r>
        <w:t xml:space="preserve">… </w:t>
      </w:r>
      <w:r w:rsidR="00636A18">
        <w:t>Qu</w:t>
      </w:r>
      <w:r>
        <w:t>’</w:t>
      </w:r>
      <w:r w:rsidR="00636A18">
        <w:t>il dise</w:t>
      </w:r>
      <w:r>
        <w:t xml:space="preserve"> : – </w:t>
      </w:r>
      <w:r w:rsidR="00636A18">
        <w:t>J</w:t>
      </w:r>
      <w:r>
        <w:t>’</w:t>
      </w:r>
      <w:r w:rsidR="00636A18">
        <w:t xml:space="preserve">en ai menti par </w:t>
      </w:r>
      <w:r w:rsidR="00636A18">
        <w:lastRenderedPageBreak/>
        <w:t>la gorge</w:t>
      </w:r>
      <w:r>
        <w:t xml:space="preserve"> ! – </w:t>
      </w:r>
      <w:r w:rsidR="00636A18">
        <w:t>Qu</w:t>
      </w:r>
      <w:r>
        <w:t>’</w:t>
      </w:r>
      <w:r w:rsidR="00636A18">
        <w:t>il s</w:t>
      </w:r>
      <w:r>
        <w:t>’</w:t>
      </w:r>
      <w:r w:rsidR="00636A18">
        <w:t>humilie</w:t>
      </w:r>
      <w:r>
        <w:t xml:space="preserve"> !… </w:t>
      </w:r>
      <w:r w:rsidR="00636A18">
        <w:t>qu</w:t>
      </w:r>
      <w:r>
        <w:t>’</w:t>
      </w:r>
      <w:r w:rsidR="00636A18">
        <w:t>il s</w:t>
      </w:r>
      <w:r>
        <w:t>’</w:t>
      </w:r>
      <w:r w:rsidR="00636A18">
        <w:t>humilie</w:t>
      </w:r>
      <w:r>
        <w:t xml:space="preserve">, </w:t>
      </w:r>
      <w:r w:rsidR="00636A18">
        <w:t>le kaiserlick</w:t>
      </w:r>
      <w:r>
        <w:t xml:space="preserve"> !… </w:t>
      </w:r>
      <w:r w:rsidR="00636A18">
        <w:t>Et alors nous verrons</w:t>
      </w:r>
      <w:r>
        <w:t xml:space="preserve">… </w:t>
      </w:r>
      <w:r w:rsidR="00636A18">
        <w:t>oui</w:t>
      </w:r>
      <w:r>
        <w:t xml:space="preserve">… </w:t>
      </w:r>
      <w:r w:rsidR="00636A18">
        <w:t>nous verrons</w:t>
      </w:r>
      <w:r>
        <w:t xml:space="preserve">… </w:t>
      </w:r>
      <w:r w:rsidR="00636A18">
        <w:t>car il faut encore autre chose</w:t>
      </w:r>
      <w:r>
        <w:t xml:space="preserve">… </w:t>
      </w:r>
      <w:r w:rsidR="00636A18">
        <w:t>Je ne sais pas quoi</w:t>
      </w:r>
      <w:r>
        <w:t xml:space="preserve">… </w:t>
      </w:r>
      <w:r w:rsidR="00636A18">
        <w:t>mais on verra</w:t>
      </w:r>
      <w:r>
        <w:t>. »</w:t>
      </w:r>
    </w:p>
    <w:p w14:paraId="52EC64B8" w14:textId="77777777" w:rsidR="00D37400" w:rsidRDefault="00636A18">
      <w:r>
        <w:t>Sa voix était terrible</w:t>
      </w:r>
      <w:r w:rsidR="00D37400">
        <w:t xml:space="preserve"> ; </w:t>
      </w:r>
      <w:r>
        <w:t>il toquait sa chaise à terre</w:t>
      </w:r>
      <w:r w:rsidR="00D37400">
        <w:t xml:space="preserve">, </w:t>
      </w:r>
      <w:r>
        <w:t>allant et venant</w:t>
      </w:r>
      <w:r w:rsidR="00D37400">
        <w:t xml:space="preserve"> ; </w:t>
      </w:r>
      <w:r>
        <w:t>mais les femmes étaient de vraies Phalsbourgeoises</w:t>
      </w:r>
      <w:r w:rsidR="00D37400">
        <w:t xml:space="preserve">, </w:t>
      </w:r>
      <w:r>
        <w:t>elles ne battaient pas en retraite</w:t>
      </w:r>
      <w:r w:rsidR="00D37400">
        <w:t>.</w:t>
      </w:r>
    </w:p>
    <w:p w14:paraId="36892888" w14:textId="77777777" w:rsidR="00D37400" w:rsidRDefault="00636A18">
      <w:r>
        <w:t>Dans le plus beau moment</w:t>
      </w:r>
      <w:r w:rsidR="00D37400">
        <w:t xml:space="preserve">, </w:t>
      </w:r>
      <w:r>
        <w:t>tout à coup</w:t>
      </w:r>
      <w:r w:rsidR="00D37400">
        <w:t xml:space="preserve">, </w:t>
      </w:r>
      <w:r>
        <w:t>à la fenêtre</w:t>
      </w:r>
      <w:r w:rsidR="00D37400">
        <w:t xml:space="preserve">, </w:t>
      </w:r>
      <w:r>
        <w:t>de</w:t>
      </w:r>
      <w:r>
        <w:t>r</w:t>
      </w:r>
      <w:r>
        <w:t>rière les pots de fleurs</w:t>
      </w:r>
      <w:r w:rsidR="00D37400">
        <w:t xml:space="preserve">, </w:t>
      </w:r>
      <w:r>
        <w:t xml:space="preserve">apparut la figure sévère du commandant de la vieille garde </w:t>
      </w:r>
      <w:proofErr w:type="spellStart"/>
      <w:r>
        <w:t>Michelair</w:t>
      </w:r>
      <w:proofErr w:type="spellEnd"/>
      <w:r w:rsidR="00D37400">
        <w:t xml:space="preserve">, </w:t>
      </w:r>
      <w:r>
        <w:t>avec ses grosses moustaches grises coupées en brosse</w:t>
      </w:r>
      <w:r w:rsidR="00D37400">
        <w:t xml:space="preserve">, </w:t>
      </w:r>
      <w:r>
        <w:t>son impériale blanche et ses sourcils froncés</w:t>
      </w:r>
      <w:r w:rsidR="00D37400">
        <w:t xml:space="preserve">. </w:t>
      </w:r>
      <w:r>
        <w:t>Derrière lui regardaient aussi le colonel d</w:t>
      </w:r>
      <w:r w:rsidR="00D37400">
        <w:t>’</w:t>
      </w:r>
      <w:r>
        <w:t>artillerie Metzinger et le baron Boyer</w:t>
      </w:r>
      <w:r w:rsidR="00D37400">
        <w:t xml:space="preserve">, </w:t>
      </w:r>
      <w:r>
        <w:t>les plus gros légumes des vieux de la vieille</w:t>
      </w:r>
      <w:r w:rsidR="00D37400">
        <w:t xml:space="preserve">, </w:t>
      </w:r>
      <w:r>
        <w:t>comme on disait dans ces temps-là</w:t>
      </w:r>
      <w:r w:rsidR="00D37400">
        <w:t>.</w:t>
      </w:r>
    </w:p>
    <w:p w14:paraId="4F994B47" w14:textId="77777777" w:rsidR="00D37400" w:rsidRDefault="00636A18">
      <w:r>
        <w:t>Les femmes étaient allées les prévenir de l</w:t>
      </w:r>
      <w:r w:rsidR="00D37400">
        <w:t>’</w:t>
      </w:r>
      <w:r>
        <w:t>événement</w:t>
      </w:r>
      <w:r w:rsidR="00D37400">
        <w:t xml:space="preserve"> ; </w:t>
      </w:r>
      <w:r>
        <w:t>ils arrivaient pour s</w:t>
      </w:r>
      <w:r w:rsidR="00D37400">
        <w:t>’</w:t>
      </w:r>
      <w:r>
        <w:t>interposer</w:t>
      </w:r>
      <w:r w:rsidR="00D37400">
        <w:t xml:space="preserve">, </w:t>
      </w:r>
      <w:r>
        <w:t>et Florentin</w:t>
      </w:r>
      <w:r w:rsidR="00D37400">
        <w:t xml:space="preserve">, </w:t>
      </w:r>
      <w:r>
        <w:t>dès qu</w:t>
      </w:r>
      <w:r w:rsidR="00D37400">
        <w:t>’</w:t>
      </w:r>
      <w:r>
        <w:t>il les aperçut</w:t>
      </w:r>
      <w:r w:rsidR="00D37400">
        <w:t xml:space="preserve">, </w:t>
      </w:r>
      <w:r>
        <w:t>devint plus calme</w:t>
      </w:r>
      <w:r w:rsidR="00D37400">
        <w:t>.</w:t>
      </w:r>
    </w:p>
    <w:p w14:paraId="0E44580E" w14:textId="77777777" w:rsidR="00D37400" w:rsidRDefault="00D37400">
      <w:r>
        <w:t>« </w:t>
      </w:r>
      <w:r w:rsidR="00636A18">
        <w:t>Mon commandant</w:t>
      </w:r>
      <w:r>
        <w:t xml:space="preserve">, </w:t>
      </w:r>
      <w:r w:rsidR="00636A18">
        <w:t>dit-il</w:t>
      </w:r>
      <w:r>
        <w:t xml:space="preserve">, </w:t>
      </w:r>
      <w:r w:rsidR="00636A18">
        <w:t>c</w:t>
      </w:r>
      <w:r>
        <w:t>’</w:t>
      </w:r>
      <w:r w:rsidR="00636A18">
        <w:t>est ici que vous venez</w:t>
      </w:r>
      <w:r>
        <w:t> ?</w:t>
      </w:r>
    </w:p>
    <w:p w14:paraId="739F2C25" w14:textId="77777777" w:rsidR="00D37400" w:rsidRDefault="00D37400">
      <w:r>
        <w:t>— </w:t>
      </w:r>
      <w:r w:rsidR="00636A18">
        <w:t>Oui</w:t>
      </w:r>
      <w:r>
        <w:t xml:space="preserve">, </w:t>
      </w:r>
      <w:r w:rsidR="00636A18">
        <w:t>capitaine</w:t>
      </w:r>
      <w:r>
        <w:t>.</w:t>
      </w:r>
    </w:p>
    <w:p w14:paraId="5C4BE153" w14:textId="6EF2CC94" w:rsidR="00636A18" w:rsidRDefault="00D37400">
      <w:pPr>
        <w:rPr>
          <w:szCs w:val="36"/>
        </w:rPr>
      </w:pPr>
      <w:r>
        <w:t>— </w:t>
      </w:r>
      <w:r w:rsidR="00636A18">
        <w:t>Eh bien</w:t>
      </w:r>
      <w:r>
        <w:t xml:space="preserve"> ! </w:t>
      </w:r>
      <w:r w:rsidR="00636A18">
        <w:t>donnez-vous la peine d</w:t>
      </w:r>
      <w:r>
        <w:t>’</w:t>
      </w:r>
      <w:r w:rsidR="00636A18">
        <w:t>entrer</w:t>
      </w:r>
      <w:r>
        <w:t>. »</w:t>
      </w:r>
    </w:p>
    <w:p w14:paraId="4E13F80E" w14:textId="77777777" w:rsidR="00D37400" w:rsidRDefault="00636A18">
      <w:r>
        <w:t>Ils entrèrent gravement</w:t>
      </w:r>
      <w:r w:rsidR="00D37400">
        <w:t xml:space="preserve">, </w:t>
      </w:r>
      <w:r>
        <w:t>en tenue de ville</w:t>
      </w:r>
      <w:r w:rsidR="00D37400">
        <w:t>.</w:t>
      </w:r>
    </w:p>
    <w:p w14:paraId="3AA65F66" w14:textId="77777777" w:rsidR="00D37400" w:rsidRDefault="00D37400">
      <w:r>
        <w:t>« </w:t>
      </w:r>
      <w:r w:rsidR="00636A18">
        <w:t>Vous m</w:t>
      </w:r>
      <w:r>
        <w:t>’</w:t>
      </w:r>
      <w:r w:rsidR="00636A18">
        <w:t>excuserez</w:t>
      </w:r>
      <w:r>
        <w:t xml:space="preserve">, </w:t>
      </w:r>
      <w:r w:rsidR="00636A18">
        <w:t>messieurs</w:t>
      </w:r>
      <w:r>
        <w:t xml:space="preserve">, </w:t>
      </w:r>
      <w:r w:rsidR="00636A18">
        <w:t>dit Florentin</w:t>
      </w:r>
      <w:r>
        <w:t xml:space="preserve">, </w:t>
      </w:r>
      <w:r w:rsidR="00636A18">
        <w:t>d</w:t>
      </w:r>
      <w:r>
        <w:t>’</w:t>
      </w:r>
      <w:r w:rsidR="00636A18">
        <w:t>être en bras de chemise</w:t>
      </w:r>
      <w:r>
        <w:t xml:space="preserve"> ; </w:t>
      </w:r>
      <w:r w:rsidR="00636A18">
        <w:t>je ne m</w:t>
      </w:r>
      <w:r>
        <w:t>’</w:t>
      </w:r>
      <w:r w:rsidR="00636A18">
        <w:t>attendais pas à votre visite</w:t>
      </w:r>
      <w:r>
        <w:t>.</w:t>
      </w:r>
    </w:p>
    <w:p w14:paraId="0C3394E2" w14:textId="6F200680" w:rsidR="00636A18" w:rsidRDefault="00D37400">
      <w:pPr>
        <w:rPr>
          <w:szCs w:val="36"/>
        </w:rPr>
      </w:pPr>
      <w:r>
        <w:t>— </w:t>
      </w:r>
      <w:r w:rsidR="00636A18">
        <w:t>Mesdames</w:t>
      </w:r>
      <w:r>
        <w:t xml:space="preserve">, </w:t>
      </w:r>
      <w:r w:rsidR="00636A18">
        <w:t xml:space="preserve">dit le commandant </w:t>
      </w:r>
      <w:proofErr w:type="spellStart"/>
      <w:r w:rsidR="00636A18">
        <w:t>Michelair</w:t>
      </w:r>
      <w:proofErr w:type="spellEnd"/>
      <w:r>
        <w:t xml:space="preserve">, </w:t>
      </w:r>
      <w:r w:rsidR="00636A18">
        <w:t>veuillez nous laisser seuls</w:t>
      </w:r>
      <w:r>
        <w:t>. »</w:t>
      </w:r>
    </w:p>
    <w:p w14:paraId="6519FE22" w14:textId="77777777" w:rsidR="00D37400" w:rsidRDefault="00636A18">
      <w:r>
        <w:t>Alors</w:t>
      </w:r>
      <w:r w:rsidR="00D37400">
        <w:t xml:space="preserve">, </w:t>
      </w:r>
      <w:r>
        <w:t>continuant à pleurer</w:t>
      </w:r>
      <w:r w:rsidR="00D37400">
        <w:t xml:space="preserve">, </w:t>
      </w:r>
      <w:r>
        <w:t>elles sortirent</w:t>
      </w:r>
      <w:r w:rsidR="00D37400">
        <w:t>.</w:t>
      </w:r>
    </w:p>
    <w:p w14:paraId="33DD0323" w14:textId="77777777" w:rsidR="00D37400" w:rsidRDefault="00636A18">
      <w:r>
        <w:t>Moi</w:t>
      </w:r>
      <w:r w:rsidR="00D37400">
        <w:t xml:space="preserve">, </w:t>
      </w:r>
      <w:r>
        <w:t>dans mon coin</w:t>
      </w:r>
      <w:r w:rsidR="00D37400">
        <w:t xml:space="preserve">, </w:t>
      </w:r>
      <w:r>
        <w:t>près de la chiffonnière</w:t>
      </w:r>
      <w:r w:rsidR="00D37400">
        <w:t xml:space="preserve">, </w:t>
      </w:r>
      <w:r>
        <w:t>les yeux tout grands ouverts</w:t>
      </w:r>
      <w:r w:rsidR="00D37400">
        <w:t xml:space="preserve">, </w:t>
      </w:r>
      <w:r>
        <w:t>j</w:t>
      </w:r>
      <w:r w:rsidR="00D37400">
        <w:t>’</w:t>
      </w:r>
      <w:r>
        <w:t>écoutais</w:t>
      </w:r>
      <w:r w:rsidR="00D37400">
        <w:t xml:space="preserve">, </w:t>
      </w:r>
      <w:r>
        <w:t>je regardais</w:t>
      </w:r>
      <w:r w:rsidR="00D37400">
        <w:t>.</w:t>
      </w:r>
    </w:p>
    <w:p w14:paraId="42399E4A" w14:textId="77777777" w:rsidR="00D37400" w:rsidRDefault="00636A18">
      <w:r>
        <w:lastRenderedPageBreak/>
        <w:t>Mon ami Florentin avait mis sa redingote et noué sa cr</w:t>
      </w:r>
      <w:r>
        <w:t>a</w:t>
      </w:r>
      <w:r>
        <w:t>vate</w:t>
      </w:r>
      <w:r w:rsidR="00D37400">
        <w:t xml:space="preserve">. – </w:t>
      </w:r>
      <w:r>
        <w:t>Tous les quatre restaient debout</w:t>
      </w:r>
      <w:r w:rsidR="00D37400">
        <w:t>.</w:t>
      </w:r>
    </w:p>
    <w:p w14:paraId="6D96EF45" w14:textId="77777777" w:rsidR="00D37400" w:rsidRDefault="00D37400">
      <w:r>
        <w:t>« </w:t>
      </w:r>
      <w:r w:rsidR="00636A18">
        <w:t>Capitaine</w:t>
      </w:r>
      <w:r>
        <w:t xml:space="preserve">, </w:t>
      </w:r>
      <w:r w:rsidR="00636A18">
        <w:t xml:space="preserve">dit le commandant </w:t>
      </w:r>
      <w:proofErr w:type="spellStart"/>
      <w:r w:rsidR="00636A18">
        <w:t>Michelair</w:t>
      </w:r>
      <w:proofErr w:type="spellEnd"/>
      <w:r>
        <w:t xml:space="preserve">, </w:t>
      </w:r>
      <w:r w:rsidR="00636A18">
        <w:t>nous avons a</w:t>
      </w:r>
      <w:r w:rsidR="00636A18">
        <w:t>p</w:t>
      </w:r>
      <w:r w:rsidR="00636A18">
        <w:t>pris que vous aviez une affaire d</w:t>
      </w:r>
      <w:r>
        <w:t>’</w:t>
      </w:r>
      <w:r w:rsidR="00636A18">
        <w:t xml:space="preserve">honneur avec </w:t>
      </w:r>
      <w:proofErr w:type="spellStart"/>
      <w:r w:rsidR="00636A18">
        <w:t>Rosenthâl</w:t>
      </w:r>
      <w:proofErr w:type="spellEnd"/>
      <w:r>
        <w:t>.</w:t>
      </w:r>
    </w:p>
    <w:p w14:paraId="32D27D70" w14:textId="77777777" w:rsidR="00D37400" w:rsidRDefault="00D37400">
      <w:r>
        <w:t>— </w:t>
      </w:r>
      <w:r w:rsidR="00636A18">
        <w:t>Oui</w:t>
      </w:r>
      <w:r>
        <w:t xml:space="preserve">, </w:t>
      </w:r>
      <w:r w:rsidR="00636A18">
        <w:t>mon commandant</w:t>
      </w:r>
      <w:r>
        <w:t>.</w:t>
      </w:r>
    </w:p>
    <w:p w14:paraId="696A43A3" w14:textId="77777777" w:rsidR="00D37400" w:rsidRDefault="00D37400">
      <w:r>
        <w:t>— </w:t>
      </w:r>
      <w:r w:rsidR="00636A18">
        <w:t>Voulez-vous bien nous en donner les motifs</w:t>
      </w:r>
      <w:r>
        <w:t xml:space="preserve"> ? </w:t>
      </w:r>
      <w:r w:rsidR="00636A18">
        <w:t>Comme anciens</w:t>
      </w:r>
      <w:r>
        <w:t xml:space="preserve">, </w:t>
      </w:r>
      <w:r w:rsidR="00636A18">
        <w:t>nous sommes tous en famille</w:t>
      </w:r>
      <w:r>
        <w:t xml:space="preserve">, </w:t>
      </w:r>
      <w:r w:rsidR="00636A18">
        <w:t>et vous savez ce que d</w:t>
      </w:r>
      <w:r w:rsidR="00636A18">
        <w:t>i</w:t>
      </w:r>
      <w:r w:rsidR="00636A18">
        <w:t>sait l</w:t>
      </w:r>
      <w:r>
        <w:t>’</w:t>
      </w:r>
      <w:r w:rsidR="00636A18">
        <w:t>empereur</w:t>
      </w:r>
      <w:r>
        <w:t xml:space="preserve"> : – </w:t>
      </w:r>
      <w:r w:rsidR="00636A18">
        <w:t>Le linge sale doit se laver en famille</w:t>
      </w:r>
      <w:r>
        <w:t>.</w:t>
      </w:r>
    </w:p>
    <w:p w14:paraId="39FCF7BA" w14:textId="77777777" w:rsidR="00D37400" w:rsidRDefault="00D37400">
      <w:r>
        <w:t>— </w:t>
      </w:r>
      <w:proofErr w:type="spellStart"/>
      <w:r w:rsidR="00636A18">
        <w:t>Rosenthâl</w:t>
      </w:r>
      <w:proofErr w:type="spellEnd"/>
      <w:r w:rsidR="00636A18">
        <w:t xml:space="preserve"> s</w:t>
      </w:r>
      <w:r>
        <w:t>’</w:t>
      </w:r>
      <w:r w:rsidR="00636A18">
        <w:t>est permis d</w:t>
      </w:r>
      <w:r>
        <w:t>’</w:t>
      </w:r>
      <w:r w:rsidR="00636A18">
        <w:t>avancer que j</w:t>
      </w:r>
      <w:r>
        <w:t>’</w:t>
      </w:r>
      <w:r w:rsidR="00636A18">
        <w:t>avais trop de chance au jeu</w:t>
      </w:r>
      <w:r>
        <w:t xml:space="preserve">, </w:t>
      </w:r>
      <w:r w:rsidR="00636A18">
        <w:t>répondit alors Sébastien Florentin</w:t>
      </w:r>
      <w:r>
        <w:t xml:space="preserve">, </w:t>
      </w:r>
      <w:r w:rsidR="00636A18">
        <w:t>avec une f</w:t>
      </w:r>
      <w:r w:rsidR="00636A18">
        <w:t>u</w:t>
      </w:r>
      <w:r w:rsidR="00636A18">
        <w:t>reur contenue</w:t>
      </w:r>
      <w:r>
        <w:t xml:space="preserve"> ; </w:t>
      </w:r>
      <w:r w:rsidR="00636A18">
        <w:t>ces choses-là ne se lavent que dans le sang</w:t>
      </w:r>
      <w:r>
        <w:t>.</w:t>
      </w:r>
    </w:p>
    <w:p w14:paraId="15206B4C" w14:textId="77777777" w:rsidR="00D37400" w:rsidRDefault="00D37400">
      <w:r>
        <w:t>— </w:t>
      </w:r>
      <w:r w:rsidR="00636A18">
        <w:t>Trop de chance</w:t>
      </w:r>
      <w:r>
        <w:t xml:space="preserve"> ! </w:t>
      </w:r>
      <w:r w:rsidR="00636A18">
        <w:t>dit le baron Boyer</w:t>
      </w:r>
      <w:r>
        <w:t xml:space="preserve">. </w:t>
      </w:r>
      <w:r w:rsidR="00636A18">
        <w:t>Est-ce que les Russes n</w:t>
      </w:r>
      <w:r>
        <w:t>’</w:t>
      </w:r>
      <w:r w:rsidR="00636A18">
        <w:t>ont pas dit que nous avions trop de chance à Austerlitz</w:t>
      </w:r>
      <w:r>
        <w:t xml:space="preserve">, </w:t>
      </w:r>
      <w:r w:rsidR="00636A18">
        <w:t>les Prussiens à Iéna</w:t>
      </w:r>
      <w:r>
        <w:t xml:space="preserve">, </w:t>
      </w:r>
      <w:r w:rsidR="00636A18">
        <w:t>les Autrichiens à Marengo</w:t>
      </w:r>
      <w:r>
        <w:t xml:space="preserve">, </w:t>
      </w:r>
      <w:r w:rsidR="00636A18">
        <w:t>et dans cinquante autres batailles</w:t>
      </w:r>
      <w:r>
        <w:t xml:space="preserve"> ? </w:t>
      </w:r>
      <w:r w:rsidR="00636A18">
        <w:t>Est-ce que tous ceux qui sont battus ne d</w:t>
      </w:r>
      <w:r w:rsidR="00636A18">
        <w:t>i</w:t>
      </w:r>
      <w:r w:rsidR="00636A18">
        <w:t>sent pas toujours que les autres ont trop de chance</w:t>
      </w:r>
      <w:r>
        <w:t xml:space="preserve"> ? </w:t>
      </w:r>
      <w:r w:rsidR="00636A18">
        <w:t>Qu</w:t>
      </w:r>
      <w:r>
        <w:t>’</w:t>
      </w:r>
      <w:r w:rsidR="00636A18">
        <w:t>est-ce que ça prouve</w:t>
      </w:r>
      <w:r>
        <w:t xml:space="preserve"> ? </w:t>
      </w:r>
      <w:r w:rsidR="00636A18">
        <w:t>Il n</w:t>
      </w:r>
      <w:r>
        <w:t>’</w:t>
      </w:r>
      <w:r w:rsidR="00636A18">
        <w:t>y a que les imbéciles qui n</w:t>
      </w:r>
      <w:r>
        <w:t>’</w:t>
      </w:r>
      <w:r w:rsidR="00636A18">
        <w:t>aient pas de chance</w:t>
      </w:r>
      <w:r>
        <w:t xml:space="preserve">. </w:t>
      </w:r>
      <w:r w:rsidR="00636A18">
        <w:t xml:space="preserve">Si </w:t>
      </w:r>
      <w:proofErr w:type="spellStart"/>
      <w:r w:rsidR="00636A18">
        <w:t>Rosenthâl</w:t>
      </w:r>
      <w:proofErr w:type="spellEnd"/>
      <w:r w:rsidR="00636A18">
        <w:t xml:space="preserve"> avait dit que vous n</w:t>
      </w:r>
      <w:r>
        <w:t>’</w:t>
      </w:r>
      <w:r w:rsidR="00636A18">
        <w:t>avez pas de chance</w:t>
      </w:r>
      <w:r>
        <w:t xml:space="preserve">, </w:t>
      </w:r>
      <w:r w:rsidR="00636A18">
        <w:t>je compre</w:t>
      </w:r>
      <w:r w:rsidR="00636A18">
        <w:t>n</w:t>
      </w:r>
      <w:r w:rsidR="00636A18">
        <w:t>drais cette affaire</w:t>
      </w:r>
      <w:r>
        <w:t xml:space="preserve">, </w:t>
      </w:r>
      <w:r w:rsidR="00636A18">
        <w:t>car il aurait fait entendre que vous n</w:t>
      </w:r>
      <w:r>
        <w:t>’</w:t>
      </w:r>
      <w:r w:rsidR="00636A18">
        <w:t>êtes qu</w:t>
      </w:r>
      <w:r>
        <w:t>’</w:t>
      </w:r>
      <w:r w:rsidR="00636A18">
        <w:t>un innocent</w:t>
      </w:r>
      <w:r>
        <w:t xml:space="preserve">, </w:t>
      </w:r>
      <w:r w:rsidR="00636A18">
        <w:t>un être nul</w:t>
      </w:r>
      <w:r>
        <w:t xml:space="preserve">, </w:t>
      </w:r>
      <w:r w:rsidR="00636A18">
        <w:t>qui n</w:t>
      </w:r>
      <w:r>
        <w:t>’</w:t>
      </w:r>
      <w:r w:rsidR="00636A18">
        <w:t>entend rien au jeu</w:t>
      </w:r>
      <w:r>
        <w:t xml:space="preserve">… </w:t>
      </w:r>
      <w:r w:rsidR="00636A18">
        <w:t>Oui</w:t>
      </w:r>
      <w:r>
        <w:t xml:space="preserve">, </w:t>
      </w:r>
      <w:r w:rsidR="00636A18">
        <w:t>je comprendrais</w:t>
      </w:r>
      <w:r>
        <w:t xml:space="preserve">… </w:t>
      </w:r>
      <w:r w:rsidR="00636A18">
        <w:t>mais comme cela</w:t>
      </w:r>
      <w:r>
        <w:t xml:space="preserve">, </w:t>
      </w:r>
      <w:r w:rsidR="00636A18">
        <w:t>je n</w:t>
      </w:r>
      <w:r>
        <w:t>’</w:t>
      </w:r>
      <w:r w:rsidR="00636A18">
        <w:t>y comprends rien</w:t>
      </w:r>
      <w:r>
        <w:t>.</w:t>
      </w:r>
    </w:p>
    <w:p w14:paraId="618AD1B4" w14:textId="77777777" w:rsidR="00D37400" w:rsidRDefault="00D37400">
      <w:r>
        <w:t>— </w:t>
      </w:r>
      <w:r w:rsidR="00636A18">
        <w:t>Ni moi</w:t>
      </w:r>
      <w:r>
        <w:t xml:space="preserve">, </w:t>
      </w:r>
      <w:r w:rsidR="00636A18">
        <w:t>dit le colonel Metzinger</w:t>
      </w:r>
      <w:r>
        <w:t>.</w:t>
      </w:r>
    </w:p>
    <w:p w14:paraId="674959A4" w14:textId="77777777" w:rsidR="00D37400" w:rsidRDefault="00D37400">
      <w:r>
        <w:t>— </w:t>
      </w:r>
      <w:r w:rsidR="00636A18">
        <w:t>Ni moi non plus</w:t>
      </w:r>
      <w:r>
        <w:t xml:space="preserve">, </w:t>
      </w:r>
      <w:r w:rsidR="00636A18">
        <w:t xml:space="preserve">dit </w:t>
      </w:r>
      <w:proofErr w:type="spellStart"/>
      <w:r w:rsidR="00636A18">
        <w:t>Michelair</w:t>
      </w:r>
      <w:proofErr w:type="spellEnd"/>
      <w:r>
        <w:t xml:space="preserve">, </w:t>
      </w:r>
      <w:r w:rsidR="00636A18">
        <w:t>ce n</w:t>
      </w:r>
      <w:r>
        <w:t>’</w:t>
      </w:r>
      <w:r w:rsidR="00636A18">
        <w:t>est pas clair</w:t>
      </w:r>
      <w:r>
        <w:t xml:space="preserve">… </w:t>
      </w:r>
      <w:r w:rsidR="00636A18">
        <w:t>l</w:t>
      </w:r>
      <w:r>
        <w:t>’</w:t>
      </w:r>
      <w:r w:rsidR="00636A18">
        <w:t>insulte n</w:t>
      </w:r>
      <w:r>
        <w:t>’</w:t>
      </w:r>
      <w:r w:rsidR="00636A18">
        <w:t>est pas claire</w:t>
      </w:r>
      <w:r>
        <w:t xml:space="preserve"> ! </w:t>
      </w:r>
      <w:r w:rsidR="00636A18">
        <w:t>On ne va sur le terrain</w:t>
      </w:r>
      <w:r>
        <w:t xml:space="preserve">, </w:t>
      </w:r>
      <w:r w:rsidR="00636A18">
        <w:t>vous savez cela</w:t>
      </w:r>
      <w:r>
        <w:t xml:space="preserve">, </w:t>
      </w:r>
      <w:r w:rsidR="00636A18">
        <w:t>capitaine</w:t>
      </w:r>
      <w:r>
        <w:t xml:space="preserve">, </w:t>
      </w:r>
      <w:r w:rsidR="00636A18">
        <w:t>que pour des raisons sérieuses</w:t>
      </w:r>
      <w:r>
        <w:t xml:space="preserve">. </w:t>
      </w:r>
      <w:r w:rsidR="00636A18">
        <w:t>Nous devons l</w:t>
      </w:r>
      <w:r>
        <w:t>’</w:t>
      </w:r>
      <w:r w:rsidR="00636A18">
        <w:t>exemple à la jeune armée</w:t>
      </w:r>
      <w:r>
        <w:t xml:space="preserve">, </w:t>
      </w:r>
      <w:r w:rsidR="00636A18">
        <w:t>l</w:t>
      </w:r>
      <w:r>
        <w:t>’</w:t>
      </w:r>
      <w:r w:rsidR="00636A18">
        <w:t>exemple de la fermeté</w:t>
      </w:r>
      <w:r>
        <w:t xml:space="preserve">, </w:t>
      </w:r>
      <w:r w:rsidR="00636A18">
        <w:t>de la dign</w:t>
      </w:r>
      <w:r w:rsidR="00636A18">
        <w:t>i</w:t>
      </w:r>
      <w:r w:rsidR="00636A18">
        <w:t>té</w:t>
      </w:r>
      <w:r>
        <w:t xml:space="preserve">, </w:t>
      </w:r>
      <w:r w:rsidR="00636A18">
        <w:t>de la discipline</w:t>
      </w:r>
      <w:r>
        <w:t xml:space="preserve"> ; </w:t>
      </w:r>
      <w:r w:rsidR="00636A18">
        <w:t>car</w:t>
      </w:r>
      <w:r>
        <w:t xml:space="preserve">, </w:t>
      </w:r>
      <w:r w:rsidR="00636A18">
        <w:t>pour le reste</w:t>
      </w:r>
      <w:r>
        <w:t xml:space="preserve">, </w:t>
      </w:r>
      <w:r w:rsidR="00636A18">
        <w:t>toute l</w:t>
      </w:r>
      <w:r>
        <w:t>’</w:t>
      </w:r>
      <w:r w:rsidR="00636A18">
        <w:t>Europe sait que nous sommes braves</w:t>
      </w:r>
      <w:r>
        <w:t xml:space="preserve">. </w:t>
      </w:r>
      <w:r w:rsidR="00636A18">
        <w:t>Si quelqu</w:t>
      </w:r>
      <w:r>
        <w:t>’</w:t>
      </w:r>
      <w:r w:rsidR="00636A18">
        <w:t xml:space="preserve">un osait soutenir le </w:t>
      </w:r>
      <w:r w:rsidR="00636A18">
        <w:lastRenderedPageBreak/>
        <w:t>contraire</w:t>
      </w:r>
      <w:r>
        <w:t xml:space="preserve">, </w:t>
      </w:r>
      <w:r w:rsidR="00636A18">
        <w:t>nous serions tous là pour lui faire rentrer le propos dans la gorge</w:t>
      </w:r>
      <w:r>
        <w:t xml:space="preserve">… </w:t>
      </w:r>
      <w:r w:rsidR="00636A18">
        <w:t>Oui</w:t>
      </w:r>
      <w:r>
        <w:t xml:space="preserve">, </w:t>
      </w:r>
      <w:r w:rsidR="00636A18">
        <w:t>capitaine</w:t>
      </w:r>
      <w:r>
        <w:t xml:space="preserve">, </w:t>
      </w:r>
      <w:r w:rsidR="00636A18">
        <w:t>sans dire que vous êtes dans votre tort</w:t>
      </w:r>
      <w:r>
        <w:t xml:space="preserve">, </w:t>
      </w:r>
      <w:r w:rsidR="00636A18">
        <w:t>l</w:t>
      </w:r>
      <w:r>
        <w:t>’</w:t>
      </w:r>
      <w:r w:rsidR="00636A18">
        <w:t>insulte n</w:t>
      </w:r>
      <w:r>
        <w:t>’</w:t>
      </w:r>
      <w:r w:rsidR="00636A18">
        <w:t>est pas claire</w:t>
      </w:r>
      <w:r>
        <w:t> !</w:t>
      </w:r>
    </w:p>
    <w:p w14:paraId="2F6E0F2B" w14:textId="77777777" w:rsidR="00D37400" w:rsidRDefault="00D37400">
      <w:r>
        <w:t>— </w:t>
      </w:r>
      <w:r w:rsidR="00636A18">
        <w:t>Alors qu</w:t>
      </w:r>
      <w:r>
        <w:t>’</w:t>
      </w:r>
      <w:r w:rsidR="00636A18">
        <w:t>il s</w:t>
      </w:r>
      <w:r>
        <w:t>’</w:t>
      </w:r>
      <w:r w:rsidR="00636A18">
        <w:t>explique</w:t>
      </w:r>
      <w:r>
        <w:t xml:space="preserve"> ! </w:t>
      </w:r>
      <w:r w:rsidR="00636A18">
        <w:t>s</w:t>
      </w:r>
      <w:r>
        <w:t>’</w:t>
      </w:r>
      <w:r w:rsidR="00636A18">
        <w:t>écria Florentin</w:t>
      </w:r>
      <w:r>
        <w:t>.</w:t>
      </w:r>
    </w:p>
    <w:p w14:paraId="10F62918" w14:textId="6C381AC3" w:rsidR="00636A18" w:rsidRDefault="00D37400">
      <w:pPr>
        <w:rPr>
          <w:szCs w:val="36"/>
        </w:rPr>
      </w:pPr>
      <w:r>
        <w:t>— </w:t>
      </w:r>
      <w:r w:rsidR="00636A18">
        <w:t>C</w:t>
      </w:r>
      <w:r>
        <w:t>’</w:t>
      </w:r>
      <w:r w:rsidR="00636A18">
        <w:t>est ce qu</w:t>
      </w:r>
      <w:r>
        <w:t>’</w:t>
      </w:r>
      <w:r w:rsidR="00636A18">
        <w:t>il a fait</w:t>
      </w:r>
      <w:r>
        <w:t xml:space="preserve">, </w:t>
      </w:r>
      <w:r w:rsidR="00636A18">
        <w:t>répondit aussitôt le commandant de la vieille garde</w:t>
      </w:r>
      <w:r>
        <w:t xml:space="preserve">, </w:t>
      </w:r>
      <w:r w:rsidR="00636A18">
        <w:t>en tirant un billet de sa poche</w:t>
      </w:r>
      <w:r>
        <w:t xml:space="preserve">. – </w:t>
      </w:r>
      <w:r w:rsidR="00636A18">
        <w:t>Prévenus à temps</w:t>
      </w:r>
      <w:r>
        <w:t xml:space="preserve">, </w:t>
      </w:r>
      <w:r w:rsidR="00636A18">
        <w:t>nous nous sommes d</w:t>
      </w:r>
      <w:r>
        <w:t>’</w:t>
      </w:r>
      <w:r w:rsidR="00636A18">
        <w:t xml:space="preserve">abord rendus chez </w:t>
      </w:r>
      <w:proofErr w:type="spellStart"/>
      <w:r w:rsidR="00636A18">
        <w:t>Rosenthâl</w:t>
      </w:r>
      <w:proofErr w:type="spellEnd"/>
      <w:r>
        <w:t xml:space="preserve">, </w:t>
      </w:r>
      <w:r w:rsidR="00636A18">
        <w:t>et voici</w:t>
      </w:r>
      <w:r>
        <w:t xml:space="preserve">, </w:t>
      </w:r>
      <w:r w:rsidR="00636A18">
        <w:t>capitaine</w:t>
      </w:r>
      <w:r>
        <w:t xml:space="preserve">, </w:t>
      </w:r>
      <w:r w:rsidR="00636A18">
        <w:t>ce qu</w:t>
      </w:r>
      <w:r>
        <w:t>’</w:t>
      </w:r>
      <w:r w:rsidR="00636A18">
        <w:t>il a écrit sous nos yeux</w:t>
      </w:r>
      <w:r>
        <w:t> : « </w:t>
      </w:r>
      <w:r w:rsidR="00636A18">
        <w:t>Moi</w:t>
      </w:r>
      <w:r>
        <w:t xml:space="preserve">, </w:t>
      </w:r>
      <w:proofErr w:type="spellStart"/>
      <w:r w:rsidR="00636A18">
        <w:t>Rosenthâl</w:t>
      </w:r>
      <w:proofErr w:type="spellEnd"/>
      <w:r w:rsidR="00636A18">
        <w:t xml:space="preserve"> van </w:t>
      </w:r>
      <w:proofErr w:type="spellStart"/>
      <w:r w:rsidR="00636A18">
        <w:t>Lœwenhaupt</w:t>
      </w:r>
      <w:proofErr w:type="spellEnd"/>
      <w:r>
        <w:t xml:space="preserve">, </w:t>
      </w:r>
      <w:r w:rsidR="00636A18">
        <w:t xml:space="preserve">je reconnais la parfaite honorabilité de </w:t>
      </w:r>
      <w:r>
        <w:t>M. </w:t>
      </w:r>
      <w:r w:rsidR="00636A18">
        <w:t>Sébastien Florentin</w:t>
      </w:r>
      <w:r>
        <w:t xml:space="preserve">, </w:t>
      </w:r>
      <w:r w:rsidR="00636A18">
        <w:t>son courage éprouvé</w:t>
      </w:r>
      <w:r>
        <w:t xml:space="preserve">, </w:t>
      </w:r>
      <w:r w:rsidR="00636A18">
        <w:t>toutes ses qualités civiles et militaires</w:t>
      </w:r>
      <w:r>
        <w:t xml:space="preserve">. </w:t>
      </w:r>
      <w:r w:rsidR="00636A18">
        <w:t>Mais</w:t>
      </w:r>
      <w:r>
        <w:t xml:space="preserve">, </w:t>
      </w:r>
      <w:r w:rsidR="00636A18">
        <w:t>n</w:t>
      </w:r>
      <w:r>
        <w:t>’</w:t>
      </w:r>
      <w:r w:rsidR="00636A18">
        <w:t>ayant pas voulu l</w:t>
      </w:r>
      <w:r>
        <w:t>’</w:t>
      </w:r>
      <w:r w:rsidR="00636A18">
        <w:t>offenser</w:t>
      </w:r>
      <w:r>
        <w:t xml:space="preserve">, </w:t>
      </w:r>
      <w:r w:rsidR="00636A18">
        <w:t>je ne puis retirer ce que j</w:t>
      </w:r>
      <w:r>
        <w:t>’</w:t>
      </w:r>
      <w:r w:rsidR="00636A18">
        <w:t>ai dit</w:t>
      </w:r>
      <w:r>
        <w:t>, « </w:t>
      </w:r>
      <w:r w:rsidR="00636A18">
        <w:t>qu</w:t>
      </w:r>
      <w:r>
        <w:t>’</w:t>
      </w:r>
      <w:r w:rsidR="00636A18">
        <w:t>il a beaucoup de chance au piquet</w:t>
      </w:r>
      <w:r>
        <w:t xml:space="preserve"> », </w:t>
      </w:r>
      <w:r w:rsidR="00636A18">
        <w:t>et je le maintiens dans le sens honorable du mot</w:t>
      </w:r>
      <w:r>
        <w:t xml:space="preserve">, </w:t>
      </w:r>
      <w:r w:rsidR="00636A18">
        <w:t>et sans mettre en doute sa loyauté</w:t>
      </w:r>
      <w:r>
        <w:t xml:space="preserve">. – </w:t>
      </w:r>
      <w:proofErr w:type="spellStart"/>
      <w:r w:rsidR="00636A18">
        <w:t>Rosenthâl</w:t>
      </w:r>
      <w:proofErr w:type="spellEnd"/>
      <w:r w:rsidR="00636A18">
        <w:t xml:space="preserve"> van </w:t>
      </w:r>
      <w:proofErr w:type="spellStart"/>
      <w:r w:rsidR="00636A18">
        <w:t>Lœwenhaupt</w:t>
      </w:r>
      <w:proofErr w:type="spellEnd"/>
      <w:r>
        <w:t>. »</w:t>
      </w:r>
    </w:p>
    <w:p w14:paraId="7D6C2A49" w14:textId="77777777" w:rsidR="00D37400" w:rsidRDefault="00636A18">
      <w:r>
        <w:t>Mon ami Florentin prit le papier et le relut trois fois</w:t>
      </w:r>
      <w:r w:rsidR="00D37400">
        <w:t xml:space="preserve">, </w:t>
      </w:r>
      <w:r>
        <w:t>les sourcils froncés et l</w:t>
      </w:r>
      <w:r w:rsidR="00D37400">
        <w:t>’</w:t>
      </w:r>
      <w:r>
        <w:t>air de fort mauvaise humeur</w:t>
      </w:r>
      <w:r w:rsidR="00D37400">
        <w:t xml:space="preserve"> ; </w:t>
      </w:r>
      <w:r>
        <w:t>enfin il dit</w:t>
      </w:r>
      <w:r w:rsidR="00D37400">
        <w:t> :</w:t>
      </w:r>
    </w:p>
    <w:p w14:paraId="01DE454D" w14:textId="2C48BC4A" w:rsidR="00636A18" w:rsidRDefault="00D37400">
      <w:pPr>
        <w:rPr>
          <w:szCs w:val="36"/>
        </w:rPr>
      </w:pPr>
      <w:r>
        <w:t>« </w:t>
      </w:r>
      <w:r w:rsidR="00636A18">
        <w:t>C</w:t>
      </w:r>
      <w:r>
        <w:t>’</w:t>
      </w:r>
      <w:r w:rsidR="00636A18">
        <w:t>est différent</w:t>
      </w:r>
      <w:r>
        <w:t xml:space="preserve"> ! </w:t>
      </w:r>
      <w:r w:rsidR="00636A18">
        <w:t>Du moment qu</w:t>
      </w:r>
      <w:r>
        <w:t>’</w:t>
      </w:r>
      <w:r w:rsidR="00636A18">
        <w:t>il s</w:t>
      </w:r>
      <w:r>
        <w:t>’</w:t>
      </w:r>
      <w:r w:rsidR="00636A18">
        <w:t>est mordu la langue</w:t>
      </w:r>
      <w:r>
        <w:t xml:space="preserve">, </w:t>
      </w:r>
      <w:r w:rsidR="00636A18">
        <w:t>n</w:t>
      </w:r>
      <w:r>
        <w:t>’</w:t>
      </w:r>
      <w:r w:rsidR="00636A18">
        <w:t>en parlons plus</w:t>
      </w:r>
      <w:r>
        <w:t xml:space="preserve"> ! </w:t>
      </w:r>
      <w:r w:rsidR="00636A18">
        <w:t>Mais dites-lui bien de ma part</w:t>
      </w:r>
      <w:r>
        <w:t xml:space="preserve">, </w:t>
      </w:r>
      <w:r w:rsidR="00636A18">
        <w:t>mon co</w:t>
      </w:r>
      <w:r w:rsidR="00636A18">
        <w:t>m</w:t>
      </w:r>
      <w:r w:rsidR="00636A18">
        <w:t>mandant</w:t>
      </w:r>
      <w:r>
        <w:t xml:space="preserve">, </w:t>
      </w:r>
      <w:r w:rsidR="00636A18">
        <w:t>que je le considère comme un mauvais joueur</w:t>
      </w:r>
      <w:r>
        <w:t xml:space="preserve">, </w:t>
      </w:r>
      <w:r w:rsidR="00636A18">
        <w:t>et</w:t>
      </w:r>
      <w:r>
        <w:t xml:space="preserve">, </w:t>
      </w:r>
      <w:r w:rsidR="00636A18">
        <w:t>quand on a ce sale caractère</w:t>
      </w:r>
      <w:r>
        <w:t xml:space="preserve">, </w:t>
      </w:r>
      <w:r w:rsidR="00636A18">
        <w:t>il ne faut pas jouer</w:t>
      </w:r>
      <w:r>
        <w:t>. »</w:t>
      </w:r>
    </w:p>
    <w:p w14:paraId="2C020E07" w14:textId="77777777" w:rsidR="00D37400" w:rsidRDefault="00636A18">
      <w:r>
        <w:t>Les autres souriaient</w:t>
      </w:r>
      <w:r w:rsidR="00D37400">
        <w:t xml:space="preserve">. </w:t>
      </w:r>
      <w:r>
        <w:t>Le baron Boyer</w:t>
      </w:r>
      <w:r w:rsidR="00D37400">
        <w:t xml:space="preserve">, </w:t>
      </w:r>
      <w:r>
        <w:t>lui serrant amical</w:t>
      </w:r>
      <w:r>
        <w:t>e</w:t>
      </w:r>
      <w:r>
        <w:t>ment la main</w:t>
      </w:r>
      <w:r w:rsidR="00D37400">
        <w:t xml:space="preserve">, </w:t>
      </w:r>
      <w:r>
        <w:t>dit</w:t>
      </w:r>
      <w:r w:rsidR="00D37400">
        <w:t> :</w:t>
      </w:r>
    </w:p>
    <w:p w14:paraId="7F315BF5" w14:textId="77777777" w:rsidR="00D37400" w:rsidRDefault="00D37400">
      <w:r>
        <w:t>« </w:t>
      </w:r>
      <w:r w:rsidR="00636A18">
        <w:t>Voilà donc une affaire terminée</w:t>
      </w:r>
      <w:r>
        <w:t xml:space="preserve">, </w:t>
      </w:r>
      <w:r w:rsidR="00636A18">
        <w:t>capitaine</w:t>
      </w:r>
      <w:r>
        <w:t xml:space="preserve">, </w:t>
      </w:r>
      <w:r w:rsidR="00636A18">
        <w:t>et nous n</w:t>
      </w:r>
      <w:r>
        <w:t>’</w:t>
      </w:r>
      <w:r w:rsidR="00636A18">
        <w:t>en sommes pas fâchés</w:t>
      </w:r>
      <w:r>
        <w:t xml:space="preserve">, </w:t>
      </w:r>
      <w:r w:rsidR="00636A18">
        <w:t>car tous ces duels entre anciens braves pourraient jeter un vilain jour sur la grande armée</w:t>
      </w:r>
      <w:r>
        <w:t xml:space="preserve">, </w:t>
      </w:r>
      <w:r w:rsidR="00636A18">
        <w:t>dont nous sommes les représentants</w:t>
      </w:r>
      <w:r>
        <w:t>.</w:t>
      </w:r>
    </w:p>
    <w:p w14:paraId="24E3CAAE" w14:textId="65E0E155" w:rsidR="00636A18" w:rsidRDefault="00D37400">
      <w:pPr>
        <w:rPr>
          <w:szCs w:val="36"/>
        </w:rPr>
      </w:pPr>
      <w:r>
        <w:lastRenderedPageBreak/>
        <w:t>— </w:t>
      </w:r>
      <w:r w:rsidR="00636A18">
        <w:t>Florentin</w:t>
      </w:r>
      <w:r>
        <w:t xml:space="preserve">, </w:t>
      </w:r>
      <w:r w:rsidR="00636A18">
        <w:t>s</w:t>
      </w:r>
      <w:r>
        <w:t>’</w:t>
      </w:r>
      <w:r w:rsidR="00636A18">
        <w:t xml:space="preserve">écria le commandant </w:t>
      </w:r>
      <w:proofErr w:type="spellStart"/>
      <w:r w:rsidR="00636A18">
        <w:t>Michelair</w:t>
      </w:r>
      <w:proofErr w:type="spellEnd"/>
      <w:r w:rsidR="00636A18">
        <w:t xml:space="preserve"> d</w:t>
      </w:r>
      <w:r>
        <w:t>’</w:t>
      </w:r>
      <w:r w:rsidR="00636A18">
        <w:t>un ton f</w:t>
      </w:r>
      <w:r w:rsidR="00636A18">
        <w:t>a</w:t>
      </w:r>
      <w:r w:rsidR="00636A18">
        <w:t>milier</w:t>
      </w:r>
      <w:r>
        <w:t xml:space="preserve">, </w:t>
      </w:r>
      <w:r w:rsidR="00636A18">
        <w:t>croyez bien que</w:t>
      </w:r>
      <w:r>
        <w:t xml:space="preserve">, </w:t>
      </w:r>
      <w:r w:rsidR="00636A18">
        <w:t>si les épées avaient dû s</w:t>
      </w:r>
      <w:r>
        <w:t>’</w:t>
      </w:r>
      <w:r w:rsidR="00636A18">
        <w:t>engager</w:t>
      </w:r>
      <w:r>
        <w:t xml:space="preserve">, </w:t>
      </w:r>
      <w:r w:rsidR="00636A18">
        <w:t>j</w:t>
      </w:r>
      <w:r>
        <w:t>’</w:t>
      </w:r>
      <w:r w:rsidR="00636A18">
        <w:t>aurais demandé moi-même l</w:t>
      </w:r>
      <w:r>
        <w:t>’</w:t>
      </w:r>
      <w:r w:rsidR="00636A18">
        <w:t>honneur d</w:t>
      </w:r>
      <w:r>
        <w:t>’</w:t>
      </w:r>
      <w:r w:rsidR="00636A18">
        <w:t>être votre témoin</w:t>
      </w:r>
      <w:r>
        <w:t>. »</w:t>
      </w:r>
    </w:p>
    <w:p w14:paraId="0EE7A052" w14:textId="77777777" w:rsidR="00D37400" w:rsidRDefault="00636A18">
      <w:r>
        <w:t>Ces derniers mots calmèrent tout à fait mon ami Florentin</w:t>
      </w:r>
      <w:r w:rsidR="00D37400">
        <w:t xml:space="preserve">, </w:t>
      </w:r>
      <w:r>
        <w:t>qui</w:t>
      </w:r>
      <w:r w:rsidR="00D37400">
        <w:t xml:space="preserve">, </w:t>
      </w:r>
      <w:r>
        <w:t>se mettant à sourire cette fois de bon cœur</w:t>
      </w:r>
      <w:r w:rsidR="00D37400">
        <w:t xml:space="preserve">, </w:t>
      </w:r>
      <w:r>
        <w:t>répondit</w:t>
      </w:r>
      <w:r w:rsidR="00D37400">
        <w:t> :</w:t>
      </w:r>
    </w:p>
    <w:p w14:paraId="16570EAD" w14:textId="23A1BD4B" w:rsidR="00636A18" w:rsidRDefault="00D37400">
      <w:pPr>
        <w:rPr>
          <w:szCs w:val="36"/>
        </w:rPr>
      </w:pPr>
      <w:r>
        <w:t>« </w:t>
      </w:r>
      <w:r w:rsidR="00636A18">
        <w:t>Merci</w:t>
      </w:r>
      <w:r>
        <w:t xml:space="preserve">, </w:t>
      </w:r>
      <w:r w:rsidR="00636A18">
        <w:t>mon commandant</w:t>
      </w:r>
      <w:r>
        <w:t xml:space="preserve"> ; </w:t>
      </w:r>
      <w:r w:rsidR="00636A18">
        <w:t>s</w:t>
      </w:r>
      <w:r>
        <w:t>’</w:t>
      </w:r>
      <w:r w:rsidR="00636A18">
        <w:t>il m</w:t>
      </w:r>
      <w:r>
        <w:t>’</w:t>
      </w:r>
      <w:r w:rsidR="00636A18">
        <w:t>arrivait jamais d</w:t>
      </w:r>
      <w:r>
        <w:t>’</w:t>
      </w:r>
      <w:r w:rsidR="00636A18">
        <w:t>avoir une affaire plus sérieuse</w:t>
      </w:r>
      <w:r>
        <w:t xml:space="preserve">, </w:t>
      </w:r>
      <w:r w:rsidR="00636A18">
        <w:t>je m</w:t>
      </w:r>
      <w:r>
        <w:t>’</w:t>
      </w:r>
      <w:r w:rsidR="00636A18">
        <w:t>en souviendrais</w:t>
      </w:r>
      <w:r>
        <w:t>. »</w:t>
      </w:r>
    </w:p>
    <w:p w14:paraId="3C653A82" w14:textId="77777777" w:rsidR="00D37400" w:rsidRDefault="00636A18">
      <w:r>
        <w:t>Et l</w:t>
      </w:r>
      <w:r w:rsidR="00D37400">
        <w:t>’</w:t>
      </w:r>
      <w:r>
        <w:t>on se sépara en se serrant la main</w:t>
      </w:r>
      <w:r w:rsidR="00D37400">
        <w:t>.</w:t>
      </w:r>
    </w:p>
    <w:p w14:paraId="2D2C4635" w14:textId="77777777" w:rsidR="00D37400" w:rsidRDefault="00636A18">
      <w:proofErr w:type="spellStart"/>
      <w:r>
        <w:t>Frentzel</w:t>
      </w:r>
      <w:proofErr w:type="spellEnd"/>
      <w:r>
        <w:t xml:space="preserve"> était allée préparer notre café</w:t>
      </w:r>
      <w:r w:rsidR="00D37400">
        <w:t xml:space="preserve">, </w:t>
      </w:r>
      <w:r>
        <w:t>et l</w:t>
      </w:r>
      <w:r w:rsidR="00D37400">
        <w:t>’</w:t>
      </w:r>
      <w:r>
        <w:t>on déjeuna comme à l</w:t>
      </w:r>
      <w:r w:rsidR="00D37400">
        <w:t>’</w:t>
      </w:r>
      <w:r>
        <w:t>ordinaire</w:t>
      </w:r>
      <w:r w:rsidR="00D37400">
        <w:t>.</w:t>
      </w:r>
    </w:p>
    <w:p w14:paraId="659668E7" w14:textId="77777777" w:rsidR="00D37400" w:rsidRDefault="00636A18">
      <w:r>
        <w:t>Le capitaine ne dit plus un mot de reproche à sa femme</w:t>
      </w:r>
      <w:r w:rsidR="00D37400">
        <w:t xml:space="preserve"> ; </w:t>
      </w:r>
      <w:r>
        <w:t>on aurait cru que rien ne s</w:t>
      </w:r>
      <w:r w:rsidR="00D37400">
        <w:t>’</w:t>
      </w:r>
      <w:r>
        <w:t>était passé</w:t>
      </w:r>
      <w:r w:rsidR="00D37400">
        <w:t>.</w:t>
      </w:r>
    </w:p>
    <w:p w14:paraId="6FA687FA" w14:textId="77777777" w:rsidR="00D37400" w:rsidRDefault="00636A18">
      <w:r>
        <w:t>Sébastien Florentin n</w:t>
      </w:r>
      <w:r w:rsidR="00D37400">
        <w:t>’</w:t>
      </w:r>
      <w:r>
        <w:t>était pas d</w:t>
      </w:r>
      <w:r w:rsidR="00D37400">
        <w:t>’</w:t>
      </w:r>
      <w:r>
        <w:t>humeur sanguinaire</w:t>
      </w:r>
      <w:r w:rsidR="00D37400">
        <w:t xml:space="preserve">, </w:t>
      </w:r>
      <w:r>
        <w:t>mais il avait la fibre chatouilleuse</w:t>
      </w:r>
      <w:r w:rsidR="00D37400">
        <w:t xml:space="preserve">, </w:t>
      </w:r>
      <w:r>
        <w:t>comme tous les vieux soldats</w:t>
      </w:r>
      <w:r w:rsidR="00D37400">
        <w:t>.</w:t>
      </w:r>
    </w:p>
    <w:p w14:paraId="4F0A8B68" w14:textId="77777777" w:rsidR="00D37400" w:rsidRDefault="00636A18">
      <w:r>
        <w:t xml:space="preserve">Ainsi finit la discussion entre </w:t>
      </w:r>
      <w:proofErr w:type="spellStart"/>
      <w:r>
        <w:t>Rosenthâl</w:t>
      </w:r>
      <w:proofErr w:type="spellEnd"/>
      <w:r>
        <w:t xml:space="preserve"> et mon ami Fl</w:t>
      </w:r>
      <w:r>
        <w:t>o</w:t>
      </w:r>
      <w:r>
        <w:t>rentin</w:t>
      </w:r>
      <w:r w:rsidR="00D37400">
        <w:t>.</w:t>
      </w:r>
    </w:p>
    <w:p w14:paraId="79BB8033" w14:textId="62BB85D8" w:rsidR="00636A18" w:rsidRDefault="00636A18" w:rsidP="00D37400">
      <w:pPr>
        <w:pStyle w:val="Titre2"/>
        <w:pageBreakBefore/>
      </w:pPr>
      <w:bookmarkStart w:id="8" w:name="_Toc344229459"/>
      <w:bookmarkStart w:id="9" w:name="_Toc194835722"/>
      <w:r>
        <w:lastRenderedPageBreak/>
        <w:t>IV</w:t>
      </w:r>
      <w:bookmarkEnd w:id="8"/>
      <w:bookmarkEnd w:id="9"/>
    </w:p>
    <w:p w14:paraId="14D46886" w14:textId="77777777" w:rsidR="00D37400" w:rsidRDefault="00636A18">
      <w:r>
        <w:t>Vers ce temps</w:t>
      </w:r>
      <w:r w:rsidR="00D37400">
        <w:t xml:space="preserve">, </w:t>
      </w:r>
      <w:r>
        <w:t>le bruit courait qu</w:t>
      </w:r>
      <w:r w:rsidR="00D37400">
        <w:t>’</w:t>
      </w:r>
      <w:r>
        <w:t>on allait bientôt couro</w:t>
      </w:r>
      <w:r>
        <w:t>n</w:t>
      </w:r>
      <w:r>
        <w:t>ner le duc de Reichstadt à Paris</w:t>
      </w:r>
      <w:r w:rsidR="00D37400">
        <w:t xml:space="preserve">, </w:t>
      </w:r>
      <w:r>
        <w:t>et tous les anciens se réuni</w:t>
      </w:r>
      <w:r>
        <w:t>s</w:t>
      </w:r>
      <w:r>
        <w:t>saient une fois par semaine à la ferme du Petit-Saint-Jean</w:t>
      </w:r>
      <w:r w:rsidR="00D37400">
        <w:t xml:space="preserve">, </w:t>
      </w:r>
      <w:r>
        <w:t>chez le colonel Thomas</w:t>
      </w:r>
      <w:r w:rsidR="00D37400">
        <w:t xml:space="preserve">, </w:t>
      </w:r>
      <w:r>
        <w:t>à deux kilomètres de la ville</w:t>
      </w:r>
      <w:r w:rsidR="00D37400">
        <w:t xml:space="preserve">, </w:t>
      </w:r>
      <w:r>
        <w:t>soi-disant pour conspirer ensemble</w:t>
      </w:r>
      <w:r w:rsidR="00D37400">
        <w:t xml:space="preserve"> ; </w:t>
      </w:r>
      <w:r>
        <w:t>mais nos paysans lorrains</w:t>
      </w:r>
      <w:r w:rsidR="00D37400">
        <w:t xml:space="preserve">, </w:t>
      </w:r>
      <w:r>
        <w:t>assez gogu</w:t>
      </w:r>
      <w:r>
        <w:t>e</w:t>
      </w:r>
      <w:r>
        <w:t>nards de leur nature</w:t>
      </w:r>
      <w:r w:rsidR="00D37400">
        <w:t xml:space="preserve">, </w:t>
      </w:r>
      <w:r>
        <w:t>en les voyant passer sur la route l</w:t>
      </w:r>
      <w:r w:rsidR="00D37400">
        <w:t>’</w:t>
      </w:r>
      <w:r>
        <w:t>un après l</w:t>
      </w:r>
      <w:r w:rsidR="00D37400">
        <w:t>’</w:t>
      </w:r>
      <w:r>
        <w:t>autre</w:t>
      </w:r>
      <w:r w:rsidR="00D37400">
        <w:t xml:space="preserve">, </w:t>
      </w:r>
      <w:r>
        <w:t>la grande capote boutonnée jusqu</w:t>
      </w:r>
      <w:r w:rsidR="00D37400">
        <w:t>’</w:t>
      </w:r>
      <w:r>
        <w:t>au menton</w:t>
      </w:r>
      <w:r w:rsidR="00D37400">
        <w:t xml:space="preserve">, </w:t>
      </w:r>
      <w:r>
        <w:t>le ch</w:t>
      </w:r>
      <w:r>
        <w:t>a</w:t>
      </w:r>
      <w:r>
        <w:t>peau sur les yeux et la canne sous le bras</w:t>
      </w:r>
      <w:r w:rsidR="00D37400">
        <w:t xml:space="preserve">, </w:t>
      </w:r>
      <w:r>
        <w:t>se disaient</w:t>
      </w:r>
      <w:r w:rsidR="00D37400">
        <w:t> :</w:t>
      </w:r>
    </w:p>
    <w:p w14:paraId="056FB7D3" w14:textId="5824BF86" w:rsidR="00636A18" w:rsidRDefault="00D37400">
      <w:pPr>
        <w:rPr>
          <w:szCs w:val="36"/>
        </w:rPr>
      </w:pPr>
      <w:r>
        <w:t>« </w:t>
      </w:r>
      <w:r w:rsidR="00636A18">
        <w:t>Les bons vieux vont là-bas se donner une petite culotte</w:t>
      </w:r>
      <w:r>
        <w:t>. »</w:t>
      </w:r>
    </w:p>
    <w:p w14:paraId="1A63BBBC" w14:textId="77777777" w:rsidR="00D37400" w:rsidRDefault="00636A18">
      <w:r>
        <w:t>Quant à moi</w:t>
      </w:r>
      <w:r w:rsidR="00D37400">
        <w:t xml:space="preserve">, </w:t>
      </w:r>
      <w:r>
        <w:t>je ne sais pas ce qu</w:t>
      </w:r>
      <w:r w:rsidR="00D37400">
        <w:t>’</w:t>
      </w:r>
      <w:r>
        <w:t>ils faisaient et se disaient à la ferme du Petit-Saint-Jean</w:t>
      </w:r>
      <w:r w:rsidR="00D37400">
        <w:t xml:space="preserve">, </w:t>
      </w:r>
      <w:r>
        <w:t>car mon ami Florentin ne m</w:t>
      </w:r>
      <w:r w:rsidR="00D37400">
        <w:t>’</w:t>
      </w:r>
      <w:r>
        <w:t>y conduisait jamais</w:t>
      </w:r>
      <w:r w:rsidR="00D37400">
        <w:t>.</w:t>
      </w:r>
    </w:p>
    <w:p w14:paraId="6C79A58F" w14:textId="06F322A4" w:rsidR="00D37400" w:rsidRDefault="00636A18">
      <w:r>
        <w:t>Ces jours-là</w:t>
      </w:r>
      <w:r w:rsidR="00D37400">
        <w:t xml:space="preserve">, </w:t>
      </w:r>
      <w:r>
        <w:t>Françoise</w:t>
      </w:r>
      <w:r w:rsidR="00D37400">
        <w:t xml:space="preserve">, </w:t>
      </w:r>
      <w:r>
        <w:t>après dîner</w:t>
      </w:r>
      <w:r w:rsidR="00D37400">
        <w:t xml:space="preserve">, </w:t>
      </w:r>
      <w:r>
        <w:t>m</w:t>
      </w:r>
      <w:r w:rsidR="00D37400">
        <w:t>’</w:t>
      </w:r>
      <w:r>
        <w:t xml:space="preserve">emmenait avec elle chez </w:t>
      </w:r>
      <w:r w:rsidR="00D37400">
        <w:t>M</w:t>
      </w:r>
      <w:r w:rsidR="00D37400" w:rsidRPr="00D37400">
        <w:rPr>
          <w:vertAlign w:val="superscript"/>
        </w:rPr>
        <w:t>me</w:t>
      </w:r>
      <w:r w:rsidR="00D37400">
        <w:t> </w:t>
      </w:r>
      <w:r>
        <w:t>Vidal</w:t>
      </w:r>
      <w:r w:rsidR="00D37400">
        <w:t xml:space="preserve">, </w:t>
      </w:r>
      <w:r>
        <w:t>au coin de la rue du Collège</w:t>
      </w:r>
      <w:r w:rsidR="00D37400">
        <w:t xml:space="preserve">, </w:t>
      </w:r>
      <w:r>
        <w:t>où se réunissaient aussi d</w:t>
      </w:r>
      <w:r w:rsidR="00D37400">
        <w:t>’</w:t>
      </w:r>
      <w:r>
        <w:t>autres dames d</w:t>
      </w:r>
      <w:r w:rsidR="00D37400">
        <w:t>’</w:t>
      </w:r>
      <w:r>
        <w:t>officiers</w:t>
      </w:r>
      <w:r w:rsidR="00D37400">
        <w:t xml:space="preserve">, </w:t>
      </w:r>
      <w:r>
        <w:t>pour tricoter et vider leur petit verre de ratafia</w:t>
      </w:r>
      <w:r w:rsidR="00D37400">
        <w:t xml:space="preserve">, </w:t>
      </w:r>
      <w:r>
        <w:t>causant de toutes choses</w:t>
      </w:r>
      <w:r w:rsidR="00D37400">
        <w:t>.</w:t>
      </w:r>
    </w:p>
    <w:p w14:paraId="26CC3D78" w14:textId="77777777" w:rsidR="00D37400" w:rsidRDefault="00636A18">
      <w:r>
        <w:t>Justine et moi</w:t>
      </w:r>
      <w:r w:rsidR="00D37400">
        <w:t xml:space="preserve">, </w:t>
      </w:r>
      <w:r>
        <w:t>nous étions assis près de la table</w:t>
      </w:r>
      <w:r w:rsidR="00D37400">
        <w:t xml:space="preserve">, </w:t>
      </w:r>
      <w:r>
        <w:t>sur nos tabourets</w:t>
      </w:r>
      <w:r w:rsidR="00D37400">
        <w:t xml:space="preserve"> ; </w:t>
      </w:r>
      <w:r>
        <w:t>on nous donnait quelques écheveaux de laine à dév</w:t>
      </w:r>
      <w:r>
        <w:t>i</w:t>
      </w:r>
      <w:r>
        <w:t>der</w:t>
      </w:r>
      <w:r w:rsidR="00D37400">
        <w:t xml:space="preserve"> ; </w:t>
      </w:r>
      <w:r>
        <w:t>je tenais l</w:t>
      </w:r>
      <w:r w:rsidR="00D37400">
        <w:t>’</w:t>
      </w:r>
      <w:r>
        <w:t>écheveau sur mes mains écartées</w:t>
      </w:r>
      <w:r w:rsidR="00D37400">
        <w:t xml:space="preserve">, </w:t>
      </w:r>
      <w:r>
        <w:t>comme un p</w:t>
      </w:r>
      <w:r>
        <w:t>e</w:t>
      </w:r>
      <w:r>
        <w:t>tit saint Jean en adoration</w:t>
      </w:r>
      <w:r w:rsidR="00D37400">
        <w:t xml:space="preserve">, </w:t>
      </w:r>
      <w:r>
        <w:t>Justine tournait le dévidoir</w:t>
      </w:r>
      <w:r w:rsidR="00D37400">
        <w:t xml:space="preserve">, </w:t>
      </w:r>
      <w:r>
        <w:t>et nous écoutions tout</w:t>
      </w:r>
      <w:r w:rsidR="00D37400">
        <w:t xml:space="preserve">, </w:t>
      </w:r>
      <w:r>
        <w:t>sans en avoir l</w:t>
      </w:r>
      <w:r w:rsidR="00D37400">
        <w:t>’</w:t>
      </w:r>
      <w:r>
        <w:t>air</w:t>
      </w:r>
      <w:r w:rsidR="00D37400">
        <w:t>.</w:t>
      </w:r>
    </w:p>
    <w:p w14:paraId="4ADDDF4C" w14:textId="77777777" w:rsidR="00D37400" w:rsidRDefault="00636A18">
      <w:r>
        <w:t>Quelquefois Justine me faisait signe de regarder la mère Desjardins</w:t>
      </w:r>
      <w:r w:rsidR="00D37400">
        <w:t xml:space="preserve">, </w:t>
      </w:r>
      <w:r>
        <w:t>penchée sur son tricot</w:t>
      </w:r>
      <w:r w:rsidR="00D37400">
        <w:t xml:space="preserve">, </w:t>
      </w:r>
      <w:r>
        <w:t>ses besicles</w:t>
      </w:r>
      <w:r w:rsidR="00D37400">
        <w:t xml:space="preserve">, </w:t>
      </w:r>
      <w:r>
        <w:t>larges comme des verres de montre</w:t>
      </w:r>
      <w:r w:rsidR="00D37400">
        <w:t xml:space="preserve">, </w:t>
      </w:r>
      <w:r>
        <w:t>au bout de son long nez rouge</w:t>
      </w:r>
      <w:r w:rsidR="00D37400">
        <w:t xml:space="preserve">, </w:t>
      </w:r>
      <w:r>
        <w:t>où tre</w:t>
      </w:r>
      <w:r>
        <w:t>m</w:t>
      </w:r>
      <w:r>
        <w:t>blotait toujours une gouttelette de tabac</w:t>
      </w:r>
      <w:r w:rsidR="00D37400">
        <w:t xml:space="preserve"> ; </w:t>
      </w:r>
      <w:r>
        <w:t xml:space="preserve">alors nous pouffions </w:t>
      </w:r>
      <w:r>
        <w:lastRenderedPageBreak/>
        <w:t>de rire tout bas sous la table</w:t>
      </w:r>
      <w:r w:rsidR="00D37400">
        <w:t xml:space="preserve">, </w:t>
      </w:r>
      <w:r>
        <w:t>comme des bienheureux</w:t>
      </w:r>
      <w:r w:rsidR="00D37400">
        <w:t xml:space="preserve">. </w:t>
      </w:r>
      <w:r>
        <w:t>Mais les vieilles</w:t>
      </w:r>
      <w:r w:rsidR="00D37400">
        <w:t xml:space="preserve">, </w:t>
      </w:r>
      <w:r>
        <w:t>en se racontant leurs histoires</w:t>
      </w:r>
      <w:r w:rsidR="00D37400">
        <w:t xml:space="preserve">, </w:t>
      </w:r>
      <w:r>
        <w:t>riaient encore plus que nous</w:t>
      </w:r>
      <w:r w:rsidR="00D37400">
        <w:t xml:space="preserve"> ; </w:t>
      </w:r>
      <w:r>
        <w:t>et se rappelant tout à coup que nous étions là</w:t>
      </w:r>
      <w:r w:rsidR="00D37400">
        <w:t xml:space="preserve">, </w:t>
      </w:r>
      <w:r>
        <w:t>elles r</w:t>
      </w:r>
      <w:r>
        <w:t>e</w:t>
      </w:r>
      <w:r>
        <w:t>gardaient</w:t>
      </w:r>
      <w:r w:rsidR="00D37400">
        <w:t xml:space="preserve">, </w:t>
      </w:r>
      <w:r>
        <w:t>et nous reprenions notre air d</w:t>
      </w:r>
      <w:r w:rsidR="00D37400">
        <w:t>’</w:t>
      </w:r>
      <w:r>
        <w:t>innocence</w:t>
      </w:r>
      <w:r w:rsidR="00D37400">
        <w:t>.</w:t>
      </w:r>
    </w:p>
    <w:p w14:paraId="05131375" w14:textId="790DD8FB" w:rsidR="00D37400" w:rsidRDefault="00D37400">
      <w:r>
        <w:t>M</w:t>
      </w:r>
      <w:r w:rsidRPr="00D37400">
        <w:rPr>
          <w:vertAlign w:val="superscript"/>
        </w:rPr>
        <w:t>me</w:t>
      </w:r>
      <w:r>
        <w:t> </w:t>
      </w:r>
      <w:r w:rsidR="00636A18">
        <w:t>Richard</w:t>
      </w:r>
      <w:r>
        <w:t xml:space="preserve">, </w:t>
      </w:r>
      <w:r w:rsidR="00636A18">
        <w:t>la plus grande rieuse de la bande</w:t>
      </w:r>
      <w:r>
        <w:t xml:space="preserve">, </w:t>
      </w:r>
      <w:r w:rsidR="00636A18">
        <w:t>levait les épaules comme pour dire</w:t>
      </w:r>
      <w:r>
        <w:t> :</w:t>
      </w:r>
    </w:p>
    <w:p w14:paraId="61413EFB" w14:textId="3CCC4F82" w:rsidR="00636A18" w:rsidRDefault="00D37400">
      <w:pPr>
        <w:rPr>
          <w:szCs w:val="36"/>
        </w:rPr>
      </w:pPr>
      <w:r>
        <w:t>« </w:t>
      </w:r>
      <w:r w:rsidR="00636A18">
        <w:t>Ils ne comprennent pas</w:t>
      </w:r>
      <w:r>
        <w:t xml:space="preserve"> !… </w:t>
      </w:r>
      <w:r w:rsidR="00636A18">
        <w:t>Ils s</w:t>
      </w:r>
      <w:r>
        <w:t>’</w:t>
      </w:r>
      <w:r w:rsidR="00636A18">
        <w:t>amusent</w:t>
      </w:r>
      <w:r>
        <w:t> !… »</w:t>
      </w:r>
    </w:p>
    <w:p w14:paraId="32384E9A" w14:textId="77777777" w:rsidR="00D37400" w:rsidRDefault="00636A18">
      <w:r>
        <w:t>Et ces dames continuaient sans se gêner</w:t>
      </w:r>
      <w:r w:rsidR="00D37400">
        <w:t>.</w:t>
      </w:r>
    </w:p>
    <w:p w14:paraId="7F3C9BA9" w14:textId="583E2485" w:rsidR="00D37400" w:rsidRDefault="00D37400">
      <w:r>
        <w:t>M</w:t>
      </w:r>
      <w:r w:rsidRPr="00D37400">
        <w:rPr>
          <w:vertAlign w:val="superscript"/>
        </w:rPr>
        <w:t>me</w:t>
      </w:r>
      <w:r>
        <w:t> </w:t>
      </w:r>
      <w:r w:rsidR="00636A18">
        <w:t>Vidal sortait de l</w:t>
      </w:r>
      <w:r>
        <w:t>’</w:t>
      </w:r>
      <w:r w:rsidR="00636A18">
        <w:t>armoire son bocal de cerises à l</w:t>
      </w:r>
      <w:r>
        <w:t>’</w:t>
      </w:r>
      <w:r w:rsidR="00636A18">
        <w:t>eau-de-vie</w:t>
      </w:r>
      <w:r>
        <w:t xml:space="preserve"> ; </w:t>
      </w:r>
      <w:r w:rsidR="00636A18">
        <w:t>chacune en prenait à son aise</w:t>
      </w:r>
      <w:r>
        <w:t>.</w:t>
      </w:r>
    </w:p>
    <w:p w14:paraId="7263B988" w14:textId="77777777" w:rsidR="00D37400" w:rsidRDefault="00636A18">
      <w:r>
        <w:t>Quelquefois elles nous disaient</w:t>
      </w:r>
      <w:r w:rsidR="00D37400">
        <w:t> :</w:t>
      </w:r>
    </w:p>
    <w:p w14:paraId="169A2CEC" w14:textId="532CA285" w:rsidR="00636A18" w:rsidRDefault="00D37400">
      <w:pPr>
        <w:rPr>
          <w:szCs w:val="36"/>
        </w:rPr>
      </w:pPr>
      <w:r>
        <w:t>« </w:t>
      </w:r>
      <w:r w:rsidR="00636A18">
        <w:t>Allons</w:t>
      </w:r>
      <w:r>
        <w:t xml:space="preserve">, </w:t>
      </w:r>
      <w:r w:rsidR="00636A18">
        <w:t>Justine</w:t>
      </w:r>
      <w:r>
        <w:t xml:space="preserve"> !… </w:t>
      </w:r>
      <w:r w:rsidR="00636A18">
        <w:t>allons</w:t>
      </w:r>
      <w:r>
        <w:t xml:space="preserve">, </w:t>
      </w:r>
      <w:r w:rsidR="00636A18">
        <w:t>Lucien</w:t>
      </w:r>
      <w:r>
        <w:t xml:space="preserve">, </w:t>
      </w:r>
      <w:r w:rsidR="00636A18">
        <w:t>venez ici</w:t>
      </w:r>
      <w:r>
        <w:t> ! »</w:t>
      </w:r>
    </w:p>
    <w:p w14:paraId="5E6F7451" w14:textId="77777777" w:rsidR="00D37400" w:rsidRDefault="00636A18">
      <w:r>
        <w:t>Et l</w:t>
      </w:r>
      <w:r w:rsidR="00D37400">
        <w:t>’</w:t>
      </w:r>
      <w:r>
        <w:t>on nous mettait une cerise dans la bouche</w:t>
      </w:r>
      <w:r w:rsidR="00D37400">
        <w:t xml:space="preserve">. </w:t>
      </w:r>
      <w:r>
        <w:t>Cocole e</w:t>
      </w:r>
      <w:r>
        <w:t>m</w:t>
      </w:r>
      <w:r>
        <w:t>brassait sa petite</w:t>
      </w:r>
      <w:r w:rsidR="00D37400">
        <w:t xml:space="preserve"> ; </w:t>
      </w:r>
      <w:r>
        <w:t>les dames me passaient la main dans les ch</w:t>
      </w:r>
      <w:r>
        <w:t>e</w:t>
      </w:r>
      <w:r>
        <w:t>veux en disant</w:t>
      </w:r>
      <w:r w:rsidR="00D37400">
        <w:t> :</w:t>
      </w:r>
    </w:p>
    <w:p w14:paraId="237FF823" w14:textId="77777777" w:rsidR="00D37400" w:rsidRDefault="00D37400">
      <w:r>
        <w:t>« </w:t>
      </w:r>
      <w:r w:rsidR="00636A18">
        <w:t>Ce sera un beau brun</w:t>
      </w:r>
      <w:r>
        <w:t xml:space="preserve">… </w:t>
      </w:r>
      <w:r w:rsidR="00636A18">
        <w:t>Il a des yeux superbes</w:t>
      </w:r>
      <w:r>
        <w:t>.</w:t>
      </w:r>
    </w:p>
    <w:p w14:paraId="7BF44D05" w14:textId="11AB6465" w:rsidR="00D37400" w:rsidRDefault="00D37400">
      <w:r>
        <w:t>— </w:t>
      </w:r>
      <w:r w:rsidR="00636A18">
        <w:t>Quel bandit cela fera plus tard</w:t>
      </w:r>
      <w:r>
        <w:t> ! »</w:t>
      </w:r>
      <w:r w:rsidR="00636A18">
        <w:t xml:space="preserve"> murmurait </w:t>
      </w:r>
      <w:r>
        <w:t>M</w:t>
      </w:r>
      <w:r w:rsidRPr="00D37400">
        <w:rPr>
          <w:vertAlign w:val="superscript"/>
        </w:rPr>
        <w:t>me</w:t>
      </w:r>
      <w:r>
        <w:t> </w:t>
      </w:r>
      <w:r w:rsidR="00636A18">
        <w:t>Richard</w:t>
      </w:r>
      <w:r>
        <w:t>.</w:t>
      </w:r>
    </w:p>
    <w:p w14:paraId="1DD3B3F1" w14:textId="77777777" w:rsidR="00D37400" w:rsidRDefault="00636A18">
      <w:r>
        <w:t>Et Françoise lui répondait</w:t>
      </w:r>
      <w:r w:rsidR="00D37400">
        <w:t> :</w:t>
      </w:r>
    </w:p>
    <w:p w14:paraId="023647CA" w14:textId="77777777" w:rsidR="00D37400" w:rsidRDefault="00D37400">
      <w:r>
        <w:t>« </w:t>
      </w:r>
      <w:r w:rsidR="00636A18">
        <w:t>Non</w:t>
      </w:r>
      <w:r>
        <w:t xml:space="preserve">, </w:t>
      </w:r>
      <w:r w:rsidR="00636A18">
        <w:t>ma chère</w:t>
      </w:r>
      <w:r>
        <w:t xml:space="preserve">, </w:t>
      </w:r>
      <w:r w:rsidR="00636A18">
        <w:t>il est doux comme un mouton</w:t>
      </w:r>
      <w:r>
        <w:t xml:space="preserve">. </w:t>
      </w:r>
      <w:r w:rsidR="00636A18">
        <w:t>Il sera toujours bien sage</w:t>
      </w:r>
      <w:r>
        <w:t xml:space="preserve">, </w:t>
      </w:r>
      <w:r w:rsidR="00636A18">
        <w:t>n</w:t>
      </w:r>
      <w:r>
        <w:t>’</w:t>
      </w:r>
      <w:r w:rsidR="00636A18">
        <w:t>est-ce pas</w:t>
      </w:r>
      <w:r>
        <w:t xml:space="preserve">, </w:t>
      </w:r>
      <w:r w:rsidR="00636A18">
        <w:t>Lucien</w:t>
      </w:r>
      <w:r>
        <w:t> ?</w:t>
      </w:r>
    </w:p>
    <w:p w14:paraId="25126489" w14:textId="77777777" w:rsidR="00D37400" w:rsidRDefault="00D37400">
      <w:r>
        <w:t>— </w:t>
      </w:r>
      <w:r w:rsidR="00636A18">
        <w:t>Oui</w:t>
      </w:r>
      <w:r>
        <w:t xml:space="preserve">, </w:t>
      </w:r>
      <w:r w:rsidR="00636A18">
        <w:t>madame Florentin</w:t>
      </w:r>
      <w:r>
        <w:t>.</w:t>
      </w:r>
    </w:p>
    <w:p w14:paraId="31C76332" w14:textId="77777777" w:rsidR="00D37400" w:rsidRDefault="00D37400">
      <w:r>
        <w:t>— </w:t>
      </w:r>
      <w:r w:rsidR="00636A18">
        <w:t>Ah</w:t>
      </w:r>
      <w:r>
        <w:t xml:space="preserve"> ! </w:t>
      </w:r>
      <w:r w:rsidR="00636A18">
        <w:t>ne vous y fiez pas</w:t>
      </w:r>
      <w:r>
        <w:t xml:space="preserve">, </w:t>
      </w:r>
      <w:proofErr w:type="spellStart"/>
      <w:r w:rsidR="00636A18">
        <w:t>Frentzel</w:t>
      </w:r>
      <w:proofErr w:type="spellEnd"/>
      <w:r>
        <w:t xml:space="preserve">, </w:t>
      </w:r>
      <w:r w:rsidR="00636A18">
        <w:t>s</w:t>
      </w:r>
      <w:r>
        <w:t>’</w:t>
      </w:r>
      <w:r w:rsidR="00636A18">
        <w:t>écriait la mère Desja</w:t>
      </w:r>
      <w:r w:rsidR="00636A18">
        <w:t>r</w:t>
      </w:r>
      <w:r w:rsidR="00636A18">
        <w:t>dins</w:t>
      </w:r>
      <w:r>
        <w:t xml:space="preserve">, </w:t>
      </w:r>
      <w:r w:rsidR="00636A18">
        <w:t>levant le nez et me regardant par-dessus ses besicles</w:t>
      </w:r>
      <w:r>
        <w:t xml:space="preserve"> : </w:t>
      </w:r>
      <w:r w:rsidR="00636A18">
        <w:t>il n</w:t>
      </w:r>
      <w:r>
        <w:t>’</w:t>
      </w:r>
      <w:r w:rsidR="00636A18">
        <w:t>y a pas de pire eau que l</w:t>
      </w:r>
      <w:r>
        <w:t>’</w:t>
      </w:r>
      <w:r w:rsidR="00636A18">
        <w:t>eau qui dort</w:t>
      </w:r>
      <w:r>
        <w:t xml:space="preserve">. </w:t>
      </w:r>
      <w:r w:rsidR="00636A18">
        <w:t>J</w:t>
      </w:r>
      <w:r>
        <w:t>’</w:t>
      </w:r>
      <w:r w:rsidR="00636A18">
        <w:t>ai vu ça toute ma vie</w:t>
      </w:r>
      <w:r>
        <w:t>.</w:t>
      </w:r>
    </w:p>
    <w:p w14:paraId="1B9DBCA0" w14:textId="77777777" w:rsidR="00D37400" w:rsidRDefault="00D37400">
      <w:r>
        <w:lastRenderedPageBreak/>
        <w:t>— </w:t>
      </w:r>
      <w:r w:rsidR="00636A18">
        <w:t>Maintenant</w:t>
      </w:r>
      <w:r>
        <w:t xml:space="preserve">, </w:t>
      </w:r>
      <w:proofErr w:type="spellStart"/>
      <w:r w:rsidR="00636A18">
        <w:t>allez vous</w:t>
      </w:r>
      <w:proofErr w:type="spellEnd"/>
      <w:r w:rsidR="00636A18">
        <w:t xml:space="preserve"> rasseoir et soyez gentils</w:t>
      </w:r>
      <w:r>
        <w:t>, »</w:t>
      </w:r>
      <w:r w:rsidR="00636A18">
        <w:t xml:space="preserve"> faisait Cocole</w:t>
      </w:r>
      <w:r>
        <w:t>.</w:t>
      </w:r>
    </w:p>
    <w:p w14:paraId="5338F30B" w14:textId="77777777" w:rsidR="00D37400" w:rsidRDefault="00636A18">
      <w:r>
        <w:t>Nous obéissions</w:t>
      </w:r>
      <w:r w:rsidR="00D37400">
        <w:t xml:space="preserve">, </w:t>
      </w:r>
      <w:r>
        <w:t>sans perdre un mot de tout ce qui se r</w:t>
      </w:r>
      <w:r>
        <w:t>a</w:t>
      </w:r>
      <w:r>
        <w:t>contait</w:t>
      </w:r>
      <w:r w:rsidR="00D37400">
        <w:t xml:space="preserve">, </w:t>
      </w:r>
      <w:r>
        <w:t>et même il nous arrivait d</w:t>
      </w:r>
      <w:r w:rsidR="00D37400">
        <w:t>’</w:t>
      </w:r>
      <w:r>
        <w:t>y rêver dans la semaine</w:t>
      </w:r>
      <w:r w:rsidR="00D37400">
        <w:t xml:space="preserve"> ; </w:t>
      </w:r>
      <w:r>
        <w:t>Ju</w:t>
      </w:r>
      <w:r>
        <w:t>s</w:t>
      </w:r>
      <w:r>
        <w:t>tine me rappelait les mines des unes et des autres</w:t>
      </w:r>
      <w:r w:rsidR="00D37400">
        <w:t xml:space="preserve">, </w:t>
      </w:r>
      <w:r>
        <w:t>en faisant leurs grimaces</w:t>
      </w:r>
      <w:r w:rsidR="00D37400">
        <w:t xml:space="preserve">, </w:t>
      </w:r>
      <w:r>
        <w:t>et nous en étions réjouis</w:t>
      </w:r>
      <w:r w:rsidR="00D37400">
        <w:t>.</w:t>
      </w:r>
    </w:p>
    <w:p w14:paraId="471549A8" w14:textId="77777777" w:rsidR="00D37400" w:rsidRDefault="00636A18">
      <w:r>
        <w:t>Enfin voilà nos petites réunions</w:t>
      </w:r>
      <w:r w:rsidR="00D37400">
        <w:t>.</w:t>
      </w:r>
    </w:p>
    <w:p w14:paraId="17DD19F3" w14:textId="77777777" w:rsidR="00D37400" w:rsidRDefault="00636A18">
      <w:r>
        <w:t>Et maintenant il faut que je vous raconte ce qui se passa deux ou trois jours après l</w:t>
      </w:r>
      <w:r w:rsidR="00D37400">
        <w:t>’</w:t>
      </w:r>
      <w:r>
        <w:t xml:space="preserve">affaire de </w:t>
      </w:r>
      <w:proofErr w:type="spellStart"/>
      <w:r>
        <w:t>Rosenthâl</w:t>
      </w:r>
      <w:proofErr w:type="spellEnd"/>
      <w:r>
        <w:t xml:space="preserve"> et de mon ami Florentin</w:t>
      </w:r>
      <w:r w:rsidR="00D37400">
        <w:t xml:space="preserve"> : </w:t>
      </w:r>
      <w:r>
        <w:t>la bonne humeur des dames en parlant de leurs m</w:t>
      </w:r>
      <w:r>
        <w:t>a</w:t>
      </w:r>
      <w:r>
        <w:t>ris</w:t>
      </w:r>
      <w:r w:rsidR="00D37400">
        <w:t>.</w:t>
      </w:r>
    </w:p>
    <w:p w14:paraId="6614DF82" w14:textId="77777777" w:rsidR="00D37400" w:rsidRDefault="00636A18">
      <w:r>
        <w:t>Elles se faisaient du bon sang</w:t>
      </w:r>
      <w:r w:rsidR="00D37400">
        <w:t xml:space="preserve"> !… </w:t>
      </w:r>
      <w:r>
        <w:t>Je crois encore les e</w:t>
      </w:r>
      <w:r>
        <w:t>n</w:t>
      </w:r>
      <w:r>
        <w:t>tendre</w:t>
      </w:r>
      <w:r w:rsidR="00D37400">
        <w:t> !</w:t>
      </w:r>
    </w:p>
    <w:p w14:paraId="33190E59" w14:textId="77777777" w:rsidR="00D37400" w:rsidRDefault="00D37400">
      <w:r>
        <w:t>« </w:t>
      </w:r>
      <w:r w:rsidR="00636A18">
        <w:t>Allons</w:t>
      </w:r>
      <w:r>
        <w:t xml:space="preserve">, </w:t>
      </w:r>
      <w:r w:rsidR="00636A18">
        <w:t>madame Desjardins</w:t>
      </w:r>
      <w:r>
        <w:t xml:space="preserve">, </w:t>
      </w:r>
      <w:r w:rsidR="00636A18">
        <w:t>avancez votre verre</w:t>
      </w:r>
      <w:r>
        <w:t xml:space="preserve">… </w:t>
      </w:r>
      <w:r w:rsidR="00636A18">
        <w:t>Vous ne buvez pas</w:t>
      </w:r>
      <w:r>
        <w:t>.</w:t>
      </w:r>
    </w:p>
    <w:p w14:paraId="655467B1" w14:textId="77777777" w:rsidR="00D37400" w:rsidRDefault="00D37400">
      <w:r>
        <w:t>— </w:t>
      </w:r>
      <w:r w:rsidR="00636A18">
        <w:t>Non</w:t>
      </w:r>
      <w:r>
        <w:t xml:space="preserve">, </w:t>
      </w:r>
      <w:r w:rsidR="00636A18">
        <w:t>Cocole</w:t>
      </w:r>
      <w:r>
        <w:t xml:space="preserve">, </w:t>
      </w:r>
      <w:r w:rsidR="00636A18">
        <w:t>c</w:t>
      </w:r>
      <w:r>
        <w:t>’</w:t>
      </w:r>
      <w:r w:rsidR="00636A18">
        <w:t>est assez</w:t>
      </w:r>
      <w:r>
        <w:t xml:space="preserve"> ; </w:t>
      </w:r>
      <w:r w:rsidR="00636A18">
        <w:t>je ne veux pas me piquer le nez</w:t>
      </w:r>
      <w:r>
        <w:t xml:space="preserve">, </w:t>
      </w:r>
      <w:r w:rsidR="00636A18">
        <w:t>il est déjà bien assez rouge comme ça</w:t>
      </w:r>
      <w:r>
        <w:t>.</w:t>
      </w:r>
    </w:p>
    <w:p w14:paraId="0AB62152" w14:textId="77777777" w:rsidR="00D37400" w:rsidRDefault="00D37400">
      <w:r>
        <w:t>— </w:t>
      </w:r>
      <w:r w:rsidR="00636A18">
        <w:t>Hé</w:t>
      </w:r>
      <w:r>
        <w:t xml:space="preserve"> ! </w:t>
      </w:r>
      <w:r w:rsidR="00636A18">
        <w:t>qu</w:t>
      </w:r>
      <w:r>
        <w:t>’</w:t>
      </w:r>
      <w:r w:rsidR="00636A18">
        <w:t>est-ce que ça nous fait maintenant</w:t>
      </w:r>
      <w:r>
        <w:t xml:space="preserve"> ? </w:t>
      </w:r>
      <w:r w:rsidR="00636A18">
        <w:t>disait Fra</w:t>
      </w:r>
      <w:r w:rsidR="00636A18">
        <w:t>n</w:t>
      </w:r>
      <w:r w:rsidR="00636A18">
        <w:t>çoise</w:t>
      </w:r>
      <w:r>
        <w:t xml:space="preserve">, </w:t>
      </w:r>
      <w:r w:rsidR="00636A18">
        <w:t>nos vieux n</w:t>
      </w:r>
      <w:r>
        <w:t>’</w:t>
      </w:r>
      <w:r w:rsidR="00636A18">
        <w:t>y regardent plus d</w:t>
      </w:r>
      <w:r>
        <w:t>’</w:t>
      </w:r>
      <w:r w:rsidR="00636A18">
        <w:t>aussi près</w:t>
      </w:r>
      <w:r>
        <w:t xml:space="preserve">. </w:t>
      </w:r>
      <w:r w:rsidR="00636A18">
        <w:t>Versez-moi</w:t>
      </w:r>
      <w:r>
        <w:t xml:space="preserve">, </w:t>
      </w:r>
      <w:r w:rsidR="00636A18">
        <w:t>C</w:t>
      </w:r>
      <w:r w:rsidR="00636A18">
        <w:t>o</w:t>
      </w:r>
      <w:r w:rsidR="00636A18">
        <w:t>cole</w:t>
      </w:r>
      <w:r>
        <w:t xml:space="preserve">, </w:t>
      </w:r>
      <w:r w:rsidR="00636A18">
        <w:t>je n</w:t>
      </w:r>
      <w:r>
        <w:t>’</w:t>
      </w:r>
      <w:r w:rsidR="00636A18">
        <w:t>ai pas peur</w:t>
      </w:r>
      <w:r>
        <w:t xml:space="preserve">. </w:t>
      </w:r>
      <w:r w:rsidR="00636A18">
        <w:t>Ce soir</w:t>
      </w:r>
      <w:r>
        <w:t xml:space="preserve">, </w:t>
      </w:r>
      <w:r w:rsidR="00636A18">
        <w:t>quand ils rentreront du Petit-Saint-Jean</w:t>
      </w:r>
      <w:r>
        <w:t xml:space="preserve">, </w:t>
      </w:r>
      <w:r w:rsidR="00636A18">
        <w:t>ils auront bien assez de peine à reconnaître leur lit</w:t>
      </w:r>
      <w:r>
        <w:t xml:space="preserve">, </w:t>
      </w:r>
      <w:r w:rsidR="00636A18">
        <w:t>et nous serons encore forcées de leur tirer les bas</w:t>
      </w:r>
      <w:r>
        <w:t xml:space="preserve">, </w:t>
      </w:r>
      <w:r w:rsidR="00636A18">
        <w:t>je vous en préviens</w:t>
      </w:r>
      <w:r>
        <w:t> !</w:t>
      </w:r>
    </w:p>
    <w:p w14:paraId="272CD358" w14:textId="78C64D55" w:rsidR="00D37400" w:rsidRDefault="00D37400">
      <w:r>
        <w:t>— </w:t>
      </w:r>
      <w:r w:rsidR="00636A18">
        <w:t>Mon Dieu</w:t>
      </w:r>
      <w:r>
        <w:t xml:space="preserve"> ! </w:t>
      </w:r>
      <w:r w:rsidR="00636A18">
        <w:t>sont-ils donc farces</w:t>
      </w:r>
      <w:r>
        <w:t xml:space="preserve">, </w:t>
      </w:r>
      <w:r w:rsidR="00636A18">
        <w:t xml:space="preserve">criait </w:t>
      </w:r>
      <w:r>
        <w:t>M</w:t>
      </w:r>
      <w:r w:rsidRPr="00D37400">
        <w:rPr>
          <w:vertAlign w:val="superscript"/>
        </w:rPr>
        <w:t>me</w:t>
      </w:r>
      <w:r>
        <w:t> </w:t>
      </w:r>
      <w:r w:rsidR="00636A18">
        <w:t>Richard</w:t>
      </w:r>
      <w:r>
        <w:t xml:space="preserve">, </w:t>
      </w:r>
      <w:r w:rsidR="00636A18">
        <w:t>avec leur duc de Reichstadt</w:t>
      </w:r>
      <w:r>
        <w:t xml:space="preserve">, </w:t>
      </w:r>
      <w:r w:rsidR="00636A18">
        <w:t>un grand flandrin autrichien qui re</w:t>
      </w:r>
      <w:r w:rsidR="00636A18">
        <w:t>s</w:t>
      </w:r>
      <w:r w:rsidR="00636A18">
        <w:t>semble à l</w:t>
      </w:r>
      <w:r>
        <w:t>’</w:t>
      </w:r>
      <w:r w:rsidR="00636A18">
        <w:t>empereur comme saint Crépin au bon Dieu</w:t>
      </w:r>
      <w:r>
        <w:t xml:space="preserve"> ! </w:t>
      </w:r>
      <w:r w:rsidR="00636A18">
        <w:t>Savez-vous qu</w:t>
      </w:r>
      <w:r>
        <w:t>’</w:t>
      </w:r>
      <w:r w:rsidR="00636A18">
        <w:t>ils seraient capables de se faire hacher en son honneur</w:t>
      </w:r>
      <w:r>
        <w:t xml:space="preserve">, </w:t>
      </w:r>
      <w:r w:rsidR="00636A18">
        <w:t>au premier roulement de tambour</w:t>
      </w:r>
      <w:r>
        <w:t> ?</w:t>
      </w:r>
    </w:p>
    <w:p w14:paraId="52985104" w14:textId="0828FADE" w:rsidR="00636A18" w:rsidRDefault="00D37400">
      <w:pPr>
        <w:rPr>
          <w:szCs w:val="36"/>
        </w:rPr>
      </w:pPr>
      <w:r>
        <w:lastRenderedPageBreak/>
        <w:t>— </w:t>
      </w:r>
      <w:r w:rsidR="00636A18">
        <w:t>Oui</w:t>
      </w:r>
      <w:r>
        <w:t xml:space="preserve">, </w:t>
      </w:r>
      <w:r w:rsidR="00636A18">
        <w:t>Madeleine</w:t>
      </w:r>
      <w:r>
        <w:t xml:space="preserve">, </w:t>
      </w:r>
      <w:r w:rsidR="00636A18">
        <w:t>ils en seraient capables</w:t>
      </w:r>
      <w:r>
        <w:t xml:space="preserve">, </w:t>
      </w:r>
      <w:r w:rsidR="00636A18">
        <w:t>disait Françoise</w:t>
      </w:r>
      <w:r>
        <w:t xml:space="preserve">. </w:t>
      </w:r>
      <w:r w:rsidR="00636A18">
        <w:t>Est-ce que mon vieux Sébastien</w:t>
      </w:r>
      <w:r>
        <w:t xml:space="preserve">, </w:t>
      </w:r>
      <w:r w:rsidR="00636A18">
        <w:t>pour un mot de travers</w:t>
      </w:r>
      <w:r>
        <w:t xml:space="preserve">, </w:t>
      </w:r>
      <w:r w:rsidR="00636A18">
        <w:t xml:space="preserve">ne voulait pas exterminer </w:t>
      </w:r>
      <w:proofErr w:type="spellStart"/>
      <w:r w:rsidR="00636A18">
        <w:t>Rosenthâl</w:t>
      </w:r>
      <w:proofErr w:type="spellEnd"/>
      <w:r>
        <w:t xml:space="preserve"> ? </w:t>
      </w:r>
      <w:r w:rsidR="00636A18">
        <w:t>Et si nous les avions laissés faire</w:t>
      </w:r>
      <w:r>
        <w:t xml:space="preserve">, </w:t>
      </w:r>
      <w:r w:rsidR="00636A18">
        <w:t>est-ce qu</w:t>
      </w:r>
      <w:r>
        <w:t>’</w:t>
      </w:r>
      <w:r w:rsidR="00636A18">
        <w:t>ils ne se seraient pas massacrés à coups de sabre du haut en bas</w:t>
      </w:r>
      <w:r>
        <w:t xml:space="preserve"> ? </w:t>
      </w:r>
      <w:r w:rsidR="00636A18">
        <w:t>Est-ce qu</w:t>
      </w:r>
      <w:r>
        <w:t>’</w:t>
      </w:r>
      <w:r w:rsidR="00636A18">
        <w:t>ils se seraient laissé un morceau de viande sur les os</w:t>
      </w:r>
      <w:r>
        <w:t xml:space="preserve"> ? </w:t>
      </w:r>
      <w:r w:rsidR="00636A18">
        <w:t>Tenez</w:t>
      </w:r>
      <w:r>
        <w:t xml:space="preserve">, </w:t>
      </w:r>
      <w:r w:rsidR="00636A18">
        <w:t>quand on pense à ça</w:t>
      </w:r>
      <w:r>
        <w:t xml:space="preserve">, </w:t>
      </w:r>
      <w:r w:rsidR="00636A18">
        <w:t>c</w:t>
      </w:r>
      <w:r>
        <w:t>’</w:t>
      </w:r>
      <w:r w:rsidR="00636A18">
        <w:t>est à vous faire frémir</w:t>
      </w:r>
      <w:r>
        <w:t xml:space="preserve">. – </w:t>
      </w:r>
      <w:r w:rsidR="00636A18">
        <w:t>Passez-moi une cerise</w:t>
      </w:r>
      <w:r>
        <w:t xml:space="preserve">, </w:t>
      </w:r>
      <w:r w:rsidR="00636A18">
        <w:t>Cocole</w:t>
      </w:r>
      <w:r>
        <w:t xml:space="preserve"> ; </w:t>
      </w:r>
      <w:r w:rsidR="00636A18">
        <w:t>elles sont excellentes</w:t>
      </w:r>
      <w:r>
        <w:t xml:space="preserve">, </w:t>
      </w:r>
      <w:r w:rsidR="00636A18">
        <w:t>vos cerises</w:t>
      </w:r>
      <w:r>
        <w:t xml:space="preserve"> ; </w:t>
      </w:r>
      <w:r w:rsidR="00636A18">
        <w:t>au moins vous n</w:t>
      </w:r>
      <w:r>
        <w:t>’</w:t>
      </w:r>
      <w:r w:rsidR="00636A18">
        <w:t>y mettez pas trop de sucre</w:t>
      </w:r>
      <w:r>
        <w:t>. »</w:t>
      </w:r>
    </w:p>
    <w:p w14:paraId="12EDC08E" w14:textId="77777777" w:rsidR="00D37400" w:rsidRDefault="00636A18">
      <w:r>
        <w:t>Et</w:t>
      </w:r>
      <w:r w:rsidR="00D37400">
        <w:t xml:space="preserve">, </w:t>
      </w:r>
      <w:r>
        <w:t>tout en prenant deux ou trois cerises dans son verre</w:t>
      </w:r>
      <w:r w:rsidR="00D37400">
        <w:t xml:space="preserve">, </w:t>
      </w:r>
      <w:r>
        <w:t>elle ajoutait</w:t>
      </w:r>
      <w:r w:rsidR="00D37400">
        <w:t> :</w:t>
      </w:r>
    </w:p>
    <w:p w14:paraId="247FAD36" w14:textId="77777777" w:rsidR="00D37400" w:rsidRDefault="00D37400">
      <w:r>
        <w:t>« </w:t>
      </w:r>
      <w:r w:rsidR="00636A18">
        <w:t>Sébastien me répète encore tous les jours qu</w:t>
      </w:r>
      <w:r>
        <w:t>’</w:t>
      </w:r>
      <w:r w:rsidR="00636A18">
        <w:t>il nous faut la rive gauche du Rhin</w:t>
      </w:r>
      <w:r>
        <w:t xml:space="preserve">, </w:t>
      </w:r>
      <w:r w:rsidR="00636A18">
        <w:t>et que Reichstadt la prendra</w:t>
      </w:r>
      <w:r>
        <w:t xml:space="preserve">. </w:t>
      </w:r>
      <w:r w:rsidR="00636A18">
        <w:t>Ils n</w:t>
      </w:r>
      <w:r>
        <w:t>’</w:t>
      </w:r>
      <w:r w:rsidR="00636A18">
        <w:t>ont pas assez d</w:t>
      </w:r>
      <w:r>
        <w:t>’</w:t>
      </w:r>
      <w:r w:rsidR="00636A18">
        <w:t>un Waterloo</w:t>
      </w:r>
      <w:r>
        <w:t xml:space="preserve"> ; </w:t>
      </w:r>
      <w:r w:rsidR="00636A18">
        <w:t>il leur en faut deux</w:t>
      </w:r>
      <w:r>
        <w:t xml:space="preserve">, </w:t>
      </w:r>
      <w:r w:rsidR="00636A18">
        <w:t>trois</w:t>
      </w:r>
      <w:r>
        <w:t xml:space="preserve">, </w:t>
      </w:r>
      <w:r w:rsidR="00636A18">
        <w:t>quatre</w:t>
      </w:r>
      <w:r>
        <w:t xml:space="preserve">, </w:t>
      </w:r>
      <w:r w:rsidR="00636A18">
        <w:t>je ne sais pas au juste</w:t>
      </w:r>
      <w:r>
        <w:t>.</w:t>
      </w:r>
    </w:p>
    <w:p w14:paraId="0905185F" w14:textId="77777777" w:rsidR="00D37400" w:rsidRDefault="00D37400">
      <w:r>
        <w:t>— </w:t>
      </w:r>
      <w:r w:rsidR="00636A18">
        <w:t>C</w:t>
      </w:r>
      <w:r>
        <w:t>’</w:t>
      </w:r>
      <w:r w:rsidR="00636A18">
        <w:t xml:space="preserve">est comme </w:t>
      </w:r>
      <w:proofErr w:type="spellStart"/>
      <w:r w:rsidR="00636A18">
        <w:t>Michelair</w:t>
      </w:r>
      <w:proofErr w:type="spellEnd"/>
      <w:r>
        <w:t xml:space="preserve">, </w:t>
      </w:r>
      <w:r w:rsidR="00636A18">
        <w:t>disait la dame du commandant de la vieille garde</w:t>
      </w:r>
      <w:r>
        <w:t xml:space="preserve">, </w:t>
      </w:r>
      <w:r w:rsidR="00636A18">
        <w:t>chaque fois qu</w:t>
      </w:r>
      <w:r>
        <w:t>’</w:t>
      </w:r>
      <w:r w:rsidR="00636A18">
        <w:t>il entend parler de Waterloo</w:t>
      </w:r>
      <w:r>
        <w:t xml:space="preserve">, </w:t>
      </w:r>
      <w:r w:rsidR="00636A18">
        <w:t>il casse deux ou trois chaises</w:t>
      </w:r>
      <w:r>
        <w:t xml:space="preserve"> ; </w:t>
      </w:r>
      <w:r w:rsidR="00636A18">
        <w:t>il a déjà démoli tout notre mobilier pour ça</w:t>
      </w:r>
      <w:r>
        <w:t>.</w:t>
      </w:r>
    </w:p>
    <w:p w14:paraId="35834BAF" w14:textId="77777777" w:rsidR="00D37400" w:rsidRDefault="00D37400">
      <w:r>
        <w:t>— </w:t>
      </w:r>
      <w:r w:rsidR="00636A18">
        <w:t>Si cela continue</w:t>
      </w:r>
      <w:r>
        <w:t xml:space="preserve">, </w:t>
      </w:r>
      <w:r w:rsidR="00636A18">
        <w:t>faisait Nicole</w:t>
      </w:r>
      <w:r>
        <w:t xml:space="preserve">, </w:t>
      </w:r>
      <w:r w:rsidR="00636A18">
        <w:t>en reprenant quelques mailles de son tricot</w:t>
      </w:r>
      <w:r>
        <w:t xml:space="preserve">, </w:t>
      </w:r>
      <w:r w:rsidR="00636A18">
        <w:t>savez-vous ce que je pense</w:t>
      </w:r>
      <w:r>
        <w:t xml:space="preserve"> ? </w:t>
      </w:r>
      <w:r w:rsidR="00636A18">
        <w:t>Je pense que tous nos vieux deviendront fous et qu</w:t>
      </w:r>
      <w:r>
        <w:t>’</w:t>
      </w:r>
      <w:r w:rsidR="00636A18">
        <w:t xml:space="preserve">il faudra les conduire à </w:t>
      </w:r>
      <w:proofErr w:type="spellStart"/>
      <w:r w:rsidR="00636A18">
        <w:t>Maréville</w:t>
      </w:r>
      <w:proofErr w:type="spellEnd"/>
      <w:r>
        <w:t xml:space="preserve">. </w:t>
      </w:r>
      <w:r w:rsidR="00636A18">
        <w:t>Vidal lui-même</w:t>
      </w:r>
      <w:r>
        <w:t xml:space="preserve">, </w:t>
      </w:r>
      <w:r w:rsidR="00636A18">
        <w:t>le plus raisonnable de tous</w:t>
      </w:r>
      <w:r>
        <w:t xml:space="preserve">, </w:t>
      </w:r>
      <w:r w:rsidR="00636A18">
        <w:t>a mai</w:t>
      </w:r>
      <w:r w:rsidR="00636A18">
        <w:t>n</w:t>
      </w:r>
      <w:r w:rsidR="00636A18">
        <w:t>tenant la berlue</w:t>
      </w:r>
      <w:r>
        <w:t xml:space="preserve"> ; </w:t>
      </w:r>
      <w:r w:rsidR="00636A18">
        <w:t>si je n</w:t>
      </w:r>
      <w:r>
        <w:t>’</w:t>
      </w:r>
      <w:r w:rsidR="00636A18">
        <w:t>étais pas là</w:t>
      </w:r>
      <w:r>
        <w:t xml:space="preserve">, </w:t>
      </w:r>
      <w:r w:rsidR="00636A18">
        <w:t>il oublierait de toucher sa croix et sa pension</w:t>
      </w:r>
      <w:r>
        <w:t xml:space="preserve"> : </w:t>
      </w:r>
      <w:r w:rsidR="00636A18">
        <w:t>il faut que j</w:t>
      </w:r>
      <w:r>
        <w:t>’</w:t>
      </w:r>
      <w:r w:rsidR="00636A18">
        <w:t>aille moi-même</w:t>
      </w:r>
      <w:r>
        <w:t xml:space="preserve">, </w:t>
      </w:r>
      <w:r w:rsidR="00636A18">
        <w:t>chez le payeur</w:t>
      </w:r>
      <w:r>
        <w:t xml:space="preserve">, </w:t>
      </w:r>
      <w:r w:rsidR="00636A18">
        <w:t>réclamer chaque trimestre</w:t>
      </w:r>
      <w:r>
        <w:t>.</w:t>
      </w:r>
    </w:p>
    <w:p w14:paraId="2A8A55B8" w14:textId="77777777" w:rsidR="00D37400" w:rsidRDefault="00D37400">
      <w:pPr>
        <w:rPr>
          <w:szCs w:val="36"/>
        </w:rPr>
      </w:pPr>
      <w:r>
        <w:t>— </w:t>
      </w:r>
      <w:r w:rsidR="00636A18">
        <w:t>Ne me parlez pas de ça</w:t>
      </w:r>
      <w:r>
        <w:t xml:space="preserve">, </w:t>
      </w:r>
      <w:r w:rsidR="00636A18">
        <w:t>reprenait Françoise</w:t>
      </w:r>
      <w:r>
        <w:t xml:space="preserve">, </w:t>
      </w:r>
      <w:r w:rsidR="00636A18">
        <w:t>sans leurs femmes</w:t>
      </w:r>
      <w:r>
        <w:t xml:space="preserve">, </w:t>
      </w:r>
      <w:r w:rsidR="00636A18">
        <w:t>tous les hommes ne sauraient où donner de la tête</w:t>
      </w:r>
      <w:r>
        <w:t xml:space="preserve">. </w:t>
      </w:r>
      <w:r w:rsidR="00636A18">
        <w:t>Il faut que nous ayons de l</w:t>
      </w:r>
      <w:r>
        <w:t>’</w:t>
      </w:r>
      <w:r w:rsidR="00636A18">
        <w:t>esprit pour eux</w:t>
      </w:r>
      <w:r>
        <w:t xml:space="preserve">. </w:t>
      </w:r>
      <w:r w:rsidR="00636A18">
        <w:t>Le mien voudrait e</w:t>
      </w:r>
      <w:r w:rsidR="00636A18">
        <w:t>n</w:t>
      </w:r>
      <w:r w:rsidR="00636A18">
        <w:t>core être dans les nei</w:t>
      </w:r>
      <w:r w:rsidR="00636A18">
        <w:rPr>
          <w:szCs w:val="36"/>
        </w:rPr>
        <w:t>ges de la Russie</w:t>
      </w:r>
      <w:r>
        <w:rPr>
          <w:szCs w:val="36"/>
        </w:rPr>
        <w:t xml:space="preserve">, </w:t>
      </w:r>
      <w:r w:rsidR="00636A18">
        <w:rPr>
          <w:szCs w:val="36"/>
        </w:rPr>
        <w:t>et</w:t>
      </w:r>
      <w:r>
        <w:rPr>
          <w:szCs w:val="36"/>
        </w:rPr>
        <w:t xml:space="preserve">, </w:t>
      </w:r>
      <w:r w:rsidR="00636A18">
        <w:rPr>
          <w:szCs w:val="36"/>
        </w:rPr>
        <w:t>chaque fois qu</w:t>
      </w:r>
      <w:r>
        <w:rPr>
          <w:szCs w:val="36"/>
        </w:rPr>
        <w:t>’</w:t>
      </w:r>
      <w:r w:rsidR="00636A18">
        <w:rPr>
          <w:szCs w:val="36"/>
        </w:rPr>
        <w:t xml:space="preserve">il </w:t>
      </w:r>
      <w:r w:rsidR="00636A18">
        <w:rPr>
          <w:szCs w:val="36"/>
        </w:rPr>
        <w:lastRenderedPageBreak/>
        <w:t>me parle des brouillards de la Hollande et de son maréchal Brune</w:t>
      </w:r>
      <w:r>
        <w:rPr>
          <w:szCs w:val="36"/>
        </w:rPr>
        <w:t xml:space="preserve">, </w:t>
      </w:r>
      <w:r w:rsidR="00636A18">
        <w:rPr>
          <w:szCs w:val="36"/>
        </w:rPr>
        <w:t>il en a les larmes aux yeux</w:t>
      </w:r>
      <w:r>
        <w:rPr>
          <w:szCs w:val="36"/>
        </w:rPr>
        <w:t xml:space="preserve">… </w:t>
      </w:r>
      <w:r w:rsidR="00636A18">
        <w:rPr>
          <w:szCs w:val="36"/>
        </w:rPr>
        <w:t>Quel malheur</w:t>
      </w:r>
      <w:r>
        <w:rPr>
          <w:szCs w:val="36"/>
        </w:rPr>
        <w:t> !…</w:t>
      </w:r>
    </w:p>
    <w:p w14:paraId="6895A2C4" w14:textId="77777777" w:rsidR="00D37400" w:rsidRDefault="00D37400">
      <w:r>
        <w:rPr>
          <w:szCs w:val="36"/>
        </w:rPr>
        <w:t>— </w:t>
      </w:r>
      <w:r w:rsidR="00636A18">
        <w:t>Ah</w:t>
      </w:r>
      <w:r>
        <w:t xml:space="preserve"> ! </w:t>
      </w:r>
      <w:r w:rsidR="00636A18">
        <w:t>oui</w:t>
      </w:r>
      <w:r>
        <w:t xml:space="preserve">, </w:t>
      </w:r>
      <w:r w:rsidR="00636A18">
        <w:t>quel malheur</w:t>
      </w:r>
      <w:r>
        <w:t> !… »</w:t>
      </w:r>
      <w:r w:rsidR="00636A18">
        <w:t xml:space="preserve"> répondaient les autres</w:t>
      </w:r>
      <w:r>
        <w:t>.</w:t>
      </w:r>
    </w:p>
    <w:p w14:paraId="33E5882B" w14:textId="77777777" w:rsidR="00D37400" w:rsidRDefault="00636A18">
      <w:r>
        <w:t>Et là-dessus suivait un long silence</w:t>
      </w:r>
      <w:r w:rsidR="00D37400">
        <w:t xml:space="preserve">. </w:t>
      </w:r>
      <w:r>
        <w:t>On rêvait</w:t>
      </w:r>
      <w:r w:rsidR="00D37400">
        <w:t xml:space="preserve">, </w:t>
      </w:r>
      <w:r>
        <w:t>on tricotait</w:t>
      </w:r>
      <w:r w:rsidR="00D37400">
        <w:t xml:space="preserve"> ; </w:t>
      </w:r>
      <w:r>
        <w:t>la mère Desjardins tirait sa tabatière de son tablier et prenait une bonne prise</w:t>
      </w:r>
      <w:r w:rsidR="00D37400">
        <w:t xml:space="preserve">. – </w:t>
      </w:r>
      <w:r>
        <w:t>Et puis on s</w:t>
      </w:r>
      <w:r w:rsidR="00D37400">
        <w:t>’</w:t>
      </w:r>
      <w:r>
        <w:t>arrêtait un instant</w:t>
      </w:r>
      <w:r w:rsidR="00D37400">
        <w:t xml:space="preserve">, </w:t>
      </w:r>
      <w:r>
        <w:t>en regardant le soleil qui brillait aux fentes des persiennes</w:t>
      </w:r>
      <w:r w:rsidR="00D37400">
        <w:t xml:space="preserve">, </w:t>
      </w:r>
      <w:r>
        <w:t>car il faisait chaud dehors</w:t>
      </w:r>
      <w:r w:rsidR="00D37400">
        <w:t>.</w:t>
      </w:r>
    </w:p>
    <w:p w14:paraId="76D7B618" w14:textId="77777777" w:rsidR="00D37400" w:rsidRDefault="00D37400">
      <w:r>
        <w:t>« </w:t>
      </w:r>
      <w:r w:rsidR="00636A18">
        <w:t>Quel beau temps</w:t>
      </w:r>
      <w:r>
        <w:t> !</w:t>
      </w:r>
    </w:p>
    <w:p w14:paraId="3F8F23FC" w14:textId="77777777" w:rsidR="00D37400" w:rsidRDefault="00D37400">
      <w:r>
        <w:t>— </w:t>
      </w:r>
      <w:r w:rsidR="00636A18">
        <w:t>Ah</w:t>
      </w:r>
      <w:r>
        <w:t xml:space="preserve"> ! </w:t>
      </w:r>
      <w:r w:rsidR="00636A18">
        <w:t>oui</w:t>
      </w:r>
      <w:r>
        <w:t xml:space="preserve">, </w:t>
      </w:r>
      <w:r w:rsidR="00636A18">
        <w:t>s</w:t>
      </w:r>
      <w:r>
        <w:t>’</w:t>
      </w:r>
      <w:r w:rsidR="00636A18">
        <w:t>écriait Françoise</w:t>
      </w:r>
      <w:r>
        <w:t xml:space="preserve"> ; </w:t>
      </w:r>
      <w:r w:rsidR="00636A18">
        <w:t>ça me rappelle Valladolid</w:t>
      </w:r>
      <w:r>
        <w:t xml:space="preserve">. </w:t>
      </w:r>
      <w:r w:rsidR="00636A18">
        <w:t>Sébastien venait de m</w:t>
      </w:r>
      <w:r>
        <w:t>’</w:t>
      </w:r>
      <w:r w:rsidR="00636A18">
        <w:t>épouser</w:t>
      </w:r>
      <w:r>
        <w:t xml:space="preserve">, </w:t>
      </w:r>
      <w:r w:rsidR="00636A18">
        <w:t>et</w:t>
      </w:r>
      <w:r>
        <w:t xml:space="preserve">, </w:t>
      </w:r>
      <w:r w:rsidR="00636A18">
        <w:t>tous les soirs</w:t>
      </w:r>
      <w:r>
        <w:t xml:space="preserve">, </w:t>
      </w:r>
      <w:r w:rsidR="00636A18">
        <w:t>nous ente</w:t>
      </w:r>
      <w:r w:rsidR="00636A18">
        <w:t>n</w:t>
      </w:r>
      <w:r w:rsidR="00636A18">
        <w:t>dions des sérénades dans les environs de notre logement</w:t>
      </w:r>
      <w:r>
        <w:t xml:space="preserve">. </w:t>
      </w:r>
      <w:r w:rsidR="00636A18">
        <w:t>S</w:t>
      </w:r>
      <w:r w:rsidR="00636A18">
        <w:t>é</w:t>
      </w:r>
      <w:r w:rsidR="00636A18">
        <w:t>bastien était jaloux</w:t>
      </w:r>
      <w:r>
        <w:t>…</w:t>
      </w:r>
    </w:p>
    <w:p w14:paraId="303A14D2" w14:textId="77777777" w:rsidR="00D37400" w:rsidRDefault="00D37400">
      <w:r>
        <w:t>— </w:t>
      </w:r>
      <w:r w:rsidR="00636A18">
        <w:t>Jaloux</w:t>
      </w:r>
      <w:r>
        <w:t xml:space="preserve"> ? </w:t>
      </w:r>
      <w:r w:rsidR="00636A18">
        <w:t>faisaient les autres en levant le nez</w:t>
      </w:r>
      <w:r>
        <w:t>.</w:t>
      </w:r>
    </w:p>
    <w:p w14:paraId="705D19B2" w14:textId="71644F10" w:rsidR="00636A18" w:rsidRDefault="00D37400">
      <w:r>
        <w:t>— </w:t>
      </w:r>
      <w:r w:rsidR="00636A18">
        <w:t>Oui</w:t>
      </w:r>
      <w:r>
        <w:t xml:space="preserve">… </w:t>
      </w:r>
      <w:r w:rsidR="00636A18">
        <w:t>jaloux comme un tigre</w:t>
      </w:r>
      <w:r>
        <w:t>. »</w:t>
      </w:r>
    </w:p>
    <w:p w14:paraId="3681DB02" w14:textId="77777777" w:rsidR="00D37400" w:rsidRDefault="00636A18">
      <w:r>
        <w:t>Alors elles riaient</w:t>
      </w:r>
      <w:r w:rsidR="00D37400">
        <w:t xml:space="preserve">, </w:t>
      </w:r>
      <w:r>
        <w:t>et Françoise</w:t>
      </w:r>
      <w:r w:rsidR="00D37400">
        <w:t xml:space="preserve">, </w:t>
      </w:r>
      <w:r>
        <w:t>déposant son tricot</w:t>
      </w:r>
      <w:r w:rsidR="00D37400">
        <w:t xml:space="preserve">, </w:t>
      </w:r>
      <w:r>
        <w:t>cont</w:t>
      </w:r>
      <w:r>
        <w:t>i</w:t>
      </w:r>
      <w:r>
        <w:t>nuait d</w:t>
      </w:r>
      <w:r w:rsidR="00D37400">
        <w:t>’</w:t>
      </w:r>
      <w:r>
        <w:t>un air malicieux</w:t>
      </w:r>
      <w:r w:rsidR="00D37400">
        <w:t> :</w:t>
      </w:r>
    </w:p>
    <w:p w14:paraId="72708A80" w14:textId="77777777" w:rsidR="00D37400" w:rsidRDefault="00D37400">
      <w:r>
        <w:t>« </w:t>
      </w:r>
      <w:r w:rsidR="00636A18">
        <w:t>Nous logions dans une jolie posada</w:t>
      </w:r>
      <w:r>
        <w:t xml:space="preserve">, </w:t>
      </w:r>
      <w:r w:rsidR="00636A18">
        <w:t>entre cour et jardin</w:t>
      </w:r>
      <w:r>
        <w:t xml:space="preserve">, </w:t>
      </w:r>
      <w:r w:rsidR="00636A18">
        <w:t>mais pleine de monde</w:t>
      </w:r>
      <w:r>
        <w:t xml:space="preserve">, </w:t>
      </w:r>
      <w:r w:rsidR="00636A18">
        <w:t>et chaque fois que Florentin était forcé de me quitter pour le service</w:t>
      </w:r>
      <w:r>
        <w:t xml:space="preserve">, </w:t>
      </w:r>
      <w:r w:rsidR="00636A18">
        <w:t>il allait</w:t>
      </w:r>
      <w:r>
        <w:t xml:space="preserve">, </w:t>
      </w:r>
      <w:r w:rsidR="00636A18">
        <w:t>venait</w:t>
      </w:r>
      <w:r>
        <w:t xml:space="preserve">, </w:t>
      </w:r>
      <w:r w:rsidR="00636A18">
        <w:t>regardait</w:t>
      </w:r>
      <w:r>
        <w:t xml:space="preserve">, </w:t>
      </w:r>
      <w:r w:rsidR="00636A18">
        <w:t>et je d</w:t>
      </w:r>
      <w:r w:rsidR="00636A18">
        <w:t>e</w:t>
      </w:r>
      <w:r w:rsidR="00636A18">
        <w:t>vinais tout ce que le pauvre homme pensait</w:t>
      </w:r>
      <w:r>
        <w:t xml:space="preserve"> ; </w:t>
      </w:r>
      <w:r w:rsidR="00636A18">
        <w:t>il aurait voulu pouvoir m</w:t>
      </w:r>
      <w:r>
        <w:t>’</w:t>
      </w:r>
      <w:r w:rsidR="00636A18">
        <w:t>emmener avec lui</w:t>
      </w:r>
      <w:r>
        <w:t xml:space="preserve">, </w:t>
      </w:r>
      <w:r w:rsidR="00636A18">
        <w:t>faire l</w:t>
      </w:r>
      <w:r>
        <w:t>’</w:t>
      </w:r>
      <w:r w:rsidR="00636A18">
        <w:t>exercice</w:t>
      </w:r>
      <w:r>
        <w:t xml:space="preserve">, </w:t>
      </w:r>
      <w:r w:rsidR="00636A18">
        <w:t>visiter les postes</w:t>
      </w:r>
      <w:r>
        <w:t xml:space="preserve">, </w:t>
      </w:r>
      <w:r w:rsidR="00636A18">
        <w:t>remonter la garde</w:t>
      </w:r>
      <w:r>
        <w:t xml:space="preserve"> ; </w:t>
      </w:r>
      <w:r w:rsidR="00636A18">
        <w:t>la trompette avait beau sonner dehors</w:t>
      </w:r>
      <w:r>
        <w:t xml:space="preserve">, </w:t>
      </w:r>
      <w:r w:rsidR="00636A18">
        <w:t>il ne pouvait se décider à partir</w:t>
      </w:r>
      <w:r>
        <w:t>.</w:t>
      </w:r>
    </w:p>
    <w:p w14:paraId="20C2F3F8" w14:textId="77777777" w:rsidR="00D37400" w:rsidRDefault="00D37400">
      <w:r>
        <w:t>« </w:t>
      </w:r>
      <w:r w:rsidR="00636A18">
        <w:t>Et un matin qu</w:t>
      </w:r>
      <w:r>
        <w:t>’</w:t>
      </w:r>
      <w:r w:rsidR="00636A18">
        <w:t>il tournait comme une âme en peine a</w:t>
      </w:r>
      <w:r w:rsidR="00636A18">
        <w:t>u</w:t>
      </w:r>
      <w:r w:rsidR="00636A18">
        <w:t>tour de mon lit</w:t>
      </w:r>
      <w:r>
        <w:t xml:space="preserve">, </w:t>
      </w:r>
      <w:r w:rsidR="00636A18">
        <w:t>je fus tout attendrie et je lui dis</w:t>
      </w:r>
      <w:r>
        <w:t> :</w:t>
      </w:r>
    </w:p>
    <w:p w14:paraId="5B17B213" w14:textId="77777777" w:rsidR="00D37400" w:rsidRDefault="00D37400">
      <w:r>
        <w:lastRenderedPageBreak/>
        <w:t>— </w:t>
      </w:r>
      <w:r w:rsidR="00636A18">
        <w:t>Florentin</w:t>
      </w:r>
      <w:r>
        <w:t xml:space="preserve">, </w:t>
      </w:r>
      <w:r w:rsidR="00636A18">
        <w:t>veux-tu me faire un plaisir</w:t>
      </w:r>
      <w:r>
        <w:t xml:space="preserve"> ? </w:t>
      </w:r>
      <w:r w:rsidR="00636A18">
        <w:t>Il y a tant d</w:t>
      </w:r>
      <w:r>
        <w:t>’</w:t>
      </w:r>
      <w:r w:rsidR="00636A18">
        <w:t>étrangers dans cette posada</w:t>
      </w:r>
      <w:r>
        <w:t xml:space="preserve">, </w:t>
      </w:r>
      <w:r w:rsidR="00636A18">
        <w:t>que je suis toujours inquiète après ton départ</w:t>
      </w:r>
      <w:r>
        <w:t xml:space="preserve"> ; </w:t>
      </w:r>
      <w:r w:rsidR="00636A18">
        <w:t>tu devrais bien fermer la porte et mettre la clé dans ta poche</w:t>
      </w:r>
      <w:r>
        <w:t>.</w:t>
      </w:r>
    </w:p>
    <w:p w14:paraId="69F1F2F7" w14:textId="72164310" w:rsidR="00636A18" w:rsidRDefault="00D37400">
      <w:pPr>
        <w:rPr>
          <w:szCs w:val="36"/>
        </w:rPr>
      </w:pPr>
      <w:r>
        <w:t>« </w:t>
      </w:r>
      <w:r w:rsidR="00636A18">
        <w:t>Alors il aurait fallu le voir respirer</w:t>
      </w:r>
      <w:r>
        <w:t xml:space="preserve">, </w:t>
      </w:r>
      <w:r w:rsidR="00636A18">
        <w:t>mesdames</w:t>
      </w:r>
      <w:r>
        <w:t xml:space="preserve">… </w:t>
      </w:r>
      <w:r w:rsidR="00636A18">
        <w:t>Ah</w:t>
      </w:r>
      <w:r>
        <w:t xml:space="preserve"> ! </w:t>
      </w:r>
      <w:r w:rsidR="00636A18">
        <w:t>ah</w:t>
      </w:r>
      <w:r>
        <w:t xml:space="preserve"> ! </w:t>
      </w:r>
      <w:r w:rsidR="00636A18">
        <w:t>il reprenait de l</w:t>
      </w:r>
      <w:r>
        <w:t>’</w:t>
      </w:r>
      <w:r w:rsidR="00636A18">
        <w:t>air</w:t>
      </w:r>
      <w:r>
        <w:t xml:space="preserve">, </w:t>
      </w:r>
      <w:r w:rsidR="00636A18">
        <w:t>il se gonflait</w:t>
      </w:r>
      <w:r>
        <w:t xml:space="preserve">, </w:t>
      </w:r>
      <w:r w:rsidR="00636A18">
        <w:t>il revenait</w:t>
      </w:r>
      <w:r>
        <w:t> ! »</w:t>
      </w:r>
    </w:p>
    <w:p w14:paraId="17DA64DA" w14:textId="06554937" w:rsidR="00D37400" w:rsidRDefault="00D37400">
      <w:r>
        <w:t>M</w:t>
      </w:r>
      <w:r w:rsidRPr="00D37400">
        <w:rPr>
          <w:vertAlign w:val="superscript"/>
        </w:rPr>
        <w:t>me</w:t>
      </w:r>
      <w:r>
        <w:t> </w:t>
      </w:r>
      <w:r w:rsidR="00636A18">
        <w:t>Françoise prenait la mine de Sébastien</w:t>
      </w:r>
      <w:r>
        <w:t xml:space="preserve">, </w:t>
      </w:r>
      <w:r w:rsidR="00636A18">
        <w:t>et les autres éclataient de rire ensemble</w:t>
      </w:r>
      <w:r>
        <w:t>.</w:t>
      </w:r>
    </w:p>
    <w:p w14:paraId="49D3B74B" w14:textId="77777777" w:rsidR="00D37400" w:rsidRDefault="00D37400">
      <w:r>
        <w:t>« </w:t>
      </w:r>
      <w:r w:rsidR="00636A18">
        <w:t>Hé</w:t>
      </w:r>
      <w:r>
        <w:t xml:space="preserve"> ! </w:t>
      </w:r>
      <w:r w:rsidR="00636A18">
        <w:t>dit Cocole</w:t>
      </w:r>
      <w:r>
        <w:t xml:space="preserve">, </w:t>
      </w:r>
      <w:r w:rsidR="00636A18">
        <w:t>vous étiez encore bien bonne de vous laisser enfermer par ce jaloux</w:t>
      </w:r>
      <w:r>
        <w:t xml:space="preserve"> ; </w:t>
      </w:r>
      <w:r w:rsidR="00636A18">
        <w:t>moi</w:t>
      </w:r>
      <w:r>
        <w:t xml:space="preserve">, </w:t>
      </w:r>
      <w:r w:rsidR="00636A18">
        <w:t>je l</w:t>
      </w:r>
      <w:r>
        <w:t>’</w:t>
      </w:r>
      <w:r w:rsidR="00636A18">
        <w:t>aurais laissé tourner tant qu</w:t>
      </w:r>
      <w:r>
        <w:t>’</w:t>
      </w:r>
      <w:r w:rsidR="00636A18">
        <w:t>il aurait voulu</w:t>
      </w:r>
      <w:r>
        <w:t xml:space="preserve">, </w:t>
      </w:r>
      <w:r w:rsidR="00636A18">
        <w:t>mais il ne m</w:t>
      </w:r>
      <w:r>
        <w:t>’</w:t>
      </w:r>
      <w:r w:rsidR="00636A18">
        <w:t>aurait pas enfermée</w:t>
      </w:r>
      <w:r>
        <w:t>.</w:t>
      </w:r>
    </w:p>
    <w:p w14:paraId="5E0C886D" w14:textId="305BB8F7" w:rsidR="00636A18" w:rsidRDefault="00D37400">
      <w:pPr>
        <w:rPr>
          <w:szCs w:val="36"/>
        </w:rPr>
      </w:pPr>
      <w:r>
        <w:t>— </w:t>
      </w:r>
      <w:r w:rsidR="00636A18">
        <w:t>Oh</w:t>
      </w:r>
      <w:r>
        <w:t xml:space="preserve"> ! </w:t>
      </w:r>
      <w:r w:rsidR="00636A18">
        <w:t>dit Françoise</w:t>
      </w:r>
      <w:r>
        <w:t xml:space="preserve">, </w:t>
      </w:r>
      <w:r w:rsidR="00636A18">
        <w:t>en reprenant son travail d</w:t>
      </w:r>
      <w:r>
        <w:t>’</w:t>
      </w:r>
      <w:r w:rsidR="00636A18">
        <w:t>un air de bonhomie</w:t>
      </w:r>
      <w:r>
        <w:t xml:space="preserve">, </w:t>
      </w:r>
      <w:r w:rsidR="00636A18">
        <w:t>vous pensez bien</w:t>
      </w:r>
      <w:r>
        <w:t xml:space="preserve">, </w:t>
      </w:r>
      <w:r w:rsidR="00636A18">
        <w:t>ma chère</w:t>
      </w:r>
      <w:r>
        <w:t xml:space="preserve">, </w:t>
      </w:r>
      <w:r w:rsidR="00636A18">
        <w:t>que j</w:t>
      </w:r>
      <w:r>
        <w:t>’</w:t>
      </w:r>
      <w:r w:rsidR="00636A18">
        <w:t>avais fait faire une autre clé pour sortir</w:t>
      </w:r>
      <w:r>
        <w:t xml:space="preserve"> ; </w:t>
      </w:r>
      <w:r w:rsidR="00636A18">
        <w:t>je voulais seulement tranquilliser ce pauvre Sébastien</w:t>
      </w:r>
      <w:r>
        <w:t>. »</w:t>
      </w:r>
    </w:p>
    <w:p w14:paraId="545C69FE" w14:textId="77777777" w:rsidR="00D37400" w:rsidRDefault="00636A18">
      <w:r>
        <w:t>Et toutes recommencèrent à rire ensemble</w:t>
      </w:r>
      <w:r w:rsidR="00D37400">
        <w:t xml:space="preserve">, </w:t>
      </w:r>
      <w:r>
        <w:t>jusqu</w:t>
      </w:r>
      <w:r w:rsidR="00D37400">
        <w:t>’</w:t>
      </w:r>
      <w:r>
        <w:t>à la petite Justine</w:t>
      </w:r>
      <w:r w:rsidR="00D37400">
        <w:t xml:space="preserve">, </w:t>
      </w:r>
      <w:r>
        <w:t>qui me regardait en clignant des yeux et en montrant ses jolies dents blanches</w:t>
      </w:r>
      <w:r w:rsidR="00D37400">
        <w:t xml:space="preserve">. </w:t>
      </w:r>
      <w:r>
        <w:t>Il paraît qu</w:t>
      </w:r>
      <w:r w:rsidR="00D37400">
        <w:t>’</w:t>
      </w:r>
      <w:r>
        <w:t>elle avait compris la malice de cette histoire</w:t>
      </w:r>
      <w:r w:rsidR="00D37400">
        <w:t xml:space="preserve"> ; </w:t>
      </w:r>
      <w:r>
        <w:t>moi je la regardais sans rien comprendre</w:t>
      </w:r>
      <w:r w:rsidR="00D37400">
        <w:t xml:space="preserve"> ; </w:t>
      </w:r>
      <w:r>
        <w:t>j</w:t>
      </w:r>
      <w:r w:rsidR="00D37400">
        <w:t>’</w:t>
      </w:r>
      <w:r>
        <w:t>étais comme mon ami Florentin</w:t>
      </w:r>
      <w:r w:rsidR="00D37400">
        <w:t xml:space="preserve">. </w:t>
      </w:r>
      <w:r>
        <w:t>Les femmes sont plus fines que nous</w:t>
      </w:r>
      <w:r w:rsidR="00D37400">
        <w:t> !</w:t>
      </w:r>
    </w:p>
    <w:p w14:paraId="57ECA261" w14:textId="77777777" w:rsidR="00D37400" w:rsidRDefault="00636A18">
      <w:r>
        <w:t>Après cela</w:t>
      </w:r>
      <w:r w:rsidR="00D37400">
        <w:t xml:space="preserve">, </w:t>
      </w:r>
      <w:r>
        <w:t>au bout d</w:t>
      </w:r>
      <w:r w:rsidR="00D37400">
        <w:t>’</w:t>
      </w:r>
      <w:r>
        <w:t>un instant</w:t>
      </w:r>
      <w:r w:rsidR="00D37400">
        <w:t xml:space="preserve">, </w:t>
      </w:r>
      <w:r>
        <w:t>Françoise</w:t>
      </w:r>
      <w:r w:rsidR="00D37400">
        <w:t xml:space="preserve">, </w:t>
      </w:r>
      <w:r>
        <w:t>continuant à tricoter et se rappelant ce que Cocole avait dit</w:t>
      </w:r>
      <w:r w:rsidR="00D37400">
        <w:t xml:space="preserve">, </w:t>
      </w:r>
      <w:r>
        <w:t>reprenait</w:t>
      </w:r>
      <w:r w:rsidR="00D37400">
        <w:t> :</w:t>
      </w:r>
    </w:p>
    <w:p w14:paraId="20C366CD" w14:textId="77777777" w:rsidR="00D37400" w:rsidRDefault="00D37400">
      <w:r>
        <w:t>« </w:t>
      </w:r>
      <w:r w:rsidR="00636A18">
        <w:t>Vous aviez bien raison</w:t>
      </w:r>
      <w:r>
        <w:t xml:space="preserve">, </w:t>
      </w:r>
      <w:r w:rsidR="00636A18">
        <w:t>Nicole</w:t>
      </w:r>
      <w:r>
        <w:t xml:space="preserve">, </w:t>
      </w:r>
      <w:r w:rsidR="00636A18">
        <w:t>de dire que j</w:t>
      </w:r>
      <w:r>
        <w:t>’</w:t>
      </w:r>
      <w:r w:rsidR="00636A18">
        <w:t>étais trop bonne de le ménager</w:t>
      </w:r>
      <w:r>
        <w:t xml:space="preserve">, </w:t>
      </w:r>
      <w:r w:rsidR="00636A18">
        <w:t>car m</w:t>
      </w:r>
      <w:r>
        <w:t>’</w:t>
      </w:r>
      <w:r w:rsidR="00636A18">
        <w:t>en a-t-il fait souffrir</w:t>
      </w:r>
      <w:r>
        <w:t xml:space="preserve">, </w:t>
      </w:r>
      <w:r w:rsidR="00636A18">
        <w:t>en Espagne et ailleurs</w:t>
      </w:r>
      <w:r>
        <w:t> !</w:t>
      </w:r>
    </w:p>
    <w:p w14:paraId="02166B01" w14:textId="77777777" w:rsidR="00D37400" w:rsidRDefault="00D37400">
      <w:r>
        <w:t>« </w:t>
      </w:r>
      <w:r w:rsidR="00636A18">
        <w:t>Figurez-vous qu</w:t>
      </w:r>
      <w:r>
        <w:t>’</w:t>
      </w:r>
      <w:r w:rsidR="00636A18">
        <w:t>en Espagne nous étions chargés d</w:t>
      </w:r>
      <w:r>
        <w:t>’</w:t>
      </w:r>
      <w:r w:rsidR="00636A18">
        <w:t>escorter les convois du maréchal</w:t>
      </w:r>
      <w:r>
        <w:t xml:space="preserve">, </w:t>
      </w:r>
      <w:r w:rsidR="00636A18">
        <w:t>qui partaient régulièrement pour la France</w:t>
      </w:r>
      <w:r>
        <w:t xml:space="preserve">, </w:t>
      </w:r>
      <w:r w:rsidR="00636A18">
        <w:t>vous savez</w:t>
      </w:r>
      <w:r>
        <w:t xml:space="preserve">, </w:t>
      </w:r>
      <w:r w:rsidR="00636A18">
        <w:t>les convois d</w:t>
      </w:r>
      <w:r>
        <w:t>’</w:t>
      </w:r>
      <w:r w:rsidR="00636A18">
        <w:t>argenterie</w:t>
      </w:r>
      <w:r>
        <w:t xml:space="preserve">, </w:t>
      </w:r>
      <w:r w:rsidR="00636A18">
        <w:t xml:space="preserve">de </w:t>
      </w:r>
      <w:r w:rsidR="00636A18">
        <w:lastRenderedPageBreak/>
        <w:t>ch</w:t>
      </w:r>
      <w:r w:rsidR="00636A18">
        <w:t>a</w:t>
      </w:r>
      <w:r w:rsidR="00636A18">
        <w:t>subles</w:t>
      </w:r>
      <w:r>
        <w:t xml:space="preserve">, </w:t>
      </w:r>
      <w:r w:rsidR="00636A18">
        <w:t>de saints-ciboires</w:t>
      </w:r>
      <w:r>
        <w:t xml:space="preserve">, </w:t>
      </w:r>
      <w:r w:rsidR="00636A18">
        <w:t>de tableaux d</w:t>
      </w:r>
      <w:r>
        <w:t>’</w:t>
      </w:r>
      <w:r w:rsidR="00636A18">
        <w:t>église et d</w:t>
      </w:r>
      <w:r>
        <w:t>’</w:t>
      </w:r>
      <w:r w:rsidR="00636A18">
        <w:t>autres choses pareilles</w:t>
      </w:r>
      <w:r>
        <w:t xml:space="preserve"> ? </w:t>
      </w:r>
      <w:r w:rsidR="00636A18">
        <w:t>Il en partait toutes les semaines</w:t>
      </w:r>
      <w:r>
        <w:t xml:space="preserve"> ; </w:t>
      </w:r>
      <w:r w:rsidR="00636A18">
        <w:t>et comme le mar</w:t>
      </w:r>
      <w:r w:rsidR="00636A18">
        <w:t>é</w:t>
      </w:r>
      <w:r w:rsidR="00636A18">
        <w:t>chal connaissait Sébastien</w:t>
      </w:r>
      <w:r>
        <w:t xml:space="preserve">, </w:t>
      </w:r>
      <w:r w:rsidR="00636A18">
        <w:t>nous étions toujours commandés pour l</w:t>
      </w:r>
      <w:r>
        <w:t>’</w:t>
      </w:r>
      <w:r w:rsidR="00636A18">
        <w:t>escorte</w:t>
      </w:r>
      <w:r>
        <w:t>.</w:t>
      </w:r>
    </w:p>
    <w:p w14:paraId="5CEBF5AC" w14:textId="77777777" w:rsidR="00D37400" w:rsidRDefault="00D37400">
      <w:r>
        <w:t>« </w:t>
      </w:r>
      <w:r w:rsidR="00636A18">
        <w:t>Moi</w:t>
      </w:r>
      <w:r>
        <w:t xml:space="preserve">, </w:t>
      </w:r>
      <w:r w:rsidR="00636A18">
        <w:t>voyant partir tout cela</w:t>
      </w:r>
      <w:r>
        <w:t xml:space="preserve">, </w:t>
      </w:r>
      <w:r w:rsidR="00636A18">
        <w:t>je me disais qu</w:t>
      </w:r>
      <w:r>
        <w:t>’</w:t>
      </w:r>
      <w:r w:rsidR="00636A18">
        <w:t>il aurait été juste que Sébastien</w:t>
      </w:r>
      <w:r>
        <w:t xml:space="preserve">, </w:t>
      </w:r>
      <w:r w:rsidR="00636A18">
        <w:t>toujours de corvée</w:t>
      </w:r>
      <w:r>
        <w:t xml:space="preserve">, </w:t>
      </w:r>
      <w:r w:rsidR="00636A18">
        <w:t>en eût sa petite part</w:t>
      </w:r>
      <w:r>
        <w:t xml:space="preserve">. – </w:t>
      </w:r>
      <w:r w:rsidR="00636A18">
        <w:t>Et voyant pendre un jour</w:t>
      </w:r>
      <w:r>
        <w:t xml:space="preserve">, </w:t>
      </w:r>
      <w:r w:rsidR="00636A18">
        <w:t>entre les échelles d</w:t>
      </w:r>
      <w:r>
        <w:t>’</w:t>
      </w:r>
      <w:r w:rsidR="00636A18">
        <w:t>une voiture</w:t>
      </w:r>
      <w:r>
        <w:t xml:space="preserve">, </w:t>
      </w:r>
      <w:r w:rsidR="00636A18">
        <w:t>de gros glands d</w:t>
      </w:r>
      <w:r>
        <w:t>’</w:t>
      </w:r>
      <w:r w:rsidR="00636A18">
        <w:t>or massif</w:t>
      </w:r>
      <w:r>
        <w:t xml:space="preserve">, </w:t>
      </w:r>
      <w:r w:rsidR="00636A18">
        <w:t>l</w:t>
      </w:r>
      <w:r>
        <w:t>’</w:t>
      </w:r>
      <w:r w:rsidR="00636A18">
        <w:t>idée me vint d</w:t>
      </w:r>
      <w:r>
        <w:t>’</w:t>
      </w:r>
      <w:r w:rsidR="00636A18">
        <w:t>en avoir un peu</w:t>
      </w:r>
      <w:r>
        <w:t xml:space="preserve">. </w:t>
      </w:r>
      <w:r w:rsidR="00636A18">
        <w:t>Cela ne faisait de tort à personne</w:t>
      </w:r>
      <w:r>
        <w:t xml:space="preserve"> ; </w:t>
      </w:r>
      <w:r w:rsidR="00636A18">
        <w:t>les moines étaient contre nous</w:t>
      </w:r>
      <w:r>
        <w:t xml:space="preserve"> : </w:t>
      </w:r>
      <w:r w:rsidR="00636A18">
        <w:t>c</w:t>
      </w:r>
      <w:r>
        <w:t>’</w:t>
      </w:r>
      <w:r w:rsidR="00636A18">
        <w:t>était de bonne prise</w:t>
      </w:r>
      <w:r>
        <w:t> !</w:t>
      </w:r>
    </w:p>
    <w:p w14:paraId="27E06082" w14:textId="77777777" w:rsidR="00D37400" w:rsidRDefault="00D37400">
      <w:r>
        <w:t>— </w:t>
      </w:r>
      <w:r w:rsidR="00636A18">
        <w:t>Hé</w:t>
      </w:r>
      <w:r>
        <w:t xml:space="preserve"> ! </w:t>
      </w:r>
      <w:r w:rsidR="00636A18">
        <w:t>bien sûr</w:t>
      </w:r>
      <w:r>
        <w:t xml:space="preserve">… </w:t>
      </w:r>
      <w:r w:rsidR="00636A18">
        <w:t>bien sûr</w:t>
      </w:r>
      <w:r>
        <w:t xml:space="preserve">… </w:t>
      </w:r>
      <w:r w:rsidR="00636A18">
        <w:t>disaient les dames</w:t>
      </w:r>
      <w:r>
        <w:t xml:space="preserve">, </w:t>
      </w:r>
      <w:r w:rsidR="00636A18">
        <w:t>vous aviez une bonne idée</w:t>
      </w:r>
      <w:r>
        <w:t>.</w:t>
      </w:r>
    </w:p>
    <w:p w14:paraId="54EE2796" w14:textId="77777777" w:rsidR="00D37400" w:rsidRDefault="00D37400">
      <w:r>
        <w:t>— </w:t>
      </w:r>
      <w:r w:rsidR="00636A18">
        <w:t>Oui</w:t>
      </w:r>
      <w:r>
        <w:t xml:space="preserve">, </w:t>
      </w:r>
      <w:r w:rsidR="00636A18">
        <w:t>malheureusement Sébastien mettait des sentinelles tous les soirs autour du convoi</w:t>
      </w:r>
      <w:r>
        <w:t xml:space="preserve"> ; </w:t>
      </w:r>
      <w:r w:rsidR="00636A18">
        <w:t>dans ce pays sauvage</w:t>
      </w:r>
      <w:r>
        <w:t xml:space="preserve">, </w:t>
      </w:r>
      <w:r w:rsidR="00636A18">
        <w:t>au milieu des montagnes</w:t>
      </w:r>
      <w:r>
        <w:t xml:space="preserve">, </w:t>
      </w:r>
      <w:r w:rsidR="00636A18">
        <w:t>au fond des gorges où l</w:t>
      </w:r>
      <w:r>
        <w:t>’</w:t>
      </w:r>
      <w:r w:rsidR="00636A18">
        <w:t>on risquait à chaque minute d</w:t>
      </w:r>
      <w:r>
        <w:t>’</w:t>
      </w:r>
      <w:r w:rsidR="00636A18">
        <w:t>être attaqués</w:t>
      </w:r>
      <w:r>
        <w:t xml:space="preserve">, </w:t>
      </w:r>
      <w:r w:rsidR="00636A18">
        <w:t>il avait raison</w:t>
      </w:r>
      <w:r>
        <w:t xml:space="preserve">. </w:t>
      </w:r>
      <w:r w:rsidR="00636A18">
        <w:t>Et puis on faisait halte dans les plus pauvres villages</w:t>
      </w:r>
      <w:r>
        <w:t xml:space="preserve">, </w:t>
      </w:r>
      <w:r w:rsidR="00636A18">
        <w:t>remplis de gens qui nous en vo</w:t>
      </w:r>
      <w:r w:rsidR="00636A18">
        <w:t>u</w:t>
      </w:r>
      <w:r w:rsidR="00636A18">
        <w:t>laient</w:t>
      </w:r>
      <w:r>
        <w:t>.</w:t>
      </w:r>
    </w:p>
    <w:p w14:paraId="4F2EDD0F" w14:textId="77777777" w:rsidR="00D37400" w:rsidRDefault="00D37400">
      <w:r>
        <w:t>« </w:t>
      </w:r>
      <w:r w:rsidR="00636A18">
        <w:t>Sébastien sortait d</w:t>
      </w:r>
      <w:r>
        <w:t>’</w:t>
      </w:r>
      <w:r w:rsidR="00636A18">
        <w:t>heure en heure de la baraque où nous étions</w:t>
      </w:r>
      <w:r>
        <w:t xml:space="preserve">, </w:t>
      </w:r>
      <w:r w:rsidR="00636A18">
        <w:t>pour surveiller le service</w:t>
      </w:r>
      <w:r>
        <w:t>.</w:t>
      </w:r>
    </w:p>
    <w:p w14:paraId="58663E37" w14:textId="77777777" w:rsidR="00D37400" w:rsidRDefault="00D37400">
      <w:r>
        <w:t>« </w:t>
      </w:r>
      <w:r w:rsidR="00636A18">
        <w:t>Cela dura longtemps</w:t>
      </w:r>
      <w:r>
        <w:t xml:space="preserve">, </w:t>
      </w:r>
      <w:r w:rsidR="00636A18">
        <w:t>et je ne pouvais pas bouger</w:t>
      </w:r>
      <w:r>
        <w:t>.</w:t>
      </w:r>
    </w:p>
    <w:p w14:paraId="382A0006" w14:textId="77777777" w:rsidR="00D37400" w:rsidRDefault="00D37400">
      <w:r>
        <w:t>« </w:t>
      </w:r>
      <w:r w:rsidR="00636A18">
        <w:t>Mais</w:t>
      </w:r>
      <w:r>
        <w:t xml:space="preserve">, </w:t>
      </w:r>
      <w:r w:rsidR="00636A18">
        <w:t>une nuit que nous avions doublé l</w:t>
      </w:r>
      <w:r>
        <w:t>’</w:t>
      </w:r>
      <w:r w:rsidR="00636A18">
        <w:t>étape</w:t>
      </w:r>
      <w:r>
        <w:t xml:space="preserve">, </w:t>
      </w:r>
      <w:r w:rsidR="00636A18">
        <w:t>du côté de Pampelune</w:t>
      </w:r>
      <w:r>
        <w:t xml:space="preserve">, </w:t>
      </w:r>
      <w:r w:rsidR="00636A18">
        <w:t>et que Florentin dormait comme un sourd</w:t>
      </w:r>
      <w:r>
        <w:t xml:space="preserve">, </w:t>
      </w:r>
      <w:r w:rsidR="00636A18">
        <w:t>je me levai tout doucement</w:t>
      </w:r>
      <w:r>
        <w:t xml:space="preserve">, </w:t>
      </w:r>
      <w:r w:rsidR="00636A18">
        <w:t>je pris mes ciseaux dans ma poche</w:t>
      </w:r>
      <w:r>
        <w:t xml:space="preserve">, </w:t>
      </w:r>
      <w:r w:rsidR="00636A18">
        <w:t>et</w:t>
      </w:r>
      <w:r>
        <w:t xml:space="preserve">, </w:t>
      </w:r>
      <w:r w:rsidR="00636A18">
        <w:t>voyant que la sentinelle me tournait le dos</w:t>
      </w:r>
      <w:r>
        <w:t xml:space="preserve">, </w:t>
      </w:r>
      <w:r w:rsidR="00636A18">
        <w:t>j</w:t>
      </w:r>
      <w:r>
        <w:t>’</w:t>
      </w:r>
      <w:r w:rsidR="00636A18">
        <w:t>étais en train de couper un de ces gros glands</w:t>
      </w:r>
      <w:r>
        <w:t xml:space="preserve">, </w:t>
      </w:r>
      <w:r w:rsidR="00636A18">
        <w:t>qui tenait à la bannière de je ne sais quel saint</w:t>
      </w:r>
      <w:r>
        <w:t xml:space="preserve">, </w:t>
      </w:r>
      <w:r w:rsidR="00636A18">
        <w:t>quand une sentinelle</w:t>
      </w:r>
      <w:r>
        <w:t xml:space="preserve">, </w:t>
      </w:r>
      <w:r w:rsidR="00636A18">
        <w:t>placée de l</w:t>
      </w:r>
      <w:r>
        <w:t>’</w:t>
      </w:r>
      <w:r w:rsidR="00636A18">
        <w:t>autre côté de la voiture</w:t>
      </w:r>
      <w:r>
        <w:t xml:space="preserve">, </w:t>
      </w:r>
      <w:r w:rsidR="00636A18">
        <w:t>me voit au clair de lune et me met en joue en criant</w:t>
      </w:r>
      <w:r>
        <w:t> : « </w:t>
      </w:r>
      <w:r w:rsidR="00636A18">
        <w:t>Qui vive</w:t>
      </w:r>
      <w:r>
        <w:t> ! »</w:t>
      </w:r>
      <w:r w:rsidR="00636A18">
        <w:t xml:space="preserve"> Ça réveille tout le monde</w:t>
      </w:r>
      <w:r>
        <w:t xml:space="preserve">. </w:t>
      </w:r>
      <w:r w:rsidR="00636A18">
        <w:t>Sébastien saute de son grabat</w:t>
      </w:r>
      <w:r>
        <w:t xml:space="preserve"> ; </w:t>
      </w:r>
      <w:r w:rsidR="00636A18">
        <w:t>il arrive le sabre à la main</w:t>
      </w:r>
      <w:r>
        <w:t xml:space="preserve">, </w:t>
      </w:r>
      <w:r w:rsidR="00636A18">
        <w:t xml:space="preserve">et se met à </w:t>
      </w:r>
      <w:r w:rsidR="00636A18">
        <w:lastRenderedPageBreak/>
        <w:t>crier comme un aveugle</w:t>
      </w:r>
      <w:r>
        <w:t> : « </w:t>
      </w:r>
      <w:r w:rsidR="00636A18">
        <w:t>Qu</w:t>
      </w:r>
      <w:r>
        <w:t>’</w:t>
      </w:r>
      <w:r w:rsidR="00636A18">
        <w:t>est-ce que vous faites là</w:t>
      </w:r>
      <w:r>
        <w:t xml:space="preserve">, </w:t>
      </w:r>
      <w:r w:rsidR="00636A18">
        <w:t>madame</w:t>
      </w:r>
      <w:r>
        <w:t xml:space="preserve"> ? </w:t>
      </w:r>
      <w:r w:rsidR="00636A18">
        <w:t>Empo</w:t>
      </w:r>
      <w:r w:rsidR="00636A18">
        <w:t>i</w:t>
      </w:r>
      <w:r w:rsidR="00636A18">
        <w:t>gnez-moi cette femme et qu</w:t>
      </w:r>
      <w:r>
        <w:t>’</w:t>
      </w:r>
      <w:r w:rsidR="00636A18">
        <w:t>on la fusille</w:t>
      </w:r>
      <w:r>
        <w:t>. »</w:t>
      </w:r>
      <w:r w:rsidR="00636A18">
        <w:t xml:space="preserve"> Il levait son sabre d</w:t>
      </w:r>
      <w:r>
        <w:t>’</w:t>
      </w:r>
      <w:r w:rsidR="00636A18">
        <w:t>un air furieux</w:t>
      </w:r>
      <w:r>
        <w:t xml:space="preserve">, </w:t>
      </w:r>
      <w:r w:rsidR="00636A18">
        <w:t>ses moustaches se hérissaient</w:t>
      </w:r>
      <w:r>
        <w:t xml:space="preserve">, </w:t>
      </w:r>
      <w:r w:rsidR="00636A18">
        <w:t>je n</w:t>
      </w:r>
      <w:r>
        <w:t>’</w:t>
      </w:r>
      <w:r w:rsidR="00636A18">
        <w:t>ai jamais vu de f</w:t>
      </w:r>
      <w:r w:rsidR="00636A18">
        <w:t>i</w:t>
      </w:r>
      <w:r w:rsidR="00636A18">
        <w:t>gure plus terrible</w:t>
      </w:r>
      <w:r>
        <w:t xml:space="preserve">. </w:t>
      </w:r>
      <w:r w:rsidR="00636A18">
        <w:t>Il aurait été capable de me tuer sur place</w:t>
      </w:r>
      <w:r>
        <w:t>.</w:t>
      </w:r>
    </w:p>
    <w:p w14:paraId="1397BC3A" w14:textId="77777777" w:rsidR="00D37400" w:rsidRDefault="00D37400">
      <w:r>
        <w:t>« </w:t>
      </w:r>
      <w:r w:rsidR="00636A18">
        <w:t>Par bonheur</w:t>
      </w:r>
      <w:r>
        <w:t xml:space="preserve">, </w:t>
      </w:r>
      <w:r w:rsidR="00636A18">
        <w:t>le gland n</w:t>
      </w:r>
      <w:r>
        <w:t>’</w:t>
      </w:r>
      <w:r w:rsidR="00636A18">
        <w:t>était pas encore tout à fait dét</w:t>
      </w:r>
      <w:r w:rsidR="00636A18">
        <w:t>a</w:t>
      </w:r>
      <w:r w:rsidR="00636A18">
        <w:t>ché</w:t>
      </w:r>
      <w:r>
        <w:t xml:space="preserve">. </w:t>
      </w:r>
      <w:r w:rsidR="00636A18">
        <w:t>Sébastien voulait me faire juger par le conseil de guerre et fusiller dans les vingt-quatre heures</w:t>
      </w:r>
      <w:r>
        <w:t xml:space="preserve">. </w:t>
      </w:r>
      <w:r w:rsidR="00636A18">
        <w:t>Avait-il l</w:t>
      </w:r>
      <w:r>
        <w:t>’</w:t>
      </w:r>
      <w:r w:rsidR="00636A18">
        <w:t>amour du bien de son maréchal</w:t>
      </w:r>
      <w:r>
        <w:t xml:space="preserve"> !… </w:t>
      </w:r>
      <w:r w:rsidR="00636A18">
        <w:t>Était-il enragé</w:t>
      </w:r>
      <w:r>
        <w:t xml:space="preserve"> ! </w:t>
      </w:r>
      <w:r w:rsidR="00636A18">
        <w:t>Voilà</w:t>
      </w:r>
      <w:r>
        <w:t xml:space="preserve">… </w:t>
      </w:r>
      <w:r w:rsidR="00636A18">
        <w:t>voilà les hommes</w:t>
      </w:r>
      <w:r>
        <w:t xml:space="preserve"> ! </w:t>
      </w:r>
      <w:r w:rsidR="00636A18">
        <w:t>il m</w:t>
      </w:r>
      <w:r>
        <w:t>’</w:t>
      </w:r>
      <w:r w:rsidR="00636A18">
        <w:t>aurait sacrifiée pour l</w:t>
      </w:r>
      <w:r>
        <w:t>’</w:t>
      </w:r>
      <w:r w:rsidR="00636A18">
        <w:t>honneur du drapeau</w:t>
      </w:r>
      <w:r>
        <w:t xml:space="preserve">, </w:t>
      </w:r>
      <w:r w:rsidR="00636A18">
        <w:t>comme il disait</w:t>
      </w:r>
      <w:r>
        <w:t xml:space="preserve">. </w:t>
      </w:r>
      <w:r w:rsidR="00636A18">
        <w:t>Oui</w:t>
      </w:r>
      <w:r>
        <w:t xml:space="preserve">, </w:t>
      </w:r>
      <w:r w:rsidR="00636A18">
        <w:t>il l</w:t>
      </w:r>
      <w:r>
        <w:t>’</w:t>
      </w:r>
      <w:r w:rsidR="00636A18">
        <w:t>aurait fait si le lieutenant Trubert</w:t>
      </w:r>
      <w:r>
        <w:t xml:space="preserve">, </w:t>
      </w:r>
      <w:r w:rsidR="00636A18">
        <w:t>un garçon de bon sens</w:t>
      </w:r>
      <w:r>
        <w:t xml:space="preserve">, </w:t>
      </w:r>
      <w:r w:rsidR="00636A18">
        <w:t>et l</w:t>
      </w:r>
      <w:r>
        <w:t>’</w:t>
      </w:r>
      <w:r w:rsidR="00636A18">
        <w:t>un des plus beaux hommes du régiment</w:t>
      </w:r>
      <w:r>
        <w:t xml:space="preserve">, </w:t>
      </w:r>
      <w:r w:rsidR="00636A18">
        <w:t>n</w:t>
      </w:r>
      <w:r>
        <w:t>’</w:t>
      </w:r>
      <w:r w:rsidR="00636A18">
        <w:t>avait pas déclaré que ce gland-là pendait hors de la voiture depuis notre départ</w:t>
      </w:r>
      <w:r>
        <w:t xml:space="preserve">, </w:t>
      </w:r>
      <w:r w:rsidR="00636A18">
        <w:t>et qu</w:t>
      </w:r>
      <w:r>
        <w:t>’</w:t>
      </w:r>
      <w:r w:rsidR="00636A18">
        <w:t>une des roues de la charrette avait usé la corde</w:t>
      </w:r>
      <w:r>
        <w:t>.</w:t>
      </w:r>
    </w:p>
    <w:p w14:paraId="4A20E2DE" w14:textId="77777777" w:rsidR="00D37400" w:rsidRDefault="00D37400">
      <w:r>
        <w:t>« </w:t>
      </w:r>
      <w:r w:rsidR="00636A18">
        <w:t>Sébastien alors se calma</w:t>
      </w:r>
      <w:r>
        <w:t xml:space="preserve">, </w:t>
      </w:r>
      <w:r w:rsidR="00636A18">
        <w:t>mais vous pensez bien que je n</w:t>
      </w:r>
      <w:r>
        <w:t>’</w:t>
      </w:r>
      <w:r w:rsidR="00636A18">
        <w:t>eus plus envie de rôder</w:t>
      </w:r>
      <w:r>
        <w:t xml:space="preserve">, </w:t>
      </w:r>
      <w:r w:rsidR="00636A18">
        <w:t>la nuit</w:t>
      </w:r>
      <w:r>
        <w:t xml:space="preserve">, </w:t>
      </w:r>
      <w:r w:rsidR="00636A18">
        <w:t>autour des convois</w:t>
      </w:r>
      <w:r>
        <w:t xml:space="preserve"> ; </w:t>
      </w:r>
      <w:r w:rsidR="00636A18">
        <w:t>j</w:t>
      </w:r>
      <w:r>
        <w:t>’</w:t>
      </w:r>
      <w:r w:rsidR="00636A18">
        <w:t>aimais mieux rester au régiment que de suivre l</w:t>
      </w:r>
      <w:r>
        <w:t>’</w:t>
      </w:r>
      <w:r w:rsidR="00636A18">
        <w:t>escorte</w:t>
      </w:r>
      <w:r>
        <w:t>.</w:t>
      </w:r>
    </w:p>
    <w:p w14:paraId="6D72B466" w14:textId="77777777" w:rsidR="00D37400" w:rsidRDefault="00D37400">
      <w:r>
        <w:t>« </w:t>
      </w:r>
      <w:r w:rsidR="00636A18">
        <w:t>Ah</w:t>
      </w:r>
      <w:r>
        <w:t xml:space="preserve"> ! </w:t>
      </w:r>
      <w:r w:rsidR="00636A18">
        <w:t>si je n</w:t>
      </w:r>
      <w:r>
        <w:t>’</w:t>
      </w:r>
      <w:r w:rsidR="00636A18">
        <w:t>avais pas eu un homme aussi bête</w:t>
      </w:r>
      <w:r>
        <w:t xml:space="preserve">, </w:t>
      </w:r>
      <w:r w:rsidR="00636A18">
        <w:t>quel butin nous aurions fait là-bas</w:t>
      </w:r>
      <w:r>
        <w:t xml:space="preserve"> ! </w:t>
      </w:r>
      <w:r w:rsidR="00636A18">
        <w:t>Mais</w:t>
      </w:r>
      <w:r>
        <w:t xml:space="preserve">, </w:t>
      </w:r>
      <w:r w:rsidR="00636A18">
        <w:t>avec un imbécile pareil</w:t>
      </w:r>
      <w:r>
        <w:t xml:space="preserve">, </w:t>
      </w:r>
      <w:r w:rsidR="00636A18">
        <w:t>qui veut faire juger sa propre femme par le conseil de guerre</w:t>
      </w:r>
      <w:r>
        <w:t xml:space="preserve">, </w:t>
      </w:r>
      <w:r w:rsidR="00636A18">
        <w:t>allez donc entreprendre quelque chose</w:t>
      </w:r>
      <w:r>
        <w:t>.</w:t>
      </w:r>
    </w:p>
    <w:p w14:paraId="0C27685A" w14:textId="77777777" w:rsidR="00D37400" w:rsidRDefault="00D37400">
      <w:r>
        <w:t>— </w:t>
      </w:r>
      <w:r w:rsidR="00636A18">
        <w:t>Ah</w:t>
      </w:r>
      <w:r>
        <w:t xml:space="preserve"> ! </w:t>
      </w:r>
      <w:r w:rsidR="00636A18">
        <w:t>dit la mère Desjardins en se levant</w:t>
      </w:r>
      <w:r>
        <w:t xml:space="preserve">, </w:t>
      </w:r>
      <w:r w:rsidR="00636A18">
        <w:t>vous avez bien raison</w:t>
      </w:r>
      <w:r>
        <w:t xml:space="preserve">, </w:t>
      </w:r>
      <w:r w:rsidR="00636A18">
        <w:t>Françoise</w:t>
      </w:r>
      <w:r>
        <w:t xml:space="preserve">, </w:t>
      </w:r>
      <w:r w:rsidR="00636A18">
        <w:t>tous ces vieux-là sont des monstres</w:t>
      </w:r>
      <w:r>
        <w:t xml:space="preserve">, </w:t>
      </w:r>
      <w:r w:rsidR="00636A18">
        <w:t>ils n</w:t>
      </w:r>
      <w:r>
        <w:t>’</w:t>
      </w:r>
      <w:r w:rsidR="00636A18">
        <w:t>ont pas de bon sens pour deux liards</w:t>
      </w:r>
      <w:r>
        <w:t xml:space="preserve">. </w:t>
      </w:r>
      <w:r w:rsidR="00636A18">
        <w:t>Au lieu de faire leur pelote</w:t>
      </w:r>
      <w:r>
        <w:t xml:space="preserve">, </w:t>
      </w:r>
      <w:r w:rsidR="00636A18">
        <w:t>comme des gens raisonnables</w:t>
      </w:r>
      <w:r>
        <w:t xml:space="preserve">, </w:t>
      </w:r>
      <w:r w:rsidR="00636A18">
        <w:t>de penser à leurs femmes et à leurs enfants</w:t>
      </w:r>
      <w:r>
        <w:t xml:space="preserve">, </w:t>
      </w:r>
      <w:r w:rsidR="00636A18">
        <w:t>ils n</w:t>
      </w:r>
      <w:r>
        <w:t>’</w:t>
      </w:r>
      <w:r w:rsidR="00636A18">
        <w:t>ont jamais eu qu</w:t>
      </w:r>
      <w:r>
        <w:t>’</w:t>
      </w:r>
      <w:r w:rsidR="00636A18">
        <w:t>une idée</w:t>
      </w:r>
      <w:r>
        <w:t xml:space="preserve"> : </w:t>
      </w:r>
      <w:r w:rsidR="00636A18">
        <w:t>celle de se faire hacher pour défendre les voleries de leurs chefs</w:t>
      </w:r>
      <w:r>
        <w:t xml:space="preserve">… </w:t>
      </w:r>
      <w:r w:rsidR="00636A18">
        <w:t>Quelle m</w:t>
      </w:r>
      <w:r w:rsidR="00636A18">
        <w:t>i</w:t>
      </w:r>
      <w:r w:rsidR="00636A18">
        <w:t>sère</w:t>
      </w:r>
      <w:r>
        <w:t xml:space="preserve"> !… </w:t>
      </w:r>
      <w:r w:rsidR="00636A18">
        <w:t>Peut-on être aussi bête</w:t>
      </w:r>
      <w:r>
        <w:t xml:space="preserve"> ! </w:t>
      </w:r>
      <w:r w:rsidR="00636A18">
        <w:t>Mais voilà six heures qui so</w:t>
      </w:r>
      <w:r w:rsidR="00636A18">
        <w:t>n</w:t>
      </w:r>
      <w:r w:rsidR="00636A18">
        <w:t>nent à la mairie</w:t>
      </w:r>
      <w:r>
        <w:t xml:space="preserve"> ; </w:t>
      </w:r>
      <w:r w:rsidR="00636A18">
        <w:t>il est temps d</w:t>
      </w:r>
      <w:r>
        <w:t>’</w:t>
      </w:r>
      <w:r w:rsidR="00636A18">
        <w:t>aller préparer le souper</w:t>
      </w:r>
      <w:r>
        <w:t>.</w:t>
      </w:r>
    </w:p>
    <w:p w14:paraId="12529771" w14:textId="77777777" w:rsidR="00D37400" w:rsidRDefault="00D37400">
      <w:r>
        <w:lastRenderedPageBreak/>
        <w:t>— </w:t>
      </w:r>
      <w:r w:rsidR="00636A18">
        <w:t>Vous prendrez bien encore un petit verre</w:t>
      </w:r>
      <w:r>
        <w:t xml:space="preserve"> ? </w:t>
      </w:r>
      <w:r w:rsidR="00636A18">
        <w:t>disait Cocole</w:t>
      </w:r>
      <w:r>
        <w:t xml:space="preserve">. </w:t>
      </w:r>
      <w:r w:rsidR="00636A18">
        <w:t>Allons</w:t>
      </w:r>
      <w:r>
        <w:t xml:space="preserve">, </w:t>
      </w:r>
      <w:r w:rsidR="00636A18">
        <w:t>madame Desjardins</w:t>
      </w:r>
      <w:r>
        <w:t xml:space="preserve">, </w:t>
      </w:r>
      <w:r w:rsidR="00636A18">
        <w:t>rasseyez-vous</w:t>
      </w:r>
      <w:r>
        <w:t>.</w:t>
      </w:r>
    </w:p>
    <w:p w14:paraId="3111EF64" w14:textId="5EDAFE17" w:rsidR="00636A18" w:rsidRDefault="00D37400">
      <w:pPr>
        <w:rPr>
          <w:szCs w:val="36"/>
        </w:rPr>
      </w:pPr>
      <w:r>
        <w:t>— </w:t>
      </w:r>
      <w:r w:rsidR="00636A18">
        <w:t>Un peu</w:t>
      </w:r>
      <w:r>
        <w:t xml:space="preserve">… </w:t>
      </w:r>
      <w:r w:rsidR="00636A18">
        <w:t>si peu que rien</w:t>
      </w:r>
      <w:r>
        <w:t xml:space="preserve">, </w:t>
      </w:r>
      <w:r w:rsidR="00636A18">
        <w:t>madame Vidal</w:t>
      </w:r>
      <w:r>
        <w:t xml:space="preserve">. </w:t>
      </w:r>
      <w:r w:rsidR="00636A18">
        <w:t>Assez</w:t>
      </w:r>
      <w:r>
        <w:t xml:space="preserve"> !… </w:t>
      </w:r>
      <w:r w:rsidR="00636A18">
        <w:t>a</w:t>
      </w:r>
      <w:r w:rsidR="00636A18">
        <w:t>s</w:t>
      </w:r>
      <w:r w:rsidR="00636A18">
        <w:t>sez</w:t>
      </w:r>
      <w:r>
        <w:t xml:space="preserve"> !… </w:t>
      </w:r>
      <w:r w:rsidR="00636A18">
        <w:t>Ah</w:t>
      </w:r>
      <w:r>
        <w:t xml:space="preserve"> ! </w:t>
      </w:r>
      <w:r w:rsidR="00636A18">
        <w:t>vous m</w:t>
      </w:r>
      <w:r>
        <w:t>’</w:t>
      </w:r>
      <w:r w:rsidR="00636A18">
        <w:t>en avez mis trop</w:t>
      </w:r>
      <w:r>
        <w:t xml:space="preserve">, </w:t>
      </w:r>
      <w:r w:rsidR="00636A18">
        <w:t>disait la vieille</w:t>
      </w:r>
      <w:r>
        <w:t xml:space="preserve"> ; </w:t>
      </w:r>
      <w:r w:rsidR="00636A18">
        <w:t>mais</w:t>
      </w:r>
      <w:r>
        <w:t xml:space="preserve">, </w:t>
      </w:r>
      <w:r w:rsidR="00636A18">
        <w:t>c</w:t>
      </w:r>
      <w:r>
        <w:t>’</w:t>
      </w:r>
      <w:r w:rsidR="00636A18">
        <w:t>est égal</w:t>
      </w:r>
      <w:r>
        <w:t xml:space="preserve">, </w:t>
      </w:r>
      <w:r w:rsidR="00636A18">
        <w:t>il est si bon</w:t>
      </w:r>
      <w:r>
        <w:t xml:space="preserve">, </w:t>
      </w:r>
      <w:r w:rsidR="00636A18">
        <w:t>votre ratafia</w:t>
      </w:r>
      <w:r>
        <w:t xml:space="preserve"> !… </w:t>
      </w:r>
      <w:r w:rsidR="00636A18">
        <w:t>si bon</w:t>
      </w:r>
      <w:r>
        <w:t> !… »</w:t>
      </w:r>
    </w:p>
    <w:p w14:paraId="6327347A" w14:textId="77777777" w:rsidR="00D37400" w:rsidRDefault="00636A18">
      <w:r>
        <w:t>Et</w:t>
      </w:r>
      <w:r w:rsidR="00D37400">
        <w:t xml:space="preserve">, </w:t>
      </w:r>
      <w:r>
        <w:t>d</w:t>
      </w:r>
      <w:r w:rsidR="00D37400">
        <w:t>’</w:t>
      </w:r>
      <w:r>
        <w:t>un coup</w:t>
      </w:r>
      <w:r w:rsidR="00D37400">
        <w:t xml:space="preserve">, </w:t>
      </w:r>
      <w:r>
        <w:t>elle avalait son petit verre</w:t>
      </w:r>
      <w:r w:rsidR="00D37400">
        <w:t xml:space="preserve">, </w:t>
      </w:r>
      <w:r>
        <w:t>puis elle se rel</w:t>
      </w:r>
      <w:r>
        <w:t>e</w:t>
      </w:r>
      <w:r>
        <w:t>vait en s</w:t>
      </w:r>
      <w:r w:rsidR="00D37400">
        <w:t>’</w:t>
      </w:r>
      <w:r>
        <w:t>essuyant les moustaches</w:t>
      </w:r>
      <w:r w:rsidR="00D37400">
        <w:t>.</w:t>
      </w:r>
    </w:p>
    <w:p w14:paraId="2DCAAB59" w14:textId="77777777" w:rsidR="00D37400" w:rsidRDefault="00636A18">
      <w:r>
        <w:t>Toutes les autres faisaient comme elle</w:t>
      </w:r>
      <w:r w:rsidR="00D37400">
        <w:t xml:space="preserve">, </w:t>
      </w:r>
      <w:r>
        <w:t>fourrant leur tricot dans la poche du tablier</w:t>
      </w:r>
      <w:r w:rsidR="00D37400">
        <w:t xml:space="preserve">, </w:t>
      </w:r>
      <w:r>
        <w:t>et s</w:t>
      </w:r>
      <w:r w:rsidR="00D37400">
        <w:t>’</w:t>
      </w:r>
      <w:r>
        <w:t>en allaient en se donnant rendez-vous pour un autre jour</w:t>
      </w:r>
      <w:r w:rsidR="00D37400">
        <w:t>.</w:t>
      </w:r>
    </w:p>
    <w:p w14:paraId="005559D1" w14:textId="77777777" w:rsidR="00D37400" w:rsidRDefault="00636A18">
      <w:r>
        <w:t>Je viens de vous raconter</w:t>
      </w:r>
      <w:r w:rsidR="00D37400">
        <w:t xml:space="preserve">, </w:t>
      </w:r>
      <w:r>
        <w:t>presque mot à mot</w:t>
      </w:r>
      <w:r w:rsidR="00D37400">
        <w:t xml:space="preserve">, </w:t>
      </w:r>
      <w:r>
        <w:t>une des v</w:t>
      </w:r>
      <w:r>
        <w:t>i</w:t>
      </w:r>
      <w:r>
        <w:t>sites de ce temps-là</w:t>
      </w:r>
      <w:r w:rsidR="00D37400">
        <w:t xml:space="preserve">. </w:t>
      </w:r>
      <w:r>
        <w:t>À force d</w:t>
      </w:r>
      <w:r w:rsidR="00D37400">
        <w:t>’</w:t>
      </w:r>
      <w:r>
        <w:t>en avoir vu de pareilles</w:t>
      </w:r>
      <w:r w:rsidR="00D37400">
        <w:t xml:space="preserve">, </w:t>
      </w:r>
      <w:r>
        <w:t>j</w:t>
      </w:r>
      <w:r w:rsidR="00D37400">
        <w:t>’</w:t>
      </w:r>
      <w:r>
        <w:t>y suis</w:t>
      </w:r>
      <w:r w:rsidR="00D37400">
        <w:t xml:space="preserve"> : </w:t>
      </w:r>
      <w:r>
        <w:t>toutes ces bonnes vieilles défilent devant mes yeux</w:t>
      </w:r>
      <w:r w:rsidR="00D37400">
        <w:t xml:space="preserve"> ; </w:t>
      </w:r>
      <w:r>
        <w:t>je les e</w:t>
      </w:r>
      <w:r>
        <w:t>n</w:t>
      </w:r>
      <w:r>
        <w:t>tends encore dans la rue se dire</w:t>
      </w:r>
      <w:r w:rsidR="00D37400">
        <w:t> :</w:t>
      </w:r>
    </w:p>
    <w:p w14:paraId="2D680BEC" w14:textId="77777777" w:rsidR="00D37400" w:rsidRDefault="00D37400">
      <w:r>
        <w:t>« </w:t>
      </w:r>
      <w:r w:rsidR="00636A18">
        <w:t>Bonsoir</w:t>
      </w:r>
      <w:r>
        <w:t xml:space="preserve">, </w:t>
      </w:r>
      <w:r w:rsidR="00636A18">
        <w:t>Nicole</w:t>
      </w:r>
      <w:r>
        <w:t xml:space="preserve"> !… – </w:t>
      </w:r>
      <w:r w:rsidR="00636A18">
        <w:t>Bonne nuit</w:t>
      </w:r>
      <w:r>
        <w:t xml:space="preserve">, </w:t>
      </w:r>
      <w:r w:rsidR="00636A18">
        <w:t>Madeleine</w:t>
      </w:r>
      <w:r>
        <w:t xml:space="preserve"> !… </w:t>
      </w:r>
      <w:r w:rsidR="00636A18">
        <w:t>Dans huit jours</w:t>
      </w:r>
      <w:r>
        <w:t> !</w:t>
      </w:r>
    </w:p>
    <w:p w14:paraId="207E82B7" w14:textId="65634C03" w:rsidR="00636A18" w:rsidRDefault="00D37400">
      <w:pPr>
        <w:rPr>
          <w:szCs w:val="36"/>
        </w:rPr>
      </w:pPr>
      <w:r>
        <w:t>— </w:t>
      </w:r>
      <w:r w:rsidR="00636A18">
        <w:t>Oui</w:t>
      </w:r>
      <w:r>
        <w:t xml:space="preserve">… </w:t>
      </w:r>
      <w:r w:rsidR="00636A18">
        <w:t>oui</w:t>
      </w:r>
      <w:r>
        <w:t xml:space="preserve">… </w:t>
      </w:r>
      <w:r w:rsidR="00636A18">
        <w:t>sans faute</w:t>
      </w:r>
      <w:r>
        <w:t> ! »</w:t>
      </w:r>
    </w:p>
    <w:p w14:paraId="4F8F37D9" w14:textId="77777777" w:rsidR="00D37400" w:rsidRDefault="00636A18">
      <w:r>
        <w:t>Et je les vois s</w:t>
      </w:r>
      <w:r w:rsidR="00D37400">
        <w:t>’</w:t>
      </w:r>
      <w:r>
        <w:t>éloigner en trottinant</w:t>
      </w:r>
      <w:r w:rsidR="00D37400">
        <w:t xml:space="preserve">, </w:t>
      </w:r>
      <w:r>
        <w:t>toutes pensives</w:t>
      </w:r>
      <w:r w:rsidR="00D37400">
        <w:t>.</w:t>
      </w:r>
    </w:p>
    <w:p w14:paraId="76464340" w14:textId="77777777" w:rsidR="00D37400" w:rsidRDefault="00636A18">
      <w:r>
        <w:t>Ah</w:t>
      </w:r>
      <w:r w:rsidR="00D37400">
        <w:t xml:space="preserve"> ! </w:t>
      </w:r>
      <w:r>
        <w:t>c</w:t>
      </w:r>
      <w:r w:rsidR="00D37400">
        <w:t>’</w:t>
      </w:r>
      <w:r>
        <w:t>étaient de maîtresses femmes</w:t>
      </w:r>
      <w:r w:rsidR="00D37400">
        <w:t xml:space="preserve"> ; </w:t>
      </w:r>
      <w:r>
        <w:t>on n</w:t>
      </w:r>
      <w:r w:rsidR="00D37400">
        <w:t>’</w:t>
      </w:r>
      <w:r>
        <w:t>en voit plus beaucoup qui les valent</w:t>
      </w:r>
      <w:r w:rsidR="00D37400">
        <w:t xml:space="preserve"> : </w:t>
      </w:r>
      <w:r>
        <w:t>des femmes qui connaissaient la vie de ce monde et qui menaient tout doucement ces terribles vieux de la vieille</w:t>
      </w:r>
      <w:r w:rsidR="00D37400">
        <w:t xml:space="preserve">, </w:t>
      </w:r>
      <w:r>
        <w:t>qui avaient fait trembler l</w:t>
      </w:r>
      <w:r w:rsidR="00D37400">
        <w:t>’</w:t>
      </w:r>
      <w:r>
        <w:t>Europe</w:t>
      </w:r>
      <w:r w:rsidR="00D37400">
        <w:t>.</w:t>
      </w:r>
    </w:p>
    <w:p w14:paraId="35DBCE0E" w14:textId="445E71F3" w:rsidR="00636A18" w:rsidRDefault="00636A18" w:rsidP="00D37400">
      <w:pPr>
        <w:pStyle w:val="Titre2"/>
        <w:pageBreakBefore/>
      </w:pPr>
      <w:bookmarkStart w:id="10" w:name="_Toc344229460"/>
      <w:bookmarkStart w:id="11" w:name="_Toc194835723"/>
      <w:r>
        <w:lastRenderedPageBreak/>
        <w:t>V</w:t>
      </w:r>
      <w:bookmarkEnd w:id="10"/>
      <w:bookmarkEnd w:id="11"/>
    </w:p>
    <w:p w14:paraId="738A488C" w14:textId="77777777" w:rsidR="00D37400" w:rsidRDefault="00636A18">
      <w:r>
        <w:t>Les choses allèrent ainsi jusqu</w:t>
      </w:r>
      <w:r w:rsidR="00D37400">
        <w:t>’</w:t>
      </w:r>
      <w:r>
        <w:t>au grand hiver de 1829</w:t>
      </w:r>
      <w:r w:rsidR="00D37400">
        <w:t xml:space="preserve">, </w:t>
      </w:r>
      <w:r>
        <w:t>le premier dont je me souvienne</w:t>
      </w:r>
      <w:r w:rsidR="00D37400">
        <w:t>.</w:t>
      </w:r>
    </w:p>
    <w:p w14:paraId="077B191D" w14:textId="77777777" w:rsidR="00D37400" w:rsidRDefault="00636A18">
      <w:r>
        <w:t>Quel événement dans la vie d</w:t>
      </w:r>
      <w:r w:rsidR="00D37400">
        <w:t>’</w:t>
      </w:r>
      <w:r>
        <w:t>un enfant</w:t>
      </w:r>
      <w:r w:rsidR="00D37400">
        <w:t> !</w:t>
      </w:r>
    </w:p>
    <w:p w14:paraId="606FDE45" w14:textId="77777777" w:rsidR="00D37400" w:rsidRDefault="00636A18">
      <w:r>
        <w:t>Il commença pendant la fête de Phalsbourg</w:t>
      </w:r>
      <w:r w:rsidR="00D37400">
        <w:t xml:space="preserve"> : </w:t>
      </w:r>
      <w:r>
        <w:t>les baraques des marchands de pain d</w:t>
      </w:r>
      <w:r w:rsidR="00D37400">
        <w:t>’</w:t>
      </w:r>
      <w:r>
        <w:t>épice furent couvertes de neige</w:t>
      </w:r>
      <w:r w:rsidR="00D37400">
        <w:t>.</w:t>
      </w:r>
    </w:p>
    <w:p w14:paraId="54F8AE22" w14:textId="77777777" w:rsidR="00D37400" w:rsidRDefault="00636A18">
      <w:r>
        <w:t>Mon ami Florentin</w:t>
      </w:r>
      <w:r w:rsidR="00D37400">
        <w:t xml:space="preserve">, </w:t>
      </w:r>
      <w:r>
        <w:t>voyant voltiger le matin les premiers flocons contre nos vitres</w:t>
      </w:r>
      <w:r w:rsidR="00D37400">
        <w:t xml:space="preserve">, </w:t>
      </w:r>
      <w:r>
        <w:t>dit</w:t>
      </w:r>
      <w:r w:rsidR="00D37400">
        <w:t> :</w:t>
      </w:r>
    </w:p>
    <w:p w14:paraId="2DFBE70C" w14:textId="3EAEDA47" w:rsidR="00636A18" w:rsidRDefault="00D37400">
      <w:r>
        <w:t>« </w:t>
      </w:r>
      <w:r w:rsidR="00636A18">
        <w:t>C</w:t>
      </w:r>
      <w:r>
        <w:t>’</w:t>
      </w:r>
      <w:r w:rsidR="00636A18">
        <w:t>est le temps de la bataille d</w:t>
      </w:r>
      <w:r>
        <w:t>’</w:t>
      </w:r>
      <w:r w:rsidR="00636A18">
        <w:t>Eylau</w:t>
      </w:r>
      <w:r>
        <w:t xml:space="preserve">, </w:t>
      </w:r>
      <w:r w:rsidR="00636A18">
        <w:t>où j</w:t>
      </w:r>
      <w:r>
        <w:t>’</w:t>
      </w:r>
      <w:r w:rsidR="00636A18">
        <w:t>ai passé cap</w:t>
      </w:r>
      <w:r w:rsidR="00636A18">
        <w:t>i</w:t>
      </w:r>
      <w:r w:rsidR="00636A18">
        <w:t>taine</w:t>
      </w:r>
      <w:r>
        <w:t>. »</w:t>
      </w:r>
    </w:p>
    <w:p w14:paraId="3D1EC742" w14:textId="245A7982" w:rsidR="00D37400" w:rsidRDefault="00636A18">
      <w:r>
        <w:t xml:space="preserve">Et comme </w:t>
      </w:r>
      <w:r w:rsidR="00D37400">
        <w:t>M</w:t>
      </w:r>
      <w:r w:rsidR="00D37400" w:rsidRPr="00D37400">
        <w:rPr>
          <w:vertAlign w:val="superscript"/>
        </w:rPr>
        <w:t>me</w:t>
      </w:r>
      <w:r w:rsidR="00D37400">
        <w:t> </w:t>
      </w:r>
      <w:r>
        <w:t>Françoise nous apportait le café au lait</w:t>
      </w:r>
      <w:r w:rsidR="00D37400">
        <w:t xml:space="preserve">, </w:t>
      </w:r>
      <w:r>
        <w:t>en nous asseyant pour déjeuner</w:t>
      </w:r>
      <w:r w:rsidR="00D37400">
        <w:t xml:space="preserve">, </w:t>
      </w:r>
      <w:r>
        <w:t>il reprit</w:t>
      </w:r>
      <w:r w:rsidR="00D37400">
        <w:t> :</w:t>
      </w:r>
    </w:p>
    <w:p w14:paraId="055ED13E" w14:textId="0B19D314" w:rsidR="00636A18" w:rsidRDefault="00D37400">
      <w:pPr>
        <w:rPr>
          <w:szCs w:val="36"/>
        </w:rPr>
      </w:pPr>
      <w:r>
        <w:t>« </w:t>
      </w:r>
      <w:r w:rsidR="00636A18">
        <w:t>Nous n</w:t>
      </w:r>
      <w:r>
        <w:t>’</w:t>
      </w:r>
      <w:r w:rsidR="00636A18">
        <w:t>étions pas assis devant une écuelle de café</w:t>
      </w:r>
      <w:r>
        <w:t xml:space="preserve">, </w:t>
      </w:r>
      <w:r w:rsidR="00636A18">
        <w:t>ce jour-là</w:t>
      </w:r>
      <w:r>
        <w:t xml:space="preserve">, </w:t>
      </w:r>
      <w:r w:rsidR="00636A18">
        <w:t>mon ami</w:t>
      </w:r>
      <w:r>
        <w:t xml:space="preserve"> ; </w:t>
      </w:r>
      <w:r w:rsidR="00636A18">
        <w:t>nous étions dans une mare</w:t>
      </w:r>
      <w:r>
        <w:t xml:space="preserve">, </w:t>
      </w:r>
      <w:r w:rsidR="00636A18">
        <w:t>enfoncés ju</w:t>
      </w:r>
      <w:r w:rsidR="00636A18">
        <w:t>s</w:t>
      </w:r>
      <w:r w:rsidR="00636A18">
        <w:t>qu</w:t>
      </w:r>
      <w:r>
        <w:t>’</w:t>
      </w:r>
      <w:r w:rsidR="00636A18">
        <w:t>au ventre</w:t>
      </w:r>
      <w:r>
        <w:t xml:space="preserve">, </w:t>
      </w:r>
      <w:r w:rsidR="00636A18">
        <w:t>depuis six heures du matin jusqu</w:t>
      </w:r>
      <w:r>
        <w:t>’</w:t>
      </w:r>
      <w:r w:rsidR="00636A18">
        <w:t>à la nuit</w:t>
      </w:r>
      <w:r>
        <w:t xml:space="preserve">. </w:t>
      </w:r>
      <w:r w:rsidR="00636A18">
        <w:t>La b</w:t>
      </w:r>
      <w:r w:rsidR="00636A18">
        <w:t>a</w:t>
      </w:r>
      <w:r w:rsidR="00636A18">
        <w:t>taille tournait autour de nous</w:t>
      </w:r>
      <w:r>
        <w:t xml:space="preserve"> ; </w:t>
      </w:r>
      <w:r w:rsidR="00636A18">
        <w:t>l</w:t>
      </w:r>
      <w:r>
        <w:t>’</w:t>
      </w:r>
      <w:r w:rsidR="00636A18">
        <w:t>empereur voulait garder cette position</w:t>
      </w:r>
      <w:r>
        <w:t xml:space="preserve">. </w:t>
      </w:r>
      <w:r w:rsidR="00636A18">
        <w:t>Nous étions là</w:t>
      </w:r>
      <w:r>
        <w:t xml:space="preserve">, </w:t>
      </w:r>
      <w:r w:rsidR="00636A18">
        <w:t>dans l</w:t>
      </w:r>
      <w:r>
        <w:t>’</w:t>
      </w:r>
      <w:r w:rsidR="00636A18">
        <w:t>eau de neige et dans la boue que les boulets et la mitraille labouraient</w:t>
      </w:r>
      <w:r>
        <w:t xml:space="preserve">. </w:t>
      </w:r>
      <w:r w:rsidR="00636A18">
        <w:t>Les cuirassiers russes vi</w:t>
      </w:r>
      <w:r w:rsidR="00636A18">
        <w:t>n</w:t>
      </w:r>
      <w:r w:rsidR="00636A18">
        <w:t>rent nous attaquer trois fois</w:t>
      </w:r>
      <w:r>
        <w:t xml:space="preserve"> ; </w:t>
      </w:r>
      <w:r w:rsidR="00636A18">
        <w:t>ils entraient dans la mare jusqu</w:t>
      </w:r>
      <w:r>
        <w:t>’</w:t>
      </w:r>
      <w:r w:rsidR="00636A18">
        <w:t>au poitrail de leurs chevaux</w:t>
      </w:r>
      <w:r>
        <w:t xml:space="preserve">, </w:t>
      </w:r>
      <w:r w:rsidR="00636A18">
        <w:t>et nous les fusillions</w:t>
      </w:r>
      <w:r>
        <w:t xml:space="preserve">. </w:t>
      </w:r>
      <w:r w:rsidR="00636A18">
        <w:t>Pendant toute la journée</w:t>
      </w:r>
      <w:r>
        <w:t xml:space="preserve">, </w:t>
      </w:r>
      <w:r w:rsidR="00636A18">
        <w:t>le 10</w:t>
      </w:r>
      <w:r>
        <w:t>1</w:t>
      </w:r>
      <w:r w:rsidRPr="00D37400">
        <w:rPr>
          <w:vertAlign w:val="superscript"/>
        </w:rPr>
        <w:t>e</w:t>
      </w:r>
      <w:r w:rsidR="00636A18">
        <w:t xml:space="preserve"> n</w:t>
      </w:r>
      <w:r>
        <w:t>’</w:t>
      </w:r>
      <w:r w:rsidR="00636A18">
        <w:t>eut qu</w:t>
      </w:r>
      <w:r>
        <w:t>’</w:t>
      </w:r>
      <w:r w:rsidR="00636A18">
        <w:t>un commandement</w:t>
      </w:r>
      <w:r>
        <w:t> : « </w:t>
      </w:r>
      <w:r w:rsidR="00636A18">
        <w:t>Serrez les rangs</w:t>
      </w:r>
      <w:r>
        <w:t xml:space="preserve"> !… </w:t>
      </w:r>
      <w:r w:rsidR="00636A18">
        <w:t>serrez les rangs</w:t>
      </w:r>
      <w:r>
        <w:t> !… »</w:t>
      </w:r>
      <w:r w:rsidR="00636A18">
        <w:t xml:space="preserve"> Vers cinq heures du soir</w:t>
      </w:r>
      <w:r>
        <w:t xml:space="preserve">, </w:t>
      </w:r>
      <w:r w:rsidR="00636A18">
        <w:t>nous n</w:t>
      </w:r>
      <w:r>
        <w:t>’</w:t>
      </w:r>
      <w:r w:rsidR="00636A18">
        <w:t>étions plus que cent soixante hommes sur dix-huit cents</w:t>
      </w:r>
      <w:r>
        <w:t xml:space="preserve">, </w:t>
      </w:r>
      <w:r w:rsidR="00636A18">
        <w:t>et le capitaine Rollin me dit</w:t>
      </w:r>
      <w:r>
        <w:t> : « </w:t>
      </w:r>
      <w:r w:rsidR="00636A18">
        <w:t>Lieutenant Florentin</w:t>
      </w:r>
      <w:r>
        <w:t xml:space="preserve">, </w:t>
      </w:r>
      <w:r w:rsidR="00636A18">
        <w:t>prenez le commandement</w:t>
      </w:r>
      <w:r>
        <w:t>. »</w:t>
      </w:r>
      <w:r w:rsidR="00636A18">
        <w:t xml:space="preserve"> Il était déjà vieux et n</w:t>
      </w:r>
      <w:r>
        <w:t>’</w:t>
      </w:r>
      <w:r w:rsidR="00636A18">
        <w:t>y tenait plus de froid</w:t>
      </w:r>
      <w:r>
        <w:t xml:space="preserve">. </w:t>
      </w:r>
      <w:r w:rsidR="00636A18">
        <w:t>Sa fille venait de lui apporter une gamelle de soupe chaude</w:t>
      </w:r>
      <w:r>
        <w:t xml:space="preserve">, </w:t>
      </w:r>
      <w:r w:rsidR="00636A18">
        <w:t>qu</w:t>
      </w:r>
      <w:r>
        <w:t>’</w:t>
      </w:r>
      <w:r w:rsidR="00636A18">
        <w:t>il se mit à manger à cent pas en arrière</w:t>
      </w:r>
      <w:r>
        <w:t xml:space="preserve">, </w:t>
      </w:r>
      <w:r w:rsidR="00636A18">
        <w:t>sur une petite c</w:t>
      </w:r>
      <w:r w:rsidR="00636A18">
        <w:rPr>
          <w:szCs w:val="36"/>
        </w:rPr>
        <w:t>olline</w:t>
      </w:r>
      <w:r>
        <w:rPr>
          <w:szCs w:val="36"/>
        </w:rPr>
        <w:t xml:space="preserve">. </w:t>
      </w:r>
      <w:r w:rsidR="00636A18">
        <w:rPr>
          <w:szCs w:val="36"/>
        </w:rPr>
        <w:t>Mais voilà qu</w:t>
      </w:r>
      <w:r>
        <w:rPr>
          <w:szCs w:val="36"/>
        </w:rPr>
        <w:t>’</w:t>
      </w:r>
      <w:r w:rsidR="00636A18">
        <w:rPr>
          <w:szCs w:val="36"/>
        </w:rPr>
        <w:t xml:space="preserve">un boulet arrive </w:t>
      </w:r>
      <w:r w:rsidR="00636A18">
        <w:rPr>
          <w:szCs w:val="36"/>
        </w:rPr>
        <w:lastRenderedPageBreak/>
        <w:t>et l</w:t>
      </w:r>
      <w:r>
        <w:rPr>
          <w:szCs w:val="36"/>
        </w:rPr>
        <w:t>’</w:t>
      </w:r>
      <w:r w:rsidR="00636A18">
        <w:rPr>
          <w:szCs w:val="36"/>
        </w:rPr>
        <w:t>emporte avec sa fille</w:t>
      </w:r>
      <w:r>
        <w:rPr>
          <w:szCs w:val="36"/>
        </w:rPr>
        <w:t xml:space="preserve">. </w:t>
      </w:r>
      <w:r w:rsidR="00636A18">
        <w:rPr>
          <w:szCs w:val="36"/>
        </w:rPr>
        <w:t>Alors</w:t>
      </w:r>
      <w:r>
        <w:rPr>
          <w:szCs w:val="36"/>
        </w:rPr>
        <w:t xml:space="preserve">, </w:t>
      </w:r>
      <w:r w:rsidR="00636A18">
        <w:rPr>
          <w:szCs w:val="36"/>
        </w:rPr>
        <w:t>c</w:t>
      </w:r>
      <w:r>
        <w:rPr>
          <w:szCs w:val="36"/>
        </w:rPr>
        <w:t>’</w:t>
      </w:r>
      <w:r w:rsidR="00636A18">
        <w:rPr>
          <w:szCs w:val="36"/>
        </w:rPr>
        <w:t>est moi seul</w:t>
      </w:r>
      <w:r>
        <w:rPr>
          <w:szCs w:val="36"/>
        </w:rPr>
        <w:t xml:space="preserve">, </w:t>
      </w:r>
      <w:r w:rsidR="00636A18">
        <w:rPr>
          <w:szCs w:val="36"/>
        </w:rPr>
        <w:t>Sébastien Florentin</w:t>
      </w:r>
      <w:r>
        <w:rPr>
          <w:szCs w:val="36"/>
        </w:rPr>
        <w:t xml:space="preserve">, </w:t>
      </w:r>
      <w:r w:rsidR="00636A18">
        <w:rPr>
          <w:szCs w:val="36"/>
        </w:rPr>
        <w:t>qui commandais ce qui re</w:t>
      </w:r>
      <w:r w:rsidR="00636A18">
        <w:rPr>
          <w:szCs w:val="36"/>
        </w:rPr>
        <w:t>s</w:t>
      </w:r>
      <w:r w:rsidR="00636A18">
        <w:rPr>
          <w:szCs w:val="36"/>
        </w:rPr>
        <w:t>tait du régiment</w:t>
      </w:r>
      <w:r>
        <w:rPr>
          <w:szCs w:val="36"/>
        </w:rPr>
        <w:t xml:space="preserve"> : </w:t>
      </w:r>
      <w:r w:rsidR="00636A18">
        <w:rPr>
          <w:szCs w:val="36"/>
        </w:rPr>
        <w:t>j</w:t>
      </w:r>
      <w:r>
        <w:rPr>
          <w:szCs w:val="36"/>
        </w:rPr>
        <w:t>’</w:t>
      </w:r>
      <w:r w:rsidR="00636A18">
        <w:rPr>
          <w:szCs w:val="36"/>
        </w:rPr>
        <w:t>avais passé sur le corps de tous les autres</w:t>
      </w:r>
      <w:r>
        <w:rPr>
          <w:szCs w:val="36"/>
        </w:rPr>
        <w:t>. »</w:t>
      </w:r>
    </w:p>
    <w:p w14:paraId="7EB50C92" w14:textId="77777777" w:rsidR="00D37400" w:rsidRDefault="00636A18">
      <w:r>
        <w:t>Il se tut tout rêveur</w:t>
      </w:r>
      <w:r w:rsidR="00D37400">
        <w:t>.</w:t>
      </w:r>
    </w:p>
    <w:p w14:paraId="405ACC20" w14:textId="77777777" w:rsidR="00D37400" w:rsidRDefault="00D37400">
      <w:r>
        <w:t>« </w:t>
      </w:r>
      <w:r w:rsidR="00636A18">
        <w:t>Et tu es resté commandant</w:t>
      </w:r>
      <w:r>
        <w:t xml:space="preserve"> ? </w:t>
      </w:r>
      <w:r w:rsidR="00636A18">
        <w:t>lui dis-je</w:t>
      </w:r>
      <w:r>
        <w:t>.</w:t>
      </w:r>
    </w:p>
    <w:p w14:paraId="1E35DEF9" w14:textId="4EA68DE6" w:rsidR="00636A18" w:rsidRDefault="00D37400">
      <w:r>
        <w:t>— </w:t>
      </w:r>
      <w:r w:rsidR="00636A18">
        <w:t>Non</w:t>
      </w:r>
      <w:r>
        <w:t xml:space="preserve">, </w:t>
      </w:r>
      <w:r w:rsidR="00636A18">
        <w:t>mon ami</w:t>
      </w:r>
      <w:r>
        <w:t xml:space="preserve">, </w:t>
      </w:r>
      <w:r w:rsidR="00636A18">
        <w:t>six semaines après</w:t>
      </w:r>
      <w:r>
        <w:t xml:space="preserve">, </w:t>
      </w:r>
      <w:r w:rsidR="00636A18">
        <w:t>au recensement gén</w:t>
      </w:r>
      <w:r w:rsidR="00636A18">
        <w:t>é</w:t>
      </w:r>
      <w:r w:rsidR="00636A18">
        <w:t>ral de l</w:t>
      </w:r>
      <w:r>
        <w:t>’</w:t>
      </w:r>
      <w:r w:rsidR="00636A18">
        <w:t>armée</w:t>
      </w:r>
      <w:r>
        <w:t xml:space="preserve">, </w:t>
      </w:r>
      <w:r w:rsidR="00636A18">
        <w:t>l</w:t>
      </w:r>
      <w:r>
        <w:t>’</w:t>
      </w:r>
      <w:r w:rsidR="00636A18">
        <w:t>empereur</w:t>
      </w:r>
      <w:r>
        <w:t xml:space="preserve">, </w:t>
      </w:r>
      <w:r w:rsidR="00636A18">
        <w:t>voyant qu</w:t>
      </w:r>
      <w:r>
        <w:t>’</w:t>
      </w:r>
      <w:r w:rsidR="00636A18">
        <w:t>il ne restait que cent quinze hommes au 10</w:t>
      </w:r>
      <w:r>
        <w:t>1</w:t>
      </w:r>
      <w:r w:rsidRPr="00D37400">
        <w:rPr>
          <w:vertAlign w:val="superscript"/>
        </w:rPr>
        <w:t>e</w:t>
      </w:r>
      <w:r>
        <w:t xml:space="preserve">, </w:t>
      </w:r>
      <w:r w:rsidR="00636A18">
        <w:t>demanda</w:t>
      </w:r>
      <w:r>
        <w:t> : « </w:t>
      </w:r>
      <w:r w:rsidR="00636A18">
        <w:t>Qui commandait ce rég</w:t>
      </w:r>
      <w:r w:rsidR="00636A18">
        <w:t>i</w:t>
      </w:r>
      <w:r w:rsidR="00636A18">
        <w:t>ment à Eylau</w:t>
      </w:r>
      <w:r>
        <w:t xml:space="preserve"> ? – </w:t>
      </w:r>
      <w:r w:rsidR="00636A18">
        <w:t>Sébastien Florentin</w:t>
      </w:r>
      <w:r>
        <w:t xml:space="preserve">, </w:t>
      </w:r>
      <w:r w:rsidR="00636A18">
        <w:t>lieutenant décoré</w:t>
      </w:r>
      <w:r>
        <w:t xml:space="preserve">, </w:t>
      </w:r>
      <w:r w:rsidR="00636A18">
        <w:t>sire</w:t>
      </w:r>
      <w:r>
        <w:t>. – « </w:t>
      </w:r>
      <w:r w:rsidR="00636A18">
        <w:t>Po</w:t>
      </w:r>
      <w:r w:rsidR="00636A18">
        <w:t>r</w:t>
      </w:r>
      <w:r w:rsidR="00636A18">
        <w:t>tez-le capitaine</w:t>
      </w:r>
      <w:r>
        <w:t>. »</w:t>
      </w:r>
      <w:r w:rsidR="00636A18">
        <w:t xml:space="preserve"> Et je fus capitaine</w:t>
      </w:r>
      <w:r>
        <w:t xml:space="preserve"> ; </w:t>
      </w:r>
      <w:r w:rsidR="00636A18">
        <w:t>j</w:t>
      </w:r>
      <w:r>
        <w:t>’</w:t>
      </w:r>
      <w:r w:rsidR="00636A18">
        <w:t>étais décoré depuis Au</w:t>
      </w:r>
      <w:r w:rsidR="00636A18">
        <w:t>s</w:t>
      </w:r>
      <w:r w:rsidR="00636A18">
        <w:t>terlitz</w:t>
      </w:r>
      <w:r>
        <w:t>. »</w:t>
      </w:r>
    </w:p>
    <w:p w14:paraId="553EE022" w14:textId="77777777" w:rsidR="00D37400" w:rsidRDefault="00636A18">
      <w:r>
        <w:t>C</w:t>
      </w:r>
      <w:r w:rsidR="00D37400">
        <w:t>’</w:t>
      </w:r>
      <w:r>
        <w:t>est ainsi que j</w:t>
      </w:r>
      <w:r w:rsidR="00D37400">
        <w:t>’</w:t>
      </w:r>
      <w:r>
        <w:t>appris qu</w:t>
      </w:r>
      <w:r w:rsidR="00D37400">
        <w:t>’</w:t>
      </w:r>
      <w:r>
        <w:t>il tombait de la neige à Eylau</w:t>
      </w:r>
      <w:r w:rsidR="00D37400">
        <w:t>.</w:t>
      </w:r>
    </w:p>
    <w:p w14:paraId="1739D155" w14:textId="77777777" w:rsidR="00D37400" w:rsidRDefault="00636A18">
      <w:r>
        <w:t>Ah</w:t>
      </w:r>
      <w:r w:rsidR="00D37400">
        <w:t xml:space="preserve"> ! </w:t>
      </w:r>
      <w:r>
        <w:t>le bel hiver que nous eûmes en 1829</w:t>
      </w:r>
      <w:r w:rsidR="00D37400">
        <w:t xml:space="preserve"> ! </w:t>
      </w:r>
      <w:r>
        <w:t>Toujours un temps froid et sec</w:t>
      </w:r>
      <w:r w:rsidR="00D37400">
        <w:t xml:space="preserve"> ; </w:t>
      </w:r>
      <w:r>
        <w:t>la neige montait</w:t>
      </w:r>
      <w:r w:rsidR="00D37400">
        <w:t xml:space="preserve">, </w:t>
      </w:r>
      <w:r>
        <w:t>montait</w:t>
      </w:r>
      <w:r w:rsidR="00D37400">
        <w:t xml:space="preserve">, </w:t>
      </w:r>
      <w:r>
        <w:t>elle ne fondait pas</w:t>
      </w:r>
      <w:r w:rsidR="00D37400">
        <w:t xml:space="preserve">. </w:t>
      </w:r>
      <w:r>
        <w:t>On la repoussait chaque matin de sa porte</w:t>
      </w:r>
      <w:r w:rsidR="00D37400">
        <w:t xml:space="preserve">, </w:t>
      </w:r>
      <w:r>
        <w:t>à grands coups de balai</w:t>
      </w:r>
      <w:r w:rsidR="00D37400">
        <w:t xml:space="preserve">, </w:t>
      </w:r>
      <w:r>
        <w:t>en se dépêchant et riant</w:t>
      </w:r>
      <w:r w:rsidR="00D37400">
        <w:t xml:space="preserve"> ; </w:t>
      </w:r>
      <w:r>
        <w:t>cela faisait des montagnes au milieu des rues</w:t>
      </w:r>
      <w:r w:rsidR="00D37400">
        <w:t xml:space="preserve"> ; </w:t>
      </w:r>
      <w:r>
        <w:t>et le long des maisons</w:t>
      </w:r>
      <w:r w:rsidR="00D37400">
        <w:t xml:space="preserve">, </w:t>
      </w:r>
      <w:r>
        <w:t>c</w:t>
      </w:r>
      <w:r w:rsidR="00D37400">
        <w:t>’</w:t>
      </w:r>
      <w:r>
        <w:t>étaient des tranchées où nous courions</w:t>
      </w:r>
      <w:r w:rsidR="00D37400">
        <w:t xml:space="preserve">, </w:t>
      </w:r>
      <w:r>
        <w:t>nous autres enfants</w:t>
      </w:r>
      <w:r w:rsidR="00D37400">
        <w:t xml:space="preserve">, </w:t>
      </w:r>
      <w:r>
        <w:t>comme des lapins dans leurs garennes</w:t>
      </w:r>
      <w:r w:rsidR="00D37400">
        <w:t>.</w:t>
      </w:r>
    </w:p>
    <w:p w14:paraId="1847D417" w14:textId="77777777" w:rsidR="00D37400" w:rsidRDefault="00636A18">
      <w:r>
        <w:t>Chaque matin</w:t>
      </w:r>
      <w:r w:rsidR="00D37400">
        <w:t xml:space="preserve">, </w:t>
      </w:r>
      <w:r>
        <w:t>les mains enfoncées dans les poches ju</w:t>
      </w:r>
      <w:r>
        <w:t>s</w:t>
      </w:r>
      <w:r>
        <w:t>qu</w:t>
      </w:r>
      <w:r w:rsidR="00D37400">
        <w:t>’</w:t>
      </w:r>
      <w:r>
        <w:t>aux coudes et le nez humide</w:t>
      </w:r>
      <w:r w:rsidR="00D37400">
        <w:t xml:space="preserve">, </w:t>
      </w:r>
      <w:r>
        <w:t>j</w:t>
      </w:r>
      <w:r w:rsidR="00D37400">
        <w:t>’</w:t>
      </w:r>
      <w:r>
        <w:t>arrivais chez mon ami Flore</w:t>
      </w:r>
      <w:r>
        <w:t>n</w:t>
      </w:r>
      <w:r>
        <w:t>tin</w:t>
      </w:r>
      <w:r w:rsidR="00D37400">
        <w:t xml:space="preserve">, </w:t>
      </w:r>
      <w:r>
        <w:t>où quelques bûchettes flamboyaient dans le poêle de faïence</w:t>
      </w:r>
      <w:r w:rsidR="00D37400">
        <w:t xml:space="preserve">. </w:t>
      </w:r>
      <w:r>
        <w:t>Coco dormait sur son perchoir</w:t>
      </w:r>
      <w:r w:rsidR="00D37400">
        <w:t xml:space="preserve">, </w:t>
      </w:r>
      <w:r>
        <w:t>Azor entre les pieds de son maître</w:t>
      </w:r>
      <w:r w:rsidR="00D37400">
        <w:t xml:space="preserve"> ; </w:t>
      </w:r>
      <w:r>
        <w:t>Françoise préparait le déjeuner à la cuisine</w:t>
      </w:r>
      <w:r w:rsidR="00D37400">
        <w:t xml:space="preserve">, </w:t>
      </w:r>
      <w:r>
        <w:t>tout était calme</w:t>
      </w:r>
      <w:r w:rsidR="00D37400">
        <w:t xml:space="preserve">, </w:t>
      </w:r>
      <w:r>
        <w:t>paisible</w:t>
      </w:r>
      <w:r w:rsidR="00D37400">
        <w:t>.</w:t>
      </w:r>
    </w:p>
    <w:p w14:paraId="1BBC07AC" w14:textId="77777777" w:rsidR="00D37400" w:rsidRDefault="00636A18">
      <w:r>
        <w:t>Mais</w:t>
      </w:r>
      <w:r w:rsidR="00D37400">
        <w:t xml:space="preserve">, </w:t>
      </w:r>
      <w:r>
        <w:t>chez nous</w:t>
      </w:r>
      <w:r w:rsidR="00D37400">
        <w:t xml:space="preserve">, </w:t>
      </w:r>
      <w:r>
        <w:t>au fond de l</w:t>
      </w:r>
      <w:r w:rsidR="00D37400">
        <w:t>’</w:t>
      </w:r>
      <w:r>
        <w:t>arrière-boutique</w:t>
      </w:r>
      <w:r w:rsidR="00D37400">
        <w:t xml:space="preserve">, </w:t>
      </w:r>
      <w:r>
        <w:t>de grosses bûches pétillaient dans le poêle avec un bruit de fusillade</w:t>
      </w:r>
      <w:r w:rsidR="00D37400">
        <w:t xml:space="preserve"> ; </w:t>
      </w:r>
      <w:r>
        <w:t>et</w:t>
      </w:r>
      <w:r w:rsidR="00D37400">
        <w:t xml:space="preserve">, </w:t>
      </w:r>
      <w:r>
        <w:t>les jours de marché</w:t>
      </w:r>
      <w:r w:rsidR="00D37400">
        <w:t xml:space="preserve">, </w:t>
      </w:r>
      <w:r>
        <w:t>toutes les bonnes femmes</w:t>
      </w:r>
      <w:r w:rsidR="00D37400">
        <w:t xml:space="preserve">, </w:t>
      </w:r>
      <w:r>
        <w:t>empaquetées dans leurs triples jupons</w:t>
      </w:r>
      <w:r w:rsidR="00D37400">
        <w:t xml:space="preserve">, </w:t>
      </w:r>
      <w:r>
        <w:t xml:space="preserve">et le capuchon de la pèlerine rabattu </w:t>
      </w:r>
      <w:r>
        <w:lastRenderedPageBreak/>
        <w:t>sur les épaules</w:t>
      </w:r>
      <w:r w:rsidR="00D37400">
        <w:t xml:space="preserve">, </w:t>
      </w:r>
      <w:r>
        <w:t>arrivaient des environs</w:t>
      </w:r>
      <w:r w:rsidR="00D37400">
        <w:t xml:space="preserve">, </w:t>
      </w:r>
      <w:r>
        <w:t>se pressant autour du feu</w:t>
      </w:r>
      <w:r w:rsidR="00D37400">
        <w:t xml:space="preserve">, </w:t>
      </w:r>
      <w:r>
        <w:t>se réchauffant les mains à la flamme</w:t>
      </w:r>
      <w:r w:rsidR="00D37400">
        <w:t xml:space="preserve"> ; </w:t>
      </w:r>
      <w:r>
        <w:t>et les marchands f</w:t>
      </w:r>
      <w:r>
        <w:t>o</w:t>
      </w:r>
      <w:r>
        <w:t>rains aussi</w:t>
      </w:r>
      <w:r w:rsidR="00D37400">
        <w:t xml:space="preserve">, </w:t>
      </w:r>
      <w:r>
        <w:t>en hautes guêtres à boutons d</w:t>
      </w:r>
      <w:r w:rsidR="00D37400">
        <w:t>’</w:t>
      </w:r>
      <w:r>
        <w:t>os</w:t>
      </w:r>
      <w:r w:rsidR="00D37400">
        <w:t xml:space="preserve">, </w:t>
      </w:r>
      <w:r>
        <w:t>le large feutre blanc de neige</w:t>
      </w:r>
      <w:r w:rsidR="00D37400">
        <w:t xml:space="preserve">, </w:t>
      </w:r>
      <w:r>
        <w:t>la barbe scintillante de givre</w:t>
      </w:r>
      <w:r w:rsidR="00D37400">
        <w:t xml:space="preserve">, </w:t>
      </w:r>
      <w:r>
        <w:t>les gros souliers à clous luisants imprimés dans la boue du plancher</w:t>
      </w:r>
      <w:r w:rsidR="00D37400">
        <w:t xml:space="preserve">. </w:t>
      </w:r>
      <w:r>
        <w:t>Quel mo</w:t>
      </w:r>
      <w:r>
        <w:t>u</w:t>
      </w:r>
      <w:r>
        <w:t>vement dans la boutique et quel bourdonnement de voix</w:t>
      </w:r>
      <w:r w:rsidR="00D37400">
        <w:t xml:space="preserve">, </w:t>
      </w:r>
      <w:r>
        <w:t>ma</w:t>
      </w:r>
      <w:r>
        <w:t>r</w:t>
      </w:r>
      <w:r>
        <w:t>chandant avec le père</w:t>
      </w:r>
      <w:r w:rsidR="00D37400">
        <w:t xml:space="preserve">, </w:t>
      </w:r>
      <w:r>
        <w:t>la mère</w:t>
      </w:r>
      <w:r w:rsidR="00D37400">
        <w:t xml:space="preserve">, </w:t>
      </w:r>
      <w:r>
        <w:t>avec Rose</w:t>
      </w:r>
      <w:r w:rsidR="00D37400">
        <w:t xml:space="preserve">, </w:t>
      </w:r>
      <w:r>
        <w:t>Katel</w:t>
      </w:r>
      <w:r w:rsidR="00D37400">
        <w:t xml:space="preserve">, </w:t>
      </w:r>
      <w:r>
        <w:t>Charlotte</w:t>
      </w:r>
      <w:r w:rsidR="00D37400">
        <w:t xml:space="preserve">, </w:t>
      </w:r>
      <w:r>
        <w:t>en train de peser</w:t>
      </w:r>
      <w:r w:rsidR="00D37400">
        <w:t xml:space="preserve">, </w:t>
      </w:r>
      <w:r>
        <w:t>de verser</w:t>
      </w:r>
      <w:r w:rsidR="00D37400">
        <w:t xml:space="preserve">, </w:t>
      </w:r>
      <w:r>
        <w:t>de débiter le sucre</w:t>
      </w:r>
      <w:r w:rsidR="00D37400">
        <w:t xml:space="preserve">, </w:t>
      </w:r>
      <w:r>
        <w:t>le sel</w:t>
      </w:r>
      <w:r w:rsidR="00D37400">
        <w:t xml:space="preserve">, </w:t>
      </w:r>
      <w:r>
        <w:t>le poivre</w:t>
      </w:r>
      <w:r w:rsidR="00D37400">
        <w:t xml:space="preserve">, </w:t>
      </w:r>
      <w:r>
        <w:t>la mélasse derrière les comptoirs</w:t>
      </w:r>
      <w:r w:rsidR="00D37400">
        <w:t> !</w:t>
      </w:r>
    </w:p>
    <w:p w14:paraId="7F5B5E1F" w14:textId="77777777" w:rsidR="00D37400" w:rsidRDefault="00636A18">
      <w:r>
        <w:t>Et</w:t>
      </w:r>
      <w:r w:rsidR="00D37400">
        <w:t xml:space="preserve">, </w:t>
      </w:r>
      <w:r>
        <w:t>plus loin</w:t>
      </w:r>
      <w:r w:rsidR="00D37400">
        <w:t xml:space="preserve">, </w:t>
      </w:r>
      <w:r>
        <w:t>quel coup d</w:t>
      </w:r>
      <w:r w:rsidR="00D37400">
        <w:t>’</w:t>
      </w:r>
      <w:r>
        <w:t>œil</w:t>
      </w:r>
      <w:r w:rsidR="00D37400">
        <w:t xml:space="preserve">, </w:t>
      </w:r>
      <w:r>
        <w:t>par la grande porte vitrée</w:t>
      </w:r>
      <w:r w:rsidR="00D37400">
        <w:t xml:space="preserve">, </w:t>
      </w:r>
      <w:r>
        <w:t>ouverte au large malgré le froid</w:t>
      </w:r>
      <w:r w:rsidR="00D37400">
        <w:t xml:space="preserve"> : </w:t>
      </w:r>
      <w:r>
        <w:t>la vieille halle pleine de sacs rangés à la file</w:t>
      </w:r>
      <w:r w:rsidR="00D37400">
        <w:t xml:space="preserve">, </w:t>
      </w:r>
      <w:r>
        <w:t>les boulangers tâtant le grain</w:t>
      </w:r>
      <w:r w:rsidR="00D37400">
        <w:t xml:space="preserve">, </w:t>
      </w:r>
      <w:r>
        <w:t>les meuniers r</w:t>
      </w:r>
      <w:r>
        <w:t>e</w:t>
      </w:r>
      <w:r>
        <w:t>partant avec leurs voitures alsaciennes</w:t>
      </w:r>
      <w:r w:rsidR="00D37400">
        <w:t xml:space="preserve">, </w:t>
      </w:r>
      <w:r>
        <w:t>attelées de quatre ch</w:t>
      </w:r>
      <w:r>
        <w:t>e</w:t>
      </w:r>
      <w:r>
        <w:t>vaux</w:t>
      </w:r>
      <w:r w:rsidR="00D37400">
        <w:t xml:space="preserve">, </w:t>
      </w:r>
      <w:r>
        <w:t>pour conduire le froment au moulin</w:t>
      </w:r>
      <w:r w:rsidR="00D37400">
        <w:t> !</w:t>
      </w:r>
    </w:p>
    <w:p w14:paraId="239E6C30" w14:textId="77777777" w:rsidR="00D37400" w:rsidRDefault="00636A18">
      <w:r>
        <w:t>Oui</w:t>
      </w:r>
      <w:r w:rsidR="00D37400">
        <w:t xml:space="preserve">, </w:t>
      </w:r>
      <w:r>
        <w:t>c</w:t>
      </w:r>
      <w:r w:rsidR="00D37400">
        <w:t>’</w:t>
      </w:r>
      <w:r>
        <w:t>était un bel hiver</w:t>
      </w:r>
      <w:r w:rsidR="00D37400">
        <w:t>.</w:t>
      </w:r>
    </w:p>
    <w:p w14:paraId="68436CF3" w14:textId="77777777" w:rsidR="00D37400" w:rsidRDefault="00636A18">
      <w:r>
        <w:t>Sauf les tas de mendiants qui priaient à toutes les portes et qu</w:t>
      </w:r>
      <w:r w:rsidR="00D37400">
        <w:t>’</w:t>
      </w:r>
      <w:r>
        <w:t>on renvoyait avec quelques liards</w:t>
      </w:r>
      <w:r w:rsidR="00D37400">
        <w:t xml:space="preserve">, </w:t>
      </w:r>
      <w:r>
        <w:t>quelques morceaux de pain</w:t>
      </w:r>
      <w:r w:rsidR="00D37400">
        <w:t xml:space="preserve">, </w:t>
      </w:r>
      <w:r>
        <w:t>et qui s</w:t>
      </w:r>
      <w:r w:rsidR="00D37400">
        <w:t>’</w:t>
      </w:r>
      <w:r>
        <w:t>en allaient par troupeaux déguenillés</w:t>
      </w:r>
      <w:r w:rsidR="00D37400">
        <w:t xml:space="preserve">, </w:t>
      </w:r>
      <w:r>
        <w:t>sauf ce triste spectacle</w:t>
      </w:r>
      <w:r w:rsidR="00D37400">
        <w:t xml:space="preserve">, </w:t>
      </w:r>
      <w:r>
        <w:t>tout était brillant et joyeux sur ce haut plateau de Phalsbourg</w:t>
      </w:r>
      <w:r w:rsidR="00D37400">
        <w:t>.</w:t>
      </w:r>
    </w:p>
    <w:p w14:paraId="0924523D" w14:textId="77777777" w:rsidR="00D37400" w:rsidRDefault="00636A18">
      <w:r>
        <w:t>Jamais je n</w:t>
      </w:r>
      <w:r w:rsidR="00D37400">
        <w:t>’</w:t>
      </w:r>
      <w:r>
        <w:t>ai revu</w:t>
      </w:r>
      <w:r w:rsidR="00D37400">
        <w:t xml:space="preserve">, </w:t>
      </w:r>
      <w:r>
        <w:t xml:space="preserve">depuis </w:t>
      </w:r>
      <w:r w:rsidR="00D37400">
        <w:t xml:space="preserve">Charles X, </w:t>
      </w:r>
      <w:r>
        <w:t>tant de mendiants et de plus étranges figures</w:t>
      </w:r>
      <w:r w:rsidR="00D37400">
        <w:t>.</w:t>
      </w:r>
    </w:p>
    <w:p w14:paraId="5D432DEB" w14:textId="77777777" w:rsidR="00D37400" w:rsidRDefault="00636A18">
      <w:r>
        <w:t>C</w:t>
      </w:r>
      <w:r w:rsidR="00D37400">
        <w:t>’</w:t>
      </w:r>
      <w:r>
        <w:t>est là que notre compatriote Callot aurait trouvé de c</w:t>
      </w:r>
      <w:r>
        <w:t>u</w:t>
      </w:r>
      <w:r>
        <w:t>rieux modèles</w:t>
      </w:r>
      <w:r w:rsidR="00D37400">
        <w:t xml:space="preserve"> ; </w:t>
      </w:r>
      <w:r>
        <w:t xml:space="preserve">sans parler des pèlerins arrivant à la file de </w:t>
      </w:r>
      <w:proofErr w:type="spellStart"/>
      <w:r>
        <w:t>H</w:t>
      </w:r>
      <w:r>
        <w:t>a</w:t>
      </w:r>
      <w:r>
        <w:t>zlach</w:t>
      </w:r>
      <w:proofErr w:type="spellEnd"/>
      <w:r>
        <w:t xml:space="preserve"> et de </w:t>
      </w:r>
      <w:proofErr w:type="spellStart"/>
      <w:r>
        <w:t>Marienthal</w:t>
      </w:r>
      <w:proofErr w:type="spellEnd"/>
      <w:r w:rsidR="00D37400">
        <w:t xml:space="preserve">, </w:t>
      </w:r>
      <w:r>
        <w:t>en Suisse</w:t>
      </w:r>
      <w:r w:rsidR="00D37400">
        <w:t xml:space="preserve">, </w:t>
      </w:r>
      <w:r>
        <w:t>psalmodiant leurs prières</w:t>
      </w:r>
      <w:r w:rsidR="00D37400">
        <w:t xml:space="preserve">, </w:t>
      </w:r>
      <w:r>
        <w:t>malgré la bise</w:t>
      </w:r>
      <w:r w:rsidR="00D37400">
        <w:t xml:space="preserve">, </w:t>
      </w:r>
      <w:r>
        <w:t>comme des volées de corbeaux</w:t>
      </w:r>
      <w:r w:rsidR="00D37400">
        <w:t>.</w:t>
      </w:r>
    </w:p>
    <w:p w14:paraId="054191B0" w14:textId="77777777" w:rsidR="00D37400" w:rsidRDefault="00636A18">
      <w:r>
        <w:t>Le temps a tiré son rideau sur tout cela</w:t>
      </w:r>
      <w:r w:rsidR="00D37400">
        <w:t xml:space="preserve"> ; </w:t>
      </w:r>
      <w:r>
        <w:t>il faut l</w:t>
      </w:r>
      <w:r w:rsidR="00D37400">
        <w:t>’</w:t>
      </w:r>
      <w:r>
        <w:t>avoir vu pour se le figurer</w:t>
      </w:r>
      <w:r w:rsidR="00D37400">
        <w:t>.</w:t>
      </w:r>
    </w:p>
    <w:p w14:paraId="7B0A86CD" w14:textId="77777777" w:rsidR="00D37400" w:rsidRDefault="00636A18">
      <w:r>
        <w:lastRenderedPageBreak/>
        <w:t>Et puis les batailles à coups de pelotes de neige</w:t>
      </w:r>
      <w:r w:rsidR="00D37400">
        <w:t xml:space="preserve">, </w:t>
      </w:r>
      <w:r>
        <w:t xml:space="preserve">entre les élèves du collège et les élèves du père </w:t>
      </w:r>
      <w:proofErr w:type="spellStart"/>
      <w:r>
        <w:t>Vassereau</w:t>
      </w:r>
      <w:proofErr w:type="spellEnd"/>
      <w:r w:rsidR="00D37400">
        <w:t xml:space="preserve"> ; </w:t>
      </w:r>
      <w:r>
        <w:t>les cris</w:t>
      </w:r>
      <w:r w:rsidR="00D37400">
        <w:t> : « </w:t>
      </w:r>
      <w:r>
        <w:t>En avant</w:t>
      </w:r>
      <w:r w:rsidR="00D37400">
        <w:t> ! »</w:t>
      </w:r>
      <w:r>
        <w:t xml:space="preserve"> l</w:t>
      </w:r>
      <w:r w:rsidR="00D37400">
        <w:t>’</w:t>
      </w:r>
      <w:r>
        <w:t>attaque et la retraite</w:t>
      </w:r>
      <w:r w:rsidR="00D37400">
        <w:t xml:space="preserve"> ; </w:t>
      </w:r>
      <w:r>
        <w:t>la cloche du collège qui sonne</w:t>
      </w:r>
      <w:r w:rsidR="00D37400">
        <w:t xml:space="preserve">, </w:t>
      </w:r>
      <w:r>
        <w:t>le calme qui se rétablit tout à coup</w:t>
      </w:r>
      <w:r w:rsidR="00D37400">
        <w:t xml:space="preserve"> : </w:t>
      </w:r>
      <w:r>
        <w:t>tout le monde est en classe</w:t>
      </w:r>
      <w:r w:rsidR="00D37400">
        <w:t>.</w:t>
      </w:r>
    </w:p>
    <w:p w14:paraId="4E6AB08C" w14:textId="29030A94" w:rsidR="00D37400" w:rsidRDefault="00636A18">
      <w:r>
        <w:t>J</w:t>
      </w:r>
      <w:r w:rsidR="00D37400">
        <w:t>’</w:t>
      </w:r>
      <w:r>
        <w:t>assistais à tout cela matin et soir</w:t>
      </w:r>
      <w:r w:rsidR="00D37400">
        <w:t xml:space="preserve">. </w:t>
      </w:r>
      <w:r>
        <w:t>J</w:t>
      </w:r>
      <w:r w:rsidR="00D37400">
        <w:t>’</w:t>
      </w:r>
      <w:r>
        <w:t>y suis encore</w:t>
      </w:r>
      <w:r w:rsidR="00D37400">
        <w:t xml:space="preserve">, </w:t>
      </w:r>
      <w:r>
        <w:t>le nez rouge</w:t>
      </w:r>
      <w:r w:rsidR="00D37400">
        <w:t xml:space="preserve">, </w:t>
      </w:r>
      <w:r>
        <w:t>les oreilles dans mon bonnet de peau de renard</w:t>
      </w:r>
      <w:r w:rsidR="00D37400">
        <w:t xml:space="preserve">. </w:t>
      </w:r>
      <w:r>
        <w:t>La petite Justine</w:t>
      </w:r>
      <w:r w:rsidR="00D37400">
        <w:t xml:space="preserve">, </w:t>
      </w:r>
      <w:r>
        <w:t>de l</w:t>
      </w:r>
      <w:r w:rsidR="00D37400">
        <w:t>’</w:t>
      </w:r>
      <w:r>
        <w:t>autre côté de la rue</w:t>
      </w:r>
      <w:r w:rsidR="00D37400">
        <w:t xml:space="preserve">, </w:t>
      </w:r>
      <w:r>
        <w:t>dans leur cour</w:t>
      </w:r>
      <w:r w:rsidR="00D37400">
        <w:t xml:space="preserve">, </w:t>
      </w:r>
      <w:r>
        <w:t>me fait signe d</w:t>
      </w:r>
      <w:r w:rsidR="00D37400">
        <w:t>’</w:t>
      </w:r>
      <w:r>
        <w:t>arriver</w:t>
      </w:r>
      <w:r w:rsidR="00D37400">
        <w:t xml:space="preserve">, </w:t>
      </w:r>
      <w:r>
        <w:t>et je grimpe bravement sur les tas de neige</w:t>
      </w:r>
      <w:r w:rsidR="00D37400">
        <w:t xml:space="preserve">, </w:t>
      </w:r>
      <w:r>
        <w:t>je roule comme un caniche pour aller la rejoindre</w:t>
      </w:r>
      <w:r w:rsidR="00D37400">
        <w:t xml:space="preserve">. </w:t>
      </w:r>
      <w:r>
        <w:t>Sa mère</w:t>
      </w:r>
      <w:r w:rsidR="00D37400">
        <w:t>, M</w:t>
      </w:r>
      <w:r w:rsidR="00D37400" w:rsidRPr="00D37400">
        <w:rPr>
          <w:vertAlign w:val="superscript"/>
        </w:rPr>
        <w:t>me</w:t>
      </w:r>
      <w:r w:rsidR="00D37400">
        <w:t> </w:t>
      </w:r>
      <w:r>
        <w:t>Nicole</w:t>
      </w:r>
      <w:r w:rsidR="00D37400">
        <w:t xml:space="preserve">, </w:t>
      </w:r>
      <w:r>
        <w:t>lui avait fait un petit manchon en peau de lapin</w:t>
      </w:r>
      <w:r w:rsidR="00D37400">
        <w:t>.</w:t>
      </w:r>
    </w:p>
    <w:p w14:paraId="21CEB681" w14:textId="77777777" w:rsidR="00D37400" w:rsidRDefault="00D37400">
      <w:r>
        <w:t>« </w:t>
      </w:r>
      <w:r w:rsidR="00636A18">
        <w:t>Oh</w:t>
      </w:r>
      <w:r>
        <w:t xml:space="preserve"> ! </w:t>
      </w:r>
      <w:r w:rsidR="00636A18">
        <w:t>Lucien</w:t>
      </w:r>
      <w:r>
        <w:t xml:space="preserve">, </w:t>
      </w:r>
      <w:r w:rsidR="00636A18">
        <w:t>me disait-elle</w:t>
      </w:r>
      <w:r>
        <w:t xml:space="preserve">, </w:t>
      </w:r>
      <w:r w:rsidR="00636A18">
        <w:t>comme tes mains sont rouges</w:t>
      </w:r>
      <w:r>
        <w:t xml:space="preserve"> ! </w:t>
      </w:r>
      <w:r w:rsidR="00636A18">
        <w:t>que tu dois avoir froid</w:t>
      </w:r>
      <w:r>
        <w:t xml:space="preserve"> ! </w:t>
      </w:r>
      <w:r w:rsidR="00636A18">
        <w:t>Mets-les bien vite dans mon manchon</w:t>
      </w:r>
      <w:r>
        <w:t xml:space="preserve">… </w:t>
      </w:r>
      <w:r w:rsidR="00636A18">
        <w:t>Hein</w:t>
      </w:r>
      <w:r>
        <w:t xml:space="preserve"> ! </w:t>
      </w:r>
      <w:r w:rsidR="00636A18">
        <w:t>comme il est chaud</w:t>
      </w:r>
      <w:r>
        <w:t> !</w:t>
      </w:r>
    </w:p>
    <w:p w14:paraId="6E2F8BD6" w14:textId="6E03C5F8" w:rsidR="00636A18" w:rsidRDefault="00D37400">
      <w:pPr>
        <w:rPr>
          <w:szCs w:val="36"/>
        </w:rPr>
      </w:pPr>
      <w:r>
        <w:t>— </w:t>
      </w:r>
      <w:r w:rsidR="00636A18">
        <w:t>Oh</w:t>
      </w:r>
      <w:r>
        <w:t xml:space="preserve"> ! </w:t>
      </w:r>
      <w:r w:rsidR="00636A18">
        <w:t>oui</w:t>
      </w:r>
      <w:r>
        <w:t xml:space="preserve">, </w:t>
      </w:r>
      <w:r w:rsidR="00636A18">
        <w:t>il est bien chaud</w:t>
      </w:r>
      <w:r>
        <w:t>. »</w:t>
      </w:r>
    </w:p>
    <w:p w14:paraId="29891E6A" w14:textId="77777777" w:rsidR="00D37400" w:rsidRDefault="00636A18">
      <w:r>
        <w:t>Et je la regardais en me réchauffant les mains</w:t>
      </w:r>
      <w:r w:rsidR="00D37400">
        <w:t>.</w:t>
      </w:r>
    </w:p>
    <w:p w14:paraId="720D4454" w14:textId="77777777" w:rsidR="00D37400" w:rsidRDefault="00636A18">
      <w:r>
        <w:t>Ensuite on entrait bien vite dans la chambre</w:t>
      </w:r>
      <w:r w:rsidR="00D37400">
        <w:t xml:space="preserve"> ; </w:t>
      </w:r>
      <w:r>
        <w:t>et comme le père Vidal était là</w:t>
      </w:r>
      <w:r w:rsidR="00D37400">
        <w:t xml:space="preserve">, </w:t>
      </w:r>
      <w:r>
        <w:t>toujours grognon</w:t>
      </w:r>
      <w:r w:rsidR="00D37400">
        <w:t xml:space="preserve">, </w:t>
      </w:r>
      <w:r>
        <w:t>je n</w:t>
      </w:r>
      <w:r w:rsidR="00D37400">
        <w:t>’</w:t>
      </w:r>
      <w:r>
        <w:t>osais rester longtemps avec elle</w:t>
      </w:r>
      <w:r w:rsidR="00D37400">
        <w:t xml:space="preserve"> : </w:t>
      </w:r>
      <w:r>
        <w:t>j</w:t>
      </w:r>
      <w:r w:rsidR="00D37400">
        <w:t>’</w:t>
      </w:r>
      <w:r>
        <w:t>allais rejoindre mon ami Florentin</w:t>
      </w:r>
      <w:r w:rsidR="00D37400">
        <w:t>.</w:t>
      </w:r>
    </w:p>
    <w:p w14:paraId="52E34BC3" w14:textId="77777777" w:rsidR="00D37400" w:rsidRDefault="00636A18">
      <w:r>
        <w:t>Et la fête de Noël donc</w:t>
      </w:r>
      <w:r w:rsidR="00D37400">
        <w:t xml:space="preserve"> ! </w:t>
      </w:r>
      <w:r>
        <w:t>celle du nouvel an</w:t>
      </w:r>
      <w:r w:rsidR="00D37400">
        <w:t xml:space="preserve"> ! </w:t>
      </w:r>
      <w:r>
        <w:t>le petit sapin garni de lampions et d</w:t>
      </w:r>
      <w:r w:rsidR="00D37400">
        <w:t>’</w:t>
      </w:r>
      <w:r>
        <w:t>une foule d</w:t>
      </w:r>
      <w:r w:rsidR="00D37400">
        <w:t>’</w:t>
      </w:r>
      <w:r>
        <w:t>excellentes choses</w:t>
      </w:r>
      <w:r w:rsidR="00D37400">
        <w:t xml:space="preserve"> : </w:t>
      </w:r>
      <w:r>
        <w:t>pralines</w:t>
      </w:r>
      <w:r w:rsidR="00D37400">
        <w:t xml:space="preserve">, </w:t>
      </w:r>
      <w:r>
        <w:t>massepains</w:t>
      </w:r>
      <w:r w:rsidR="00D37400">
        <w:t xml:space="preserve">, </w:t>
      </w:r>
      <w:r>
        <w:t>noix dorées</w:t>
      </w:r>
      <w:r w:rsidR="00D37400">
        <w:t xml:space="preserve">, </w:t>
      </w:r>
      <w:r>
        <w:t>gâteaux d</w:t>
      </w:r>
      <w:r w:rsidR="00D37400">
        <w:t>’</w:t>
      </w:r>
      <w:r>
        <w:t>anis</w:t>
      </w:r>
      <w:r w:rsidR="00D37400">
        <w:t xml:space="preserve">, </w:t>
      </w:r>
      <w:r>
        <w:t>etc</w:t>
      </w:r>
      <w:r w:rsidR="00D37400">
        <w:t>. !</w:t>
      </w:r>
    </w:p>
    <w:p w14:paraId="129F69FB" w14:textId="77777777" w:rsidR="00D37400" w:rsidRDefault="00636A18">
      <w:r>
        <w:t>Quant aux lampions</w:t>
      </w:r>
      <w:r w:rsidR="00D37400">
        <w:t xml:space="preserve">, </w:t>
      </w:r>
      <w:r>
        <w:t>je m</w:t>
      </w:r>
      <w:r w:rsidR="00D37400">
        <w:t>’</w:t>
      </w:r>
      <w:r>
        <w:t>en serais bien passé</w:t>
      </w:r>
      <w:r w:rsidR="00D37400">
        <w:t xml:space="preserve"> ; </w:t>
      </w:r>
      <w:r>
        <w:t>mais pour les friandises</w:t>
      </w:r>
      <w:r w:rsidR="00D37400">
        <w:t xml:space="preserve">, </w:t>
      </w:r>
      <w:r>
        <w:t>c</w:t>
      </w:r>
      <w:r w:rsidR="00D37400">
        <w:t>’</w:t>
      </w:r>
      <w:r>
        <w:t>était différent</w:t>
      </w:r>
      <w:r w:rsidR="00D37400">
        <w:t xml:space="preserve">, </w:t>
      </w:r>
      <w:r>
        <w:t>et je grimpais bien vite sur une chaise pour les regarder de plus près</w:t>
      </w:r>
      <w:r w:rsidR="00D37400">
        <w:t>.</w:t>
      </w:r>
    </w:p>
    <w:p w14:paraId="1B6EA0E5" w14:textId="77777777" w:rsidR="00D37400" w:rsidRDefault="00636A18">
      <w:r>
        <w:t>Mais ce qui me revient surtout de l</w:t>
      </w:r>
      <w:r w:rsidR="00D37400">
        <w:t>’</w:t>
      </w:r>
      <w:r>
        <w:t>hiver de 1829 avec un attendrissement véritable</w:t>
      </w:r>
      <w:r w:rsidR="00D37400">
        <w:t xml:space="preserve">, </w:t>
      </w:r>
      <w:r>
        <w:t>c</w:t>
      </w:r>
      <w:r w:rsidR="00D37400">
        <w:t>’</w:t>
      </w:r>
      <w:r>
        <w:t>est saint Nicolas</w:t>
      </w:r>
      <w:r w:rsidR="00D37400">
        <w:t xml:space="preserve">, </w:t>
      </w:r>
      <w:r>
        <w:t>le patron de la Lorraine</w:t>
      </w:r>
      <w:r w:rsidR="00D37400">
        <w:t xml:space="preserve">, </w:t>
      </w:r>
      <w:r>
        <w:t>avec sa grande barbe et son bonnet d</w:t>
      </w:r>
      <w:r w:rsidR="00D37400">
        <w:t>’</w:t>
      </w:r>
      <w:r>
        <w:t>évêque</w:t>
      </w:r>
      <w:r w:rsidR="00D37400">
        <w:t xml:space="preserve">. </w:t>
      </w:r>
      <w:r>
        <w:t>Il arriva</w:t>
      </w:r>
      <w:r w:rsidR="00D37400">
        <w:t xml:space="preserve">, </w:t>
      </w:r>
      <w:r>
        <w:t>cette année-là</w:t>
      </w:r>
      <w:r w:rsidR="00D37400">
        <w:t xml:space="preserve">, </w:t>
      </w:r>
      <w:r>
        <w:t>chargé de noix et de gâteaux</w:t>
      </w:r>
      <w:r w:rsidR="00D37400">
        <w:t xml:space="preserve">, </w:t>
      </w:r>
      <w:r>
        <w:t xml:space="preserve">et je crois </w:t>
      </w:r>
      <w:r>
        <w:lastRenderedPageBreak/>
        <w:t>encore entendre dehors</w:t>
      </w:r>
      <w:r w:rsidR="00D37400">
        <w:t xml:space="preserve">, </w:t>
      </w:r>
      <w:r>
        <w:t>dans la nuit noire</w:t>
      </w:r>
      <w:r w:rsidR="00D37400">
        <w:t xml:space="preserve">, </w:t>
      </w:r>
      <w:r>
        <w:t>au milieu des sifflements de la bise</w:t>
      </w:r>
      <w:r w:rsidR="00D37400">
        <w:t xml:space="preserve">, </w:t>
      </w:r>
      <w:r>
        <w:t>sous la halle</w:t>
      </w:r>
      <w:r w:rsidR="00D37400">
        <w:t xml:space="preserve">, – </w:t>
      </w:r>
      <w:r>
        <w:t>où quelques vieilles</w:t>
      </w:r>
      <w:r w:rsidR="00D37400">
        <w:t xml:space="preserve"> : </w:t>
      </w:r>
      <w:r>
        <w:t>Annette Petit</w:t>
      </w:r>
      <w:r w:rsidR="00D37400">
        <w:t xml:space="preserve">, </w:t>
      </w:r>
      <w:r>
        <w:t>la mère Balais</w:t>
      </w:r>
      <w:r w:rsidR="00D37400">
        <w:t xml:space="preserve">, </w:t>
      </w:r>
      <w:r>
        <w:t>grelottaient</w:t>
      </w:r>
      <w:r w:rsidR="00D37400">
        <w:t xml:space="preserve">, </w:t>
      </w:r>
      <w:r>
        <w:t>les pieds sur leurs chaufferettes</w:t>
      </w:r>
      <w:r w:rsidR="00D37400">
        <w:t xml:space="preserve">, </w:t>
      </w:r>
      <w:r>
        <w:t>entre deux chandelles</w:t>
      </w:r>
      <w:r w:rsidR="00D37400">
        <w:t xml:space="preserve">, </w:t>
      </w:r>
      <w:r>
        <w:t>devant leurs paniers de pommes d</w:t>
      </w:r>
      <w:r w:rsidR="00D37400">
        <w:t>’</w:t>
      </w:r>
      <w:r>
        <w:t>api et de noix sèches</w:t>
      </w:r>
      <w:r w:rsidR="00D37400">
        <w:t xml:space="preserve">, – </w:t>
      </w:r>
      <w:r>
        <w:t>il me semble entendre encore des voix joyeuses et traînantes</w:t>
      </w:r>
      <w:r w:rsidR="00D37400">
        <w:t xml:space="preserve">, </w:t>
      </w:r>
      <w:r>
        <w:t>les voix de quelques camarades</w:t>
      </w:r>
      <w:r w:rsidR="00D37400">
        <w:t xml:space="preserve">, </w:t>
      </w:r>
      <w:r>
        <w:t>chanter à gorge d</w:t>
      </w:r>
      <w:r>
        <w:t>é</w:t>
      </w:r>
      <w:r>
        <w:t>ployée</w:t>
      </w:r>
      <w:r w:rsidR="00D37400">
        <w:t> :</w:t>
      </w:r>
    </w:p>
    <w:p w14:paraId="0FC81804" w14:textId="77777777" w:rsidR="00D37400" w:rsidRDefault="00636A18">
      <w:pPr>
        <w:pStyle w:val="Taille-1RetraitGauche3X"/>
        <w:spacing w:before="0" w:after="0"/>
      </w:pPr>
      <w:r>
        <w:t>Saint Nicolas Barbara</w:t>
      </w:r>
      <w:r w:rsidR="00D37400">
        <w:t>,</w:t>
      </w:r>
    </w:p>
    <w:p w14:paraId="6DE672B8" w14:textId="77777777" w:rsidR="00D37400" w:rsidRDefault="00636A18">
      <w:pPr>
        <w:pStyle w:val="Taille-1RetraitGauche3X"/>
        <w:spacing w:before="0" w:after="0"/>
      </w:pPr>
      <w:r>
        <w:t>Marchand d</w:t>
      </w:r>
      <w:r w:rsidR="00D37400">
        <w:t>’</w:t>
      </w:r>
      <w:r>
        <w:t>allumettes</w:t>
      </w:r>
      <w:r w:rsidR="00D37400">
        <w:t>,</w:t>
      </w:r>
    </w:p>
    <w:p w14:paraId="73C10044" w14:textId="77777777" w:rsidR="00D37400" w:rsidRDefault="00636A18">
      <w:pPr>
        <w:pStyle w:val="Taille-1RetraitGauche1X"/>
        <w:spacing w:before="0" w:after="0"/>
      </w:pPr>
      <w:r>
        <w:t>Qui a vendu sa femme pour une poire blette</w:t>
      </w:r>
      <w:r w:rsidR="00D37400">
        <w:t> !</w:t>
      </w:r>
    </w:p>
    <w:p w14:paraId="41427D1A" w14:textId="77777777" w:rsidR="00D37400" w:rsidRDefault="00636A18">
      <w:r>
        <w:t>Quel étrange effet du souvenir</w:t>
      </w:r>
      <w:r w:rsidR="00D37400">
        <w:t xml:space="preserve"> ! </w:t>
      </w:r>
      <w:r>
        <w:t>Ces paroles viennent de ressusciter en moi toute une génération éteinte</w:t>
      </w:r>
      <w:r w:rsidR="00D37400">
        <w:t xml:space="preserve">, </w:t>
      </w:r>
      <w:r>
        <w:t>tout un monde disparu</w:t>
      </w:r>
      <w:r w:rsidR="00D37400">
        <w:t xml:space="preserve">, </w:t>
      </w:r>
      <w:r>
        <w:t>tous ces vieux dont il ne reste que poussière</w:t>
      </w:r>
      <w:r w:rsidR="00D37400">
        <w:t xml:space="preserve">, </w:t>
      </w:r>
      <w:r>
        <w:t>et je me mets à fredonner tout bas</w:t>
      </w:r>
      <w:r w:rsidR="00D37400">
        <w:t xml:space="preserve">, </w:t>
      </w:r>
      <w:r>
        <w:t>les larmes aux yeux</w:t>
      </w:r>
      <w:r w:rsidR="00D37400">
        <w:t> :</w:t>
      </w:r>
    </w:p>
    <w:p w14:paraId="04435BD7" w14:textId="77777777" w:rsidR="00D37400" w:rsidRDefault="00636A18">
      <w:pPr>
        <w:pStyle w:val="Taille-1RetraitGauche3X"/>
        <w:spacing w:before="0" w:after="0"/>
        <w:rPr>
          <w:iCs/>
        </w:rPr>
      </w:pPr>
      <w:r>
        <w:rPr>
          <w:iCs/>
        </w:rPr>
        <w:t>Saint Nicolas Barbara</w:t>
      </w:r>
      <w:r w:rsidR="00D37400">
        <w:rPr>
          <w:iCs/>
        </w:rPr>
        <w:t>,</w:t>
      </w:r>
    </w:p>
    <w:p w14:paraId="1DC6D389" w14:textId="77777777" w:rsidR="00D37400" w:rsidRDefault="00636A18">
      <w:pPr>
        <w:pStyle w:val="Taille-1RetraitGauche3X"/>
        <w:spacing w:before="0" w:after="0"/>
        <w:rPr>
          <w:iCs/>
        </w:rPr>
      </w:pPr>
      <w:r>
        <w:rPr>
          <w:iCs/>
        </w:rPr>
        <w:t>Marchand d</w:t>
      </w:r>
      <w:r w:rsidR="00D37400">
        <w:rPr>
          <w:iCs/>
        </w:rPr>
        <w:t>’</w:t>
      </w:r>
      <w:r>
        <w:rPr>
          <w:iCs/>
        </w:rPr>
        <w:t>allumettes</w:t>
      </w:r>
      <w:r w:rsidR="00D37400">
        <w:rPr>
          <w:iCs/>
        </w:rPr>
        <w:t>…</w:t>
      </w:r>
    </w:p>
    <w:p w14:paraId="7F59DF33" w14:textId="77777777" w:rsidR="00D37400" w:rsidRDefault="00636A18">
      <w:r>
        <w:t>Quel mystère que la vie</w:t>
      </w:r>
      <w:r w:rsidR="00D37400">
        <w:t> !</w:t>
      </w:r>
    </w:p>
    <w:p w14:paraId="37EEDCCE" w14:textId="77777777" w:rsidR="00D37400" w:rsidRDefault="00636A18">
      <w:r>
        <w:t>Mais écoutez l</w:t>
      </w:r>
      <w:r w:rsidR="00D37400">
        <w:t>’</w:t>
      </w:r>
      <w:r>
        <w:t>arrivée de saint Nicolas chez nous</w:t>
      </w:r>
      <w:r w:rsidR="00D37400">
        <w:t>.</w:t>
      </w:r>
    </w:p>
    <w:p w14:paraId="5D8EBB2F" w14:textId="02F4E68B" w:rsidR="00D37400" w:rsidRDefault="00636A18">
      <w:r>
        <w:t>Un soir</w:t>
      </w:r>
      <w:r w:rsidR="00D37400">
        <w:t xml:space="preserve">, </w:t>
      </w:r>
      <w:r>
        <w:t>mon ami Florentin et sa femme</w:t>
      </w:r>
      <w:r w:rsidR="00D37400">
        <w:t>, M. </w:t>
      </w:r>
      <w:r>
        <w:t>Vidal</w:t>
      </w:r>
      <w:r w:rsidR="00D37400">
        <w:t xml:space="preserve">, </w:t>
      </w:r>
      <w:r>
        <w:t>Nicole et leur petite Justine se trouvaient réunis</w:t>
      </w:r>
      <w:r w:rsidR="00D37400">
        <w:t xml:space="preserve">, </w:t>
      </w:r>
      <w:r>
        <w:t>comme par hasard</w:t>
      </w:r>
      <w:r w:rsidR="00D37400">
        <w:t xml:space="preserve">, </w:t>
      </w:r>
      <w:r>
        <w:t>dans notre arrière-boutique</w:t>
      </w:r>
      <w:r w:rsidR="00D37400">
        <w:t xml:space="preserve">, </w:t>
      </w:r>
      <w:r>
        <w:t>après souper</w:t>
      </w:r>
      <w:r w:rsidR="00D37400">
        <w:t>.</w:t>
      </w:r>
    </w:p>
    <w:p w14:paraId="40729D65" w14:textId="77777777" w:rsidR="00D37400" w:rsidRDefault="00636A18">
      <w:r>
        <w:t>Mon père</w:t>
      </w:r>
      <w:r w:rsidR="00D37400">
        <w:t xml:space="preserve">, </w:t>
      </w:r>
      <w:r>
        <w:t>selon son habitude</w:t>
      </w:r>
      <w:r w:rsidR="00D37400">
        <w:t xml:space="preserve">, </w:t>
      </w:r>
      <w:r>
        <w:t xml:space="preserve">lisait le </w:t>
      </w:r>
      <w:r>
        <w:rPr>
          <w:i/>
          <w:iCs/>
        </w:rPr>
        <w:t xml:space="preserve">Constitutionnel </w:t>
      </w:r>
      <w:r>
        <w:t>à haute voix</w:t>
      </w:r>
      <w:r w:rsidR="00D37400">
        <w:t xml:space="preserve">, </w:t>
      </w:r>
      <w:r>
        <w:t>s</w:t>
      </w:r>
      <w:r w:rsidR="00D37400">
        <w:t>’</w:t>
      </w:r>
      <w:r>
        <w:t>arrêtant de temps en temps pour faire ses r</w:t>
      </w:r>
      <w:r>
        <w:t>é</w:t>
      </w:r>
      <w:r>
        <w:t>flexions</w:t>
      </w:r>
      <w:r w:rsidR="00D37400">
        <w:t xml:space="preserve">. </w:t>
      </w:r>
      <w:r>
        <w:t>Justine et moi</w:t>
      </w:r>
      <w:r w:rsidR="00D37400">
        <w:t xml:space="preserve">, </w:t>
      </w:r>
      <w:r>
        <w:t>nous regardions ensemble</w:t>
      </w:r>
      <w:r w:rsidR="00D37400">
        <w:t xml:space="preserve">, </w:t>
      </w:r>
      <w:r>
        <w:t>les yeux écarquillés et le cou tendu</w:t>
      </w:r>
      <w:r w:rsidR="00D37400">
        <w:t xml:space="preserve">, </w:t>
      </w:r>
      <w:r>
        <w:t>une vieille Bible illustrée</w:t>
      </w:r>
      <w:r w:rsidR="00D37400">
        <w:t xml:space="preserve">, </w:t>
      </w:r>
      <w:r>
        <w:t>dont les images nous émerveillaient</w:t>
      </w:r>
      <w:r w:rsidR="00D37400">
        <w:t xml:space="preserve">. </w:t>
      </w:r>
      <w:r>
        <w:t>Et tout à coup</w:t>
      </w:r>
      <w:r w:rsidR="00D37400">
        <w:t xml:space="preserve">, </w:t>
      </w:r>
      <w:r>
        <w:t>dehors</w:t>
      </w:r>
      <w:r w:rsidR="00D37400">
        <w:t xml:space="preserve">, </w:t>
      </w:r>
      <w:r>
        <w:t>un âne se met à braire</w:t>
      </w:r>
      <w:r w:rsidR="00D37400">
        <w:t> :</w:t>
      </w:r>
    </w:p>
    <w:p w14:paraId="755AF26E" w14:textId="77777777" w:rsidR="00D37400" w:rsidRDefault="00D37400">
      <w:r>
        <w:t>« </w:t>
      </w:r>
      <w:proofErr w:type="spellStart"/>
      <w:r w:rsidR="00636A18">
        <w:t>Y-â</w:t>
      </w:r>
      <w:proofErr w:type="spellEnd"/>
      <w:r>
        <w:t xml:space="preserve"> !… </w:t>
      </w:r>
      <w:r w:rsidR="00636A18">
        <w:t>y-â</w:t>
      </w:r>
      <w:r>
        <w:t> !…</w:t>
      </w:r>
    </w:p>
    <w:p w14:paraId="2BC1D0E7" w14:textId="77777777" w:rsidR="00D37400" w:rsidRDefault="00D37400">
      <w:r>
        <w:rPr>
          <w:szCs w:val="36"/>
        </w:rPr>
        <w:t>— </w:t>
      </w:r>
      <w:r w:rsidR="00636A18">
        <w:t>Qu</w:t>
      </w:r>
      <w:r>
        <w:t>’</w:t>
      </w:r>
      <w:r w:rsidR="00636A18">
        <w:t>est-ce que c</w:t>
      </w:r>
      <w:r>
        <w:t>’</w:t>
      </w:r>
      <w:r w:rsidR="00636A18">
        <w:t>est</w:t>
      </w:r>
      <w:r>
        <w:t> ?</w:t>
      </w:r>
    </w:p>
    <w:p w14:paraId="1AB2DB51" w14:textId="3D1362CB" w:rsidR="00636A18" w:rsidRDefault="00D37400">
      <w:pPr>
        <w:rPr>
          <w:szCs w:val="36"/>
        </w:rPr>
      </w:pPr>
      <w:r>
        <w:lastRenderedPageBreak/>
        <w:t>— </w:t>
      </w:r>
      <w:r w:rsidR="00636A18">
        <w:t>Un âne</w:t>
      </w:r>
      <w:r>
        <w:t>. »</w:t>
      </w:r>
    </w:p>
    <w:p w14:paraId="241FC514" w14:textId="2367FA8F" w:rsidR="00D37400" w:rsidRDefault="00636A18">
      <w:r>
        <w:t>Tout le monde écoute</w:t>
      </w:r>
      <w:r w:rsidR="00D37400">
        <w:t xml:space="preserve">, </w:t>
      </w:r>
      <w:r>
        <w:t xml:space="preserve">et </w:t>
      </w:r>
      <w:r w:rsidR="00D37400">
        <w:t>M</w:t>
      </w:r>
      <w:r w:rsidR="00D37400" w:rsidRPr="00D37400">
        <w:rPr>
          <w:vertAlign w:val="superscript"/>
        </w:rPr>
        <w:t>me</w:t>
      </w:r>
      <w:r w:rsidR="00D37400">
        <w:t> </w:t>
      </w:r>
      <w:r>
        <w:t>Nicole s</w:t>
      </w:r>
      <w:r w:rsidR="00D37400">
        <w:t>’</w:t>
      </w:r>
      <w:r>
        <w:t>écrie</w:t>
      </w:r>
      <w:r w:rsidR="00D37400">
        <w:t> :</w:t>
      </w:r>
    </w:p>
    <w:p w14:paraId="0AB4397B" w14:textId="4577E883" w:rsidR="00636A18" w:rsidRDefault="00D37400">
      <w:pPr>
        <w:rPr>
          <w:szCs w:val="36"/>
        </w:rPr>
      </w:pPr>
      <w:r>
        <w:t>« </w:t>
      </w:r>
      <w:r w:rsidR="00636A18">
        <w:t>C</w:t>
      </w:r>
      <w:r>
        <w:t>’</w:t>
      </w:r>
      <w:r w:rsidR="00636A18">
        <w:t>est l</w:t>
      </w:r>
      <w:r>
        <w:t>’</w:t>
      </w:r>
      <w:r w:rsidR="00636A18">
        <w:t>âne de saint Nicolas</w:t>
      </w:r>
      <w:r>
        <w:t> ! »</w:t>
      </w:r>
    </w:p>
    <w:p w14:paraId="152C4DD7" w14:textId="77777777" w:rsidR="00D37400" w:rsidRDefault="00636A18">
      <w:r>
        <w:t>En même temps</w:t>
      </w:r>
      <w:r w:rsidR="00D37400">
        <w:t xml:space="preserve">, </w:t>
      </w:r>
      <w:r>
        <w:t>la porte de la boutique s</w:t>
      </w:r>
      <w:r w:rsidR="00D37400">
        <w:t>’</w:t>
      </w:r>
      <w:r>
        <w:t>ouvre</w:t>
      </w:r>
      <w:r w:rsidR="00D37400">
        <w:t xml:space="preserve">, </w:t>
      </w:r>
      <w:r>
        <w:t>et saint Nicolas lui-même</w:t>
      </w:r>
      <w:r w:rsidR="00D37400">
        <w:t xml:space="preserve">, </w:t>
      </w:r>
      <w:r>
        <w:t>en bonnet d</w:t>
      </w:r>
      <w:r w:rsidR="00D37400">
        <w:t>’</w:t>
      </w:r>
      <w:r>
        <w:t>évêque</w:t>
      </w:r>
      <w:r w:rsidR="00D37400">
        <w:t xml:space="preserve">, </w:t>
      </w:r>
      <w:r>
        <w:t>sa tignasse de cheveux roux tombant sur le dos</w:t>
      </w:r>
      <w:r w:rsidR="00D37400">
        <w:t xml:space="preserve">, </w:t>
      </w:r>
      <w:r>
        <w:t>un sac de toile d</w:t>
      </w:r>
      <w:r w:rsidR="00D37400">
        <w:t>’</w:t>
      </w:r>
      <w:r>
        <w:t>emballage pour ma</w:t>
      </w:r>
      <w:r>
        <w:t>n</w:t>
      </w:r>
      <w:r>
        <w:t>teau</w:t>
      </w:r>
      <w:r w:rsidR="00D37400">
        <w:t xml:space="preserve">, </w:t>
      </w:r>
      <w:r>
        <w:t>et ses gros sabots remplis de paille</w:t>
      </w:r>
      <w:r w:rsidR="00D37400">
        <w:t xml:space="preserve">, </w:t>
      </w:r>
      <w:r>
        <w:t>entre</w:t>
      </w:r>
      <w:r w:rsidR="00D37400">
        <w:t xml:space="preserve">. </w:t>
      </w:r>
      <w:r>
        <w:t>On l</w:t>
      </w:r>
      <w:r w:rsidR="00D37400">
        <w:t>’</w:t>
      </w:r>
      <w:r>
        <w:t>entend tr</w:t>
      </w:r>
      <w:r>
        <w:t>a</w:t>
      </w:r>
      <w:r>
        <w:t>verser le magasin</w:t>
      </w:r>
      <w:r w:rsidR="00D37400">
        <w:t xml:space="preserve">… </w:t>
      </w:r>
      <w:r>
        <w:t>C</w:t>
      </w:r>
      <w:r w:rsidR="00D37400">
        <w:t>’</w:t>
      </w:r>
      <w:r>
        <w:t>est terrible</w:t>
      </w:r>
      <w:r w:rsidR="00D37400">
        <w:t> !</w:t>
      </w:r>
    </w:p>
    <w:p w14:paraId="6C797F7D" w14:textId="77777777" w:rsidR="00D37400" w:rsidRDefault="00636A18">
      <w:r>
        <w:t>Justine se cache derrière moi</w:t>
      </w:r>
      <w:r w:rsidR="00D37400">
        <w:t xml:space="preserve">, </w:t>
      </w:r>
      <w:r>
        <w:t>et notre petite porte vitrée s</w:t>
      </w:r>
      <w:r w:rsidR="00D37400">
        <w:t>’</w:t>
      </w:r>
      <w:r>
        <w:t>ouvre</w:t>
      </w:r>
      <w:r w:rsidR="00D37400">
        <w:t>.</w:t>
      </w:r>
    </w:p>
    <w:p w14:paraId="48F151AA" w14:textId="77777777" w:rsidR="00D37400" w:rsidRDefault="00636A18">
      <w:r>
        <w:t>Le voilà</w:t>
      </w:r>
      <w:r w:rsidR="00D37400">
        <w:t> !</w:t>
      </w:r>
    </w:p>
    <w:p w14:paraId="04CFE8F5" w14:textId="77777777" w:rsidR="00D37400" w:rsidRDefault="00636A18">
      <w:r>
        <w:t>Il a entraîné sa bourrique jusqu</w:t>
      </w:r>
      <w:r w:rsidR="00D37400">
        <w:t>’</w:t>
      </w:r>
      <w:r>
        <w:t>à notre chambre</w:t>
      </w:r>
      <w:r w:rsidR="00D37400">
        <w:t xml:space="preserve">, </w:t>
      </w:r>
      <w:r>
        <w:t>avec ses deux grands paniers</w:t>
      </w:r>
      <w:r w:rsidR="00D37400">
        <w:t xml:space="preserve">, </w:t>
      </w:r>
      <w:r>
        <w:t>et il regarde</w:t>
      </w:r>
      <w:r w:rsidR="00D37400">
        <w:t>.</w:t>
      </w:r>
    </w:p>
    <w:p w14:paraId="2F98E741" w14:textId="77777777" w:rsidR="00D37400" w:rsidRDefault="00D37400">
      <w:r>
        <w:t>« </w:t>
      </w:r>
      <w:r w:rsidR="00636A18">
        <w:t>Où sont-ils</w:t>
      </w:r>
      <w:r>
        <w:t xml:space="preserve"> ? </w:t>
      </w:r>
      <w:r w:rsidR="00636A18">
        <w:t>s</w:t>
      </w:r>
      <w:r>
        <w:t>’</w:t>
      </w:r>
      <w:r w:rsidR="00636A18">
        <w:t>écrie-t-il d</w:t>
      </w:r>
      <w:r>
        <w:t>’</w:t>
      </w:r>
      <w:r w:rsidR="00636A18">
        <w:t>une voix grave</w:t>
      </w:r>
      <w:r>
        <w:t>.</w:t>
      </w:r>
    </w:p>
    <w:p w14:paraId="63F154DE" w14:textId="77777777" w:rsidR="00D37400" w:rsidRDefault="00D37400">
      <w:r>
        <w:t>— </w:t>
      </w:r>
      <w:r w:rsidR="00636A18">
        <w:t>Qui cherches-tu</w:t>
      </w:r>
      <w:r>
        <w:t xml:space="preserve">, </w:t>
      </w:r>
      <w:r w:rsidR="00636A18">
        <w:t>saint Nicolas</w:t>
      </w:r>
      <w:r>
        <w:t xml:space="preserve"> ? </w:t>
      </w:r>
      <w:r w:rsidR="00636A18">
        <w:t>répond la mère</w:t>
      </w:r>
      <w:r>
        <w:t>.</w:t>
      </w:r>
    </w:p>
    <w:p w14:paraId="3D9E2195" w14:textId="17EC6BD4" w:rsidR="00636A18" w:rsidRDefault="00D37400">
      <w:pPr>
        <w:rPr>
          <w:szCs w:val="36"/>
        </w:rPr>
      </w:pPr>
      <w:r>
        <w:t>— </w:t>
      </w:r>
      <w:r w:rsidR="00636A18">
        <w:t>Les enfants méchants</w:t>
      </w:r>
      <w:r>
        <w:t xml:space="preserve">… </w:t>
      </w:r>
      <w:r w:rsidR="00636A18">
        <w:t>les gueux qui ne veulent pas obéir à leurs parents</w:t>
      </w:r>
      <w:r>
        <w:t xml:space="preserve">… </w:t>
      </w:r>
      <w:r w:rsidR="00636A18">
        <w:t>qui ne vont pas à l</w:t>
      </w:r>
      <w:r>
        <w:t>’</w:t>
      </w:r>
      <w:r w:rsidR="00636A18">
        <w:t>école</w:t>
      </w:r>
      <w:r>
        <w:t> ! »</w:t>
      </w:r>
    </w:p>
    <w:p w14:paraId="254BCAA2" w14:textId="77777777" w:rsidR="00D37400" w:rsidRDefault="00636A18">
      <w:r>
        <w:t>On se tourne de mon côté</w:t>
      </w:r>
      <w:r w:rsidR="00D37400">
        <w:t xml:space="preserve">. </w:t>
      </w:r>
      <w:r>
        <w:t>Justine s</w:t>
      </w:r>
      <w:r w:rsidR="00D37400">
        <w:t>’</w:t>
      </w:r>
      <w:r>
        <w:t>est glissée sous la table comme une ombre</w:t>
      </w:r>
      <w:r w:rsidR="00D37400">
        <w:t>.</w:t>
      </w:r>
    </w:p>
    <w:p w14:paraId="6952FCA6" w14:textId="77777777" w:rsidR="00D37400" w:rsidRDefault="00636A18">
      <w:r>
        <w:t>Moi</w:t>
      </w:r>
      <w:r w:rsidR="00D37400">
        <w:t xml:space="preserve">, </w:t>
      </w:r>
      <w:r>
        <w:t>je me redresse tout pâle et je regarde cet étrange pe</w:t>
      </w:r>
      <w:r>
        <w:t>r</w:t>
      </w:r>
      <w:r>
        <w:t>sonnage en face</w:t>
      </w:r>
      <w:r w:rsidR="00D37400">
        <w:t xml:space="preserve"> : </w:t>
      </w:r>
      <w:r>
        <w:t>sa barbe blanche</w:t>
      </w:r>
      <w:r w:rsidR="00D37400">
        <w:t xml:space="preserve">, </w:t>
      </w:r>
      <w:r>
        <w:t>qui lui tombe sur l</w:t>
      </w:r>
      <w:r w:rsidR="00D37400">
        <w:t>’</w:t>
      </w:r>
      <w:r>
        <w:t>estomac</w:t>
      </w:r>
      <w:r w:rsidR="00D37400">
        <w:t xml:space="preserve">, </w:t>
      </w:r>
      <w:r>
        <w:t>comme la mousse des vieux bouleaux</w:t>
      </w:r>
      <w:r w:rsidR="00D37400">
        <w:t xml:space="preserve">, </w:t>
      </w:r>
      <w:r>
        <w:t>son nez rouge</w:t>
      </w:r>
      <w:r w:rsidR="00D37400">
        <w:t xml:space="preserve">, </w:t>
      </w:r>
      <w:r>
        <w:t>ses yeux couverts de cils jaunes</w:t>
      </w:r>
      <w:r w:rsidR="00D37400">
        <w:t xml:space="preserve">, </w:t>
      </w:r>
      <w:r>
        <w:t>et je me dis</w:t>
      </w:r>
      <w:r w:rsidR="00D37400">
        <w:t> :</w:t>
      </w:r>
    </w:p>
    <w:p w14:paraId="0E1AAE26" w14:textId="77777777" w:rsidR="00D37400" w:rsidRDefault="00D37400">
      <w:r>
        <w:t>« </w:t>
      </w:r>
      <w:r w:rsidR="00636A18">
        <w:t>S</w:t>
      </w:r>
      <w:r>
        <w:t>’</w:t>
      </w:r>
      <w:r w:rsidR="00636A18">
        <w:t>il veut me prendre</w:t>
      </w:r>
      <w:r>
        <w:t xml:space="preserve">, </w:t>
      </w:r>
      <w:r w:rsidR="00636A18">
        <w:t>mon ami Florentin me soutiendra</w:t>
      </w:r>
      <w:r>
        <w:t xml:space="preserve">, </w:t>
      </w:r>
      <w:r w:rsidR="00636A18">
        <w:t>comme je l</w:t>
      </w:r>
      <w:r>
        <w:t>’</w:t>
      </w:r>
      <w:r w:rsidR="00636A18">
        <w:t>ai soutenu</w:t>
      </w:r>
      <w:r>
        <w:t>.</w:t>
      </w:r>
    </w:p>
    <w:p w14:paraId="42BFAFBE" w14:textId="77777777" w:rsidR="00D37400" w:rsidRDefault="00D37400">
      <w:r>
        <w:t>— </w:t>
      </w:r>
      <w:r w:rsidR="00636A18">
        <w:t>Êtes-vous content des vôtres</w:t>
      </w:r>
      <w:r>
        <w:t xml:space="preserve"> ? </w:t>
      </w:r>
      <w:r w:rsidR="00636A18">
        <w:t>reprend saint Nicolas</w:t>
      </w:r>
      <w:r>
        <w:t>.</w:t>
      </w:r>
    </w:p>
    <w:p w14:paraId="19779C4E" w14:textId="77777777" w:rsidR="00D37400" w:rsidRDefault="00D37400">
      <w:r>
        <w:lastRenderedPageBreak/>
        <w:t>— </w:t>
      </w:r>
      <w:r w:rsidR="00636A18">
        <w:t>Hé</w:t>
      </w:r>
      <w:r>
        <w:t xml:space="preserve"> ! </w:t>
      </w:r>
      <w:r w:rsidR="00636A18">
        <w:t>hé</w:t>
      </w:r>
      <w:r>
        <w:t xml:space="preserve"> ! </w:t>
      </w:r>
      <w:r w:rsidR="00636A18">
        <w:t>dit le père</w:t>
      </w:r>
      <w:r>
        <w:t xml:space="preserve">, </w:t>
      </w:r>
      <w:r w:rsidR="00636A18">
        <w:t>pas trop</w:t>
      </w:r>
      <w:r>
        <w:t xml:space="preserve">… </w:t>
      </w:r>
      <w:r w:rsidR="00636A18">
        <w:t>pas trop</w:t>
      </w:r>
      <w:r>
        <w:t xml:space="preserve">… </w:t>
      </w:r>
      <w:r w:rsidR="00636A18">
        <w:t>Lucien ne sait pas encore lire</w:t>
      </w:r>
      <w:r>
        <w:t>.</w:t>
      </w:r>
    </w:p>
    <w:p w14:paraId="4381A837" w14:textId="77777777" w:rsidR="00D37400" w:rsidRDefault="00D37400">
      <w:r>
        <w:t>— </w:t>
      </w:r>
      <w:r w:rsidR="00636A18">
        <w:t>Il commence</w:t>
      </w:r>
      <w:r>
        <w:t xml:space="preserve">, </w:t>
      </w:r>
      <w:r w:rsidR="00636A18">
        <w:t>dit le capitaine Florentin</w:t>
      </w:r>
      <w:r>
        <w:t xml:space="preserve">, </w:t>
      </w:r>
      <w:r w:rsidR="00636A18">
        <w:t>ça viendra</w:t>
      </w:r>
      <w:r>
        <w:t>.</w:t>
      </w:r>
    </w:p>
    <w:p w14:paraId="26F7773C" w14:textId="77777777" w:rsidR="00D37400" w:rsidRDefault="00D37400">
      <w:r>
        <w:t>— </w:t>
      </w:r>
      <w:r w:rsidR="00636A18">
        <w:t>Et puis</w:t>
      </w:r>
      <w:r>
        <w:t xml:space="preserve">, </w:t>
      </w:r>
      <w:r w:rsidR="00636A18">
        <w:t>dit le père</w:t>
      </w:r>
      <w:r>
        <w:t xml:space="preserve">, </w:t>
      </w:r>
      <w:r w:rsidR="00636A18">
        <w:t>il court dehors dans la neige</w:t>
      </w:r>
      <w:r>
        <w:t xml:space="preserve">, </w:t>
      </w:r>
      <w:r w:rsidR="00636A18">
        <w:t>il ne veut rien écouter</w:t>
      </w:r>
      <w:r>
        <w:t>.</w:t>
      </w:r>
    </w:p>
    <w:p w14:paraId="43CF8CC4" w14:textId="77777777" w:rsidR="00D37400" w:rsidRDefault="00D37400">
      <w:r>
        <w:t>— </w:t>
      </w:r>
      <w:r w:rsidR="00636A18">
        <w:t>Ha</w:t>
      </w:r>
      <w:r>
        <w:t xml:space="preserve"> ! </w:t>
      </w:r>
      <w:r w:rsidR="00636A18">
        <w:t>ha</w:t>
      </w:r>
      <w:r>
        <w:t xml:space="preserve"> ! </w:t>
      </w:r>
      <w:r w:rsidR="00636A18">
        <w:t>fait saint Nicolas</w:t>
      </w:r>
      <w:r>
        <w:t xml:space="preserve">, </w:t>
      </w:r>
      <w:r w:rsidR="00636A18">
        <w:t>c</w:t>
      </w:r>
      <w:r>
        <w:t>’</w:t>
      </w:r>
      <w:r w:rsidR="00636A18">
        <w:t>est donc un gueux</w:t>
      </w:r>
      <w:r>
        <w:t> ! »</w:t>
      </w:r>
      <w:r w:rsidR="00636A18">
        <w:t xml:space="preserve"> Et il étend la main</w:t>
      </w:r>
      <w:r>
        <w:t>.</w:t>
      </w:r>
    </w:p>
    <w:p w14:paraId="2B628AB4" w14:textId="77777777" w:rsidR="00D37400" w:rsidRDefault="00636A18">
      <w:r>
        <w:t>Ma mère me prend entre ses genoux</w:t>
      </w:r>
      <w:r w:rsidR="00D37400">
        <w:t>.</w:t>
      </w:r>
    </w:p>
    <w:p w14:paraId="0465E263" w14:textId="0C581D23" w:rsidR="00636A18" w:rsidRDefault="00D37400">
      <w:pPr>
        <w:rPr>
          <w:szCs w:val="36"/>
        </w:rPr>
      </w:pPr>
      <w:r>
        <w:t>« </w:t>
      </w:r>
      <w:r w:rsidR="00636A18">
        <w:t>Non</w:t>
      </w:r>
      <w:r>
        <w:t xml:space="preserve">, </w:t>
      </w:r>
      <w:r w:rsidR="00636A18">
        <w:t>laissez-le-nous encore pour cette fois</w:t>
      </w:r>
      <w:r>
        <w:t xml:space="preserve">, </w:t>
      </w:r>
      <w:r w:rsidR="00636A18">
        <w:t>saint Nic</w:t>
      </w:r>
      <w:r w:rsidR="00636A18">
        <w:t>o</w:t>
      </w:r>
      <w:r w:rsidR="00636A18">
        <w:t>las</w:t>
      </w:r>
      <w:r>
        <w:t xml:space="preserve"> ; </w:t>
      </w:r>
      <w:r w:rsidR="00636A18">
        <w:t>il deviendra plus sage</w:t>
      </w:r>
      <w:r>
        <w:t xml:space="preserve">… </w:t>
      </w:r>
      <w:r w:rsidR="00636A18">
        <w:t>n</w:t>
      </w:r>
      <w:r>
        <w:t>’</w:t>
      </w:r>
      <w:r w:rsidR="00636A18">
        <w:t>est-ce pas</w:t>
      </w:r>
      <w:r>
        <w:t xml:space="preserve">, </w:t>
      </w:r>
      <w:r w:rsidR="00636A18">
        <w:t>mon enfant</w:t>
      </w:r>
      <w:r>
        <w:t> ? »</w:t>
      </w:r>
    </w:p>
    <w:p w14:paraId="249912B7" w14:textId="77777777" w:rsidR="00D37400" w:rsidRDefault="00636A18">
      <w:r>
        <w:t>Je serre les lèvres sans répondre</w:t>
      </w:r>
      <w:r w:rsidR="00D37400">
        <w:t xml:space="preserve">, </w:t>
      </w:r>
      <w:r>
        <w:t>et derrière moi</w:t>
      </w:r>
      <w:r w:rsidR="00D37400">
        <w:t xml:space="preserve">, </w:t>
      </w:r>
      <w:r>
        <w:t>sous la table</w:t>
      </w:r>
      <w:r w:rsidR="00D37400">
        <w:t xml:space="preserve">, </w:t>
      </w:r>
      <w:r>
        <w:t>Justine me retient par la jambe</w:t>
      </w:r>
      <w:r w:rsidR="00D37400">
        <w:t>.</w:t>
      </w:r>
    </w:p>
    <w:p w14:paraId="1DF9BE16" w14:textId="77777777" w:rsidR="00D37400" w:rsidRDefault="00D37400">
      <w:r>
        <w:t>« </w:t>
      </w:r>
      <w:r w:rsidR="00636A18">
        <w:t>Et l</w:t>
      </w:r>
      <w:r>
        <w:t>’</w:t>
      </w:r>
      <w:r w:rsidR="00636A18">
        <w:t>autre</w:t>
      </w:r>
      <w:r>
        <w:t xml:space="preserve"> ? </w:t>
      </w:r>
      <w:r w:rsidR="00636A18">
        <w:t>s</w:t>
      </w:r>
      <w:r>
        <w:t>’</w:t>
      </w:r>
      <w:r w:rsidR="00636A18">
        <w:t>écrie saint Nicolas</w:t>
      </w:r>
      <w:r>
        <w:t xml:space="preserve">, </w:t>
      </w:r>
      <w:r w:rsidR="00636A18">
        <w:t>en se tournant vers le capitaine Vidal</w:t>
      </w:r>
      <w:r>
        <w:t>.</w:t>
      </w:r>
    </w:p>
    <w:p w14:paraId="7EC54000" w14:textId="77777777" w:rsidR="00D37400" w:rsidRDefault="00D37400">
      <w:r>
        <w:t>— </w:t>
      </w:r>
      <w:r w:rsidR="00636A18">
        <w:t>Moi</w:t>
      </w:r>
      <w:r>
        <w:t xml:space="preserve">, </w:t>
      </w:r>
      <w:r w:rsidR="00636A18">
        <w:t>dit le vieux grognon</w:t>
      </w:r>
      <w:r>
        <w:t xml:space="preserve">, </w:t>
      </w:r>
      <w:r w:rsidR="00636A18">
        <w:t>je ne suis pas content du tout</w:t>
      </w:r>
      <w:r>
        <w:t xml:space="preserve">… </w:t>
      </w:r>
      <w:r w:rsidR="00636A18">
        <w:t>pas du tout</w:t>
      </w:r>
      <w:r>
        <w:t xml:space="preserve"> !… </w:t>
      </w:r>
      <w:r w:rsidR="00636A18">
        <w:t>Justine n</w:t>
      </w:r>
      <w:r>
        <w:t>’</w:t>
      </w:r>
      <w:r w:rsidR="00636A18">
        <w:t>obéit pas</w:t>
      </w:r>
      <w:r>
        <w:t xml:space="preserve">… </w:t>
      </w:r>
      <w:r w:rsidR="00636A18">
        <w:t>Justine n</w:t>
      </w:r>
      <w:r>
        <w:t>’</w:t>
      </w:r>
      <w:r w:rsidR="00636A18">
        <w:t>écoute rien</w:t>
      </w:r>
      <w:r>
        <w:t xml:space="preserve">… </w:t>
      </w:r>
      <w:r w:rsidR="00636A18">
        <w:t>Ju</w:t>
      </w:r>
      <w:r w:rsidR="00636A18">
        <w:t>s</w:t>
      </w:r>
      <w:r w:rsidR="00636A18">
        <w:t>tine</w:t>
      </w:r>
      <w:r>
        <w:t>…</w:t>
      </w:r>
    </w:p>
    <w:p w14:paraId="29FACAB0" w14:textId="10FE1701" w:rsidR="00636A18" w:rsidRDefault="00D37400">
      <w:pPr>
        <w:rPr>
          <w:szCs w:val="36"/>
        </w:rPr>
      </w:pPr>
      <w:r>
        <w:t>— </w:t>
      </w:r>
      <w:r w:rsidR="00636A18">
        <w:t>C</w:t>
      </w:r>
      <w:r>
        <w:t>’</w:t>
      </w:r>
      <w:r w:rsidR="00636A18">
        <w:t>est bon</w:t>
      </w:r>
      <w:r>
        <w:t xml:space="preserve"> !… </w:t>
      </w:r>
      <w:r w:rsidR="00636A18">
        <w:t>c</w:t>
      </w:r>
      <w:r>
        <w:t>’</w:t>
      </w:r>
      <w:r w:rsidR="00636A18">
        <w:t>est bon</w:t>
      </w:r>
      <w:r>
        <w:t xml:space="preserve"> ! </w:t>
      </w:r>
      <w:r w:rsidR="00636A18">
        <w:t>Où est-elle</w:t>
      </w:r>
      <w:r>
        <w:t xml:space="preserve"> ? </w:t>
      </w:r>
      <w:r w:rsidR="00636A18">
        <w:t>je vais l</w:t>
      </w:r>
      <w:r>
        <w:t>’</w:t>
      </w:r>
      <w:r w:rsidR="00636A18">
        <w:t>empoigner</w:t>
      </w:r>
      <w:r>
        <w:t xml:space="preserve">, </w:t>
      </w:r>
      <w:r w:rsidR="00636A18">
        <w:t>interrompt saint Nicolas</w:t>
      </w:r>
      <w:r>
        <w:t xml:space="preserve"> ; </w:t>
      </w:r>
      <w:r w:rsidR="00636A18">
        <w:t>où est-elle</w:t>
      </w:r>
      <w:r>
        <w:t> ? »</w:t>
      </w:r>
    </w:p>
    <w:p w14:paraId="45126677" w14:textId="77777777" w:rsidR="00D37400" w:rsidRDefault="00636A18">
      <w:r>
        <w:t>Et il se baisse</w:t>
      </w:r>
      <w:r w:rsidR="00D37400">
        <w:t>.</w:t>
      </w:r>
    </w:p>
    <w:p w14:paraId="6FDD96F7" w14:textId="77777777" w:rsidR="00D37400" w:rsidRDefault="00636A18">
      <w:r>
        <w:t>Justine crie</w:t>
      </w:r>
      <w:r w:rsidR="00D37400">
        <w:t> :</w:t>
      </w:r>
    </w:p>
    <w:p w14:paraId="635792C2" w14:textId="6DF1C9F4" w:rsidR="00636A18" w:rsidRDefault="00D37400">
      <w:pPr>
        <w:rPr>
          <w:szCs w:val="36"/>
        </w:rPr>
      </w:pPr>
      <w:r>
        <w:t>« </w:t>
      </w:r>
      <w:r w:rsidR="00636A18">
        <w:t>Lucien</w:t>
      </w:r>
      <w:r>
        <w:t xml:space="preserve"> ! </w:t>
      </w:r>
      <w:r w:rsidR="00636A18">
        <w:t>Lucien</w:t>
      </w:r>
      <w:r>
        <w:t> ! »</w:t>
      </w:r>
    </w:p>
    <w:p w14:paraId="3CBD9FA5" w14:textId="77777777" w:rsidR="00D37400" w:rsidRDefault="00636A18">
      <w:r>
        <w:t>Alors</w:t>
      </w:r>
      <w:r w:rsidR="00D37400">
        <w:t xml:space="preserve">, </w:t>
      </w:r>
      <w:r>
        <w:t>fou de colère</w:t>
      </w:r>
      <w:r w:rsidR="00D37400">
        <w:t xml:space="preserve">, </w:t>
      </w:r>
      <w:r>
        <w:t>je me jette devant elle</w:t>
      </w:r>
      <w:r w:rsidR="00D37400">
        <w:t xml:space="preserve">, </w:t>
      </w:r>
      <w:r>
        <w:t>les poings fe</w:t>
      </w:r>
      <w:r>
        <w:t>r</w:t>
      </w:r>
      <w:r>
        <w:t>més</w:t>
      </w:r>
      <w:r w:rsidR="00D37400">
        <w:t xml:space="preserve">, </w:t>
      </w:r>
      <w:r>
        <w:t>et saint Nicolas recule en disant</w:t>
      </w:r>
      <w:r w:rsidR="00D37400">
        <w:t> :</w:t>
      </w:r>
    </w:p>
    <w:p w14:paraId="4A11EEA1" w14:textId="22F56F5A" w:rsidR="00636A18" w:rsidRDefault="00D37400">
      <w:pPr>
        <w:rPr>
          <w:szCs w:val="36"/>
        </w:rPr>
      </w:pPr>
      <w:r>
        <w:lastRenderedPageBreak/>
        <w:t>« </w:t>
      </w:r>
      <w:r w:rsidR="00636A18">
        <w:t>Tu veux donc que je te mette dans ma hotte</w:t>
      </w:r>
      <w:r>
        <w:t xml:space="preserve">, </w:t>
      </w:r>
      <w:r w:rsidR="00636A18">
        <w:t>mauvais garnement</w:t>
      </w:r>
      <w:r>
        <w:t xml:space="preserve"> ?… </w:t>
      </w:r>
      <w:r w:rsidR="00636A18">
        <w:t>Arrive</w:t>
      </w:r>
      <w:r>
        <w:t> ! »</w:t>
      </w:r>
    </w:p>
    <w:p w14:paraId="5AD134DF" w14:textId="77777777" w:rsidR="00D37400" w:rsidRDefault="00636A18">
      <w:r>
        <w:t>Mais tout le monde était content de moi</w:t>
      </w:r>
      <w:r w:rsidR="00D37400">
        <w:t xml:space="preserve"> ; </w:t>
      </w:r>
      <w:r>
        <w:t>le père Vidal lui-même riait</w:t>
      </w:r>
      <w:r w:rsidR="00D37400">
        <w:t>.</w:t>
      </w:r>
    </w:p>
    <w:p w14:paraId="69ADAC5C" w14:textId="51A24F83" w:rsidR="00636A18" w:rsidRDefault="00D37400">
      <w:pPr>
        <w:rPr>
          <w:szCs w:val="36"/>
        </w:rPr>
      </w:pPr>
      <w:r>
        <w:t>« </w:t>
      </w:r>
      <w:r w:rsidR="00636A18">
        <w:t>Allons</w:t>
      </w:r>
      <w:r>
        <w:t xml:space="preserve">… </w:t>
      </w:r>
      <w:r w:rsidR="00636A18">
        <w:t>allons</w:t>
      </w:r>
      <w:r>
        <w:t xml:space="preserve">… </w:t>
      </w:r>
      <w:r w:rsidR="00636A18">
        <w:t>disait-il</w:t>
      </w:r>
      <w:r>
        <w:t xml:space="preserve">, </w:t>
      </w:r>
      <w:r w:rsidR="00636A18">
        <w:t>c</w:t>
      </w:r>
      <w:r>
        <w:t>’</w:t>
      </w:r>
      <w:r w:rsidR="00636A18">
        <w:t>est bien</w:t>
      </w:r>
      <w:r>
        <w:t xml:space="preserve">… </w:t>
      </w:r>
      <w:r w:rsidR="00636A18">
        <w:t>Il la défendrait bien</w:t>
      </w:r>
      <w:r>
        <w:t xml:space="preserve">… </w:t>
      </w:r>
      <w:r w:rsidR="00636A18">
        <w:t>il ne la laisserait pas enlever par les cosaques</w:t>
      </w:r>
      <w:r>
        <w:t xml:space="preserve">. </w:t>
      </w:r>
      <w:r w:rsidR="00636A18">
        <w:t>Arrive ici que je t</w:t>
      </w:r>
      <w:r>
        <w:t>’</w:t>
      </w:r>
      <w:r w:rsidR="00636A18">
        <w:t>embrasse</w:t>
      </w:r>
      <w:r>
        <w:t> ! »</w:t>
      </w:r>
    </w:p>
    <w:p w14:paraId="6912C9D6" w14:textId="77777777" w:rsidR="00D37400" w:rsidRDefault="00636A18">
      <w:r>
        <w:t>Et Nicole aussi m</w:t>
      </w:r>
      <w:r w:rsidR="00D37400">
        <w:t>’</w:t>
      </w:r>
      <w:r>
        <w:t>embrassait</w:t>
      </w:r>
      <w:r w:rsidR="00D37400">
        <w:t>.</w:t>
      </w:r>
    </w:p>
    <w:p w14:paraId="7D91D23C" w14:textId="77777777" w:rsidR="00D37400" w:rsidRDefault="00636A18">
      <w:r>
        <w:t>Sébastien était fier de son ami</w:t>
      </w:r>
      <w:r w:rsidR="00D37400">
        <w:t>.</w:t>
      </w:r>
    </w:p>
    <w:p w14:paraId="761A91B6" w14:textId="10D60531" w:rsidR="00636A18" w:rsidRDefault="00D37400">
      <w:r>
        <w:t>« </w:t>
      </w:r>
      <w:r w:rsidR="00636A18">
        <w:t>Je vous l</w:t>
      </w:r>
      <w:r>
        <w:t>’</w:t>
      </w:r>
      <w:r w:rsidR="00636A18">
        <w:t>avais bien dit</w:t>
      </w:r>
      <w:r>
        <w:t xml:space="preserve">, </w:t>
      </w:r>
      <w:r w:rsidR="00636A18">
        <w:t>s</w:t>
      </w:r>
      <w:r>
        <w:t>’</w:t>
      </w:r>
      <w:r w:rsidR="00636A18">
        <w:t>écriait-il de sa grande voix</w:t>
      </w:r>
      <w:r>
        <w:t xml:space="preserve">, </w:t>
      </w:r>
      <w:r w:rsidR="00636A18">
        <w:t>tout joyeux</w:t>
      </w:r>
      <w:r>
        <w:t xml:space="preserve">, </w:t>
      </w:r>
      <w:r w:rsidR="00636A18">
        <w:t>c</w:t>
      </w:r>
      <w:r>
        <w:t>’</w:t>
      </w:r>
      <w:r w:rsidR="00636A18">
        <w:t>est un brave</w:t>
      </w:r>
      <w:r>
        <w:t> ! »</w:t>
      </w:r>
    </w:p>
    <w:p w14:paraId="20187E46" w14:textId="77777777" w:rsidR="00D37400" w:rsidRDefault="00636A18">
      <w:r>
        <w:t>Dans ce moment</w:t>
      </w:r>
      <w:r w:rsidR="00D37400">
        <w:t xml:space="preserve">, </w:t>
      </w:r>
      <w:r>
        <w:t>une grêle de noix roulait sur le plancher</w:t>
      </w:r>
      <w:r w:rsidR="00D37400">
        <w:t xml:space="preserve">, </w:t>
      </w:r>
      <w:r>
        <w:t>l</w:t>
      </w:r>
      <w:r w:rsidR="00D37400">
        <w:t>’</w:t>
      </w:r>
      <w:r>
        <w:t>âne se remettait à braire</w:t>
      </w:r>
      <w:r w:rsidR="00D37400">
        <w:t xml:space="preserve">, </w:t>
      </w:r>
      <w:r>
        <w:t>et saint Nicolas</w:t>
      </w:r>
      <w:r w:rsidR="00D37400">
        <w:t xml:space="preserve">, </w:t>
      </w:r>
      <w:r>
        <w:t>le dos rond</w:t>
      </w:r>
      <w:r w:rsidR="00D37400">
        <w:t xml:space="preserve">, </w:t>
      </w:r>
      <w:r>
        <w:t>le ch</w:t>
      </w:r>
      <w:r>
        <w:t>a</w:t>
      </w:r>
      <w:r>
        <w:t>peau d</w:t>
      </w:r>
      <w:r w:rsidR="00D37400">
        <w:t>’</w:t>
      </w:r>
      <w:r>
        <w:t>évêque penché sur la nuque</w:t>
      </w:r>
      <w:r w:rsidR="00D37400">
        <w:t xml:space="preserve">, </w:t>
      </w:r>
      <w:r>
        <w:t>s</w:t>
      </w:r>
      <w:r w:rsidR="00D37400">
        <w:t>’</w:t>
      </w:r>
      <w:r>
        <w:t>en allait traînant l</w:t>
      </w:r>
      <w:r w:rsidR="00D37400">
        <w:t>’</w:t>
      </w:r>
      <w:r>
        <w:t>âne par son licou</w:t>
      </w:r>
      <w:r w:rsidR="00D37400">
        <w:t xml:space="preserve">, </w:t>
      </w:r>
      <w:r>
        <w:t>en allongeant le pas</w:t>
      </w:r>
      <w:r w:rsidR="00D37400">
        <w:t>.</w:t>
      </w:r>
    </w:p>
    <w:p w14:paraId="3038FA38" w14:textId="77777777" w:rsidR="00D37400" w:rsidRDefault="00636A18">
      <w:r>
        <w:t>Un coup de vent entrait</w:t>
      </w:r>
      <w:r w:rsidR="00D37400">
        <w:t xml:space="preserve">, </w:t>
      </w:r>
      <w:r>
        <w:t>faisant tourbillonner la lampe</w:t>
      </w:r>
      <w:r w:rsidR="00D37400">
        <w:t xml:space="preserve">, </w:t>
      </w:r>
      <w:r>
        <w:t>et l</w:t>
      </w:r>
      <w:r w:rsidR="00D37400">
        <w:t>’</w:t>
      </w:r>
      <w:r>
        <w:t>on entendait chanter dehors la foule des enfants</w:t>
      </w:r>
      <w:r w:rsidR="00D37400">
        <w:t> :</w:t>
      </w:r>
    </w:p>
    <w:p w14:paraId="0A11A67C" w14:textId="77777777" w:rsidR="00D37400" w:rsidRDefault="00636A18">
      <w:pPr>
        <w:pStyle w:val="Taille-1RetraitGauche3X"/>
        <w:spacing w:before="0" w:after="0"/>
        <w:rPr>
          <w:iCs/>
        </w:rPr>
      </w:pPr>
      <w:r>
        <w:rPr>
          <w:iCs/>
        </w:rPr>
        <w:t>Saint Nicolas Barbara</w:t>
      </w:r>
      <w:r w:rsidR="00D37400">
        <w:rPr>
          <w:iCs/>
        </w:rPr>
        <w:t>,</w:t>
      </w:r>
    </w:p>
    <w:p w14:paraId="65B0EC2A" w14:textId="77777777" w:rsidR="00D37400" w:rsidRDefault="00636A18">
      <w:pPr>
        <w:pStyle w:val="Taille-1RetraitGauche3X"/>
        <w:spacing w:before="0" w:after="0"/>
        <w:rPr>
          <w:iCs/>
        </w:rPr>
      </w:pPr>
      <w:r>
        <w:rPr>
          <w:iCs/>
        </w:rPr>
        <w:t>Marchand d</w:t>
      </w:r>
      <w:r w:rsidR="00D37400">
        <w:rPr>
          <w:iCs/>
        </w:rPr>
        <w:t>’</w:t>
      </w:r>
      <w:r>
        <w:rPr>
          <w:iCs/>
        </w:rPr>
        <w:t>allumettes</w:t>
      </w:r>
      <w:r w:rsidR="00D37400">
        <w:rPr>
          <w:iCs/>
        </w:rPr>
        <w:t>…</w:t>
      </w:r>
    </w:p>
    <w:p w14:paraId="57D57222" w14:textId="77777777" w:rsidR="00D37400" w:rsidRDefault="00636A18">
      <w:pPr>
        <w:pStyle w:val="Taille-1RetraitGauche3X"/>
        <w:spacing w:before="0" w:after="0"/>
        <w:rPr>
          <w:iCs/>
        </w:rPr>
      </w:pPr>
      <w:proofErr w:type="spellStart"/>
      <w:r>
        <w:rPr>
          <w:iCs/>
        </w:rPr>
        <w:t>Y-â</w:t>
      </w:r>
      <w:proofErr w:type="spellEnd"/>
      <w:r w:rsidR="00D37400">
        <w:rPr>
          <w:iCs/>
        </w:rPr>
        <w:t xml:space="preserve"> !… </w:t>
      </w:r>
      <w:r>
        <w:rPr>
          <w:iCs/>
        </w:rPr>
        <w:t>y-â</w:t>
      </w:r>
      <w:r w:rsidR="00D37400">
        <w:rPr>
          <w:iCs/>
        </w:rPr>
        <w:t> !…</w:t>
      </w:r>
    </w:p>
    <w:p w14:paraId="36F49691" w14:textId="77777777" w:rsidR="00D37400" w:rsidRDefault="00636A18">
      <w:r>
        <w:t>Rose allait refermer notre porte</w:t>
      </w:r>
      <w:r w:rsidR="00D37400">
        <w:t xml:space="preserve"> ; </w:t>
      </w:r>
      <w:r>
        <w:t>Justine</w:t>
      </w:r>
      <w:r w:rsidR="00D37400">
        <w:t xml:space="preserve">, </w:t>
      </w:r>
      <w:r>
        <w:t>encore tout i</w:t>
      </w:r>
      <w:r>
        <w:t>n</w:t>
      </w:r>
      <w:r>
        <w:t>quiète</w:t>
      </w:r>
      <w:r w:rsidR="00D37400">
        <w:t xml:space="preserve">, </w:t>
      </w:r>
      <w:r>
        <w:t>sortait de dessous la table</w:t>
      </w:r>
      <w:r w:rsidR="00D37400">
        <w:t xml:space="preserve"> ; </w:t>
      </w:r>
      <w:r>
        <w:t>on nous distribuait ce que saint Nicolas avait apporté</w:t>
      </w:r>
      <w:r w:rsidR="00D37400">
        <w:t xml:space="preserve"> : </w:t>
      </w:r>
      <w:r>
        <w:t>des pommes</w:t>
      </w:r>
      <w:r w:rsidR="00D37400">
        <w:t xml:space="preserve">, </w:t>
      </w:r>
      <w:r>
        <w:t>des noix</w:t>
      </w:r>
      <w:r w:rsidR="00D37400">
        <w:t xml:space="preserve">, </w:t>
      </w:r>
      <w:r>
        <w:t>des gâteaux de pain d</w:t>
      </w:r>
      <w:r w:rsidR="00D37400">
        <w:t>’</w:t>
      </w:r>
      <w:r>
        <w:t>épice</w:t>
      </w:r>
      <w:r w:rsidR="00D37400">
        <w:t xml:space="preserve">. </w:t>
      </w:r>
      <w:r>
        <w:t>On nous montrait aussi sur la table une grande verge de coudrier</w:t>
      </w:r>
      <w:r w:rsidR="00D37400">
        <w:t xml:space="preserve">, </w:t>
      </w:r>
      <w:r>
        <w:t>qu</w:t>
      </w:r>
      <w:r w:rsidR="00D37400">
        <w:t>’</w:t>
      </w:r>
      <w:r>
        <w:t>il avait laissée là pour nous avertir d</w:t>
      </w:r>
      <w:r w:rsidR="00D37400">
        <w:t>’</w:t>
      </w:r>
      <w:r>
        <w:t>être plus obéissants à l</w:t>
      </w:r>
      <w:r w:rsidR="00D37400">
        <w:t>’</w:t>
      </w:r>
      <w:r>
        <w:t>avenir</w:t>
      </w:r>
      <w:r w:rsidR="00D37400">
        <w:t>.</w:t>
      </w:r>
    </w:p>
    <w:p w14:paraId="377F3105" w14:textId="77777777" w:rsidR="00D37400" w:rsidRDefault="00636A18">
      <w:r>
        <w:t>Telle était autrefois la visite de saint Nicolas</w:t>
      </w:r>
      <w:r w:rsidR="00D37400">
        <w:t xml:space="preserve">, </w:t>
      </w:r>
      <w:r>
        <w:t>au cœur de l</w:t>
      </w:r>
      <w:r w:rsidR="00D37400">
        <w:t>’</w:t>
      </w:r>
      <w:r>
        <w:t>hiver</w:t>
      </w:r>
      <w:r w:rsidR="00D37400">
        <w:t xml:space="preserve">, </w:t>
      </w:r>
      <w:r>
        <w:t>dans notre vieille Lorraine</w:t>
      </w:r>
      <w:r w:rsidR="00D37400">
        <w:t>.</w:t>
      </w:r>
    </w:p>
    <w:p w14:paraId="7B13C101" w14:textId="77777777" w:rsidR="00D37400" w:rsidRDefault="00636A18">
      <w:r>
        <w:lastRenderedPageBreak/>
        <w:t>Pauvre saint Nicolas</w:t>
      </w:r>
      <w:r w:rsidR="00D37400">
        <w:t xml:space="preserve"> ! </w:t>
      </w:r>
      <w:r>
        <w:t>le chemin de fer t</w:t>
      </w:r>
      <w:r w:rsidR="00D37400">
        <w:t>’</w:t>
      </w:r>
      <w:r>
        <w:t>a emporté comme tant d</w:t>
      </w:r>
      <w:r w:rsidR="00D37400">
        <w:t>’</w:t>
      </w:r>
      <w:r>
        <w:t>autres choses</w:t>
      </w:r>
      <w:r w:rsidR="00D37400">
        <w:t>.</w:t>
      </w:r>
    </w:p>
    <w:p w14:paraId="7D21F7E6" w14:textId="25885AE5" w:rsidR="00636A18" w:rsidRDefault="00636A18" w:rsidP="00D37400">
      <w:pPr>
        <w:pStyle w:val="Titre2"/>
        <w:pageBreakBefore/>
      </w:pPr>
      <w:bookmarkStart w:id="12" w:name="_Toc344229461"/>
      <w:bookmarkStart w:id="13" w:name="_Toc194835724"/>
      <w:r>
        <w:lastRenderedPageBreak/>
        <w:t>VI</w:t>
      </w:r>
      <w:bookmarkEnd w:id="12"/>
      <w:bookmarkEnd w:id="13"/>
    </w:p>
    <w:p w14:paraId="631BB67A" w14:textId="77777777" w:rsidR="00D37400" w:rsidRDefault="00636A18">
      <w:r>
        <w:t>Vers la fin de cet hiver</w:t>
      </w:r>
      <w:r w:rsidR="00D37400">
        <w:t xml:space="preserve">, </w:t>
      </w:r>
      <w:r>
        <w:t>il se fit de grands changements chez nous</w:t>
      </w:r>
      <w:r w:rsidR="00D37400">
        <w:t>.</w:t>
      </w:r>
    </w:p>
    <w:p w14:paraId="25268FB7" w14:textId="77777777" w:rsidR="00D37400" w:rsidRDefault="00636A18">
      <w:r>
        <w:t>Le soir</w:t>
      </w:r>
      <w:r w:rsidR="00D37400">
        <w:t xml:space="preserve">, </w:t>
      </w:r>
      <w:r>
        <w:t>pendant que l</w:t>
      </w:r>
      <w:r w:rsidR="00D37400">
        <w:t>’</w:t>
      </w:r>
      <w:r>
        <w:t>on comptait l</w:t>
      </w:r>
      <w:r w:rsidR="00D37400">
        <w:t>’</w:t>
      </w:r>
      <w:r>
        <w:t>argent et que le père le mettait en rouleaux</w:t>
      </w:r>
      <w:r w:rsidR="00D37400">
        <w:t xml:space="preserve">, </w:t>
      </w:r>
      <w:r>
        <w:t>il ne venait autrefois que trois ou quatre o</w:t>
      </w:r>
      <w:r>
        <w:t>f</w:t>
      </w:r>
      <w:r>
        <w:t>ficiers plus ou moins éclopés</w:t>
      </w:r>
      <w:r w:rsidR="00D37400">
        <w:t xml:space="preserve">, </w:t>
      </w:r>
      <w:r>
        <w:t>qui restaient assis derrière le fourneau</w:t>
      </w:r>
      <w:r w:rsidR="00D37400">
        <w:t xml:space="preserve">, </w:t>
      </w:r>
      <w:r>
        <w:t>toujours à se plaindre de leur balle qui descendait</w:t>
      </w:r>
      <w:r w:rsidR="00D37400">
        <w:t xml:space="preserve">, </w:t>
      </w:r>
      <w:r>
        <w:t>car ils avaient presque tous une balle que le médecin du régiment n</w:t>
      </w:r>
      <w:r w:rsidR="00D37400">
        <w:t>’</w:t>
      </w:r>
      <w:r>
        <w:t>avait pu leur extraire</w:t>
      </w:r>
      <w:r w:rsidR="00D37400">
        <w:t>.</w:t>
      </w:r>
    </w:p>
    <w:p w14:paraId="42EA1F26" w14:textId="77777777" w:rsidR="00D37400" w:rsidRDefault="00636A18">
      <w:r>
        <w:t>On les écoutait</w:t>
      </w:r>
      <w:r w:rsidR="00D37400">
        <w:t xml:space="preserve">, </w:t>
      </w:r>
      <w:r>
        <w:t>tout en causant des affaires</w:t>
      </w:r>
      <w:r w:rsidR="00D37400">
        <w:t xml:space="preserve">, </w:t>
      </w:r>
      <w:r>
        <w:t>de la vente du jour</w:t>
      </w:r>
      <w:r w:rsidR="00D37400">
        <w:t xml:space="preserve">, </w:t>
      </w:r>
      <w:r>
        <w:t>des prochaines échéances</w:t>
      </w:r>
      <w:r w:rsidR="00D37400">
        <w:t xml:space="preserve">, </w:t>
      </w:r>
      <w:r>
        <w:t>et</w:t>
      </w:r>
      <w:r w:rsidR="00D37400">
        <w:t xml:space="preserve">, </w:t>
      </w:r>
      <w:r>
        <w:t>vers dix heures</w:t>
      </w:r>
      <w:r w:rsidR="00D37400">
        <w:t xml:space="preserve">, </w:t>
      </w:r>
      <w:r>
        <w:t>on se do</w:t>
      </w:r>
      <w:r>
        <w:t>n</w:t>
      </w:r>
      <w:r>
        <w:t>nait le bonsoir</w:t>
      </w:r>
      <w:r w:rsidR="00D37400">
        <w:t>.</w:t>
      </w:r>
    </w:p>
    <w:p w14:paraId="33E35101" w14:textId="2A7263C8" w:rsidR="00D37400" w:rsidRDefault="00636A18">
      <w:r>
        <w:t>Mais</w:t>
      </w:r>
      <w:r w:rsidR="00D37400">
        <w:t xml:space="preserve">, </w:t>
      </w:r>
      <w:r>
        <w:t>dès les premiers jours de janvier 1830</w:t>
      </w:r>
      <w:r w:rsidR="00D37400">
        <w:t xml:space="preserve">, </w:t>
      </w:r>
      <w:r>
        <w:t>tout à coup notre arrière-boutique devint le rendez-vous d</w:t>
      </w:r>
      <w:r w:rsidR="00D37400">
        <w:t>’</w:t>
      </w:r>
      <w:r>
        <w:t>autres perso</w:t>
      </w:r>
      <w:r>
        <w:t>n</w:t>
      </w:r>
      <w:r>
        <w:t>nages</w:t>
      </w:r>
      <w:r w:rsidR="00D37400">
        <w:t> : M. </w:t>
      </w:r>
      <w:r>
        <w:t>Désiré Parmentier</w:t>
      </w:r>
      <w:r w:rsidR="00D37400">
        <w:t xml:space="preserve">, </w:t>
      </w:r>
      <w:r>
        <w:t>fils du baron Parmentier</w:t>
      </w:r>
      <w:r w:rsidR="00D37400">
        <w:t xml:space="preserve">, </w:t>
      </w:r>
      <w:r>
        <w:t>ancien maire de Phalsbourg sous l</w:t>
      </w:r>
      <w:r w:rsidR="00D37400">
        <w:t>’</w:t>
      </w:r>
      <w:r>
        <w:t>Empire</w:t>
      </w:r>
      <w:r w:rsidR="00D37400">
        <w:t xml:space="preserve">, </w:t>
      </w:r>
      <w:r>
        <w:t>le notaire Eschbach</w:t>
      </w:r>
      <w:r w:rsidR="00D37400">
        <w:t xml:space="preserve">, </w:t>
      </w:r>
      <w:r>
        <w:t>l</w:t>
      </w:r>
      <w:r w:rsidR="00D37400">
        <w:t>’</w:t>
      </w:r>
      <w:r>
        <w:t xml:space="preserve">entrepreneur des fortifications </w:t>
      </w:r>
      <w:proofErr w:type="spellStart"/>
      <w:r>
        <w:t>Lemblin</w:t>
      </w:r>
      <w:proofErr w:type="spellEnd"/>
      <w:r w:rsidR="00D37400">
        <w:t xml:space="preserve">, </w:t>
      </w:r>
      <w:r>
        <w:t xml:space="preserve">le gros percepteur </w:t>
      </w:r>
      <w:proofErr w:type="spellStart"/>
      <w:r>
        <w:t>Bougel</w:t>
      </w:r>
      <w:proofErr w:type="spellEnd"/>
      <w:r w:rsidR="00D37400">
        <w:t xml:space="preserve">, </w:t>
      </w:r>
      <w:r>
        <w:t>parlant haut</w:t>
      </w:r>
      <w:r w:rsidR="00D37400">
        <w:t xml:space="preserve">, </w:t>
      </w:r>
      <w:r>
        <w:t>le ventre garni de breloques</w:t>
      </w:r>
      <w:r w:rsidR="00D37400">
        <w:t xml:space="preserve"> ; </w:t>
      </w:r>
      <w:r>
        <w:t>que sais-je</w:t>
      </w:r>
      <w:r w:rsidR="00D37400">
        <w:t xml:space="preserve"> ? </w:t>
      </w:r>
      <w:r>
        <w:t>tous les gens considérables de la ville</w:t>
      </w:r>
      <w:r w:rsidR="00D37400">
        <w:t xml:space="preserve">, </w:t>
      </w:r>
      <w:r>
        <w:t>sauf les royalistes et les jésuites</w:t>
      </w:r>
      <w:r w:rsidR="00D37400">
        <w:t xml:space="preserve">, </w:t>
      </w:r>
      <w:r>
        <w:t>fréquentaient notre maison</w:t>
      </w:r>
      <w:r w:rsidR="00D37400">
        <w:t>.</w:t>
      </w:r>
    </w:p>
    <w:p w14:paraId="5AC4E4B1" w14:textId="77777777" w:rsidR="00D37400" w:rsidRDefault="00636A18">
      <w:r>
        <w:t>Et le soir</w:t>
      </w:r>
      <w:r w:rsidR="00D37400">
        <w:t xml:space="preserve">, </w:t>
      </w:r>
      <w:r>
        <w:t>on ne parlait plus que de Polignac</w:t>
      </w:r>
      <w:r w:rsidR="00D37400">
        <w:t xml:space="preserve">, </w:t>
      </w:r>
      <w:r>
        <w:t>de Bourmont</w:t>
      </w:r>
      <w:r w:rsidR="00D37400">
        <w:t xml:space="preserve">, </w:t>
      </w:r>
      <w:r>
        <w:t>de la garde suisse</w:t>
      </w:r>
      <w:r w:rsidR="00D37400">
        <w:t xml:space="preserve">, </w:t>
      </w:r>
      <w:r>
        <w:t>etc</w:t>
      </w:r>
      <w:r w:rsidR="00D37400">
        <w:t>.</w:t>
      </w:r>
    </w:p>
    <w:p w14:paraId="10BE55E5" w14:textId="77777777" w:rsidR="00D37400" w:rsidRDefault="00636A18">
      <w:r>
        <w:t>Mon père ne pouvait s</w:t>
      </w:r>
      <w:r w:rsidR="00D37400">
        <w:t>’</w:t>
      </w:r>
      <w:r>
        <w:t>empêcher d</w:t>
      </w:r>
      <w:r w:rsidR="00D37400">
        <w:t>’</w:t>
      </w:r>
      <w:r>
        <w:t>ajouter quelquefois un mot brusque à la conversation</w:t>
      </w:r>
      <w:r w:rsidR="00D37400">
        <w:t xml:space="preserve">, </w:t>
      </w:r>
      <w:r>
        <w:t>car il était passionné dans sa manière de voir et détestait les Bourbons autant que les Bon</w:t>
      </w:r>
      <w:r>
        <w:t>a</w:t>
      </w:r>
      <w:r>
        <w:t>parte</w:t>
      </w:r>
      <w:r w:rsidR="00D37400">
        <w:t>.</w:t>
      </w:r>
    </w:p>
    <w:p w14:paraId="0D29AA18" w14:textId="77777777" w:rsidR="00D37400" w:rsidRDefault="00636A18">
      <w:r>
        <w:t>Pourquoi tous ces gens venaient-ils chez nous plutôt qu</w:t>
      </w:r>
      <w:r w:rsidR="00D37400">
        <w:t>’</w:t>
      </w:r>
      <w:r>
        <w:t>ailleurs</w:t>
      </w:r>
      <w:r w:rsidR="00D37400">
        <w:t xml:space="preserve"> ? </w:t>
      </w:r>
      <w:r>
        <w:t>Je n</w:t>
      </w:r>
      <w:r w:rsidR="00D37400">
        <w:t>’</w:t>
      </w:r>
      <w:r>
        <w:t>en sais rien</w:t>
      </w:r>
      <w:r w:rsidR="00D37400">
        <w:t xml:space="preserve">, </w:t>
      </w:r>
      <w:r>
        <w:t>mais</w:t>
      </w:r>
      <w:r w:rsidR="00D37400">
        <w:t xml:space="preserve">, </w:t>
      </w:r>
      <w:r>
        <w:t>à certains moments</w:t>
      </w:r>
      <w:r w:rsidR="00D37400">
        <w:t xml:space="preserve">, </w:t>
      </w:r>
      <w:r>
        <w:t xml:space="preserve">on </w:t>
      </w:r>
      <w:r>
        <w:lastRenderedPageBreak/>
        <w:t>va chez ceux qui partagent nos opinions et qui nous inspirent le plus de confiance</w:t>
      </w:r>
      <w:r w:rsidR="00D37400">
        <w:t>.</w:t>
      </w:r>
    </w:p>
    <w:p w14:paraId="4C38068A" w14:textId="77777777" w:rsidR="00D37400" w:rsidRDefault="00636A18">
      <w:r>
        <w:t>Ordinairement</w:t>
      </w:r>
      <w:r w:rsidR="00D37400">
        <w:t xml:space="preserve">, </w:t>
      </w:r>
      <w:r>
        <w:t>au début de la conversation</w:t>
      </w:r>
      <w:r w:rsidR="00D37400">
        <w:t xml:space="preserve">, </w:t>
      </w:r>
      <w:r>
        <w:t>notre servante Rose venait pour m</w:t>
      </w:r>
      <w:r w:rsidR="00D37400">
        <w:t>’</w:t>
      </w:r>
      <w:r>
        <w:t>emporter</w:t>
      </w:r>
      <w:r w:rsidR="00D37400">
        <w:t xml:space="preserve">, </w:t>
      </w:r>
      <w:r>
        <w:t>mais je criais</w:t>
      </w:r>
      <w:r w:rsidR="00D37400">
        <w:t xml:space="preserve">, </w:t>
      </w:r>
      <w:r>
        <w:t>et le père disait</w:t>
      </w:r>
      <w:r w:rsidR="00D37400">
        <w:t> :</w:t>
      </w:r>
    </w:p>
    <w:p w14:paraId="2062236A" w14:textId="126F2055" w:rsidR="00636A18" w:rsidRDefault="00D37400">
      <w:pPr>
        <w:rPr>
          <w:szCs w:val="36"/>
        </w:rPr>
      </w:pPr>
      <w:r>
        <w:t>« </w:t>
      </w:r>
      <w:r w:rsidR="00636A18">
        <w:t>Laissez-le</w:t>
      </w:r>
      <w:r>
        <w:t> ! »</w:t>
      </w:r>
    </w:p>
    <w:p w14:paraId="1EC963A6" w14:textId="77777777" w:rsidR="00D37400" w:rsidRDefault="00636A18">
      <w:r>
        <w:t>Et je m</w:t>
      </w:r>
      <w:r w:rsidR="00D37400">
        <w:t>’</w:t>
      </w:r>
      <w:r>
        <w:t>endormais bientôt à ce bourdonnement de paroles</w:t>
      </w:r>
      <w:r w:rsidR="00D37400">
        <w:t xml:space="preserve">, </w:t>
      </w:r>
      <w:r>
        <w:t>l</w:t>
      </w:r>
      <w:r w:rsidR="00D37400">
        <w:t>’</w:t>
      </w:r>
      <w:r>
        <w:t>oreille sur le bras au bord de la table</w:t>
      </w:r>
      <w:r w:rsidR="00D37400">
        <w:t>.</w:t>
      </w:r>
    </w:p>
    <w:p w14:paraId="454010A7" w14:textId="77777777" w:rsidR="00D37400" w:rsidRDefault="00636A18">
      <w:r>
        <w:t>Mais</w:t>
      </w:r>
      <w:r w:rsidR="00D37400">
        <w:t xml:space="preserve">, </w:t>
      </w:r>
      <w:r>
        <w:t>un soir</w:t>
      </w:r>
      <w:r w:rsidR="00D37400">
        <w:t xml:space="preserve">, </w:t>
      </w:r>
      <w:r>
        <w:t>je m</w:t>
      </w:r>
      <w:r w:rsidR="00D37400">
        <w:t>’</w:t>
      </w:r>
      <w:r>
        <w:t>éveillai fort tard</w:t>
      </w:r>
      <w:r w:rsidR="00D37400">
        <w:t xml:space="preserve">, </w:t>
      </w:r>
      <w:r>
        <w:t>et ce n</w:t>
      </w:r>
      <w:r w:rsidR="00D37400">
        <w:t>’</w:t>
      </w:r>
      <w:r>
        <w:t>est pas le bruit</w:t>
      </w:r>
      <w:r w:rsidR="00D37400">
        <w:t xml:space="preserve">, </w:t>
      </w:r>
      <w:r>
        <w:t>c</w:t>
      </w:r>
      <w:r w:rsidR="00D37400">
        <w:t>’</w:t>
      </w:r>
      <w:r>
        <w:t>est le grand silence qui m</w:t>
      </w:r>
      <w:r w:rsidR="00D37400">
        <w:t>’</w:t>
      </w:r>
      <w:r>
        <w:t>éveilla</w:t>
      </w:r>
      <w:r w:rsidR="00D37400">
        <w:t xml:space="preserve">. </w:t>
      </w:r>
      <w:r>
        <w:t>Tout le monde était parti</w:t>
      </w:r>
      <w:r w:rsidR="00D37400">
        <w:t xml:space="preserve">, </w:t>
      </w:r>
      <w:r>
        <w:t>la boutique était fermée</w:t>
      </w:r>
      <w:r w:rsidR="00D37400">
        <w:t xml:space="preserve">, </w:t>
      </w:r>
      <w:r>
        <w:t>et le père lisait son journal en face de la lampe</w:t>
      </w:r>
      <w:r w:rsidR="00D37400">
        <w:t xml:space="preserve">. </w:t>
      </w:r>
      <w:r>
        <w:t>Il semblait pensif</w:t>
      </w:r>
      <w:r w:rsidR="00D37400">
        <w:t xml:space="preserve">, </w:t>
      </w:r>
      <w:r>
        <w:t>sa touffe de cheveux bruns tombait sur son front large</w:t>
      </w:r>
      <w:r w:rsidR="00D37400">
        <w:t xml:space="preserve"> ; </w:t>
      </w:r>
      <w:r>
        <w:t>le nez recourbé</w:t>
      </w:r>
      <w:r w:rsidR="00D37400">
        <w:t xml:space="preserve">, </w:t>
      </w:r>
      <w:r>
        <w:t>les lèvres et le menton se</w:t>
      </w:r>
      <w:r>
        <w:t>r</w:t>
      </w:r>
      <w:r>
        <w:t>rés</w:t>
      </w:r>
      <w:r w:rsidR="00D37400">
        <w:t xml:space="preserve">, </w:t>
      </w:r>
      <w:r>
        <w:t>il ne bougeait pas</w:t>
      </w:r>
      <w:r w:rsidR="00D37400">
        <w:t xml:space="preserve">, </w:t>
      </w:r>
      <w:r>
        <w:t>absorbé par sa lecture</w:t>
      </w:r>
      <w:r w:rsidR="00D37400">
        <w:t xml:space="preserve">. </w:t>
      </w:r>
      <w:r>
        <w:t>Ma mère</w:t>
      </w:r>
      <w:r w:rsidR="00D37400">
        <w:t xml:space="preserve">, </w:t>
      </w:r>
      <w:r>
        <w:t>plus loin</w:t>
      </w:r>
      <w:r w:rsidR="00D37400">
        <w:t xml:space="preserve">, </w:t>
      </w:r>
      <w:r>
        <w:t>assise au bureau</w:t>
      </w:r>
      <w:r w:rsidR="00D37400">
        <w:t xml:space="preserve">, </w:t>
      </w:r>
      <w:r>
        <w:t xml:space="preserve">transcrivait les écritures du brouillard sur le </w:t>
      </w:r>
      <w:proofErr w:type="spellStart"/>
      <w:r>
        <w:t>grand-livre</w:t>
      </w:r>
      <w:proofErr w:type="spellEnd"/>
      <w:r w:rsidR="00D37400">
        <w:t xml:space="preserve">. </w:t>
      </w:r>
      <w:r>
        <w:t>J</w:t>
      </w:r>
      <w:r w:rsidR="00D37400">
        <w:t>’</w:t>
      </w:r>
      <w:r>
        <w:t>entendais courir la plume</w:t>
      </w:r>
      <w:r w:rsidR="00D37400">
        <w:t>.</w:t>
      </w:r>
    </w:p>
    <w:p w14:paraId="323F3CE6" w14:textId="77777777" w:rsidR="00D37400" w:rsidRDefault="00636A18">
      <w:r>
        <w:t>Cela dura quelques instants</w:t>
      </w:r>
      <w:r w:rsidR="00D37400">
        <w:t>.</w:t>
      </w:r>
    </w:p>
    <w:p w14:paraId="68333E23" w14:textId="77777777" w:rsidR="00D37400" w:rsidRDefault="00636A18">
      <w:r>
        <w:t>Puis tout à coup le père</w:t>
      </w:r>
      <w:r w:rsidR="00D37400">
        <w:t xml:space="preserve">, </w:t>
      </w:r>
      <w:r>
        <w:t>déposant son journal</w:t>
      </w:r>
      <w:r w:rsidR="00D37400">
        <w:t xml:space="preserve">, </w:t>
      </w:r>
      <w:r>
        <w:t>dit d</w:t>
      </w:r>
      <w:r w:rsidR="00D37400">
        <w:t>’</w:t>
      </w:r>
      <w:r>
        <w:t>un ton grave</w:t>
      </w:r>
      <w:r w:rsidR="00D37400">
        <w:t> :</w:t>
      </w:r>
    </w:p>
    <w:p w14:paraId="739427DF" w14:textId="3F101CF2" w:rsidR="00636A18" w:rsidRDefault="00D37400">
      <w:pPr>
        <w:rPr>
          <w:szCs w:val="36"/>
        </w:rPr>
      </w:pPr>
      <w:r>
        <w:t>« </w:t>
      </w:r>
      <w:r w:rsidR="00636A18">
        <w:t>Nous approchons d</w:t>
      </w:r>
      <w:r>
        <w:t>’</w:t>
      </w:r>
      <w:r w:rsidR="00636A18">
        <w:t>une révolution</w:t>
      </w:r>
      <w:r>
        <w:t xml:space="preserve">… </w:t>
      </w:r>
      <w:r w:rsidR="00636A18">
        <w:t>Cela ne peut plus tarder longtemps</w:t>
      </w:r>
      <w:r>
        <w:t xml:space="preserve">, </w:t>
      </w:r>
      <w:r w:rsidR="00636A18">
        <w:t>car tout le monde est mécontent</w:t>
      </w:r>
      <w:r>
        <w:t xml:space="preserve">, </w:t>
      </w:r>
      <w:r w:rsidR="00636A18">
        <w:t xml:space="preserve">tout le monde voit où veut nous mener </w:t>
      </w:r>
      <w:r>
        <w:t xml:space="preserve">Charles X. </w:t>
      </w:r>
      <w:r w:rsidR="00636A18">
        <w:t>Cet homme-là se laisse conduire par l</w:t>
      </w:r>
      <w:r>
        <w:t>’</w:t>
      </w:r>
      <w:r w:rsidR="00636A18">
        <w:t>émigration</w:t>
      </w:r>
      <w:r>
        <w:t xml:space="preserve">, </w:t>
      </w:r>
      <w:r w:rsidR="00636A18">
        <w:t>c</w:t>
      </w:r>
      <w:r>
        <w:t>’</w:t>
      </w:r>
      <w:r w:rsidR="00636A18">
        <w:t>est une vieille ganache</w:t>
      </w:r>
      <w:r>
        <w:t>. »</w:t>
      </w:r>
    </w:p>
    <w:p w14:paraId="0AE9D55C" w14:textId="77777777" w:rsidR="00D37400" w:rsidRDefault="00636A18">
      <w:r>
        <w:t>La mère s</w:t>
      </w:r>
      <w:r w:rsidR="00D37400">
        <w:t>’</w:t>
      </w:r>
      <w:r>
        <w:t>était retournée et l</w:t>
      </w:r>
      <w:r w:rsidR="00D37400">
        <w:t>’</w:t>
      </w:r>
      <w:r>
        <w:t>écoutait sans répondre</w:t>
      </w:r>
      <w:r w:rsidR="00D37400">
        <w:t xml:space="preserve"> ; </w:t>
      </w:r>
      <w:r>
        <w:t>moi</w:t>
      </w:r>
      <w:r w:rsidR="00D37400">
        <w:t xml:space="preserve">, </w:t>
      </w:r>
      <w:r>
        <w:t>les yeux fermés</w:t>
      </w:r>
      <w:r w:rsidR="00D37400">
        <w:t xml:space="preserve">, </w:t>
      </w:r>
      <w:r>
        <w:t>j</w:t>
      </w:r>
      <w:r w:rsidR="00D37400">
        <w:t>’</w:t>
      </w:r>
      <w:r>
        <w:t>entendais sans bien comprendre le sens des paroles</w:t>
      </w:r>
      <w:r w:rsidR="00D37400">
        <w:t xml:space="preserve">, </w:t>
      </w:r>
      <w:r>
        <w:t>mais très étonné de me trouver là</w:t>
      </w:r>
      <w:r w:rsidR="00D37400">
        <w:t xml:space="preserve">, </w:t>
      </w:r>
      <w:r>
        <w:t>car je ne me révei</w:t>
      </w:r>
      <w:r>
        <w:t>l</w:t>
      </w:r>
      <w:r>
        <w:t>lais d</w:t>
      </w:r>
      <w:r w:rsidR="00D37400">
        <w:t>’</w:t>
      </w:r>
      <w:r>
        <w:t>habitude que dans mon lit</w:t>
      </w:r>
      <w:r w:rsidR="00D37400">
        <w:t>.</w:t>
      </w:r>
    </w:p>
    <w:p w14:paraId="184D8997" w14:textId="10E3B6D5" w:rsidR="00636A18" w:rsidRDefault="00D37400">
      <w:pPr>
        <w:rPr>
          <w:szCs w:val="36"/>
        </w:rPr>
      </w:pPr>
      <w:r>
        <w:lastRenderedPageBreak/>
        <w:t>« </w:t>
      </w:r>
      <w:r w:rsidR="00636A18">
        <w:t>Oui</w:t>
      </w:r>
      <w:r>
        <w:t xml:space="preserve">, </w:t>
      </w:r>
      <w:r w:rsidR="00636A18">
        <w:t>tout le monde conspire maintenant</w:t>
      </w:r>
      <w:r>
        <w:t xml:space="preserve">, </w:t>
      </w:r>
      <w:r w:rsidR="00636A18">
        <w:t>reprit le père</w:t>
      </w:r>
      <w:r>
        <w:t xml:space="preserve"> : </w:t>
      </w:r>
      <w:r w:rsidR="00636A18">
        <w:t>le roi</w:t>
      </w:r>
      <w:r>
        <w:t xml:space="preserve">, </w:t>
      </w:r>
      <w:r w:rsidR="00636A18">
        <w:t>poussé par les jésuites</w:t>
      </w:r>
      <w:r>
        <w:t xml:space="preserve">, </w:t>
      </w:r>
      <w:r w:rsidR="00636A18">
        <w:t>conspire contre la nation</w:t>
      </w:r>
      <w:r>
        <w:t xml:space="preserve"> ; </w:t>
      </w:r>
      <w:r w:rsidR="00636A18">
        <w:t>le duc d</w:t>
      </w:r>
      <w:r>
        <w:t>’</w:t>
      </w:r>
      <w:r w:rsidR="00636A18">
        <w:t>Orléans</w:t>
      </w:r>
      <w:r>
        <w:t xml:space="preserve">, </w:t>
      </w:r>
      <w:r w:rsidR="00636A18">
        <w:t>soutenu par les journalistes et les gros bourgeois</w:t>
      </w:r>
      <w:r>
        <w:t xml:space="preserve">, </w:t>
      </w:r>
      <w:r w:rsidR="00636A18">
        <w:t>conspire contre son cousin</w:t>
      </w:r>
      <w:r>
        <w:t xml:space="preserve"> ; </w:t>
      </w:r>
      <w:r w:rsidR="00636A18">
        <w:t>les bonapartistes conspirent pour le duc de Reichstadt</w:t>
      </w:r>
      <w:r>
        <w:t xml:space="preserve">, </w:t>
      </w:r>
      <w:r w:rsidR="00636A18">
        <w:t>et le peuple compte sur Lafayette</w:t>
      </w:r>
      <w:r>
        <w:t xml:space="preserve">. – </w:t>
      </w:r>
      <w:r w:rsidR="00636A18">
        <w:t>On est las de ces imbéciles qui nous gouvernent en dépit du bon sens</w:t>
      </w:r>
      <w:r>
        <w:t xml:space="preserve"> : </w:t>
      </w:r>
      <w:r w:rsidR="00636A18">
        <w:t>on est las des processions</w:t>
      </w:r>
      <w:r>
        <w:t xml:space="preserve">, </w:t>
      </w:r>
      <w:r w:rsidR="00636A18">
        <w:t>des expiations et de toutes les autres farces dont on nous berne depuis 1815</w:t>
      </w:r>
      <w:r>
        <w:t> ! »</w:t>
      </w:r>
    </w:p>
    <w:p w14:paraId="021DC613" w14:textId="77777777" w:rsidR="00D37400" w:rsidRDefault="00636A18">
      <w:r>
        <w:t>Il s</w:t>
      </w:r>
      <w:r w:rsidR="00D37400">
        <w:t>’</w:t>
      </w:r>
      <w:r>
        <w:t>animait</w:t>
      </w:r>
      <w:r w:rsidR="00D37400">
        <w:t xml:space="preserve">, </w:t>
      </w:r>
      <w:r>
        <w:t>et comme la mère ne disait rien</w:t>
      </w:r>
      <w:r w:rsidR="00D37400">
        <w:t xml:space="preserve">, </w:t>
      </w:r>
      <w:r>
        <w:t>il poursuivit</w:t>
      </w:r>
      <w:r w:rsidR="00D37400">
        <w:t> :</w:t>
      </w:r>
    </w:p>
    <w:p w14:paraId="1C76B428" w14:textId="77777777" w:rsidR="00D37400" w:rsidRDefault="00D37400">
      <w:r>
        <w:t>« </w:t>
      </w:r>
      <w:r w:rsidR="00636A18">
        <w:t>Il faut que Paul revienne ici</w:t>
      </w:r>
      <w:r>
        <w:t xml:space="preserve">, – </w:t>
      </w:r>
      <w:r w:rsidR="00636A18">
        <w:t>c</w:t>
      </w:r>
      <w:r>
        <w:t>’</w:t>
      </w:r>
      <w:r w:rsidR="00636A18">
        <w:t>était mon frère</w:t>
      </w:r>
      <w:r>
        <w:t xml:space="preserve">, </w:t>
      </w:r>
      <w:r w:rsidR="00636A18">
        <w:t>mon aîné de quinze ans et dont je me souvenais à peine</w:t>
      </w:r>
      <w:r>
        <w:t xml:space="preserve">, – </w:t>
      </w:r>
      <w:r w:rsidR="00636A18">
        <w:t>ce garçon-là me dépense trop d</w:t>
      </w:r>
      <w:r>
        <w:t>’</w:t>
      </w:r>
      <w:r w:rsidR="00636A18">
        <w:t>argent</w:t>
      </w:r>
      <w:r>
        <w:t xml:space="preserve"> ; </w:t>
      </w:r>
      <w:r w:rsidR="00636A18">
        <w:t>au lieu de s</w:t>
      </w:r>
      <w:r>
        <w:t>’</w:t>
      </w:r>
      <w:r w:rsidR="00636A18">
        <w:t>occuper des affaires</w:t>
      </w:r>
      <w:r>
        <w:t xml:space="preserve">, </w:t>
      </w:r>
      <w:r w:rsidR="00636A18">
        <w:t>il court les théâtres et peut-être autre chose</w:t>
      </w:r>
      <w:r>
        <w:t xml:space="preserve">. </w:t>
      </w:r>
      <w:r w:rsidR="00636A18">
        <w:t>Je vais lui signifier d</w:t>
      </w:r>
      <w:r>
        <w:t>’</w:t>
      </w:r>
      <w:r w:rsidR="00636A18">
        <w:t>avoir à rentrer et de choisir un état</w:t>
      </w:r>
      <w:r>
        <w:t xml:space="preserve">. – </w:t>
      </w:r>
      <w:r w:rsidR="00636A18">
        <w:t>À vingt-trois ans</w:t>
      </w:r>
      <w:r>
        <w:t xml:space="preserve">, </w:t>
      </w:r>
      <w:r w:rsidR="00636A18">
        <w:t>moi</w:t>
      </w:r>
      <w:r>
        <w:t xml:space="preserve">, </w:t>
      </w:r>
      <w:r w:rsidR="00636A18">
        <w:t>j</w:t>
      </w:r>
      <w:r>
        <w:t>’</w:t>
      </w:r>
      <w:r w:rsidR="00636A18">
        <w:t>étais marié</w:t>
      </w:r>
      <w:r>
        <w:t xml:space="preserve">, </w:t>
      </w:r>
      <w:r w:rsidR="00636A18">
        <w:t>j</w:t>
      </w:r>
      <w:r>
        <w:t>’</w:t>
      </w:r>
      <w:r w:rsidR="00636A18">
        <w:t>avais fondé cette maison</w:t>
      </w:r>
      <w:r>
        <w:t xml:space="preserve">, </w:t>
      </w:r>
      <w:r w:rsidR="00636A18">
        <w:t>elle marchait bien</w:t>
      </w:r>
      <w:r>
        <w:t xml:space="preserve">. </w:t>
      </w:r>
      <w:r w:rsidR="00636A18">
        <w:t>Je ne suis pas habitué à nourrir des fainéants</w:t>
      </w:r>
      <w:r>
        <w:t xml:space="preserve">, </w:t>
      </w:r>
      <w:r w:rsidR="00636A18">
        <w:t>et puis je ne veux pas non plus qu</w:t>
      </w:r>
      <w:r>
        <w:t>’</w:t>
      </w:r>
      <w:r w:rsidR="00636A18">
        <w:t>il se fasse tuer là-bas pour le finaud qui mettra la main sur les marrons</w:t>
      </w:r>
      <w:r>
        <w:t> !</w:t>
      </w:r>
    </w:p>
    <w:p w14:paraId="4EF04EAF" w14:textId="4A2E5707" w:rsidR="00636A18" w:rsidRDefault="00D37400">
      <w:pPr>
        <w:rPr>
          <w:szCs w:val="36"/>
        </w:rPr>
      </w:pPr>
      <w:r>
        <w:t>« </w:t>
      </w:r>
      <w:r w:rsidR="00636A18">
        <w:t>Il faut aussi que Juliette revienne de sa pension</w:t>
      </w:r>
      <w:r>
        <w:t xml:space="preserve">, </w:t>
      </w:r>
      <w:r w:rsidR="00636A18">
        <w:t>elle a quinze ans</w:t>
      </w:r>
      <w:r>
        <w:t xml:space="preserve">, </w:t>
      </w:r>
      <w:r w:rsidR="00636A18">
        <w:t>il est temps de la mettre au commerce</w:t>
      </w:r>
      <w:r>
        <w:t xml:space="preserve">. </w:t>
      </w:r>
      <w:r w:rsidR="00636A18">
        <w:t>Quant à Louis</w:t>
      </w:r>
      <w:r>
        <w:t xml:space="preserve">, </w:t>
      </w:r>
      <w:r w:rsidR="00636A18">
        <w:t>il connaît assez de grec et de latin</w:t>
      </w:r>
      <w:r>
        <w:t xml:space="preserve">, </w:t>
      </w:r>
      <w:r w:rsidR="00636A18">
        <w:t>nous allons le placer dans une bonne maison de gros</w:t>
      </w:r>
      <w:r>
        <w:t xml:space="preserve">, </w:t>
      </w:r>
      <w:r w:rsidR="00636A18">
        <w:t>à Marseille</w:t>
      </w:r>
      <w:r>
        <w:t xml:space="preserve">, </w:t>
      </w:r>
      <w:r w:rsidR="00636A18">
        <w:t>à Rouen</w:t>
      </w:r>
      <w:r>
        <w:t xml:space="preserve">, </w:t>
      </w:r>
      <w:r w:rsidR="00636A18">
        <w:t>n</w:t>
      </w:r>
      <w:r>
        <w:t>’</w:t>
      </w:r>
      <w:r w:rsidR="00636A18">
        <w:t>importe où</w:t>
      </w:r>
      <w:r>
        <w:t xml:space="preserve"> ; </w:t>
      </w:r>
      <w:r w:rsidR="00636A18">
        <w:t>le principal</w:t>
      </w:r>
      <w:r>
        <w:t xml:space="preserve">, </w:t>
      </w:r>
      <w:r w:rsidR="00636A18">
        <w:t>c</w:t>
      </w:r>
      <w:r>
        <w:t>’</w:t>
      </w:r>
      <w:r w:rsidR="00636A18">
        <w:t>est de savoir gagner sa vie</w:t>
      </w:r>
      <w:r>
        <w:t xml:space="preserve"> ! – </w:t>
      </w:r>
      <w:r w:rsidR="00636A18">
        <w:t>Et pour celui-ci</w:t>
      </w:r>
      <w:r>
        <w:t xml:space="preserve">, </w:t>
      </w:r>
      <w:r w:rsidR="00636A18">
        <w:t>dit-il en me regardant</w:t>
      </w:r>
      <w:r>
        <w:t xml:space="preserve">, </w:t>
      </w:r>
      <w:r w:rsidR="00636A18">
        <w:t xml:space="preserve">on le laissera quelque temps encore chez </w:t>
      </w:r>
      <w:r>
        <w:t>M. </w:t>
      </w:r>
      <w:r w:rsidR="00636A18">
        <w:t>Florentin</w:t>
      </w:r>
      <w:r>
        <w:t xml:space="preserve">, </w:t>
      </w:r>
      <w:r w:rsidR="00636A18">
        <w:t>il n</w:t>
      </w:r>
      <w:r>
        <w:t>’</w:t>
      </w:r>
      <w:r w:rsidR="00636A18">
        <w:t>est pas bon qu</w:t>
      </w:r>
      <w:r>
        <w:t>’</w:t>
      </w:r>
      <w:r w:rsidR="00636A18">
        <w:t>un enfant soit enfermé si jeune</w:t>
      </w:r>
      <w:r>
        <w:t xml:space="preserve">, </w:t>
      </w:r>
      <w:r w:rsidR="00636A18">
        <w:t>mais</w:t>
      </w:r>
      <w:r>
        <w:t xml:space="preserve">, </w:t>
      </w:r>
      <w:r w:rsidR="00636A18">
        <w:t>à la fin de l</w:t>
      </w:r>
      <w:r>
        <w:t>’</w:t>
      </w:r>
      <w:r w:rsidR="00636A18">
        <w:t>automne prochain</w:t>
      </w:r>
      <w:r>
        <w:t xml:space="preserve">, </w:t>
      </w:r>
      <w:r w:rsidR="00636A18">
        <w:t>pendant l</w:t>
      </w:r>
      <w:r>
        <w:t>’</w:t>
      </w:r>
      <w:r w:rsidR="00636A18">
        <w:t>hiver</w:t>
      </w:r>
      <w:r>
        <w:t xml:space="preserve">, </w:t>
      </w:r>
      <w:r w:rsidR="00636A18">
        <w:t xml:space="preserve">il ira chez </w:t>
      </w:r>
      <w:r>
        <w:t>M. </w:t>
      </w:r>
      <w:proofErr w:type="spellStart"/>
      <w:r w:rsidR="00636A18">
        <w:t>Vassereau</w:t>
      </w:r>
      <w:proofErr w:type="spellEnd"/>
      <w:r>
        <w:t>. »</w:t>
      </w:r>
    </w:p>
    <w:p w14:paraId="02D35471" w14:textId="77777777" w:rsidR="00D37400" w:rsidRDefault="00636A18">
      <w:r>
        <w:t>Alors il se tut</w:t>
      </w:r>
      <w:r w:rsidR="00D37400">
        <w:t xml:space="preserve"> ; </w:t>
      </w:r>
      <w:r>
        <w:t>et la mère</w:t>
      </w:r>
      <w:r w:rsidR="00D37400">
        <w:t xml:space="preserve">, </w:t>
      </w:r>
      <w:r>
        <w:t>qui ne songeait jamais qu</w:t>
      </w:r>
      <w:r w:rsidR="00D37400">
        <w:t>’</w:t>
      </w:r>
      <w:r>
        <w:t>aux a</w:t>
      </w:r>
      <w:r>
        <w:t>f</w:t>
      </w:r>
      <w:r>
        <w:t>faires</w:t>
      </w:r>
      <w:r w:rsidR="00D37400">
        <w:t xml:space="preserve">, </w:t>
      </w:r>
      <w:r>
        <w:t>lui dit</w:t>
      </w:r>
      <w:r w:rsidR="00D37400">
        <w:t> :</w:t>
      </w:r>
    </w:p>
    <w:p w14:paraId="42B4084C" w14:textId="77777777" w:rsidR="00D37400" w:rsidRDefault="00D37400">
      <w:r>
        <w:lastRenderedPageBreak/>
        <w:t>« </w:t>
      </w:r>
      <w:r w:rsidR="00636A18">
        <w:t>Nous avons beaucoup de marchandises</w:t>
      </w:r>
      <w:r>
        <w:t xml:space="preserve">, </w:t>
      </w:r>
      <w:proofErr w:type="spellStart"/>
      <w:r w:rsidR="00636A18">
        <w:t>Pélerin</w:t>
      </w:r>
      <w:proofErr w:type="spellEnd"/>
      <w:r>
        <w:t xml:space="preserve">, </w:t>
      </w:r>
      <w:r w:rsidR="00636A18">
        <w:t>et des échéances sérieuses pour fin mars</w:t>
      </w:r>
      <w:r>
        <w:t>.</w:t>
      </w:r>
    </w:p>
    <w:p w14:paraId="72C026E3" w14:textId="005B1EAA" w:rsidR="00636A18" w:rsidRDefault="00D37400">
      <w:pPr>
        <w:rPr>
          <w:szCs w:val="36"/>
        </w:rPr>
      </w:pPr>
      <w:r>
        <w:t>— </w:t>
      </w:r>
      <w:r w:rsidR="00636A18">
        <w:t>Oui</w:t>
      </w:r>
      <w:r>
        <w:t xml:space="preserve">, </w:t>
      </w:r>
      <w:r w:rsidR="00636A18">
        <w:t>dit le père en se levant</w:t>
      </w:r>
      <w:r>
        <w:t xml:space="preserve">, </w:t>
      </w:r>
      <w:r w:rsidR="00636A18">
        <w:t>on continuera de vendre et l</w:t>
      </w:r>
      <w:r>
        <w:t>’</w:t>
      </w:r>
      <w:r w:rsidR="00636A18">
        <w:t>on arrêtera les commandes en attendant les événements</w:t>
      </w:r>
      <w:r>
        <w:t xml:space="preserve"> ; </w:t>
      </w:r>
      <w:r w:rsidR="00636A18">
        <w:t>ils ne tarderont pas</w:t>
      </w:r>
      <w:r>
        <w:t xml:space="preserve">. </w:t>
      </w:r>
      <w:r w:rsidR="00636A18">
        <w:t>Un roi qui passe sa vie à la messe et à la chasse ne convient pas à ce pays</w:t>
      </w:r>
      <w:r>
        <w:t xml:space="preserve">. – </w:t>
      </w:r>
      <w:proofErr w:type="spellStart"/>
      <w:r w:rsidR="00636A18">
        <w:t>Allons nous</w:t>
      </w:r>
      <w:proofErr w:type="spellEnd"/>
      <w:r w:rsidR="00636A18">
        <w:t xml:space="preserve"> coucher</w:t>
      </w:r>
      <w:r>
        <w:t>. »</w:t>
      </w:r>
    </w:p>
    <w:p w14:paraId="4C78D09F" w14:textId="5ED4E828" w:rsidR="00D37400" w:rsidRDefault="00636A18">
      <w:r>
        <w:t>La mère me prit dans ses bras et m</w:t>
      </w:r>
      <w:r w:rsidR="00D37400">
        <w:t>’</w:t>
      </w:r>
      <w:r>
        <w:t>emporta tout assoupi</w:t>
      </w:r>
      <w:r w:rsidR="00D37400">
        <w:t xml:space="preserve">. </w:t>
      </w:r>
      <w:r>
        <w:t>Cela ne m</w:t>
      </w:r>
      <w:r w:rsidR="00D37400">
        <w:t>’</w:t>
      </w:r>
      <w:r>
        <w:t>avait pas empêché de tout entendre</w:t>
      </w:r>
      <w:r w:rsidR="00D37400">
        <w:t xml:space="preserve"> ; </w:t>
      </w:r>
      <w:r>
        <w:t>et les évén</w:t>
      </w:r>
      <w:r>
        <w:t>e</w:t>
      </w:r>
      <w:r>
        <w:t>ments prévus par mon père s</w:t>
      </w:r>
      <w:r w:rsidR="00D37400">
        <w:t>’</w:t>
      </w:r>
      <w:r>
        <w:t>étant produits plus tard</w:t>
      </w:r>
      <w:r w:rsidR="00D37400">
        <w:t xml:space="preserve">, </w:t>
      </w:r>
      <w:r>
        <w:t>je me suis rappelé ses paroles</w:t>
      </w:r>
      <w:r w:rsidR="00D37400">
        <w:t xml:space="preserve">. </w:t>
      </w:r>
      <w:r>
        <w:t>Elles dénotaient un grand sentiment pol</w:t>
      </w:r>
      <w:r>
        <w:t>i</w:t>
      </w:r>
      <w:r>
        <w:t>tique et la connaissance des hommes</w:t>
      </w:r>
      <w:r w:rsidR="00D37400">
        <w:t xml:space="preserve">. </w:t>
      </w:r>
      <w:r>
        <w:t>Tout le pays venait le co</w:t>
      </w:r>
      <w:r>
        <w:t>n</w:t>
      </w:r>
      <w:r>
        <w:t>sulter</w:t>
      </w:r>
      <w:r w:rsidR="00D37400">
        <w:t xml:space="preserve">, </w:t>
      </w:r>
      <w:r>
        <w:t>et</w:t>
      </w:r>
      <w:r w:rsidR="00D37400">
        <w:t xml:space="preserve">, </w:t>
      </w:r>
      <w:r>
        <w:t>quoiqu</w:t>
      </w:r>
      <w:r w:rsidR="00D37400">
        <w:t>’</w:t>
      </w:r>
      <w:r>
        <w:t>il soit mort depuis bien des années</w:t>
      </w:r>
      <w:r w:rsidR="00D37400">
        <w:t xml:space="preserve">, </w:t>
      </w:r>
      <w:r>
        <w:t>que</w:t>
      </w:r>
      <w:r>
        <w:t>l</w:t>
      </w:r>
      <w:r>
        <w:t>ques vieux bourgeois</w:t>
      </w:r>
      <w:r w:rsidR="00D37400">
        <w:t xml:space="preserve">, </w:t>
      </w:r>
      <w:r>
        <w:t>qui restent de notre petite ville</w:t>
      </w:r>
      <w:r w:rsidR="00D37400">
        <w:t xml:space="preserve">, </w:t>
      </w:r>
      <w:r>
        <w:t xml:space="preserve">parlent encore de </w:t>
      </w:r>
      <w:r w:rsidR="00D37400">
        <w:t>M. </w:t>
      </w:r>
      <w:proofErr w:type="spellStart"/>
      <w:r>
        <w:t>Pélerin</w:t>
      </w:r>
      <w:proofErr w:type="spellEnd"/>
      <w:r>
        <w:t xml:space="preserve"> avec respect</w:t>
      </w:r>
      <w:r w:rsidR="00D37400">
        <w:t>.</w:t>
      </w:r>
    </w:p>
    <w:p w14:paraId="54DAF6C4" w14:textId="77777777" w:rsidR="00D37400" w:rsidRDefault="00636A18">
      <w:r>
        <w:t>Mais il faut maintenant que je vous raconte comment j</w:t>
      </w:r>
      <w:r w:rsidR="00D37400">
        <w:t>’</w:t>
      </w:r>
      <w:r>
        <w:t>entrai dans la grande conspiration bonapartiste</w:t>
      </w:r>
      <w:r w:rsidR="00D37400">
        <w:t xml:space="preserve"> ; </w:t>
      </w:r>
      <w:r>
        <w:t>c</w:t>
      </w:r>
      <w:r w:rsidR="00D37400">
        <w:t>’</w:t>
      </w:r>
      <w:r>
        <w:t>est à mon ami Florentin que j</w:t>
      </w:r>
      <w:r w:rsidR="00D37400">
        <w:t>’</w:t>
      </w:r>
      <w:r>
        <w:t>ai dû cette gloire singulière</w:t>
      </w:r>
      <w:r w:rsidR="00D37400">
        <w:t xml:space="preserve">, </w:t>
      </w:r>
      <w:r>
        <w:t>à l</w:t>
      </w:r>
      <w:r w:rsidR="00D37400">
        <w:t>’</w:t>
      </w:r>
      <w:r>
        <w:t>âge de six ans</w:t>
      </w:r>
      <w:r w:rsidR="00D37400">
        <w:t>.</w:t>
      </w:r>
    </w:p>
    <w:p w14:paraId="0DFD02D6" w14:textId="77777777" w:rsidR="00D37400" w:rsidRDefault="00636A18">
      <w:r>
        <w:t>Les vieux de la vieille</w:t>
      </w:r>
      <w:r w:rsidR="00D37400">
        <w:t xml:space="preserve">, </w:t>
      </w:r>
      <w:r>
        <w:t>malgré le vent</w:t>
      </w:r>
      <w:r w:rsidR="00D37400">
        <w:t xml:space="preserve">, </w:t>
      </w:r>
      <w:r>
        <w:t>la neige</w:t>
      </w:r>
      <w:r w:rsidR="00D37400">
        <w:t xml:space="preserve">, </w:t>
      </w:r>
      <w:r>
        <w:t>la glace de ce rude hiver</w:t>
      </w:r>
      <w:r w:rsidR="00D37400">
        <w:t xml:space="preserve">, </w:t>
      </w:r>
      <w:r>
        <w:t>n</w:t>
      </w:r>
      <w:r w:rsidR="00D37400">
        <w:t>’</w:t>
      </w:r>
      <w:r>
        <w:t>avaient pas cessé de se réunir à la ferme du Petit-Saint-Jean</w:t>
      </w:r>
      <w:r w:rsidR="00D37400">
        <w:t xml:space="preserve">, </w:t>
      </w:r>
      <w:r>
        <w:t>chez le colonel Thomas</w:t>
      </w:r>
      <w:r w:rsidR="00D37400">
        <w:t xml:space="preserve">, </w:t>
      </w:r>
      <w:r>
        <w:t>un grand gaillard à la tête de loup</w:t>
      </w:r>
      <w:r w:rsidR="00D37400">
        <w:t xml:space="preserve">, </w:t>
      </w:r>
      <w:r>
        <w:t>les épaules voûtées</w:t>
      </w:r>
      <w:r w:rsidR="00D37400">
        <w:t xml:space="preserve">, </w:t>
      </w:r>
      <w:r>
        <w:t>les moustaches grises pendantes</w:t>
      </w:r>
      <w:r w:rsidR="00D37400">
        <w:t xml:space="preserve">, </w:t>
      </w:r>
      <w:r>
        <w:t>et dont la physionomie n</w:t>
      </w:r>
      <w:r w:rsidR="00D37400">
        <w:t>’</w:t>
      </w:r>
      <w:r>
        <w:t>était pas tendre</w:t>
      </w:r>
      <w:r w:rsidR="00D37400">
        <w:t>.</w:t>
      </w:r>
    </w:p>
    <w:p w14:paraId="661E7D56" w14:textId="77777777" w:rsidR="00D37400" w:rsidRDefault="00636A18">
      <w:r>
        <w:t>Il portait un feutre à larges bords</w:t>
      </w:r>
      <w:r w:rsidR="00D37400">
        <w:t xml:space="preserve">, </w:t>
      </w:r>
      <w:r>
        <w:t>sous lequel se hérissaient ses favoris d</w:t>
      </w:r>
      <w:r w:rsidR="00D37400">
        <w:t>’</w:t>
      </w:r>
      <w:r>
        <w:t>un blanc roux</w:t>
      </w:r>
      <w:r w:rsidR="00D37400">
        <w:t xml:space="preserve">, </w:t>
      </w:r>
      <w:r>
        <w:t>et marchait lourdement</w:t>
      </w:r>
      <w:r w:rsidR="00D37400">
        <w:t xml:space="preserve">, </w:t>
      </w:r>
      <w:r>
        <w:t>ayant servi dans la grosse cavalerie</w:t>
      </w:r>
      <w:r w:rsidR="00D37400">
        <w:t>.</w:t>
      </w:r>
    </w:p>
    <w:p w14:paraId="3E708316" w14:textId="77777777" w:rsidR="00D37400" w:rsidRDefault="00636A18">
      <w:r>
        <w:t>C</w:t>
      </w:r>
      <w:r w:rsidR="00D37400">
        <w:t>’</w:t>
      </w:r>
      <w:r>
        <w:t>est lui qui conduisait le parti bonapartiste dans nos env</w:t>
      </w:r>
      <w:r>
        <w:t>i</w:t>
      </w:r>
      <w:r>
        <w:t>rons</w:t>
      </w:r>
      <w:r w:rsidR="00D37400">
        <w:t>.</w:t>
      </w:r>
    </w:p>
    <w:p w14:paraId="2984C9D4" w14:textId="77777777" w:rsidR="00D37400" w:rsidRDefault="00636A18">
      <w:r>
        <w:lastRenderedPageBreak/>
        <w:t>Nous arrivions alors en mars 1830</w:t>
      </w:r>
      <w:r w:rsidR="00D37400">
        <w:t xml:space="preserve">. </w:t>
      </w:r>
      <w:r>
        <w:t>La masse de neige</w:t>
      </w:r>
      <w:r w:rsidR="00D37400">
        <w:t xml:space="preserve">, </w:t>
      </w:r>
      <w:r>
        <w:t>fo</w:t>
      </w:r>
      <w:r>
        <w:t>n</w:t>
      </w:r>
      <w:r>
        <w:t>dant aux premiers rayons du soleil</w:t>
      </w:r>
      <w:r w:rsidR="00D37400">
        <w:t xml:space="preserve">, </w:t>
      </w:r>
      <w:r>
        <w:t>avait rendu les chemins i</w:t>
      </w:r>
      <w:r>
        <w:t>m</w:t>
      </w:r>
      <w:r>
        <w:t>praticables</w:t>
      </w:r>
      <w:r w:rsidR="00D37400">
        <w:t xml:space="preserve">, </w:t>
      </w:r>
      <w:r>
        <w:t>et les vieux décidèrent qu</w:t>
      </w:r>
      <w:r w:rsidR="00D37400">
        <w:t>’</w:t>
      </w:r>
      <w:r>
        <w:t>on se réunirait à l</w:t>
      </w:r>
      <w:r w:rsidR="00D37400">
        <w:t>’</w:t>
      </w:r>
      <w:r>
        <w:t xml:space="preserve">hôtel de </w:t>
      </w:r>
      <w:r>
        <w:rPr>
          <w:i/>
          <w:iCs/>
        </w:rPr>
        <w:t>la Ville de Metz</w:t>
      </w:r>
      <w:r w:rsidR="00D37400">
        <w:rPr>
          <w:i/>
          <w:iCs/>
        </w:rPr>
        <w:t xml:space="preserve">, </w:t>
      </w:r>
      <w:r>
        <w:t xml:space="preserve">chez Florent </w:t>
      </w:r>
      <w:proofErr w:type="spellStart"/>
      <w:r>
        <w:t>Hoffer</w:t>
      </w:r>
      <w:proofErr w:type="spellEnd"/>
      <w:r w:rsidR="00D37400">
        <w:t xml:space="preserve">, </w:t>
      </w:r>
      <w:r>
        <w:t>dans une grande salle du premier</w:t>
      </w:r>
      <w:r w:rsidR="00D37400">
        <w:t xml:space="preserve">, </w:t>
      </w:r>
      <w:r>
        <w:t>où l</w:t>
      </w:r>
      <w:r w:rsidR="00D37400">
        <w:t>’</w:t>
      </w:r>
      <w:r>
        <w:t>on pourrait crier à son aise</w:t>
      </w:r>
      <w:r w:rsidR="00D37400">
        <w:t xml:space="preserve">, </w:t>
      </w:r>
      <w:r>
        <w:t>tout en bien mangeant et buvant sec</w:t>
      </w:r>
      <w:r w:rsidR="00D37400">
        <w:t xml:space="preserve">, </w:t>
      </w:r>
      <w:r>
        <w:t>sans crainte d</w:t>
      </w:r>
      <w:r w:rsidR="00D37400">
        <w:t>’</w:t>
      </w:r>
      <w:r>
        <w:t>être entendu des voisins</w:t>
      </w:r>
      <w:r w:rsidR="00D37400">
        <w:t>.</w:t>
      </w:r>
    </w:p>
    <w:p w14:paraId="3061728C" w14:textId="77777777" w:rsidR="00D37400" w:rsidRDefault="00636A18">
      <w:r>
        <w:t>L</w:t>
      </w:r>
      <w:r w:rsidR="00D37400">
        <w:t>’</w:t>
      </w:r>
      <w:r>
        <w:t xml:space="preserve">hôtel de </w:t>
      </w:r>
      <w:r>
        <w:rPr>
          <w:i/>
          <w:iCs/>
        </w:rPr>
        <w:t xml:space="preserve">la Ville de Metz </w:t>
      </w:r>
      <w:r>
        <w:t>était excellent</w:t>
      </w:r>
      <w:r w:rsidR="00D37400">
        <w:t xml:space="preserve"> ; </w:t>
      </w:r>
      <w:r>
        <w:t>le poisson</w:t>
      </w:r>
      <w:r w:rsidR="00D37400">
        <w:t xml:space="preserve">, </w:t>
      </w:r>
      <w:r>
        <w:t>le g</w:t>
      </w:r>
      <w:r>
        <w:t>i</w:t>
      </w:r>
      <w:r>
        <w:t>bier et le bon vin n</w:t>
      </w:r>
      <w:r w:rsidR="00D37400">
        <w:t>’</w:t>
      </w:r>
      <w:r>
        <w:t>y manquaient jamais</w:t>
      </w:r>
      <w:r w:rsidR="00D37400">
        <w:t xml:space="preserve"> ; </w:t>
      </w:r>
      <w:r>
        <w:t>cette façon de consp</w:t>
      </w:r>
      <w:r>
        <w:t>i</w:t>
      </w:r>
      <w:r>
        <w:t>rer convenait beaucoup aux vieux braves</w:t>
      </w:r>
      <w:r w:rsidR="00D37400">
        <w:t xml:space="preserve">, </w:t>
      </w:r>
      <w:r>
        <w:t>mais convenait moins à leurs épouses</w:t>
      </w:r>
      <w:r w:rsidR="00D37400">
        <w:t>.</w:t>
      </w:r>
    </w:p>
    <w:p w14:paraId="72E4A0C1" w14:textId="10E0197D" w:rsidR="00D37400" w:rsidRDefault="00D37400">
      <w:r>
        <w:t>M</w:t>
      </w:r>
      <w:r w:rsidRPr="00D37400">
        <w:rPr>
          <w:vertAlign w:val="superscript"/>
        </w:rPr>
        <w:t>me</w:t>
      </w:r>
      <w:r>
        <w:t> </w:t>
      </w:r>
      <w:r w:rsidR="00636A18">
        <w:t>Françoise essaya d</w:t>
      </w:r>
      <w:r>
        <w:t>’</w:t>
      </w:r>
      <w:r w:rsidR="00636A18">
        <w:t>abord d</w:t>
      </w:r>
      <w:r>
        <w:t>’</w:t>
      </w:r>
      <w:r w:rsidR="00636A18">
        <w:t>en détourner mon ami par de bonnes paroles</w:t>
      </w:r>
      <w:r>
        <w:t xml:space="preserve">, </w:t>
      </w:r>
      <w:r w:rsidR="00636A18">
        <w:t>en lui faisant craindre pour sa croix et sa pension</w:t>
      </w:r>
      <w:r>
        <w:t xml:space="preserve"> ; </w:t>
      </w:r>
      <w:r w:rsidR="00636A18">
        <w:t>mais Florentin fut intraitable</w:t>
      </w:r>
      <w:r>
        <w:t xml:space="preserve"> : </w:t>
      </w:r>
      <w:r w:rsidR="00636A18">
        <w:t>il se fâchait</w:t>
      </w:r>
      <w:r>
        <w:t xml:space="preserve">… </w:t>
      </w:r>
      <w:proofErr w:type="spellStart"/>
      <w:r w:rsidR="00636A18">
        <w:t>Frentzel</w:t>
      </w:r>
      <w:proofErr w:type="spellEnd"/>
      <w:r w:rsidR="00636A18">
        <w:t xml:space="preserve"> dut se résigner et attendre</w:t>
      </w:r>
      <w:r>
        <w:t>.</w:t>
      </w:r>
    </w:p>
    <w:p w14:paraId="115C586B" w14:textId="77777777" w:rsidR="00D37400" w:rsidRDefault="00636A18">
      <w:r>
        <w:t>Or</w:t>
      </w:r>
      <w:r w:rsidR="00D37400">
        <w:t xml:space="preserve">, </w:t>
      </w:r>
      <w:r>
        <w:t>un jour</w:t>
      </w:r>
      <w:r w:rsidR="00D37400">
        <w:t xml:space="preserve">, </w:t>
      </w:r>
      <w:r>
        <w:t>vers cinq heures</w:t>
      </w:r>
      <w:r w:rsidR="00D37400">
        <w:t xml:space="preserve">, </w:t>
      </w:r>
      <w:r>
        <w:t>mon ami Florentin revenait de là le nez rouge et les yeux farouches</w:t>
      </w:r>
      <w:r w:rsidR="00D37400">
        <w:t xml:space="preserve">, </w:t>
      </w:r>
      <w:r>
        <w:t>car depuis la conspir</w:t>
      </w:r>
      <w:r>
        <w:t>a</w:t>
      </w:r>
      <w:r>
        <w:t>tion tous ces vieux reprenaient un air terrible</w:t>
      </w:r>
      <w:r w:rsidR="00D37400">
        <w:t xml:space="preserve"> ; </w:t>
      </w:r>
      <w:r>
        <w:t>ils se croyaient sans doute en campagne</w:t>
      </w:r>
      <w:r w:rsidR="00D37400">
        <w:t xml:space="preserve">, </w:t>
      </w:r>
      <w:r>
        <w:t>du côté de Smolensk ou de Saragosse</w:t>
      </w:r>
      <w:r w:rsidR="00D37400">
        <w:t xml:space="preserve">. – </w:t>
      </w:r>
      <w:r>
        <w:t>Françoise se trouvait justement à la cuisine</w:t>
      </w:r>
      <w:r w:rsidR="00D37400">
        <w:t xml:space="preserve">, </w:t>
      </w:r>
      <w:r>
        <w:t>en train de pr</w:t>
      </w:r>
      <w:r>
        <w:t>é</w:t>
      </w:r>
      <w:r>
        <w:t>parer le souper</w:t>
      </w:r>
      <w:r w:rsidR="00D37400">
        <w:t xml:space="preserve">, </w:t>
      </w:r>
      <w:r>
        <w:t>et mon ami Florentin</w:t>
      </w:r>
      <w:r w:rsidR="00D37400">
        <w:t xml:space="preserve">, </w:t>
      </w:r>
      <w:r>
        <w:t>me voyant seul avec Azor et Coco</w:t>
      </w:r>
      <w:r w:rsidR="00D37400">
        <w:t xml:space="preserve">, </w:t>
      </w:r>
      <w:r>
        <w:t>parut content</w:t>
      </w:r>
      <w:r w:rsidR="00D37400">
        <w:t>.</w:t>
      </w:r>
    </w:p>
    <w:p w14:paraId="2FFC9FB8" w14:textId="77777777" w:rsidR="00D37400" w:rsidRDefault="00636A18">
      <w:r>
        <w:t>La nuit venait</w:t>
      </w:r>
      <w:r w:rsidR="00D37400">
        <w:t xml:space="preserve">, </w:t>
      </w:r>
      <w:r>
        <w:t>il accrocha sa capote dans le placard</w:t>
      </w:r>
      <w:r w:rsidR="00D37400">
        <w:t xml:space="preserve">, </w:t>
      </w:r>
      <w:r>
        <w:t>mit sa camisole de tricot</w:t>
      </w:r>
      <w:r w:rsidR="00D37400">
        <w:t xml:space="preserve">, </w:t>
      </w:r>
      <w:r>
        <w:t>puis</w:t>
      </w:r>
      <w:r w:rsidR="00D37400">
        <w:t xml:space="preserve">, </w:t>
      </w:r>
      <w:r>
        <w:t>s</w:t>
      </w:r>
      <w:r w:rsidR="00D37400">
        <w:t>’</w:t>
      </w:r>
      <w:r>
        <w:t>asseyant dans son fauteuil</w:t>
      </w:r>
      <w:r w:rsidR="00D37400">
        <w:t xml:space="preserve">, </w:t>
      </w:r>
      <w:r>
        <w:t>sa canne entre les genoux</w:t>
      </w:r>
      <w:r w:rsidR="00D37400">
        <w:t xml:space="preserve">, </w:t>
      </w:r>
      <w:r>
        <w:t>il me dit</w:t>
      </w:r>
      <w:r w:rsidR="00D37400">
        <w:t> :</w:t>
      </w:r>
    </w:p>
    <w:p w14:paraId="13188E9E" w14:textId="1EB8BB78" w:rsidR="00636A18" w:rsidRDefault="00D37400">
      <w:pPr>
        <w:rPr>
          <w:szCs w:val="36"/>
        </w:rPr>
      </w:pPr>
      <w:r>
        <w:t>« </w:t>
      </w:r>
      <w:r w:rsidR="00636A18">
        <w:t>Approche</w:t>
      </w:r>
      <w:r>
        <w:t xml:space="preserve">, </w:t>
      </w:r>
      <w:r w:rsidR="00636A18">
        <w:t>mon ami</w:t>
      </w:r>
      <w:r>
        <w:t>. »</w:t>
      </w:r>
    </w:p>
    <w:p w14:paraId="475B0C9A" w14:textId="77777777" w:rsidR="00D37400" w:rsidRDefault="00636A18">
      <w:r>
        <w:t>Il me passa la main dans les cheveux et murmura</w:t>
      </w:r>
      <w:r w:rsidR="00D37400">
        <w:t> :</w:t>
      </w:r>
    </w:p>
    <w:p w14:paraId="7E3D1B82" w14:textId="77777777" w:rsidR="00D37400" w:rsidRDefault="00D37400">
      <w:r>
        <w:t>« </w:t>
      </w:r>
      <w:r w:rsidR="00636A18">
        <w:t>Tu es un brave</w:t>
      </w:r>
      <w:r>
        <w:t xml:space="preserve">, </w:t>
      </w:r>
      <w:r w:rsidR="00636A18">
        <w:t>un vrai brave</w:t>
      </w:r>
      <w:r>
        <w:t xml:space="preserve">… </w:t>
      </w:r>
      <w:r w:rsidR="00636A18">
        <w:t>mais il ne s</w:t>
      </w:r>
      <w:r>
        <w:t>’</w:t>
      </w:r>
      <w:r w:rsidR="00636A18">
        <w:t>agit pas de ça</w:t>
      </w:r>
      <w:r>
        <w:t xml:space="preserve">… </w:t>
      </w:r>
      <w:r w:rsidR="00636A18">
        <w:t xml:space="preserve">Es-tu pour </w:t>
      </w:r>
      <w:r>
        <w:t>Charles X</w:t>
      </w:r>
      <w:r w:rsidR="00636A18">
        <w:t xml:space="preserve"> ou pour Napoléon</w:t>
      </w:r>
      <w:r>
        <w:t> ?</w:t>
      </w:r>
    </w:p>
    <w:p w14:paraId="270F9B67" w14:textId="77777777" w:rsidR="00D37400" w:rsidRDefault="00D37400">
      <w:r>
        <w:lastRenderedPageBreak/>
        <w:t>— </w:t>
      </w:r>
      <w:r w:rsidR="00636A18">
        <w:t>Je suis pour Napoléon</w:t>
      </w:r>
      <w:r>
        <w:t xml:space="preserve">, </w:t>
      </w:r>
      <w:r w:rsidR="00636A18">
        <w:t>lui répondis-je</w:t>
      </w:r>
      <w:r>
        <w:t xml:space="preserve">, </w:t>
      </w:r>
      <w:r w:rsidR="00636A18">
        <w:t>ayant un grand amour des batailles qu</w:t>
      </w:r>
      <w:r>
        <w:t>’</w:t>
      </w:r>
      <w:r w:rsidR="00636A18">
        <w:t>il me racontait et de la trompette du r</w:t>
      </w:r>
      <w:r w:rsidR="00636A18">
        <w:t>é</w:t>
      </w:r>
      <w:r w:rsidR="00636A18">
        <w:t>giment</w:t>
      </w:r>
      <w:r>
        <w:t xml:space="preserve">, </w:t>
      </w:r>
      <w:r w:rsidR="00636A18">
        <w:t>que j</w:t>
      </w:r>
      <w:r>
        <w:t>’</w:t>
      </w:r>
      <w:r w:rsidR="00636A18">
        <w:t>entendais sonner matin et soir</w:t>
      </w:r>
      <w:r>
        <w:t>.</w:t>
      </w:r>
    </w:p>
    <w:p w14:paraId="42533365" w14:textId="0955439D" w:rsidR="00636A18" w:rsidRDefault="00D37400">
      <w:r>
        <w:t>— </w:t>
      </w:r>
      <w:r w:rsidR="00636A18">
        <w:t>À la bonne heure</w:t>
      </w:r>
      <w:r>
        <w:t xml:space="preserve"> ! </w:t>
      </w:r>
      <w:r w:rsidR="00636A18">
        <w:t>fit-il</w:t>
      </w:r>
      <w:r>
        <w:t xml:space="preserve">, </w:t>
      </w:r>
      <w:r w:rsidR="00636A18">
        <w:t>la figure enluminée</w:t>
      </w:r>
      <w:r>
        <w:t xml:space="preserve">, </w:t>
      </w:r>
      <w:r w:rsidR="00636A18">
        <w:t>je le savais</w:t>
      </w:r>
      <w:r>
        <w:t xml:space="preserve">. </w:t>
      </w:r>
      <w:r w:rsidR="00636A18">
        <w:t>Embrassons-nous</w:t>
      </w:r>
      <w:r>
        <w:t> ! »</w:t>
      </w:r>
    </w:p>
    <w:p w14:paraId="7B871D4B" w14:textId="77777777" w:rsidR="00D37400" w:rsidRDefault="00636A18">
      <w:r>
        <w:t>Et nous nous embrassâmes</w:t>
      </w:r>
      <w:r w:rsidR="00D37400">
        <w:t>.</w:t>
      </w:r>
    </w:p>
    <w:p w14:paraId="6C64DC5A" w14:textId="77777777" w:rsidR="00D37400" w:rsidRDefault="00636A18">
      <w:r>
        <w:t>Puis il me dit</w:t>
      </w:r>
      <w:r w:rsidR="00D37400">
        <w:t> :</w:t>
      </w:r>
    </w:p>
    <w:p w14:paraId="4B512926" w14:textId="097BC5ED" w:rsidR="00636A18" w:rsidRDefault="00D37400">
      <w:r>
        <w:t>« </w:t>
      </w:r>
      <w:r w:rsidR="00636A18">
        <w:t>Va voir si la porte de la cuisine est fermée</w:t>
      </w:r>
      <w:r>
        <w:t xml:space="preserve">, </w:t>
      </w:r>
      <w:r w:rsidR="00636A18">
        <w:t>tu mettras le verrou</w:t>
      </w:r>
      <w:r>
        <w:t xml:space="preserve"> ; </w:t>
      </w:r>
      <w:r w:rsidR="00636A18">
        <w:t>il ne faut pas que les femmes entrent dans nos a</w:t>
      </w:r>
      <w:r w:rsidR="00636A18">
        <w:t>f</w:t>
      </w:r>
      <w:r w:rsidR="00636A18">
        <w:t>faires</w:t>
      </w:r>
      <w:r>
        <w:t>. »</w:t>
      </w:r>
    </w:p>
    <w:p w14:paraId="1654C294" w14:textId="77777777" w:rsidR="00D37400" w:rsidRDefault="00636A18">
      <w:r>
        <w:t>J</w:t>
      </w:r>
      <w:r w:rsidR="00D37400">
        <w:t>’</w:t>
      </w:r>
      <w:r>
        <w:t>obéis</w:t>
      </w:r>
      <w:r w:rsidR="00D37400">
        <w:t>.</w:t>
      </w:r>
    </w:p>
    <w:p w14:paraId="019D00C8" w14:textId="77777777" w:rsidR="00D37400" w:rsidRDefault="00636A18">
      <w:r>
        <w:t>Alors</w:t>
      </w:r>
      <w:r w:rsidR="00D37400">
        <w:t xml:space="preserve">, </w:t>
      </w:r>
      <w:r>
        <w:t>dans cette petite chambre</w:t>
      </w:r>
      <w:r w:rsidR="00D37400">
        <w:t xml:space="preserve">, </w:t>
      </w:r>
      <w:r>
        <w:t>où la lumière du soir r</w:t>
      </w:r>
      <w:r>
        <w:t>é</w:t>
      </w:r>
      <w:r>
        <w:t>pandait sur la vieille commode plaquée</w:t>
      </w:r>
      <w:r w:rsidR="00D37400">
        <w:t xml:space="preserve">, </w:t>
      </w:r>
      <w:r>
        <w:t>sur la vieille chiffo</w:t>
      </w:r>
      <w:r>
        <w:t>n</w:t>
      </w:r>
      <w:r>
        <w:t>nière et les vieux meubles une teinte grise</w:t>
      </w:r>
      <w:r w:rsidR="00D37400">
        <w:t xml:space="preserve">, </w:t>
      </w:r>
      <w:r>
        <w:t>il se passa quelque chose d</w:t>
      </w:r>
      <w:r w:rsidR="00D37400">
        <w:t>’</w:t>
      </w:r>
      <w:r>
        <w:t>étrange</w:t>
      </w:r>
      <w:r w:rsidR="00D37400">
        <w:t>.</w:t>
      </w:r>
    </w:p>
    <w:p w14:paraId="7AF53651" w14:textId="77777777" w:rsidR="00D37400" w:rsidRDefault="00636A18">
      <w:r>
        <w:rPr>
          <w:szCs w:val="36"/>
        </w:rPr>
        <w:t>Sébastien Florentin commença par dé</w:t>
      </w:r>
      <w:r>
        <w:t>visser le pommeau de sa canne d</w:t>
      </w:r>
      <w:r w:rsidR="00D37400">
        <w:t>’</w:t>
      </w:r>
      <w:r>
        <w:t>un air solennel</w:t>
      </w:r>
      <w:r w:rsidR="00D37400">
        <w:t xml:space="preserve">, </w:t>
      </w:r>
      <w:r>
        <w:t>et dans ce pommeau m</w:t>
      </w:r>
      <w:r w:rsidR="00D37400">
        <w:t>’</w:t>
      </w:r>
      <w:r>
        <w:t>apparut une petite statuette en bronze</w:t>
      </w:r>
      <w:r w:rsidR="00D37400">
        <w:t xml:space="preserve">, </w:t>
      </w:r>
      <w:r>
        <w:t>haute d</w:t>
      </w:r>
      <w:r w:rsidR="00D37400">
        <w:t>’</w:t>
      </w:r>
      <w:r>
        <w:t>un pouce</w:t>
      </w:r>
      <w:r w:rsidR="00D37400">
        <w:t xml:space="preserve"> : </w:t>
      </w:r>
      <w:r>
        <w:t>la statuette de Napoléon</w:t>
      </w:r>
      <w:r w:rsidR="00D37400">
        <w:t xml:space="preserve">, </w:t>
      </w:r>
      <w:r>
        <w:t>avec sa grande capote et son chapeau de gendarme enfoncé sur les yeux</w:t>
      </w:r>
      <w:r w:rsidR="00D37400">
        <w:t xml:space="preserve">, </w:t>
      </w:r>
      <w:r>
        <w:t>la main gauche dans son gilet</w:t>
      </w:r>
      <w:r w:rsidR="00D37400">
        <w:t xml:space="preserve"> ; </w:t>
      </w:r>
      <w:r>
        <w:t>Florentin</w:t>
      </w:r>
      <w:r w:rsidR="00D37400">
        <w:t xml:space="preserve">, </w:t>
      </w:r>
      <w:r>
        <w:t>me le montrant</w:t>
      </w:r>
      <w:r w:rsidR="00D37400">
        <w:t xml:space="preserve">, </w:t>
      </w:r>
      <w:r>
        <w:t>murmura</w:t>
      </w:r>
      <w:r w:rsidR="00D37400">
        <w:t> :</w:t>
      </w:r>
    </w:p>
    <w:p w14:paraId="0ADB5AE1" w14:textId="77777777" w:rsidR="00D37400" w:rsidRDefault="00D37400">
      <w:r>
        <w:t>« </w:t>
      </w:r>
      <w:r w:rsidR="00636A18">
        <w:t>Le voilà</w:t>
      </w:r>
      <w:r>
        <w:t xml:space="preserve">, </w:t>
      </w:r>
      <w:r w:rsidR="00636A18">
        <w:t>mon ami</w:t>
      </w:r>
      <w:r>
        <w:t xml:space="preserve"> !… </w:t>
      </w:r>
      <w:r w:rsidR="00636A18">
        <w:t>Regarde-le bien</w:t>
      </w:r>
      <w:r>
        <w:t xml:space="preserve">… </w:t>
      </w:r>
      <w:r w:rsidR="00636A18">
        <w:t>C</w:t>
      </w:r>
      <w:r>
        <w:t>’</w:t>
      </w:r>
      <w:r w:rsidR="00636A18">
        <w:t>est lui</w:t>
      </w:r>
      <w:r>
        <w:t xml:space="preserve"> !… </w:t>
      </w:r>
      <w:r w:rsidR="00636A18">
        <w:t>Le voilà comme je l</w:t>
      </w:r>
      <w:r>
        <w:t>’</w:t>
      </w:r>
      <w:r w:rsidR="00636A18">
        <w:t>ai vu à Marengo</w:t>
      </w:r>
      <w:r>
        <w:t xml:space="preserve">, </w:t>
      </w:r>
      <w:r w:rsidR="00636A18">
        <w:t>Austerlitz</w:t>
      </w:r>
      <w:r>
        <w:t xml:space="preserve">, </w:t>
      </w:r>
      <w:r w:rsidR="00636A18">
        <w:t>Iéna</w:t>
      </w:r>
      <w:r>
        <w:t xml:space="preserve">, </w:t>
      </w:r>
      <w:r w:rsidR="00636A18">
        <w:t>Friedland</w:t>
      </w:r>
      <w:r>
        <w:t xml:space="preserve">, </w:t>
      </w:r>
      <w:r w:rsidR="00636A18">
        <w:t>Eylau</w:t>
      </w:r>
      <w:r>
        <w:t xml:space="preserve">, </w:t>
      </w:r>
      <w:r w:rsidR="00636A18">
        <w:t>Wagram</w:t>
      </w:r>
      <w:r>
        <w:t xml:space="preserve">… </w:t>
      </w:r>
      <w:r w:rsidR="00636A18">
        <w:t>Le voilà</w:t>
      </w:r>
      <w:r>
        <w:t xml:space="preserve">, </w:t>
      </w:r>
      <w:r w:rsidR="00636A18">
        <w:t>tranquille</w:t>
      </w:r>
      <w:r>
        <w:t xml:space="preserve">, </w:t>
      </w:r>
      <w:r w:rsidR="00636A18">
        <w:t>avec sa capote grise</w:t>
      </w:r>
      <w:r>
        <w:t xml:space="preserve">, </w:t>
      </w:r>
      <w:r w:rsidR="00636A18">
        <w:t>son chapeau et sa lunette d</w:t>
      </w:r>
      <w:r>
        <w:t>’</w:t>
      </w:r>
      <w:r w:rsidR="00636A18">
        <w:t>approche</w:t>
      </w:r>
      <w:r>
        <w:t>.</w:t>
      </w:r>
    </w:p>
    <w:p w14:paraId="7B910362" w14:textId="77777777" w:rsidR="00D37400" w:rsidRDefault="00D37400">
      <w:r>
        <w:t>« </w:t>
      </w:r>
      <w:r w:rsidR="00636A18">
        <w:t>Ah</w:t>
      </w:r>
      <w:r>
        <w:t xml:space="preserve"> ! </w:t>
      </w:r>
      <w:r w:rsidR="00636A18">
        <w:t>les traîtres ne l</w:t>
      </w:r>
      <w:r>
        <w:t>’</w:t>
      </w:r>
      <w:r w:rsidR="00636A18">
        <w:t>empêcheront pas de revenir</w:t>
      </w:r>
      <w:r>
        <w:t xml:space="preserve"> ; </w:t>
      </w:r>
      <w:r w:rsidR="00636A18">
        <w:t>il s</w:t>
      </w:r>
      <w:r>
        <w:t>’</w:t>
      </w:r>
      <w:r w:rsidR="00636A18">
        <w:t xml:space="preserve">appellera cette fois </w:t>
      </w:r>
      <w:r>
        <w:t xml:space="preserve">Napoléon II, </w:t>
      </w:r>
      <w:r w:rsidR="00636A18">
        <w:t>duc de Reichstadt</w:t>
      </w:r>
      <w:r>
        <w:t xml:space="preserve"> ; </w:t>
      </w:r>
      <w:r w:rsidR="00636A18">
        <w:t>tu m</w:t>
      </w:r>
      <w:r>
        <w:t>’</w:t>
      </w:r>
      <w:r w:rsidR="00636A18">
        <w:t>entends</w:t>
      </w:r>
      <w:r>
        <w:t> ?</w:t>
      </w:r>
    </w:p>
    <w:p w14:paraId="60B9C4FE" w14:textId="77777777" w:rsidR="00D37400" w:rsidRDefault="00D37400">
      <w:r>
        <w:lastRenderedPageBreak/>
        <w:t>— </w:t>
      </w:r>
      <w:r w:rsidR="00636A18">
        <w:t>Oui</w:t>
      </w:r>
      <w:r>
        <w:t xml:space="preserve">, </w:t>
      </w:r>
      <w:r w:rsidR="00636A18">
        <w:t>mon ami</w:t>
      </w:r>
      <w:r>
        <w:t>.</w:t>
      </w:r>
    </w:p>
    <w:p w14:paraId="62648778" w14:textId="77777777" w:rsidR="00D37400" w:rsidRDefault="00D37400">
      <w:r>
        <w:t>— </w:t>
      </w:r>
      <w:r w:rsidR="00636A18">
        <w:t>Et tu te battras pour lui sous le drapeau tricolore</w:t>
      </w:r>
      <w:r>
        <w:t xml:space="preserve">, </w:t>
      </w:r>
      <w:r w:rsidR="00636A18">
        <w:t>l</w:t>
      </w:r>
      <w:r>
        <w:t>’</w:t>
      </w:r>
      <w:r w:rsidR="00636A18">
        <w:t>aigle en haut</w:t>
      </w:r>
      <w:r>
        <w:t xml:space="preserve"> ; </w:t>
      </w:r>
      <w:r w:rsidR="00636A18">
        <w:t>tu m</w:t>
      </w:r>
      <w:r>
        <w:t>’</w:t>
      </w:r>
      <w:r w:rsidR="00636A18">
        <w:t>entends</w:t>
      </w:r>
      <w:r>
        <w:t> ?</w:t>
      </w:r>
    </w:p>
    <w:p w14:paraId="3B652A0A" w14:textId="77777777" w:rsidR="00D37400" w:rsidRDefault="00D37400">
      <w:r>
        <w:t>— </w:t>
      </w:r>
      <w:r w:rsidR="00636A18">
        <w:t>Oui</w:t>
      </w:r>
      <w:r>
        <w:t xml:space="preserve">, </w:t>
      </w:r>
      <w:r w:rsidR="00636A18">
        <w:t>mon ami</w:t>
      </w:r>
      <w:r>
        <w:t>.</w:t>
      </w:r>
    </w:p>
    <w:p w14:paraId="12AD4D01" w14:textId="45ADE634" w:rsidR="00636A18" w:rsidRDefault="00D37400">
      <w:pPr>
        <w:rPr>
          <w:szCs w:val="36"/>
        </w:rPr>
      </w:pPr>
      <w:r>
        <w:t>— </w:t>
      </w:r>
      <w:r w:rsidR="00636A18">
        <w:t>Tu le jures</w:t>
      </w:r>
      <w:r>
        <w:t xml:space="preserve"> ?… </w:t>
      </w:r>
      <w:r w:rsidR="00636A18">
        <w:t>Lève la main</w:t>
      </w:r>
      <w:r>
        <w:t> ! »</w:t>
      </w:r>
    </w:p>
    <w:p w14:paraId="375A7562" w14:textId="77777777" w:rsidR="00D37400" w:rsidRDefault="00636A18">
      <w:r>
        <w:t>Je levai la main</w:t>
      </w:r>
      <w:r w:rsidR="00D37400">
        <w:t>.</w:t>
      </w:r>
    </w:p>
    <w:p w14:paraId="675FA39C" w14:textId="330A909C" w:rsidR="00636A18" w:rsidRDefault="00D37400">
      <w:pPr>
        <w:rPr>
          <w:szCs w:val="36"/>
        </w:rPr>
      </w:pPr>
      <w:r>
        <w:t>« </w:t>
      </w:r>
      <w:r w:rsidR="00636A18">
        <w:t>Et crie</w:t>
      </w:r>
      <w:r>
        <w:t> : « </w:t>
      </w:r>
      <w:r w:rsidR="00636A18">
        <w:t>Vive l</w:t>
      </w:r>
      <w:r>
        <w:t>’</w:t>
      </w:r>
      <w:r w:rsidR="00636A18">
        <w:t>empereur</w:t>
      </w:r>
      <w:r>
        <w:t> ! »</w:t>
      </w:r>
    </w:p>
    <w:p w14:paraId="115A5F91" w14:textId="77777777" w:rsidR="00D37400" w:rsidRDefault="00636A18">
      <w:r>
        <w:t>Je criai de toutes mes forces</w:t>
      </w:r>
      <w:r w:rsidR="00D37400">
        <w:t> :</w:t>
      </w:r>
    </w:p>
    <w:p w14:paraId="3D8C7B25" w14:textId="2455F9BC" w:rsidR="00636A18" w:rsidRDefault="00D37400">
      <w:pPr>
        <w:rPr>
          <w:szCs w:val="36"/>
        </w:rPr>
      </w:pPr>
      <w:r>
        <w:t>« </w:t>
      </w:r>
      <w:r w:rsidR="00636A18">
        <w:t>Vive l</w:t>
      </w:r>
      <w:r>
        <w:t>’</w:t>
      </w:r>
      <w:r w:rsidR="00636A18">
        <w:t>empereur</w:t>
      </w:r>
      <w:r>
        <w:t> ! »</w:t>
      </w:r>
    </w:p>
    <w:p w14:paraId="4BACDA97" w14:textId="77777777" w:rsidR="00D37400" w:rsidRDefault="00636A18">
      <w:r>
        <w:t>Coco</w:t>
      </w:r>
      <w:r w:rsidR="00D37400">
        <w:t xml:space="preserve">, </w:t>
      </w:r>
      <w:r>
        <w:t>qui s</w:t>
      </w:r>
      <w:r w:rsidR="00D37400">
        <w:t>’</w:t>
      </w:r>
      <w:r>
        <w:t>endormait</w:t>
      </w:r>
      <w:r w:rsidR="00D37400">
        <w:t xml:space="preserve">, </w:t>
      </w:r>
      <w:r>
        <w:t>se réveilla brusquement et se mit à crier</w:t>
      </w:r>
      <w:r w:rsidR="00D37400">
        <w:t xml:space="preserve">, </w:t>
      </w:r>
      <w:r>
        <w:t>d</w:t>
      </w:r>
      <w:r w:rsidR="00D37400">
        <w:t>’</w:t>
      </w:r>
      <w:r>
        <w:t>un ton aigre</w:t>
      </w:r>
      <w:r w:rsidR="00D37400">
        <w:t> :</w:t>
      </w:r>
    </w:p>
    <w:p w14:paraId="7BC8B559" w14:textId="5310EEFA" w:rsidR="00636A18" w:rsidRDefault="00D37400">
      <w:pPr>
        <w:rPr>
          <w:szCs w:val="36"/>
        </w:rPr>
      </w:pPr>
      <w:r>
        <w:t>« </w:t>
      </w:r>
      <w:r w:rsidR="00636A18">
        <w:t>Gratte</w:t>
      </w:r>
      <w:r>
        <w:t xml:space="preserve">, </w:t>
      </w:r>
      <w:r w:rsidR="00636A18">
        <w:t>Coco</w:t>
      </w:r>
      <w:r>
        <w:t xml:space="preserve"> !… </w:t>
      </w:r>
      <w:r w:rsidR="00636A18">
        <w:t>Gratte</w:t>
      </w:r>
      <w:r>
        <w:t xml:space="preserve">, </w:t>
      </w:r>
      <w:r w:rsidR="00636A18">
        <w:t>Coco</w:t>
      </w:r>
      <w:r>
        <w:t> !… »</w:t>
      </w:r>
    </w:p>
    <w:p w14:paraId="6968537B" w14:textId="77777777" w:rsidR="00D37400" w:rsidRDefault="00636A18">
      <w:r>
        <w:t>Azor aboya</w:t>
      </w:r>
      <w:r w:rsidR="00D37400">
        <w:t>.</w:t>
      </w:r>
    </w:p>
    <w:p w14:paraId="511045D3" w14:textId="77777777" w:rsidR="00D37400" w:rsidRDefault="00636A18">
      <w:r>
        <w:t>Le pauvre vieux en pleurait d</w:t>
      </w:r>
      <w:r w:rsidR="00D37400">
        <w:t>’</w:t>
      </w:r>
      <w:r>
        <w:t>attendrissement</w:t>
      </w:r>
      <w:r w:rsidR="00D37400">
        <w:t xml:space="preserve">. </w:t>
      </w:r>
      <w:r>
        <w:t>Il était dans les vignes du Seigneur</w:t>
      </w:r>
      <w:r w:rsidR="00D37400">
        <w:t>.</w:t>
      </w:r>
    </w:p>
    <w:p w14:paraId="367867D6" w14:textId="77777777" w:rsidR="00D37400" w:rsidRDefault="00636A18">
      <w:r>
        <w:t>Et</w:t>
      </w:r>
      <w:r w:rsidR="00D37400">
        <w:t xml:space="preserve">, </w:t>
      </w:r>
      <w:r>
        <w:t>comme Françoise</w:t>
      </w:r>
      <w:r w:rsidR="00D37400">
        <w:t xml:space="preserve">, </w:t>
      </w:r>
      <w:r>
        <w:t>à ce bruit</w:t>
      </w:r>
      <w:r w:rsidR="00D37400">
        <w:t xml:space="preserve">, </w:t>
      </w:r>
      <w:r>
        <w:t>voulait entrer dans la chambre</w:t>
      </w:r>
      <w:r w:rsidR="00D37400">
        <w:t xml:space="preserve">, </w:t>
      </w:r>
      <w:r>
        <w:t>le brave homme</w:t>
      </w:r>
      <w:r w:rsidR="00D37400">
        <w:t xml:space="preserve">, </w:t>
      </w:r>
      <w:r>
        <w:t>revissant son petit fétiche dans la pomme de sa canne</w:t>
      </w:r>
      <w:r w:rsidR="00D37400">
        <w:t xml:space="preserve">, </w:t>
      </w:r>
      <w:r>
        <w:t>me dit</w:t>
      </w:r>
      <w:r w:rsidR="00D37400">
        <w:t> :</w:t>
      </w:r>
    </w:p>
    <w:p w14:paraId="259CF2CE" w14:textId="77777777" w:rsidR="00D37400" w:rsidRDefault="00D37400">
      <w:r>
        <w:t>« </w:t>
      </w:r>
      <w:r w:rsidR="00636A18">
        <w:t>C</w:t>
      </w:r>
      <w:r>
        <w:t>’</w:t>
      </w:r>
      <w:r w:rsidR="00636A18">
        <w:t>est bien</w:t>
      </w:r>
      <w:r>
        <w:t xml:space="preserve"> !… </w:t>
      </w:r>
      <w:r w:rsidR="00636A18">
        <w:t xml:space="preserve">Maintenant tu peux ouvrir à </w:t>
      </w:r>
      <w:proofErr w:type="spellStart"/>
      <w:r w:rsidR="00636A18">
        <w:t>Frentzel</w:t>
      </w:r>
      <w:proofErr w:type="spellEnd"/>
      <w:r>
        <w:t xml:space="preserve"> ; </w:t>
      </w:r>
      <w:r w:rsidR="00636A18">
        <w:t>mais tu ne lui diras rien</w:t>
      </w:r>
      <w:r>
        <w:t xml:space="preserve">, </w:t>
      </w:r>
      <w:r w:rsidR="00636A18">
        <w:t>ni à ton père</w:t>
      </w:r>
      <w:r>
        <w:t xml:space="preserve">, </w:t>
      </w:r>
      <w:r w:rsidR="00636A18">
        <w:t>ni à ta mère</w:t>
      </w:r>
      <w:r>
        <w:t xml:space="preserve">, </w:t>
      </w:r>
      <w:r w:rsidR="00636A18">
        <w:t>ni à personne</w:t>
      </w:r>
      <w:r>
        <w:t> !</w:t>
      </w:r>
    </w:p>
    <w:p w14:paraId="1FF5F032" w14:textId="44344DE4" w:rsidR="00636A18" w:rsidRDefault="00D37400">
      <w:pPr>
        <w:rPr>
          <w:szCs w:val="36"/>
        </w:rPr>
      </w:pPr>
      <w:r>
        <w:t>— </w:t>
      </w:r>
      <w:r w:rsidR="00636A18">
        <w:t>Non</w:t>
      </w:r>
      <w:r>
        <w:t xml:space="preserve">, </w:t>
      </w:r>
      <w:r w:rsidR="00636A18">
        <w:t>mon ami</w:t>
      </w:r>
      <w:r>
        <w:t>. »</w:t>
      </w:r>
    </w:p>
    <w:p w14:paraId="6911FCFD" w14:textId="77777777" w:rsidR="00D37400" w:rsidRDefault="00636A18">
      <w:r>
        <w:t>J</w:t>
      </w:r>
      <w:r w:rsidR="00D37400">
        <w:t>’</w:t>
      </w:r>
      <w:r>
        <w:t>allai donc ouvrir</w:t>
      </w:r>
      <w:r w:rsidR="00D37400">
        <w:t xml:space="preserve">, </w:t>
      </w:r>
      <w:r>
        <w:t xml:space="preserve">et </w:t>
      </w:r>
      <w:proofErr w:type="spellStart"/>
      <w:r>
        <w:t>Frentzel</w:t>
      </w:r>
      <w:proofErr w:type="spellEnd"/>
      <w:r>
        <w:t xml:space="preserve"> entra</w:t>
      </w:r>
      <w:r w:rsidR="00D37400">
        <w:t xml:space="preserve">, </w:t>
      </w:r>
      <w:r>
        <w:t>portant la lampe qu</w:t>
      </w:r>
      <w:r w:rsidR="00D37400">
        <w:t>’</w:t>
      </w:r>
      <w:r>
        <w:t>elle venait d</w:t>
      </w:r>
      <w:r w:rsidR="00D37400">
        <w:t>’</w:t>
      </w:r>
      <w:r>
        <w:t>allumer dans la cuisine</w:t>
      </w:r>
      <w:r w:rsidR="00D37400">
        <w:t xml:space="preserve"> ; </w:t>
      </w:r>
      <w:r>
        <w:t>elle la posa sur la table</w:t>
      </w:r>
      <w:r w:rsidR="00D37400">
        <w:t xml:space="preserve">, </w:t>
      </w:r>
      <w:r>
        <w:t>en demandant</w:t>
      </w:r>
      <w:r w:rsidR="00D37400">
        <w:t> :</w:t>
      </w:r>
    </w:p>
    <w:p w14:paraId="515537CC" w14:textId="77777777" w:rsidR="00D37400" w:rsidRDefault="00D37400">
      <w:r>
        <w:lastRenderedPageBreak/>
        <w:t>« </w:t>
      </w:r>
      <w:r w:rsidR="00636A18">
        <w:t>Qu</w:t>
      </w:r>
      <w:r>
        <w:t>’</w:t>
      </w:r>
      <w:r w:rsidR="00636A18">
        <w:t>est-ce qui vient donc de crier</w:t>
      </w:r>
      <w:r>
        <w:t xml:space="preserve">, </w:t>
      </w:r>
      <w:r w:rsidR="00636A18">
        <w:t>tout à l</w:t>
      </w:r>
      <w:r>
        <w:t>’</w:t>
      </w:r>
      <w:r w:rsidR="00636A18">
        <w:t>heure</w:t>
      </w:r>
      <w:r>
        <w:t xml:space="preserve">, </w:t>
      </w:r>
      <w:r w:rsidR="00636A18">
        <w:t>Flore</w:t>
      </w:r>
      <w:r w:rsidR="00636A18">
        <w:t>n</w:t>
      </w:r>
      <w:r w:rsidR="00636A18">
        <w:t>tin</w:t>
      </w:r>
      <w:r>
        <w:t> ?</w:t>
      </w:r>
    </w:p>
    <w:p w14:paraId="3D5EA74A" w14:textId="77777777" w:rsidR="00D37400" w:rsidRDefault="00D37400">
      <w:r>
        <w:t>— </w:t>
      </w:r>
      <w:r w:rsidR="00636A18">
        <w:t>C</w:t>
      </w:r>
      <w:r>
        <w:t>’</w:t>
      </w:r>
      <w:r w:rsidR="00636A18">
        <w:t>est moi</w:t>
      </w:r>
      <w:r>
        <w:t xml:space="preserve">… </w:t>
      </w:r>
      <w:r w:rsidR="00636A18">
        <w:t>J</w:t>
      </w:r>
      <w:r>
        <w:t>’</w:t>
      </w:r>
      <w:r w:rsidR="00636A18">
        <w:t>ai éternué</w:t>
      </w:r>
      <w:r>
        <w:t xml:space="preserve">, </w:t>
      </w:r>
      <w:r w:rsidR="00636A18">
        <w:t>dit-il</w:t>
      </w:r>
      <w:r>
        <w:t xml:space="preserve">, </w:t>
      </w:r>
      <w:r w:rsidR="00636A18">
        <w:t>et Coco s</w:t>
      </w:r>
      <w:r>
        <w:t>’</w:t>
      </w:r>
      <w:r w:rsidR="00636A18">
        <w:t>est réveillé</w:t>
      </w:r>
      <w:r>
        <w:t>.</w:t>
      </w:r>
    </w:p>
    <w:p w14:paraId="2B3C0CB0" w14:textId="77777777" w:rsidR="00D37400" w:rsidRDefault="00D37400">
      <w:r>
        <w:t>— </w:t>
      </w:r>
      <w:r w:rsidR="00636A18">
        <w:t>Ah</w:t>
      </w:r>
      <w:r>
        <w:t xml:space="preserve"> ! </w:t>
      </w:r>
      <w:r w:rsidR="00636A18">
        <w:t>c</w:t>
      </w:r>
      <w:r>
        <w:t>’</w:t>
      </w:r>
      <w:r w:rsidR="00636A18">
        <w:t>est bon</w:t>
      </w:r>
      <w:r>
        <w:t> ! »</w:t>
      </w:r>
      <w:r w:rsidR="00636A18">
        <w:t xml:space="preserve"> dit Françoise</w:t>
      </w:r>
      <w:r>
        <w:t xml:space="preserve">, </w:t>
      </w:r>
      <w:r w:rsidR="00636A18">
        <w:t>en retournant à son o</w:t>
      </w:r>
      <w:r w:rsidR="00636A18">
        <w:t>u</w:t>
      </w:r>
      <w:r w:rsidR="00636A18">
        <w:t>vrage</w:t>
      </w:r>
      <w:r>
        <w:t>.</w:t>
      </w:r>
    </w:p>
    <w:p w14:paraId="060FC2E6" w14:textId="77777777" w:rsidR="00D37400" w:rsidRDefault="00636A18">
      <w:r>
        <w:t>Et voilà comment j</w:t>
      </w:r>
      <w:r w:rsidR="00D37400">
        <w:t>’</w:t>
      </w:r>
      <w:r>
        <w:t>entrai dans la grande conspiration des bonapartistes de 1830</w:t>
      </w:r>
      <w:r w:rsidR="00D37400">
        <w:t>.</w:t>
      </w:r>
    </w:p>
    <w:p w14:paraId="1FB8A3BC" w14:textId="77777777" w:rsidR="00D37400" w:rsidRDefault="00636A18">
      <w:r>
        <w:t>Voilà comment les pauvres vieux s</w:t>
      </w:r>
      <w:r w:rsidR="00D37400">
        <w:t>’</w:t>
      </w:r>
      <w:r>
        <w:t>attendaient à voir rev</w:t>
      </w:r>
      <w:r>
        <w:t>e</w:t>
      </w:r>
      <w:r>
        <w:t>nir le grand homme qui les avait pr</w:t>
      </w:r>
      <w:r>
        <w:t>o</w:t>
      </w:r>
      <w:r>
        <w:t>menés d</w:t>
      </w:r>
      <w:r w:rsidR="00D37400">
        <w:t>’</w:t>
      </w:r>
      <w:r>
        <w:t>étape en étape</w:t>
      </w:r>
      <w:r w:rsidR="00D37400">
        <w:t xml:space="preserve">, </w:t>
      </w:r>
      <w:r>
        <w:t>le sac au dos</w:t>
      </w:r>
      <w:r w:rsidR="00D37400">
        <w:t xml:space="preserve">, </w:t>
      </w:r>
      <w:r>
        <w:t>à travers l</w:t>
      </w:r>
      <w:r w:rsidR="00D37400">
        <w:t>’</w:t>
      </w:r>
      <w:r>
        <w:t>Europe</w:t>
      </w:r>
      <w:r w:rsidR="00D37400">
        <w:t xml:space="preserve">, </w:t>
      </w:r>
      <w:r>
        <w:t>semant leurs os partout en l</w:t>
      </w:r>
      <w:r w:rsidR="00D37400">
        <w:t>’</w:t>
      </w:r>
      <w:r>
        <w:t>honneur de Joseph</w:t>
      </w:r>
      <w:r w:rsidR="00D37400">
        <w:t xml:space="preserve">, </w:t>
      </w:r>
      <w:r>
        <w:t>de Louis</w:t>
      </w:r>
      <w:r w:rsidR="00D37400">
        <w:t xml:space="preserve">, </w:t>
      </w:r>
      <w:r>
        <w:t>de Jérôme</w:t>
      </w:r>
      <w:r w:rsidR="00D37400">
        <w:t xml:space="preserve">, </w:t>
      </w:r>
      <w:r>
        <w:t>les gens que vous s</w:t>
      </w:r>
      <w:r>
        <w:t>a</w:t>
      </w:r>
      <w:r>
        <w:t>vez</w:t>
      </w:r>
      <w:r w:rsidR="00D37400">
        <w:t xml:space="preserve">, </w:t>
      </w:r>
      <w:r>
        <w:t>hélas</w:t>
      </w:r>
      <w:r w:rsidR="00D37400">
        <w:t> !</w:t>
      </w:r>
    </w:p>
    <w:p w14:paraId="605DF0BD" w14:textId="77777777" w:rsidR="00D37400" w:rsidRDefault="00636A18">
      <w:r>
        <w:t>Oh</w:t>
      </w:r>
      <w:r w:rsidR="00D37400">
        <w:t xml:space="preserve"> ! </w:t>
      </w:r>
      <w:r>
        <w:t>pauvres vieux de la vieille</w:t>
      </w:r>
      <w:r w:rsidR="00D37400">
        <w:t xml:space="preserve">, </w:t>
      </w:r>
      <w:r>
        <w:t>pauvres Gaulois</w:t>
      </w:r>
      <w:r w:rsidR="00D37400">
        <w:t xml:space="preserve">, </w:t>
      </w:r>
      <w:r>
        <w:t>toujours batailleurs et naïfs</w:t>
      </w:r>
      <w:r w:rsidR="00D37400">
        <w:t xml:space="preserve">, </w:t>
      </w:r>
      <w:r>
        <w:t>que de courage</w:t>
      </w:r>
      <w:r w:rsidR="00D37400">
        <w:t xml:space="preserve">, </w:t>
      </w:r>
      <w:r>
        <w:t>de vertus guerrières</w:t>
      </w:r>
      <w:r w:rsidR="00D37400">
        <w:t xml:space="preserve">, </w:t>
      </w:r>
      <w:r>
        <w:t>que d</w:t>
      </w:r>
      <w:r w:rsidR="00D37400">
        <w:t>’</w:t>
      </w:r>
      <w:r>
        <w:t>héroïsme vous avez dépensé pour ce César italien</w:t>
      </w:r>
      <w:r w:rsidR="00D37400">
        <w:t xml:space="preserve">, </w:t>
      </w:r>
      <w:r>
        <w:t>qui n</w:t>
      </w:r>
      <w:r w:rsidR="00D37400">
        <w:t>’</w:t>
      </w:r>
      <w:r>
        <w:t>a j</w:t>
      </w:r>
      <w:r>
        <w:t>a</w:t>
      </w:r>
      <w:r>
        <w:t>mais vu qu</w:t>
      </w:r>
      <w:r w:rsidR="00D37400">
        <w:t>’</w:t>
      </w:r>
      <w:r>
        <w:t>une chose dans ce monde</w:t>
      </w:r>
      <w:r w:rsidR="00D37400">
        <w:t xml:space="preserve"> : </w:t>
      </w:r>
      <w:r>
        <w:t>la gloire de Bonaparte</w:t>
      </w:r>
      <w:r w:rsidR="00D37400">
        <w:t> !</w:t>
      </w:r>
    </w:p>
    <w:p w14:paraId="7FC2B82B" w14:textId="096E1D12" w:rsidR="00636A18" w:rsidRDefault="00636A18" w:rsidP="00D37400">
      <w:pPr>
        <w:pStyle w:val="Titre2"/>
        <w:pageBreakBefore/>
      </w:pPr>
      <w:bookmarkStart w:id="14" w:name="_Toc344229462"/>
      <w:bookmarkStart w:id="15" w:name="_Toc194835725"/>
      <w:r>
        <w:lastRenderedPageBreak/>
        <w:t>VII</w:t>
      </w:r>
      <w:bookmarkEnd w:id="14"/>
      <w:bookmarkEnd w:id="15"/>
    </w:p>
    <w:p w14:paraId="09C12E8F" w14:textId="77777777" w:rsidR="00D37400" w:rsidRDefault="00636A18">
      <w:r>
        <w:t>Les beaux jours étaient enfin revenus</w:t>
      </w:r>
      <w:r w:rsidR="00D37400">
        <w:t xml:space="preserve"> ; </w:t>
      </w:r>
      <w:r>
        <w:t>nous arrivions au mois d</w:t>
      </w:r>
      <w:r w:rsidR="00D37400">
        <w:t>’</w:t>
      </w:r>
      <w:r>
        <w:t>avril 1830</w:t>
      </w:r>
      <w:r w:rsidR="00D37400">
        <w:t xml:space="preserve">. </w:t>
      </w:r>
      <w:r>
        <w:t>Jamais printemps ne fut plus précoce</w:t>
      </w:r>
      <w:r w:rsidR="00D37400">
        <w:t>.</w:t>
      </w:r>
    </w:p>
    <w:p w14:paraId="22D26DD7" w14:textId="77777777" w:rsidR="00D37400" w:rsidRDefault="00636A18">
      <w:r>
        <w:t>Mon ami Florentin</w:t>
      </w:r>
      <w:r w:rsidR="00D37400">
        <w:t xml:space="preserve">, </w:t>
      </w:r>
      <w:r>
        <w:t>malgré les préoccupations du moment</w:t>
      </w:r>
      <w:r w:rsidR="00D37400">
        <w:t xml:space="preserve">, – </w:t>
      </w:r>
      <w:r>
        <w:t>car la police était en éveil</w:t>
      </w:r>
      <w:r w:rsidR="00D37400">
        <w:t xml:space="preserve"> : </w:t>
      </w:r>
      <w:r>
        <w:t xml:space="preserve">le brigadier de gendarmerie Muller avait fait prévenir </w:t>
      </w:r>
      <w:proofErr w:type="spellStart"/>
      <w:r>
        <w:t>sous main</w:t>
      </w:r>
      <w:proofErr w:type="spellEnd"/>
      <w:r>
        <w:t xml:space="preserve"> son ancien capitaine Vidal</w:t>
      </w:r>
      <w:r w:rsidR="00D37400">
        <w:t xml:space="preserve">, </w:t>
      </w:r>
      <w:r>
        <w:t>que l</w:t>
      </w:r>
      <w:r w:rsidR="00D37400">
        <w:t>’</w:t>
      </w:r>
      <w:r>
        <w:t>ordre de dresser une liste des patriotes trop exaltés était arr</w:t>
      </w:r>
      <w:r>
        <w:t>i</w:t>
      </w:r>
      <w:r>
        <w:t>vé</w:t>
      </w:r>
      <w:r w:rsidR="00D37400">
        <w:t xml:space="preserve"> ; </w:t>
      </w:r>
      <w:r>
        <w:t xml:space="preserve">les réunions à </w:t>
      </w:r>
      <w:r>
        <w:rPr>
          <w:i/>
          <w:iCs/>
        </w:rPr>
        <w:t xml:space="preserve">la Ville de Metz </w:t>
      </w:r>
      <w:r>
        <w:t>étaient suspendues</w:t>
      </w:r>
      <w:r w:rsidR="00D37400">
        <w:t xml:space="preserve">, </w:t>
      </w:r>
      <w:r>
        <w:t>et chez nous on parlait moins haut</w:t>
      </w:r>
      <w:r w:rsidR="00D37400">
        <w:t xml:space="preserve"> ; – </w:t>
      </w:r>
      <w:r>
        <w:t>malgré tout cela</w:t>
      </w:r>
      <w:r w:rsidR="00D37400">
        <w:t xml:space="preserve">, </w:t>
      </w:r>
      <w:r>
        <w:t>Sébastien et moi</w:t>
      </w:r>
      <w:r w:rsidR="00D37400">
        <w:t xml:space="preserve">, </w:t>
      </w:r>
      <w:r>
        <w:t>nous allions conspirer ensemble dans sa baraque</w:t>
      </w:r>
      <w:r w:rsidR="00D37400">
        <w:t>.</w:t>
      </w:r>
    </w:p>
    <w:p w14:paraId="2A1E18C5" w14:textId="77777777" w:rsidR="00D37400" w:rsidRDefault="00636A18">
      <w:r>
        <w:rPr>
          <w:szCs w:val="36"/>
        </w:rPr>
        <w:t xml:space="preserve">Il me semble encore courir dans le petit </w:t>
      </w:r>
      <w:r>
        <w:t>sentier des glacis</w:t>
      </w:r>
      <w:r w:rsidR="00D37400">
        <w:t xml:space="preserve">, </w:t>
      </w:r>
      <w:r>
        <w:t>pour gagner notre jardinet</w:t>
      </w:r>
      <w:r w:rsidR="00D37400">
        <w:t xml:space="preserve"> : </w:t>
      </w:r>
      <w:r>
        <w:t>les hautes herbes pleines de ma</w:t>
      </w:r>
      <w:r>
        <w:t>r</w:t>
      </w:r>
      <w:r>
        <w:t>guerites sauvages et de boutons d</w:t>
      </w:r>
      <w:r w:rsidR="00D37400">
        <w:t>’</w:t>
      </w:r>
      <w:r>
        <w:t>or frissonnent à mes côtés</w:t>
      </w:r>
      <w:r w:rsidR="00D37400">
        <w:t xml:space="preserve">, </w:t>
      </w:r>
      <w:r>
        <w:t>les papillons voltigent</w:t>
      </w:r>
      <w:r w:rsidR="00D37400">
        <w:t xml:space="preserve">, </w:t>
      </w:r>
      <w:r>
        <w:t>les abeilles bourdonnent</w:t>
      </w:r>
      <w:r w:rsidR="00D37400">
        <w:t xml:space="preserve">, </w:t>
      </w:r>
      <w:r>
        <w:t>Azor me montre le chemin en bondissant et se retourne tout joyeux</w:t>
      </w:r>
      <w:r w:rsidR="00D37400">
        <w:t xml:space="preserve">, </w:t>
      </w:r>
      <w:r>
        <w:t>et mon ami nous suit</w:t>
      </w:r>
      <w:r w:rsidR="00D37400">
        <w:t xml:space="preserve">, </w:t>
      </w:r>
      <w:r>
        <w:t>tout riant</w:t>
      </w:r>
      <w:r w:rsidR="00D37400">
        <w:t xml:space="preserve">, </w:t>
      </w:r>
      <w:r>
        <w:t>sa petite chopine de vin blanc et sa croûte de pain dans la poche</w:t>
      </w:r>
      <w:r w:rsidR="00D37400">
        <w:t>.</w:t>
      </w:r>
    </w:p>
    <w:p w14:paraId="6FF77BDF" w14:textId="77777777" w:rsidR="00D37400" w:rsidRDefault="00636A18">
      <w:r>
        <w:t>Quel beau temps que celui de l</w:t>
      </w:r>
      <w:r w:rsidR="00D37400">
        <w:t>’</w:t>
      </w:r>
      <w:r>
        <w:t>enfance</w:t>
      </w:r>
      <w:r w:rsidR="00D37400">
        <w:t xml:space="preserve"> ! </w:t>
      </w:r>
      <w:r>
        <w:t>Comme tout brille à vos yeux</w:t>
      </w:r>
      <w:r w:rsidR="00D37400">
        <w:t xml:space="preserve"> ! </w:t>
      </w:r>
      <w:r>
        <w:t>Que la lumière est pure</w:t>
      </w:r>
      <w:r w:rsidR="00D37400">
        <w:t xml:space="preserve"> !… </w:t>
      </w:r>
      <w:r>
        <w:t>Que le parfum des fleurs est pénétrant</w:t>
      </w:r>
      <w:r w:rsidR="00D37400">
        <w:t xml:space="preserve">, </w:t>
      </w:r>
      <w:r>
        <w:t>et que vos sensations sont vives</w:t>
      </w:r>
      <w:r w:rsidR="00D37400">
        <w:t xml:space="preserve"> !… – </w:t>
      </w:r>
      <w:r>
        <w:t>Aucune crainte de l</w:t>
      </w:r>
      <w:r w:rsidR="00D37400">
        <w:t>’</w:t>
      </w:r>
      <w:r>
        <w:t>avenir</w:t>
      </w:r>
      <w:r w:rsidR="00D37400">
        <w:t xml:space="preserve">, </w:t>
      </w:r>
      <w:r>
        <w:t>aucune arrière-pensée qui vous troublent</w:t>
      </w:r>
      <w:r w:rsidR="00D37400">
        <w:t xml:space="preserve"> ; </w:t>
      </w:r>
      <w:r>
        <w:t>rien qui vous inquiète</w:t>
      </w:r>
      <w:r w:rsidR="00D37400">
        <w:t>.</w:t>
      </w:r>
    </w:p>
    <w:p w14:paraId="4120D6AE" w14:textId="77777777" w:rsidR="00D37400" w:rsidRDefault="00636A18">
      <w:r>
        <w:t>Ah</w:t>
      </w:r>
      <w:r w:rsidR="00D37400">
        <w:t xml:space="preserve"> ! </w:t>
      </w:r>
      <w:r>
        <w:t>oui</w:t>
      </w:r>
      <w:r w:rsidR="00D37400">
        <w:t xml:space="preserve">, </w:t>
      </w:r>
      <w:r>
        <w:t>ce sont les seuls jours qui méritent d</w:t>
      </w:r>
      <w:r w:rsidR="00D37400">
        <w:t>’</w:t>
      </w:r>
      <w:r>
        <w:t>être regre</w:t>
      </w:r>
      <w:r>
        <w:t>t</w:t>
      </w:r>
      <w:r>
        <w:t>tés</w:t>
      </w:r>
      <w:r w:rsidR="00D37400">
        <w:t xml:space="preserve"> ; </w:t>
      </w:r>
      <w:r>
        <w:t>tant de soucis se mêlent plus tard à nos espérances</w:t>
      </w:r>
      <w:r w:rsidR="00D37400">
        <w:t xml:space="preserve">, </w:t>
      </w:r>
      <w:r>
        <w:t>à nos bonheurs</w:t>
      </w:r>
      <w:r w:rsidR="00D37400">
        <w:t>.</w:t>
      </w:r>
    </w:p>
    <w:p w14:paraId="47B15FB7" w14:textId="77777777" w:rsidR="00D37400" w:rsidRDefault="00636A18">
      <w:r>
        <w:lastRenderedPageBreak/>
        <w:t>Mais</w:t>
      </w:r>
      <w:r w:rsidR="00D37400">
        <w:t xml:space="preserve">, </w:t>
      </w:r>
      <w:r>
        <w:t>parmi mes souvenirs d</w:t>
      </w:r>
      <w:r w:rsidR="00D37400">
        <w:t>’</w:t>
      </w:r>
      <w:r>
        <w:t>enfance</w:t>
      </w:r>
      <w:r w:rsidR="00D37400">
        <w:t xml:space="preserve">, </w:t>
      </w:r>
      <w:r>
        <w:t>il n</w:t>
      </w:r>
      <w:r w:rsidR="00D37400">
        <w:t>’</w:t>
      </w:r>
      <w:r>
        <w:t>en est pas un seul qui me revienne avec plus d</w:t>
      </w:r>
      <w:r w:rsidR="00D37400">
        <w:t>’</w:t>
      </w:r>
      <w:r>
        <w:t>éclat que celui de notre mat</w:t>
      </w:r>
      <w:r>
        <w:t>i</w:t>
      </w:r>
      <w:r>
        <w:t xml:space="preserve">née dansante à la ferme du fond de </w:t>
      </w:r>
      <w:proofErr w:type="spellStart"/>
      <w:r>
        <w:t>Fiquet</w:t>
      </w:r>
      <w:proofErr w:type="spellEnd"/>
      <w:r w:rsidR="00D37400">
        <w:t>.</w:t>
      </w:r>
    </w:p>
    <w:p w14:paraId="14791E74" w14:textId="77777777" w:rsidR="00D37400" w:rsidRDefault="00636A18">
      <w:r>
        <w:t>Il faut que je vous raconte cela</w:t>
      </w:r>
      <w:r w:rsidR="00D37400">
        <w:t xml:space="preserve">, </w:t>
      </w:r>
      <w:r>
        <w:t>car c</w:t>
      </w:r>
      <w:r w:rsidR="00D37400">
        <w:t>’</w:t>
      </w:r>
      <w:r>
        <w:t>est comme un point lumineux dans mon existence</w:t>
      </w:r>
      <w:r w:rsidR="00D37400">
        <w:t>.</w:t>
      </w:r>
    </w:p>
    <w:p w14:paraId="4AED7F66" w14:textId="1DA3FE4B" w:rsidR="00D37400" w:rsidRDefault="00636A18">
      <w:r>
        <w:t>Les bonnes commères dont je vous ai parlé</w:t>
      </w:r>
      <w:r w:rsidR="00D37400">
        <w:t> : M</w:t>
      </w:r>
      <w:r w:rsidR="00D37400" w:rsidRPr="00D37400">
        <w:rPr>
          <w:vertAlign w:val="superscript"/>
        </w:rPr>
        <w:t>me</w:t>
      </w:r>
      <w:r w:rsidR="00D37400">
        <w:t> </w:t>
      </w:r>
      <w:r>
        <w:t>Richard</w:t>
      </w:r>
      <w:r w:rsidR="00D37400">
        <w:t>, M</w:t>
      </w:r>
      <w:r w:rsidR="00D37400" w:rsidRPr="00D37400">
        <w:rPr>
          <w:vertAlign w:val="superscript"/>
        </w:rPr>
        <w:t>me</w:t>
      </w:r>
      <w:r w:rsidR="00D37400">
        <w:t> </w:t>
      </w:r>
      <w:r>
        <w:t>Vidal</w:t>
      </w:r>
      <w:r w:rsidR="00D37400">
        <w:t xml:space="preserve">, </w:t>
      </w:r>
      <w:r>
        <w:t>la grand</w:t>
      </w:r>
      <w:r w:rsidR="00D37400">
        <w:t>’</w:t>
      </w:r>
      <w:r>
        <w:t>mère Desjardins</w:t>
      </w:r>
      <w:r w:rsidR="00D37400">
        <w:t>, M</w:t>
      </w:r>
      <w:r w:rsidR="00D37400" w:rsidRPr="00D37400">
        <w:rPr>
          <w:vertAlign w:val="superscript"/>
        </w:rPr>
        <w:t>me</w:t>
      </w:r>
      <w:r w:rsidR="00D37400">
        <w:t> </w:t>
      </w:r>
      <w:r>
        <w:t>Françoise</w:t>
      </w:r>
      <w:r w:rsidR="00D37400">
        <w:t xml:space="preserve">, </w:t>
      </w:r>
      <w:r>
        <w:t>et d</w:t>
      </w:r>
      <w:r w:rsidR="00D37400">
        <w:t>’</w:t>
      </w:r>
      <w:r>
        <w:t>autres dont le nom m</w:t>
      </w:r>
      <w:r w:rsidR="00D37400">
        <w:t>’</w:t>
      </w:r>
      <w:r>
        <w:t>échappe aujourd</w:t>
      </w:r>
      <w:r w:rsidR="00D37400">
        <w:t>’</w:t>
      </w:r>
      <w:r>
        <w:t>hui</w:t>
      </w:r>
      <w:r w:rsidR="00D37400">
        <w:t xml:space="preserve">, </w:t>
      </w:r>
      <w:r>
        <w:t>avaient comploté de do</w:t>
      </w:r>
      <w:r>
        <w:t>n</w:t>
      </w:r>
      <w:r>
        <w:t>ner un bal champêtre le jour de la Fête-Dieu à tous les enfants de notre société</w:t>
      </w:r>
      <w:r w:rsidR="00D37400">
        <w:t>.</w:t>
      </w:r>
    </w:p>
    <w:p w14:paraId="0FE29A85" w14:textId="77777777" w:rsidR="00D37400" w:rsidRDefault="00636A18">
      <w:r>
        <w:t>Je devais en être</w:t>
      </w:r>
      <w:r w:rsidR="00D37400">
        <w:t xml:space="preserve">. </w:t>
      </w:r>
      <w:r>
        <w:t>Ma mère</w:t>
      </w:r>
      <w:r w:rsidR="00D37400">
        <w:t xml:space="preserve">, </w:t>
      </w:r>
      <w:r>
        <w:t>prévenue à l</w:t>
      </w:r>
      <w:r w:rsidR="00D37400">
        <w:t>’</w:t>
      </w:r>
      <w:r>
        <w:t>avance</w:t>
      </w:r>
      <w:r w:rsidR="00D37400">
        <w:t xml:space="preserve">, </w:t>
      </w:r>
      <w:r>
        <w:t>m</w:t>
      </w:r>
      <w:r w:rsidR="00D37400">
        <w:t>’</w:t>
      </w:r>
      <w:r>
        <w:t>avait fait faire un costume tout neuf</w:t>
      </w:r>
      <w:r w:rsidR="00D37400">
        <w:t xml:space="preserve"> ; </w:t>
      </w:r>
      <w:r>
        <w:t>un costume de petit paysan a</w:t>
      </w:r>
      <w:r>
        <w:t>l</w:t>
      </w:r>
      <w:r>
        <w:t>sacien</w:t>
      </w:r>
      <w:r w:rsidR="00D37400">
        <w:t xml:space="preserve">, </w:t>
      </w:r>
      <w:r>
        <w:t xml:space="preserve">du </w:t>
      </w:r>
      <w:proofErr w:type="spellStart"/>
      <w:r>
        <w:t>Kokesberg</w:t>
      </w:r>
      <w:proofErr w:type="spellEnd"/>
      <w:r w:rsidR="00D37400">
        <w:t xml:space="preserve"> : </w:t>
      </w:r>
      <w:r>
        <w:t>le tricorne</w:t>
      </w:r>
      <w:r w:rsidR="00D37400">
        <w:t xml:space="preserve">, </w:t>
      </w:r>
      <w:r>
        <w:t>le gilet écarlate</w:t>
      </w:r>
      <w:r w:rsidR="00D37400">
        <w:t xml:space="preserve">, </w:t>
      </w:r>
      <w:r>
        <w:t>la culotte</w:t>
      </w:r>
      <w:r w:rsidR="00D37400">
        <w:t xml:space="preserve">, </w:t>
      </w:r>
      <w:r>
        <w:t>les bas montant jusqu</w:t>
      </w:r>
      <w:r w:rsidR="00D37400">
        <w:t>’</w:t>
      </w:r>
      <w:r>
        <w:t>aux genoux</w:t>
      </w:r>
      <w:r w:rsidR="00D37400">
        <w:t xml:space="preserve">, </w:t>
      </w:r>
      <w:r>
        <w:t>les souliers à boucles d</w:t>
      </w:r>
      <w:r w:rsidR="00D37400">
        <w:t>’</w:t>
      </w:r>
      <w:r>
        <w:t>acier</w:t>
      </w:r>
      <w:r w:rsidR="00D37400">
        <w:t xml:space="preserve">, </w:t>
      </w:r>
      <w:r>
        <w:t>rien n</w:t>
      </w:r>
      <w:r w:rsidR="00D37400">
        <w:t>’</w:t>
      </w:r>
      <w:r>
        <w:t>y manquait</w:t>
      </w:r>
      <w:r w:rsidR="00D37400">
        <w:t xml:space="preserve">, </w:t>
      </w:r>
      <w:r>
        <w:t>et cela m</w:t>
      </w:r>
      <w:r w:rsidR="00D37400">
        <w:t>’</w:t>
      </w:r>
      <w:r>
        <w:t>allait à ravir</w:t>
      </w:r>
      <w:r w:rsidR="00D37400">
        <w:t xml:space="preserve">, </w:t>
      </w:r>
      <w:r>
        <w:t>avec mes grosses joues rouges et mes cheveux châtains bouclés</w:t>
      </w:r>
      <w:r w:rsidR="00D37400">
        <w:t>.</w:t>
      </w:r>
    </w:p>
    <w:p w14:paraId="7826E8D0" w14:textId="77777777" w:rsidR="00D37400" w:rsidRDefault="00636A18">
      <w:r>
        <w:t>La première fois qu</w:t>
      </w:r>
      <w:r w:rsidR="00D37400">
        <w:t>’</w:t>
      </w:r>
      <w:r>
        <w:t>on me mit ce costume et qu</w:t>
      </w:r>
      <w:r w:rsidR="00D37400">
        <w:t>’</w:t>
      </w:r>
      <w:r>
        <w:t>on me pl</w:t>
      </w:r>
      <w:r>
        <w:t>a</w:t>
      </w:r>
      <w:r>
        <w:t>ça devant le miroir</w:t>
      </w:r>
      <w:r w:rsidR="00D37400">
        <w:t xml:space="preserve">, </w:t>
      </w:r>
      <w:r>
        <w:t xml:space="preserve">je ne </w:t>
      </w:r>
      <w:proofErr w:type="spellStart"/>
      <w:r>
        <w:t>pus</w:t>
      </w:r>
      <w:proofErr w:type="spellEnd"/>
      <w:r>
        <w:t xml:space="preserve"> croire que c</w:t>
      </w:r>
      <w:r w:rsidR="00D37400">
        <w:t>’</w:t>
      </w:r>
      <w:r>
        <w:t>était moi</w:t>
      </w:r>
      <w:r w:rsidR="00D37400">
        <w:t xml:space="preserve">, </w:t>
      </w:r>
      <w:r>
        <w:t>tant je me trouvai beau</w:t>
      </w:r>
      <w:r w:rsidR="00D37400">
        <w:t>.</w:t>
      </w:r>
    </w:p>
    <w:p w14:paraId="2E5B26AD" w14:textId="79421BAE" w:rsidR="00D37400" w:rsidRDefault="00636A18">
      <w:r>
        <w:t>C</w:t>
      </w:r>
      <w:r w:rsidR="00D37400">
        <w:t>’</w:t>
      </w:r>
      <w:r>
        <w:t>était un matin</w:t>
      </w:r>
      <w:r w:rsidR="00D37400">
        <w:t xml:space="preserve">, </w:t>
      </w:r>
      <w:r>
        <w:t>après déjeuner</w:t>
      </w:r>
      <w:r w:rsidR="00D37400">
        <w:t xml:space="preserve"> ; </w:t>
      </w:r>
      <w:r>
        <w:t>comme je m</w:t>
      </w:r>
      <w:r w:rsidR="00D37400">
        <w:t>’</w:t>
      </w:r>
      <w:r>
        <w:t>admirais e</w:t>
      </w:r>
      <w:r>
        <w:t>n</w:t>
      </w:r>
      <w:r>
        <w:t>core</w:t>
      </w:r>
      <w:r w:rsidR="00D37400">
        <w:t>, M</w:t>
      </w:r>
      <w:r w:rsidR="00D37400" w:rsidRPr="00D37400">
        <w:rPr>
          <w:vertAlign w:val="superscript"/>
        </w:rPr>
        <w:t>me</w:t>
      </w:r>
      <w:r w:rsidR="00D37400">
        <w:t> </w:t>
      </w:r>
      <w:r>
        <w:t>Françoise arrive dans ses plus beaux atours</w:t>
      </w:r>
      <w:r w:rsidR="00D37400">
        <w:t xml:space="preserve">, </w:t>
      </w:r>
      <w:r>
        <w:t>pour me prendre</w:t>
      </w:r>
      <w:r w:rsidR="00D37400">
        <w:t xml:space="preserve"> ; </w:t>
      </w:r>
      <w:r>
        <w:t>et</w:t>
      </w:r>
      <w:r w:rsidR="00D37400">
        <w:t xml:space="preserve">, </w:t>
      </w:r>
      <w:r>
        <w:t>au lieu d</w:t>
      </w:r>
      <w:r w:rsidR="00D37400">
        <w:t>’</w:t>
      </w:r>
      <w:r>
        <w:t>aller chez mon ami Florentin</w:t>
      </w:r>
      <w:r w:rsidR="00D37400">
        <w:t xml:space="preserve">, </w:t>
      </w:r>
      <w:r>
        <w:t>nous so</w:t>
      </w:r>
      <w:r>
        <w:t>r</w:t>
      </w:r>
      <w:r>
        <w:t>tons par la porte de Saverne</w:t>
      </w:r>
      <w:r w:rsidR="00D37400">
        <w:t xml:space="preserve">, </w:t>
      </w:r>
      <w:r>
        <w:t>nous descendons vers l</w:t>
      </w:r>
      <w:r w:rsidR="00D37400">
        <w:t>’</w:t>
      </w:r>
      <w:r>
        <w:t xml:space="preserve">ancienne briqueterie </w:t>
      </w:r>
      <w:proofErr w:type="spellStart"/>
      <w:r>
        <w:t>Pernett</w:t>
      </w:r>
      <w:proofErr w:type="spellEnd"/>
      <w:r w:rsidR="00D37400">
        <w:t xml:space="preserve">, </w:t>
      </w:r>
      <w:r>
        <w:t>en longeant les petits jardins des glacis</w:t>
      </w:r>
      <w:r w:rsidR="00D37400">
        <w:t xml:space="preserve">. – </w:t>
      </w:r>
      <w:r>
        <w:t>Tout le monde me regardait en souriant</w:t>
      </w:r>
      <w:r w:rsidR="00D37400">
        <w:t xml:space="preserve"> ; </w:t>
      </w:r>
      <w:r>
        <w:t xml:space="preserve">je demandais à </w:t>
      </w:r>
      <w:proofErr w:type="spellStart"/>
      <w:r>
        <w:t>Fren</w:t>
      </w:r>
      <w:r>
        <w:t>t</w:t>
      </w:r>
      <w:r>
        <w:t>zel</w:t>
      </w:r>
      <w:proofErr w:type="spellEnd"/>
      <w:r w:rsidR="00D37400">
        <w:t> :</w:t>
      </w:r>
    </w:p>
    <w:p w14:paraId="4179F58E" w14:textId="77777777" w:rsidR="00D37400" w:rsidRDefault="00D37400">
      <w:r>
        <w:t>« </w:t>
      </w:r>
      <w:r w:rsidR="00636A18">
        <w:t>Où donc allons-nous</w:t>
      </w:r>
      <w:r>
        <w:t> ?</w:t>
      </w:r>
    </w:p>
    <w:p w14:paraId="4559A683" w14:textId="79E7822D" w:rsidR="00636A18" w:rsidRDefault="00D37400">
      <w:r>
        <w:t>— </w:t>
      </w:r>
      <w:r w:rsidR="00636A18">
        <w:t>Tu vas voir</w:t>
      </w:r>
      <w:r>
        <w:t xml:space="preserve">, </w:t>
      </w:r>
      <w:r w:rsidR="00636A18">
        <w:t>faisait-elle</w:t>
      </w:r>
      <w:r>
        <w:t xml:space="preserve">. </w:t>
      </w:r>
      <w:r w:rsidR="00636A18">
        <w:t>C</w:t>
      </w:r>
      <w:r>
        <w:t>’</w:t>
      </w:r>
      <w:r w:rsidR="00636A18">
        <w:t>est grande fête aujourd</w:t>
      </w:r>
      <w:r>
        <w:t>’</w:t>
      </w:r>
      <w:r w:rsidR="00636A18">
        <w:t>hui</w:t>
      </w:r>
      <w:r>
        <w:t xml:space="preserve">, </w:t>
      </w:r>
      <w:r w:rsidR="00636A18">
        <w:t>L</w:t>
      </w:r>
      <w:r w:rsidR="00636A18">
        <w:t>u</w:t>
      </w:r>
      <w:r w:rsidR="00636A18">
        <w:t>cien</w:t>
      </w:r>
      <w:r>
        <w:t xml:space="preserve">, </w:t>
      </w:r>
      <w:r w:rsidR="00636A18">
        <w:t>la Fête-Dieu</w:t>
      </w:r>
      <w:r>
        <w:t xml:space="preserve"> ; </w:t>
      </w:r>
      <w:r w:rsidR="00636A18">
        <w:t>tu vas faire ton entrée dans le monde</w:t>
      </w:r>
      <w:r>
        <w:t>. »</w:t>
      </w:r>
    </w:p>
    <w:p w14:paraId="424E20D3" w14:textId="77777777" w:rsidR="00D37400" w:rsidRDefault="00636A18">
      <w:r>
        <w:lastRenderedPageBreak/>
        <w:t>Et nous suivions l</w:t>
      </w:r>
      <w:r w:rsidR="00D37400">
        <w:t>’</w:t>
      </w:r>
      <w:r>
        <w:t>allée des peupliers</w:t>
      </w:r>
      <w:r w:rsidR="00D37400">
        <w:t xml:space="preserve">, </w:t>
      </w:r>
      <w:r>
        <w:t>vers la ferme</w:t>
      </w:r>
      <w:r w:rsidR="00D37400">
        <w:t xml:space="preserve">, </w:t>
      </w:r>
      <w:r>
        <w:t>quand tout à coup</w:t>
      </w:r>
      <w:r w:rsidR="00D37400">
        <w:t xml:space="preserve">, </w:t>
      </w:r>
      <w:r>
        <w:t>qu</w:t>
      </w:r>
      <w:r w:rsidR="00D37400">
        <w:t>’</w:t>
      </w:r>
      <w:r>
        <w:t>est-ce que j</w:t>
      </w:r>
      <w:r w:rsidR="00D37400">
        <w:t>’</w:t>
      </w:r>
      <w:r>
        <w:t>aperçois</w:t>
      </w:r>
      <w:r w:rsidR="00D37400">
        <w:t> ?</w:t>
      </w:r>
    </w:p>
    <w:p w14:paraId="32395DFF" w14:textId="77777777" w:rsidR="00D37400" w:rsidRDefault="00636A18">
      <w:r>
        <w:t>Devant la maison d</w:t>
      </w:r>
      <w:r w:rsidR="00D37400">
        <w:t>’</w:t>
      </w:r>
      <w:r>
        <w:t>habitation</w:t>
      </w:r>
      <w:r w:rsidR="00D37400">
        <w:t xml:space="preserve">, </w:t>
      </w:r>
      <w:r>
        <w:t>près du bassin entouré de vieux saules</w:t>
      </w:r>
      <w:r w:rsidR="00D37400">
        <w:t xml:space="preserve">, </w:t>
      </w:r>
      <w:r>
        <w:t>une grande réunion</w:t>
      </w:r>
      <w:r w:rsidR="00D37400">
        <w:t xml:space="preserve">, </w:t>
      </w:r>
      <w:r>
        <w:t>rien que des petits garçons et des petites filles</w:t>
      </w:r>
      <w:r w:rsidR="00D37400">
        <w:t xml:space="preserve"> : </w:t>
      </w:r>
      <w:r>
        <w:t>les uns en hussards</w:t>
      </w:r>
      <w:r w:rsidR="00D37400">
        <w:t xml:space="preserve">, </w:t>
      </w:r>
      <w:r>
        <w:t>en colonels</w:t>
      </w:r>
      <w:r w:rsidR="00D37400">
        <w:t xml:space="preserve">, </w:t>
      </w:r>
      <w:r>
        <w:t>en mam</w:t>
      </w:r>
      <w:r>
        <w:t>e</w:t>
      </w:r>
      <w:r>
        <w:t>lucks</w:t>
      </w:r>
      <w:r w:rsidR="00D37400">
        <w:t xml:space="preserve"> ; </w:t>
      </w:r>
      <w:r>
        <w:t>les autres en marquises</w:t>
      </w:r>
      <w:r w:rsidR="00D37400">
        <w:t xml:space="preserve">, </w:t>
      </w:r>
      <w:r>
        <w:t>en bergères</w:t>
      </w:r>
      <w:r w:rsidR="00D37400">
        <w:t xml:space="preserve">, </w:t>
      </w:r>
      <w:r>
        <w:t>en sultanes</w:t>
      </w:r>
      <w:r w:rsidR="00D37400">
        <w:t>.</w:t>
      </w:r>
    </w:p>
    <w:p w14:paraId="3BB0BB26" w14:textId="77777777" w:rsidR="00D37400" w:rsidRDefault="00636A18">
      <w:r>
        <w:t>Et tout cela riait sous un rayon de soleil splendide</w:t>
      </w:r>
      <w:r w:rsidR="00D37400">
        <w:t> !</w:t>
      </w:r>
    </w:p>
    <w:p w14:paraId="0ED457ED" w14:textId="77777777" w:rsidR="00D37400" w:rsidRDefault="00636A18">
      <w:r>
        <w:t>Là se trouvaient Alfred Tardy</w:t>
      </w:r>
      <w:r w:rsidR="00D37400">
        <w:t xml:space="preserve">, </w:t>
      </w:r>
      <w:r>
        <w:t xml:space="preserve">Eugène </w:t>
      </w:r>
      <w:proofErr w:type="spellStart"/>
      <w:r>
        <w:t>Bidoux</w:t>
      </w:r>
      <w:proofErr w:type="spellEnd"/>
      <w:r w:rsidR="00D37400">
        <w:t xml:space="preserve">, </w:t>
      </w:r>
      <w:r>
        <w:t>Charles D</w:t>
      </w:r>
      <w:r>
        <w:t>e</w:t>
      </w:r>
      <w:r>
        <w:t>lorme</w:t>
      </w:r>
      <w:r w:rsidR="00D37400">
        <w:t xml:space="preserve">, </w:t>
      </w:r>
      <w:r>
        <w:t>Justine Vidal</w:t>
      </w:r>
      <w:r w:rsidR="00D37400">
        <w:t xml:space="preserve">, </w:t>
      </w:r>
      <w:r>
        <w:t>Pauline Richard</w:t>
      </w:r>
      <w:r w:rsidR="00D37400">
        <w:t xml:space="preserve">, </w:t>
      </w:r>
      <w:r>
        <w:t>Léontine Giraud</w:t>
      </w:r>
      <w:r w:rsidR="00D37400">
        <w:t xml:space="preserve">, </w:t>
      </w:r>
      <w:r>
        <w:t>su</w:t>
      </w:r>
      <w:r>
        <w:t>r</w:t>
      </w:r>
      <w:r>
        <w:t>nommée le dragon</w:t>
      </w:r>
      <w:r w:rsidR="00D37400">
        <w:t xml:space="preserve">, </w:t>
      </w:r>
      <w:r>
        <w:t>et bien d</w:t>
      </w:r>
      <w:r w:rsidR="00D37400">
        <w:t>’</w:t>
      </w:r>
      <w:r>
        <w:t>autres</w:t>
      </w:r>
      <w:r w:rsidR="00D37400">
        <w:t xml:space="preserve">, </w:t>
      </w:r>
      <w:r>
        <w:t>chantant</w:t>
      </w:r>
      <w:r w:rsidR="00D37400">
        <w:t xml:space="preserve">, </w:t>
      </w:r>
      <w:r>
        <w:t>sautant</w:t>
      </w:r>
      <w:r w:rsidR="00D37400">
        <w:t xml:space="preserve">, </w:t>
      </w:r>
      <w:r>
        <w:t>s</w:t>
      </w:r>
      <w:r w:rsidR="00D37400">
        <w:t>’</w:t>
      </w:r>
      <w:r>
        <w:t>embrassant</w:t>
      </w:r>
      <w:r w:rsidR="00D37400">
        <w:t>.</w:t>
      </w:r>
    </w:p>
    <w:p w14:paraId="774551BE" w14:textId="77777777" w:rsidR="00D37400" w:rsidRDefault="00636A18">
      <w:r>
        <w:t>Je ne pouvais en croire mes yeux</w:t>
      </w:r>
      <w:r w:rsidR="00D37400">
        <w:t xml:space="preserve">, </w:t>
      </w:r>
      <w:r>
        <w:t>et je restais en admir</w:t>
      </w:r>
      <w:r>
        <w:t>a</w:t>
      </w:r>
      <w:r>
        <w:t>tion</w:t>
      </w:r>
      <w:r w:rsidR="00D37400">
        <w:t xml:space="preserve">, </w:t>
      </w:r>
      <w:r>
        <w:t>quand Justine arrive en petite paysanne alsacienne</w:t>
      </w:r>
      <w:r w:rsidR="00D37400">
        <w:t xml:space="preserve">, </w:t>
      </w:r>
      <w:r>
        <w:t>l</w:t>
      </w:r>
      <w:r w:rsidR="00D37400">
        <w:t>’</w:t>
      </w:r>
      <w:proofErr w:type="spellStart"/>
      <w:r>
        <w:t>avant-cœur</w:t>
      </w:r>
      <w:proofErr w:type="spellEnd"/>
      <w:r>
        <w:t xml:space="preserve"> parsemé de paillettes d</w:t>
      </w:r>
      <w:r w:rsidR="00D37400">
        <w:t>’</w:t>
      </w:r>
      <w:r>
        <w:t>or</w:t>
      </w:r>
      <w:r w:rsidR="00D37400">
        <w:t xml:space="preserve">, </w:t>
      </w:r>
      <w:r>
        <w:t>et se jette dans mes bras toute riante</w:t>
      </w:r>
      <w:r w:rsidR="00D37400">
        <w:t xml:space="preserve">, </w:t>
      </w:r>
      <w:r>
        <w:t>en me disant</w:t>
      </w:r>
      <w:r w:rsidR="00D37400">
        <w:t> :</w:t>
      </w:r>
    </w:p>
    <w:p w14:paraId="600042A5" w14:textId="77777777" w:rsidR="00D37400" w:rsidRDefault="00D37400">
      <w:r>
        <w:t>« </w:t>
      </w:r>
      <w:r w:rsidR="00636A18">
        <w:t>Comment me trouves-tu</w:t>
      </w:r>
      <w:r>
        <w:t xml:space="preserve"> ? </w:t>
      </w:r>
      <w:r w:rsidR="00636A18">
        <w:t>Est-ce que je suis bien habi</w:t>
      </w:r>
      <w:r w:rsidR="00636A18">
        <w:t>l</w:t>
      </w:r>
      <w:r w:rsidR="00636A18">
        <w:t>lée</w:t>
      </w:r>
      <w:r>
        <w:t> ?</w:t>
      </w:r>
    </w:p>
    <w:p w14:paraId="5B1DDCFD" w14:textId="77777777" w:rsidR="00D37400" w:rsidRDefault="00D37400">
      <w:r>
        <w:t>— </w:t>
      </w:r>
      <w:r w:rsidR="00636A18">
        <w:t>Tu es la plus belle de toutes</w:t>
      </w:r>
      <w:r>
        <w:t xml:space="preserve">, </w:t>
      </w:r>
      <w:r w:rsidR="00636A18">
        <w:t>lui répondis-je</w:t>
      </w:r>
      <w:r>
        <w:t xml:space="preserve">. </w:t>
      </w:r>
      <w:r w:rsidR="00636A18">
        <w:t>Et moi</w:t>
      </w:r>
      <w:r>
        <w:t> ?</w:t>
      </w:r>
    </w:p>
    <w:p w14:paraId="43949A71" w14:textId="77777777" w:rsidR="00D37400" w:rsidRDefault="00D37400">
      <w:r>
        <w:t>— </w:t>
      </w:r>
      <w:r w:rsidR="00636A18">
        <w:rPr>
          <w:szCs w:val="36"/>
        </w:rPr>
        <w:t>Tu es aussi le plus beau</w:t>
      </w:r>
      <w:r>
        <w:rPr>
          <w:szCs w:val="36"/>
        </w:rPr>
        <w:t xml:space="preserve">, </w:t>
      </w:r>
      <w:r w:rsidR="00636A18">
        <w:rPr>
          <w:szCs w:val="36"/>
        </w:rPr>
        <w:t xml:space="preserve">avec ton </w:t>
      </w:r>
      <w:r w:rsidR="00636A18">
        <w:t>gilet rouge</w:t>
      </w:r>
      <w:r>
        <w:t xml:space="preserve">. </w:t>
      </w:r>
      <w:r w:rsidR="00636A18">
        <w:t>Mais tu ne danseras qu</w:t>
      </w:r>
      <w:r>
        <w:t>’</w:t>
      </w:r>
      <w:r w:rsidR="00636A18">
        <w:t>avec moi</w:t>
      </w:r>
      <w:r>
        <w:t xml:space="preserve">, </w:t>
      </w:r>
      <w:r w:rsidR="00636A18">
        <w:t>tu m</w:t>
      </w:r>
      <w:r>
        <w:t>’</w:t>
      </w:r>
      <w:r w:rsidR="00636A18">
        <w:t>entends</w:t>
      </w:r>
      <w:r>
        <w:t xml:space="preserve">, </w:t>
      </w:r>
      <w:r w:rsidR="00636A18">
        <w:t>Lucien</w:t>
      </w:r>
      <w:r>
        <w:t> ?</w:t>
      </w:r>
    </w:p>
    <w:p w14:paraId="0CD5E594" w14:textId="77777777" w:rsidR="00D37400" w:rsidRDefault="00D37400">
      <w:r>
        <w:t>— </w:t>
      </w:r>
      <w:r w:rsidR="00636A18">
        <w:t>Oh</w:t>
      </w:r>
      <w:r>
        <w:t xml:space="preserve"> ! </w:t>
      </w:r>
      <w:r w:rsidR="00636A18">
        <w:t>bien sûr</w:t>
      </w:r>
      <w:r>
        <w:t>…</w:t>
      </w:r>
    </w:p>
    <w:p w14:paraId="0079A00C" w14:textId="77777777" w:rsidR="00D37400" w:rsidRDefault="00D37400">
      <w:r>
        <w:t>— </w:t>
      </w:r>
      <w:r w:rsidR="00636A18">
        <w:t>Oui</w:t>
      </w:r>
      <w:r>
        <w:t xml:space="preserve">… </w:t>
      </w:r>
      <w:r w:rsidR="00636A18">
        <w:t>mais si un autre vient me prendre</w:t>
      </w:r>
      <w:r>
        <w:t> ?</w:t>
      </w:r>
    </w:p>
    <w:p w14:paraId="22A172A1" w14:textId="77777777" w:rsidR="00D37400" w:rsidRDefault="00D37400">
      <w:r>
        <w:t>— </w:t>
      </w:r>
      <w:r w:rsidR="00636A18">
        <w:t>Je tombe dessus</w:t>
      </w:r>
      <w:r>
        <w:t>, »</w:t>
      </w:r>
      <w:r w:rsidR="00636A18">
        <w:t xml:space="preserve"> lui dis-je en fermant les poings</w:t>
      </w:r>
      <w:r>
        <w:t>.</w:t>
      </w:r>
    </w:p>
    <w:p w14:paraId="63B64604" w14:textId="77777777" w:rsidR="00D37400" w:rsidRDefault="00636A18">
      <w:r>
        <w:t>Justine alors</w:t>
      </w:r>
      <w:r w:rsidR="00D37400">
        <w:t xml:space="preserve">, </w:t>
      </w:r>
      <w:r>
        <w:t>m</w:t>
      </w:r>
      <w:r w:rsidR="00D37400">
        <w:t>’</w:t>
      </w:r>
      <w:r>
        <w:t>entourant le cou de ses bras</w:t>
      </w:r>
      <w:r w:rsidR="00D37400">
        <w:t xml:space="preserve">, </w:t>
      </w:r>
      <w:r>
        <w:t>fut heureuse</w:t>
      </w:r>
      <w:r w:rsidR="00D37400">
        <w:t>.</w:t>
      </w:r>
    </w:p>
    <w:p w14:paraId="04B801D6" w14:textId="77777777" w:rsidR="00D37400" w:rsidRDefault="00D37400">
      <w:r>
        <w:t>« </w:t>
      </w:r>
      <w:r w:rsidR="00636A18">
        <w:t>Eh bien</w:t>
      </w:r>
      <w:r>
        <w:t xml:space="preserve"> ! </w:t>
      </w:r>
      <w:r w:rsidR="00636A18">
        <w:t>arrive</w:t>
      </w:r>
      <w:r>
        <w:t>… »</w:t>
      </w:r>
      <w:r w:rsidR="00636A18">
        <w:t xml:space="preserve"> dit-elle</w:t>
      </w:r>
      <w:r>
        <w:t>.</w:t>
      </w:r>
    </w:p>
    <w:p w14:paraId="698DA9E1" w14:textId="77777777" w:rsidR="00D37400" w:rsidRDefault="00636A18">
      <w:r>
        <w:lastRenderedPageBreak/>
        <w:t>Et nous voilà lancés dans la bande</w:t>
      </w:r>
      <w:r w:rsidR="00D37400">
        <w:t xml:space="preserve">, </w:t>
      </w:r>
      <w:r>
        <w:t>au milieu des cris de joie</w:t>
      </w:r>
      <w:r w:rsidR="00D37400">
        <w:t xml:space="preserve">, </w:t>
      </w:r>
      <w:r>
        <w:t>des éclats de rire</w:t>
      </w:r>
      <w:r w:rsidR="00D37400">
        <w:t xml:space="preserve">. </w:t>
      </w:r>
      <w:r>
        <w:t>Les mères</w:t>
      </w:r>
      <w:r w:rsidR="00D37400">
        <w:t xml:space="preserve">, </w:t>
      </w:r>
      <w:r>
        <w:t>assises sur un banc contre la charmille</w:t>
      </w:r>
      <w:r w:rsidR="00D37400">
        <w:t xml:space="preserve">, </w:t>
      </w:r>
      <w:r>
        <w:t>nous regardaient attendries</w:t>
      </w:r>
      <w:r w:rsidR="00D37400">
        <w:t>.</w:t>
      </w:r>
    </w:p>
    <w:p w14:paraId="7449FE23" w14:textId="7D07C50E" w:rsidR="00D37400" w:rsidRDefault="00636A18">
      <w:r>
        <w:t>Puis tout à coup nous entendîmes l</w:t>
      </w:r>
      <w:r w:rsidR="00D37400">
        <w:t>’</w:t>
      </w:r>
      <w:r>
        <w:t>appel à la danse</w:t>
      </w:r>
      <w:r w:rsidR="00D37400">
        <w:t xml:space="preserve">. </w:t>
      </w:r>
      <w:r>
        <w:t>C</w:t>
      </w:r>
      <w:r w:rsidR="00D37400">
        <w:t>’</w:t>
      </w:r>
      <w:r>
        <w:t xml:space="preserve">était </w:t>
      </w:r>
      <w:r w:rsidR="00D37400">
        <w:t>M. </w:t>
      </w:r>
      <w:proofErr w:type="spellStart"/>
      <w:r>
        <w:t>Châzi</w:t>
      </w:r>
      <w:proofErr w:type="spellEnd"/>
      <w:r w:rsidR="00D37400">
        <w:t xml:space="preserve">, </w:t>
      </w:r>
      <w:r>
        <w:t>ancien fourrier de voltigeurs</w:t>
      </w:r>
      <w:r w:rsidR="00D37400">
        <w:t xml:space="preserve">, </w:t>
      </w:r>
      <w:r>
        <w:t>et dans ce temps maître d</w:t>
      </w:r>
      <w:r w:rsidR="00D37400">
        <w:t>’</w:t>
      </w:r>
      <w:r>
        <w:t>armes et de grâces françaises à Phalsbourg</w:t>
      </w:r>
      <w:r w:rsidR="00D37400">
        <w:t xml:space="preserve">, </w:t>
      </w:r>
      <w:r>
        <w:t>qui préludait</w:t>
      </w:r>
      <w:r w:rsidR="00D37400">
        <w:t xml:space="preserve">, </w:t>
      </w:r>
      <w:r>
        <w:t>la jambe droite en avant</w:t>
      </w:r>
      <w:r w:rsidR="00D37400">
        <w:t xml:space="preserve">, </w:t>
      </w:r>
      <w:r>
        <w:t>le menton serré sur le violon</w:t>
      </w:r>
      <w:r w:rsidR="00D37400">
        <w:t xml:space="preserve">, </w:t>
      </w:r>
      <w:r>
        <w:t>son gros nez penché sur la joue et le coude en l</w:t>
      </w:r>
      <w:r w:rsidR="00D37400">
        <w:t>’</w:t>
      </w:r>
      <w:r>
        <w:t>air</w:t>
      </w:r>
      <w:r w:rsidR="00D37400">
        <w:t xml:space="preserve">. </w:t>
      </w:r>
      <w:r>
        <w:t>Il avait sa grande r</w:t>
      </w:r>
      <w:r>
        <w:t>e</w:t>
      </w:r>
      <w:r>
        <w:t>dingote marron à taille courte</w:t>
      </w:r>
      <w:r w:rsidR="00D37400">
        <w:t xml:space="preserve">, </w:t>
      </w:r>
      <w:r>
        <w:t>les bas de soie blancs</w:t>
      </w:r>
      <w:r w:rsidR="00D37400">
        <w:t xml:space="preserve">, </w:t>
      </w:r>
      <w:r>
        <w:t>les esca</w:t>
      </w:r>
      <w:r>
        <w:t>r</w:t>
      </w:r>
      <w:r>
        <w:t>pins</w:t>
      </w:r>
      <w:r w:rsidR="00D37400">
        <w:t xml:space="preserve">, </w:t>
      </w:r>
      <w:r>
        <w:t>la culotte de nankin à breloques des grandes occasions</w:t>
      </w:r>
      <w:r w:rsidR="00D37400">
        <w:t xml:space="preserve">, </w:t>
      </w:r>
      <w:r>
        <w:t>et lançait son premier coup d</w:t>
      </w:r>
      <w:r w:rsidR="00D37400">
        <w:t>’</w:t>
      </w:r>
      <w:r>
        <w:t>archet</w:t>
      </w:r>
      <w:r w:rsidR="00D37400">
        <w:t xml:space="preserve">, </w:t>
      </w:r>
      <w:r>
        <w:t>en s</w:t>
      </w:r>
      <w:r w:rsidR="00D37400">
        <w:t>’</w:t>
      </w:r>
      <w:r>
        <w:t>écriant</w:t>
      </w:r>
      <w:r w:rsidR="00D37400">
        <w:t> :</w:t>
      </w:r>
    </w:p>
    <w:p w14:paraId="6FD5BC21" w14:textId="7ABB08B5" w:rsidR="00636A18" w:rsidRDefault="00D37400">
      <w:pPr>
        <w:rPr>
          <w:szCs w:val="36"/>
        </w:rPr>
      </w:pPr>
      <w:r>
        <w:t>« </w:t>
      </w:r>
      <w:r w:rsidR="00636A18">
        <w:t>Choisissez vos dames</w:t>
      </w:r>
      <w:r>
        <w:t>. »</w:t>
      </w:r>
    </w:p>
    <w:p w14:paraId="16977DA3" w14:textId="77777777" w:rsidR="00D37400" w:rsidRDefault="00636A18">
      <w:r>
        <w:t>Mais Justine m</w:t>
      </w:r>
      <w:r w:rsidR="00D37400">
        <w:t>’</w:t>
      </w:r>
      <w:r>
        <w:t>entraînait alors dans une allée détournée</w:t>
      </w:r>
      <w:r w:rsidR="00D37400">
        <w:t xml:space="preserve"> ; </w:t>
      </w:r>
      <w:r>
        <w:t>elle me conduisait voir le buffet</w:t>
      </w:r>
      <w:r w:rsidR="00D37400">
        <w:t xml:space="preserve">, </w:t>
      </w:r>
      <w:r>
        <w:t>dressé dans une baraque en planches au fond du verger</w:t>
      </w:r>
      <w:r w:rsidR="00D37400">
        <w:t xml:space="preserve">, </w:t>
      </w:r>
      <w:r>
        <w:t>elle me montrait les crèmes</w:t>
      </w:r>
      <w:r w:rsidR="00D37400">
        <w:t xml:space="preserve">, </w:t>
      </w:r>
      <w:r>
        <w:t>les p</w:t>
      </w:r>
      <w:r>
        <w:t>e</w:t>
      </w:r>
      <w:r>
        <w:t>tits pâtés</w:t>
      </w:r>
      <w:r w:rsidR="00D37400">
        <w:t xml:space="preserve">, </w:t>
      </w:r>
      <w:r>
        <w:t>les croquettes</w:t>
      </w:r>
      <w:r w:rsidR="00D37400">
        <w:t xml:space="preserve">, </w:t>
      </w:r>
      <w:r>
        <w:t>les gâteaux de toute sorte</w:t>
      </w:r>
      <w:r w:rsidR="00D37400">
        <w:t>.</w:t>
      </w:r>
    </w:p>
    <w:p w14:paraId="7484449F" w14:textId="55A7849E" w:rsidR="00636A18" w:rsidRDefault="00D37400">
      <w:pPr>
        <w:rPr>
          <w:szCs w:val="36"/>
        </w:rPr>
      </w:pPr>
      <w:r>
        <w:t>« </w:t>
      </w:r>
      <w:r w:rsidR="00636A18">
        <w:t>Ce sera pour notre dîner</w:t>
      </w:r>
      <w:r>
        <w:t xml:space="preserve">, </w:t>
      </w:r>
      <w:r w:rsidR="00636A18">
        <w:t>disait-elle</w:t>
      </w:r>
      <w:r>
        <w:t xml:space="preserve">, </w:t>
      </w:r>
      <w:r w:rsidR="00636A18">
        <w:t>quand on se sera bien amusé</w:t>
      </w:r>
      <w:r>
        <w:t xml:space="preserve">. </w:t>
      </w:r>
      <w:r w:rsidR="00636A18">
        <w:t>Maintenant</w:t>
      </w:r>
      <w:r>
        <w:t xml:space="preserve">, </w:t>
      </w:r>
      <w:r w:rsidR="00636A18">
        <w:t>viens</w:t>
      </w:r>
      <w:r>
        <w:t xml:space="preserve"> ; </w:t>
      </w:r>
      <w:r w:rsidR="00636A18">
        <w:t>tu entends les autres</w:t>
      </w:r>
      <w:r>
        <w:t xml:space="preserve">, </w:t>
      </w:r>
      <w:r w:rsidR="00636A18">
        <w:t>là-bas</w:t>
      </w:r>
      <w:r>
        <w:t xml:space="preserve">, </w:t>
      </w:r>
      <w:r w:rsidR="00636A18">
        <w:t>qui tournent déjà</w:t>
      </w:r>
      <w:r>
        <w:t>. »</w:t>
      </w:r>
    </w:p>
    <w:p w14:paraId="55109545" w14:textId="77777777" w:rsidR="00D37400" w:rsidRDefault="00636A18">
      <w:r>
        <w:t>Nous courions</w:t>
      </w:r>
      <w:r w:rsidR="00D37400">
        <w:t xml:space="preserve">. </w:t>
      </w:r>
      <w:r>
        <w:t>Elle me répétait</w:t>
      </w:r>
      <w:r w:rsidR="00D37400">
        <w:t> :</w:t>
      </w:r>
    </w:p>
    <w:p w14:paraId="16D0624F" w14:textId="77777777" w:rsidR="00D37400" w:rsidRDefault="00D37400">
      <w:r>
        <w:t>« </w:t>
      </w:r>
      <w:r w:rsidR="00636A18">
        <w:t>Tu ne danseras qu</w:t>
      </w:r>
      <w:r>
        <w:t>’</w:t>
      </w:r>
      <w:r w:rsidR="00636A18">
        <w:t>avec moi</w:t>
      </w:r>
      <w:r>
        <w:t>.</w:t>
      </w:r>
    </w:p>
    <w:p w14:paraId="7A0B50CD" w14:textId="783B5247" w:rsidR="00636A18" w:rsidRDefault="00D37400">
      <w:pPr>
        <w:rPr>
          <w:szCs w:val="36"/>
        </w:rPr>
      </w:pPr>
      <w:r>
        <w:t>— </w:t>
      </w:r>
      <w:r w:rsidR="00636A18">
        <w:t>Sois donc tranquille</w:t>
      </w:r>
      <w:r>
        <w:t xml:space="preserve">, </w:t>
      </w:r>
      <w:r w:rsidR="00636A18">
        <w:t>Justine</w:t>
      </w:r>
      <w:r>
        <w:t xml:space="preserve">, </w:t>
      </w:r>
      <w:r w:rsidR="00636A18">
        <w:t>lui disais-je</w:t>
      </w:r>
      <w:r>
        <w:t xml:space="preserve">, </w:t>
      </w:r>
      <w:r w:rsidR="00636A18">
        <w:t>en levant les jambes l</w:t>
      </w:r>
      <w:r>
        <w:t>’</w:t>
      </w:r>
      <w:r w:rsidR="00636A18">
        <w:t>une après l</w:t>
      </w:r>
      <w:r>
        <w:t>’</w:t>
      </w:r>
      <w:r w:rsidR="00636A18">
        <w:t>autre et les balançant</w:t>
      </w:r>
      <w:r>
        <w:t xml:space="preserve">, </w:t>
      </w:r>
      <w:r w:rsidR="00636A18">
        <w:t>comme j</w:t>
      </w:r>
      <w:r>
        <w:t>’</w:t>
      </w:r>
      <w:r w:rsidR="00636A18">
        <w:t xml:space="preserve">avais vu </w:t>
      </w:r>
      <w:r w:rsidR="00636A18">
        <w:rPr>
          <w:szCs w:val="36"/>
        </w:rPr>
        <w:t>faire à nos paysans</w:t>
      </w:r>
      <w:r>
        <w:rPr>
          <w:szCs w:val="36"/>
        </w:rPr>
        <w:t xml:space="preserve">. </w:t>
      </w:r>
      <w:r w:rsidR="00636A18">
        <w:rPr>
          <w:szCs w:val="36"/>
        </w:rPr>
        <w:t>Va</w:t>
      </w:r>
      <w:r>
        <w:rPr>
          <w:szCs w:val="36"/>
        </w:rPr>
        <w:t xml:space="preserve">, </w:t>
      </w:r>
      <w:r w:rsidR="00636A18">
        <w:rPr>
          <w:szCs w:val="36"/>
        </w:rPr>
        <w:t>ne crains rien</w:t>
      </w:r>
      <w:r>
        <w:rPr>
          <w:szCs w:val="36"/>
        </w:rPr>
        <w:t xml:space="preserve">, </w:t>
      </w:r>
      <w:r w:rsidR="00636A18">
        <w:rPr>
          <w:szCs w:val="36"/>
        </w:rPr>
        <w:t>nous allons nous en do</w:t>
      </w:r>
      <w:r w:rsidR="00636A18">
        <w:rPr>
          <w:szCs w:val="36"/>
        </w:rPr>
        <w:t>n</w:t>
      </w:r>
      <w:r w:rsidR="00636A18">
        <w:rPr>
          <w:szCs w:val="36"/>
        </w:rPr>
        <w:t>ner</w:t>
      </w:r>
      <w:r>
        <w:rPr>
          <w:szCs w:val="36"/>
        </w:rPr>
        <w:t>. »</w:t>
      </w:r>
    </w:p>
    <w:p w14:paraId="7A0B8603" w14:textId="77777777" w:rsidR="00D37400" w:rsidRDefault="00636A18">
      <w:r>
        <w:t>Et c</w:t>
      </w:r>
      <w:r w:rsidR="00D37400">
        <w:t>’</w:t>
      </w:r>
      <w:r>
        <w:t>est ainsi que nous entrâmes dans le tourbillon</w:t>
      </w:r>
      <w:r w:rsidR="00D37400">
        <w:t>.</w:t>
      </w:r>
    </w:p>
    <w:p w14:paraId="3D68C799" w14:textId="77777777" w:rsidR="00D37400" w:rsidRDefault="00636A18">
      <w:r>
        <w:lastRenderedPageBreak/>
        <w:t>Je faisais faire des pirouettes à ma danseuse</w:t>
      </w:r>
      <w:r w:rsidR="00D37400">
        <w:t xml:space="preserve">. </w:t>
      </w:r>
      <w:r>
        <w:t>La bonne N</w:t>
      </w:r>
      <w:r>
        <w:t>i</w:t>
      </w:r>
      <w:r>
        <w:t>cole et Françoise riaient les larmes aux yeux</w:t>
      </w:r>
      <w:r w:rsidR="00D37400">
        <w:t xml:space="preserve">. </w:t>
      </w:r>
      <w:r>
        <w:t>De temps en temps elles nous appelaient pour nous essuyer la figure</w:t>
      </w:r>
      <w:r w:rsidR="00D37400">
        <w:t>.</w:t>
      </w:r>
    </w:p>
    <w:p w14:paraId="6290C12D" w14:textId="272123D7" w:rsidR="00636A18" w:rsidRDefault="00D37400">
      <w:r>
        <w:t>« </w:t>
      </w:r>
      <w:r w:rsidR="00636A18">
        <w:t>C</w:t>
      </w:r>
      <w:r>
        <w:t>’</w:t>
      </w:r>
      <w:r w:rsidR="00636A18">
        <w:t>est bien</w:t>
      </w:r>
      <w:r>
        <w:t xml:space="preserve">, </w:t>
      </w:r>
      <w:r w:rsidR="00636A18">
        <w:t>vous dansez comme deux anges</w:t>
      </w:r>
      <w:r>
        <w:t xml:space="preserve">, </w:t>
      </w:r>
      <w:r w:rsidR="00636A18">
        <w:t xml:space="preserve">disait </w:t>
      </w:r>
      <w:proofErr w:type="spellStart"/>
      <w:r w:rsidR="00636A18">
        <w:t>Fren</w:t>
      </w:r>
      <w:r w:rsidR="00636A18">
        <w:t>t</w:t>
      </w:r>
      <w:r w:rsidR="00636A18">
        <w:t>zel</w:t>
      </w:r>
      <w:proofErr w:type="spellEnd"/>
      <w:r>
        <w:t xml:space="preserve">. – </w:t>
      </w:r>
      <w:r w:rsidR="00636A18">
        <w:t>Allons</w:t>
      </w:r>
      <w:r>
        <w:t xml:space="preserve">, </w:t>
      </w:r>
      <w:r w:rsidR="00636A18">
        <w:t>Lucien</w:t>
      </w:r>
      <w:r>
        <w:t xml:space="preserve">, </w:t>
      </w:r>
      <w:r w:rsidR="00636A18">
        <w:t>embrasse ta petite femme</w:t>
      </w:r>
      <w:r>
        <w:t>. »</w:t>
      </w:r>
    </w:p>
    <w:p w14:paraId="4F0F8AD9" w14:textId="77777777" w:rsidR="00D37400" w:rsidRDefault="00636A18">
      <w:r>
        <w:t>Ce que je faisais avec empressement</w:t>
      </w:r>
      <w:r w:rsidR="00D37400">
        <w:t>.</w:t>
      </w:r>
    </w:p>
    <w:p w14:paraId="3BAD757F" w14:textId="77777777" w:rsidR="00D37400" w:rsidRDefault="00636A18">
      <w:r>
        <w:t>Et Nicole disait</w:t>
      </w:r>
      <w:r w:rsidR="00D37400">
        <w:t> :</w:t>
      </w:r>
    </w:p>
    <w:p w14:paraId="67E4154C" w14:textId="77777777" w:rsidR="00D37400" w:rsidRDefault="00D37400">
      <w:r>
        <w:t>« </w:t>
      </w:r>
      <w:r w:rsidR="00636A18">
        <w:t>Nous les marierons ensemble</w:t>
      </w:r>
      <w:r>
        <w:t xml:space="preserve">. – </w:t>
      </w:r>
      <w:r w:rsidR="00636A18">
        <w:t>Tu veux bien</w:t>
      </w:r>
      <w:r>
        <w:t xml:space="preserve">, </w:t>
      </w:r>
      <w:r w:rsidR="00636A18">
        <w:t>Lucien</w:t>
      </w:r>
      <w:r>
        <w:t> ?</w:t>
      </w:r>
    </w:p>
    <w:p w14:paraId="0E320B38" w14:textId="08816A9F" w:rsidR="00636A18" w:rsidRDefault="00D37400">
      <w:r>
        <w:t>— </w:t>
      </w:r>
      <w:r w:rsidR="00636A18">
        <w:t>Oh</w:t>
      </w:r>
      <w:r>
        <w:t xml:space="preserve"> ! </w:t>
      </w:r>
      <w:r w:rsidR="00636A18">
        <w:t>oui</w:t>
      </w:r>
      <w:r>
        <w:t xml:space="preserve">… </w:t>
      </w:r>
      <w:r w:rsidR="00636A18">
        <w:t>je veux bien</w:t>
      </w:r>
      <w:r>
        <w:t>. »</w:t>
      </w:r>
    </w:p>
    <w:p w14:paraId="327D6F2B" w14:textId="77777777" w:rsidR="00D37400" w:rsidRDefault="00636A18">
      <w:r>
        <w:t>Après cela nous recommencions à sauter</w:t>
      </w:r>
      <w:r w:rsidR="00D37400">
        <w:t xml:space="preserve">, </w:t>
      </w:r>
      <w:r>
        <w:t>à tourner de plus belle</w:t>
      </w:r>
      <w:r w:rsidR="00D37400">
        <w:t xml:space="preserve">. </w:t>
      </w:r>
      <w:r>
        <w:t>Tous les autres ne nous inquiétaient pas</w:t>
      </w:r>
      <w:r w:rsidR="00D37400">
        <w:t xml:space="preserve">, </w:t>
      </w:r>
      <w:r>
        <w:t>nous ne voyions que nous</w:t>
      </w:r>
      <w:r w:rsidR="00D37400">
        <w:t>.</w:t>
      </w:r>
    </w:p>
    <w:p w14:paraId="5A7ED6E8" w14:textId="77777777" w:rsidR="00D37400" w:rsidRDefault="00636A18">
      <w:r>
        <w:rPr>
          <w:szCs w:val="36"/>
        </w:rPr>
        <w:t>Et maintenant que j</w:t>
      </w:r>
      <w:r w:rsidR="00D37400">
        <w:rPr>
          <w:szCs w:val="36"/>
        </w:rPr>
        <w:t>’</w:t>
      </w:r>
      <w:r>
        <w:rPr>
          <w:szCs w:val="36"/>
        </w:rPr>
        <w:t>y songe</w:t>
      </w:r>
      <w:r w:rsidR="00D37400">
        <w:rPr>
          <w:szCs w:val="36"/>
        </w:rPr>
        <w:t xml:space="preserve">, </w:t>
      </w:r>
      <w:r>
        <w:rPr>
          <w:szCs w:val="36"/>
        </w:rPr>
        <w:t>il me sem</w:t>
      </w:r>
      <w:r>
        <w:t xml:space="preserve">ble que le cadre de cette fête champêtre était admirablement choisi à la vieille ferme </w:t>
      </w:r>
      <w:proofErr w:type="spellStart"/>
      <w:r>
        <w:t>Pernett</w:t>
      </w:r>
      <w:proofErr w:type="spellEnd"/>
      <w:r w:rsidR="00D37400">
        <w:t>.</w:t>
      </w:r>
    </w:p>
    <w:p w14:paraId="69575811" w14:textId="77777777" w:rsidR="00D37400" w:rsidRDefault="00636A18">
      <w:r>
        <w:t>Les grands peupliers qui s</w:t>
      </w:r>
      <w:r w:rsidR="00D37400">
        <w:t>’</w:t>
      </w:r>
      <w:r>
        <w:t>effilent dans l</w:t>
      </w:r>
      <w:r w:rsidR="00D37400">
        <w:t>’</w:t>
      </w:r>
      <w:r>
        <w:t>air</w:t>
      </w:r>
      <w:r w:rsidR="00D37400">
        <w:t xml:space="preserve">, </w:t>
      </w:r>
      <w:r>
        <w:t>le bassin où s</w:t>
      </w:r>
      <w:r w:rsidR="00D37400">
        <w:t>’</w:t>
      </w:r>
      <w:r>
        <w:t>élève le jet d</w:t>
      </w:r>
      <w:r w:rsidR="00D37400">
        <w:t>’</w:t>
      </w:r>
      <w:r>
        <w:t>eau qui s</w:t>
      </w:r>
      <w:r w:rsidR="00D37400">
        <w:t>’</w:t>
      </w:r>
      <w:r>
        <w:t>égrène à la lumière éblouissante comme une gerbe de diamants et rafraîchit</w:t>
      </w:r>
      <w:r w:rsidR="00D37400">
        <w:t xml:space="preserve">, </w:t>
      </w:r>
      <w:r>
        <w:t>en retombant</w:t>
      </w:r>
      <w:r w:rsidR="00D37400">
        <w:t xml:space="preserve">, </w:t>
      </w:r>
      <w:r>
        <w:t>la pelouse</w:t>
      </w:r>
      <w:r w:rsidR="00D37400">
        <w:t xml:space="preserve"> ; </w:t>
      </w:r>
      <w:r>
        <w:t>plus loin</w:t>
      </w:r>
      <w:r w:rsidR="00D37400">
        <w:t xml:space="preserve">, </w:t>
      </w:r>
      <w:r>
        <w:t>au-delà de la haie touffue couverte d</w:t>
      </w:r>
      <w:r w:rsidR="00D37400">
        <w:t>’</w:t>
      </w:r>
      <w:r>
        <w:t>églantines</w:t>
      </w:r>
      <w:r w:rsidR="00D37400">
        <w:t xml:space="preserve">, </w:t>
      </w:r>
      <w:r>
        <w:t>la p</w:t>
      </w:r>
      <w:r>
        <w:t>e</w:t>
      </w:r>
      <w:r>
        <w:t>tite chapelle de Saint-Jean</w:t>
      </w:r>
      <w:r w:rsidR="00D37400">
        <w:t xml:space="preserve">, </w:t>
      </w:r>
      <w:r>
        <w:t>et autour de nous l</w:t>
      </w:r>
      <w:r w:rsidR="00D37400">
        <w:t>’</w:t>
      </w:r>
      <w:r>
        <w:t>ombre trembl</w:t>
      </w:r>
      <w:r>
        <w:t>o</w:t>
      </w:r>
      <w:r>
        <w:t>tante des poiriers blancs</w:t>
      </w:r>
      <w:r w:rsidR="00D37400">
        <w:t xml:space="preserve">, </w:t>
      </w:r>
      <w:r>
        <w:t>des pommiers roses moutonnant à perte de vue dans le verger</w:t>
      </w:r>
      <w:r w:rsidR="00D37400">
        <w:t xml:space="preserve"> ; </w:t>
      </w:r>
      <w:r>
        <w:t>et ce papillotage des feuilles</w:t>
      </w:r>
      <w:r w:rsidR="00D37400">
        <w:t xml:space="preserve">, </w:t>
      </w:r>
      <w:r>
        <w:t>ce frémissement de la brise effleurant les herbes</w:t>
      </w:r>
      <w:r w:rsidR="00D37400">
        <w:t xml:space="preserve">, </w:t>
      </w:r>
      <w:r>
        <w:t>tout me revient comme un rêve de Boucher ou de quelque autre maître inspiré par la fantaisie</w:t>
      </w:r>
      <w:r w:rsidR="00D37400">
        <w:t>.</w:t>
      </w:r>
    </w:p>
    <w:p w14:paraId="17E1913E" w14:textId="77777777" w:rsidR="00D37400" w:rsidRDefault="00636A18">
      <w:r>
        <w:t>Ai-je besoin de vous parler encore du dîner</w:t>
      </w:r>
      <w:r w:rsidR="00D37400">
        <w:t xml:space="preserve">, </w:t>
      </w:r>
      <w:r>
        <w:t>du bon appétit des danseurs et des danseuses</w:t>
      </w:r>
      <w:r w:rsidR="00D37400">
        <w:t xml:space="preserve"> ? </w:t>
      </w:r>
      <w:r>
        <w:t>Non</w:t>
      </w:r>
      <w:r w:rsidR="00D37400">
        <w:t xml:space="preserve">, </w:t>
      </w:r>
      <w:r>
        <w:t>ces choses vont de soi</w:t>
      </w:r>
      <w:r w:rsidR="00D37400">
        <w:t>.</w:t>
      </w:r>
    </w:p>
    <w:p w14:paraId="2C72F5D9" w14:textId="77777777" w:rsidR="00D37400" w:rsidRDefault="00636A18">
      <w:pPr>
        <w:rPr>
          <w:szCs w:val="36"/>
        </w:rPr>
      </w:pPr>
      <w:r>
        <w:lastRenderedPageBreak/>
        <w:t>Mais il faut que je vous raconte</w:t>
      </w:r>
      <w:r w:rsidR="00D37400">
        <w:t xml:space="preserve">, </w:t>
      </w:r>
      <w:r>
        <w:t>pour la fin</w:t>
      </w:r>
      <w:r w:rsidR="00D37400">
        <w:t xml:space="preserve">, </w:t>
      </w:r>
      <w:r>
        <w:t xml:space="preserve">une petite scène que la suite des années </w:t>
      </w:r>
      <w:r>
        <w:rPr>
          <w:szCs w:val="36"/>
        </w:rPr>
        <w:t>n</w:t>
      </w:r>
      <w:r w:rsidR="00D37400">
        <w:rPr>
          <w:szCs w:val="36"/>
        </w:rPr>
        <w:t>’</w:t>
      </w:r>
      <w:r>
        <w:rPr>
          <w:szCs w:val="36"/>
        </w:rPr>
        <w:t>a pas effacée de ma mémoire et qui répand une teinte sombre sur ce souvenir joyeux</w:t>
      </w:r>
      <w:r w:rsidR="00D37400">
        <w:rPr>
          <w:szCs w:val="36"/>
        </w:rPr>
        <w:t>.</w:t>
      </w:r>
    </w:p>
    <w:p w14:paraId="429D0A7D" w14:textId="77777777" w:rsidR="00D37400" w:rsidRDefault="00636A18">
      <w:r>
        <w:t>Je vous ai dit qu</w:t>
      </w:r>
      <w:r w:rsidR="00D37400">
        <w:t>’</w:t>
      </w:r>
      <w:r>
        <w:t>au-delà de la grande haie</w:t>
      </w:r>
      <w:r w:rsidR="00D37400">
        <w:t xml:space="preserve">, </w:t>
      </w:r>
      <w:r>
        <w:t>toute parfumée d</w:t>
      </w:r>
      <w:r w:rsidR="00D37400">
        <w:t>’</w:t>
      </w:r>
      <w:r>
        <w:t>églantines</w:t>
      </w:r>
      <w:r w:rsidR="00D37400">
        <w:t xml:space="preserve">, </w:t>
      </w:r>
      <w:r>
        <w:t>se dressait la petite chapelle de Saint-Jean</w:t>
      </w:r>
      <w:r w:rsidR="00D37400">
        <w:t xml:space="preserve">. </w:t>
      </w:r>
      <w:r>
        <w:t>Une a</w:t>
      </w:r>
      <w:r>
        <w:t>l</w:t>
      </w:r>
      <w:r>
        <w:t>lée y menait</w:t>
      </w:r>
      <w:r w:rsidR="00D37400">
        <w:t xml:space="preserve"> ; </w:t>
      </w:r>
      <w:r>
        <w:t>et vers le soir</w:t>
      </w:r>
      <w:r w:rsidR="00D37400">
        <w:t xml:space="preserve">, </w:t>
      </w:r>
      <w:r>
        <w:t>ayant bien dîné</w:t>
      </w:r>
      <w:r w:rsidR="00D37400">
        <w:t xml:space="preserve">, </w:t>
      </w:r>
      <w:r>
        <w:t>bien dansé</w:t>
      </w:r>
      <w:r w:rsidR="00D37400">
        <w:t xml:space="preserve">, </w:t>
      </w:r>
      <w:r>
        <w:t>bien ri</w:t>
      </w:r>
      <w:r w:rsidR="00D37400">
        <w:t xml:space="preserve">, </w:t>
      </w:r>
      <w:r>
        <w:t>Justine et moi</w:t>
      </w:r>
      <w:r w:rsidR="00D37400">
        <w:t xml:space="preserve">, </w:t>
      </w:r>
      <w:r>
        <w:t>nous descendions cette allée bras dessus</w:t>
      </w:r>
      <w:r w:rsidR="00D37400">
        <w:t xml:space="preserve">, </w:t>
      </w:r>
      <w:r>
        <w:t>bras dessous</w:t>
      </w:r>
      <w:r w:rsidR="00D37400">
        <w:t xml:space="preserve">, </w:t>
      </w:r>
      <w:r>
        <w:t>quand nous vîmes que la chapelle était ouverte</w:t>
      </w:r>
      <w:r w:rsidR="00D37400">
        <w:t>.</w:t>
      </w:r>
    </w:p>
    <w:p w14:paraId="5B1CCFBF" w14:textId="77777777" w:rsidR="00D37400" w:rsidRDefault="00636A18">
      <w:r>
        <w:t>Or</w:t>
      </w:r>
      <w:r w:rsidR="00D37400">
        <w:t xml:space="preserve">, </w:t>
      </w:r>
      <w:r>
        <w:t>on ne l</w:t>
      </w:r>
      <w:r w:rsidR="00D37400">
        <w:t>’</w:t>
      </w:r>
      <w:r>
        <w:t>ouvrait jamais</w:t>
      </w:r>
      <w:r w:rsidR="00D37400">
        <w:t xml:space="preserve">, </w:t>
      </w:r>
      <w:r>
        <w:t>et pour voir à l</w:t>
      </w:r>
      <w:r w:rsidR="00D37400">
        <w:t>’</w:t>
      </w:r>
      <w:r>
        <w:t>intérieur</w:t>
      </w:r>
      <w:r w:rsidR="00D37400">
        <w:t xml:space="preserve">, </w:t>
      </w:r>
      <w:r>
        <w:t>il fa</w:t>
      </w:r>
      <w:r>
        <w:t>l</w:t>
      </w:r>
      <w:r>
        <w:t>lait se dresser sur la pointe des pieds et regarder par un trou rond percé dans la porte</w:t>
      </w:r>
      <w:r w:rsidR="00D37400">
        <w:t>.</w:t>
      </w:r>
    </w:p>
    <w:p w14:paraId="61E12F7B" w14:textId="77777777" w:rsidR="00D37400" w:rsidRDefault="00636A18">
      <w:r>
        <w:t>Alors on découvrait un petit autel orné d</w:t>
      </w:r>
      <w:r w:rsidR="00D37400">
        <w:t>’</w:t>
      </w:r>
      <w:r>
        <w:t>un crucifix d</w:t>
      </w:r>
      <w:r w:rsidR="00D37400">
        <w:t>’</w:t>
      </w:r>
      <w:r>
        <w:t>ivoire</w:t>
      </w:r>
      <w:r w:rsidR="00D37400">
        <w:t xml:space="preserve">, </w:t>
      </w:r>
      <w:r>
        <w:t>de deux vases de faïence et de quelques petites st</w:t>
      </w:r>
      <w:r>
        <w:t>a</w:t>
      </w:r>
      <w:r>
        <w:t>tuettes en plâtre</w:t>
      </w:r>
      <w:r w:rsidR="00D37400">
        <w:t xml:space="preserve"> ; </w:t>
      </w:r>
      <w:r>
        <w:t>tout cela vieux</w:t>
      </w:r>
      <w:r w:rsidR="00D37400">
        <w:t xml:space="preserve">, </w:t>
      </w:r>
      <w:r>
        <w:t>si vieux que c</w:t>
      </w:r>
      <w:r w:rsidR="00D37400">
        <w:t>’</w:t>
      </w:r>
      <w:r>
        <w:t>en était devenu ja</w:t>
      </w:r>
      <w:r>
        <w:t>u</w:t>
      </w:r>
      <w:r>
        <w:t>ne</w:t>
      </w:r>
      <w:r w:rsidR="00D37400">
        <w:t>.</w:t>
      </w:r>
    </w:p>
    <w:p w14:paraId="467AE0A9" w14:textId="77777777" w:rsidR="00D37400" w:rsidRDefault="00636A18">
      <w:r>
        <w:t>Depuis combien d</w:t>
      </w:r>
      <w:r w:rsidR="00D37400">
        <w:t>’</w:t>
      </w:r>
      <w:r>
        <w:t>années la chapelle était-elle fermée</w:t>
      </w:r>
      <w:r w:rsidR="00D37400">
        <w:t xml:space="preserve"> ? </w:t>
      </w:r>
      <w:r>
        <w:t>Dieu le sait</w:t>
      </w:r>
      <w:r w:rsidR="00D37400">
        <w:t>.</w:t>
      </w:r>
    </w:p>
    <w:p w14:paraId="4F56D5A9" w14:textId="0ED7B603" w:rsidR="00D37400" w:rsidRDefault="00636A18">
      <w:r>
        <w:t>La voyant donc ouverte</w:t>
      </w:r>
      <w:r w:rsidR="00D37400">
        <w:t xml:space="preserve">, </w:t>
      </w:r>
      <w:r>
        <w:t>nous courûmes</w:t>
      </w:r>
      <w:r w:rsidR="00D37400">
        <w:t xml:space="preserve">, </w:t>
      </w:r>
      <w:r>
        <w:t>et qu</w:t>
      </w:r>
      <w:r w:rsidR="00D37400">
        <w:t>’</w:t>
      </w:r>
      <w:r>
        <w:t>est-ce que nous aperçûmes</w:t>
      </w:r>
      <w:r w:rsidR="00D37400">
        <w:t> ? M. </w:t>
      </w:r>
      <w:r>
        <w:t>le commandant d</w:t>
      </w:r>
      <w:r w:rsidR="00D37400">
        <w:t>’</w:t>
      </w:r>
      <w:r>
        <w:t>artillerie Tardy de Mo</w:t>
      </w:r>
      <w:r>
        <w:t>n</w:t>
      </w:r>
      <w:r>
        <w:t>travel et cinq ou six ouvriers maçons munis de pioches et de l</w:t>
      </w:r>
      <w:r>
        <w:t>e</w:t>
      </w:r>
      <w:r>
        <w:t>viers</w:t>
      </w:r>
      <w:r w:rsidR="00D37400">
        <w:t>.</w:t>
      </w:r>
    </w:p>
    <w:p w14:paraId="73BFE916" w14:textId="77777777" w:rsidR="00D37400" w:rsidRDefault="00636A18">
      <w:r>
        <w:t>La chapelle de Saint-Jean se trouvait dans le périmètre de la place</w:t>
      </w:r>
      <w:r w:rsidR="00D37400">
        <w:t xml:space="preserve">, </w:t>
      </w:r>
      <w:r>
        <w:t>le commandant avait voulu la visiter</w:t>
      </w:r>
      <w:r w:rsidR="00D37400">
        <w:t xml:space="preserve"> ; </w:t>
      </w:r>
      <w:r>
        <w:t>peut-être avait-il l</w:t>
      </w:r>
      <w:r w:rsidR="00D37400">
        <w:t>’</w:t>
      </w:r>
      <w:r>
        <w:t>idée de la supprimer</w:t>
      </w:r>
      <w:r w:rsidR="00D37400">
        <w:t>.</w:t>
      </w:r>
    </w:p>
    <w:p w14:paraId="42F51D2B" w14:textId="77777777" w:rsidR="00D37400" w:rsidRDefault="00636A18">
      <w:r>
        <w:t>Enfin</w:t>
      </w:r>
      <w:r w:rsidR="00D37400">
        <w:t xml:space="preserve">, </w:t>
      </w:r>
      <w:r>
        <w:t>ces gens étaient là</w:t>
      </w:r>
      <w:r w:rsidR="00D37400">
        <w:t xml:space="preserve">, </w:t>
      </w:r>
      <w:r>
        <w:t>nous tournant le dos</w:t>
      </w:r>
      <w:r w:rsidR="00D37400">
        <w:t xml:space="preserve"> ; </w:t>
      </w:r>
      <w:r>
        <w:t>ils levaient une grande dalle devant l</w:t>
      </w:r>
      <w:r w:rsidR="00D37400">
        <w:t>’</w:t>
      </w:r>
      <w:r>
        <w:t>autel</w:t>
      </w:r>
      <w:r w:rsidR="00D37400">
        <w:t xml:space="preserve">, </w:t>
      </w:r>
      <w:r>
        <w:t>et nous</w:t>
      </w:r>
      <w:r w:rsidR="00D37400">
        <w:t xml:space="preserve">, </w:t>
      </w:r>
      <w:r>
        <w:t>curieux comme tous les enfants</w:t>
      </w:r>
      <w:r w:rsidR="00D37400">
        <w:t xml:space="preserve">, </w:t>
      </w:r>
      <w:r>
        <w:t>nous regardions entre les jambes des ouvriers ce qu</w:t>
      </w:r>
      <w:r w:rsidR="00D37400">
        <w:t>’</w:t>
      </w:r>
      <w:r>
        <w:t>ils faisaient là</w:t>
      </w:r>
      <w:r w:rsidR="00D37400">
        <w:t>.</w:t>
      </w:r>
    </w:p>
    <w:p w14:paraId="7C55CB0F" w14:textId="77777777" w:rsidR="00D37400" w:rsidRDefault="00636A18">
      <w:r>
        <w:lastRenderedPageBreak/>
        <w:t>La dalle levée</w:t>
      </w:r>
      <w:r w:rsidR="00D37400">
        <w:t xml:space="preserve">, </w:t>
      </w:r>
      <w:r>
        <w:t>appuyée au mur</w:t>
      </w:r>
      <w:r w:rsidR="00D37400">
        <w:t xml:space="preserve">, </w:t>
      </w:r>
      <w:r>
        <w:t>en nous penchant nous vîmes le squelette d</w:t>
      </w:r>
      <w:r w:rsidR="00D37400">
        <w:t>’</w:t>
      </w:r>
      <w:r>
        <w:t>un homme vêtu d</w:t>
      </w:r>
      <w:r w:rsidR="00D37400">
        <w:t>’</w:t>
      </w:r>
      <w:r>
        <w:t>un justaucorps et d</w:t>
      </w:r>
      <w:r w:rsidR="00D37400">
        <w:t>’</w:t>
      </w:r>
      <w:r>
        <w:t>une culotte de cuir roux</w:t>
      </w:r>
      <w:r w:rsidR="00D37400">
        <w:t xml:space="preserve">, </w:t>
      </w:r>
      <w:r>
        <w:t>les larges bottes évasées remontant jusqu</w:t>
      </w:r>
      <w:r w:rsidR="00D37400">
        <w:t>’</w:t>
      </w:r>
      <w:r>
        <w:t>à mi-jambe et l</w:t>
      </w:r>
      <w:r w:rsidR="00D37400">
        <w:t>’</w:t>
      </w:r>
      <w:r>
        <w:t>épée au côté</w:t>
      </w:r>
      <w:r w:rsidR="00D37400">
        <w:t xml:space="preserve">. </w:t>
      </w:r>
      <w:r>
        <w:t>À sa droite</w:t>
      </w:r>
      <w:r w:rsidR="00D37400">
        <w:t xml:space="preserve">, </w:t>
      </w:r>
      <w:r>
        <w:t>sous les os de ses doigts sortant de la manche</w:t>
      </w:r>
      <w:r w:rsidR="00D37400">
        <w:t xml:space="preserve">, </w:t>
      </w:r>
      <w:r>
        <w:t>se trouvait un rouleau de parchemin</w:t>
      </w:r>
      <w:r w:rsidR="00D37400">
        <w:t>.</w:t>
      </w:r>
    </w:p>
    <w:p w14:paraId="1D454A01" w14:textId="18DE3718" w:rsidR="00D37400" w:rsidRDefault="00D37400">
      <w:r>
        <w:t>M. </w:t>
      </w:r>
      <w:r w:rsidR="00636A18">
        <w:t>Tardy</w:t>
      </w:r>
      <w:r>
        <w:t xml:space="preserve">, </w:t>
      </w:r>
      <w:r w:rsidR="00636A18">
        <w:t>grand</w:t>
      </w:r>
      <w:r>
        <w:t xml:space="preserve">, </w:t>
      </w:r>
      <w:r w:rsidR="00636A18">
        <w:t>sec</w:t>
      </w:r>
      <w:r>
        <w:t xml:space="preserve">, </w:t>
      </w:r>
      <w:r w:rsidR="00636A18">
        <w:t>déjà vieux</w:t>
      </w:r>
      <w:r>
        <w:t xml:space="preserve">, </w:t>
      </w:r>
      <w:r w:rsidR="00636A18">
        <w:t>regarda quelques instants</w:t>
      </w:r>
      <w:r>
        <w:t xml:space="preserve">, </w:t>
      </w:r>
      <w:r w:rsidR="00636A18">
        <w:t>le front pensif</w:t>
      </w:r>
      <w:r>
        <w:t xml:space="preserve">, </w:t>
      </w:r>
      <w:r w:rsidR="00636A18">
        <w:t>puis il dit à l</w:t>
      </w:r>
      <w:r>
        <w:t>’</w:t>
      </w:r>
      <w:r w:rsidR="00636A18">
        <w:t>un des ouvriers</w:t>
      </w:r>
      <w:r>
        <w:t> :</w:t>
      </w:r>
    </w:p>
    <w:p w14:paraId="41B0E289" w14:textId="025BF7FD" w:rsidR="00636A18" w:rsidRDefault="00D37400">
      <w:pPr>
        <w:rPr>
          <w:szCs w:val="36"/>
        </w:rPr>
      </w:pPr>
      <w:r>
        <w:t>« </w:t>
      </w:r>
      <w:r w:rsidR="00636A18">
        <w:t>Michel</w:t>
      </w:r>
      <w:r>
        <w:t xml:space="preserve">, </w:t>
      </w:r>
      <w:r w:rsidR="00636A18">
        <w:t>passez-moi ce rouleau</w:t>
      </w:r>
      <w:r>
        <w:t>. »</w:t>
      </w:r>
    </w:p>
    <w:p w14:paraId="2F95B59A" w14:textId="77777777" w:rsidR="00D37400" w:rsidRDefault="00636A18">
      <w:r>
        <w:t>L</w:t>
      </w:r>
      <w:r w:rsidR="00D37400">
        <w:t>’</w:t>
      </w:r>
      <w:r>
        <w:t>ouvrier le lui remit</w:t>
      </w:r>
      <w:r w:rsidR="00D37400">
        <w:t>.</w:t>
      </w:r>
    </w:p>
    <w:p w14:paraId="3830C21C" w14:textId="77777777" w:rsidR="00D37400" w:rsidRDefault="00636A18">
      <w:r>
        <w:t>Il le déroula et s</w:t>
      </w:r>
      <w:r w:rsidR="00D37400">
        <w:t>’</w:t>
      </w:r>
      <w:r>
        <w:t>approcha de la petite fenêtre en ogive pour le lire</w:t>
      </w:r>
      <w:r w:rsidR="00D37400">
        <w:t xml:space="preserve">. </w:t>
      </w:r>
      <w:r>
        <w:t>Les ouvriers</w:t>
      </w:r>
      <w:r w:rsidR="00D37400">
        <w:t xml:space="preserve">, </w:t>
      </w:r>
      <w:r>
        <w:t>les mains appuyées sur les manches de leurs pioches</w:t>
      </w:r>
      <w:r w:rsidR="00D37400">
        <w:t xml:space="preserve">, </w:t>
      </w:r>
      <w:r>
        <w:t>attendaient en silence</w:t>
      </w:r>
      <w:r w:rsidR="00D37400">
        <w:t xml:space="preserve">, </w:t>
      </w:r>
      <w:r>
        <w:t>lorsque</w:t>
      </w:r>
      <w:r w:rsidR="00D37400">
        <w:t xml:space="preserve">, </w:t>
      </w:r>
      <w:r>
        <w:t>élevant la voix</w:t>
      </w:r>
      <w:r w:rsidR="00D37400">
        <w:t xml:space="preserve">, </w:t>
      </w:r>
      <w:r>
        <w:t>le commandant dit</w:t>
      </w:r>
      <w:r w:rsidR="00D37400">
        <w:t> :</w:t>
      </w:r>
    </w:p>
    <w:p w14:paraId="603288A1" w14:textId="1D649EE7" w:rsidR="00636A18" w:rsidRDefault="00D37400">
      <w:pPr>
        <w:rPr>
          <w:szCs w:val="36"/>
        </w:rPr>
      </w:pPr>
      <w:r>
        <w:t>« </w:t>
      </w:r>
      <w:r w:rsidR="00636A18">
        <w:t>C</w:t>
      </w:r>
      <w:r>
        <w:t>’</w:t>
      </w:r>
      <w:r w:rsidR="00636A18">
        <w:t>est de l</w:t>
      </w:r>
      <w:r>
        <w:t>’</w:t>
      </w:r>
      <w:r w:rsidR="00636A18">
        <w:t>espagnol</w:t>
      </w:r>
      <w:r>
        <w:t xml:space="preserve">. – </w:t>
      </w:r>
      <w:r w:rsidR="00636A18">
        <w:t xml:space="preserve">Nous voyons là don Ramon </w:t>
      </w:r>
      <w:proofErr w:type="spellStart"/>
      <w:r w:rsidR="00636A18">
        <w:t>Hurt</w:t>
      </w:r>
      <w:r w:rsidR="00636A18">
        <w:t>a</w:t>
      </w:r>
      <w:r w:rsidR="00636A18">
        <w:t>do</w:t>
      </w:r>
      <w:proofErr w:type="spellEnd"/>
      <w:r>
        <w:t xml:space="preserve">, </w:t>
      </w:r>
      <w:r w:rsidR="00636A18">
        <w:t xml:space="preserve">capitaine aux armées de </w:t>
      </w:r>
      <w:proofErr w:type="spellStart"/>
      <w:r w:rsidR="00636A18">
        <w:t>Montécuculli</w:t>
      </w:r>
      <w:proofErr w:type="spellEnd"/>
      <w:r>
        <w:t xml:space="preserve">, – </w:t>
      </w:r>
      <w:r w:rsidR="00636A18">
        <w:t>l</w:t>
      </w:r>
      <w:r>
        <w:t>’</w:t>
      </w:r>
      <w:r w:rsidR="00636A18">
        <w:t>adversaire de T</w:t>
      </w:r>
      <w:r w:rsidR="00636A18">
        <w:t>u</w:t>
      </w:r>
      <w:r w:rsidR="00636A18">
        <w:t>renne et du prince de Condé</w:t>
      </w:r>
      <w:r>
        <w:t xml:space="preserve">, – </w:t>
      </w:r>
      <w:r w:rsidR="00636A18">
        <w:t>tué dans un combat près du ch</w:t>
      </w:r>
      <w:r w:rsidR="00636A18">
        <w:t>â</w:t>
      </w:r>
      <w:r w:rsidR="00636A18">
        <w:t xml:space="preserve">teau de </w:t>
      </w:r>
      <w:proofErr w:type="spellStart"/>
      <w:r w:rsidR="00636A18">
        <w:t>Bernardhausen</w:t>
      </w:r>
      <w:proofErr w:type="spellEnd"/>
      <w:r>
        <w:t xml:space="preserve">, – </w:t>
      </w:r>
      <w:r w:rsidR="00636A18">
        <w:t>aujourd</w:t>
      </w:r>
      <w:r>
        <w:t>’</w:t>
      </w:r>
      <w:r w:rsidR="00636A18">
        <w:t>hui Phalsbourg</w:t>
      </w:r>
      <w:r>
        <w:t xml:space="preserve">, – </w:t>
      </w:r>
      <w:r w:rsidR="00636A18">
        <w:t>en l</w:t>
      </w:r>
      <w:r>
        <w:t>’</w:t>
      </w:r>
      <w:r w:rsidR="00636A18">
        <w:t>an du Seigneur 1675</w:t>
      </w:r>
      <w:r>
        <w:t>. »</w:t>
      </w:r>
    </w:p>
    <w:p w14:paraId="522A428A" w14:textId="77777777" w:rsidR="00D37400" w:rsidRDefault="00636A18">
      <w:r>
        <w:t>Après avoir dit cela d</w:t>
      </w:r>
      <w:r w:rsidR="00D37400">
        <w:t>’</w:t>
      </w:r>
      <w:r>
        <w:t>un accent solennel</w:t>
      </w:r>
      <w:r w:rsidR="00D37400">
        <w:t xml:space="preserve">, </w:t>
      </w:r>
      <w:r>
        <w:t>il rendit le pa</w:t>
      </w:r>
      <w:r>
        <w:t>r</w:t>
      </w:r>
      <w:r>
        <w:t>chemin à l</w:t>
      </w:r>
      <w:r w:rsidR="00D37400">
        <w:t>’</w:t>
      </w:r>
      <w:r>
        <w:t>ouvrier en lui disant</w:t>
      </w:r>
      <w:r w:rsidR="00D37400">
        <w:t> :</w:t>
      </w:r>
    </w:p>
    <w:p w14:paraId="476A8C21" w14:textId="41937CDF" w:rsidR="00636A18" w:rsidRDefault="00D37400">
      <w:pPr>
        <w:rPr>
          <w:szCs w:val="36"/>
        </w:rPr>
      </w:pPr>
      <w:r>
        <w:t>« </w:t>
      </w:r>
      <w:r w:rsidR="00636A18">
        <w:t>Remettez cela dans la tombe et ne touchez pas à l</w:t>
      </w:r>
      <w:r>
        <w:t>’</w:t>
      </w:r>
      <w:r w:rsidR="00636A18">
        <w:t>épée de ce vieux brave</w:t>
      </w:r>
      <w:r>
        <w:t xml:space="preserve">. </w:t>
      </w:r>
      <w:r w:rsidR="00636A18">
        <w:t>C</w:t>
      </w:r>
      <w:r>
        <w:t>’</w:t>
      </w:r>
      <w:r w:rsidR="00636A18">
        <w:t>est ainsi qu</w:t>
      </w:r>
      <w:r>
        <w:t>’</w:t>
      </w:r>
      <w:r w:rsidR="00636A18">
        <w:t>on retrouvera nos camarades dans toutes les parties de l</w:t>
      </w:r>
      <w:r>
        <w:t>’</w:t>
      </w:r>
      <w:r w:rsidR="00636A18">
        <w:t>Europe</w:t>
      </w:r>
      <w:r>
        <w:t xml:space="preserve">, </w:t>
      </w:r>
      <w:r w:rsidR="00636A18">
        <w:t>de Lisbonne à Moscou</w:t>
      </w:r>
      <w:r>
        <w:t xml:space="preserve">, </w:t>
      </w:r>
      <w:r w:rsidR="00636A18">
        <w:t>et tous les honnêtes gens diront comme nous</w:t>
      </w:r>
      <w:r>
        <w:t xml:space="preserve"> : – </w:t>
      </w:r>
      <w:r w:rsidR="00636A18">
        <w:t>Laissons dormir ce brave</w:t>
      </w:r>
      <w:r>
        <w:t xml:space="preserve">… </w:t>
      </w:r>
      <w:r w:rsidR="00636A18">
        <w:t>Ne touchons pas à son épée</w:t>
      </w:r>
      <w:r>
        <w:t xml:space="preserve"> ! – </w:t>
      </w:r>
      <w:r w:rsidR="00636A18">
        <w:t>Allons</w:t>
      </w:r>
      <w:r>
        <w:t xml:space="preserve">, </w:t>
      </w:r>
      <w:r w:rsidR="00636A18">
        <w:t>mes amis</w:t>
      </w:r>
      <w:r>
        <w:t xml:space="preserve">, </w:t>
      </w:r>
      <w:r w:rsidR="00636A18">
        <w:t>qu</w:t>
      </w:r>
      <w:r>
        <w:t>’</w:t>
      </w:r>
      <w:r w:rsidR="00636A18">
        <w:t>on r</w:t>
      </w:r>
      <w:r w:rsidR="00636A18">
        <w:t>e</w:t>
      </w:r>
      <w:r w:rsidR="00636A18">
        <w:t>mette la dalle et que don Ramon repose en paix</w:t>
      </w:r>
      <w:r>
        <w:t>. »</w:t>
      </w:r>
    </w:p>
    <w:p w14:paraId="64DBF8EB" w14:textId="77777777" w:rsidR="00D37400" w:rsidRDefault="00636A18">
      <w:r>
        <w:t>Les ouvriers se remirent à l</w:t>
      </w:r>
      <w:r w:rsidR="00D37400">
        <w:t>’</w:t>
      </w:r>
      <w:r>
        <w:t>ouvrage</w:t>
      </w:r>
      <w:r w:rsidR="00D37400">
        <w:t>.</w:t>
      </w:r>
    </w:p>
    <w:p w14:paraId="41A75732" w14:textId="77777777" w:rsidR="00D37400" w:rsidRDefault="00636A18">
      <w:r>
        <w:lastRenderedPageBreak/>
        <w:t>Justine et moi</w:t>
      </w:r>
      <w:r w:rsidR="00D37400">
        <w:t xml:space="preserve">, </w:t>
      </w:r>
      <w:r>
        <w:t>nous courions déjà dans l</w:t>
      </w:r>
      <w:r w:rsidR="00D37400">
        <w:t>’</w:t>
      </w:r>
      <w:r>
        <w:t>allée</w:t>
      </w:r>
      <w:r w:rsidR="00D37400">
        <w:t xml:space="preserve">, </w:t>
      </w:r>
      <w:r>
        <w:t>tout épo</w:t>
      </w:r>
      <w:r>
        <w:t>u</w:t>
      </w:r>
      <w:r>
        <w:t>vantés de ce que nous avions vu</w:t>
      </w:r>
      <w:r w:rsidR="00D37400">
        <w:t>.</w:t>
      </w:r>
    </w:p>
    <w:p w14:paraId="786CB008" w14:textId="77777777" w:rsidR="00D37400" w:rsidRDefault="00636A18">
      <w:r>
        <w:t>Nous n</w:t>
      </w:r>
      <w:r w:rsidR="00D37400">
        <w:t>’</w:t>
      </w:r>
      <w:r>
        <w:t>en dîmes pourtant rien à personne</w:t>
      </w:r>
      <w:r w:rsidR="00D37400">
        <w:t xml:space="preserve">, </w:t>
      </w:r>
      <w:r>
        <w:t>de crainte d</w:t>
      </w:r>
      <w:r w:rsidR="00D37400">
        <w:t>’</w:t>
      </w:r>
      <w:r>
        <w:t>être grondés</w:t>
      </w:r>
      <w:r w:rsidR="00D37400">
        <w:t xml:space="preserve"> ; </w:t>
      </w:r>
      <w:r>
        <w:t>mais</w:t>
      </w:r>
      <w:r w:rsidR="00D37400">
        <w:t xml:space="preserve">, </w:t>
      </w:r>
      <w:r>
        <w:t>vers la nuit</w:t>
      </w:r>
      <w:r w:rsidR="00D37400">
        <w:t xml:space="preserve">, </w:t>
      </w:r>
      <w:r>
        <w:t>en rentrant en ville</w:t>
      </w:r>
      <w:r w:rsidR="00D37400">
        <w:t xml:space="preserve">, </w:t>
      </w:r>
      <w:r>
        <w:t>nous t</w:t>
      </w:r>
      <w:r>
        <w:t>e</w:t>
      </w:r>
      <w:r>
        <w:t>nant à la main de Françoise et de Nicole</w:t>
      </w:r>
      <w:r w:rsidR="00D37400">
        <w:t xml:space="preserve">, </w:t>
      </w:r>
      <w:r>
        <w:t>à chaque seconde nous regardions derrière nous dans l</w:t>
      </w:r>
      <w:r w:rsidR="00D37400">
        <w:t>’</w:t>
      </w:r>
      <w:r>
        <w:t>allée des peupliers déjà sombre</w:t>
      </w:r>
      <w:r w:rsidR="00D37400">
        <w:t xml:space="preserve">, </w:t>
      </w:r>
      <w:r>
        <w:t xml:space="preserve">pour voir si don Ramon </w:t>
      </w:r>
      <w:proofErr w:type="spellStart"/>
      <w:r>
        <w:t>Hurtado</w:t>
      </w:r>
      <w:proofErr w:type="spellEnd"/>
      <w:r>
        <w:t xml:space="preserve"> ne nous suivait pas</w:t>
      </w:r>
      <w:r w:rsidR="00D37400">
        <w:t> !</w:t>
      </w:r>
    </w:p>
    <w:p w14:paraId="71EDEBA9" w14:textId="4BC8FBB2" w:rsidR="00636A18" w:rsidRDefault="00636A18" w:rsidP="00D37400">
      <w:pPr>
        <w:pStyle w:val="Titre2"/>
        <w:pageBreakBefore/>
      </w:pPr>
      <w:bookmarkStart w:id="16" w:name="_Toc344229463"/>
      <w:bookmarkStart w:id="17" w:name="_Toc194835726"/>
      <w:r>
        <w:lastRenderedPageBreak/>
        <w:t>VIII</w:t>
      </w:r>
      <w:bookmarkEnd w:id="16"/>
      <w:bookmarkEnd w:id="17"/>
    </w:p>
    <w:p w14:paraId="1A625F5B" w14:textId="77777777" w:rsidR="00D37400" w:rsidRDefault="00636A18">
      <w:r>
        <w:t>Peu de temps après cette fête</w:t>
      </w:r>
      <w:r w:rsidR="00D37400">
        <w:t xml:space="preserve">, </w:t>
      </w:r>
      <w:r>
        <w:t>on apprit à Phalsbourg que Hussein-Pacha</w:t>
      </w:r>
      <w:r w:rsidR="00D37400">
        <w:t xml:space="preserve">, </w:t>
      </w:r>
      <w:r>
        <w:t>dey d</w:t>
      </w:r>
      <w:r w:rsidR="00D37400">
        <w:t>’</w:t>
      </w:r>
      <w:r>
        <w:t>Alger</w:t>
      </w:r>
      <w:r w:rsidR="00D37400">
        <w:t xml:space="preserve">, </w:t>
      </w:r>
      <w:r>
        <w:t>avait frappé notre ambassadeur de son éventail et qu</w:t>
      </w:r>
      <w:r w:rsidR="00D37400">
        <w:t>’</w:t>
      </w:r>
      <w:r>
        <w:t>on allait dénicher les pirates</w:t>
      </w:r>
      <w:r w:rsidR="00D37400">
        <w:t>.</w:t>
      </w:r>
    </w:p>
    <w:p w14:paraId="17ECAAE1" w14:textId="77777777" w:rsidR="00D37400" w:rsidRDefault="00636A18">
      <w:r>
        <w:t>Il n</w:t>
      </w:r>
      <w:r w:rsidR="00D37400">
        <w:t>’</w:t>
      </w:r>
      <w:r>
        <w:t>était plus question que des préparatifs de l</w:t>
      </w:r>
      <w:r w:rsidR="00D37400">
        <w:t>’</w:t>
      </w:r>
      <w:r>
        <w:t>expédition</w:t>
      </w:r>
      <w:r w:rsidR="00D37400">
        <w:t xml:space="preserve">, </w:t>
      </w:r>
      <w:r>
        <w:t>du nombre des troupes embarquées</w:t>
      </w:r>
      <w:r w:rsidR="00D37400">
        <w:t xml:space="preserve">, </w:t>
      </w:r>
      <w:r>
        <w:t>des malheureux chrétiens retenus au bagne par les infidèles et de l</w:t>
      </w:r>
      <w:r w:rsidR="00D37400">
        <w:t>’</w:t>
      </w:r>
      <w:r>
        <w:t>horrible brigandage des Turcs dans la Méditerranée</w:t>
      </w:r>
      <w:r w:rsidR="00D37400">
        <w:t>.</w:t>
      </w:r>
    </w:p>
    <w:p w14:paraId="39B9AB0A" w14:textId="77777777" w:rsidR="00D37400" w:rsidRDefault="00636A18">
      <w:r>
        <w:t>Tous les soirs</w:t>
      </w:r>
      <w:r w:rsidR="00D37400">
        <w:t xml:space="preserve">, </w:t>
      </w:r>
      <w:r>
        <w:t xml:space="preserve">le père lisait chez nous ces détails dans le </w:t>
      </w:r>
      <w:r>
        <w:rPr>
          <w:i/>
          <w:iCs/>
        </w:rPr>
        <w:t>Constitutionnel</w:t>
      </w:r>
      <w:r w:rsidR="00D37400">
        <w:rPr>
          <w:i/>
          <w:iCs/>
        </w:rPr>
        <w:t xml:space="preserve">, </w:t>
      </w:r>
      <w:r>
        <w:t>et chacun approuvait le châtiment qu</w:t>
      </w:r>
      <w:r w:rsidR="00D37400">
        <w:t>’</w:t>
      </w:r>
      <w:r>
        <w:t>on vo</w:t>
      </w:r>
      <w:r>
        <w:t>u</w:t>
      </w:r>
      <w:r>
        <w:t>lait infliger aux barbares</w:t>
      </w:r>
      <w:r w:rsidR="00D37400">
        <w:t>.</w:t>
      </w:r>
    </w:p>
    <w:p w14:paraId="0810B3FB" w14:textId="77777777" w:rsidR="00D37400" w:rsidRDefault="00636A18">
      <w:r>
        <w:t>Je me souviens aussi que mon père</w:t>
      </w:r>
      <w:r w:rsidR="00D37400">
        <w:t xml:space="preserve">, </w:t>
      </w:r>
      <w:r>
        <w:t>se méfiant d</w:t>
      </w:r>
      <w:r w:rsidR="00D37400">
        <w:t>’</w:t>
      </w:r>
      <w:r>
        <w:t>autre chose</w:t>
      </w:r>
      <w:r w:rsidR="00D37400">
        <w:t xml:space="preserve">, </w:t>
      </w:r>
      <w:r>
        <w:t>avait écrit à mon frère Paul de revenir à la maison et qu</w:t>
      </w:r>
      <w:r w:rsidR="00D37400">
        <w:t>’</w:t>
      </w:r>
      <w:r>
        <w:t>on attendait son retour avec impatience</w:t>
      </w:r>
      <w:r w:rsidR="00D37400">
        <w:t>.</w:t>
      </w:r>
    </w:p>
    <w:p w14:paraId="2D765EB4" w14:textId="77777777" w:rsidR="00D37400" w:rsidRDefault="00636A18">
      <w:r>
        <w:t>Tout enfant que j</w:t>
      </w:r>
      <w:r w:rsidR="00D37400">
        <w:t>’</w:t>
      </w:r>
      <w:r>
        <w:t>étais</w:t>
      </w:r>
      <w:r w:rsidR="00D37400">
        <w:t xml:space="preserve">, </w:t>
      </w:r>
      <w:r>
        <w:t>rien ne m</w:t>
      </w:r>
      <w:r w:rsidR="00D37400">
        <w:t>’</w:t>
      </w:r>
      <w:r>
        <w:t>échappait</w:t>
      </w:r>
      <w:r w:rsidR="00D37400">
        <w:t xml:space="preserve">, </w:t>
      </w:r>
      <w:r>
        <w:t>et je me suis souvent étonné depuis de la masse de faits qu</w:t>
      </w:r>
      <w:r w:rsidR="00D37400">
        <w:t>’</w:t>
      </w:r>
      <w:r>
        <w:t>un enfant est c</w:t>
      </w:r>
      <w:r>
        <w:t>a</w:t>
      </w:r>
      <w:r>
        <w:t>pable de comprendre et de retenir</w:t>
      </w:r>
      <w:r w:rsidR="00D37400">
        <w:t xml:space="preserve"> ; </w:t>
      </w:r>
      <w:r>
        <w:t>il me semble même que bien peu d</w:t>
      </w:r>
      <w:r w:rsidR="00D37400">
        <w:t>’</w:t>
      </w:r>
      <w:r>
        <w:t>hommes doublent le capital d</w:t>
      </w:r>
      <w:r w:rsidR="00D37400">
        <w:t>’</w:t>
      </w:r>
      <w:r>
        <w:t>idées qu</w:t>
      </w:r>
      <w:r w:rsidR="00D37400">
        <w:t>’</w:t>
      </w:r>
      <w:r>
        <w:t>ils ont recueilli dans leur première jeunesse</w:t>
      </w:r>
      <w:r w:rsidR="00D37400">
        <w:t>.</w:t>
      </w:r>
    </w:p>
    <w:p w14:paraId="1507CE38" w14:textId="77777777" w:rsidR="00D37400" w:rsidRDefault="00636A18">
      <w:r>
        <w:t>Une particularité qui me frappe encore quand j</w:t>
      </w:r>
      <w:r w:rsidR="00D37400">
        <w:t>’</w:t>
      </w:r>
      <w:r>
        <w:t>y pense</w:t>
      </w:r>
      <w:r w:rsidR="00D37400">
        <w:t xml:space="preserve">, </w:t>
      </w:r>
      <w:r>
        <w:t>c</w:t>
      </w:r>
      <w:r w:rsidR="00D37400">
        <w:t>’</w:t>
      </w:r>
      <w:r>
        <w:t>est la visite que fit alors George Mouton</w:t>
      </w:r>
      <w:r w:rsidR="00D37400">
        <w:t xml:space="preserve">, </w:t>
      </w:r>
      <w:r>
        <w:t>comte de Lobau</w:t>
      </w:r>
      <w:r w:rsidR="00D37400">
        <w:t xml:space="preserve">, </w:t>
      </w:r>
      <w:r>
        <w:t>à Phalsbourg</w:t>
      </w:r>
      <w:r w:rsidR="00D37400">
        <w:t xml:space="preserve">. </w:t>
      </w:r>
      <w:r>
        <w:t>Il se trouvait à la Chambre des députés</w:t>
      </w:r>
      <w:r w:rsidR="00D37400">
        <w:t xml:space="preserve">, </w:t>
      </w:r>
      <w:r>
        <w:t>dans le pa</w:t>
      </w:r>
      <w:r>
        <w:t>r</w:t>
      </w:r>
      <w:r>
        <w:t>ti libéral</w:t>
      </w:r>
      <w:r w:rsidR="00D37400">
        <w:t xml:space="preserve">, </w:t>
      </w:r>
      <w:r>
        <w:t>et venait sans doute apporter le mot d</w:t>
      </w:r>
      <w:r w:rsidR="00D37400">
        <w:t>’</w:t>
      </w:r>
      <w:r>
        <w:t>ordre aux vieux de la vieille</w:t>
      </w:r>
      <w:r w:rsidR="00D37400">
        <w:t xml:space="preserve">, </w:t>
      </w:r>
      <w:r>
        <w:t>ses anciens camarades</w:t>
      </w:r>
      <w:r w:rsidR="00D37400">
        <w:t>.</w:t>
      </w:r>
    </w:p>
    <w:p w14:paraId="0B2BA654" w14:textId="77777777" w:rsidR="00D37400" w:rsidRDefault="00636A18">
      <w:r>
        <w:t>Naturellement</w:t>
      </w:r>
      <w:r w:rsidR="00D37400">
        <w:t xml:space="preserve">, </w:t>
      </w:r>
      <w:r>
        <w:t>la police avait reçu l</w:t>
      </w:r>
      <w:r w:rsidR="00D37400">
        <w:t>’</w:t>
      </w:r>
      <w:r>
        <w:t>ordre de surveiller ses démarches</w:t>
      </w:r>
      <w:r w:rsidR="00D37400">
        <w:t xml:space="preserve"> ; </w:t>
      </w:r>
      <w:r>
        <w:t>mais ce n</w:t>
      </w:r>
      <w:r w:rsidR="00D37400">
        <w:t>’</w:t>
      </w:r>
      <w:r>
        <w:t>était pas un vieux routier comme lui qu</w:t>
      </w:r>
      <w:r w:rsidR="00D37400">
        <w:t>’</w:t>
      </w:r>
      <w:r>
        <w:t>on pouvait prendre dans une souricière</w:t>
      </w:r>
      <w:r w:rsidR="00D37400">
        <w:t>.</w:t>
      </w:r>
    </w:p>
    <w:p w14:paraId="0BC9CB6F" w14:textId="77777777" w:rsidR="00D37400" w:rsidRDefault="00636A18">
      <w:r>
        <w:lastRenderedPageBreak/>
        <w:t>Justine et moi</w:t>
      </w:r>
      <w:r w:rsidR="00D37400">
        <w:t xml:space="preserve">, </w:t>
      </w:r>
      <w:r>
        <w:t>nous courions toujours l</w:t>
      </w:r>
      <w:r w:rsidR="00D37400">
        <w:t>’</w:t>
      </w:r>
      <w:r>
        <w:t>après-midi</w:t>
      </w:r>
      <w:r w:rsidR="00D37400">
        <w:t xml:space="preserve">, </w:t>
      </w:r>
      <w:r>
        <w:t>sous les grands ormes de la place d</w:t>
      </w:r>
      <w:r w:rsidR="00D37400">
        <w:t>’</w:t>
      </w:r>
      <w:r>
        <w:t>Armes</w:t>
      </w:r>
      <w:r w:rsidR="00D37400">
        <w:t xml:space="preserve">, </w:t>
      </w:r>
      <w:r>
        <w:t>avec d</w:t>
      </w:r>
      <w:r w:rsidR="00D37400">
        <w:t>’</w:t>
      </w:r>
      <w:r>
        <w:t>autres enfants</w:t>
      </w:r>
      <w:r w:rsidR="00D37400">
        <w:t xml:space="preserve">. </w:t>
      </w:r>
      <w:r>
        <w:t>Mouton s</w:t>
      </w:r>
      <w:r w:rsidR="00D37400">
        <w:t>’</w:t>
      </w:r>
      <w:r>
        <w:t>y promenait</w:t>
      </w:r>
      <w:r w:rsidR="00D37400">
        <w:t xml:space="preserve">, </w:t>
      </w:r>
      <w:r>
        <w:t>et je le regardais attentivement</w:t>
      </w:r>
      <w:r w:rsidR="00D37400">
        <w:t xml:space="preserve">, </w:t>
      </w:r>
      <w:r>
        <w:t>car mon ami Florentin m</w:t>
      </w:r>
      <w:r w:rsidR="00D37400">
        <w:t>’</w:t>
      </w:r>
      <w:r>
        <w:t>avait raconté qu</w:t>
      </w:r>
      <w:r w:rsidR="00D37400">
        <w:t>’</w:t>
      </w:r>
      <w:r>
        <w:t>il commandait la jeune garde à Waterloo</w:t>
      </w:r>
      <w:r w:rsidR="00D37400">
        <w:t xml:space="preserve">, </w:t>
      </w:r>
      <w:r>
        <w:t>et qu</w:t>
      </w:r>
      <w:r w:rsidR="00D37400">
        <w:t>’</w:t>
      </w:r>
      <w:r>
        <w:t xml:space="preserve">avec onze mille jeunes soldats il avait tenu tête aux trente-deux mille hommes de </w:t>
      </w:r>
      <w:proofErr w:type="spellStart"/>
      <w:r>
        <w:t>Bulow</w:t>
      </w:r>
      <w:proofErr w:type="spellEnd"/>
      <w:r w:rsidR="00D37400">
        <w:t xml:space="preserve">, </w:t>
      </w:r>
      <w:r>
        <w:t>venus pour nous att</w:t>
      </w:r>
      <w:r>
        <w:t>a</w:t>
      </w:r>
      <w:r>
        <w:t>quer en flanc</w:t>
      </w:r>
      <w:r w:rsidR="00D37400">
        <w:t xml:space="preserve"> ; </w:t>
      </w:r>
      <w:r>
        <w:t>qu</w:t>
      </w:r>
      <w:r w:rsidR="00D37400">
        <w:t>’</w:t>
      </w:r>
      <w:r>
        <w:t>il les avait arrêtés six heures</w:t>
      </w:r>
      <w:r w:rsidR="00D37400">
        <w:t xml:space="preserve">, </w:t>
      </w:r>
      <w:r>
        <w:t>et que</w:t>
      </w:r>
      <w:r w:rsidR="00D37400">
        <w:t xml:space="preserve">, </w:t>
      </w:r>
      <w:r>
        <w:t>seul</w:t>
      </w:r>
      <w:r>
        <w:t>e</w:t>
      </w:r>
      <w:r>
        <w:t>ment à la nuit</w:t>
      </w:r>
      <w:r w:rsidR="00D37400">
        <w:t xml:space="preserve">, </w:t>
      </w:r>
      <w:r>
        <w:t>abattu sous les pieds de son cheval</w:t>
      </w:r>
      <w:r w:rsidR="00D37400">
        <w:t xml:space="preserve">, </w:t>
      </w:r>
      <w:r>
        <w:t>culbuté</w:t>
      </w:r>
      <w:r w:rsidR="00D37400">
        <w:t xml:space="preserve">, </w:t>
      </w:r>
      <w:r>
        <w:t>tra</w:t>
      </w:r>
      <w:r>
        <w:t>î</w:t>
      </w:r>
      <w:r>
        <w:t>né</w:t>
      </w:r>
      <w:r w:rsidR="00D37400">
        <w:t xml:space="preserve">, </w:t>
      </w:r>
      <w:r>
        <w:t>renversé cinquante fois jusqu</w:t>
      </w:r>
      <w:r w:rsidR="00D37400">
        <w:t>’</w:t>
      </w:r>
      <w:r>
        <w:t>au village du Mont-Saint-Jean</w:t>
      </w:r>
      <w:r w:rsidR="00D37400">
        <w:t xml:space="preserve">, </w:t>
      </w:r>
      <w:r>
        <w:t>on l</w:t>
      </w:r>
      <w:r w:rsidR="00D37400">
        <w:t>’</w:t>
      </w:r>
      <w:r>
        <w:t>avait étendu là sur un banc de pierre</w:t>
      </w:r>
      <w:r w:rsidR="00D37400">
        <w:t xml:space="preserve">, </w:t>
      </w:r>
      <w:r>
        <w:t>devant une p</w:t>
      </w:r>
      <w:r>
        <w:t>e</w:t>
      </w:r>
      <w:r>
        <w:t>tite auberge</w:t>
      </w:r>
      <w:r w:rsidR="00D37400">
        <w:t xml:space="preserve">, </w:t>
      </w:r>
      <w:r>
        <w:t>et laissé pour mort</w:t>
      </w:r>
      <w:r w:rsidR="00D37400">
        <w:t>.</w:t>
      </w:r>
    </w:p>
    <w:p w14:paraId="00DD8CDB" w14:textId="77777777" w:rsidR="00D37400" w:rsidRDefault="00636A18">
      <w:r>
        <w:t>Depuis</w:t>
      </w:r>
      <w:r w:rsidR="00D37400">
        <w:t xml:space="preserve">, </w:t>
      </w:r>
      <w:r>
        <w:t>j</w:t>
      </w:r>
      <w:r w:rsidR="00D37400">
        <w:t>’</w:t>
      </w:r>
      <w:r>
        <w:t>ai vu ce banc au village du Mont-Saint-Jean</w:t>
      </w:r>
      <w:r w:rsidR="00D37400">
        <w:t xml:space="preserve">, </w:t>
      </w:r>
      <w:r>
        <w:t>et je l</w:t>
      </w:r>
      <w:r w:rsidR="00D37400">
        <w:t>’</w:t>
      </w:r>
      <w:r>
        <w:t>ai regardé longtemps</w:t>
      </w:r>
      <w:r w:rsidR="00D37400">
        <w:t xml:space="preserve">, </w:t>
      </w:r>
      <w:r>
        <w:t>songeant au courage héroïque de notre compatriote</w:t>
      </w:r>
      <w:r w:rsidR="00D37400">
        <w:t>.</w:t>
      </w:r>
    </w:p>
    <w:p w14:paraId="6E25EDA1" w14:textId="77777777" w:rsidR="00D37400" w:rsidRDefault="00636A18">
      <w:r>
        <w:t>C</w:t>
      </w:r>
      <w:r w:rsidR="00D37400">
        <w:t>’</w:t>
      </w:r>
      <w:r>
        <w:t>était un homme grand</w:t>
      </w:r>
      <w:r w:rsidR="00D37400">
        <w:t xml:space="preserve">, </w:t>
      </w:r>
      <w:r>
        <w:t>carré</w:t>
      </w:r>
      <w:r w:rsidR="00D37400">
        <w:t xml:space="preserve">, </w:t>
      </w:r>
      <w:r>
        <w:t>au nez large</w:t>
      </w:r>
      <w:r w:rsidR="00D37400">
        <w:t xml:space="preserve">, </w:t>
      </w:r>
      <w:r>
        <w:t>au front sai</w:t>
      </w:r>
      <w:r>
        <w:t>l</w:t>
      </w:r>
      <w:r>
        <w:t>lant</w:t>
      </w:r>
      <w:r w:rsidR="00D37400">
        <w:t xml:space="preserve">, </w:t>
      </w:r>
      <w:r>
        <w:t>les yeux couverts d</w:t>
      </w:r>
      <w:r w:rsidR="00D37400">
        <w:t>’</w:t>
      </w:r>
      <w:r>
        <w:t>épais sourcils grisonnants et le menton solide</w:t>
      </w:r>
      <w:r w:rsidR="00D37400">
        <w:t xml:space="preserve"> ; </w:t>
      </w:r>
      <w:r>
        <w:t>mais</w:t>
      </w:r>
      <w:r w:rsidR="00D37400">
        <w:t xml:space="preserve">, </w:t>
      </w:r>
      <w:r>
        <w:t>en habits de ville</w:t>
      </w:r>
      <w:r w:rsidR="00D37400">
        <w:t xml:space="preserve">, </w:t>
      </w:r>
      <w:r>
        <w:t>on aurait dit un bon propriétaire lorrain qui ne songe qu</w:t>
      </w:r>
      <w:r w:rsidR="00D37400">
        <w:t>’</w:t>
      </w:r>
      <w:r>
        <w:t>à planter ses choux</w:t>
      </w:r>
      <w:r w:rsidR="00D37400">
        <w:t>.</w:t>
      </w:r>
    </w:p>
    <w:p w14:paraId="49382C38" w14:textId="77777777" w:rsidR="00D37400" w:rsidRDefault="00636A18">
      <w:r>
        <w:t>Ses amis</w:t>
      </w:r>
      <w:r w:rsidR="00D37400">
        <w:t xml:space="preserve">, </w:t>
      </w:r>
      <w:r>
        <w:t>Thomas</w:t>
      </w:r>
      <w:r w:rsidR="00D37400">
        <w:t xml:space="preserve">, </w:t>
      </w:r>
      <w:proofErr w:type="spellStart"/>
      <w:r>
        <w:t>Michelair</w:t>
      </w:r>
      <w:proofErr w:type="spellEnd"/>
      <w:r w:rsidR="00D37400">
        <w:t xml:space="preserve">, </w:t>
      </w:r>
      <w:r>
        <w:t>Metzinger</w:t>
      </w:r>
      <w:r w:rsidR="00D37400">
        <w:t xml:space="preserve">, </w:t>
      </w:r>
      <w:r>
        <w:t>Boyer</w:t>
      </w:r>
      <w:r w:rsidR="00D37400">
        <w:t xml:space="preserve">, </w:t>
      </w:r>
      <w:r>
        <w:t>l</w:t>
      </w:r>
      <w:r w:rsidR="00D37400">
        <w:t>’</w:t>
      </w:r>
      <w:r>
        <w:t>accompagnaient</w:t>
      </w:r>
      <w:r w:rsidR="00D37400">
        <w:t xml:space="preserve"> ; </w:t>
      </w:r>
      <w:r>
        <w:t>ils allaient et venaient</w:t>
      </w:r>
      <w:r w:rsidR="00D37400">
        <w:t xml:space="preserve">, </w:t>
      </w:r>
      <w:r>
        <w:t>causant à l</w:t>
      </w:r>
      <w:r w:rsidR="00D37400">
        <w:t>’</w:t>
      </w:r>
      <w:r>
        <w:t>ombre des grands arbres</w:t>
      </w:r>
      <w:r w:rsidR="00D37400">
        <w:t xml:space="preserve">, </w:t>
      </w:r>
      <w:r>
        <w:t>et la police ne pouvait rien y redire</w:t>
      </w:r>
      <w:r w:rsidR="00D37400">
        <w:t>.</w:t>
      </w:r>
    </w:p>
    <w:p w14:paraId="6048A942" w14:textId="77777777" w:rsidR="00D37400" w:rsidRDefault="00636A18">
      <w:r>
        <w:t>Mais il se produisit un événement imprévu</w:t>
      </w:r>
      <w:r w:rsidR="00D37400">
        <w:t xml:space="preserve">, </w:t>
      </w:r>
      <w:r>
        <w:t>qui pouvait g</w:t>
      </w:r>
      <w:r>
        <w:t>â</w:t>
      </w:r>
      <w:r>
        <w:t>ter les affaires</w:t>
      </w:r>
      <w:r w:rsidR="00D37400">
        <w:t>.</w:t>
      </w:r>
    </w:p>
    <w:p w14:paraId="275CDCF4" w14:textId="77777777" w:rsidR="00D37400" w:rsidRDefault="00636A18">
      <w:r>
        <w:t>Le comte Lobau logeait chez un de ses amis</w:t>
      </w:r>
      <w:r w:rsidR="00D37400">
        <w:t xml:space="preserve">, </w:t>
      </w:r>
      <w:r>
        <w:t>le baron Pa</w:t>
      </w:r>
      <w:r>
        <w:t>r</w:t>
      </w:r>
      <w:r>
        <w:t>mentier</w:t>
      </w:r>
      <w:r w:rsidR="00D37400">
        <w:t xml:space="preserve">, </w:t>
      </w:r>
      <w:r>
        <w:t>sur la place d</w:t>
      </w:r>
      <w:r w:rsidR="00D37400">
        <w:t>’</w:t>
      </w:r>
      <w:r>
        <w:t>Armes</w:t>
      </w:r>
      <w:r w:rsidR="00D37400">
        <w:t xml:space="preserve">, </w:t>
      </w:r>
      <w:r>
        <w:t>et nous avions alors à Phalsbourg un ancien sergent-major de voltigeurs</w:t>
      </w:r>
      <w:r w:rsidR="00D37400">
        <w:t xml:space="preserve">, </w:t>
      </w:r>
      <w:r>
        <w:t>être remuant</w:t>
      </w:r>
      <w:r w:rsidR="00D37400">
        <w:t xml:space="preserve">, </w:t>
      </w:r>
      <w:r>
        <w:t>hâbleur</w:t>
      </w:r>
      <w:r w:rsidR="00D37400">
        <w:t xml:space="preserve">, </w:t>
      </w:r>
      <w:r>
        <w:t>ennuyé de son état de relieur</w:t>
      </w:r>
      <w:r w:rsidR="00D37400">
        <w:t xml:space="preserve">, </w:t>
      </w:r>
      <w:r>
        <w:t>qui cherchait toutes les occasions de parler</w:t>
      </w:r>
      <w:r w:rsidR="00D37400">
        <w:t xml:space="preserve">, </w:t>
      </w:r>
      <w:r>
        <w:t>de se poser comme un perso</w:t>
      </w:r>
      <w:r>
        <w:t>n</w:t>
      </w:r>
      <w:r>
        <w:t>nage</w:t>
      </w:r>
      <w:r w:rsidR="00D37400">
        <w:t>.</w:t>
      </w:r>
    </w:p>
    <w:p w14:paraId="68FBC2B2" w14:textId="77777777" w:rsidR="00D37400" w:rsidRDefault="00636A18">
      <w:r>
        <w:t>Cet individu</w:t>
      </w:r>
      <w:r w:rsidR="00D37400">
        <w:t xml:space="preserve">, </w:t>
      </w:r>
      <w:r>
        <w:t>nommé Speck</w:t>
      </w:r>
      <w:r w:rsidR="00D37400">
        <w:t xml:space="preserve">, </w:t>
      </w:r>
      <w:r>
        <w:t>ayant appris que George Mo</w:t>
      </w:r>
      <w:r>
        <w:t>u</w:t>
      </w:r>
      <w:r>
        <w:t>ton était en ville</w:t>
      </w:r>
      <w:r w:rsidR="00D37400">
        <w:t xml:space="preserve">, </w:t>
      </w:r>
      <w:r>
        <w:t xml:space="preserve">résolut aussitôt de lui faire une </w:t>
      </w:r>
      <w:r>
        <w:lastRenderedPageBreak/>
        <w:t>harangue</w:t>
      </w:r>
      <w:r w:rsidR="00D37400">
        <w:t xml:space="preserve">. </w:t>
      </w:r>
      <w:r>
        <w:t>Il réunit à cet effet une vingtaine de patriotes épris de sa faconde et leur proposa de l</w:t>
      </w:r>
      <w:r w:rsidR="00D37400">
        <w:t>’</w:t>
      </w:r>
      <w:r>
        <w:t>accompagner</w:t>
      </w:r>
      <w:r w:rsidR="00D37400">
        <w:t xml:space="preserve"> ; </w:t>
      </w:r>
      <w:r>
        <w:t>puis ils traversèrent la place d</w:t>
      </w:r>
      <w:r w:rsidR="00D37400">
        <w:t>’</w:t>
      </w:r>
      <w:r>
        <w:t>Armes pour se rendre chez le général</w:t>
      </w:r>
      <w:r w:rsidR="00D37400">
        <w:t>.</w:t>
      </w:r>
    </w:p>
    <w:p w14:paraId="6144FB06" w14:textId="77777777" w:rsidR="00D37400" w:rsidRDefault="00636A18">
      <w:r>
        <w:t>Justine et moi</w:t>
      </w:r>
      <w:r w:rsidR="00D37400">
        <w:t xml:space="preserve">, </w:t>
      </w:r>
      <w:r>
        <w:t>nous étions sous les ormes</w:t>
      </w:r>
      <w:r w:rsidR="00D37400">
        <w:t xml:space="preserve">, </w:t>
      </w:r>
      <w:r>
        <w:t>comme d</w:t>
      </w:r>
      <w:r w:rsidR="00D37400">
        <w:t>’</w:t>
      </w:r>
      <w:r>
        <w:t>habitude</w:t>
      </w:r>
      <w:r w:rsidR="00D37400">
        <w:t xml:space="preserve">, </w:t>
      </w:r>
      <w:r>
        <w:t>et voyant passer ce singulier cortège</w:t>
      </w:r>
      <w:r w:rsidR="00D37400">
        <w:t xml:space="preserve">, </w:t>
      </w:r>
      <w:r>
        <w:t>nous le su</w:t>
      </w:r>
      <w:r>
        <w:t>i</w:t>
      </w:r>
      <w:r>
        <w:t>vîmes</w:t>
      </w:r>
      <w:r w:rsidR="00D37400">
        <w:t xml:space="preserve">, </w:t>
      </w:r>
      <w:r>
        <w:t>sans savoir ce qu</w:t>
      </w:r>
      <w:r w:rsidR="00D37400">
        <w:t>’</w:t>
      </w:r>
      <w:r>
        <w:t>on allait faire</w:t>
      </w:r>
      <w:r w:rsidR="00D37400">
        <w:t xml:space="preserve">. </w:t>
      </w:r>
      <w:r>
        <w:t>Comme Speck arrivait au seuil de la maison</w:t>
      </w:r>
      <w:r w:rsidR="00D37400">
        <w:t xml:space="preserve">, </w:t>
      </w:r>
      <w:r>
        <w:t>George Mouton en sortait avec ses amis</w:t>
      </w:r>
      <w:r w:rsidR="00D37400">
        <w:t xml:space="preserve">. </w:t>
      </w:r>
      <w:r>
        <w:t>Quelle ne fut pas sa surprise de voir Speck se dresser fièrement sous son nez</w:t>
      </w:r>
      <w:r w:rsidR="00D37400">
        <w:t xml:space="preserve">, </w:t>
      </w:r>
      <w:r>
        <w:t>dérouler un papier qu</w:t>
      </w:r>
      <w:r w:rsidR="00D37400">
        <w:t>’</w:t>
      </w:r>
      <w:r>
        <w:t>il tenait à la main et se mettre à le haranguer</w:t>
      </w:r>
      <w:r w:rsidR="00D37400">
        <w:t> !</w:t>
      </w:r>
    </w:p>
    <w:p w14:paraId="0D79E82B" w14:textId="77777777" w:rsidR="00D37400" w:rsidRDefault="00636A18">
      <w:r>
        <w:t xml:space="preserve">Les gendarmes Werner et </w:t>
      </w:r>
      <w:proofErr w:type="spellStart"/>
      <w:r>
        <w:t>Keltz</w:t>
      </w:r>
      <w:proofErr w:type="spellEnd"/>
      <w:r w:rsidR="00D37400">
        <w:t xml:space="preserve">, </w:t>
      </w:r>
      <w:r>
        <w:t>qui se trouvaient sur la place</w:t>
      </w:r>
      <w:r w:rsidR="00D37400">
        <w:t xml:space="preserve">, </w:t>
      </w:r>
      <w:r>
        <w:t>à la vue de cette foule</w:t>
      </w:r>
      <w:r w:rsidR="00D37400">
        <w:t xml:space="preserve">, </w:t>
      </w:r>
      <w:r>
        <w:t>accoururent</w:t>
      </w:r>
      <w:r w:rsidR="00D37400">
        <w:t xml:space="preserve">, </w:t>
      </w:r>
      <w:r>
        <w:t>et Speck</w:t>
      </w:r>
      <w:r w:rsidR="00D37400">
        <w:t xml:space="preserve">, </w:t>
      </w:r>
      <w:r>
        <w:t>sans se troubler</w:t>
      </w:r>
      <w:r w:rsidR="00D37400">
        <w:t xml:space="preserve">, </w:t>
      </w:r>
      <w:r>
        <w:t>continua bravement à lire sa pancarte</w:t>
      </w:r>
      <w:r w:rsidR="00D37400">
        <w:t>.</w:t>
      </w:r>
    </w:p>
    <w:p w14:paraId="782B6B1A" w14:textId="77777777" w:rsidR="00D37400" w:rsidRDefault="00636A18">
      <w:r>
        <w:t>George Mouton avait d</w:t>
      </w:r>
      <w:r w:rsidR="00D37400">
        <w:t>’</w:t>
      </w:r>
      <w:r>
        <w:t>abord froncé le sourcil</w:t>
      </w:r>
      <w:r w:rsidR="00D37400">
        <w:t xml:space="preserve">, </w:t>
      </w:r>
      <w:r>
        <w:t>mais</w:t>
      </w:r>
      <w:r w:rsidR="00D37400">
        <w:t xml:space="preserve">, </w:t>
      </w:r>
      <w:r>
        <w:t>voyant ce dont il s</w:t>
      </w:r>
      <w:r w:rsidR="00D37400">
        <w:t>’</w:t>
      </w:r>
      <w:r>
        <w:t>agissait</w:t>
      </w:r>
      <w:r w:rsidR="00D37400">
        <w:t xml:space="preserve">, </w:t>
      </w:r>
      <w:r>
        <w:t>il attendit avec patience la fin de la cérémonie</w:t>
      </w:r>
      <w:r w:rsidR="00D37400">
        <w:t xml:space="preserve"> ; </w:t>
      </w:r>
      <w:r>
        <w:t>ensuite il dit d</w:t>
      </w:r>
      <w:r w:rsidR="00D37400">
        <w:t>’</w:t>
      </w:r>
      <w:r>
        <w:t>un ton de bonne humeur</w:t>
      </w:r>
      <w:r w:rsidR="00D37400">
        <w:t xml:space="preserve">, </w:t>
      </w:r>
      <w:r>
        <w:t>à Speck</w:t>
      </w:r>
      <w:r w:rsidR="00D37400">
        <w:t xml:space="preserve">, </w:t>
      </w:r>
      <w:r>
        <w:t>en tirant une grosse tabatière de sa poche</w:t>
      </w:r>
      <w:r w:rsidR="00D37400">
        <w:t> :</w:t>
      </w:r>
    </w:p>
    <w:p w14:paraId="5FBE1124" w14:textId="18CC7EDC" w:rsidR="00636A18" w:rsidRDefault="00D37400">
      <w:pPr>
        <w:rPr>
          <w:szCs w:val="36"/>
        </w:rPr>
      </w:pPr>
      <w:r>
        <w:t>« </w:t>
      </w:r>
      <w:r w:rsidR="00636A18">
        <w:t>C</w:t>
      </w:r>
      <w:r>
        <w:t>’</w:t>
      </w:r>
      <w:r w:rsidR="00636A18">
        <w:t>est bien</w:t>
      </w:r>
      <w:r>
        <w:t xml:space="preserve">, </w:t>
      </w:r>
      <w:r w:rsidR="00636A18">
        <w:t>mon garçon</w:t>
      </w:r>
      <w:r>
        <w:t xml:space="preserve">, </w:t>
      </w:r>
      <w:r w:rsidR="00636A18">
        <w:t>c</w:t>
      </w:r>
      <w:r>
        <w:t>’</w:t>
      </w:r>
      <w:r w:rsidR="00636A18">
        <w:t>est très bien</w:t>
      </w:r>
      <w:r>
        <w:t xml:space="preserve"> ; </w:t>
      </w:r>
      <w:r w:rsidR="00636A18">
        <w:t>votre petit di</w:t>
      </w:r>
      <w:r w:rsidR="00636A18">
        <w:t>s</w:t>
      </w:r>
      <w:r w:rsidR="00636A18">
        <w:t>cours m</w:t>
      </w:r>
      <w:r>
        <w:t>’</w:t>
      </w:r>
      <w:r w:rsidR="00636A18">
        <w:t>a réjoui</w:t>
      </w:r>
      <w:r>
        <w:t>. »</w:t>
      </w:r>
    </w:p>
    <w:p w14:paraId="2CA8254C" w14:textId="77777777" w:rsidR="00D37400" w:rsidRDefault="00636A18">
      <w:r>
        <w:t>Et lui présentant la tabatière</w:t>
      </w:r>
      <w:r w:rsidR="00D37400">
        <w:t xml:space="preserve">, </w:t>
      </w:r>
      <w:r>
        <w:t>il lui demanda tranquill</w:t>
      </w:r>
      <w:r>
        <w:t>e</w:t>
      </w:r>
      <w:r>
        <w:t>ment</w:t>
      </w:r>
      <w:r w:rsidR="00D37400">
        <w:t> :</w:t>
      </w:r>
    </w:p>
    <w:p w14:paraId="58AF4FC9" w14:textId="34B8B297" w:rsidR="00636A18" w:rsidRDefault="00D37400">
      <w:pPr>
        <w:rPr>
          <w:szCs w:val="36"/>
        </w:rPr>
      </w:pPr>
      <w:r>
        <w:t>« </w:t>
      </w:r>
      <w:r w:rsidR="00636A18">
        <w:t>En usez-vous</w:t>
      </w:r>
      <w:r>
        <w:t> ? »</w:t>
      </w:r>
    </w:p>
    <w:p w14:paraId="55F215C2" w14:textId="77777777" w:rsidR="00D37400" w:rsidRDefault="00636A18">
      <w:r>
        <w:t>Speck</w:t>
      </w:r>
      <w:r w:rsidR="00D37400">
        <w:t xml:space="preserve">, </w:t>
      </w:r>
      <w:r>
        <w:t>qui s</w:t>
      </w:r>
      <w:r w:rsidR="00D37400">
        <w:t>’</w:t>
      </w:r>
      <w:r>
        <w:t>attendait à quelque chose de grand</w:t>
      </w:r>
      <w:r w:rsidR="00D37400">
        <w:t xml:space="preserve">, </w:t>
      </w:r>
      <w:r>
        <w:t>resta tout interloqué</w:t>
      </w:r>
      <w:r w:rsidR="00D37400">
        <w:t>.</w:t>
      </w:r>
    </w:p>
    <w:p w14:paraId="10A49CF9" w14:textId="77777777" w:rsidR="00D37400" w:rsidRDefault="00636A18">
      <w:r>
        <w:t>Justine</w:t>
      </w:r>
      <w:r w:rsidR="00D37400">
        <w:t xml:space="preserve">, </w:t>
      </w:r>
      <w:r>
        <w:t>plus maligne que moi</w:t>
      </w:r>
      <w:r w:rsidR="00D37400">
        <w:t xml:space="preserve">, </w:t>
      </w:r>
      <w:r>
        <w:t>me poussait du coude en riant</w:t>
      </w:r>
      <w:r w:rsidR="00D37400">
        <w:t xml:space="preserve">. </w:t>
      </w:r>
      <w:r>
        <w:t>D</w:t>
      </w:r>
      <w:r w:rsidR="00D37400">
        <w:t>’</w:t>
      </w:r>
      <w:r>
        <w:t>autres se mettaient aussi à rire</w:t>
      </w:r>
      <w:r w:rsidR="00D37400">
        <w:t xml:space="preserve">, </w:t>
      </w:r>
      <w:r>
        <w:t>et</w:t>
      </w:r>
      <w:r w:rsidR="00D37400">
        <w:t xml:space="preserve">, </w:t>
      </w:r>
      <w:r>
        <w:t>comme Speck</w:t>
      </w:r>
      <w:r w:rsidR="00D37400">
        <w:t xml:space="preserve">, </w:t>
      </w:r>
      <w:r>
        <w:t>pr</w:t>
      </w:r>
      <w:r>
        <w:t>e</w:t>
      </w:r>
      <w:r>
        <w:t>nant une prise</w:t>
      </w:r>
      <w:r w:rsidR="00D37400">
        <w:t xml:space="preserve">, </w:t>
      </w:r>
      <w:r>
        <w:t>répondait</w:t>
      </w:r>
      <w:r w:rsidR="00D37400">
        <w:t> :</w:t>
      </w:r>
    </w:p>
    <w:p w14:paraId="7529EC10" w14:textId="433984B3" w:rsidR="00636A18" w:rsidRDefault="00D37400">
      <w:pPr>
        <w:rPr>
          <w:szCs w:val="36"/>
        </w:rPr>
      </w:pPr>
      <w:r>
        <w:t>« </w:t>
      </w:r>
      <w:r w:rsidR="00636A18">
        <w:t>Ce sera le plus beau souvenir de ma vie</w:t>
      </w:r>
      <w:r>
        <w:t xml:space="preserve">, </w:t>
      </w:r>
      <w:r w:rsidR="00636A18">
        <w:t>mon général</w:t>
      </w:r>
      <w:r>
        <w:t>. »</w:t>
      </w:r>
    </w:p>
    <w:p w14:paraId="672F3EDD" w14:textId="77777777" w:rsidR="00D37400" w:rsidRDefault="00636A18">
      <w:r>
        <w:lastRenderedPageBreak/>
        <w:t>Lobau lui dit d</w:t>
      </w:r>
      <w:r w:rsidR="00D37400">
        <w:t>’</w:t>
      </w:r>
      <w:r>
        <w:t>un air assez goguenard</w:t>
      </w:r>
      <w:r w:rsidR="00D37400">
        <w:t> :</w:t>
      </w:r>
    </w:p>
    <w:p w14:paraId="3DEA0576" w14:textId="1626BD0C" w:rsidR="00636A18" w:rsidRDefault="00D37400">
      <w:pPr>
        <w:rPr>
          <w:szCs w:val="36"/>
        </w:rPr>
      </w:pPr>
      <w:r>
        <w:t>« </w:t>
      </w:r>
      <w:r w:rsidR="00636A18">
        <w:t>Eh bien</w:t>
      </w:r>
      <w:r>
        <w:t xml:space="preserve"> ! </w:t>
      </w:r>
      <w:r w:rsidR="00636A18">
        <w:t>puisque cette prise vous fait tant de plaisir</w:t>
      </w:r>
      <w:r>
        <w:t xml:space="preserve">, </w:t>
      </w:r>
      <w:r w:rsidR="00636A18">
        <w:t>prenez-en deux</w:t>
      </w:r>
      <w:r>
        <w:t> ! »</w:t>
      </w:r>
    </w:p>
    <w:p w14:paraId="758936C0" w14:textId="77777777" w:rsidR="00D37400" w:rsidRDefault="00636A18">
      <w:r>
        <w:t>Alors un fou rire éclata de tous les côtés</w:t>
      </w:r>
      <w:r w:rsidR="00D37400">
        <w:t xml:space="preserve">, </w:t>
      </w:r>
      <w:r>
        <w:t>les gendarmes eux-mêmes s</w:t>
      </w:r>
      <w:r w:rsidR="00D37400">
        <w:t>’</w:t>
      </w:r>
      <w:r>
        <w:t>en mêlèrent</w:t>
      </w:r>
      <w:r w:rsidR="00D37400">
        <w:t xml:space="preserve">, </w:t>
      </w:r>
      <w:r>
        <w:t>et le pauvre Speck</w:t>
      </w:r>
      <w:r w:rsidR="00D37400">
        <w:t xml:space="preserve">, </w:t>
      </w:r>
      <w:r>
        <w:t>perdant cont</w:t>
      </w:r>
      <w:r>
        <w:t>e</w:t>
      </w:r>
      <w:r>
        <w:t>nance</w:t>
      </w:r>
      <w:r w:rsidR="00D37400">
        <w:t xml:space="preserve">, </w:t>
      </w:r>
      <w:r>
        <w:t>traversa la foule et disparut dans l</w:t>
      </w:r>
      <w:r w:rsidR="00D37400">
        <w:t>’</w:t>
      </w:r>
      <w:r>
        <w:t>allée voisine</w:t>
      </w:r>
      <w:r w:rsidR="00D37400">
        <w:t>.</w:t>
      </w:r>
    </w:p>
    <w:p w14:paraId="09BA160C" w14:textId="77777777" w:rsidR="00D37400" w:rsidRDefault="00636A18">
      <w:r>
        <w:t>Justine et moi</w:t>
      </w:r>
      <w:r w:rsidR="00D37400">
        <w:t xml:space="preserve">, </w:t>
      </w:r>
      <w:r>
        <w:t>nous courions déjà chez Florentin</w:t>
      </w:r>
      <w:r w:rsidR="00D37400">
        <w:t xml:space="preserve"> ; </w:t>
      </w:r>
      <w:r>
        <w:t>c</w:t>
      </w:r>
      <w:r w:rsidR="00D37400">
        <w:t>’</w:t>
      </w:r>
      <w:r>
        <w:t>est elle qui lui raconta la déconfiture de Speck</w:t>
      </w:r>
      <w:r w:rsidR="00D37400">
        <w:t>.</w:t>
      </w:r>
    </w:p>
    <w:p w14:paraId="062B6657" w14:textId="77777777" w:rsidR="00D37400" w:rsidRDefault="00D37400">
      <w:r>
        <w:t>« </w:t>
      </w:r>
      <w:r w:rsidR="00636A18">
        <w:t>Est-ce vrai</w:t>
      </w:r>
      <w:r>
        <w:t xml:space="preserve">, </w:t>
      </w:r>
      <w:r w:rsidR="00636A18">
        <w:t>mon ami</w:t>
      </w:r>
      <w:r>
        <w:t> ? »</w:t>
      </w:r>
      <w:r w:rsidR="00636A18">
        <w:t xml:space="preserve"> me demanda-t-il</w:t>
      </w:r>
      <w:r>
        <w:t>.</w:t>
      </w:r>
    </w:p>
    <w:p w14:paraId="417F9A4F" w14:textId="77777777" w:rsidR="00D37400" w:rsidRDefault="00636A18">
      <w:r>
        <w:t>Et</w:t>
      </w:r>
      <w:r w:rsidR="00D37400">
        <w:t xml:space="preserve">, </w:t>
      </w:r>
      <w:r>
        <w:t>comme je lui répondais que c</w:t>
      </w:r>
      <w:r w:rsidR="00D37400">
        <w:t>’</w:t>
      </w:r>
      <w:r>
        <w:t>était vrai</w:t>
      </w:r>
      <w:r w:rsidR="00D37400">
        <w:t xml:space="preserve">, </w:t>
      </w:r>
      <w:r>
        <w:t>le brave homme</w:t>
      </w:r>
      <w:r w:rsidR="00D37400">
        <w:t xml:space="preserve">, </w:t>
      </w:r>
      <w:r>
        <w:t>assis dans son fauteuil</w:t>
      </w:r>
      <w:r w:rsidR="00D37400">
        <w:t xml:space="preserve">, </w:t>
      </w:r>
      <w:r>
        <w:t>se mit à rire si fort qu</w:t>
      </w:r>
      <w:r w:rsidR="00D37400">
        <w:t>’</w:t>
      </w:r>
      <w:r>
        <w:t>il ma</w:t>
      </w:r>
      <w:r>
        <w:t>n</w:t>
      </w:r>
      <w:r>
        <w:t>qua de s</w:t>
      </w:r>
      <w:r w:rsidR="00D37400">
        <w:t>’</w:t>
      </w:r>
      <w:r>
        <w:t>en tordre les côtes</w:t>
      </w:r>
      <w:r w:rsidR="00D37400">
        <w:t>.</w:t>
      </w:r>
    </w:p>
    <w:p w14:paraId="61CC5D3B" w14:textId="4A01C8C2" w:rsidR="00636A18" w:rsidRDefault="00D37400">
      <w:r>
        <w:t>« </w:t>
      </w:r>
      <w:r w:rsidR="00636A18">
        <w:t>Speck</w:t>
      </w:r>
      <w:r>
        <w:t xml:space="preserve"> ! </w:t>
      </w:r>
      <w:r w:rsidR="00636A18">
        <w:t>s</w:t>
      </w:r>
      <w:r>
        <w:t>’</w:t>
      </w:r>
      <w:r w:rsidR="00636A18">
        <w:t>écriait-il</w:t>
      </w:r>
      <w:r>
        <w:t xml:space="preserve">, </w:t>
      </w:r>
      <w:r w:rsidR="00636A18">
        <w:t>un misérable Speck</w:t>
      </w:r>
      <w:r>
        <w:t xml:space="preserve">… </w:t>
      </w:r>
      <w:r w:rsidR="00636A18">
        <w:t>un ancien se</w:t>
      </w:r>
      <w:r w:rsidR="00636A18">
        <w:t>r</w:t>
      </w:r>
      <w:r w:rsidR="00636A18">
        <w:t>gent-major</w:t>
      </w:r>
      <w:r>
        <w:t xml:space="preserve">… </w:t>
      </w:r>
      <w:r w:rsidR="00636A18">
        <w:t>un petit relieur</w:t>
      </w:r>
      <w:r>
        <w:t xml:space="preserve">, </w:t>
      </w:r>
      <w:r w:rsidR="00636A18">
        <w:t>aller faire des discours à George Mouton</w:t>
      </w:r>
      <w:r>
        <w:t xml:space="preserve">, </w:t>
      </w:r>
      <w:r w:rsidR="00636A18">
        <w:t xml:space="preserve">le </w:t>
      </w:r>
      <w:r>
        <w:t>« </w:t>
      </w:r>
      <w:r w:rsidR="00636A18">
        <w:t>roi des soldats</w:t>
      </w:r>
      <w:r>
        <w:t xml:space="preserve"> » ! </w:t>
      </w:r>
      <w:r w:rsidR="00636A18">
        <w:t>Ha</w:t>
      </w:r>
      <w:r>
        <w:t xml:space="preserve"> ! </w:t>
      </w:r>
      <w:r w:rsidR="00636A18">
        <w:t>ha</w:t>
      </w:r>
      <w:r>
        <w:t xml:space="preserve"> ! </w:t>
      </w:r>
      <w:r w:rsidR="00636A18">
        <w:t>ha</w:t>
      </w:r>
      <w:r>
        <w:t xml:space="preserve"> ! </w:t>
      </w:r>
      <w:proofErr w:type="spellStart"/>
      <w:r w:rsidR="00636A18">
        <w:t>Frentzel</w:t>
      </w:r>
      <w:proofErr w:type="spellEnd"/>
      <w:r>
        <w:t xml:space="preserve">… </w:t>
      </w:r>
      <w:proofErr w:type="spellStart"/>
      <w:r w:rsidR="00636A18">
        <w:t>Fren</w:t>
      </w:r>
      <w:r w:rsidR="00636A18">
        <w:t>t</w:t>
      </w:r>
      <w:r w:rsidR="00636A18">
        <w:t>zel</w:t>
      </w:r>
      <w:proofErr w:type="spellEnd"/>
      <w:r>
        <w:t xml:space="preserve">… </w:t>
      </w:r>
      <w:r w:rsidR="00636A18">
        <w:t>viens ici</w:t>
      </w:r>
      <w:r>
        <w:t xml:space="preserve">… </w:t>
      </w:r>
      <w:r w:rsidR="00636A18">
        <w:t>Écoute un peu ce que raconte Justine</w:t>
      </w:r>
      <w:r>
        <w:t xml:space="preserve">… </w:t>
      </w:r>
      <w:r w:rsidR="00636A18">
        <w:t>Ah</w:t>
      </w:r>
      <w:r>
        <w:t xml:space="preserve"> ! </w:t>
      </w:r>
      <w:r w:rsidR="00636A18">
        <w:t>la bonne farce</w:t>
      </w:r>
      <w:r>
        <w:t xml:space="preserve">… </w:t>
      </w:r>
      <w:r w:rsidR="00636A18">
        <w:t>une prise</w:t>
      </w:r>
      <w:r>
        <w:t xml:space="preserve">… </w:t>
      </w:r>
      <w:r w:rsidR="00636A18">
        <w:t>il lui a donné une prise</w:t>
      </w:r>
      <w:r>
        <w:t> ! »</w:t>
      </w:r>
    </w:p>
    <w:p w14:paraId="26EFE4BA" w14:textId="77777777" w:rsidR="00D37400" w:rsidRDefault="00636A18">
      <w:r>
        <w:t>Le fait est que</w:t>
      </w:r>
      <w:r w:rsidR="00D37400">
        <w:t xml:space="preserve">, </w:t>
      </w:r>
      <w:r>
        <w:t>depuis ce jour</w:t>
      </w:r>
      <w:r w:rsidR="00D37400">
        <w:t xml:space="preserve">, </w:t>
      </w:r>
      <w:r>
        <w:t>le malheureux Speck n</w:t>
      </w:r>
      <w:r w:rsidR="00D37400">
        <w:t>’</w:t>
      </w:r>
      <w:r>
        <w:t>osa plus haranguer personne</w:t>
      </w:r>
      <w:r w:rsidR="00D37400">
        <w:t>.</w:t>
      </w:r>
    </w:p>
    <w:p w14:paraId="4B0C4959" w14:textId="77777777" w:rsidR="00D37400" w:rsidRDefault="00636A18">
      <w:pPr>
        <w:rPr>
          <w:szCs w:val="36"/>
        </w:rPr>
      </w:pPr>
      <w:r>
        <w:t>Quant à George Mouton</w:t>
      </w:r>
      <w:r w:rsidR="00D37400">
        <w:t xml:space="preserve">, </w:t>
      </w:r>
      <w:r>
        <w:t>naturellement goguenard</w:t>
      </w:r>
      <w:r w:rsidR="00D37400">
        <w:t xml:space="preserve">, </w:t>
      </w:r>
      <w:r>
        <w:t>comme on l</w:t>
      </w:r>
      <w:r w:rsidR="00D37400">
        <w:t>’</w:t>
      </w:r>
      <w:r>
        <w:t>a vu par la suite dans l</w:t>
      </w:r>
      <w:r w:rsidR="00D37400">
        <w:t>’</w:t>
      </w:r>
      <w:r>
        <w:t>affaire des pompes à Paris</w:t>
      </w:r>
      <w:r w:rsidR="00D37400">
        <w:t xml:space="preserve">, </w:t>
      </w:r>
      <w:r>
        <w:t xml:space="preserve">il alla </w:t>
      </w:r>
      <w:r>
        <w:rPr>
          <w:szCs w:val="36"/>
        </w:rPr>
        <w:t xml:space="preserve">manger des </w:t>
      </w:r>
      <w:proofErr w:type="spellStart"/>
      <w:r>
        <w:rPr>
          <w:i/>
          <w:iCs/>
          <w:szCs w:val="36"/>
        </w:rPr>
        <w:t>kisch</w:t>
      </w:r>
      <w:proofErr w:type="spellEnd"/>
      <w:r>
        <w:rPr>
          <w:rStyle w:val="Appelnotedebasdep"/>
          <w:iCs/>
          <w:szCs w:val="36"/>
        </w:rPr>
        <w:footnoteReference w:id="1"/>
      </w:r>
      <w:r w:rsidR="00D37400">
        <w:rPr>
          <w:i/>
          <w:iCs/>
          <w:szCs w:val="36"/>
        </w:rPr>
        <w:t xml:space="preserve">, </w:t>
      </w:r>
      <w:r>
        <w:rPr>
          <w:szCs w:val="36"/>
        </w:rPr>
        <w:t xml:space="preserve">chez son ami Jean-Baptiste </w:t>
      </w:r>
      <w:proofErr w:type="spellStart"/>
      <w:r>
        <w:rPr>
          <w:szCs w:val="36"/>
        </w:rPr>
        <w:t>Vacheron</w:t>
      </w:r>
      <w:proofErr w:type="spellEnd"/>
      <w:r w:rsidR="00D37400">
        <w:rPr>
          <w:szCs w:val="36"/>
        </w:rPr>
        <w:t xml:space="preserve">, </w:t>
      </w:r>
      <w:r>
        <w:rPr>
          <w:szCs w:val="36"/>
        </w:rPr>
        <w:t>le boulanger d</w:t>
      </w:r>
      <w:r w:rsidR="00D37400">
        <w:rPr>
          <w:szCs w:val="36"/>
        </w:rPr>
        <w:t>’</w:t>
      </w:r>
      <w:r>
        <w:rPr>
          <w:szCs w:val="36"/>
        </w:rPr>
        <w:t>étape</w:t>
      </w:r>
      <w:r w:rsidR="00D37400">
        <w:rPr>
          <w:szCs w:val="36"/>
        </w:rPr>
        <w:t>.</w:t>
      </w:r>
    </w:p>
    <w:p w14:paraId="4A5B6083" w14:textId="77777777" w:rsidR="00D37400" w:rsidRDefault="00636A18">
      <w:r>
        <w:lastRenderedPageBreak/>
        <w:t>Jean-Baptiste était le plus vieux camarade des anciens braves de Phalsbourg</w:t>
      </w:r>
      <w:r w:rsidR="00D37400">
        <w:t>.</w:t>
      </w:r>
    </w:p>
    <w:p w14:paraId="409C3331" w14:textId="77777777" w:rsidR="00D37400" w:rsidRDefault="00636A18">
      <w:r>
        <w:t>Pendant que les autres couraient le monde</w:t>
      </w:r>
      <w:r w:rsidR="00D37400">
        <w:t xml:space="preserve">, </w:t>
      </w:r>
      <w:r>
        <w:t>il faisait du pain de munition</w:t>
      </w:r>
      <w:r w:rsidR="00D37400">
        <w:t xml:space="preserve">, </w:t>
      </w:r>
      <w:r>
        <w:t>et chaque fois que l</w:t>
      </w:r>
      <w:r w:rsidR="00D37400">
        <w:t>’</w:t>
      </w:r>
      <w:r>
        <w:t>un d</w:t>
      </w:r>
      <w:r w:rsidR="00D37400">
        <w:t>’</w:t>
      </w:r>
      <w:r>
        <w:t>eux revenait en co</w:t>
      </w:r>
      <w:r>
        <w:t>n</w:t>
      </w:r>
      <w:r>
        <w:t>gé</w:t>
      </w:r>
      <w:r w:rsidR="00D37400">
        <w:t xml:space="preserve">, </w:t>
      </w:r>
      <w:r>
        <w:t>après avoir embrassé le père</w:t>
      </w:r>
      <w:r w:rsidR="00D37400">
        <w:t xml:space="preserve">, </w:t>
      </w:r>
      <w:r>
        <w:t>la mère</w:t>
      </w:r>
      <w:r w:rsidR="00D37400">
        <w:t xml:space="preserve">, </w:t>
      </w:r>
      <w:r>
        <w:t xml:space="preserve">il allait chez </w:t>
      </w:r>
      <w:proofErr w:type="spellStart"/>
      <w:r>
        <w:t>V</w:t>
      </w:r>
      <w:r>
        <w:t>a</w:t>
      </w:r>
      <w:r>
        <w:t>cheron</w:t>
      </w:r>
      <w:proofErr w:type="spellEnd"/>
      <w:r>
        <w:t xml:space="preserve"> s</w:t>
      </w:r>
      <w:r w:rsidR="00D37400">
        <w:t>’</w:t>
      </w:r>
      <w:r>
        <w:t>asseoir dans la petite boulangerie</w:t>
      </w:r>
      <w:r w:rsidR="00D37400">
        <w:t xml:space="preserve">, </w:t>
      </w:r>
      <w:r>
        <w:t>devant la table de sapin</w:t>
      </w:r>
      <w:r w:rsidR="00D37400">
        <w:t xml:space="preserve">. </w:t>
      </w:r>
      <w:r>
        <w:t xml:space="preserve">Jean-Baptiste avait préparé </w:t>
      </w:r>
      <w:r>
        <w:rPr>
          <w:iCs/>
        </w:rPr>
        <w:t>ses</w:t>
      </w:r>
      <w:r>
        <w:rPr>
          <w:i/>
          <w:iCs/>
        </w:rPr>
        <w:t xml:space="preserve"> </w:t>
      </w:r>
      <w:proofErr w:type="spellStart"/>
      <w:r>
        <w:rPr>
          <w:i/>
          <w:iCs/>
        </w:rPr>
        <w:t>kisch</w:t>
      </w:r>
      <w:proofErr w:type="spellEnd"/>
      <w:r w:rsidR="00D37400">
        <w:rPr>
          <w:i/>
          <w:iCs/>
        </w:rPr>
        <w:t xml:space="preserve">, </w:t>
      </w:r>
      <w:r>
        <w:t>on les mangeait en vidant une ou deux bouteilles de vin blanc et causant des anciens</w:t>
      </w:r>
      <w:r w:rsidR="00D37400">
        <w:t xml:space="preserve">, </w:t>
      </w:r>
      <w:r>
        <w:t>to</w:t>
      </w:r>
      <w:r>
        <w:t>m</w:t>
      </w:r>
      <w:r>
        <w:t>bés en Égypte</w:t>
      </w:r>
      <w:r w:rsidR="00D37400">
        <w:t xml:space="preserve">, </w:t>
      </w:r>
      <w:r>
        <w:t>en Allemagne</w:t>
      </w:r>
      <w:r w:rsidR="00D37400">
        <w:t xml:space="preserve">, </w:t>
      </w:r>
      <w:r>
        <w:t>en Russie ou ailleurs depuis nombre d</w:t>
      </w:r>
      <w:r w:rsidR="00D37400">
        <w:t>’</w:t>
      </w:r>
      <w:r>
        <w:t>années</w:t>
      </w:r>
      <w:r w:rsidR="00D37400">
        <w:t xml:space="preserve">, </w:t>
      </w:r>
      <w:r>
        <w:t>et du vieux Phalsbourg</w:t>
      </w:r>
      <w:r w:rsidR="00D37400">
        <w:t xml:space="preserve">, </w:t>
      </w:r>
      <w:r>
        <w:t>dont il restait si peu de monde perdu dans les nouvelles générations</w:t>
      </w:r>
      <w:r w:rsidR="00D37400">
        <w:t>.</w:t>
      </w:r>
    </w:p>
    <w:p w14:paraId="0AE3D38E" w14:textId="77777777" w:rsidR="00D37400" w:rsidRDefault="00636A18">
      <w:r>
        <w:t>Oui</w:t>
      </w:r>
      <w:r w:rsidR="00D37400">
        <w:t xml:space="preserve">, </w:t>
      </w:r>
      <w:r>
        <w:t>c</w:t>
      </w:r>
      <w:r w:rsidR="00D37400">
        <w:t>’</w:t>
      </w:r>
      <w:r>
        <w:t>est là que se rendaient Mouton et ses amis Thomas</w:t>
      </w:r>
      <w:r w:rsidR="00D37400">
        <w:t xml:space="preserve">, </w:t>
      </w:r>
      <w:r>
        <w:t>Boyer</w:t>
      </w:r>
      <w:r w:rsidR="00D37400">
        <w:t xml:space="preserve">, </w:t>
      </w:r>
      <w:r>
        <w:t>Metzinger</w:t>
      </w:r>
      <w:r w:rsidR="00D37400">
        <w:t xml:space="preserve">, </w:t>
      </w:r>
      <w:r>
        <w:t>et je vous laisse à penser le bon sang qu</w:t>
      </w:r>
      <w:r w:rsidR="00D37400">
        <w:t>’</w:t>
      </w:r>
      <w:r>
        <w:t>ils se firent avec la harangue de Speck et la réponse de Lobau</w:t>
      </w:r>
      <w:r w:rsidR="00D37400">
        <w:t>.</w:t>
      </w:r>
    </w:p>
    <w:p w14:paraId="7BB1008B" w14:textId="4364BE42" w:rsidR="00636A18" w:rsidRDefault="00636A18">
      <w:r>
        <w:t>C</w:t>
      </w:r>
      <w:r w:rsidR="00D37400">
        <w:t>’</w:t>
      </w:r>
      <w:r>
        <w:t>est le dernier épisode qui me revient d</w:t>
      </w:r>
      <w:r w:rsidR="00D37400">
        <w:t>’</w:t>
      </w:r>
      <w:r>
        <w:t>avant la révolution de 1830</w:t>
      </w:r>
      <w:r w:rsidR="00D37400">
        <w:t xml:space="preserve">. </w:t>
      </w:r>
      <w:r>
        <w:t>Notre flotte était partie</w:t>
      </w:r>
      <w:r w:rsidR="00D37400">
        <w:t xml:space="preserve">, </w:t>
      </w:r>
      <w:r>
        <w:t>le débarquement avait eu lieu</w:t>
      </w:r>
      <w:r w:rsidR="00D37400">
        <w:t xml:space="preserve">, </w:t>
      </w:r>
      <w:r>
        <w:t>Lobau était retourné subitement à Paris</w:t>
      </w:r>
      <w:r w:rsidR="00D37400">
        <w:t xml:space="preserve">… </w:t>
      </w:r>
      <w:r>
        <w:t>On criait victoire</w:t>
      </w:r>
      <w:r w:rsidR="00D37400">
        <w:t xml:space="preserve">… </w:t>
      </w:r>
      <w:r>
        <w:t>On attendait des lettres d</w:t>
      </w:r>
      <w:r w:rsidR="00D37400">
        <w:t>’</w:t>
      </w:r>
      <w:r>
        <w:t>Alger</w:t>
      </w:r>
      <w:r w:rsidR="00D37400">
        <w:t xml:space="preserve"> ; </w:t>
      </w:r>
      <w:r>
        <w:t>il en était arrivé quelques-unes</w:t>
      </w:r>
      <w:r w:rsidR="00D37400">
        <w:t xml:space="preserve"> ; </w:t>
      </w:r>
      <w:r>
        <w:t>on se les communiquait</w:t>
      </w:r>
      <w:r w:rsidR="00D37400">
        <w:t xml:space="preserve">, </w:t>
      </w:r>
      <w:r>
        <w:t xml:space="preserve">quand tout à coup une rumeur vague se répandit </w:t>
      </w:r>
      <w:r w:rsidR="00D37400">
        <w:t>« </w:t>
      </w:r>
      <w:r>
        <w:t xml:space="preserve">que </w:t>
      </w:r>
      <w:r w:rsidR="00D37400">
        <w:t>Charles X</w:t>
      </w:r>
      <w:r>
        <w:t xml:space="preserve"> avait déchiré la charte et que Paris était en révolution</w:t>
      </w:r>
      <w:r w:rsidR="00D37400">
        <w:t>. »</w:t>
      </w:r>
    </w:p>
    <w:p w14:paraId="2DEC7603" w14:textId="77777777" w:rsidR="00D37400" w:rsidRDefault="00636A18">
      <w:r>
        <w:t>Puis on ne reçut plus de lettres ni de journaux</w:t>
      </w:r>
      <w:r w:rsidR="00D37400">
        <w:t xml:space="preserve"> ; </w:t>
      </w:r>
      <w:r>
        <w:t>la malle et les diligences n</w:t>
      </w:r>
      <w:r w:rsidR="00D37400">
        <w:t>’</w:t>
      </w:r>
      <w:r>
        <w:t>arrivaient plus</w:t>
      </w:r>
      <w:r w:rsidR="00D37400">
        <w:t xml:space="preserve"> ; </w:t>
      </w:r>
      <w:r>
        <w:t>le télégraphe jouait sur la côte de Haut-Martin</w:t>
      </w:r>
      <w:r w:rsidR="00D37400">
        <w:t xml:space="preserve">, </w:t>
      </w:r>
      <w:r>
        <w:t>l</w:t>
      </w:r>
      <w:r w:rsidR="00D37400">
        <w:t>’</w:t>
      </w:r>
      <w:r>
        <w:t>inquiétude des gens grandissait</w:t>
      </w:r>
      <w:r w:rsidR="00D37400">
        <w:t>.</w:t>
      </w:r>
    </w:p>
    <w:p w14:paraId="12A0EED2" w14:textId="77777777" w:rsidR="00D37400" w:rsidRDefault="00636A18">
      <w:r>
        <w:t>Je voyais mes parents tout pensifs</w:t>
      </w:r>
      <w:r w:rsidR="00D37400">
        <w:t xml:space="preserve">, </w:t>
      </w:r>
      <w:r>
        <w:t>même à la boutique</w:t>
      </w:r>
      <w:r w:rsidR="00D37400">
        <w:t xml:space="preserve">, </w:t>
      </w:r>
      <w:r>
        <w:t>au milieu de leur commerce</w:t>
      </w:r>
      <w:r w:rsidR="00D37400">
        <w:t xml:space="preserve">, </w:t>
      </w:r>
      <w:r>
        <w:t>et cela me rendait fort attentif</w:t>
      </w:r>
      <w:r w:rsidR="00D37400">
        <w:t xml:space="preserve">. </w:t>
      </w:r>
      <w:r>
        <w:t>J</w:t>
      </w:r>
      <w:r w:rsidR="00D37400">
        <w:t>’</w:t>
      </w:r>
      <w:r>
        <w:t>écoutais et je regardais</w:t>
      </w:r>
      <w:r w:rsidR="00D37400">
        <w:t xml:space="preserve">, </w:t>
      </w:r>
      <w:r>
        <w:t>sentant qu</w:t>
      </w:r>
      <w:r w:rsidR="00D37400">
        <w:t>’</w:t>
      </w:r>
      <w:r>
        <w:t>il se passait quelque chose d</w:t>
      </w:r>
      <w:r w:rsidR="00D37400">
        <w:t>’</w:t>
      </w:r>
      <w:r>
        <w:t>extraordinaire</w:t>
      </w:r>
      <w:r w:rsidR="00D37400">
        <w:t>.</w:t>
      </w:r>
    </w:p>
    <w:p w14:paraId="09C59818" w14:textId="77777777" w:rsidR="00D37400" w:rsidRDefault="00636A18">
      <w:r>
        <w:lastRenderedPageBreak/>
        <w:t>Je me souviens que</w:t>
      </w:r>
      <w:r w:rsidR="00D37400">
        <w:t xml:space="preserve">, </w:t>
      </w:r>
      <w:r>
        <w:t>le deuxième jour</w:t>
      </w:r>
      <w:r w:rsidR="00D37400">
        <w:t xml:space="preserve">, </w:t>
      </w:r>
      <w:r>
        <w:t>le soir</w:t>
      </w:r>
      <w:r w:rsidR="00D37400">
        <w:t xml:space="preserve">, </w:t>
      </w:r>
      <w:r>
        <w:t>au moment de nous coucher</w:t>
      </w:r>
      <w:r w:rsidR="00D37400">
        <w:t xml:space="preserve">, </w:t>
      </w:r>
      <w:r>
        <w:t>la mère s</w:t>
      </w:r>
      <w:r w:rsidR="00D37400">
        <w:t>’</w:t>
      </w:r>
      <w:r>
        <w:t>écria</w:t>
      </w:r>
      <w:r w:rsidR="00D37400">
        <w:t> :</w:t>
      </w:r>
    </w:p>
    <w:p w14:paraId="2B03062B" w14:textId="42F69BD8" w:rsidR="00636A18" w:rsidRDefault="00D37400">
      <w:pPr>
        <w:rPr>
          <w:szCs w:val="36"/>
        </w:rPr>
      </w:pPr>
      <w:r>
        <w:t>« </w:t>
      </w:r>
      <w:r w:rsidR="00636A18">
        <w:t>Pourvu que Paul ne soit pas mêlé dans ces affaires de P</w:t>
      </w:r>
      <w:r w:rsidR="00636A18">
        <w:t>a</w:t>
      </w:r>
      <w:r w:rsidR="00636A18">
        <w:t>ris</w:t>
      </w:r>
      <w:r>
        <w:t> ! »</w:t>
      </w:r>
    </w:p>
    <w:p w14:paraId="535EC469" w14:textId="77777777" w:rsidR="00D37400" w:rsidRDefault="00636A18">
      <w:r>
        <w:t>Et que le père lui répondit</w:t>
      </w:r>
      <w:r w:rsidR="00D37400">
        <w:t> :</w:t>
      </w:r>
    </w:p>
    <w:p w14:paraId="46BD704F" w14:textId="7C689666" w:rsidR="00636A18" w:rsidRDefault="00D37400">
      <w:pPr>
        <w:rPr>
          <w:szCs w:val="36"/>
        </w:rPr>
      </w:pPr>
      <w:r>
        <w:t>« </w:t>
      </w:r>
      <w:r w:rsidR="00636A18">
        <w:t>Il faut donc que les cafards restent toujours nos maîtres</w:t>
      </w:r>
      <w:r>
        <w:t xml:space="preserve"> ! </w:t>
      </w:r>
      <w:r w:rsidR="00636A18">
        <w:t>Si les gens comme nous ne se mêlent pas de leurs propres a</w:t>
      </w:r>
      <w:r w:rsidR="00636A18">
        <w:t>f</w:t>
      </w:r>
      <w:r w:rsidR="00636A18">
        <w:t>faires</w:t>
      </w:r>
      <w:r>
        <w:t xml:space="preserve">, </w:t>
      </w:r>
      <w:r w:rsidR="00636A18">
        <w:t>alors nous n</w:t>
      </w:r>
      <w:r>
        <w:t>’</w:t>
      </w:r>
      <w:r w:rsidR="00636A18">
        <w:t>avons plus qu</w:t>
      </w:r>
      <w:r>
        <w:t>’</w:t>
      </w:r>
      <w:r w:rsidR="00636A18">
        <w:t>à courber le dos</w:t>
      </w:r>
      <w:r>
        <w:t>. »</w:t>
      </w:r>
    </w:p>
    <w:p w14:paraId="5A27E1B8" w14:textId="77777777" w:rsidR="00D37400" w:rsidRDefault="00636A18">
      <w:r>
        <w:t>Ces réflexions me frappaient</w:t>
      </w:r>
      <w:r w:rsidR="00D37400">
        <w:t xml:space="preserve">, </w:t>
      </w:r>
      <w:r>
        <w:t>j</w:t>
      </w:r>
      <w:r w:rsidR="00D37400">
        <w:t>’</w:t>
      </w:r>
      <w:r>
        <w:t>y rêvais</w:t>
      </w:r>
      <w:r w:rsidR="00D37400">
        <w:t>.</w:t>
      </w:r>
    </w:p>
    <w:p w14:paraId="138CE1C4" w14:textId="77777777" w:rsidR="00D37400" w:rsidRDefault="00636A18">
      <w:r>
        <w:t>Du reste</w:t>
      </w:r>
      <w:r w:rsidR="00D37400">
        <w:t xml:space="preserve">, </w:t>
      </w:r>
      <w:r>
        <w:t>le temps était superbe</w:t>
      </w:r>
      <w:r w:rsidR="00D37400">
        <w:t xml:space="preserve"> : </w:t>
      </w:r>
      <w:r>
        <w:t>pas un nuage au ciel pe</w:t>
      </w:r>
      <w:r>
        <w:t>n</w:t>
      </w:r>
      <w:r>
        <w:t>dant ces grands jours de juillet 1830</w:t>
      </w:r>
      <w:r w:rsidR="00D37400">
        <w:t>.</w:t>
      </w:r>
    </w:p>
    <w:p w14:paraId="7295DABA" w14:textId="77777777" w:rsidR="00D37400" w:rsidRDefault="00636A18">
      <w:pPr>
        <w:rPr>
          <w:szCs w:val="36"/>
        </w:rPr>
      </w:pPr>
      <w:r>
        <w:t>Tous les matins</w:t>
      </w:r>
      <w:r w:rsidR="00D37400">
        <w:t xml:space="preserve">, </w:t>
      </w:r>
      <w:r>
        <w:t>Françoise venait me prendre</w:t>
      </w:r>
      <w:r w:rsidR="00D37400">
        <w:t xml:space="preserve">. </w:t>
      </w:r>
      <w:r>
        <w:t>Mon ami Florentin et moi</w:t>
      </w:r>
      <w:r w:rsidR="00D37400">
        <w:t xml:space="preserve">, </w:t>
      </w:r>
      <w:r>
        <w:t>nous allions après dîner au jardin</w:t>
      </w:r>
      <w:r w:rsidR="00D37400">
        <w:t xml:space="preserve">, </w:t>
      </w:r>
      <w:r>
        <w:t>sur la route de Paris</w:t>
      </w:r>
      <w:r w:rsidR="00D37400">
        <w:t xml:space="preserve">, </w:t>
      </w:r>
      <w:r>
        <w:t>avec Azor</w:t>
      </w:r>
      <w:r w:rsidR="00D37400">
        <w:t xml:space="preserve"> ; </w:t>
      </w:r>
      <w:r>
        <w:t>mais</w:t>
      </w:r>
      <w:r w:rsidR="00D37400">
        <w:t xml:space="preserve">, </w:t>
      </w:r>
      <w:r>
        <w:t>au lieu de rester dans notre baraque</w:t>
      </w:r>
      <w:r w:rsidR="00D37400">
        <w:t xml:space="preserve">, </w:t>
      </w:r>
      <w:r>
        <w:t>nous observions les gens en grand nombre qui se promenaient derrière la haie</w:t>
      </w:r>
      <w:r w:rsidR="00D37400">
        <w:t xml:space="preserve">, </w:t>
      </w:r>
      <w:r>
        <w:t xml:space="preserve">attendant avec une </w:t>
      </w:r>
      <w:r>
        <w:rPr>
          <w:szCs w:val="36"/>
        </w:rPr>
        <w:t>impatience fiévreuse les nouvelles de la capitale</w:t>
      </w:r>
      <w:r w:rsidR="00D37400">
        <w:rPr>
          <w:szCs w:val="36"/>
        </w:rPr>
        <w:t xml:space="preserve">, </w:t>
      </w:r>
      <w:r>
        <w:rPr>
          <w:szCs w:val="36"/>
        </w:rPr>
        <w:t>qui n</w:t>
      </w:r>
      <w:r w:rsidR="00D37400">
        <w:rPr>
          <w:szCs w:val="36"/>
        </w:rPr>
        <w:t>’</w:t>
      </w:r>
      <w:r>
        <w:rPr>
          <w:szCs w:val="36"/>
        </w:rPr>
        <w:t>arrivaient toujours pas</w:t>
      </w:r>
      <w:r w:rsidR="00D37400">
        <w:rPr>
          <w:szCs w:val="36"/>
        </w:rPr>
        <w:t>.</w:t>
      </w:r>
    </w:p>
    <w:p w14:paraId="45FD559D" w14:textId="77777777" w:rsidR="00D37400" w:rsidRDefault="00636A18">
      <w:r>
        <w:t>Or</w:t>
      </w:r>
      <w:r w:rsidR="00D37400">
        <w:t xml:space="preserve">, </w:t>
      </w:r>
      <w:r>
        <w:t>un jour</w:t>
      </w:r>
      <w:r w:rsidR="00D37400">
        <w:t xml:space="preserve">, </w:t>
      </w:r>
      <w:r>
        <w:t>voyant Nicole et Justine passer sur la route avec plusieurs autres</w:t>
      </w:r>
      <w:r w:rsidR="00D37400">
        <w:t xml:space="preserve">, </w:t>
      </w:r>
      <w:r>
        <w:t>je sortis pour les rejoindre</w:t>
      </w:r>
      <w:r w:rsidR="00D37400">
        <w:t xml:space="preserve">, </w:t>
      </w:r>
      <w:r>
        <w:t>et mon ami Florentin</w:t>
      </w:r>
      <w:r w:rsidR="00D37400">
        <w:t xml:space="preserve">, </w:t>
      </w:r>
      <w:r>
        <w:t>n</w:t>
      </w:r>
      <w:r w:rsidR="00D37400">
        <w:t>’</w:t>
      </w:r>
      <w:r>
        <w:t>y tenant plus</w:t>
      </w:r>
      <w:r w:rsidR="00D37400">
        <w:t xml:space="preserve">, </w:t>
      </w:r>
      <w:r>
        <w:t>nous suivit</w:t>
      </w:r>
      <w:r w:rsidR="00D37400">
        <w:t>.</w:t>
      </w:r>
    </w:p>
    <w:p w14:paraId="435C8AE9" w14:textId="77777777" w:rsidR="00D37400" w:rsidRDefault="00636A18">
      <w:r>
        <w:t>Nous avions à peine fait cent pas sur la route</w:t>
      </w:r>
      <w:r w:rsidR="00D37400">
        <w:t xml:space="preserve">, </w:t>
      </w:r>
      <w:r>
        <w:t>que Justine</w:t>
      </w:r>
      <w:r w:rsidR="00D37400">
        <w:t xml:space="preserve">, </w:t>
      </w:r>
      <w:r>
        <w:t>s</w:t>
      </w:r>
      <w:r w:rsidR="00D37400">
        <w:t>’</w:t>
      </w:r>
      <w:r>
        <w:t>arrêtant</w:t>
      </w:r>
      <w:r w:rsidR="00D37400">
        <w:t xml:space="preserve">, </w:t>
      </w:r>
      <w:r>
        <w:t>le bras étendu vers la côte de Mittelbronn</w:t>
      </w:r>
      <w:r w:rsidR="00D37400">
        <w:t xml:space="preserve">, </w:t>
      </w:r>
      <w:r>
        <w:t>s</w:t>
      </w:r>
      <w:r w:rsidR="00D37400">
        <w:t>’</w:t>
      </w:r>
      <w:r>
        <w:t>écria</w:t>
      </w:r>
      <w:r w:rsidR="00D37400">
        <w:t> :</w:t>
      </w:r>
    </w:p>
    <w:p w14:paraId="29650B35" w14:textId="22CA3B95" w:rsidR="00636A18" w:rsidRDefault="00D37400">
      <w:r>
        <w:t>« </w:t>
      </w:r>
      <w:r w:rsidR="00636A18">
        <w:t>Regardez là-haut</w:t>
      </w:r>
      <w:r>
        <w:t xml:space="preserve">, </w:t>
      </w:r>
      <w:r w:rsidR="00636A18">
        <w:t>sur la côte</w:t>
      </w:r>
      <w:r>
        <w:t xml:space="preserve">… </w:t>
      </w:r>
      <w:r w:rsidR="00636A18">
        <w:t>la diligence arrive</w:t>
      </w:r>
      <w:r>
        <w:t> ! »</w:t>
      </w:r>
    </w:p>
    <w:p w14:paraId="3E2D33F1" w14:textId="77777777" w:rsidR="00D37400" w:rsidRDefault="00636A18">
      <w:r>
        <w:t>C</w:t>
      </w:r>
      <w:r w:rsidR="00D37400">
        <w:t>’</w:t>
      </w:r>
      <w:r>
        <w:t>était la première depuis six jours</w:t>
      </w:r>
      <w:r w:rsidR="00D37400">
        <w:t> !</w:t>
      </w:r>
    </w:p>
    <w:p w14:paraId="7FAD7D3C" w14:textId="77777777" w:rsidR="00D37400" w:rsidRDefault="00636A18">
      <w:r>
        <w:t>Nicole lui demanda</w:t>
      </w:r>
      <w:r w:rsidR="00D37400">
        <w:t> :</w:t>
      </w:r>
    </w:p>
    <w:p w14:paraId="4DB6F751" w14:textId="77777777" w:rsidR="00D37400" w:rsidRDefault="00D37400">
      <w:r>
        <w:lastRenderedPageBreak/>
        <w:t>« </w:t>
      </w:r>
      <w:r w:rsidR="00636A18">
        <w:t>Tu la vois</w:t>
      </w:r>
      <w:r>
        <w:t xml:space="preserve">, </w:t>
      </w:r>
      <w:r w:rsidR="00636A18">
        <w:t>Justine</w:t>
      </w:r>
      <w:r>
        <w:t> ?</w:t>
      </w:r>
    </w:p>
    <w:p w14:paraId="053BEFA8" w14:textId="3DAA6A26" w:rsidR="00636A18" w:rsidRDefault="00D37400">
      <w:r>
        <w:t>— </w:t>
      </w:r>
      <w:r w:rsidR="00636A18">
        <w:t>Oui</w:t>
      </w:r>
      <w:r>
        <w:t xml:space="preserve"> !… </w:t>
      </w:r>
      <w:r w:rsidR="00636A18">
        <w:t>elle vient</w:t>
      </w:r>
      <w:r>
        <w:t xml:space="preserve">… </w:t>
      </w:r>
      <w:r w:rsidR="00636A18">
        <w:t>Elle a de petits drapeaux</w:t>
      </w:r>
      <w:r>
        <w:t xml:space="preserve">… </w:t>
      </w:r>
      <w:r w:rsidR="00636A18">
        <w:t>Voyez donc</w:t>
      </w:r>
      <w:r>
        <w:t> ! »</w:t>
      </w:r>
    </w:p>
    <w:p w14:paraId="08C4D103" w14:textId="77777777" w:rsidR="00D37400" w:rsidRDefault="00636A18">
      <w:r>
        <w:t>Nous fîmes tous halte</w:t>
      </w:r>
      <w:r w:rsidR="00D37400">
        <w:t xml:space="preserve">. </w:t>
      </w:r>
      <w:r>
        <w:t>Florentin</w:t>
      </w:r>
      <w:r w:rsidR="00D37400">
        <w:t xml:space="preserve">, </w:t>
      </w:r>
      <w:r>
        <w:t>la main sur les yeux</w:t>
      </w:r>
      <w:r w:rsidR="00D37400">
        <w:t xml:space="preserve">, </w:t>
      </w:r>
      <w:r>
        <w:t>d</w:t>
      </w:r>
      <w:r>
        <w:t>i</w:t>
      </w:r>
      <w:r>
        <w:t>sait</w:t>
      </w:r>
      <w:r w:rsidR="00D37400">
        <w:t> :</w:t>
      </w:r>
    </w:p>
    <w:p w14:paraId="012C0152" w14:textId="77777777" w:rsidR="00D37400" w:rsidRDefault="00D37400">
      <w:r>
        <w:t>« </w:t>
      </w:r>
      <w:r w:rsidR="00636A18">
        <w:t>De petits drapeaux</w:t>
      </w:r>
      <w:r>
        <w:t xml:space="preserve"> ! </w:t>
      </w:r>
      <w:r w:rsidR="00636A18">
        <w:t>Tu les vois aussi</w:t>
      </w:r>
      <w:r>
        <w:t xml:space="preserve">, </w:t>
      </w:r>
      <w:r w:rsidR="00636A18">
        <w:t>Lucien</w:t>
      </w:r>
      <w:r>
        <w:t> ?</w:t>
      </w:r>
    </w:p>
    <w:p w14:paraId="4EDCAD6C" w14:textId="01930B7A" w:rsidR="00636A18" w:rsidRDefault="00D37400">
      <w:r>
        <w:t>— </w:t>
      </w:r>
      <w:r w:rsidR="00636A18">
        <w:t>Oui</w:t>
      </w:r>
      <w:r>
        <w:t xml:space="preserve">… </w:t>
      </w:r>
      <w:r w:rsidR="00636A18">
        <w:t>oui</w:t>
      </w:r>
      <w:r>
        <w:t xml:space="preserve">… </w:t>
      </w:r>
      <w:r w:rsidR="00636A18">
        <w:t>je les vois</w:t>
      </w:r>
      <w:r>
        <w:t xml:space="preserve">… </w:t>
      </w:r>
      <w:r w:rsidR="00636A18">
        <w:t>Oh</w:t>
      </w:r>
      <w:r>
        <w:t xml:space="preserve"> ! </w:t>
      </w:r>
      <w:r w:rsidR="00636A18">
        <w:t>qu</w:t>
      </w:r>
      <w:r>
        <w:t>’</w:t>
      </w:r>
      <w:r w:rsidR="00636A18">
        <w:t>ils sont beaux</w:t>
      </w:r>
      <w:r>
        <w:t xml:space="preserve"> : </w:t>
      </w:r>
      <w:r w:rsidR="00636A18">
        <w:t>rouge</w:t>
      </w:r>
      <w:r>
        <w:t xml:space="preserve">, </w:t>
      </w:r>
      <w:r w:rsidR="00636A18">
        <w:t>blanc et bleu</w:t>
      </w:r>
      <w:r>
        <w:t> ! »</w:t>
      </w:r>
    </w:p>
    <w:p w14:paraId="4DA71B08" w14:textId="77777777" w:rsidR="00D37400" w:rsidRDefault="00636A18">
      <w:r>
        <w:t>Florentin devint tout pâle</w:t>
      </w:r>
      <w:r w:rsidR="00D37400">
        <w:t>.</w:t>
      </w:r>
    </w:p>
    <w:p w14:paraId="03135A3C" w14:textId="77777777" w:rsidR="00D37400" w:rsidRDefault="00D37400">
      <w:r>
        <w:t>« </w:t>
      </w:r>
      <w:r w:rsidR="00636A18">
        <w:t>Mais je ne vois rien</w:t>
      </w:r>
      <w:r>
        <w:t xml:space="preserve">, </w:t>
      </w:r>
      <w:r w:rsidR="00636A18">
        <w:t>moi</w:t>
      </w:r>
      <w:r>
        <w:t>, »</w:t>
      </w:r>
      <w:r w:rsidR="00636A18">
        <w:t xml:space="preserve"> faisait-il</w:t>
      </w:r>
      <w:r>
        <w:t xml:space="preserve">, </w:t>
      </w:r>
      <w:r w:rsidR="00636A18">
        <w:t>car sa vue s</w:t>
      </w:r>
      <w:r>
        <w:t>’</w:t>
      </w:r>
      <w:r w:rsidR="00636A18">
        <w:t>affaiblissait</w:t>
      </w:r>
      <w:r>
        <w:t xml:space="preserve"> ; </w:t>
      </w:r>
      <w:r w:rsidR="00636A18">
        <w:t>souvent il mettait des besicles pour lire</w:t>
      </w:r>
      <w:r>
        <w:t>.</w:t>
      </w:r>
    </w:p>
    <w:p w14:paraId="02B7538F" w14:textId="77777777" w:rsidR="00D37400" w:rsidRDefault="00636A18">
      <w:r>
        <w:t>Et tandis que nous étions ainsi</w:t>
      </w:r>
      <w:r w:rsidR="00D37400">
        <w:t xml:space="preserve">, </w:t>
      </w:r>
      <w:r>
        <w:t>nous entendîmes crier au loin</w:t>
      </w:r>
      <w:r w:rsidR="00D37400">
        <w:t> :</w:t>
      </w:r>
    </w:p>
    <w:p w14:paraId="4BD7E6C3" w14:textId="18795B7C" w:rsidR="00636A18" w:rsidRDefault="00D37400">
      <w:pPr>
        <w:rPr>
          <w:szCs w:val="36"/>
        </w:rPr>
      </w:pPr>
      <w:r>
        <w:t>« </w:t>
      </w:r>
      <w:r w:rsidR="00636A18">
        <w:t>Vive Lafayette</w:t>
      </w:r>
      <w:r>
        <w:t> ! »</w:t>
      </w:r>
    </w:p>
    <w:p w14:paraId="6D3EBF2D" w14:textId="77777777" w:rsidR="00D37400" w:rsidRDefault="00636A18">
      <w:r>
        <w:t>La diligence arrivait au triple galop</w:t>
      </w:r>
      <w:r w:rsidR="00D37400">
        <w:t xml:space="preserve"> ; </w:t>
      </w:r>
      <w:r>
        <w:t>le conducteur</w:t>
      </w:r>
      <w:r w:rsidR="00D37400">
        <w:t xml:space="preserve">, </w:t>
      </w:r>
      <w:r>
        <w:t>en haut</w:t>
      </w:r>
      <w:r w:rsidR="00D37400">
        <w:t xml:space="preserve"> : </w:t>
      </w:r>
      <w:r>
        <w:t>un gros homme</w:t>
      </w:r>
      <w:r w:rsidR="00D37400">
        <w:t xml:space="preserve">, </w:t>
      </w:r>
      <w:r>
        <w:t>sa casquette sur l</w:t>
      </w:r>
      <w:r w:rsidR="00D37400">
        <w:t>’</w:t>
      </w:r>
      <w:r>
        <w:t>oreille</w:t>
      </w:r>
      <w:r w:rsidR="00D37400">
        <w:t xml:space="preserve">, </w:t>
      </w:r>
      <w:r>
        <w:t>les favoris ébouriffés</w:t>
      </w:r>
      <w:r w:rsidR="00D37400">
        <w:t xml:space="preserve">, </w:t>
      </w:r>
      <w:r>
        <w:t>agitait tout joyeux un petit drapeau tricolore</w:t>
      </w:r>
      <w:r w:rsidR="00D37400">
        <w:t xml:space="preserve"> ; </w:t>
      </w:r>
      <w:r>
        <w:t>et les gens couraient derrière la voiture</w:t>
      </w:r>
      <w:r w:rsidR="00D37400">
        <w:t xml:space="preserve">, </w:t>
      </w:r>
      <w:r>
        <w:t>dans un flot de poussière en répétant</w:t>
      </w:r>
      <w:r w:rsidR="00D37400">
        <w:t> :</w:t>
      </w:r>
    </w:p>
    <w:p w14:paraId="43DA3FF8" w14:textId="4E0D3F35" w:rsidR="00636A18" w:rsidRDefault="00D37400">
      <w:pPr>
        <w:rPr>
          <w:szCs w:val="36"/>
        </w:rPr>
      </w:pPr>
      <w:r>
        <w:t>« </w:t>
      </w:r>
      <w:r w:rsidR="00636A18">
        <w:t>Vive Lafayette</w:t>
      </w:r>
      <w:r>
        <w:t> ! »</w:t>
      </w:r>
    </w:p>
    <w:p w14:paraId="78A3BD28" w14:textId="77777777" w:rsidR="00D37400" w:rsidRDefault="00636A18">
      <w:r>
        <w:t>Tout cela passa près de nous comme un ouragan</w:t>
      </w:r>
      <w:r w:rsidR="00D37400">
        <w:t xml:space="preserve">. </w:t>
      </w:r>
      <w:r>
        <w:t>Les cris de</w:t>
      </w:r>
      <w:r w:rsidR="00D37400">
        <w:t xml:space="preserve"> : </w:t>
      </w:r>
      <w:r>
        <w:t>Vive Lafayette</w:t>
      </w:r>
      <w:r w:rsidR="00D37400">
        <w:t xml:space="preserve"> ! </w:t>
      </w:r>
      <w:r>
        <w:t>se prolongeaient déjà dans les fortifications et sous la porte de France</w:t>
      </w:r>
      <w:r w:rsidR="00D37400">
        <w:t>.</w:t>
      </w:r>
    </w:p>
    <w:p w14:paraId="61968090" w14:textId="77777777" w:rsidR="00D37400" w:rsidRDefault="00636A18">
      <w:r>
        <w:t>Nous courions aussi</w:t>
      </w:r>
      <w:r w:rsidR="00D37400">
        <w:t xml:space="preserve">. </w:t>
      </w:r>
      <w:r>
        <w:t>Justine me tenait par la main et d</w:t>
      </w:r>
      <w:r>
        <w:t>i</w:t>
      </w:r>
      <w:r>
        <w:t>sait</w:t>
      </w:r>
      <w:r w:rsidR="00D37400">
        <w:t> :</w:t>
      </w:r>
    </w:p>
    <w:p w14:paraId="4B9976C6" w14:textId="3C9CAC9B" w:rsidR="00636A18" w:rsidRDefault="00D37400">
      <w:pPr>
        <w:rPr>
          <w:szCs w:val="36"/>
        </w:rPr>
      </w:pPr>
      <w:r>
        <w:lastRenderedPageBreak/>
        <w:t>« </w:t>
      </w:r>
      <w:r w:rsidR="00636A18">
        <w:t>Arrive</w:t>
      </w:r>
      <w:r>
        <w:t xml:space="preserve">… </w:t>
      </w:r>
      <w:r w:rsidR="00636A18">
        <w:t>Lucien</w:t>
      </w:r>
      <w:r>
        <w:t xml:space="preserve"> !… </w:t>
      </w:r>
      <w:r w:rsidR="00636A18">
        <w:t>arrive</w:t>
      </w:r>
      <w:r>
        <w:t xml:space="preserve"> !… </w:t>
      </w:r>
      <w:r w:rsidR="00636A18">
        <w:t>L</w:t>
      </w:r>
      <w:r>
        <w:t>’</w:t>
      </w:r>
      <w:r w:rsidR="00636A18">
        <w:t>empereur va revenir</w:t>
      </w:r>
      <w:r>
        <w:t> !… »</w:t>
      </w:r>
    </w:p>
    <w:p w14:paraId="4E9BBF74" w14:textId="77777777" w:rsidR="00D37400" w:rsidRDefault="00636A18">
      <w:r>
        <w:t>On nous avait élevés dans ces idées</w:t>
      </w:r>
      <w:r w:rsidR="00D37400">
        <w:t xml:space="preserve">, </w:t>
      </w:r>
      <w:r>
        <w:t>nous ne connaissions que cela</w:t>
      </w:r>
      <w:r w:rsidR="00D37400">
        <w:t>.</w:t>
      </w:r>
    </w:p>
    <w:p w14:paraId="25504AF9" w14:textId="77777777" w:rsidR="00D37400" w:rsidRDefault="00636A18">
      <w:r>
        <w:t>Nous passâmes donc sous la porte</w:t>
      </w:r>
      <w:r w:rsidR="00D37400">
        <w:t xml:space="preserve"> ; </w:t>
      </w:r>
      <w:r>
        <w:t>puis au tournant du coin de Fouquet</w:t>
      </w:r>
      <w:r w:rsidR="00D37400">
        <w:t xml:space="preserve">, </w:t>
      </w:r>
      <w:r>
        <w:t>nous vîmes un grand rassemblement devant l</w:t>
      </w:r>
      <w:r w:rsidR="00D37400">
        <w:t>’</w:t>
      </w:r>
      <w:r>
        <w:t xml:space="preserve">hôtel de </w:t>
      </w:r>
      <w:r>
        <w:rPr>
          <w:i/>
          <w:iCs/>
        </w:rPr>
        <w:t>la Ville de Metz</w:t>
      </w:r>
      <w:r w:rsidR="00D37400">
        <w:rPr>
          <w:i/>
          <w:iCs/>
        </w:rPr>
        <w:t xml:space="preserve">, </w:t>
      </w:r>
      <w:r>
        <w:t>où la diligence venait de s</w:t>
      </w:r>
      <w:r w:rsidR="00D37400">
        <w:t>’</w:t>
      </w:r>
      <w:r>
        <w:t>arrêter</w:t>
      </w:r>
      <w:r w:rsidR="00D37400">
        <w:t>.</w:t>
      </w:r>
    </w:p>
    <w:p w14:paraId="3387DBD5" w14:textId="77777777" w:rsidR="00D37400" w:rsidRDefault="00636A18">
      <w:r>
        <w:t>Le conducteur</w:t>
      </w:r>
      <w:r w:rsidR="00D37400">
        <w:t xml:space="preserve">, </w:t>
      </w:r>
      <w:r>
        <w:t>descendu de son siège</w:t>
      </w:r>
      <w:r w:rsidR="00D37400">
        <w:t xml:space="preserve">, </w:t>
      </w:r>
      <w:r>
        <w:t>criait au milieu de la foule</w:t>
      </w:r>
      <w:r w:rsidR="00D37400">
        <w:t> :</w:t>
      </w:r>
    </w:p>
    <w:p w14:paraId="4C86BE52" w14:textId="1458F3A6" w:rsidR="00636A18" w:rsidRDefault="00D37400">
      <w:r>
        <w:t>« </w:t>
      </w:r>
      <w:r w:rsidR="00636A18">
        <w:t>La garde suisse est balayée</w:t>
      </w:r>
      <w:r>
        <w:t>… Charles X</w:t>
      </w:r>
      <w:r w:rsidR="00636A18">
        <w:t xml:space="preserve"> s</w:t>
      </w:r>
      <w:r>
        <w:t>’</w:t>
      </w:r>
      <w:r w:rsidR="00636A18">
        <w:t>est sauvé</w:t>
      </w:r>
      <w:r>
        <w:t xml:space="preserve">… </w:t>
      </w:r>
      <w:r w:rsidR="00636A18">
        <w:t>Les citoyens sont vainqueurs</w:t>
      </w:r>
      <w:r>
        <w:t xml:space="preserve"> !… </w:t>
      </w:r>
      <w:r w:rsidR="00636A18">
        <w:t>Ils ont pris les Tuileries</w:t>
      </w:r>
      <w:r>
        <w:t xml:space="preserve"> !… </w:t>
      </w:r>
      <w:r w:rsidR="00636A18">
        <w:t>Formez-vous en garde nationale</w:t>
      </w:r>
      <w:r>
        <w:t>. »</w:t>
      </w:r>
    </w:p>
    <w:p w14:paraId="4316C660" w14:textId="77777777" w:rsidR="00D37400" w:rsidRDefault="00636A18">
      <w:r>
        <w:t>Tout le monde voulait l</w:t>
      </w:r>
      <w:r w:rsidR="00D37400">
        <w:t>’</w:t>
      </w:r>
      <w:r>
        <w:t>entraîner dans l</w:t>
      </w:r>
      <w:r w:rsidR="00D37400">
        <w:t>’</w:t>
      </w:r>
      <w:r>
        <w:t>hôtel</w:t>
      </w:r>
      <w:r w:rsidR="00D37400">
        <w:t xml:space="preserve">, </w:t>
      </w:r>
      <w:r>
        <w:t>pour tri</w:t>
      </w:r>
      <w:r>
        <w:t>n</w:t>
      </w:r>
      <w:r>
        <w:t>quer à la gloire de Lafayette</w:t>
      </w:r>
      <w:r w:rsidR="00D37400">
        <w:t xml:space="preserve">, </w:t>
      </w:r>
      <w:r>
        <w:t>mais il remerciait en disant</w:t>
      </w:r>
      <w:r w:rsidR="00D37400">
        <w:t> :</w:t>
      </w:r>
    </w:p>
    <w:p w14:paraId="02026639" w14:textId="7E093A84" w:rsidR="00636A18" w:rsidRDefault="00D37400">
      <w:r>
        <w:t>« </w:t>
      </w:r>
      <w:r w:rsidR="00636A18">
        <w:t>C</w:t>
      </w:r>
      <w:r>
        <w:t>’</w:t>
      </w:r>
      <w:r w:rsidR="00636A18">
        <w:t>est bon</w:t>
      </w:r>
      <w:r>
        <w:t xml:space="preserve">… </w:t>
      </w:r>
      <w:r w:rsidR="00636A18">
        <w:t>je n</w:t>
      </w:r>
      <w:r>
        <w:t>’</w:t>
      </w:r>
      <w:r w:rsidR="00636A18">
        <w:t>ai pas de temps à perdre</w:t>
      </w:r>
      <w:r>
        <w:t xml:space="preserve">… </w:t>
      </w:r>
      <w:r w:rsidR="00636A18">
        <w:t>nous trinqu</w:t>
      </w:r>
      <w:r w:rsidR="00636A18">
        <w:t>e</w:t>
      </w:r>
      <w:r w:rsidR="00636A18">
        <w:t>rons une autre fois</w:t>
      </w:r>
      <w:r>
        <w:t xml:space="preserve">… </w:t>
      </w:r>
      <w:r w:rsidR="00636A18">
        <w:t>Vive la garde citoyenne</w:t>
      </w:r>
      <w:r>
        <w:t xml:space="preserve"> !… </w:t>
      </w:r>
      <w:r w:rsidR="00636A18">
        <w:t>En route</w:t>
      </w:r>
      <w:r>
        <w:t xml:space="preserve"> !… </w:t>
      </w:r>
      <w:r w:rsidR="00636A18">
        <w:t>en route</w:t>
      </w:r>
      <w:r>
        <w:t> !… »</w:t>
      </w:r>
    </w:p>
    <w:p w14:paraId="35130B04" w14:textId="77777777" w:rsidR="00D37400" w:rsidRDefault="00636A18">
      <w:r>
        <w:t>Justine et moi</w:t>
      </w:r>
      <w:r w:rsidR="00D37400">
        <w:t xml:space="preserve">, </w:t>
      </w:r>
      <w:r>
        <w:t>le nez en l</w:t>
      </w:r>
      <w:r w:rsidR="00D37400">
        <w:t>’</w:t>
      </w:r>
      <w:r>
        <w:t>air au milieu du tumulte</w:t>
      </w:r>
      <w:r w:rsidR="00D37400">
        <w:t xml:space="preserve">, </w:t>
      </w:r>
      <w:r>
        <w:t>nous regardions étonnés</w:t>
      </w:r>
      <w:r w:rsidR="00D37400">
        <w:t>.</w:t>
      </w:r>
    </w:p>
    <w:p w14:paraId="5E30B824" w14:textId="77777777" w:rsidR="00D37400" w:rsidRDefault="00636A18">
      <w:r>
        <w:t>Il regrimpa sur son impériale</w:t>
      </w:r>
      <w:r w:rsidR="00D37400">
        <w:t xml:space="preserve"> ; </w:t>
      </w:r>
      <w:r>
        <w:t>un citoyen lui passa d</w:t>
      </w:r>
      <w:r w:rsidR="00D37400">
        <w:t>’</w:t>
      </w:r>
      <w:r>
        <w:t>en bas</w:t>
      </w:r>
      <w:r w:rsidR="00D37400">
        <w:t xml:space="preserve">, </w:t>
      </w:r>
      <w:r>
        <w:t>en montant sur la roue</w:t>
      </w:r>
      <w:r w:rsidR="00D37400">
        <w:t xml:space="preserve">, </w:t>
      </w:r>
      <w:r>
        <w:t>un verre de vin</w:t>
      </w:r>
      <w:r w:rsidR="00D37400">
        <w:t xml:space="preserve">, </w:t>
      </w:r>
      <w:r>
        <w:t>qu</w:t>
      </w:r>
      <w:r w:rsidR="00D37400">
        <w:t>’</w:t>
      </w:r>
      <w:r>
        <w:t>il avala bru</w:t>
      </w:r>
      <w:r>
        <w:t>s</w:t>
      </w:r>
      <w:r>
        <w:t>quement en criant</w:t>
      </w:r>
      <w:r w:rsidR="00D37400">
        <w:t> :</w:t>
      </w:r>
    </w:p>
    <w:p w14:paraId="0E645E7C" w14:textId="369A72BE" w:rsidR="00636A18" w:rsidRDefault="00D37400">
      <w:pPr>
        <w:rPr>
          <w:szCs w:val="36"/>
        </w:rPr>
      </w:pPr>
      <w:r>
        <w:t>« </w:t>
      </w:r>
      <w:r w:rsidR="00636A18">
        <w:t>Vive la France</w:t>
      </w:r>
      <w:r>
        <w:t> ! »</w:t>
      </w:r>
    </w:p>
    <w:p w14:paraId="5C16F048" w14:textId="77777777" w:rsidR="00D37400" w:rsidRDefault="00636A18">
      <w:r>
        <w:t>D</w:t>
      </w:r>
      <w:r w:rsidR="00D37400">
        <w:t>’</w:t>
      </w:r>
      <w:r>
        <w:t>autres répondirent par le cri de</w:t>
      </w:r>
      <w:r w:rsidR="00D37400">
        <w:t> :</w:t>
      </w:r>
    </w:p>
    <w:p w14:paraId="229E39A3" w14:textId="0E15241C" w:rsidR="00636A18" w:rsidRDefault="00D37400">
      <w:pPr>
        <w:rPr>
          <w:szCs w:val="36"/>
        </w:rPr>
      </w:pPr>
      <w:r>
        <w:t>« </w:t>
      </w:r>
      <w:r w:rsidR="00636A18">
        <w:t>Vive le duc de Reichstadt</w:t>
      </w:r>
      <w:r>
        <w:t> ! »</w:t>
      </w:r>
    </w:p>
    <w:p w14:paraId="42A669E1" w14:textId="77777777" w:rsidR="00D37400" w:rsidRDefault="00636A18">
      <w:r>
        <w:t>Mais il haussa les épaules en répétant</w:t>
      </w:r>
      <w:r w:rsidR="00D37400">
        <w:t> :</w:t>
      </w:r>
    </w:p>
    <w:p w14:paraId="03E9A87B" w14:textId="770CD724" w:rsidR="00636A18" w:rsidRDefault="00D37400">
      <w:pPr>
        <w:rPr>
          <w:szCs w:val="36"/>
        </w:rPr>
      </w:pPr>
      <w:r>
        <w:lastRenderedPageBreak/>
        <w:t>« </w:t>
      </w:r>
      <w:r w:rsidR="00636A18">
        <w:t>Vive la France</w:t>
      </w:r>
      <w:r>
        <w:t> ! »</w:t>
      </w:r>
    </w:p>
    <w:p w14:paraId="68BEC018" w14:textId="77777777" w:rsidR="00D37400" w:rsidRDefault="00636A18">
      <w:r>
        <w:t>Et la diligence repartit avec un roulement de tonnerre</w:t>
      </w:r>
      <w:r w:rsidR="00D37400">
        <w:t>.</w:t>
      </w:r>
    </w:p>
    <w:p w14:paraId="37047626" w14:textId="77777777" w:rsidR="00D37400" w:rsidRDefault="00636A18">
      <w:r>
        <w:t>Ces choses sont tellement peintes devant mes yeux que</w:t>
      </w:r>
      <w:r w:rsidR="00D37400">
        <w:t xml:space="preserve">, </w:t>
      </w:r>
      <w:r>
        <w:t>si je revoyais ce conducteur</w:t>
      </w:r>
      <w:r w:rsidR="00D37400">
        <w:t xml:space="preserve">, </w:t>
      </w:r>
      <w:r>
        <w:t>avec ses gros favoris blancs de pou</w:t>
      </w:r>
      <w:r>
        <w:t>s</w:t>
      </w:r>
      <w:r>
        <w:t>sière et ses oreilles rouges</w:t>
      </w:r>
      <w:r w:rsidR="00D37400">
        <w:t xml:space="preserve">, </w:t>
      </w:r>
      <w:r>
        <w:t>je dirais</w:t>
      </w:r>
      <w:r w:rsidR="00D37400">
        <w:t> :</w:t>
      </w:r>
    </w:p>
    <w:p w14:paraId="725D7693" w14:textId="78DC5060" w:rsidR="00636A18" w:rsidRDefault="00D37400">
      <w:pPr>
        <w:rPr>
          <w:szCs w:val="36"/>
        </w:rPr>
      </w:pPr>
      <w:r>
        <w:t>« </w:t>
      </w:r>
      <w:r w:rsidR="00636A18">
        <w:t>C</w:t>
      </w:r>
      <w:r>
        <w:t>’</w:t>
      </w:r>
      <w:r w:rsidR="00636A18">
        <w:t>est lui</w:t>
      </w:r>
      <w:r>
        <w:t xml:space="preserve">… </w:t>
      </w:r>
      <w:r w:rsidR="00636A18">
        <w:t>le voilà</w:t>
      </w:r>
      <w:r>
        <w:t> ! »</w:t>
      </w:r>
    </w:p>
    <w:p w14:paraId="3A7BA118" w14:textId="77777777" w:rsidR="00D37400" w:rsidRDefault="00636A18">
      <w:r>
        <w:t>Et tout le reste</w:t>
      </w:r>
      <w:r w:rsidR="00D37400">
        <w:t xml:space="preserve"> : </w:t>
      </w:r>
      <w:r>
        <w:t>le tumulte</w:t>
      </w:r>
      <w:r w:rsidR="00D37400">
        <w:t xml:space="preserve">, </w:t>
      </w:r>
      <w:r>
        <w:t>les gens qui se regardent</w:t>
      </w:r>
      <w:r w:rsidR="00D37400">
        <w:t xml:space="preserve">, </w:t>
      </w:r>
      <w:r>
        <w:t>les uns ébahis</w:t>
      </w:r>
      <w:r w:rsidR="00D37400">
        <w:t xml:space="preserve">, </w:t>
      </w:r>
      <w:r>
        <w:t>les autres riant et se serrant la main</w:t>
      </w:r>
      <w:r w:rsidR="00D37400">
        <w:t xml:space="preserve"> ; </w:t>
      </w:r>
      <w:r>
        <w:t>et les vieux de la vieille</w:t>
      </w:r>
      <w:r w:rsidR="00D37400">
        <w:t xml:space="preserve">, </w:t>
      </w:r>
      <w:r>
        <w:t>rassemblés</w:t>
      </w:r>
      <w:r w:rsidR="00D37400">
        <w:t xml:space="preserve">, </w:t>
      </w:r>
      <w:r>
        <w:t>gesticulant autour de la voiture</w:t>
      </w:r>
      <w:r w:rsidR="00D37400">
        <w:t xml:space="preserve">, </w:t>
      </w:r>
      <w:r>
        <w:t>en se criant au bruit des grelots des chevaux qui piaffent et henni</w:t>
      </w:r>
      <w:r>
        <w:t>s</w:t>
      </w:r>
      <w:r>
        <w:t>sent</w:t>
      </w:r>
      <w:r w:rsidR="00D37400">
        <w:t> :</w:t>
      </w:r>
    </w:p>
    <w:p w14:paraId="7AF4F044" w14:textId="413572A3" w:rsidR="00636A18" w:rsidRDefault="00D37400">
      <w:pPr>
        <w:rPr>
          <w:szCs w:val="36"/>
        </w:rPr>
      </w:pPr>
      <w:r>
        <w:t>« </w:t>
      </w:r>
      <w:r w:rsidR="00636A18">
        <w:t>Le mot d</w:t>
      </w:r>
      <w:r>
        <w:t>’</w:t>
      </w:r>
      <w:r w:rsidR="00636A18">
        <w:t>ordre</w:t>
      </w:r>
      <w:r>
        <w:t xml:space="preserve"> ?… </w:t>
      </w:r>
      <w:r w:rsidR="00636A18">
        <w:t>Connaissez-vous le mot d</w:t>
      </w:r>
      <w:r>
        <w:t>’</w:t>
      </w:r>
      <w:r w:rsidR="00636A18">
        <w:t>ordre</w:t>
      </w:r>
      <w:r>
        <w:t> ? »</w:t>
      </w:r>
    </w:p>
    <w:p w14:paraId="3185CC28" w14:textId="77777777" w:rsidR="00D37400" w:rsidRDefault="00636A18">
      <w:r>
        <w:t>Car ils voulaient tous un mot d</w:t>
      </w:r>
      <w:r w:rsidR="00D37400">
        <w:t>’</w:t>
      </w:r>
      <w:r>
        <w:t>ordre</w:t>
      </w:r>
      <w:r w:rsidR="00D37400">
        <w:t xml:space="preserve">, </w:t>
      </w:r>
      <w:r>
        <w:t>n</w:t>
      </w:r>
      <w:r w:rsidR="00D37400">
        <w:t>’</w:t>
      </w:r>
      <w:r>
        <w:t>ayant jamais rien fait ni pensé sans mot d</w:t>
      </w:r>
      <w:r w:rsidR="00D37400">
        <w:t>’</w:t>
      </w:r>
      <w:r>
        <w:t>ordre</w:t>
      </w:r>
      <w:r w:rsidR="00D37400">
        <w:t>.</w:t>
      </w:r>
    </w:p>
    <w:p w14:paraId="18794B89" w14:textId="77777777" w:rsidR="00D37400" w:rsidRDefault="00636A18">
      <w:r>
        <w:t>Oui</w:t>
      </w:r>
      <w:r w:rsidR="00D37400">
        <w:t xml:space="preserve">, </w:t>
      </w:r>
      <w:r>
        <w:t>tout cela</w:t>
      </w:r>
      <w:r w:rsidR="00D37400">
        <w:t xml:space="preserve">, </w:t>
      </w:r>
      <w:r>
        <w:t>je le vois</w:t>
      </w:r>
      <w:r w:rsidR="00D37400">
        <w:t xml:space="preserve">, </w:t>
      </w:r>
      <w:r>
        <w:t>je l</w:t>
      </w:r>
      <w:r w:rsidR="00D37400">
        <w:t>’</w:t>
      </w:r>
      <w:r>
        <w:t>entends</w:t>
      </w:r>
      <w:r w:rsidR="00D37400">
        <w:t> !</w:t>
      </w:r>
    </w:p>
    <w:p w14:paraId="1DCA9175" w14:textId="77777777" w:rsidR="00D37400" w:rsidRDefault="00636A18">
      <w:r>
        <w:t xml:space="preserve">Et le commandant de la vieille garde </w:t>
      </w:r>
      <w:proofErr w:type="spellStart"/>
      <w:r>
        <w:t>Michelair</w:t>
      </w:r>
      <w:proofErr w:type="spellEnd"/>
      <w:r w:rsidR="00D37400">
        <w:t xml:space="preserve">, </w:t>
      </w:r>
      <w:r>
        <w:t>fronçant le sourcil</w:t>
      </w:r>
      <w:r w:rsidR="00D37400">
        <w:t xml:space="preserve">, </w:t>
      </w:r>
      <w:r>
        <w:t>qui leur répond brusquement</w:t>
      </w:r>
      <w:r w:rsidR="00D37400">
        <w:t> :</w:t>
      </w:r>
    </w:p>
    <w:p w14:paraId="0AB885B4" w14:textId="00537C0C" w:rsidR="00636A18" w:rsidRDefault="00D37400">
      <w:pPr>
        <w:rPr>
          <w:szCs w:val="36"/>
        </w:rPr>
      </w:pPr>
      <w:r>
        <w:t>« </w:t>
      </w:r>
      <w:r w:rsidR="00636A18">
        <w:t>Le mot d</w:t>
      </w:r>
      <w:r>
        <w:t>’</w:t>
      </w:r>
      <w:r w:rsidR="00636A18">
        <w:t>ordre</w:t>
      </w:r>
      <w:r>
        <w:t xml:space="preserve">… </w:t>
      </w:r>
      <w:r w:rsidR="00636A18">
        <w:t>c</w:t>
      </w:r>
      <w:r>
        <w:t>’</w:t>
      </w:r>
      <w:r w:rsidR="00636A18">
        <w:t>est d</w:t>
      </w:r>
      <w:r>
        <w:t>’</w:t>
      </w:r>
      <w:r w:rsidR="00636A18">
        <w:t>attendre</w:t>
      </w:r>
      <w:r>
        <w:t xml:space="preserve">… </w:t>
      </w:r>
      <w:r w:rsidR="00636A18">
        <w:t>et d</w:t>
      </w:r>
      <w:r>
        <w:t>’</w:t>
      </w:r>
      <w:r w:rsidR="00636A18">
        <w:t>être prêts à partir du pied gauche</w:t>
      </w:r>
      <w:r>
        <w:t xml:space="preserve">… </w:t>
      </w:r>
      <w:r w:rsidR="00636A18">
        <w:t>Il n</w:t>
      </w:r>
      <w:r>
        <w:t>’</w:t>
      </w:r>
      <w:r w:rsidR="00636A18">
        <w:t>y en a pas d</w:t>
      </w:r>
      <w:r>
        <w:t>’</w:t>
      </w:r>
      <w:r w:rsidR="00636A18">
        <w:t>autre</w:t>
      </w:r>
      <w:r>
        <w:t>… »</w:t>
      </w:r>
    </w:p>
    <w:p w14:paraId="14646A16" w14:textId="77777777" w:rsidR="00D37400" w:rsidRDefault="00636A18">
      <w:r>
        <w:t>Tout est là sous mes yeux</w:t>
      </w:r>
      <w:r w:rsidR="00D37400">
        <w:t>.</w:t>
      </w:r>
    </w:p>
    <w:p w14:paraId="0CA21618" w14:textId="77777777" w:rsidR="00D37400" w:rsidRDefault="00636A18">
      <w:r>
        <w:t>Alors on se dispersait</w:t>
      </w:r>
      <w:r w:rsidR="00D37400">
        <w:t xml:space="preserve">. </w:t>
      </w:r>
      <w:r>
        <w:t>Chacun courait annoncer les grandes nouvelles à la maison</w:t>
      </w:r>
      <w:r w:rsidR="00D37400">
        <w:t>.</w:t>
      </w:r>
    </w:p>
    <w:p w14:paraId="5C222251" w14:textId="77777777" w:rsidR="00D37400" w:rsidRDefault="00636A18">
      <w:r>
        <w:t>Nous courûmes aussi chez nous</w:t>
      </w:r>
      <w:r w:rsidR="00D37400">
        <w:t xml:space="preserve">, </w:t>
      </w:r>
      <w:r>
        <w:t>et comme nous arrivions à notre boutique</w:t>
      </w:r>
      <w:r w:rsidR="00D37400">
        <w:t xml:space="preserve">, </w:t>
      </w:r>
      <w:r>
        <w:t>elle regorgeait de monde</w:t>
      </w:r>
      <w:r w:rsidR="00D37400">
        <w:t xml:space="preserve">. </w:t>
      </w:r>
      <w:r>
        <w:t>Mon père disait aux paysans</w:t>
      </w:r>
      <w:r w:rsidR="00D37400">
        <w:t> :</w:t>
      </w:r>
    </w:p>
    <w:p w14:paraId="112F56E9" w14:textId="77777777" w:rsidR="00D37400" w:rsidRDefault="00D37400">
      <w:r>
        <w:lastRenderedPageBreak/>
        <w:t>« </w:t>
      </w:r>
      <w:r w:rsidR="00636A18">
        <w:t>Nous allons avoir la république</w:t>
      </w:r>
      <w:r>
        <w:t xml:space="preserve"> ; </w:t>
      </w:r>
      <w:r w:rsidR="00636A18">
        <w:t>il faut remettre notre vieille cocarde rouge</w:t>
      </w:r>
      <w:r>
        <w:t xml:space="preserve">, </w:t>
      </w:r>
      <w:r w:rsidR="00636A18">
        <w:t>blanc et bleu</w:t>
      </w:r>
      <w:r>
        <w:t xml:space="preserve">, </w:t>
      </w:r>
      <w:r w:rsidR="00636A18">
        <w:t>la vraie</w:t>
      </w:r>
      <w:r>
        <w:t xml:space="preserve">, </w:t>
      </w:r>
      <w:r w:rsidR="00636A18">
        <w:t>celle du pays</w:t>
      </w:r>
      <w:r>
        <w:t xml:space="preserve"> ; </w:t>
      </w:r>
      <w:r w:rsidR="00636A18">
        <w:t>ne perdez pas de temps</w:t>
      </w:r>
      <w:r>
        <w:t>. Charles X</w:t>
      </w:r>
      <w:r w:rsidR="00636A18">
        <w:t xml:space="preserve"> est en fuite</w:t>
      </w:r>
      <w:r>
        <w:t xml:space="preserve">, </w:t>
      </w:r>
      <w:r w:rsidR="00636A18">
        <w:t>nous allons avoir Lafayette</w:t>
      </w:r>
      <w:r>
        <w:t xml:space="preserve">. </w:t>
      </w:r>
      <w:r w:rsidR="00636A18">
        <w:t>Vous n</w:t>
      </w:r>
      <w:r>
        <w:t>’</w:t>
      </w:r>
      <w:r w:rsidR="00636A18">
        <w:t>avez pas oublié Lafayette</w:t>
      </w:r>
      <w:r>
        <w:t> ?</w:t>
      </w:r>
    </w:p>
    <w:p w14:paraId="2B06BA11" w14:textId="77777777" w:rsidR="00D37400" w:rsidRDefault="00D37400">
      <w:r>
        <w:t>— </w:t>
      </w:r>
      <w:r w:rsidR="00636A18">
        <w:t>Non</w:t>
      </w:r>
      <w:r>
        <w:t xml:space="preserve">, </w:t>
      </w:r>
      <w:r w:rsidR="00636A18">
        <w:t>non</w:t>
      </w:r>
      <w:r>
        <w:t xml:space="preserve">, </w:t>
      </w:r>
      <w:r w:rsidR="00636A18">
        <w:t xml:space="preserve">monsieur </w:t>
      </w:r>
      <w:proofErr w:type="spellStart"/>
      <w:r w:rsidR="00636A18">
        <w:t>Pélerin</w:t>
      </w:r>
      <w:proofErr w:type="spellEnd"/>
      <w:r>
        <w:t xml:space="preserve">, </w:t>
      </w:r>
      <w:r w:rsidR="00636A18">
        <w:t>répondaient les vieux pa</w:t>
      </w:r>
      <w:r w:rsidR="00636A18">
        <w:t>y</w:t>
      </w:r>
      <w:r w:rsidR="00636A18">
        <w:t>sans</w:t>
      </w:r>
      <w:r>
        <w:t xml:space="preserve">, </w:t>
      </w:r>
      <w:r w:rsidR="00636A18">
        <w:t>en levant leurs grands tricornes</w:t>
      </w:r>
      <w:r>
        <w:t> :</w:t>
      </w:r>
    </w:p>
    <w:p w14:paraId="5D852EB7" w14:textId="6025F3CC" w:rsidR="00636A18" w:rsidRDefault="00D37400">
      <w:r>
        <w:t>— </w:t>
      </w:r>
      <w:r w:rsidR="00636A18">
        <w:t>Vive Lafayette</w:t>
      </w:r>
      <w:r>
        <w:t> ! »</w:t>
      </w:r>
    </w:p>
    <w:p w14:paraId="3EA2C048" w14:textId="77777777" w:rsidR="00D37400" w:rsidRDefault="00636A18">
      <w:r>
        <w:t>Et ma mère tirait le père par le bras</w:t>
      </w:r>
      <w:r w:rsidR="00D37400">
        <w:t xml:space="preserve">, </w:t>
      </w:r>
      <w:r>
        <w:t>en lui disant tout bas</w:t>
      </w:r>
      <w:r w:rsidR="00D37400">
        <w:t> :</w:t>
      </w:r>
    </w:p>
    <w:p w14:paraId="085C1825" w14:textId="77777777" w:rsidR="00D37400" w:rsidRDefault="00D37400">
      <w:r>
        <w:t>« </w:t>
      </w:r>
      <w:proofErr w:type="spellStart"/>
      <w:r w:rsidR="00636A18">
        <w:t>Pélerin</w:t>
      </w:r>
      <w:proofErr w:type="spellEnd"/>
      <w:r>
        <w:t xml:space="preserve">, </w:t>
      </w:r>
      <w:r w:rsidR="00636A18">
        <w:t>ne parle pas trop</w:t>
      </w:r>
      <w:r>
        <w:t xml:space="preserve">… </w:t>
      </w:r>
      <w:r w:rsidR="00636A18">
        <w:t>On ne sait pas ce qui peut a</w:t>
      </w:r>
      <w:r w:rsidR="00636A18">
        <w:t>r</w:t>
      </w:r>
      <w:r w:rsidR="00636A18">
        <w:t>river</w:t>
      </w:r>
      <w:r>
        <w:t>.</w:t>
      </w:r>
    </w:p>
    <w:p w14:paraId="4E6C70E0" w14:textId="04B7559D" w:rsidR="00636A18" w:rsidRDefault="00D37400">
      <w:r>
        <w:t>— </w:t>
      </w:r>
      <w:r w:rsidR="00636A18">
        <w:t>Ah</w:t>
      </w:r>
      <w:r>
        <w:t xml:space="preserve"> ! </w:t>
      </w:r>
      <w:r w:rsidR="00636A18">
        <w:t>faisait-il</w:t>
      </w:r>
      <w:r>
        <w:t xml:space="preserve">, </w:t>
      </w:r>
      <w:r w:rsidR="00636A18">
        <w:t>laisse-moi tranquille</w:t>
      </w:r>
      <w:r>
        <w:t xml:space="preserve">… </w:t>
      </w:r>
      <w:r w:rsidR="00636A18">
        <w:t>J</w:t>
      </w:r>
      <w:r>
        <w:t>’</w:t>
      </w:r>
      <w:r w:rsidR="00636A18">
        <w:t>en ai bien assez des cafards</w:t>
      </w:r>
      <w:r>
        <w:t xml:space="preserve">… </w:t>
      </w:r>
      <w:r w:rsidR="00636A18">
        <w:t>il est temps de revenir au bon sens</w:t>
      </w:r>
      <w:r>
        <w:t> ! »</w:t>
      </w:r>
    </w:p>
    <w:p w14:paraId="19D240A7" w14:textId="77777777" w:rsidR="00D37400" w:rsidRDefault="00636A18">
      <w:r>
        <w:t>Et se tournant de nouveau vers les gens des villages</w:t>
      </w:r>
      <w:r w:rsidR="00D37400">
        <w:t xml:space="preserve">, </w:t>
      </w:r>
      <w:r>
        <w:t>il leur criait</w:t>
      </w:r>
      <w:r w:rsidR="00D37400">
        <w:t> :</w:t>
      </w:r>
    </w:p>
    <w:p w14:paraId="52329E0B" w14:textId="77777777" w:rsidR="00D37400" w:rsidRDefault="00D37400">
      <w:r>
        <w:t>« </w:t>
      </w:r>
      <w:r w:rsidR="00636A18">
        <w:t>Allez</w:t>
      </w:r>
      <w:r>
        <w:t xml:space="preserve">… </w:t>
      </w:r>
      <w:r w:rsidR="00636A18">
        <w:t>dépêchez-vous</w:t>
      </w:r>
      <w:r>
        <w:t xml:space="preserve"> !… </w:t>
      </w:r>
      <w:r w:rsidR="00636A18">
        <w:t>Et que ceux qui ont des fils à l</w:t>
      </w:r>
      <w:r>
        <w:t>’</w:t>
      </w:r>
      <w:r w:rsidR="00636A18">
        <w:t>armée leur écrivent de soutenir Lafayette</w:t>
      </w:r>
      <w:r>
        <w:t xml:space="preserve">. </w:t>
      </w:r>
      <w:r w:rsidR="00636A18">
        <w:t>Vous m</w:t>
      </w:r>
      <w:r>
        <w:t>’</w:t>
      </w:r>
      <w:r w:rsidR="00636A18">
        <w:t>entendez</w:t>
      </w:r>
      <w:r>
        <w:t> !</w:t>
      </w:r>
    </w:p>
    <w:p w14:paraId="017B0D0F" w14:textId="32070409" w:rsidR="00636A18" w:rsidRDefault="00D37400">
      <w:r>
        <w:t>— </w:t>
      </w:r>
      <w:r w:rsidR="00636A18">
        <w:t>Oui</w:t>
      </w:r>
      <w:r>
        <w:t xml:space="preserve">, </w:t>
      </w:r>
      <w:r w:rsidR="00636A18">
        <w:t xml:space="preserve">monsieur </w:t>
      </w:r>
      <w:proofErr w:type="spellStart"/>
      <w:r w:rsidR="00636A18">
        <w:t>Pélerin</w:t>
      </w:r>
      <w:proofErr w:type="spellEnd"/>
      <w:r>
        <w:t>. »</w:t>
      </w:r>
    </w:p>
    <w:p w14:paraId="5F956116" w14:textId="77777777" w:rsidR="00D37400" w:rsidRDefault="00636A18">
      <w:r>
        <w:rPr>
          <w:szCs w:val="36"/>
        </w:rPr>
        <w:t>Justine et moi</w:t>
      </w:r>
      <w:r w:rsidR="00D37400">
        <w:rPr>
          <w:szCs w:val="36"/>
        </w:rPr>
        <w:t xml:space="preserve">, </w:t>
      </w:r>
      <w:r>
        <w:rPr>
          <w:szCs w:val="36"/>
        </w:rPr>
        <w:t>dans un coin</w:t>
      </w:r>
      <w:r w:rsidR="00D37400">
        <w:rPr>
          <w:szCs w:val="36"/>
        </w:rPr>
        <w:t xml:space="preserve">, </w:t>
      </w:r>
      <w:r>
        <w:rPr>
          <w:szCs w:val="36"/>
        </w:rPr>
        <w:t xml:space="preserve">derrière le </w:t>
      </w:r>
      <w:r>
        <w:t>comptoir</w:t>
      </w:r>
      <w:r w:rsidR="00D37400">
        <w:t xml:space="preserve">, </w:t>
      </w:r>
      <w:r>
        <w:t>nous écoutions</w:t>
      </w:r>
      <w:r w:rsidR="00D37400">
        <w:t xml:space="preserve">, </w:t>
      </w:r>
      <w:r>
        <w:t>l</w:t>
      </w:r>
      <w:r w:rsidR="00D37400">
        <w:t>’</w:t>
      </w:r>
      <w:r>
        <w:t>oreille tendue</w:t>
      </w:r>
      <w:r w:rsidR="00D37400">
        <w:t xml:space="preserve">, </w:t>
      </w:r>
      <w:r>
        <w:t>sans bien comprendre la portée des choses</w:t>
      </w:r>
      <w:r w:rsidR="00D37400">
        <w:t>.</w:t>
      </w:r>
    </w:p>
    <w:p w14:paraId="0C6534EA" w14:textId="77777777" w:rsidR="00D37400" w:rsidRDefault="00636A18">
      <w:r>
        <w:t>Quelques instants après</w:t>
      </w:r>
      <w:r w:rsidR="00D37400">
        <w:t xml:space="preserve">, </w:t>
      </w:r>
      <w:r>
        <w:t xml:space="preserve">mon ami Florentin arrivait avec </w:t>
      </w:r>
      <w:proofErr w:type="spellStart"/>
      <w:r>
        <w:t>Frentzel</w:t>
      </w:r>
      <w:proofErr w:type="spellEnd"/>
      <w:r>
        <w:t xml:space="preserve"> et disait</w:t>
      </w:r>
      <w:r w:rsidR="00D37400">
        <w:t> :</w:t>
      </w:r>
    </w:p>
    <w:p w14:paraId="4F4952CB" w14:textId="77777777" w:rsidR="00D37400" w:rsidRDefault="00D37400">
      <w:r>
        <w:t>« </w:t>
      </w:r>
      <w:r w:rsidR="00636A18">
        <w:t xml:space="preserve">Monsieur </w:t>
      </w:r>
      <w:proofErr w:type="spellStart"/>
      <w:r w:rsidR="00636A18">
        <w:t>Pélerin</w:t>
      </w:r>
      <w:proofErr w:type="spellEnd"/>
      <w:r>
        <w:t xml:space="preserve">, </w:t>
      </w:r>
      <w:r w:rsidR="00636A18">
        <w:t>nous allons revoir l</w:t>
      </w:r>
      <w:r>
        <w:t>’</w:t>
      </w:r>
      <w:r w:rsidR="00636A18">
        <w:t>empereur</w:t>
      </w:r>
      <w:r>
        <w:t>.</w:t>
      </w:r>
    </w:p>
    <w:p w14:paraId="340822F2" w14:textId="21AB9A40" w:rsidR="00636A18" w:rsidRDefault="00D37400">
      <w:pPr>
        <w:rPr>
          <w:szCs w:val="36"/>
        </w:rPr>
      </w:pPr>
      <w:r>
        <w:lastRenderedPageBreak/>
        <w:t>— </w:t>
      </w:r>
      <w:r w:rsidR="00636A18">
        <w:t>Vous avez donc oublié vos anciens généraux Hoche</w:t>
      </w:r>
      <w:r>
        <w:t xml:space="preserve">, </w:t>
      </w:r>
      <w:r w:rsidR="00636A18">
        <w:t>Kl</w:t>
      </w:r>
      <w:r w:rsidR="00636A18">
        <w:t>é</w:t>
      </w:r>
      <w:r w:rsidR="00636A18">
        <w:t>ber</w:t>
      </w:r>
      <w:r>
        <w:t xml:space="preserve">, </w:t>
      </w:r>
      <w:r w:rsidR="00636A18">
        <w:t>Marceau</w:t>
      </w:r>
      <w:r>
        <w:t xml:space="preserve">, </w:t>
      </w:r>
      <w:r w:rsidR="00636A18">
        <w:t>capitaine Florentin</w:t>
      </w:r>
      <w:r>
        <w:t xml:space="preserve">, </w:t>
      </w:r>
      <w:r w:rsidR="00636A18">
        <w:t>lui répondit mon père</w:t>
      </w:r>
      <w:r>
        <w:t xml:space="preserve"> ; </w:t>
      </w:r>
      <w:r w:rsidR="00636A18">
        <w:t>ceux qui vous ont conduits les premiers à la victoire</w:t>
      </w:r>
      <w:r>
        <w:t xml:space="preserve"> ? </w:t>
      </w:r>
      <w:r w:rsidR="00636A18">
        <w:t>Ce n</w:t>
      </w:r>
      <w:r>
        <w:t>’</w:t>
      </w:r>
      <w:r w:rsidR="00636A18">
        <w:t>étaient pas des ambitieux</w:t>
      </w:r>
      <w:r>
        <w:t xml:space="preserve">, </w:t>
      </w:r>
      <w:r w:rsidR="00636A18">
        <w:t>ceux-là</w:t>
      </w:r>
      <w:r>
        <w:t xml:space="preserve">, </w:t>
      </w:r>
      <w:r w:rsidR="00636A18">
        <w:t>des voleurs comme nous en avons vu depuis</w:t>
      </w:r>
      <w:r>
        <w:t xml:space="preserve">. </w:t>
      </w:r>
      <w:r w:rsidR="00636A18">
        <w:t>Vous aimez l</w:t>
      </w:r>
      <w:r>
        <w:t>’</w:t>
      </w:r>
      <w:r w:rsidR="00636A18">
        <w:t>homme qui a rétabli la noblesse</w:t>
      </w:r>
      <w:r>
        <w:t xml:space="preserve">, </w:t>
      </w:r>
      <w:r w:rsidR="00636A18">
        <w:t>pour vous remplacer dans tous les grades</w:t>
      </w:r>
      <w:r>
        <w:t xml:space="preserve">, </w:t>
      </w:r>
      <w:r w:rsidR="00636A18">
        <w:t>pour vous trahir comme Bourmont</w:t>
      </w:r>
      <w:r>
        <w:t xml:space="preserve">, </w:t>
      </w:r>
      <w:r w:rsidR="00636A18">
        <w:t>pour livrer le sol de la patrie à l</w:t>
      </w:r>
      <w:r>
        <w:t>’</w:t>
      </w:r>
      <w:r w:rsidR="00636A18">
        <w:t>étranger et pour r</w:t>
      </w:r>
      <w:r w:rsidR="00636A18">
        <w:t>o</w:t>
      </w:r>
      <w:r w:rsidR="00636A18">
        <w:t>gner vos croix et vos pensions</w:t>
      </w:r>
      <w:r>
        <w:t>. »</w:t>
      </w:r>
    </w:p>
    <w:p w14:paraId="74F15DBF" w14:textId="77777777" w:rsidR="00D37400" w:rsidRDefault="00636A18">
      <w:r>
        <w:t>Mon ami Florentin n</w:t>
      </w:r>
      <w:r w:rsidR="00D37400">
        <w:t>’</w:t>
      </w:r>
      <w:r>
        <w:t>avait peut-être jamais songé à tout c</w:t>
      </w:r>
      <w:r>
        <w:t>e</w:t>
      </w:r>
      <w:r>
        <w:t>la et ne savait quoi répondre</w:t>
      </w:r>
      <w:r w:rsidR="00D37400">
        <w:t xml:space="preserve">. </w:t>
      </w:r>
      <w:proofErr w:type="spellStart"/>
      <w:r>
        <w:t>Frentzel</w:t>
      </w:r>
      <w:proofErr w:type="spellEnd"/>
      <w:r w:rsidR="00D37400">
        <w:t xml:space="preserve">, </w:t>
      </w:r>
      <w:r>
        <w:t>le tirant par le bras</w:t>
      </w:r>
      <w:r w:rsidR="00D37400">
        <w:t xml:space="preserve">, </w:t>
      </w:r>
      <w:r>
        <w:t>lui disait</w:t>
      </w:r>
      <w:r w:rsidR="00D37400">
        <w:t> :</w:t>
      </w:r>
    </w:p>
    <w:p w14:paraId="7EA6C5F9" w14:textId="4AFA0728" w:rsidR="00636A18" w:rsidRDefault="00D37400">
      <w:r>
        <w:t>« </w:t>
      </w:r>
      <w:r w:rsidR="00636A18">
        <w:t>Arrive</w:t>
      </w:r>
      <w:r>
        <w:t xml:space="preserve">, </w:t>
      </w:r>
      <w:r w:rsidR="00636A18">
        <w:t>Sébastien</w:t>
      </w:r>
      <w:r>
        <w:t xml:space="preserve">, </w:t>
      </w:r>
      <w:r w:rsidR="00636A18">
        <w:t>on ne sait pas encore si les autres sont partis pour tout de bon</w:t>
      </w:r>
      <w:r>
        <w:t xml:space="preserve">… </w:t>
      </w:r>
      <w:r w:rsidR="00636A18">
        <w:t>C</w:t>
      </w:r>
      <w:r>
        <w:t>’</w:t>
      </w:r>
      <w:r w:rsidR="00636A18">
        <w:t>est peut-être une fausse retraite</w:t>
      </w:r>
      <w:r>
        <w:t xml:space="preserve">… </w:t>
      </w:r>
      <w:r w:rsidR="00636A18">
        <w:t>Ils peuvent revenir</w:t>
      </w:r>
      <w:r>
        <w:t>… »</w:t>
      </w:r>
    </w:p>
    <w:p w14:paraId="0DF8AFBE" w14:textId="77777777" w:rsidR="00D37400" w:rsidRDefault="00636A18">
      <w:r>
        <w:t>Lui voulait répondre à toute force</w:t>
      </w:r>
      <w:r w:rsidR="00D37400">
        <w:t xml:space="preserve">, </w:t>
      </w:r>
      <w:r>
        <w:t>mais il ne trouvait pas un mot</w:t>
      </w:r>
      <w:r w:rsidR="00D37400">
        <w:t xml:space="preserve">, </w:t>
      </w:r>
      <w:r>
        <w:t xml:space="preserve">et </w:t>
      </w:r>
      <w:proofErr w:type="spellStart"/>
      <w:r>
        <w:t>Frentzel</w:t>
      </w:r>
      <w:proofErr w:type="spellEnd"/>
      <w:r>
        <w:t xml:space="preserve"> finit par l</w:t>
      </w:r>
      <w:r w:rsidR="00D37400">
        <w:t>’</w:t>
      </w:r>
      <w:r>
        <w:t>emmener</w:t>
      </w:r>
      <w:r w:rsidR="00D37400">
        <w:t>.</w:t>
      </w:r>
    </w:p>
    <w:p w14:paraId="38E8F979" w14:textId="77777777" w:rsidR="00D37400" w:rsidRDefault="00636A18">
      <w:r>
        <w:t>Ma mère aussi</w:t>
      </w:r>
      <w:r w:rsidR="00D37400">
        <w:t xml:space="preserve">, </w:t>
      </w:r>
      <w:r>
        <w:t>de son côté</w:t>
      </w:r>
      <w:r w:rsidR="00D37400">
        <w:t xml:space="preserve">, </w:t>
      </w:r>
      <w:r>
        <w:t>tirait mon père par le bras</w:t>
      </w:r>
      <w:r w:rsidR="00D37400">
        <w:t xml:space="preserve">, </w:t>
      </w:r>
      <w:r>
        <w:t>dans l</w:t>
      </w:r>
      <w:r w:rsidR="00D37400">
        <w:t>’</w:t>
      </w:r>
      <w:r>
        <w:t>arrière-boutique</w:t>
      </w:r>
      <w:r w:rsidR="00D37400">
        <w:t xml:space="preserve">, </w:t>
      </w:r>
      <w:r>
        <w:t>et lui répétait</w:t>
      </w:r>
      <w:r w:rsidR="00D37400">
        <w:t> :</w:t>
      </w:r>
    </w:p>
    <w:p w14:paraId="6372CA7F" w14:textId="187AC51F" w:rsidR="00636A18" w:rsidRDefault="00D37400">
      <w:r>
        <w:t>« </w:t>
      </w:r>
      <w:r w:rsidR="00636A18">
        <w:t>La gendarmerie est sur pied</w:t>
      </w:r>
      <w:r>
        <w:t xml:space="preserve">… </w:t>
      </w:r>
      <w:r w:rsidR="00636A18">
        <w:t xml:space="preserve">Je viens de voir passer </w:t>
      </w:r>
      <w:proofErr w:type="spellStart"/>
      <w:r w:rsidR="00636A18">
        <w:t>Keltz</w:t>
      </w:r>
      <w:proofErr w:type="spellEnd"/>
      <w:r w:rsidR="00636A18">
        <w:t xml:space="preserve"> et Werner</w:t>
      </w:r>
      <w:r>
        <w:t>. »</w:t>
      </w:r>
    </w:p>
    <w:p w14:paraId="040A7850" w14:textId="77777777" w:rsidR="00D37400" w:rsidRDefault="00636A18">
      <w:r>
        <w:t>Enfin</w:t>
      </w:r>
      <w:r w:rsidR="00D37400">
        <w:t xml:space="preserve">, </w:t>
      </w:r>
      <w:r>
        <w:t>on ne pouvait s</w:t>
      </w:r>
      <w:r w:rsidR="00D37400">
        <w:t>’</w:t>
      </w:r>
      <w:r>
        <w:t>entendre</w:t>
      </w:r>
      <w:r w:rsidR="00D37400">
        <w:t>.</w:t>
      </w:r>
    </w:p>
    <w:p w14:paraId="0A96D87E" w14:textId="77777777" w:rsidR="00D37400" w:rsidRDefault="00636A18">
      <w:r>
        <w:t>Dehors</w:t>
      </w:r>
      <w:r w:rsidR="00D37400">
        <w:t xml:space="preserve">, </w:t>
      </w:r>
      <w:r>
        <w:t>le tumulte augmentait</w:t>
      </w:r>
      <w:r w:rsidR="00D37400">
        <w:t xml:space="preserve">, </w:t>
      </w:r>
      <w:r>
        <w:t>car tous les gens des env</w:t>
      </w:r>
      <w:r>
        <w:t>i</w:t>
      </w:r>
      <w:r>
        <w:t>rons accouraient en ville pour avoir des nouvelles</w:t>
      </w:r>
      <w:r w:rsidR="00D37400">
        <w:t xml:space="preserve">. </w:t>
      </w:r>
      <w:r>
        <w:t>Et Justine aussi me tirait par le bras</w:t>
      </w:r>
      <w:r w:rsidR="00D37400">
        <w:t xml:space="preserve">, </w:t>
      </w:r>
      <w:r>
        <w:t>comme font toutes les femmes dans ces moments de bagarre</w:t>
      </w:r>
      <w:r w:rsidR="00D37400">
        <w:t xml:space="preserve">. </w:t>
      </w:r>
      <w:r>
        <w:t>Elle voulait déjà me mener</w:t>
      </w:r>
      <w:r w:rsidR="00D37400">
        <w:t xml:space="preserve">, </w:t>
      </w:r>
      <w:r>
        <w:t>et j</w:t>
      </w:r>
      <w:r w:rsidR="00D37400">
        <w:t>’</w:t>
      </w:r>
      <w:r>
        <w:t>aurais voulu aussi me fâcher</w:t>
      </w:r>
      <w:r w:rsidR="00D37400">
        <w:t xml:space="preserve">, </w:t>
      </w:r>
      <w:r>
        <w:t>mais elle me disait à l</w:t>
      </w:r>
      <w:r w:rsidR="00D37400">
        <w:t>’</w:t>
      </w:r>
      <w:r>
        <w:t>oreille</w:t>
      </w:r>
      <w:r w:rsidR="00D37400">
        <w:t> :</w:t>
      </w:r>
    </w:p>
    <w:p w14:paraId="6962543B" w14:textId="20B63EE0" w:rsidR="00636A18" w:rsidRDefault="00D37400">
      <w:pPr>
        <w:rPr>
          <w:szCs w:val="36"/>
        </w:rPr>
      </w:pPr>
      <w:r>
        <w:rPr>
          <w:szCs w:val="36"/>
        </w:rPr>
        <w:t>« </w:t>
      </w:r>
      <w:r w:rsidR="00636A18">
        <w:rPr>
          <w:szCs w:val="36"/>
        </w:rPr>
        <w:t>Écoute</w:t>
      </w:r>
      <w:r>
        <w:rPr>
          <w:szCs w:val="36"/>
        </w:rPr>
        <w:t xml:space="preserve">, </w:t>
      </w:r>
      <w:r w:rsidR="00636A18">
        <w:rPr>
          <w:szCs w:val="36"/>
        </w:rPr>
        <w:t>Lucien</w:t>
      </w:r>
      <w:r>
        <w:rPr>
          <w:szCs w:val="36"/>
        </w:rPr>
        <w:t xml:space="preserve">, </w:t>
      </w:r>
      <w:r w:rsidR="00636A18">
        <w:rPr>
          <w:szCs w:val="36"/>
        </w:rPr>
        <w:t>nous aurons des poi</w:t>
      </w:r>
      <w:r w:rsidR="00636A18">
        <w:t>res de bon-chrétien pour notre goûter</w:t>
      </w:r>
      <w:r>
        <w:t xml:space="preserve">… </w:t>
      </w:r>
      <w:r w:rsidR="00636A18">
        <w:t>Arrive</w:t>
      </w:r>
      <w:r>
        <w:t> ! »</w:t>
      </w:r>
    </w:p>
    <w:p w14:paraId="7AB20C23" w14:textId="77777777" w:rsidR="00D37400" w:rsidRDefault="00636A18">
      <w:r>
        <w:lastRenderedPageBreak/>
        <w:t>Et je me laissais attendrir</w:t>
      </w:r>
      <w:r w:rsidR="00D37400">
        <w:t>.</w:t>
      </w:r>
    </w:p>
    <w:p w14:paraId="5FA6BDFB" w14:textId="77777777" w:rsidR="00D37400" w:rsidRDefault="00636A18">
      <w:r>
        <w:t>Nous entrâmes donc dans leur maison</w:t>
      </w:r>
      <w:r w:rsidR="00D37400">
        <w:t xml:space="preserve">, </w:t>
      </w:r>
      <w:r>
        <w:t>où Nicole</w:t>
      </w:r>
      <w:r w:rsidR="00D37400">
        <w:t xml:space="preserve">, </w:t>
      </w:r>
      <w:r>
        <w:t>avec la mère Desjardins</w:t>
      </w:r>
      <w:r w:rsidR="00D37400">
        <w:t xml:space="preserve">, </w:t>
      </w:r>
      <w:r>
        <w:t>venaient de s</w:t>
      </w:r>
      <w:r w:rsidR="00D37400">
        <w:t>’</w:t>
      </w:r>
      <w:r>
        <w:t>asseoir à table</w:t>
      </w:r>
      <w:r w:rsidR="00D37400">
        <w:t xml:space="preserve"> ; </w:t>
      </w:r>
      <w:r>
        <w:t>elles se disaient</w:t>
      </w:r>
      <w:r w:rsidR="00D37400">
        <w:t> :</w:t>
      </w:r>
    </w:p>
    <w:p w14:paraId="4398582E" w14:textId="1B8886C4" w:rsidR="00636A18" w:rsidRDefault="00D37400">
      <w:pPr>
        <w:rPr>
          <w:szCs w:val="36"/>
        </w:rPr>
      </w:pPr>
      <w:r>
        <w:t>« </w:t>
      </w:r>
      <w:r w:rsidR="00636A18">
        <w:t>Que ce soit Lafayette ou Reichstadt qui l</w:t>
      </w:r>
      <w:r>
        <w:t>’</w:t>
      </w:r>
      <w:r w:rsidR="00636A18">
        <w:t>emporte</w:t>
      </w:r>
      <w:r>
        <w:t xml:space="preserve">, </w:t>
      </w:r>
      <w:r w:rsidR="00636A18">
        <w:t>ça nous est bien égal</w:t>
      </w:r>
      <w:r>
        <w:t xml:space="preserve"> ; </w:t>
      </w:r>
      <w:r w:rsidR="00636A18">
        <w:t>buvons toujours notre petit verre de rat</w:t>
      </w:r>
      <w:r w:rsidR="00636A18">
        <w:t>a</w:t>
      </w:r>
      <w:r w:rsidR="00636A18">
        <w:t>fia</w:t>
      </w:r>
      <w:r>
        <w:t>… »</w:t>
      </w:r>
    </w:p>
    <w:p w14:paraId="31ED676E" w14:textId="77777777" w:rsidR="00D37400" w:rsidRDefault="00636A18">
      <w:r>
        <w:t>En nous voyant entrer</w:t>
      </w:r>
      <w:r w:rsidR="00D37400">
        <w:t xml:space="preserve">, </w:t>
      </w:r>
      <w:r>
        <w:t>Nicole s</w:t>
      </w:r>
      <w:r w:rsidR="00D37400">
        <w:t>’</w:t>
      </w:r>
      <w:r>
        <w:t>écria</w:t>
      </w:r>
      <w:r w:rsidR="00D37400">
        <w:t> :</w:t>
      </w:r>
    </w:p>
    <w:p w14:paraId="153C1832" w14:textId="1AD3298B" w:rsidR="00636A18" w:rsidRDefault="00D37400">
      <w:pPr>
        <w:rPr>
          <w:szCs w:val="36"/>
        </w:rPr>
      </w:pPr>
      <w:r>
        <w:t>« </w:t>
      </w:r>
      <w:r w:rsidR="00636A18">
        <w:t>Les voilà</w:t>
      </w:r>
      <w:r>
        <w:t xml:space="preserve"> !… </w:t>
      </w:r>
      <w:r w:rsidR="00636A18">
        <w:t>Je ne savais ce que vous étiez devenus</w:t>
      </w:r>
      <w:r>
        <w:t xml:space="preserve">. </w:t>
      </w:r>
      <w:r w:rsidR="00636A18">
        <w:t>Mais asseyez-vous et mangez des poires</w:t>
      </w:r>
      <w:r>
        <w:t>. »</w:t>
      </w:r>
    </w:p>
    <w:p w14:paraId="1D1F5579" w14:textId="77777777" w:rsidR="00D37400" w:rsidRDefault="00636A18">
      <w:r>
        <w:t>Ce que nous fîmes avec une satisfaction véritable</w:t>
      </w:r>
      <w:r w:rsidR="00D37400">
        <w:t xml:space="preserve">, </w:t>
      </w:r>
      <w:r>
        <w:t>en éco</w:t>
      </w:r>
      <w:r>
        <w:t>u</w:t>
      </w:r>
      <w:r>
        <w:t>tant le tumulte du dehors</w:t>
      </w:r>
      <w:r w:rsidR="00D37400">
        <w:t xml:space="preserve">, </w:t>
      </w:r>
      <w:r>
        <w:t>qui ne faisait que grandir</w:t>
      </w:r>
      <w:r w:rsidR="00D37400">
        <w:t>.</w:t>
      </w:r>
    </w:p>
    <w:p w14:paraId="7327138C" w14:textId="77777777" w:rsidR="00D37400" w:rsidRDefault="00636A18">
      <w:r>
        <w:t>Les cabarets</w:t>
      </w:r>
      <w:r w:rsidR="00D37400">
        <w:t xml:space="preserve">, </w:t>
      </w:r>
      <w:r>
        <w:t>par une chaleur pareille</w:t>
      </w:r>
      <w:r w:rsidR="00D37400">
        <w:t xml:space="preserve">, </w:t>
      </w:r>
      <w:r>
        <w:t>se remplissaient de monde</w:t>
      </w:r>
      <w:r w:rsidR="00D37400">
        <w:t>.</w:t>
      </w:r>
    </w:p>
    <w:p w14:paraId="6D36C168" w14:textId="77777777" w:rsidR="00D37400" w:rsidRDefault="00636A18">
      <w:r>
        <w:t>À chaque instant</w:t>
      </w:r>
      <w:r w:rsidR="00D37400">
        <w:t xml:space="preserve">, </w:t>
      </w:r>
      <w:r>
        <w:t>Justine et moi nous voulions ressortir</w:t>
      </w:r>
      <w:r w:rsidR="00D37400">
        <w:t xml:space="preserve">, </w:t>
      </w:r>
      <w:r>
        <w:t>à cause des cris de joie qu</w:t>
      </w:r>
      <w:r w:rsidR="00D37400">
        <w:t>’</w:t>
      </w:r>
      <w:r>
        <w:t>on entendait</w:t>
      </w:r>
      <w:r w:rsidR="00D37400">
        <w:t xml:space="preserve">, </w:t>
      </w:r>
      <w:r>
        <w:t>mais Nicole nous retenait et nous forçait de rester</w:t>
      </w:r>
      <w:r w:rsidR="00D37400">
        <w:t>.</w:t>
      </w:r>
    </w:p>
    <w:p w14:paraId="5D156CAB" w14:textId="3D25C657" w:rsidR="00636A18" w:rsidRDefault="00D37400">
      <w:r>
        <w:t>« </w:t>
      </w:r>
      <w:r w:rsidR="00636A18">
        <w:t>N</w:t>
      </w:r>
      <w:r>
        <w:t>’</w:t>
      </w:r>
      <w:r w:rsidR="00636A18">
        <w:t>allez pas vous faire écraser</w:t>
      </w:r>
      <w:r>
        <w:t xml:space="preserve">, </w:t>
      </w:r>
      <w:r w:rsidR="00636A18">
        <w:t>disait-elle</w:t>
      </w:r>
      <w:r>
        <w:t xml:space="preserve">… </w:t>
      </w:r>
      <w:r w:rsidR="00636A18">
        <w:t>Mangez tra</w:t>
      </w:r>
      <w:r w:rsidR="00636A18">
        <w:t>n</w:t>
      </w:r>
      <w:r w:rsidR="00636A18">
        <w:t>quillement</w:t>
      </w:r>
      <w:r>
        <w:t xml:space="preserve">… </w:t>
      </w:r>
      <w:r w:rsidR="00636A18">
        <w:t>cela vaudra mieux</w:t>
      </w:r>
      <w:r>
        <w:t>. »</w:t>
      </w:r>
    </w:p>
    <w:p w14:paraId="5DB1A4C7" w14:textId="7F6D071A" w:rsidR="00D37400" w:rsidRDefault="00636A18">
      <w:r>
        <w:t>D</w:t>
      </w:r>
      <w:r w:rsidR="00D37400">
        <w:t>’</w:t>
      </w:r>
      <w:r>
        <w:t>autres commères arrivaient alors tout effarées</w:t>
      </w:r>
      <w:r w:rsidR="00D37400">
        <w:t> : M</w:t>
      </w:r>
      <w:r w:rsidR="00D37400" w:rsidRPr="00D37400">
        <w:rPr>
          <w:vertAlign w:val="superscript"/>
        </w:rPr>
        <w:t>me</w:t>
      </w:r>
      <w:r w:rsidR="00D37400">
        <w:t> </w:t>
      </w:r>
      <w:r>
        <w:t>Richard</w:t>
      </w:r>
      <w:r w:rsidR="00D37400">
        <w:t xml:space="preserve">, </w:t>
      </w:r>
      <w:proofErr w:type="spellStart"/>
      <w:r>
        <w:t>Frentzel</w:t>
      </w:r>
      <w:proofErr w:type="spellEnd"/>
      <w:r w:rsidR="00D37400">
        <w:t>, M</w:t>
      </w:r>
      <w:r w:rsidR="00D37400" w:rsidRPr="00D37400">
        <w:rPr>
          <w:vertAlign w:val="superscript"/>
        </w:rPr>
        <w:t>me</w:t>
      </w:r>
      <w:r w:rsidR="00D37400">
        <w:t> </w:t>
      </w:r>
      <w:r>
        <w:t>Desmarets</w:t>
      </w:r>
      <w:r w:rsidR="00D37400">
        <w:t xml:space="preserve">, </w:t>
      </w:r>
      <w:r>
        <w:t>et je me souviens que</w:t>
      </w:r>
      <w:r w:rsidR="00D37400">
        <w:t xml:space="preserve">, </w:t>
      </w:r>
      <w:r>
        <w:t>dès ce moment</w:t>
      </w:r>
      <w:r w:rsidR="00D37400">
        <w:t xml:space="preserve">, </w:t>
      </w:r>
      <w:r>
        <w:t>elles commencèrent à conspirer contre le duc de Reichstadt</w:t>
      </w:r>
      <w:r w:rsidR="00D37400">
        <w:t>.</w:t>
      </w:r>
    </w:p>
    <w:p w14:paraId="652621CD" w14:textId="2C03567C" w:rsidR="00D37400" w:rsidRDefault="00D37400">
      <w:r>
        <w:t>« </w:t>
      </w:r>
      <w:r w:rsidR="00636A18">
        <w:t>Qu</w:t>
      </w:r>
      <w:r>
        <w:t>’</w:t>
      </w:r>
      <w:r w:rsidR="00636A18">
        <w:t>est-ce que nous fait ce garçon-là</w:t>
      </w:r>
      <w:r>
        <w:t xml:space="preserve"> ? </w:t>
      </w:r>
      <w:r w:rsidR="00636A18">
        <w:t xml:space="preserve">disait </w:t>
      </w:r>
      <w:r>
        <w:t>M</w:t>
      </w:r>
      <w:r w:rsidRPr="00D37400">
        <w:rPr>
          <w:vertAlign w:val="superscript"/>
        </w:rPr>
        <w:t>me</w:t>
      </w:r>
      <w:r>
        <w:t> </w:t>
      </w:r>
      <w:r w:rsidR="00636A18">
        <w:t>Françoise</w:t>
      </w:r>
      <w:r>
        <w:t xml:space="preserve"> ; </w:t>
      </w:r>
      <w:r w:rsidR="00636A18">
        <w:t>Florentin était déjà sous-lieutenant quand B</w:t>
      </w:r>
      <w:r w:rsidR="00636A18">
        <w:t>o</w:t>
      </w:r>
      <w:r w:rsidR="00636A18">
        <w:t>naparte a fait son coup</w:t>
      </w:r>
      <w:r>
        <w:t xml:space="preserve"> ; </w:t>
      </w:r>
      <w:r w:rsidR="00636A18">
        <w:t>il serait devenu général si les émigrés n</w:t>
      </w:r>
      <w:r>
        <w:t>’</w:t>
      </w:r>
      <w:r w:rsidR="00636A18">
        <w:t>étaient pas rentrés</w:t>
      </w:r>
      <w:r>
        <w:t>.</w:t>
      </w:r>
    </w:p>
    <w:p w14:paraId="253B9254" w14:textId="77777777" w:rsidR="00D37400" w:rsidRDefault="00D37400">
      <w:r>
        <w:lastRenderedPageBreak/>
        <w:t>— </w:t>
      </w:r>
      <w:r w:rsidR="00636A18">
        <w:t>Oui</w:t>
      </w:r>
      <w:r>
        <w:t xml:space="preserve">, </w:t>
      </w:r>
      <w:r w:rsidR="00636A18">
        <w:t>répondait la mère Desjardins</w:t>
      </w:r>
      <w:r>
        <w:t xml:space="preserve">, </w:t>
      </w:r>
      <w:r w:rsidR="00636A18">
        <w:t>c</w:t>
      </w:r>
      <w:r>
        <w:t>’</w:t>
      </w:r>
      <w:r w:rsidR="00636A18">
        <w:t>est positif</w:t>
      </w:r>
      <w:r>
        <w:t xml:space="preserve"> ; </w:t>
      </w:r>
      <w:r w:rsidR="00636A18">
        <w:t>mon m</w:t>
      </w:r>
      <w:r w:rsidR="00636A18">
        <w:t>a</w:t>
      </w:r>
      <w:r w:rsidR="00636A18">
        <w:t>ri serait aussi devenu général</w:t>
      </w:r>
      <w:r>
        <w:t xml:space="preserve">, </w:t>
      </w:r>
      <w:r w:rsidR="00636A18">
        <w:t>il n</w:t>
      </w:r>
      <w:r>
        <w:t>’</w:t>
      </w:r>
      <w:r w:rsidR="00636A18">
        <w:t>était pas plus bête que les autres</w:t>
      </w:r>
      <w:r>
        <w:t xml:space="preserve"> ; </w:t>
      </w:r>
      <w:r w:rsidR="00636A18">
        <w:t>mais</w:t>
      </w:r>
      <w:r>
        <w:t xml:space="preserve">, </w:t>
      </w:r>
      <w:r w:rsidR="00636A18">
        <w:t>à la fin</w:t>
      </w:r>
      <w:r>
        <w:t xml:space="preserve">, </w:t>
      </w:r>
      <w:r w:rsidR="00636A18">
        <w:t>les nobles comme de Grouchy et de Bourmont avaient seuls toutes les bonnes places</w:t>
      </w:r>
      <w:r>
        <w:t>.</w:t>
      </w:r>
    </w:p>
    <w:p w14:paraId="74B6BE53" w14:textId="02EBA592" w:rsidR="00636A18" w:rsidRDefault="00D37400">
      <w:r>
        <w:t>— </w:t>
      </w:r>
      <w:r w:rsidR="00636A18">
        <w:t>C</w:t>
      </w:r>
      <w:r>
        <w:t>’</w:t>
      </w:r>
      <w:r w:rsidR="00636A18">
        <w:t>est sûr</w:t>
      </w:r>
      <w:r>
        <w:t xml:space="preserve">, </w:t>
      </w:r>
      <w:r w:rsidR="00636A18">
        <w:t>faisait Nicole</w:t>
      </w:r>
      <w:r>
        <w:t xml:space="preserve"> ; </w:t>
      </w:r>
      <w:r w:rsidR="00636A18">
        <w:t>nos pauvres innocents ne se souviennent plus de rien</w:t>
      </w:r>
      <w:r>
        <w:t xml:space="preserve"> ; </w:t>
      </w:r>
      <w:r w:rsidR="00636A18">
        <w:t>le grand Thomas les mène</w:t>
      </w:r>
      <w:r>
        <w:t xml:space="preserve">, </w:t>
      </w:r>
      <w:r w:rsidR="00636A18">
        <w:t>il espère rentrer dans l</w:t>
      </w:r>
      <w:r>
        <w:t>’</w:t>
      </w:r>
      <w:r w:rsidR="00636A18">
        <w:t>armée avec ses épaulettes de colonel et veut tout risquer</w:t>
      </w:r>
      <w:r>
        <w:t>. »</w:t>
      </w:r>
    </w:p>
    <w:p w14:paraId="5DA7A7D2" w14:textId="77777777" w:rsidR="00D37400" w:rsidRDefault="00636A18">
      <w:r>
        <w:t>Alors</w:t>
      </w:r>
      <w:r w:rsidR="00D37400">
        <w:t xml:space="preserve">, </w:t>
      </w:r>
      <w:r>
        <w:t>s</w:t>
      </w:r>
      <w:r w:rsidR="00D37400">
        <w:t>’</w:t>
      </w:r>
      <w:r>
        <w:t>apercevant que nous les écoutions</w:t>
      </w:r>
      <w:r w:rsidR="00D37400">
        <w:t xml:space="preserve">, </w:t>
      </w:r>
      <w:r>
        <w:t>elles se pa</w:t>
      </w:r>
      <w:r>
        <w:t>r</w:t>
      </w:r>
      <w:r>
        <w:t>laient bas en tricotant</w:t>
      </w:r>
      <w:r w:rsidR="00D37400">
        <w:t xml:space="preserve"> ; </w:t>
      </w:r>
      <w:r>
        <w:t>les cris de dehors ne les étonnaient pas</w:t>
      </w:r>
      <w:r w:rsidR="00D37400">
        <w:t xml:space="preserve">, </w:t>
      </w:r>
      <w:r>
        <w:t>elles en avaient entendu bien d</w:t>
      </w:r>
      <w:r w:rsidR="00D37400">
        <w:t>’</w:t>
      </w:r>
      <w:r>
        <w:t>autres</w:t>
      </w:r>
      <w:r w:rsidR="00D37400">
        <w:t>.</w:t>
      </w:r>
    </w:p>
    <w:p w14:paraId="770823DD" w14:textId="77777777" w:rsidR="00D37400" w:rsidRDefault="00D37400">
      <w:r>
        <w:t>« </w:t>
      </w:r>
      <w:r w:rsidR="00636A18">
        <w:t>Je voudrais bien savoir</w:t>
      </w:r>
      <w:r>
        <w:t xml:space="preserve">, </w:t>
      </w:r>
      <w:r w:rsidR="00636A18">
        <w:t xml:space="preserve">disait </w:t>
      </w:r>
      <w:proofErr w:type="spellStart"/>
      <w:r w:rsidR="00636A18">
        <w:t>Frentzel</w:t>
      </w:r>
      <w:proofErr w:type="spellEnd"/>
      <w:r>
        <w:t xml:space="preserve">, </w:t>
      </w:r>
      <w:r w:rsidR="00636A18">
        <w:t>ce que Lafayette ou Reichstadt peuvent rapporter à tous ces braillards</w:t>
      </w:r>
      <w:r>
        <w:t xml:space="preserve"> ? </w:t>
      </w:r>
      <w:r w:rsidR="00636A18">
        <w:t>Est-ce que les ânes ne seront pas toujours des ânes</w:t>
      </w:r>
      <w:r>
        <w:t xml:space="preserve"> ? </w:t>
      </w:r>
      <w:r w:rsidR="00636A18">
        <w:t>Tâchons seul</w:t>
      </w:r>
      <w:r w:rsidR="00636A18">
        <w:t>e</w:t>
      </w:r>
      <w:r w:rsidR="00636A18">
        <w:t>ment d</w:t>
      </w:r>
      <w:r>
        <w:t>’</w:t>
      </w:r>
      <w:r w:rsidR="00636A18">
        <w:t>apaiser un peu nos hommes et de leur faire comprendre qu</w:t>
      </w:r>
      <w:r>
        <w:t>’</w:t>
      </w:r>
      <w:r w:rsidR="00636A18">
        <w:t>il faut rester tranquilles</w:t>
      </w:r>
      <w:r>
        <w:t xml:space="preserve">, </w:t>
      </w:r>
      <w:r w:rsidR="00636A18">
        <w:t>jusqu</w:t>
      </w:r>
      <w:r>
        <w:t>’</w:t>
      </w:r>
      <w:r w:rsidR="00636A18">
        <w:t>à ce qu</w:t>
      </w:r>
      <w:r>
        <w:t>’</w:t>
      </w:r>
      <w:r w:rsidR="00636A18">
        <w:t>un bon roi</w:t>
      </w:r>
      <w:r>
        <w:t xml:space="preserve">, </w:t>
      </w:r>
      <w:r w:rsidR="00636A18">
        <w:t>un bon empereur ou une bonne république soit arrivée pour nous payer nos croix et nos pensions</w:t>
      </w:r>
      <w:r>
        <w:t xml:space="preserve">. </w:t>
      </w:r>
      <w:r w:rsidR="00636A18">
        <w:t>Qu</w:t>
      </w:r>
      <w:r>
        <w:t>’</w:t>
      </w:r>
      <w:r w:rsidR="00636A18">
        <w:t>est-ce que le reste peut nous faire</w:t>
      </w:r>
      <w:r>
        <w:t xml:space="preserve">, </w:t>
      </w:r>
      <w:r w:rsidR="00636A18">
        <w:t>à nous autres</w:t>
      </w:r>
      <w:r>
        <w:t xml:space="preserve"> ? </w:t>
      </w:r>
      <w:r w:rsidR="00636A18">
        <w:t>Les gros numéros de la loterie sont toujours pour les malins</w:t>
      </w:r>
      <w:r>
        <w:t xml:space="preserve">, </w:t>
      </w:r>
      <w:r w:rsidR="00636A18">
        <w:t>et ce ne sont pas nos hommes qui seront jamais dans les malins</w:t>
      </w:r>
      <w:r>
        <w:t> !</w:t>
      </w:r>
    </w:p>
    <w:p w14:paraId="65BD431B" w14:textId="77777777" w:rsidR="00D37400" w:rsidRDefault="00D37400">
      <w:r>
        <w:t>— </w:t>
      </w:r>
      <w:r w:rsidR="00636A18">
        <w:t>Oh</w:t>
      </w:r>
      <w:r>
        <w:t xml:space="preserve"> ! </w:t>
      </w:r>
      <w:r w:rsidR="00636A18">
        <w:t>non</w:t>
      </w:r>
      <w:r>
        <w:t xml:space="preserve">, </w:t>
      </w:r>
      <w:r w:rsidR="00636A18">
        <w:t>bien sûr</w:t>
      </w:r>
      <w:r>
        <w:t xml:space="preserve">, </w:t>
      </w:r>
      <w:r w:rsidR="00636A18">
        <w:t>soupirait la mère Desjardins</w:t>
      </w:r>
      <w:r>
        <w:t xml:space="preserve">. </w:t>
      </w:r>
      <w:r w:rsidR="00636A18">
        <w:t>Si le nouveau gouvernement pouvait seulement nous rendre la croix tout entière</w:t>
      </w:r>
      <w:r>
        <w:t xml:space="preserve">, </w:t>
      </w:r>
      <w:r w:rsidR="00636A18">
        <w:t>je crierais tout ce qu</w:t>
      </w:r>
      <w:r>
        <w:t>’</w:t>
      </w:r>
      <w:r w:rsidR="00636A18">
        <w:t>on voudrait</w:t>
      </w:r>
      <w:r>
        <w:t>.</w:t>
      </w:r>
    </w:p>
    <w:p w14:paraId="054F5185" w14:textId="0E54C95A" w:rsidR="00636A18" w:rsidRDefault="00D37400">
      <w:pPr>
        <w:rPr>
          <w:szCs w:val="36"/>
        </w:rPr>
      </w:pPr>
      <w:r>
        <w:t>— </w:t>
      </w:r>
      <w:r w:rsidR="00636A18">
        <w:t>Et nous donc</w:t>
      </w:r>
      <w:r>
        <w:t xml:space="preserve">, </w:t>
      </w:r>
      <w:r w:rsidR="00636A18">
        <w:t>disaient les autres</w:t>
      </w:r>
      <w:r>
        <w:t xml:space="preserve">, </w:t>
      </w:r>
      <w:r w:rsidR="00636A18">
        <w:t>nous crierions comme des aveugles</w:t>
      </w:r>
      <w:r>
        <w:t xml:space="preserve"> : </w:t>
      </w:r>
      <w:r w:rsidR="00636A18">
        <w:t>Vive Lafayette ou Reichstadt</w:t>
      </w:r>
      <w:r>
        <w:t> ! »</w:t>
      </w:r>
    </w:p>
    <w:p w14:paraId="0EA1B816" w14:textId="77777777" w:rsidR="00D37400" w:rsidRDefault="00636A18">
      <w:r>
        <w:t>Elles riaient</w:t>
      </w:r>
      <w:r w:rsidR="00D37400">
        <w:t>.</w:t>
      </w:r>
    </w:p>
    <w:p w14:paraId="7C8DE640" w14:textId="77777777" w:rsidR="00D37400" w:rsidRDefault="00636A18">
      <w:r>
        <w:t>Ces choses</w:t>
      </w:r>
      <w:r w:rsidR="00D37400">
        <w:t xml:space="preserve">, </w:t>
      </w:r>
      <w:r>
        <w:t>je les entends</w:t>
      </w:r>
      <w:r w:rsidR="00D37400">
        <w:t xml:space="preserve">. </w:t>
      </w:r>
      <w:r>
        <w:t>Justine les comprenait aussi bien que sa mère</w:t>
      </w:r>
      <w:r w:rsidR="00D37400">
        <w:t xml:space="preserve"> ; </w:t>
      </w:r>
      <w:r>
        <w:t>elle avait déjà les mêmes idées</w:t>
      </w:r>
      <w:r w:rsidR="00D37400">
        <w:t xml:space="preserve">, </w:t>
      </w:r>
      <w:r>
        <w:t xml:space="preserve">car toutes </w:t>
      </w:r>
      <w:r>
        <w:lastRenderedPageBreak/>
        <w:t>les filles tiennent avec leur mère</w:t>
      </w:r>
      <w:r w:rsidR="00D37400">
        <w:t xml:space="preserve">, </w:t>
      </w:r>
      <w:r>
        <w:t>jusqu</w:t>
      </w:r>
      <w:r w:rsidR="00D37400">
        <w:t>’</w:t>
      </w:r>
      <w:r>
        <w:t>à ce qu</w:t>
      </w:r>
      <w:r w:rsidR="00D37400">
        <w:t>’</w:t>
      </w:r>
      <w:r>
        <w:t>elles aient un bon mari</w:t>
      </w:r>
      <w:r w:rsidR="00D37400">
        <w:t xml:space="preserve">, </w:t>
      </w:r>
      <w:r>
        <w:t>pour le conduire par le nez</w:t>
      </w:r>
      <w:r w:rsidR="00D37400">
        <w:t>.</w:t>
      </w:r>
    </w:p>
    <w:p w14:paraId="73737637" w14:textId="77777777" w:rsidR="00D37400" w:rsidRDefault="00636A18">
      <w:r>
        <w:t>Tout le monde sera forcé de reconnaître que j</w:t>
      </w:r>
      <w:r w:rsidR="00D37400">
        <w:t>’</w:t>
      </w:r>
      <w:r>
        <w:t>ai raison</w:t>
      </w:r>
      <w:r w:rsidR="00D37400">
        <w:t xml:space="preserve"> ; </w:t>
      </w:r>
      <w:r>
        <w:t>et c</w:t>
      </w:r>
      <w:r w:rsidR="00D37400">
        <w:t>’</w:t>
      </w:r>
      <w:r>
        <w:t>est un grand bonheur</w:t>
      </w:r>
      <w:r w:rsidR="00D37400">
        <w:t xml:space="preserve">, </w:t>
      </w:r>
      <w:r>
        <w:t>car sans les femmes</w:t>
      </w:r>
      <w:r w:rsidR="00D37400">
        <w:t xml:space="preserve">, </w:t>
      </w:r>
      <w:r>
        <w:t>Dieu sait toutes les bêtises que les hommes feraient</w:t>
      </w:r>
      <w:r w:rsidR="00D37400">
        <w:t xml:space="preserve">, </w:t>
      </w:r>
      <w:r>
        <w:t>et quels accidents pourraient leur arriver</w:t>
      </w:r>
      <w:r w:rsidR="00D37400">
        <w:t> !</w:t>
      </w:r>
    </w:p>
    <w:p w14:paraId="5B3629DC" w14:textId="6AC71B69" w:rsidR="00636A18" w:rsidRDefault="00636A18" w:rsidP="00D37400">
      <w:pPr>
        <w:pStyle w:val="Titre2"/>
        <w:pageBreakBefore/>
      </w:pPr>
      <w:bookmarkStart w:id="18" w:name="_Toc344229464"/>
      <w:bookmarkStart w:id="19" w:name="_Toc194835727"/>
      <w:r>
        <w:lastRenderedPageBreak/>
        <w:t>IX</w:t>
      </w:r>
      <w:bookmarkEnd w:id="18"/>
      <w:bookmarkEnd w:id="19"/>
    </w:p>
    <w:p w14:paraId="064A0045" w14:textId="77777777" w:rsidR="00D37400" w:rsidRDefault="00636A18">
      <w:r>
        <w:t>Le tumulte continua jusqu</w:t>
      </w:r>
      <w:r w:rsidR="00D37400">
        <w:t>’</w:t>
      </w:r>
      <w:r>
        <w:t>au soir</w:t>
      </w:r>
      <w:r w:rsidR="00D37400">
        <w:t xml:space="preserve">. </w:t>
      </w:r>
      <w:r>
        <w:t>Les auberges et les c</w:t>
      </w:r>
      <w:r>
        <w:t>a</w:t>
      </w:r>
      <w:r>
        <w:t>barets fourmillaient de monde</w:t>
      </w:r>
      <w:r w:rsidR="00D37400">
        <w:t xml:space="preserve">, </w:t>
      </w:r>
      <w:r>
        <w:t>mais c</w:t>
      </w:r>
      <w:r w:rsidR="00D37400">
        <w:t>’</w:t>
      </w:r>
      <w:r>
        <w:t>était un tumulte gai</w:t>
      </w:r>
      <w:r w:rsidR="00D37400">
        <w:t xml:space="preserve"> ; </w:t>
      </w:r>
      <w:r>
        <w:t>on buvait</w:t>
      </w:r>
      <w:r w:rsidR="00D37400">
        <w:t xml:space="preserve">, </w:t>
      </w:r>
      <w:r>
        <w:t>on trinquait</w:t>
      </w:r>
      <w:r w:rsidR="00D37400">
        <w:t xml:space="preserve">, </w:t>
      </w:r>
      <w:r>
        <w:t>on criait</w:t>
      </w:r>
      <w:r w:rsidR="00D37400">
        <w:t> : « </w:t>
      </w:r>
      <w:r>
        <w:t>Vive Lafayette</w:t>
      </w:r>
      <w:r w:rsidR="00D37400">
        <w:t> ! »</w:t>
      </w:r>
      <w:r>
        <w:t xml:space="preserve"> les gens étaient d</w:t>
      </w:r>
      <w:r w:rsidR="00D37400">
        <w:t>’</w:t>
      </w:r>
      <w:r>
        <w:t>accord</w:t>
      </w:r>
      <w:r w:rsidR="00D37400">
        <w:t xml:space="preserve">, </w:t>
      </w:r>
      <w:r>
        <w:t>aucune dispute ne pouvait s</w:t>
      </w:r>
      <w:r w:rsidR="00D37400">
        <w:t>’</w:t>
      </w:r>
      <w:r>
        <w:t>élever</w:t>
      </w:r>
      <w:r w:rsidR="00D37400">
        <w:t>.</w:t>
      </w:r>
    </w:p>
    <w:p w14:paraId="71D993DC" w14:textId="77777777" w:rsidR="00D37400" w:rsidRDefault="00636A18">
      <w:r>
        <w:t>Enfin</w:t>
      </w:r>
      <w:r w:rsidR="00D37400">
        <w:t xml:space="preserve">, </w:t>
      </w:r>
      <w:r>
        <w:t>vers huit heures</w:t>
      </w:r>
      <w:r w:rsidR="00D37400">
        <w:t xml:space="preserve">, </w:t>
      </w:r>
      <w:r>
        <w:t>les campagnards se dépêchèrent de partir avant la fermeture des portes</w:t>
      </w:r>
      <w:r w:rsidR="00D37400">
        <w:t xml:space="preserve">, </w:t>
      </w:r>
      <w:r>
        <w:t>et tout rentra dans le calme</w:t>
      </w:r>
      <w:r w:rsidR="00D37400">
        <w:t>.</w:t>
      </w:r>
    </w:p>
    <w:p w14:paraId="00A5384E" w14:textId="77777777" w:rsidR="00D37400" w:rsidRDefault="00636A18">
      <w:r>
        <w:t>Moi</w:t>
      </w:r>
      <w:r w:rsidR="00D37400">
        <w:t xml:space="preserve">, </w:t>
      </w:r>
      <w:r>
        <w:t>je dormais depuis longtemps</w:t>
      </w:r>
      <w:r w:rsidR="00D37400">
        <w:t xml:space="preserve">, </w:t>
      </w:r>
      <w:r>
        <w:t>la joue sur la table</w:t>
      </w:r>
      <w:r w:rsidR="00D37400">
        <w:t xml:space="preserve">. </w:t>
      </w:r>
      <w:r>
        <w:t>Rose vint me chercher pour me mettre au lit</w:t>
      </w:r>
      <w:r w:rsidR="00D37400">
        <w:t xml:space="preserve">. </w:t>
      </w:r>
      <w:r>
        <w:t>Ainsi se termina la journée</w:t>
      </w:r>
      <w:r w:rsidR="00D37400">
        <w:t>.</w:t>
      </w:r>
    </w:p>
    <w:p w14:paraId="5366A7C8" w14:textId="77777777" w:rsidR="00D37400" w:rsidRDefault="00636A18">
      <w:r>
        <w:rPr>
          <w:szCs w:val="36"/>
        </w:rPr>
        <w:t>Mais ce fut bien autre chose le lende</w:t>
      </w:r>
      <w:r>
        <w:t>main</w:t>
      </w:r>
      <w:r w:rsidR="00D37400">
        <w:t xml:space="preserve">. </w:t>
      </w:r>
      <w:r>
        <w:t>En m</w:t>
      </w:r>
      <w:r w:rsidR="00D37400">
        <w:t>’</w:t>
      </w:r>
      <w:r>
        <w:t>éveillant</w:t>
      </w:r>
      <w:r w:rsidR="00D37400">
        <w:t xml:space="preserve">, </w:t>
      </w:r>
      <w:r>
        <w:t>comme Rose poussait les volets</w:t>
      </w:r>
      <w:r w:rsidR="00D37400">
        <w:t xml:space="preserve">, </w:t>
      </w:r>
      <w:r>
        <w:t>j</w:t>
      </w:r>
      <w:r w:rsidR="00D37400">
        <w:t>’</w:t>
      </w:r>
      <w:r>
        <w:t>aperçus la grande rue en face toute pavoisée de drapeaux tricolores</w:t>
      </w:r>
      <w:r w:rsidR="00D37400">
        <w:t>.</w:t>
      </w:r>
    </w:p>
    <w:p w14:paraId="33B577B0" w14:textId="77777777" w:rsidR="00D37400" w:rsidRDefault="00636A18">
      <w:r>
        <w:t>C</w:t>
      </w:r>
      <w:r w:rsidR="00D37400">
        <w:t>’</w:t>
      </w:r>
      <w:r>
        <w:t>est une des sensations les plus vives de ma vie</w:t>
      </w:r>
      <w:r w:rsidR="00D37400">
        <w:t xml:space="preserve"> ; </w:t>
      </w:r>
      <w:r>
        <w:t>ce beau soleil du mois d</w:t>
      </w:r>
      <w:r w:rsidR="00D37400">
        <w:t>’</w:t>
      </w:r>
      <w:r>
        <w:t>août</w:t>
      </w:r>
      <w:r w:rsidR="00D37400">
        <w:t xml:space="preserve">, </w:t>
      </w:r>
      <w:r>
        <w:t>ce ciel sans nuages et toutes ces brillantes couleurs papillotant à la lumière jusque sur les toits</w:t>
      </w:r>
      <w:r w:rsidR="00D37400">
        <w:t xml:space="preserve">… </w:t>
      </w:r>
      <w:r>
        <w:t>Quel coup d</w:t>
      </w:r>
      <w:r w:rsidR="00D37400">
        <w:t>’</w:t>
      </w:r>
      <w:r>
        <w:t>œil</w:t>
      </w:r>
      <w:r w:rsidR="00D37400">
        <w:t xml:space="preserve"> !… </w:t>
      </w:r>
      <w:r>
        <w:t>J</w:t>
      </w:r>
      <w:r w:rsidR="00D37400">
        <w:t>’</w:t>
      </w:r>
      <w:r>
        <w:t>en étais émerveillé</w:t>
      </w:r>
      <w:r w:rsidR="00D37400">
        <w:t>.</w:t>
      </w:r>
    </w:p>
    <w:p w14:paraId="285E4905" w14:textId="243F83F1" w:rsidR="00636A18" w:rsidRDefault="00D37400">
      <w:pPr>
        <w:rPr>
          <w:szCs w:val="36"/>
        </w:rPr>
      </w:pPr>
      <w:r>
        <w:t>« </w:t>
      </w:r>
      <w:r w:rsidR="00636A18">
        <w:t>Rose</w:t>
      </w:r>
      <w:r>
        <w:t xml:space="preserve">, </w:t>
      </w:r>
      <w:r w:rsidR="00636A18">
        <w:t>habille-moi vite</w:t>
      </w:r>
      <w:r>
        <w:t xml:space="preserve">, </w:t>
      </w:r>
      <w:r w:rsidR="00636A18">
        <w:t>lui criai-je</w:t>
      </w:r>
      <w:r>
        <w:t xml:space="preserve">, </w:t>
      </w:r>
      <w:r w:rsidR="00636A18">
        <w:t>aide-moi</w:t>
      </w:r>
      <w:r>
        <w:t> ! »</w:t>
      </w:r>
    </w:p>
    <w:p w14:paraId="24C5D885" w14:textId="5A3C9A19" w:rsidR="00D37400" w:rsidRDefault="00636A18">
      <w:r>
        <w:t>J</w:t>
      </w:r>
      <w:r w:rsidR="00D37400">
        <w:t>’</w:t>
      </w:r>
      <w:r>
        <w:t>entendais rire</w:t>
      </w:r>
      <w:r w:rsidR="00D37400">
        <w:t xml:space="preserve">, </w:t>
      </w:r>
      <w:r>
        <w:t>chanter au loin</w:t>
      </w:r>
      <w:r w:rsidR="00D37400">
        <w:t xml:space="preserve">. </w:t>
      </w:r>
      <w:r>
        <w:t>Quelques soldats du 1</w:t>
      </w:r>
      <w:r w:rsidR="00D37400">
        <w:t>8</w:t>
      </w:r>
      <w:r w:rsidR="00D37400" w:rsidRPr="00D37400">
        <w:rPr>
          <w:vertAlign w:val="superscript"/>
        </w:rPr>
        <w:t>e</w:t>
      </w:r>
      <w:r w:rsidR="00D37400">
        <w:t xml:space="preserve">, </w:t>
      </w:r>
      <w:r>
        <w:t>en grande tenue</w:t>
      </w:r>
      <w:r w:rsidR="00D37400">
        <w:t xml:space="preserve">, </w:t>
      </w:r>
      <w:r>
        <w:t>passaient tout joyeux</w:t>
      </w:r>
      <w:r w:rsidR="00D37400">
        <w:t xml:space="preserve"> ; </w:t>
      </w:r>
      <w:r>
        <w:t>la veille ils avaient été consignés à la caserne</w:t>
      </w:r>
      <w:r w:rsidR="00D37400">
        <w:t>.</w:t>
      </w:r>
    </w:p>
    <w:p w14:paraId="69F8E188" w14:textId="77777777" w:rsidR="00D37400" w:rsidRDefault="00636A18">
      <w:r>
        <w:t>Notre boutique bourdonnait</w:t>
      </w:r>
      <w:r w:rsidR="00D37400">
        <w:t xml:space="preserve"> ; </w:t>
      </w:r>
      <w:r>
        <w:t>la foule accourait de no</w:t>
      </w:r>
      <w:r>
        <w:t>u</w:t>
      </w:r>
      <w:r>
        <w:t>veau</w:t>
      </w:r>
      <w:r w:rsidR="00D37400">
        <w:t>.</w:t>
      </w:r>
    </w:p>
    <w:p w14:paraId="38A3C136" w14:textId="77777777" w:rsidR="00D37400" w:rsidRDefault="00636A18">
      <w:r>
        <w:t>Rose m</w:t>
      </w:r>
      <w:r w:rsidR="00D37400">
        <w:t>’</w:t>
      </w:r>
      <w:r>
        <w:t>aida</w:t>
      </w:r>
      <w:r w:rsidR="00D37400">
        <w:t xml:space="preserve">, </w:t>
      </w:r>
      <w:r>
        <w:t>puis</w:t>
      </w:r>
      <w:r w:rsidR="00D37400">
        <w:t xml:space="preserve">, </w:t>
      </w:r>
      <w:r>
        <w:t>tout frétillant d</w:t>
      </w:r>
      <w:r w:rsidR="00D37400">
        <w:t>’</w:t>
      </w:r>
      <w:r>
        <w:t>impatience</w:t>
      </w:r>
      <w:r w:rsidR="00D37400">
        <w:t xml:space="preserve">, </w:t>
      </w:r>
      <w:r>
        <w:t>je courus chez mon ami Florentin</w:t>
      </w:r>
      <w:r w:rsidR="00D37400">
        <w:t>.</w:t>
      </w:r>
    </w:p>
    <w:p w14:paraId="6A2DB492" w14:textId="77777777" w:rsidR="00D37400" w:rsidRDefault="00636A18">
      <w:r>
        <w:lastRenderedPageBreak/>
        <w:t>Le brave homme était aussi joyeux que moi</w:t>
      </w:r>
      <w:r w:rsidR="00D37400">
        <w:t xml:space="preserve"> ; </w:t>
      </w:r>
      <w:r>
        <w:t>tout ce qui s</w:t>
      </w:r>
      <w:r w:rsidR="00D37400">
        <w:t>’</w:t>
      </w:r>
      <w:r>
        <w:t>était passé la veille entre mon père et lui</w:t>
      </w:r>
      <w:r w:rsidR="00D37400">
        <w:t xml:space="preserve">, </w:t>
      </w:r>
      <w:r>
        <w:t>il l</w:t>
      </w:r>
      <w:r w:rsidR="00D37400">
        <w:t>’</w:t>
      </w:r>
      <w:r>
        <w:t>avait oublié</w:t>
      </w:r>
      <w:r w:rsidR="00D37400">
        <w:t>.</w:t>
      </w:r>
    </w:p>
    <w:p w14:paraId="11212235" w14:textId="7D380BE8" w:rsidR="00636A18" w:rsidRDefault="00D37400">
      <w:pPr>
        <w:rPr>
          <w:szCs w:val="36"/>
        </w:rPr>
      </w:pPr>
      <w:r>
        <w:t>« </w:t>
      </w:r>
      <w:r w:rsidR="00636A18">
        <w:t>Ah</w:t>
      </w:r>
      <w:r>
        <w:t xml:space="preserve"> ! </w:t>
      </w:r>
      <w:r w:rsidR="00636A18">
        <w:t>c</w:t>
      </w:r>
      <w:r>
        <w:t>’</w:t>
      </w:r>
      <w:r w:rsidR="00636A18">
        <w:t>est toi</w:t>
      </w:r>
      <w:r>
        <w:t xml:space="preserve">, </w:t>
      </w:r>
      <w:r w:rsidR="00636A18">
        <w:t>mon ami</w:t>
      </w:r>
      <w:r>
        <w:t xml:space="preserve">, </w:t>
      </w:r>
      <w:r w:rsidR="00636A18">
        <w:t>dit-il</w:t>
      </w:r>
      <w:r>
        <w:t xml:space="preserve"> ; </w:t>
      </w:r>
      <w:r w:rsidR="00636A18">
        <w:t>arrive et regarde</w:t>
      </w:r>
      <w:r>
        <w:t> ! »</w:t>
      </w:r>
    </w:p>
    <w:p w14:paraId="09DD44FF" w14:textId="77777777" w:rsidR="00D37400" w:rsidRDefault="00636A18">
      <w:r>
        <w:t>Je regardai</w:t>
      </w:r>
      <w:r w:rsidR="00D37400">
        <w:t>.</w:t>
      </w:r>
    </w:p>
    <w:p w14:paraId="5FD6203E" w14:textId="77777777" w:rsidR="00D37400" w:rsidRDefault="00636A18">
      <w:r>
        <w:t>Sur la table étaient étalées toutes ses vieilles défroques m</w:t>
      </w:r>
      <w:r>
        <w:t>i</w:t>
      </w:r>
      <w:r>
        <w:t>litaires</w:t>
      </w:r>
      <w:r w:rsidR="00D37400">
        <w:t xml:space="preserve">, </w:t>
      </w:r>
      <w:r>
        <w:t>enfouies depuis quinze ans dans une armoire</w:t>
      </w:r>
      <w:r w:rsidR="00D37400">
        <w:t xml:space="preserve">. </w:t>
      </w:r>
      <w:r>
        <w:t>Françoise leur avait bien donné de temps en temps un coup de brosse</w:t>
      </w:r>
      <w:r w:rsidR="00D37400">
        <w:t xml:space="preserve"> ; </w:t>
      </w:r>
      <w:r>
        <w:t>mais c</w:t>
      </w:r>
      <w:r w:rsidR="00D37400">
        <w:t>’</w:t>
      </w:r>
      <w:r>
        <w:t>était vieux</w:t>
      </w:r>
      <w:r w:rsidR="00D37400">
        <w:t xml:space="preserve">, </w:t>
      </w:r>
      <w:r>
        <w:t>fripé</w:t>
      </w:r>
      <w:r w:rsidR="00D37400">
        <w:t xml:space="preserve"> : </w:t>
      </w:r>
      <w:r>
        <w:t>l</w:t>
      </w:r>
      <w:r w:rsidR="00D37400">
        <w:t>’</w:t>
      </w:r>
      <w:r>
        <w:t>habit bleu à parements rouges et queue de morue</w:t>
      </w:r>
      <w:r w:rsidR="00D37400">
        <w:t xml:space="preserve">, </w:t>
      </w:r>
      <w:r>
        <w:t>le chapeau à claque</w:t>
      </w:r>
      <w:r w:rsidR="00D37400">
        <w:t xml:space="preserve">, </w:t>
      </w:r>
      <w:r>
        <w:t>le sabre d</w:t>
      </w:r>
      <w:r w:rsidR="00D37400">
        <w:t>’</w:t>
      </w:r>
      <w:r>
        <w:t>ordonnance</w:t>
      </w:r>
      <w:r w:rsidR="00D37400">
        <w:t xml:space="preserve">, </w:t>
      </w:r>
      <w:r>
        <w:t>les pistolets</w:t>
      </w:r>
      <w:r w:rsidR="00D37400">
        <w:t xml:space="preserve">, </w:t>
      </w:r>
      <w:r>
        <w:t>tout était là sur la table</w:t>
      </w:r>
      <w:r w:rsidR="00D37400">
        <w:t xml:space="preserve">, </w:t>
      </w:r>
      <w:r>
        <w:t>en bon ordre</w:t>
      </w:r>
      <w:r w:rsidR="00D37400">
        <w:t>.</w:t>
      </w:r>
    </w:p>
    <w:p w14:paraId="72032105" w14:textId="77777777" w:rsidR="00D37400" w:rsidRDefault="00636A18">
      <w:r>
        <w:t>Un grand sabre</w:t>
      </w:r>
      <w:r w:rsidR="00D37400">
        <w:t xml:space="preserve">, </w:t>
      </w:r>
      <w:r>
        <w:t>à poignée de corne noire entourée d</w:t>
      </w:r>
      <w:r w:rsidR="00D37400">
        <w:t>’</w:t>
      </w:r>
      <w:r>
        <w:t>une large coquille dorée</w:t>
      </w:r>
      <w:r w:rsidR="00D37400">
        <w:t xml:space="preserve">, </w:t>
      </w:r>
      <w:r>
        <w:t>et le fourreau de cuir roux</w:t>
      </w:r>
      <w:r w:rsidR="00D37400">
        <w:t xml:space="preserve">, </w:t>
      </w:r>
      <w:r>
        <w:t>attira surtout mon admiration</w:t>
      </w:r>
      <w:r w:rsidR="00D37400">
        <w:t>.</w:t>
      </w:r>
    </w:p>
    <w:p w14:paraId="6C753987" w14:textId="77777777" w:rsidR="00D37400" w:rsidRDefault="00636A18">
      <w:r>
        <w:t>Sébastien Florentin passait la revue de ses effets</w:t>
      </w:r>
      <w:r w:rsidR="00D37400">
        <w:t xml:space="preserve">, </w:t>
      </w:r>
      <w:r>
        <w:t>pour re</w:t>
      </w:r>
      <w:r>
        <w:t>n</w:t>
      </w:r>
      <w:r>
        <w:t>trer en campagne</w:t>
      </w:r>
      <w:r w:rsidR="00D37400">
        <w:t>.</w:t>
      </w:r>
    </w:p>
    <w:p w14:paraId="378B15EC" w14:textId="7D16BD9D" w:rsidR="00636A18" w:rsidRDefault="00D37400">
      <w:pPr>
        <w:rPr>
          <w:szCs w:val="36"/>
        </w:rPr>
      </w:pPr>
      <w:r>
        <w:t>« </w:t>
      </w:r>
      <w:r w:rsidR="00636A18">
        <w:t>Hé</w:t>
      </w:r>
      <w:r>
        <w:t xml:space="preserve"> ! </w:t>
      </w:r>
      <w:r w:rsidR="00636A18">
        <w:t>hé</w:t>
      </w:r>
      <w:r>
        <w:t xml:space="preserve"> ! </w:t>
      </w:r>
      <w:r w:rsidR="00636A18">
        <w:t>faisait-il avec son rire naïf</w:t>
      </w:r>
      <w:r>
        <w:t xml:space="preserve">… </w:t>
      </w:r>
      <w:r w:rsidR="00636A18">
        <w:t>tu vois</w:t>
      </w:r>
      <w:r>
        <w:t xml:space="preserve">… </w:t>
      </w:r>
      <w:r w:rsidR="00636A18">
        <w:t>Je vais r</w:t>
      </w:r>
      <w:r w:rsidR="00636A18">
        <w:t>a</w:t>
      </w:r>
      <w:r w:rsidR="00636A18">
        <w:t>voir mon grade</w:t>
      </w:r>
      <w:r>
        <w:t xml:space="preserve">… </w:t>
      </w:r>
      <w:r w:rsidR="00636A18">
        <w:t>Tu ne m</w:t>
      </w:r>
      <w:r>
        <w:t>’</w:t>
      </w:r>
      <w:r w:rsidR="00636A18">
        <w:t>as pas encore vu en uniforme</w:t>
      </w:r>
      <w:r>
        <w:t xml:space="preserve"> ; </w:t>
      </w:r>
      <w:r w:rsidR="00636A18">
        <w:t>mais quand j</w:t>
      </w:r>
      <w:r>
        <w:t>’</w:t>
      </w:r>
      <w:r w:rsidR="00636A18">
        <w:t>aurai tout ça</w:t>
      </w:r>
      <w:r>
        <w:t xml:space="preserve">, </w:t>
      </w:r>
      <w:r w:rsidR="00636A18">
        <w:t>et les épaulettes</w:t>
      </w:r>
      <w:r>
        <w:t xml:space="preserve">, </w:t>
      </w:r>
      <w:r w:rsidR="00636A18">
        <w:t>tu verras</w:t>
      </w:r>
      <w:r>
        <w:t xml:space="preserve">, </w:t>
      </w:r>
      <w:r w:rsidR="00636A18">
        <w:t>mon ami</w:t>
      </w:r>
      <w:r>
        <w:t xml:space="preserve">, </w:t>
      </w:r>
      <w:r w:rsidR="00636A18">
        <w:t>tu verras</w:t>
      </w:r>
      <w:r>
        <w:t> ! »</w:t>
      </w:r>
    </w:p>
    <w:p w14:paraId="1B15A029" w14:textId="77777777" w:rsidR="00D37400" w:rsidRDefault="00636A18">
      <w:r>
        <w:t>L</w:t>
      </w:r>
      <w:r w:rsidR="00D37400">
        <w:t>’</w:t>
      </w:r>
      <w:r>
        <w:t>étonnement me coupait la parole</w:t>
      </w:r>
      <w:r w:rsidR="00D37400">
        <w:t>.</w:t>
      </w:r>
    </w:p>
    <w:p w14:paraId="58044759" w14:textId="77777777" w:rsidR="00D37400" w:rsidRDefault="00636A18">
      <w:r>
        <w:t>Et lui</w:t>
      </w:r>
      <w:r w:rsidR="00D37400">
        <w:t xml:space="preserve">, </w:t>
      </w:r>
      <w:r>
        <w:t>se rappelant la petite scène de la veille</w:t>
      </w:r>
      <w:r w:rsidR="00D37400">
        <w:t xml:space="preserve">, </w:t>
      </w:r>
      <w:r>
        <w:t>disait</w:t>
      </w:r>
      <w:r w:rsidR="00D37400">
        <w:t> :</w:t>
      </w:r>
    </w:p>
    <w:p w14:paraId="133B7BA2" w14:textId="77777777" w:rsidR="00D37400" w:rsidRDefault="00D37400">
      <w:r>
        <w:t>« </w:t>
      </w:r>
      <w:r w:rsidR="00636A18">
        <w:t>Ton père est un brave homme</w:t>
      </w:r>
      <w:r>
        <w:t xml:space="preserve"> ; </w:t>
      </w:r>
      <w:r w:rsidR="00636A18">
        <w:t>mais il veut se mêler de politique et il n</w:t>
      </w:r>
      <w:r>
        <w:t>’</w:t>
      </w:r>
      <w:r w:rsidR="00636A18">
        <w:t>y entend rien</w:t>
      </w:r>
      <w:r>
        <w:t xml:space="preserve">. </w:t>
      </w:r>
      <w:r w:rsidR="00636A18">
        <w:t>Qu</w:t>
      </w:r>
      <w:r>
        <w:t>’</w:t>
      </w:r>
      <w:r w:rsidR="00636A18">
        <w:t>il reste dans son épicerie</w:t>
      </w:r>
      <w:r>
        <w:t xml:space="preserve">, </w:t>
      </w:r>
      <w:r w:rsidR="00636A18">
        <w:t>qu</w:t>
      </w:r>
      <w:r>
        <w:t>’</w:t>
      </w:r>
      <w:r w:rsidR="00636A18">
        <w:t>il gagne de l</w:t>
      </w:r>
      <w:r>
        <w:t>’</w:t>
      </w:r>
      <w:r w:rsidR="00636A18">
        <w:t>argent</w:t>
      </w:r>
      <w:r>
        <w:t xml:space="preserve"> ; </w:t>
      </w:r>
      <w:r w:rsidR="00636A18">
        <w:t>vous êtes de braves gens</w:t>
      </w:r>
      <w:r>
        <w:t xml:space="preserve">, </w:t>
      </w:r>
      <w:r w:rsidR="00636A18">
        <w:t>tout le pays vous aime</w:t>
      </w:r>
      <w:r>
        <w:t xml:space="preserve"> ; </w:t>
      </w:r>
      <w:r w:rsidR="00636A18">
        <w:t>mais ne faites pas de politique</w:t>
      </w:r>
      <w:r>
        <w:t xml:space="preserve"> ! </w:t>
      </w:r>
      <w:r w:rsidR="00636A18">
        <w:t>La politique</w:t>
      </w:r>
      <w:r>
        <w:t xml:space="preserve">, </w:t>
      </w:r>
      <w:r w:rsidR="00636A18">
        <w:t>ça nous r</w:t>
      </w:r>
      <w:r w:rsidR="00636A18">
        <w:t>e</w:t>
      </w:r>
      <w:r w:rsidR="00636A18">
        <w:t>garde</w:t>
      </w:r>
      <w:r>
        <w:t xml:space="preserve">, </w:t>
      </w:r>
      <w:r w:rsidR="00636A18">
        <w:t>nous autres</w:t>
      </w:r>
      <w:r>
        <w:t xml:space="preserve"> ; </w:t>
      </w:r>
      <w:r w:rsidR="00636A18">
        <w:t>tu comprends</w:t>
      </w:r>
      <w:r>
        <w:t xml:space="preserve">, </w:t>
      </w:r>
      <w:r w:rsidR="00636A18">
        <w:t>mon ami</w:t>
      </w:r>
      <w:r>
        <w:t xml:space="preserve"> ?… </w:t>
      </w:r>
      <w:r w:rsidR="00636A18">
        <w:t>À chacun son métier</w:t>
      </w:r>
      <w:r>
        <w:t> !</w:t>
      </w:r>
    </w:p>
    <w:p w14:paraId="1FFA7666" w14:textId="3731F973" w:rsidR="00636A18" w:rsidRDefault="00D37400">
      <w:pPr>
        <w:rPr>
          <w:szCs w:val="36"/>
        </w:rPr>
      </w:pPr>
      <w:r>
        <w:lastRenderedPageBreak/>
        <w:t>— </w:t>
      </w:r>
      <w:r w:rsidR="00636A18">
        <w:t>Oui</w:t>
      </w:r>
      <w:r>
        <w:t xml:space="preserve">, </w:t>
      </w:r>
      <w:r w:rsidR="00636A18">
        <w:t>mon ami</w:t>
      </w:r>
      <w:r>
        <w:t xml:space="preserve">, </w:t>
      </w:r>
      <w:r w:rsidR="00636A18">
        <w:t>lui disais-je</w:t>
      </w:r>
      <w:r>
        <w:t xml:space="preserve"> ; </w:t>
      </w:r>
      <w:r w:rsidR="00636A18">
        <w:t>mais</w:t>
      </w:r>
      <w:r>
        <w:t xml:space="preserve">, </w:t>
      </w:r>
      <w:r w:rsidR="00636A18">
        <w:t>moi</w:t>
      </w:r>
      <w:r>
        <w:t xml:space="preserve">, </w:t>
      </w:r>
      <w:r w:rsidR="00636A18">
        <w:t>je veux être so</w:t>
      </w:r>
      <w:r w:rsidR="00636A18">
        <w:t>l</w:t>
      </w:r>
      <w:r w:rsidR="00636A18">
        <w:t>dat</w:t>
      </w:r>
      <w:r>
        <w:t xml:space="preserve">, </w:t>
      </w:r>
      <w:r w:rsidR="00636A18">
        <w:t>je ne veux pas rester dans notre boutique</w:t>
      </w:r>
      <w:r>
        <w:t>. »</w:t>
      </w:r>
    </w:p>
    <w:p w14:paraId="3FCA4ECC" w14:textId="77777777" w:rsidR="00D37400" w:rsidRDefault="00636A18">
      <w:r>
        <w:t>Alors</w:t>
      </w:r>
      <w:r w:rsidR="00D37400">
        <w:t xml:space="preserve">, </w:t>
      </w:r>
      <w:r>
        <w:t>partant d</w:t>
      </w:r>
      <w:r w:rsidR="00D37400">
        <w:t>’</w:t>
      </w:r>
      <w:r>
        <w:t>un immense éclat de rire</w:t>
      </w:r>
      <w:r w:rsidR="00D37400">
        <w:t xml:space="preserve">, </w:t>
      </w:r>
      <w:r>
        <w:t>il s</w:t>
      </w:r>
      <w:r w:rsidR="00D37400">
        <w:t>’</w:t>
      </w:r>
      <w:r>
        <w:t>écriait</w:t>
      </w:r>
      <w:r w:rsidR="00D37400">
        <w:t> :</w:t>
      </w:r>
    </w:p>
    <w:p w14:paraId="0DD0A9C4" w14:textId="77777777" w:rsidR="00D37400" w:rsidRDefault="00D37400">
      <w:r>
        <w:t>« </w:t>
      </w:r>
      <w:r w:rsidR="00636A18">
        <w:t>Hein</w:t>
      </w:r>
      <w:r>
        <w:t xml:space="preserve"> ! </w:t>
      </w:r>
      <w:r w:rsidR="00636A18">
        <w:t>tu veux avoir un sabre comme celui-là</w:t>
      </w:r>
      <w:r>
        <w:t> ?</w:t>
      </w:r>
    </w:p>
    <w:p w14:paraId="347022FD" w14:textId="77777777" w:rsidR="00D37400" w:rsidRDefault="00D37400">
      <w:r>
        <w:t>— </w:t>
      </w:r>
      <w:r w:rsidR="00636A18">
        <w:t>Oui</w:t>
      </w:r>
      <w:r>
        <w:t xml:space="preserve">, </w:t>
      </w:r>
      <w:r w:rsidR="00636A18">
        <w:t>mon ami</w:t>
      </w:r>
      <w:r>
        <w:t>.</w:t>
      </w:r>
    </w:p>
    <w:p w14:paraId="5632FD22" w14:textId="19E54FCC" w:rsidR="00D37400" w:rsidRDefault="00D37400">
      <w:r>
        <w:t>— </w:t>
      </w:r>
      <w:r w:rsidR="00636A18">
        <w:t>Et des pistolets comme ceux-ci</w:t>
      </w:r>
      <w:r>
        <w:t xml:space="preserve"> ? </w:t>
      </w:r>
      <w:r w:rsidR="00636A18">
        <w:t>faisait-il</w:t>
      </w:r>
      <w:r>
        <w:t xml:space="preserve">. </w:t>
      </w:r>
      <w:r w:rsidR="00636A18">
        <w:t>Regarde</w:t>
      </w:r>
      <w:r>
        <w:t xml:space="preserve">… </w:t>
      </w:r>
      <w:r w:rsidR="00636A18">
        <w:t>ce sont nos pistolets du 10</w:t>
      </w:r>
      <w:r>
        <w:t>1</w:t>
      </w:r>
      <w:r w:rsidRPr="00D37400">
        <w:rPr>
          <w:vertAlign w:val="superscript"/>
        </w:rPr>
        <w:t>e</w:t>
      </w:r>
      <w:r>
        <w:t xml:space="preserve"> ; </w:t>
      </w:r>
      <w:r w:rsidR="00636A18">
        <w:t>tous les officiers avaient leurs pist</w:t>
      </w:r>
      <w:r w:rsidR="00636A18">
        <w:t>o</w:t>
      </w:r>
      <w:r w:rsidR="00636A18">
        <w:t>lets</w:t>
      </w:r>
      <w:r>
        <w:t>.</w:t>
      </w:r>
    </w:p>
    <w:p w14:paraId="2F654356" w14:textId="77777777" w:rsidR="00D37400" w:rsidRDefault="00D37400">
      <w:r>
        <w:t>— </w:t>
      </w:r>
      <w:r w:rsidR="00636A18">
        <w:t>Et ce grand sabre-là</w:t>
      </w:r>
      <w:r>
        <w:t xml:space="preserve">, </w:t>
      </w:r>
      <w:r w:rsidR="00636A18">
        <w:t>mon ami</w:t>
      </w:r>
      <w:r>
        <w:t xml:space="preserve"> ? </w:t>
      </w:r>
      <w:r w:rsidR="00636A18">
        <w:t>lui dis-je</w:t>
      </w:r>
      <w:r>
        <w:t xml:space="preserve">, </w:t>
      </w:r>
      <w:r w:rsidR="00636A18">
        <w:t>le doigt posé sur l</w:t>
      </w:r>
      <w:r>
        <w:t>’</w:t>
      </w:r>
      <w:r w:rsidR="00636A18">
        <w:t>autre sabre</w:t>
      </w:r>
      <w:r>
        <w:t xml:space="preserve">, </w:t>
      </w:r>
      <w:r w:rsidR="00636A18">
        <w:t>qui me paraissait plus beau</w:t>
      </w:r>
      <w:r>
        <w:t>.</w:t>
      </w:r>
    </w:p>
    <w:p w14:paraId="5A1FAFB8" w14:textId="7D25D4E5" w:rsidR="00636A18" w:rsidRDefault="00D37400">
      <w:pPr>
        <w:rPr>
          <w:szCs w:val="36"/>
        </w:rPr>
      </w:pPr>
      <w:r>
        <w:t>— </w:t>
      </w:r>
      <w:r w:rsidR="00636A18">
        <w:t>Ah</w:t>
      </w:r>
      <w:r>
        <w:t xml:space="preserve"> ! </w:t>
      </w:r>
      <w:r w:rsidR="00636A18">
        <w:t>ça</w:t>
      </w:r>
      <w:r>
        <w:t xml:space="preserve">, </w:t>
      </w:r>
      <w:r w:rsidR="00636A18">
        <w:t>c</w:t>
      </w:r>
      <w:r>
        <w:t>’</w:t>
      </w:r>
      <w:r w:rsidR="00636A18">
        <w:t>est autre chose</w:t>
      </w:r>
      <w:r>
        <w:t xml:space="preserve">… </w:t>
      </w:r>
      <w:r w:rsidR="00636A18">
        <w:t>c</w:t>
      </w:r>
      <w:r>
        <w:t>’</w:t>
      </w:r>
      <w:r w:rsidR="00636A18">
        <w:t>est le sabre d</w:t>
      </w:r>
      <w:r>
        <w:t>’</w:t>
      </w:r>
      <w:r w:rsidR="00636A18">
        <w:t>un officier d</w:t>
      </w:r>
      <w:r>
        <w:t>’</w:t>
      </w:r>
      <w:r w:rsidR="00636A18">
        <w:t>état-major hongrois</w:t>
      </w:r>
      <w:r>
        <w:t xml:space="preserve">, </w:t>
      </w:r>
      <w:r w:rsidR="00636A18">
        <w:t>qu</w:t>
      </w:r>
      <w:r>
        <w:t>’</w:t>
      </w:r>
      <w:r w:rsidR="00636A18">
        <w:t>il m</w:t>
      </w:r>
      <w:r>
        <w:t>’</w:t>
      </w:r>
      <w:r w:rsidR="00636A18">
        <w:t xml:space="preserve">a rendu lui-même à la journée de </w:t>
      </w:r>
      <w:proofErr w:type="spellStart"/>
      <w:r w:rsidR="00636A18">
        <w:t>Râab</w:t>
      </w:r>
      <w:proofErr w:type="spellEnd"/>
      <w:r>
        <w:t xml:space="preserve">. </w:t>
      </w:r>
      <w:r w:rsidR="00636A18">
        <w:t>Nous étions en embuscade dans un petit bois</w:t>
      </w:r>
      <w:r>
        <w:t xml:space="preserve">, </w:t>
      </w:r>
      <w:r w:rsidR="00636A18">
        <w:t>quand tout à coup il tombe ventre à terre au milieu de la compagnie</w:t>
      </w:r>
      <w:r>
        <w:t xml:space="preserve">. </w:t>
      </w:r>
      <w:r w:rsidR="00636A18">
        <w:t>Il allait porter des ordres et ne se doutait pas que nous étions là</w:t>
      </w:r>
      <w:r>
        <w:t xml:space="preserve"> ! </w:t>
      </w:r>
      <w:r w:rsidR="00636A18">
        <w:t>En passant près de moi</w:t>
      </w:r>
      <w:r>
        <w:t xml:space="preserve">, </w:t>
      </w:r>
      <w:r w:rsidR="00636A18">
        <w:t>il m</w:t>
      </w:r>
      <w:r>
        <w:t>’</w:t>
      </w:r>
      <w:r w:rsidR="00636A18">
        <w:t>allonge un coup de sabre</w:t>
      </w:r>
      <w:r>
        <w:t xml:space="preserve">, </w:t>
      </w:r>
      <w:r w:rsidR="00636A18">
        <w:t xml:space="preserve">que je </w:t>
      </w:r>
      <w:proofErr w:type="spellStart"/>
      <w:r w:rsidR="00636A18">
        <w:t>pare</w:t>
      </w:r>
      <w:proofErr w:type="spellEnd"/>
      <w:r>
        <w:t xml:space="preserve">, </w:t>
      </w:r>
      <w:r w:rsidR="00636A18">
        <w:t>et trente pas plus loin</w:t>
      </w:r>
      <w:r>
        <w:t xml:space="preserve">, </w:t>
      </w:r>
      <w:r w:rsidR="00636A18">
        <w:t>il s</w:t>
      </w:r>
      <w:r>
        <w:t>’</w:t>
      </w:r>
      <w:r w:rsidR="00636A18">
        <w:t>abat</w:t>
      </w:r>
      <w:r>
        <w:t xml:space="preserve"> ; </w:t>
      </w:r>
      <w:r w:rsidR="00636A18">
        <w:t>son cheval avait cinq balles dans le corps</w:t>
      </w:r>
      <w:r>
        <w:t xml:space="preserve">, </w:t>
      </w:r>
      <w:r w:rsidR="00636A18">
        <w:t>nos baïonnettes l</w:t>
      </w:r>
      <w:r>
        <w:t>’</w:t>
      </w:r>
      <w:r w:rsidR="00636A18">
        <w:t>entouraient</w:t>
      </w:r>
      <w:r>
        <w:t xml:space="preserve">. </w:t>
      </w:r>
      <w:r w:rsidR="00636A18">
        <w:t>Alors</w:t>
      </w:r>
      <w:r>
        <w:t xml:space="preserve">, </w:t>
      </w:r>
      <w:r w:rsidR="00636A18">
        <w:t>j</w:t>
      </w:r>
      <w:r>
        <w:t>’</w:t>
      </w:r>
      <w:r w:rsidR="00636A18">
        <w:t>arrive</w:t>
      </w:r>
      <w:r>
        <w:t xml:space="preserve"> ; </w:t>
      </w:r>
      <w:r w:rsidR="00636A18">
        <w:t>il me tend son sabre en criant</w:t>
      </w:r>
      <w:r>
        <w:t> : « </w:t>
      </w:r>
      <w:r w:rsidR="00636A18">
        <w:t>À vous</w:t>
      </w:r>
      <w:r>
        <w:t xml:space="preserve">, </w:t>
      </w:r>
      <w:r w:rsidR="00636A18">
        <w:t>capitaine</w:t>
      </w:r>
      <w:r>
        <w:t> ! »</w:t>
      </w:r>
      <w:r w:rsidR="00636A18">
        <w:t xml:space="preserve"> Je relève les baïonnettes et je le reçois prisonnier</w:t>
      </w:r>
      <w:r>
        <w:t xml:space="preserve">. – </w:t>
      </w:r>
      <w:r w:rsidR="00636A18">
        <w:t>J</w:t>
      </w:r>
      <w:r>
        <w:t>’</w:t>
      </w:r>
      <w:r w:rsidR="00636A18">
        <w:t>ai gardé son sabre</w:t>
      </w:r>
      <w:r>
        <w:t xml:space="preserve"> : </w:t>
      </w:r>
      <w:r w:rsidR="00636A18">
        <w:rPr>
          <w:szCs w:val="36"/>
        </w:rPr>
        <w:t>c</w:t>
      </w:r>
      <w:r>
        <w:rPr>
          <w:szCs w:val="36"/>
        </w:rPr>
        <w:t>’</w:t>
      </w:r>
      <w:r w:rsidR="00636A18">
        <w:rPr>
          <w:szCs w:val="36"/>
        </w:rPr>
        <w:t>est une bonne lame</w:t>
      </w:r>
      <w:r>
        <w:rPr>
          <w:szCs w:val="36"/>
        </w:rPr>
        <w:t xml:space="preserve">… </w:t>
      </w:r>
      <w:r w:rsidR="00636A18">
        <w:rPr>
          <w:szCs w:val="36"/>
        </w:rPr>
        <w:t>Écoute</w:t>
      </w:r>
      <w:r>
        <w:rPr>
          <w:szCs w:val="36"/>
        </w:rPr>
        <w:t xml:space="preserve">, </w:t>
      </w:r>
      <w:r w:rsidR="00636A18">
        <w:rPr>
          <w:szCs w:val="36"/>
        </w:rPr>
        <w:t>mon ami</w:t>
      </w:r>
      <w:r>
        <w:rPr>
          <w:szCs w:val="36"/>
        </w:rPr>
        <w:t xml:space="preserve">, </w:t>
      </w:r>
      <w:r w:rsidR="00636A18">
        <w:rPr>
          <w:szCs w:val="36"/>
        </w:rPr>
        <w:t>comme ça sonne</w:t>
      </w:r>
      <w:r>
        <w:rPr>
          <w:szCs w:val="36"/>
        </w:rPr>
        <w:t xml:space="preserve">… </w:t>
      </w:r>
      <w:r w:rsidR="00636A18">
        <w:rPr>
          <w:szCs w:val="36"/>
        </w:rPr>
        <w:t>on dirait une cloche</w:t>
      </w:r>
      <w:r>
        <w:rPr>
          <w:szCs w:val="36"/>
        </w:rPr>
        <w:t> ! »</w:t>
      </w:r>
    </w:p>
    <w:p w14:paraId="3B873A44" w14:textId="77777777" w:rsidR="00D37400" w:rsidRDefault="00636A18">
      <w:r>
        <w:t>Il admirait l</w:t>
      </w:r>
      <w:r w:rsidR="00D37400">
        <w:t>’</w:t>
      </w:r>
      <w:r>
        <w:t>arme</w:t>
      </w:r>
      <w:r w:rsidR="00D37400">
        <w:t xml:space="preserve">, </w:t>
      </w:r>
      <w:r>
        <w:t>et je restais bouche béante</w:t>
      </w:r>
      <w:r w:rsidR="00D37400">
        <w:t>.</w:t>
      </w:r>
    </w:p>
    <w:p w14:paraId="37B889A2" w14:textId="77777777" w:rsidR="00D37400" w:rsidRDefault="00D37400">
      <w:r>
        <w:t>« </w:t>
      </w:r>
      <w:r w:rsidR="00636A18">
        <w:t>Si tu travailles bien</w:t>
      </w:r>
      <w:r>
        <w:t xml:space="preserve">, </w:t>
      </w:r>
      <w:r w:rsidR="00636A18">
        <w:t>tu entreras à l</w:t>
      </w:r>
      <w:r>
        <w:t>’</w:t>
      </w:r>
      <w:r w:rsidR="005D14B0">
        <w:t>É</w:t>
      </w:r>
      <w:r w:rsidR="00636A18">
        <w:t>cole militaire</w:t>
      </w:r>
      <w:r>
        <w:t xml:space="preserve">, </w:t>
      </w:r>
      <w:r w:rsidR="00636A18">
        <w:t>et tu auras un sabre</w:t>
      </w:r>
      <w:r>
        <w:t xml:space="preserve">, </w:t>
      </w:r>
      <w:r w:rsidR="00636A18">
        <w:t>un sabre français</w:t>
      </w:r>
      <w:r>
        <w:t xml:space="preserve">… </w:t>
      </w:r>
      <w:r w:rsidR="00636A18">
        <w:t>là</w:t>
      </w:r>
      <w:r>
        <w:t xml:space="preserve">, </w:t>
      </w:r>
      <w:r w:rsidR="00636A18">
        <w:t>disait-il en se frappant sur le côté</w:t>
      </w:r>
      <w:r>
        <w:t xml:space="preserve">, </w:t>
      </w:r>
      <w:r w:rsidR="00636A18">
        <w:t>et tu seras un brave</w:t>
      </w:r>
      <w:r>
        <w:t xml:space="preserve">. </w:t>
      </w:r>
      <w:r w:rsidR="00636A18">
        <w:t>Tu veux bien entrer à l</w:t>
      </w:r>
      <w:r>
        <w:t>’</w:t>
      </w:r>
      <w:r w:rsidR="005D14B0">
        <w:t>É</w:t>
      </w:r>
      <w:r w:rsidR="00636A18">
        <w:t>cole militaire</w:t>
      </w:r>
      <w:r>
        <w:t xml:space="preserve">, </w:t>
      </w:r>
      <w:r w:rsidR="00636A18">
        <w:t>mon ami</w:t>
      </w:r>
      <w:r>
        <w:t> ?</w:t>
      </w:r>
    </w:p>
    <w:p w14:paraId="2DD70FB3" w14:textId="77777777" w:rsidR="00D37400" w:rsidRDefault="00D37400">
      <w:r>
        <w:t>— </w:t>
      </w:r>
      <w:r w:rsidR="00636A18">
        <w:t>Oh</w:t>
      </w:r>
      <w:r>
        <w:t xml:space="preserve"> ! </w:t>
      </w:r>
      <w:r w:rsidR="00636A18">
        <w:t>oui</w:t>
      </w:r>
      <w:r>
        <w:t> !</w:t>
      </w:r>
    </w:p>
    <w:p w14:paraId="36C79DD1" w14:textId="3D84E1CB" w:rsidR="00636A18" w:rsidRDefault="00D37400">
      <w:r>
        <w:lastRenderedPageBreak/>
        <w:t>— </w:t>
      </w:r>
      <w:r w:rsidR="00636A18">
        <w:t>Eh bien</w:t>
      </w:r>
      <w:r>
        <w:t xml:space="preserve"> ! </w:t>
      </w:r>
      <w:r w:rsidR="00636A18">
        <w:t>en travaillant</w:t>
      </w:r>
      <w:r>
        <w:t xml:space="preserve">, </w:t>
      </w:r>
      <w:r w:rsidR="00636A18">
        <w:t>ça viendra</w:t>
      </w:r>
      <w:r>
        <w:t xml:space="preserve">, </w:t>
      </w:r>
      <w:r w:rsidR="00636A18">
        <w:t>car tu as une bonne tête</w:t>
      </w:r>
      <w:r>
        <w:t>. »</w:t>
      </w:r>
    </w:p>
    <w:p w14:paraId="4E9AB583" w14:textId="77777777" w:rsidR="00D37400" w:rsidRDefault="00636A18">
      <w:r>
        <w:t>Françoise alors rentrait</w:t>
      </w:r>
      <w:r w:rsidR="00D37400">
        <w:t xml:space="preserve"> ; </w:t>
      </w:r>
      <w:r>
        <w:t>elle était allée aux nouvelles</w:t>
      </w:r>
      <w:r w:rsidR="00D37400">
        <w:t xml:space="preserve"> ; </w:t>
      </w:r>
      <w:r>
        <w:t>le courrier venait d</w:t>
      </w:r>
      <w:r w:rsidR="00D37400">
        <w:t>’</w:t>
      </w:r>
      <w:r>
        <w:t>arriver</w:t>
      </w:r>
      <w:r w:rsidR="00D37400">
        <w:t>.</w:t>
      </w:r>
    </w:p>
    <w:p w14:paraId="449AFEBC" w14:textId="77777777" w:rsidR="00D37400" w:rsidRDefault="00D37400">
      <w:r>
        <w:t>« </w:t>
      </w:r>
      <w:r w:rsidR="00636A18">
        <w:t>Eh bien</w:t>
      </w:r>
      <w:r>
        <w:t xml:space="preserve"> ! </w:t>
      </w:r>
      <w:proofErr w:type="spellStart"/>
      <w:r w:rsidR="00636A18">
        <w:t>Frentzel</w:t>
      </w:r>
      <w:proofErr w:type="spellEnd"/>
      <w:r>
        <w:t xml:space="preserve">, </w:t>
      </w:r>
      <w:r w:rsidR="00636A18">
        <w:t>s</w:t>
      </w:r>
      <w:r>
        <w:t>’</w:t>
      </w:r>
      <w:r w:rsidR="00636A18">
        <w:t>écria le capitaine en se retournant</w:t>
      </w:r>
      <w:r>
        <w:t xml:space="preserve">, </w:t>
      </w:r>
      <w:r w:rsidR="00636A18">
        <w:t xml:space="preserve">est-ce que </w:t>
      </w:r>
      <w:r>
        <w:t>Napoléon II</w:t>
      </w:r>
      <w:r w:rsidR="00636A18">
        <w:t xml:space="preserve"> est proclamé</w:t>
      </w:r>
      <w:r>
        <w:t> ?</w:t>
      </w:r>
    </w:p>
    <w:p w14:paraId="5B0983EC" w14:textId="77777777" w:rsidR="00D37400" w:rsidRDefault="00D37400">
      <w:r>
        <w:t>— </w:t>
      </w:r>
      <w:r w:rsidR="00636A18">
        <w:t>Pas encore</w:t>
      </w:r>
      <w:r>
        <w:t xml:space="preserve">, </w:t>
      </w:r>
      <w:r w:rsidR="00636A18">
        <w:t>Florentin</w:t>
      </w:r>
      <w:r>
        <w:t xml:space="preserve">, </w:t>
      </w:r>
      <w:r w:rsidR="00636A18">
        <w:t>pas encore</w:t>
      </w:r>
      <w:r>
        <w:t xml:space="preserve"> ; </w:t>
      </w:r>
      <w:r w:rsidR="00636A18">
        <w:t>on dit partout que la Chambre délibère</w:t>
      </w:r>
      <w:r>
        <w:t>.</w:t>
      </w:r>
    </w:p>
    <w:p w14:paraId="021A0F28" w14:textId="092B3E81" w:rsidR="00636A18" w:rsidRDefault="00D37400">
      <w:pPr>
        <w:rPr>
          <w:szCs w:val="36"/>
        </w:rPr>
      </w:pPr>
      <w:r>
        <w:t>— </w:t>
      </w:r>
      <w:r w:rsidR="00636A18">
        <w:rPr>
          <w:szCs w:val="36"/>
        </w:rPr>
        <w:t>La Chambre délibère</w:t>
      </w:r>
      <w:r>
        <w:rPr>
          <w:szCs w:val="36"/>
        </w:rPr>
        <w:t xml:space="preserve"> ! </w:t>
      </w:r>
      <w:r w:rsidR="00636A18">
        <w:rPr>
          <w:szCs w:val="36"/>
        </w:rPr>
        <w:t>s</w:t>
      </w:r>
      <w:r>
        <w:rPr>
          <w:szCs w:val="36"/>
        </w:rPr>
        <w:t>’</w:t>
      </w:r>
      <w:r w:rsidR="00636A18">
        <w:rPr>
          <w:szCs w:val="36"/>
        </w:rPr>
        <w:t>écria Florentin indigné</w:t>
      </w:r>
      <w:r>
        <w:rPr>
          <w:szCs w:val="36"/>
        </w:rPr>
        <w:t xml:space="preserve">. </w:t>
      </w:r>
      <w:r w:rsidR="00636A18">
        <w:rPr>
          <w:szCs w:val="36"/>
        </w:rPr>
        <w:t>Qu</w:t>
      </w:r>
      <w:r>
        <w:rPr>
          <w:szCs w:val="36"/>
        </w:rPr>
        <w:t>’</w:t>
      </w:r>
      <w:r w:rsidR="00636A18">
        <w:rPr>
          <w:szCs w:val="36"/>
        </w:rPr>
        <w:t>est-ce que la Chambre</w:t>
      </w:r>
      <w:r>
        <w:rPr>
          <w:szCs w:val="36"/>
        </w:rPr>
        <w:t xml:space="preserve"> ? </w:t>
      </w:r>
      <w:r w:rsidR="00636A18">
        <w:rPr>
          <w:szCs w:val="36"/>
        </w:rPr>
        <w:t>Je me moque bien de la Chambre</w:t>
      </w:r>
      <w:r>
        <w:rPr>
          <w:szCs w:val="36"/>
        </w:rPr>
        <w:t xml:space="preserve">, </w:t>
      </w:r>
      <w:r w:rsidR="00636A18">
        <w:rPr>
          <w:szCs w:val="36"/>
        </w:rPr>
        <w:t>moi</w:t>
      </w:r>
      <w:r>
        <w:rPr>
          <w:szCs w:val="36"/>
        </w:rPr>
        <w:t xml:space="preserve"> !… </w:t>
      </w:r>
      <w:r w:rsidR="00636A18">
        <w:rPr>
          <w:szCs w:val="36"/>
        </w:rPr>
        <w:t xml:space="preserve">Elle </w:t>
      </w:r>
      <w:r w:rsidR="00636A18">
        <w:t>délibère</w:t>
      </w:r>
      <w:r>
        <w:t xml:space="preserve"> ! </w:t>
      </w:r>
      <w:r w:rsidR="00636A18">
        <w:t>Est-ce qu</w:t>
      </w:r>
      <w:r>
        <w:t>’</w:t>
      </w:r>
      <w:r w:rsidR="00636A18">
        <w:t>elle a besoin de délibérer</w:t>
      </w:r>
      <w:r>
        <w:t xml:space="preserve"> ? </w:t>
      </w:r>
      <w:r w:rsidR="00636A18">
        <w:t>Elle n</w:t>
      </w:r>
      <w:r>
        <w:t>’</w:t>
      </w:r>
      <w:r w:rsidR="00636A18">
        <w:t>a qu</w:t>
      </w:r>
      <w:r>
        <w:t>’</w:t>
      </w:r>
      <w:r w:rsidR="00636A18">
        <w:t>à crier</w:t>
      </w:r>
      <w:r>
        <w:t> : « </w:t>
      </w:r>
      <w:r w:rsidR="00636A18">
        <w:t>Vive l</w:t>
      </w:r>
      <w:r>
        <w:t>’</w:t>
      </w:r>
      <w:r w:rsidR="00636A18">
        <w:t>empereur</w:t>
      </w:r>
      <w:r>
        <w:t> ! »</w:t>
      </w:r>
      <w:r w:rsidR="00636A18">
        <w:t xml:space="preserve"> C</w:t>
      </w:r>
      <w:r>
        <w:t>’</w:t>
      </w:r>
      <w:r w:rsidR="00636A18">
        <w:t xml:space="preserve">est le tour de </w:t>
      </w:r>
      <w:r>
        <w:t>Napoléon II</w:t>
      </w:r>
      <w:r w:rsidR="00636A18">
        <w:t xml:space="preserve"> et des anciens</w:t>
      </w:r>
      <w:r>
        <w:t xml:space="preserve">… </w:t>
      </w:r>
      <w:r w:rsidR="00636A18">
        <w:t>voilà</w:t>
      </w:r>
      <w:r>
        <w:t xml:space="preserve"> !… </w:t>
      </w:r>
      <w:r w:rsidR="00636A18">
        <w:t>que diable</w:t>
      </w:r>
      <w:r>
        <w:t xml:space="preserve"> ! </w:t>
      </w:r>
      <w:r w:rsidR="00636A18">
        <w:t>Si la Chambre ne va pas</w:t>
      </w:r>
      <w:r>
        <w:t xml:space="preserve">, </w:t>
      </w:r>
      <w:r w:rsidR="00636A18">
        <w:t>qu</w:t>
      </w:r>
      <w:r>
        <w:t>’</w:t>
      </w:r>
      <w:r w:rsidR="00636A18">
        <w:t>on la jette dehors</w:t>
      </w:r>
      <w:r>
        <w:t>. »</w:t>
      </w:r>
    </w:p>
    <w:p w14:paraId="64190B61" w14:textId="77777777" w:rsidR="00D37400" w:rsidRDefault="00636A18">
      <w:r>
        <w:t>Il se fâchait</w:t>
      </w:r>
      <w:r w:rsidR="00D37400">
        <w:t>.</w:t>
      </w:r>
    </w:p>
    <w:p w14:paraId="5071946F" w14:textId="77777777" w:rsidR="00D37400" w:rsidRDefault="00D37400">
      <w:r>
        <w:t>« </w:t>
      </w:r>
      <w:r w:rsidR="00636A18">
        <w:t>Oui</w:t>
      </w:r>
      <w:r>
        <w:t xml:space="preserve">, </w:t>
      </w:r>
      <w:r w:rsidR="00636A18">
        <w:t>disait Françoise</w:t>
      </w:r>
      <w:r>
        <w:t xml:space="preserve">, </w:t>
      </w:r>
      <w:r w:rsidR="00636A18">
        <w:t>c</w:t>
      </w:r>
      <w:r>
        <w:t>’</w:t>
      </w:r>
      <w:r w:rsidR="00636A18">
        <w:t>est clair</w:t>
      </w:r>
      <w:r>
        <w:t xml:space="preserve">, </w:t>
      </w:r>
      <w:r w:rsidR="00636A18">
        <w:t>Florentin</w:t>
      </w:r>
      <w:r>
        <w:t xml:space="preserve">, </w:t>
      </w:r>
      <w:r w:rsidR="00636A18">
        <w:t>c</w:t>
      </w:r>
      <w:r>
        <w:t>’</w:t>
      </w:r>
      <w:r w:rsidR="00636A18">
        <w:t>est clair</w:t>
      </w:r>
      <w:r>
        <w:t xml:space="preserve">, </w:t>
      </w:r>
      <w:r w:rsidR="00636A18">
        <w:t>mais il faut attendre</w:t>
      </w:r>
      <w:r>
        <w:t>.</w:t>
      </w:r>
    </w:p>
    <w:p w14:paraId="273E76F2" w14:textId="2FD66F1E" w:rsidR="00636A18" w:rsidRDefault="00D37400">
      <w:pPr>
        <w:rPr>
          <w:szCs w:val="36"/>
        </w:rPr>
      </w:pPr>
      <w:r>
        <w:t>— </w:t>
      </w:r>
      <w:r w:rsidR="00636A18">
        <w:t>Attendre quoi</w:t>
      </w:r>
      <w:r>
        <w:t xml:space="preserve"> ? </w:t>
      </w:r>
      <w:r w:rsidR="00636A18">
        <w:t>quoi</w:t>
      </w:r>
      <w:r>
        <w:t xml:space="preserve"> ? </w:t>
      </w:r>
      <w:r w:rsidR="00636A18">
        <w:t>s</w:t>
      </w:r>
      <w:r>
        <w:t>’</w:t>
      </w:r>
      <w:r w:rsidR="00636A18">
        <w:t>écriait-il en s</w:t>
      </w:r>
      <w:r>
        <w:t>’</w:t>
      </w:r>
      <w:r w:rsidR="00636A18">
        <w:t>emportant de plus en plus</w:t>
      </w:r>
      <w:r>
        <w:t xml:space="preserve">. </w:t>
      </w:r>
      <w:r w:rsidR="00636A18">
        <w:t>Est-ce que le duc de Reichstadt</w:t>
      </w:r>
      <w:r>
        <w:t xml:space="preserve">, </w:t>
      </w:r>
      <w:r w:rsidR="00636A18">
        <w:t>le fils de l</w:t>
      </w:r>
      <w:r>
        <w:t>’</w:t>
      </w:r>
      <w:r w:rsidR="00636A18">
        <w:t>empereur</w:t>
      </w:r>
      <w:r>
        <w:t xml:space="preserve">, </w:t>
      </w:r>
      <w:r w:rsidR="00636A18">
        <w:t>n</w:t>
      </w:r>
      <w:r>
        <w:t>’</w:t>
      </w:r>
      <w:r w:rsidR="00636A18">
        <w:t>est pas là</w:t>
      </w:r>
      <w:r>
        <w:t xml:space="preserve">, </w:t>
      </w:r>
      <w:r w:rsidR="00636A18">
        <w:t>qui ne demande qu</w:t>
      </w:r>
      <w:r>
        <w:t>’</w:t>
      </w:r>
      <w:r w:rsidR="00636A18">
        <w:t>à revenir</w:t>
      </w:r>
      <w:r>
        <w:t xml:space="preserve"> ? </w:t>
      </w:r>
      <w:r w:rsidR="00636A18">
        <w:t>Et</w:t>
      </w:r>
      <w:r>
        <w:t xml:space="preserve">, </w:t>
      </w:r>
      <w:r w:rsidR="00636A18">
        <w:t>puisque l</w:t>
      </w:r>
      <w:r>
        <w:t>’</w:t>
      </w:r>
      <w:r w:rsidR="00636A18">
        <w:t>empereur est mort</w:t>
      </w:r>
      <w:r>
        <w:t xml:space="preserve">, </w:t>
      </w:r>
      <w:r w:rsidR="00636A18">
        <w:t>est-ce que ce n</w:t>
      </w:r>
      <w:r>
        <w:t>’</w:t>
      </w:r>
      <w:r w:rsidR="00636A18">
        <w:t>est pas lui qui monte sur le trône</w:t>
      </w:r>
      <w:r>
        <w:t xml:space="preserve"> ? </w:t>
      </w:r>
      <w:r w:rsidR="00636A18">
        <w:t>Qu</w:t>
      </w:r>
      <w:r>
        <w:t>’</w:t>
      </w:r>
      <w:r w:rsidR="00636A18">
        <w:t>on le rappelle</w:t>
      </w:r>
      <w:r>
        <w:t xml:space="preserve">… </w:t>
      </w:r>
      <w:r w:rsidR="00636A18">
        <w:t>il viendra prendre sa place</w:t>
      </w:r>
      <w:r>
        <w:t xml:space="preserve"> ; </w:t>
      </w:r>
      <w:r w:rsidR="00636A18">
        <w:t>ce n</w:t>
      </w:r>
      <w:r>
        <w:t>’</w:t>
      </w:r>
      <w:r w:rsidR="00636A18">
        <w:t>est pas plus difficile que ça</w:t>
      </w:r>
      <w:r>
        <w:t> ! »</w:t>
      </w:r>
    </w:p>
    <w:p w14:paraId="46574946" w14:textId="77777777" w:rsidR="00D37400" w:rsidRDefault="00636A18">
      <w:r>
        <w:t>Il se promenait</w:t>
      </w:r>
      <w:r w:rsidR="00D37400">
        <w:t xml:space="preserve">, </w:t>
      </w:r>
      <w:r>
        <w:t>de mauvaise humeur</w:t>
      </w:r>
      <w:r w:rsidR="00D37400">
        <w:t>.</w:t>
      </w:r>
    </w:p>
    <w:p w14:paraId="09F4EB3F" w14:textId="7D80CB1C" w:rsidR="00D37400" w:rsidRDefault="00D37400">
      <w:r>
        <w:t>« </w:t>
      </w:r>
      <w:r w:rsidR="00636A18">
        <w:t>Oui</w:t>
      </w:r>
      <w:r>
        <w:t xml:space="preserve">, </w:t>
      </w:r>
      <w:r w:rsidR="00636A18">
        <w:t>Florentin</w:t>
      </w:r>
      <w:r>
        <w:t xml:space="preserve">, </w:t>
      </w:r>
      <w:r w:rsidR="00636A18">
        <w:t>tu as raison</w:t>
      </w:r>
      <w:r>
        <w:t xml:space="preserve">, </w:t>
      </w:r>
      <w:r w:rsidR="00636A18">
        <w:t>disait Françoise</w:t>
      </w:r>
      <w:r>
        <w:t xml:space="preserve"> ; </w:t>
      </w:r>
      <w:r w:rsidR="00636A18">
        <w:t xml:space="preserve">mais le journal de </w:t>
      </w:r>
      <w:r>
        <w:t>M. </w:t>
      </w:r>
      <w:proofErr w:type="spellStart"/>
      <w:r w:rsidR="00636A18">
        <w:t>Pélerin</w:t>
      </w:r>
      <w:proofErr w:type="spellEnd"/>
      <w:r w:rsidR="00636A18">
        <w:t xml:space="preserve"> raconte qu</w:t>
      </w:r>
      <w:r>
        <w:t>’</w:t>
      </w:r>
      <w:r w:rsidR="00636A18">
        <w:t>on va nommer le duc d</w:t>
      </w:r>
      <w:r>
        <w:t>’</w:t>
      </w:r>
      <w:r w:rsidR="00636A18">
        <w:t>Orléans lieutenant-général du royaume</w:t>
      </w:r>
      <w:r>
        <w:t>.</w:t>
      </w:r>
    </w:p>
    <w:p w14:paraId="3171EDAB" w14:textId="77777777" w:rsidR="00D37400" w:rsidRDefault="00D37400">
      <w:r>
        <w:lastRenderedPageBreak/>
        <w:t>— </w:t>
      </w:r>
      <w:r w:rsidR="00636A18">
        <w:t>Eh bien</w:t>
      </w:r>
      <w:r>
        <w:t xml:space="preserve"> ! </w:t>
      </w:r>
      <w:r w:rsidR="00636A18">
        <w:t>dit Florentin</w:t>
      </w:r>
      <w:r>
        <w:t xml:space="preserve">, </w:t>
      </w:r>
      <w:r w:rsidR="00636A18">
        <w:t>qu</w:t>
      </w:r>
      <w:r>
        <w:t>’</w:t>
      </w:r>
      <w:r w:rsidR="00636A18">
        <w:t>on le nomme</w:t>
      </w:r>
      <w:r>
        <w:t xml:space="preserve"> ; </w:t>
      </w:r>
      <w:r w:rsidR="00636A18">
        <w:t>pourvu que le duc de Reichstadt soit général en chef comme son père et qu</w:t>
      </w:r>
      <w:r>
        <w:t>’</w:t>
      </w:r>
      <w:r w:rsidR="00636A18">
        <w:t>il mette dedans tous ceux qui oseront bouger</w:t>
      </w:r>
      <w:r>
        <w:t xml:space="preserve">, </w:t>
      </w:r>
      <w:r w:rsidR="00636A18">
        <w:t>qu</w:t>
      </w:r>
      <w:r>
        <w:t>’</w:t>
      </w:r>
      <w:r w:rsidR="00636A18">
        <w:t>est-ce que tout le reste peut nous faire</w:t>
      </w:r>
      <w:r>
        <w:t> ?</w:t>
      </w:r>
    </w:p>
    <w:p w14:paraId="16307CE6" w14:textId="07F0F8E5" w:rsidR="00636A18" w:rsidRDefault="00D37400">
      <w:pPr>
        <w:rPr>
          <w:szCs w:val="36"/>
        </w:rPr>
      </w:pPr>
      <w:r>
        <w:t>— </w:t>
      </w:r>
      <w:r w:rsidR="00636A18">
        <w:t>C</w:t>
      </w:r>
      <w:r>
        <w:t>’</w:t>
      </w:r>
      <w:r w:rsidR="00636A18">
        <w:t>est vrai</w:t>
      </w:r>
      <w:r>
        <w:t xml:space="preserve">, </w:t>
      </w:r>
      <w:r w:rsidR="00636A18">
        <w:t>Florentin</w:t>
      </w:r>
      <w:r>
        <w:t xml:space="preserve">, </w:t>
      </w:r>
      <w:r w:rsidR="00636A18">
        <w:t xml:space="preserve">répondit </w:t>
      </w:r>
      <w:r>
        <w:t>M</w:t>
      </w:r>
      <w:r w:rsidRPr="00D37400">
        <w:rPr>
          <w:vertAlign w:val="superscript"/>
        </w:rPr>
        <w:t>me</w:t>
      </w:r>
      <w:r>
        <w:t> </w:t>
      </w:r>
      <w:r w:rsidR="00636A18">
        <w:t>Françoise</w:t>
      </w:r>
      <w:r>
        <w:t xml:space="preserve">, </w:t>
      </w:r>
      <w:r w:rsidR="00636A18">
        <w:t>tu as ra</w:t>
      </w:r>
      <w:r w:rsidR="00636A18">
        <w:t>i</w:t>
      </w:r>
      <w:r w:rsidR="00636A18">
        <w:t>son</w:t>
      </w:r>
      <w:r>
        <w:t xml:space="preserve">… </w:t>
      </w:r>
      <w:r w:rsidR="00636A18">
        <w:t>mais j</w:t>
      </w:r>
      <w:r>
        <w:t>’</w:t>
      </w:r>
      <w:r w:rsidR="00636A18">
        <w:t>entends mon lait qui brûle</w:t>
      </w:r>
      <w:r>
        <w:t> !… »</w:t>
      </w:r>
    </w:p>
    <w:p w14:paraId="6D491329" w14:textId="77777777" w:rsidR="00D37400" w:rsidRDefault="00636A18">
      <w:r>
        <w:t>Et elle rentra dans sa cuisine</w:t>
      </w:r>
      <w:r w:rsidR="00D37400">
        <w:t>.</w:t>
      </w:r>
    </w:p>
    <w:p w14:paraId="375DFD82" w14:textId="7AB783D2" w:rsidR="00636A18" w:rsidRDefault="00D37400">
      <w:pPr>
        <w:rPr>
          <w:szCs w:val="36"/>
        </w:rPr>
      </w:pPr>
      <w:r>
        <w:t>« </w:t>
      </w:r>
      <w:r w:rsidR="00636A18">
        <w:t>Nous irons voir ça tout à l</w:t>
      </w:r>
      <w:r>
        <w:t>’</w:t>
      </w:r>
      <w:r w:rsidR="00636A18">
        <w:t>heure</w:t>
      </w:r>
      <w:r>
        <w:t xml:space="preserve">, </w:t>
      </w:r>
      <w:r w:rsidR="00636A18">
        <w:t>chez le colonel Thomas</w:t>
      </w:r>
      <w:r>
        <w:t xml:space="preserve">, </w:t>
      </w:r>
      <w:r w:rsidR="00636A18">
        <w:t>s</w:t>
      </w:r>
      <w:r>
        <w:t>’</w:t>
      </w:r>
      <w:r w:rsidR="00636A18">
        <w:t>écria le capitaine</w:t>
      </w:r>
      <w:r>
        <w:t xml:space="preserve">. </w:t>
      </w:r>
      <w:r w:rsidR="00636A18">
        <w:t>Il faut que tout cela change</w:t>
      </w:r>
      <w:r>
        <w:t xml:space="preserve">, </w:t>
      </w:r>
      <w:r w:rsidR="00636A18">
        <w:t>mille to</w:t>
      </w:r>
      <w:r w:rsidR="00636A18">
        <w:t>n</w:t>
      </w:r>
      <w:r w:rsidR="00636A18">
        <w:t>nerres</w:t>
      </w:r>
      <w:r>
        <w:t> ! »</w:t>
      </w:r>
    </w:p>
    <w:p w14:paraId="351E0186" w14:textId="77777777" w:rsidR="00D37400" w:rsidRDefault="00636A18">
      <w:r>
        <w:t>Je ne l</w:t>
      </w:r>
      <w:r w:rsidR="00D37400">
        <w:t>’</w:t>
      </w:r>
      <w:r>
        <w:t>avais jamais entendu jurer</w:t>
      </w:r>
      <w:r w:rsidR="00D37400">
        <w:t xml:space="preserve"> ; </w:t>
      </w:r>
      <w:r>
        <w:t>il était devenu sombre</w:t>
      </w:r>
      <w:r w:rsidR="00D37400">
        <w:t xml:space="preserve">, </w:t>
      </w:r>
      <w:r>
        <w:t>et quand Françoise rentra servir notre café au lait</w:t>
      </w:r>
      <w:r w:rsidR="00D37400">
        <w:t xml:space="preserve">, </w:t>
      </w:r>
      <w:r>
        <w:t>on déjeuna sans échanger une parole</w:t>
      </w:r>
      <w:r w:rsidR="00D37400">
        <w:t xml:space="preserve">. </w:t>
      </w:r>
      <w:r>
        <w:t>Mon ami Florentin dit seulement à la fin</w:t>
      </w:r>
      <w:r w:rsidR="00D37400">
        <w:t xml:space="preserve">, </w:t>
      </w:r>
      <w:r>
        <w:t>en se levant</w:t>
      </w:r>
      <w:r w:rsidR="00D37400">
        <w:t> :</w:t>
      </w:r>
    </w:p>
    <w:p w14:paraId="638D9200" w14:textId="2771001C" w:rsidR="00636A18" w:rsidRDefault="00D37400">
      <w:pPr>
        <w:rPr>
          <w:szCs w:val="36"/>
        </w:rPr>
      </w:pPr>
      <w:r>
        <w:t>« </w:t>
      </w:r>
      <w:proofErr w:type="spellStart"/>
      <w:r w:rsidR="00636A18">
        <w:t>Frentzel</w:t>
      </w:r>
      <w:proofErr w:type="spellEnd"/>
      <w:r>
        <w:t xml:space="preserve">, </w:t>
      </w:r>
      <w:r w:rsidR="00636A18">
        <w:t>il faut que tout soit prêt</w:t>
      </w:r>
      <w:r>
        <w:t> ! »</w:t>
      </w:r>
    </w:p>
    <w:p w14:paraId="70054989" w14:textId="77777777" w:rsidR="00D37400" w:rsidRDefault="00636A18">
      <w:r>
        <w:t>Il montrait ses défroques</w:t>
      </w:r>
      <w:r w:rsidR="00D37400">
        <w:t>.</w:t>
      </w:r>
    </w:p>
    <w:p w14:paraId="3E9B8A7D" w14:textId="77777777" w:rsidR="00D37400" w:rsidRDefault="00D37400">
      <w:r>
        <w:t>« </w:t>
      </w:r>
      <w:r w:rsidR="00636A18">
        <w:t>Nous pouvons recevoir l</w:t>
      </w:r>
      <w:r>
        <w:t>’</w:t>
      </w:r>
      <w:r w:rsidR="00636A18">
        <w:t>ordre de partir d</w:t>
      </w:r>
      <w:r>
        <w:t>’</w:t>
      </w:r>
      <w:r w:rsidR="00636A18">
        <w:t>une minute à l</w:t>
      </w:r>
      <w:r>
        <w:t>’</w:t>
      </w:r>
      <w:r w:rsidR="00636A18">
        <w:t>autre</w:t>
      </w:r>
      <w:r>
        <w:t xml:space="preserve">… </w:t>
      </w:r>
      <w:r w:rsidR="00636A18">
        <w:t>Tu comprends</w:t>
      </w:r>
      <w:r>
        <w:t> ?</w:t>
      </w:r>
    </w:p>
    <w:p w14:paraId="5B16EA7F" w14:textId="15E2F346" w:rsidR="00636A18" w:rsidRDefault="00D37400">
      <w:pPr>
        <w:rPr>
          <w:szCs w:val="36"/>
        </w:rPr>
      </w:pPr>
      <w:r>
        <w:t>— </w:t>
      </w:r>
      <w:r w:rsidR="00636A18">
        <w:t>Oui</w:t>
      </w:r>
      <w:r>
        <w:t xml:space="preserve">… </w:t>
      </w:r>
      <w:r w:rsidR="00636A18">
        <w:t>oui</w:t>
      </w:r>
      <w:r>
        <w:t xml:space="preserve">… </w:t>
      </w:r>
      <w:r w:rsidR="00636A18">
        <w:t>Sois tranquille</w:t>
      </w:r>
      <w:r>
        <w:t xml:space="preserve">, </w:t>
      </w:r>
      <w:r w:rsidR="00636A18">
        <w:t>Florentin</w:t>
      </w:r>
      <w:r>
        <w:t xml:space="preserve">, </w:t>
      </w:r>
      <w:r w:rsidR="00636A18">
        <w:t>tout sera prêt</w:t>
      </w:r>
      <w:r>
        <w:t xml:space="preserve"> !… </w:t>
      </w:r>
      <w:r w:rsidR="00636A18">
        <w:t>Est-ce qu</w:t>
      </w:r>
      <w:r>
        <w:t>’</w:t>
      </w:r>
      <w:r w:rsidR="00636A18">
        <w:t>il t</w:t>
      </w:r>
      <w:r>
        <w:t>’</w:t>
      </w:r>
      <w:r w:rsidR="00636A18">
        <w:t>a jamais manqué quelque chose</w:t>
      </w:r>
      <w:r>
        <w:t xml:space="preserve">, </w:t>
      </w:r>
      <w:r w:rsidR="00636A18">
        <w:t>depuis notre m</w:t>
      </w:r>
      <w:r w:rsidR="00636A18">
        <w:t>a</w:t>
      </w:r>
      <w:r w:rsidR="00636A18">
        <w:t>riage</w:t>
      </w:r>
      <w:r>
        <w:t xml:space="preserve">, </w:t>
      </w:r>
      <w:r w:rsidR="00636A18">
        <w:t>pour entrer en campagne</w:t>
      </w:r>
      <w:r>
        <w:t> ? »</w:t>
      </w:r>
    </w:p>
    <w:p w14:paraId="17BA8EEB" w14:textId="77777777" w:rsidR="00D37400" w:rsidRDefault="00636A18">
      <w:r>
        <w:t>Cette réponse plut au capitaine</w:t>
      </w:r>
      <w:r w:rsidR="00D37400">
        <w:t>.</w:t>
      </w:r>
    </w:p>
    <w:p w14:paraId="39E95D18" w14:textId="701CB0E1" w:rsidR="00636A18" w:rsidRDefault="00D37400">
      <w:pPr>
        <w:rPr>
          <w:szCs w:val="36"/>
        </w:rPr>
      </w:pPr>
      <w:r>
        <w:t>« </w:t>
      </w:r>
      <w:r w:rsidR="00636A18">
        <w:t>Non</w:t>
      </w:r>
      <w:r>
        <w:t xml:space="preserve">, </w:t>
      </w:r>
      <w:proofErr w:type="spellStart"/>
      <w:r w:rsidR="00636A18">
        <w:t>Frentzel</w:t>
      </w:r>
      <w:proofErr w:type="spellEnd"/>
      <w:r>
        <w:t xml:space="preserve">, </w:t>
      </w:r>
      <w:r w:rsidR="00636A18">
        <w:t>dit-il</w:t>
      </w:r>
      <w:r>
        <w:t xml:space="preserve">, </w:t>
      </w:r>
      <w:r w:rsidR="00636A18">
        <w:t>je dois te rendre justice</w:t>
      </w:r>
      <w:r>
        <w:t xml:space="preserve">, </w:t>
      </w:r>
      <w:r w:rsidR="00636A18">
        <w:t>tu es une vraie femme de soldat</w:t>
      </w:r>
      <w:r>
        <w:t> ! »</w:t>
      </w:r>
    </w:p>
    <w:p w14:paraId="67530E7C" w14:textId="77777777" w:rsidR="00D37400" w:rsidRDefault="00636A18">
      <w:r>
        <w:t>Et prenant sa canne au coin de l</w:t>
      </w:r>
      <w:r w:rsidR="00D37400">
        <w:t>’</w:t>
      </w:r>
      <w:r>
        <w:t>armoire</w:t>
      </w:r>
      <w:r w:rsidR="00D37400">
        <w:t xml:space="preserve">, </w:t>
      </w:r>
      <w:r>
        <w:t>il se coiffa de son chapeau et sortit</w:t>
      </w:r>
      <w:r w:rsidR="00D37400">
        <w:t>.</w:t>
      </w:r>
    </w:p>
    <w:p w14:paraId="055CB46A" w14:textId="77777777" w:rsidR="00D37400" w:rsidRDefault="00636A18">
      <w:r>
        <w:lastRenderedPageBreak/>
        <w:t>Comme je voulais le suivre</w:t>
      </w:r>
      <w:r w:rsidR="00D37400">
        <w:t> :</w:t>
      </w:r>
    </w:p>
    <w:p w14:paraId="5CB5CBF3" w14:textId="785F9179" w:rsidR="00636A18" w:rsidRDefault="00D37400">
      <w:pPr>
        <w:rPr>
          <w:szCs w:val="36"/>
        </w:rPr>
      </w:pPr>
      <w:r>
        <w:t>« </w:t>
      </w:r>
      <w:r w:rsidR="00636A18">
        <w:t xml:space="preserve">Reste avec </w:t>
      </w:r>
      <w:proofErr w:type="spellStart"/>
      <w:r w:rsidR="00636A18">
        <w:t>Frentzel</w:t>
      </w:r>
      <w:proofErr w:type="spellEnd"/>
      <w:r>
        <w:t xml:space="preserve">, </w:t>
      </w:r>
      <w:r w:rsidR="00636A18">
        <w:t>mon ami</w:t>
      </w:r>
      <w:r>
        <w:t xml:space="preserve">, </w:t>
      </w:r>
      <w:r w:rsidR="00636A18">
        <w:t>dit-il</w:t>
      </w:r>
      <w:r>
        <w:t xml:space="preserve"> ; </w:t>
      </w:r>
      <w:r w:rsidR="00636A18">
        <w:t>nous allons au P</w:t>
      </w:r>
      <w:r w:rsidR="00636A18">
        <w:t>e</w:t>
      </w:r>
      <w:r w:rsidR="00636A18">
        <w:t>tit-Saint-Jean</w:t>
      </w:r>
      <w:r>
        <w:t xml:space="preserve"> ; </w:t>
      </w:r>
      <w:r w:rsidR="00636A18">
        <w:t>c</w:t>
      </w:r>
      <w:r>
        <w:t>’</w:t>
      </w:r>
      <w:r w:rsidR="00636A18">
        <w:t>est trop loin pour toi</w:t>
      </w:r>
      <w:r>
        <w:t>. »</w:t>
      </w:r>
    </w:p>
    <w:p w14:paraId="250F8DD8" w14:textId="77777777" w:rsidR="00D37400" w:rsidRDefault="00636A18">
      <w:r>
        <w:t>Alors</w:t>
      </w:r>
      <w:r w:rsidR="00D37400">
        <w:t xml:space="preserve">, </w:t>
      </w:r>
      <w:r>
        <w:t>je courus chez Nicole</w:t>
      </w:r>
      <w:r w:rsidR="00D37400">
        <w:t xml:space="preserve"> ; </w:t>
      </w:r>
      <w:r>
        <w:t>puisque mon ami allait au P</w:t>
      </w:r>
      <w:r>
        <w:t>e</w:t>
      </w:r>
      <w:r>
        <w:t>tit-Saint-Jean</w:t>
      </w:r>
      <w:r w:rsidR="00D37400">
        <w:t xml:space="preserve">, </w:t>
      </w:r>
      <w:r>
        <w:t>le capitaine Vidal devait y être aussi</w:t>
      </w:r>
      <w:r w:rsidR="00D37400">
        <w:t xml:space="preserve"> ; </w:t>
      </w:r>
      <w:r>
        <w:t>je le savais</w:t>
      </w:r>
      <w:r w:rsidR="00D37400">
        <w:t xml:space="preserve">, </w:t>
      </w:r>
      <w:r>
        <w:t>et c</w:t>
      </w:r>
      <w:r w:rsidR="00D37400">
        <w:t>’</w:t>
      </w:r>
      <w:r>
        <w:t>étaient les jours que je passais avec Justine</w:t>
      </w:r>
      <w:r w:rsidR="00D37400">
        <w:t>.</w:t>
      </w:r>
    </w:p>
    <w:p w14:paraId="725F37D8" w14:textId="77777777" w:rsidR="00D37400" w:rsidRDefault="00636A18">
      <w:r>
        <w:t>Toutes les commères</w:t>
      </w:r>
      <w:r w:rsidR="00D37400">
        <w:t xml:space="preserve">, </w:t>
      </w:r>
      <w:r>
        <w:t xml:space="preserve">excepté </w:t>
      </w:r>
      <w:proofErr w:type="spellStart"/>
      <w:r>
        <w:t>Frentzel</w:t>
      </w:r>
      <w:proofErr w:type="spellEnd"/>
      <w:r w:rsidR="00D37400">
        <w:t xml:space="preserve">, </w:t>
      </w:r>
      <w:r>
        <w:t>s</w:t>
      </w:r>
      <w:r w:rsidR="00D37400">
        <w:t>’</w:t>
      </w:r>
      <w:r>
        <w:t>y trouvaient déjà réunies</w:t>
      </w:r>
      <w:r w:rsidR="00D37400">
        <w:t>.</w:t>
      </w:r>
    </w:p>
    <w:p w14:paraId="535E21FF" w14:textId="77777777" w:rsidR="00D37400" w:rsidRDefault="00636A18">
      <w:r>
        <w:t>La mère Desjardins disait</w:t>
      </w:r>
      <w:r w:rsidR="00D37400">
        <w:t> :</w:t>
      </w:r>
    </w:p>
    <w:p w14:paraId="234DF320" w14:textId="77777777" w:rsidR="00D37400" w:rsidRDefault="00D37400">
      <w:r>
        <w:t>« </w:t>
      </w:r>
      <w:r w:rsidR="00636A18">
        <w:t>Il faut attendre Françoise</w:t>
      </w:r>
      <w:r>
        <w:t xml:space="preserve">, </w:t>
      </w:r>
      <w:r w:rsidR="00636A18">
        <w:t>elle a toujours de bonnes idées</w:t>
      </w:r>
      <w:r>
        <w:t>.</w:t>
      </w:r>
    </w:p>
    <w:p w14:paraId="7984BA74" w14:textId="5D4B0D66" w:rsidR="00636A18" w:rsidRDefault="00D37400">
      <w:pPr>
        <w:rPr>
          <w:szCs w:val="36"/>
        </w:rPr>
      </w:pPr>
      <w:r>
        <w:t>— </w:t>
      </w:r>
      <w:r w:rsidR="00636A18">
        <w:t>Oui</w:t>
      </w:r>
      <w:r>
        <w:t xml:space="preserve">, </w:t>
      </w:r>
      <w:r w:rsidR="00636A18">
        <w:t>répondait Nicole</w:t>
      </w:r>
      <w:r>
        <w:t xml:space="preserve">, </w:t>
      </w:r>
      <w:r w:rsidR="00636A18">
        <w:t>il faut aller la chercher</w:t>
      </w:r>
      <w:r>
        <w:t>. »</w:t>
      </w:r>
    </w:p>
    <w:p w14:paraId="1B6D7EC8" w14:textId="38A53803" w:rsidR="00D37400" w:rsidRDefault="00636A18">
      <w:r>
        <w:t>Heureusement</w:t>
      </w:r>
      <w:r w:rsidR="00D37400">
        <w:t>, M</w:t>
      </w:r>
      <w:r w:rsidR="00D37400" w:rsidRPr="00D37400">
        <w:rPr>
          <w:vertAlign w:val="superscript"/>
        </w:rPr>
        <w:t>me</w:t>
      </w:r>
      <w:r w:rsidR="00D37400">
        <w:t> </w:t>
      </w:r>
      <w:r>
        <w:t>Françoise me suivait</w:t>
      </w:r>
      <w:r w:rsidR="00D37400">
        <w:t xml:space="preserve"> ; </w:t>
      </w:r>
      <w:r>
        <w:t>elle s</w:t>
      </w:r>
      <w:r w:rsidR="00D37400">
        <w:t>’</w:t>
      </w:r>
      <w:r>
        <w:t>était d</w:t>
      </w:r>
      <w:r>
        <w:t>é</w:t>
      </w:r>
      <w:r>
        <w:t>pêchée de fermer notre porte à double tour et passait justement devant les fenêtres</w:t>
      </w:r>
      <w:r w:rsidR="00D37400">
        <w:t>.</w:t>
      </w:r>
    </w:p>
    <w:p w14:paraId="3442CF8C" w14:textId="77777777" w:rsidR="00D37400" w:rsidRDefault="00D37400">
      <w:r>
        <w:t>« </w:t>
      </w:r>
      <w:r w:rsidR="00636A18">
        <w:t>Hé</w:t>
      </w:r>
      <w:r>
        <w:t xml:space="preserve"> ! </w:t>
      </w:r>
      <w:r w:rsidR="00636A18">
        <w:t>la voici</w:t>
      </w:r>
      <w:r>
        <w:t> ! »</w:t>
      </w:r>
      <w:r w:rsidR="00636A18">
        <w:t xml:space="preserve"> dirent les autres</w:t>
      </w:r>
      <w:r>
        <w:t>.</w:t>
      </w:r>
    </w:p>
    <w:p w14:paraId="456B2FA5" w14:textId="77777777" w:rsidR="00D37400" w:rsidRDefault="00636A18">
      <w:r>
        <w:t>Françoise entra tout essoufflée et s</w:t>
      </w:r>
      <w:r w:rsidR="00D37400">
        <w:t>’</w:t>
      </w:r>
      <w:r>
        <w:t>assit</w:t>
      </w:r>
      <w:r w:rsidR="00D37400">
        <w:t>.</w:t>
      </w:r>
    </w:p>
    <w:p w14:paraId="3CBDEF04" w14:textId="77777777" w:rsidR="00D37400" w:rsidRDefault="00636A18">
      <w:r>
        <w:t>Justine m</w:t>
      </w:r>
      <w:r w:rsidR="00D37400">
        <w:t>’</w:t>
      </w:r>
      <w:r>
        <w:t>avait tiré dans un coin</w:t>
      </w:r>
      <w:r w:rsidR="00D37400">
        <w:t xml:space="preserve">, </w:t>
      </w:r>
      <w:r>
        <w:t>près de la chiffonnière</w:t>
      </w:r>
      <w:r w:rsidR="00D37400">
        <w:t xml:space="preserve">, </w:t>
      </w:r>
      <w:r>
        <w:t>et me disait</w:t>
      </w:r>
      <w:r w:rsidR="00D37400">
        <w:t> :</w:t>
      </w:r>
    </w:p>
    <w:p w14:paraId="41B1B68E" w14:textId="3C0F946D" w:rsidR="00636A18" w:rsidRDefault="00D37400">
      <w:pPr>
        <w:rPr>
          <w:szCs w:val="36"/>
        </w:rPr>
      </w:pPr>
      <w:r>
        <w:t>« </w:t>
      </w:r>
      <w:r w:rsidR="00636A18">
        <w:t>Tu dîneras avec nous</w:t>
      </w:r>
      <w:r>
        <w:t xml:space="preserve"> ; </w:t>
      </w:r>
      <w:r w:rsidR="00636A18">
        <w:t>mon père ne reviendra pas avant ce soir</w:t>
      </w:r>
      <w:r>
        <w:t xml:space="preserve">, </w:t>
      </w:r>
      <w:r w:rsidR="00636A18">
        <w:t>et Catherine fera de la galette</w:t>
      </w:r>
      <w:r>
        <w:t>. »</w:t>
      </w:r>
    </w:p>
    <w:p w14:paraId="2A07F844" w14:textId="77777777" w:rsidR="00D37400" w:rsidRDefault="00636A18">
      <w:r>
        <w:t>Je vis qu</w:t>
      </w:r>
      <w:r w:rsidR="00D37400">
        <w:t>’</w:t>
      </w:r>
      <w:r>
        <w:t>elle avait une petite cocarde tricolore sur l</w:t>
      </w:r>
      <w:r w:rsidR="00D37400">
        <w:t>’</w:t>
      </w:r>
      <w:r>
        <w:t>oreille</w:t>
      </w:r>
      <w:r w:rsidR="00D37400">
        <w:t xml:space="preserve">, </w:t>
      </w:r>
      <w:r>
        <w:t>et</w:t>
      </w:r>
      <w:r w:rsidR="00D37400">
        <w:t xml:space="preserve">, </w:t>
      </w:r>
      <w:r>
        <w:t>regardant par la fenêtre</w:t>
      </w:r>
      <w:r w:rsidR="00D37400">
        <w:t xml:space="preserve">, </w:t>
      </w:r>
      <w:r>
        <w:t>j</w:t>
      </w:r>
      <w:r w:rsidR="00D37400">
        <w:t>’</w:t>
      </w:r>
      <w:r>
        <w:t>aperçus beaucoup de gens qui po</w:t>
      </w:r>
      <w:r>
        <w:t>r</w:t>
      </w:r>
      <w:r>
        <w:t>taient déjà cette cocarde à leurs chapeaux</w:t>
      </w:r>
      <w:r w:rsidR="00D37400">
        <w:t>.</w:t>
      </w:r>
    </w:p>
    <w:p w14:paraId="43487A5D" w14:textId="77777777" w:rsidR="00D37400" w:rsidRDefault="00D37400">
      <w:r>
        <w:t>« </w:t>
      </w:r>
      <w:r w:rsidR="00636A18">
        <w:t>Écoute</w:t>
      </w:r>
      <w:r>
        <w:t xml:space="preserve">, </w:t>
      </w:r>
      <w:r w:rsidR="00636A18">
        <w:t>lui dis-je</w:t>
      </w:r>
      <w:r>
        <w:t xml:space="preserve">, </w:t>
      </w:r>
      <w:r w:rsidR="00636A18">
        <w:t>donne-moi ta cocarde</w:t>
      </w:r>
      <w:r>
        <w:t>.</w:t>
      </w:r>
    </w:p>
    <w:p w14:paraId="2959A62F" w14:textId="0ECC00D4" w:rsidR="00636A18" w:rsidRDefault="00D37400">
      <w:pPr>
        <w:rPr>
          <w:szCs w:val="36"/>
        </w:rPr>
      </w:pPr>
      <w:r>
        <w:lastRenderedPageBreak/>
        <w:t>— </w:t>
      </w:r>
      <w:r w:rsidR="00636A18">
        <w:t>Oh</w:t>
      </w:r>
      <w:r>
        <w:t xml:space="preserve"> ! </w:t>
      </w:r>
      <w:r w:rsidR="00636A18">
        <w:t>non</w:t>
      </w:r>
      <w:r>
        <w:t xml:space="preserve">, </w:t>
      </w:r>
      <w:r w:rsidR="00636A18">
        <w:t>fit-elle en fouillant dans sa poche</w:t>
      </w:r>
      <w:r>
        <w:t xml:space="preserve">, </w:t>
      </w:r>
      <w:r w:rsidR="00636A18">
        <w:t>elle me va trop bien</w:t>
      </w:r>
      <w:r>
        <w:t xml:space="preserve"> ; </w:t>
      </w:r>
      <w:r w:rsidR="00636A18">
        <w:t>mais en voici une autre plus grande que j</w:t>
      </w:r>
      <w:r>
        <w:t>’</w:t>
      </w:r>
      <w:r w:rsidR="00636A18">
        <w:t>ai faite pour toi</w:t>
      </w:r>
      <w:r>
        <w:t xml:space="preserve">. </w:t>
      </w:r>
      <w:r w:rsidR="00636A18">
        <w:t>Qu</w:t>
      </w:r>
      <w:r>
        <w:t>’</w:t>
      </w:r>
      <w:r w:rsidR="00636A18">
        <w:t>est-ce que tu me donneras si je la mets à ton bo</w:t>
      </w:r>
      <w:r w:rsidR="00636A18">
        <w:t>n</w:t>
      </w:r>
      <w:r w:rsidR="00636A18">
        <w:t>net</w:t>
      </w:r>
      <w:r>
        <w:t> ? »</w:t>
      </w:r>
    </w:p>
    <w:p w14:paraId="4B928512" w14:textId="77777777" w:rsidR="00D37400" w:rsidRDefault="00636A18">
      <w:r>
        <w:t>J</w:t>
      </w:r>
      <w:r w:rsidR="00D37400">
        <w:t>’</w:t>
      </w:r>
      <w:r>
        <w:t>étendis mes grosses mains pour l</w:t>
      </w:r>
      <w:r w:rsidR="00D37400">
        <w:t>’</w:t>
      </w:r>
      <w:r>
        <w:t>embrasser</w:t>
      </w:r>
      <w:r w:rsidR="00D37400">
        <w:t>.</w:t>
      </w:r>
    </w:p>
    <w:p w14:paraId="656CB59A" w14:textId="4E8B2836" w:rsidR="00636A18" w:rsidRDefault="00D37400">
      <w:pPr>
        <w:rPr>
          <w:szCs w:val="36"/>
        </w:rPr>
      </w:pPr>
      <w:r>
        <w:t>« </w:t>
      </w:r>
      <w:r w:rsidR="00636A18">
        <w:t>Non</w:t>
      </w:r>
      <w:r>
        <w:t xml:space="preserve">… </w:t>
      </w:r>
      <w:r w:rsidR="00636A18">
        <w:t>non</w:t>
      </w:r>
      <w:r>
        <w:t xml:space="preserve"> !… </w:t>
      </w:r>
      <w:r w:rsidR="00636A18">
        <w:t>faisait-elle en baissant la tête</w:t>
      </w:r>
      <w:r>
        <w:t xml:space="preserve">, </w:t>
      </w:r>
      <w:r w:rsidR="00636A18">
        <w:t>non</w:t>
      </w:r>
      <w:r>
        <w:t> ! »</w:t>
      </w:r>
    </w:p>
    <w:p w14:paraId="7B6E67C9" w14:textId="77777777" w:rsidR="00D37400" w:rsidRDefault="00636A18">
      <w:r>
        <w:t>Elle avait l</w:t>
      </w:r>
      <w:r w:rsidR="00D37400">
        <w:t>’</w:t>
      </w:r>
      <w:r>
        <w:t>air de ne pas vouloir</w:t>
      </w:r>
      <w:r w:rsidR="00D37400">
        <w:t xml:space="preserve">, </w:t>
      </w:r>
      <w:r>
        <w:t>mais je l</w:t>
      </w:r>
      <w:r w:rsidR="00D37400">
        <w:t>’</w:t>
      </w:r>
      <w:r>
        <w:t>embrassai tout de même</w:t>
      </w:r>
      <w:r w:rsidR="00D37400">
        <w:t>.</w:t>
      </w:r>
    </w:p>
    <w:p w14:paraId="2649F07D" w14:textId="77777777" w:rsidR="00D37400" w:rsidRDefault="00636A18">
      <w:r>
        <w:t>Alors elle fut contente</w:t>
      </w:r>
      <w:r w:rsidR="00D37400">
        <w:t xml:space="preserve">, </w:t>
      </w:r>
      <w:r>
        <w:t>et</w:t>
      </w:r>
      <w:r w:rsidR="00D37400">
        <w:t xml:space="preserve">, </w:t>
      </w:r>
      <w:r>
        <w:t>prenant une épingle</w:t>
      </w:r>
      <w:r w:rsidR="00D37400">
        <w:t xml:space="preserve">, </w:t>
      </w:r>
      <w:r>
        <w:t>elle attacha la cocarde à mon bonnet</w:t>
      </w:r>
      <w:r w:rsidR="00D37400">
        <w:t xml:space="preserve">. </w:t>
      </w:r>
      <w:r>
        <w:t>Je montai sur un tabouret</w:t>
      </w:r>
      <w:r w:rsidR="00D37400">
        <w:t xml:space="preserve">, </w:t>
      </w:r>
      <w:r>
        <w:t>pour me regarder avec ma cocarde dans le miroir</w:t>
      </w:r>
      <w:r w:rsidR="00D37400">
        <w:t xml:space="preserve">, </w:t>
      </w:r>
      <w:r>
        <w:t>et je me trouvai très beau</w:t>
      </w:r>
      <w:r w:rsidR="00D37400">
        <w:t>.</w:t>
      </w:r>
    </w:p>
    <w:p w14:paraId="596FB680" w14:textId="77777777" w:rsidR="00D37400" w:rsidRDefault="00636A18">
      <w:r>
        <w:t>Pendant ce temps</w:t>
      </w:r>
      <w:r w:rsidR="00D37400">
        <w:t xml:space="preserve">, </w:t>
      </w:r>
      <w:r>
        <w:t>la délibération avait continué en face du bocal de cerises et des beignets que Cocole avait sortis de son armoire</w:t>
      </w:r>
      <w:r w:rsidR="00D37400">
        <w:t xml:space="preserve">. </w:t>
      </w:r>
      <w:r>
        <w:t>Elle avait aussi des macarons dans une petite corbeille</w:t>
      </w:r>
      <w:r w:rsidR="00D37400">
        <w:t xml:space="preserve">, </w:t>
      </w:r>
      <w:r>
        <w:t>et c</w:t>
      </w:r>
      <w:r w:rsidR="00D37400">
        <w:t>’</w:t>
      </w:r>
      <w:r>
        <w:t>est pour cela</w:t>
      </w:r>
      <w:r w:rsidR="00D37400">
        <w:t xml:space="preserve">, </w:t>
      </w:r>
      <w:r>
        <w:t>je pense</w:t>
      </w:r>
      <w:r w:rsidR="00D37400">
        <w:t xml:space="preserve">, </w:t>
      </w:r>
      <w:r>
        <w:t>que les autres aimaient tant à venir chez elle</w:t>
      </w:r>
      <w:r w:rsidR="00D37400">
        <w:t>.</w:t>
      </w:r>
    </w:p>
    <w:p w14:paraId="3733B8E9" w14:textId="2C102F83" w:rsidR="00D37400" w:rsidRDefault="00D37400">
      <w:r>
        <w:t>« </w:t>
      </w:r>
      <w:r w:rsidR="00636A18">
        <w:t>Je voudrais bien savoir</w:t>
      </w:r>
      <w:r>
        <w:t xml:space="preserve">, </w:t>
      </w:r>
      <w:r w:rsidR="00636A18">
        <w:t xml:space="preserve">disait </w:t>
      </w:r>
      <w:r>
        <w:t>M</w:t>
      </w:r>
      <w:r w:rsidRPr="00D37400">
        <w:rPr>
          <w:vertAlign w:val="superscript"/>
        </w:rPr>
        <w:t>me</w:t>
      </w:r>
      <w:r>
        <w:t> </w:t>
      </w:r>
      <w:r w:rsidR="00636A18">
        <w:t>Richard</w:t>
      </w:r>
      <w:r>
        <w:t xml:space="preserve">, </w:t>
      </w:r>
      <w:r w:rsidR="00636A18">
        <w:t>ce qu</w:t>
      </w:r>
      <w:r>
        <w:t>’</w:t>
      </w:r>
      <w:r w:rsidR="00636A18">
        <w:t>ils vont faire au Petit-Saint-Jean</w:t>
      </w:r>
      <w:r>
        <w:t xml:space="preserve">, </w:t>
      </w:r>
      <w:r w:rsidR="00636A18">
        <w:t>chez le colonel Thomas</w:t>
      </w:r>
      <w:r>
        <w:t xml:space="preserve">, </w:t>
      </w:r>
      <w:r w:rsidR="00636A18">
        <w:t>qui les attire dans sa ferme</w:t>
      </w:r>
      <w:r>
        <w:t xml:space="preserve">. </w:t>
      </w:r>
      <w:r w:rsidR="00636A18">
        <w:t>Ça lui est bien facile</w:t>
      </w:r>
      <w:r>
        <w:t xml:space="preserve">, </w:t>
      </w:r>
      <w:r w:rsidR="00636A18">
        <w:t>à ce grand colonel</w:t>
      </w:r>
      <w:r>
        <w:t xml:space="preserve">, </w:t>
      </w:r>
      <w:r w:rsidR="00636A18">
        <w:t>de crier</w:t>
      </w:r>
      <w:r>
        <w:t> : « </w:t>
      </w:r>
      <w:r w:rsidR="00636A18">
        <w:t>Vive Reichstadt</w:t>
      </w:r>
      <w:r>
        <w:t> ! »</w:t>
      </w:r>
      <w:r w:rsidR="00636A18">
        <w:t xml:space="preserve"> Il est garçon</w:t>
      </w:r>
      <w:r>
        <w:t xml:space="preserve">, </w:t>
      </w:r>
      <w:r w:rsidR="00636A18">
        <w:t>il est riche</w:t>
      </w:r>
      <w:r>
        <w:t xml:space="preserve">… </w:t>
      </w:r>
      <w:r w:rsidR="00636A18">
        <w:t>Il n</w:t>
      </w:r>
      <w:r>
        <w:t>’</w:t>
      </w:r>
      <w:r w:rsidR="00636A18">
        <w:t>a pas besoin de sa croix et de sa pension pour vivre</w:t>
      </w:r>
      <w:r>
        <w:t xml:space="preserve"> ! </w:t>
      </w:r>
      <w:r w:rsidR="00636A18">
        <w:t>Pourvu qu</w:t>
      </w:r>
      <w:r>
        <w:t>’</w:t>
      </w:r>
      <w:r w:rsidR="00636A18">
        <w:t>il ne dise pas maintenant à nos vieux fous que le temps est venu de marcher</w:t>
      </w:r>
      <w:r>
        <w:t> !</w:t>
      </w:r>
    </w:p>
    <w:p w14:paraId="5FF11F22" w14:textId="77777777" w:rsidR="00D37400" w:rsidRDefault="00D37400">
      <w:r>
        <w:t>— </w:t>
      </w:r>
      <w:r w:rsidR="00636A18">
        <w:t>Hé</w:t>
      </w:r>
      <w:r>
        <w:t xml:space="preserve"> ! </w:t>
      </w:r>
      <w:r w:rsidR="00636A18">
        <w:t>n</w:t>
      </w:r>
      <w:r>
        <w:t>’</w:t>
      </w:r>
      <w:r w:rsidR="00636A18">
        <w:t>ayez donc pas peur</w:t>
      </w:r>
      <w:r>
        <w:t xml:space="preserve">, </w:t>
      </w:r>
      <w:r w:rsidR="00636A18">
        <w:t xml:space="preserve">répondit </w:t>
      </w:r>
      <w:proofErr w:type="spellStart"/>
      <w:r w:rsidR="00636A18">
        <w:t>Frentzel</w:t>
      </w:r>
      <w:proofErr w:type="spellEnd"/>
      <w:r>
        <w:t xml:space="preserve"> ; </w:t>
      </w:r>
      <w:r w:rsidR="00636A18">
        <w:t>ils ne ma</w:t>
      </w:r>
      <w:r w:rsidR="00636A18">
        <w:t>r</w:t>
      </w:r>
      <w:r w:rsidR="00636A18">
        <w:t>cheront pas sans mot d</w:t>
      </w:r>
      <w:r>
        <w:t>’</w:t>
      </w:r>
      <w:r w:rsidR="00636A18">
        <w:t>ordre</w:t>
      </w:r>
      <w:r>
        <w:t xml:space="preserve"> ! </w:t>
      </w:r>
      <w:r w:rsidR="00636A18">
        <w:t>Tant qu</w:t>
      </w:r>
      <w:r>
        <w:t>’</w:t>
      </w:r>
      <w:r w:rsidR="00636A18">
        <w:t>ils n</w:t>
      </w:r>
      <w:r>
        <w:t>’</w:t>
      </w:r>
      <w:r w:rsidR="00636A18">
        <w:t>auront pas de mot d</w:t>
      </w:r>
      <w:r>
        <w:t>’</w:t>
      </w:r>
      <w:r w:rsidR="00636A18">
        <w:t>ordre</w:t>
      </w:r>
      <w:r>
        <w:t xml:space="preserve">, </w:t>
      </w:r>
      <w:r w:rsidR="00636A18">
        <w:t>ils resteront tranquilles comme des carpes au fond d</w:t>
      </w:r>
      <w:r>
        <w:t>’</w:t>
      </w:r>
      <w:r w:rsidR="00636A18">
        <w:t>un baquet</w:t>
      </w:r>
      <w:r>
        <w:t xml:space="preserve">. </w:t>
      </w:r>
      <w:r w:rsidR="00636A18">
        <w:t>J</w:t>
      </w:r>
      <w:r>
        <w:t>’</w:t>
      </w:r>
      <w:r w:rsidR="00636A18">
        <w:t>ai toujours vu ça</w:t>
      </w:r>
      <w:r>
        <w:t xml:space="preserve">, </w:t>
      </w:r>
      <w:r w:rsidR="00636A18">
        <w:t>en Espagne</w:t>
      </w:r>
      <w:r>
        <w:t xml:space="preserve">, </w:t>
      </w:r>
      <w:r w:rsidR="00636A18">
        <w:t>en Prusse</w:t>
      </w:r>
      <w:r>
        <w:t xml:space="preserve">, </w:t>
      </w:r>
      <w:r w:rsidR="00636A18">
        <w:t>partout</w:t>
      </w:r>
      <w:r>
        <w:t xml:space="preserve"> ! </w:t>
      </w:r>
      <w:r w:rsidR="00636A18">
        <w:t>Quand le mot d</w:t>
      </w:r>
      <w:r>
        <w:t>’</w:t>
      </w:r>
      <w:r w:rsidR="00636A18">
        <w:t>ordre viendra</w:t>
      </w:r>
      <w:r>
        <w:t xml:space="preserve">, </w:t>
      </w:r>
      <w:r w:rsidR="00636A18">
        <w:t>nous verrons</w:t>
      </w:r>
      <w:r>
        <w:t> !</w:t>
      </w:r>
    </w:p>
    <w:p w14:paraId="1574168F" w14:textId="77777777" w:rsidR="00D37400" w:rsidRDefault="00D37400">
      <w:r>
        <w:lastRenderedPageBreak/>
        <w:t>— </w:t>
      </w:r>
      <w:r w:rsidR="00636A18">
        <w:t>Mais</w:t>
      </w:r>
      <w:r>
        <w:t xml:space="preserve">, </w:t>
      </w:r>
      <w:r w:rsidR="00636A18">
        <w:t>dit Nicole</w:t>
      </w:r>
      <w:r>
        <w:t xml:space="preserve">, </w:t>
      </w:r>
      <w:r w:rsidR="00636A18">
        <w:t>qui est-ce qui donnera le mot d</w:t>
      </w:r>
      <w:r>
        <w:t>’</w:t>
      </w:r>
      <w:r w:rsidR="00636A18">
        <w:t>ordre</w:t>
      </w:r>
      <w:r>
        <w:t xml:space="preserve"> ? </w:t>
      </w:r>
      <w:r w:rsidR="00636A18">
        <w:t>Si c</w:t>
      </w:r>
      <w:r>
        <w:t>’</w:t>
      </w:r>
      <w:r w:rsidR="00636A18">
        <w:t>est Lafayette ou le duc d</w:t>
      </w:r>
      <w:r>
        <w:t>’</w:t>
      </w:r>
      <w:r w:rsidR="00636A18">
        <w:t>Orléans</w:t>
      </w:r>
      <w:r>
        <w:t xml:space="preserve">, </w:t>
      </w:r>
      <w:r w:rsidR="00636A18">
        <w:t>ils ne voudront pas ma</w:t>
      </w:r>
      <w:r w:rsidR="00636A18">
        <w:t>r</w:t>
      </w:r>
      <w:r w:rsidR="00636A18">
        <w:t>cher</w:t>
      </w:r>
      <w:r>
        <w:t>.</w:t>
      </w:r>
    </w:p>
    <w:p w14:paraId="005BCCCA" w14:textId="77777777" w:rsidR="00D37400" w:rsidRDefault="00D37400">
      <w:r>
        <w:t>— </w:t>
      </w:r>
      <w:r w:rsidR="00636A18">
        <w:rPr>
          <w:szCs w:val="36"/>
        </w:rPr>
        <w:t>Laissez donc</w:t>
      </w:r>
      <w:r>
        <w:rPr>
          <w:szCs w:val="36"/>
        </w:rPr>
        <w:t xml:space="preserve">, </w:t>
      </w:r>
      <w:r w:rsidR="00636A18">
        <w:rPr>
          <w:szCs w:val="36"/>
        </w:rPr>
        <w:t>dit Françoise</w:t>
      </w:r>
      <w:r>
        <w:rPr>
          <w:szCs w:val="36"/>
        </w:rPr>
        <w:t xml:space="preserve">, </w:t>
      </w:r>
      <w:r w:rsidR="00636A18">
        <w:rPr>
          <w:szCs w:val="36"/>
        </w:rPr>
        <w:t>ils seront trop contents de recevoir un mot d</w:t>
      </w:r>
      <w:r>
        <w:rPr>
          <w:szCs w:val="36"/>
        </w:rPr>
        <w:t>’</w:t>
      </w:r>
      <w:r w:rsidR="00636A18">
        <w:rPr>
          <w:szCs w:val="36"/>
        </w:rPr>
        <w:t>ordre</w:t>
      </w:r>
      <w:r>
        <w:rPr>
          <w:szCs w:val="36"/>
        </w:rPr>
        <w:t xml:space="preserve">, </w:t>
      </w:r>
      <w:r w:rsidR="00636A18">
        <w:t>depuis quinze ans qu</w:t>
      </w:r>
      <w:r>
        <w:t>’</w:t>
      </w:r>
      <w:r w:rsidR="00636A18">
        <w:t>ils n</w:t>
      </w:r>
      <w:r>
        <w:t>’</w:t>
      </w:r>
      <w:r w:rsidR="00636A18">
        <w:t>en ont plus</w:t>
      </w:r>
      <w:r>
        <w:t xml:space="preserve"> ! </w:t>
      </w:r>
      <w:r w:rsidR="00636A18">
        <w:t>Et puis Mouton-Lobau</w:t>
      </w:r>
      <w:r>
        <w:t xml:space="preserve">, </w:t>
      </w:r>
      <w:r w:rsidR="00636A18">
        <w:t>qui n</w:t>
      </w:r>
      <w:r>
        <w:t>’</w:t>
      </w:r>
      <w:r w:rsidR="00636A18">
        <w:t>est pas une bête</w:t>
      </w:r>
      <w:r>
        <w:t xml:space="preserve">, </w:t>
      </w:r>
      <w:r w:rsidR="00636A18">
        <w:t>verra bien là-bas ce qu</w:t>
      </w:r>
      <w:r>
        <w:t>’</w:t>
      </w:r>
      <w:r w:rsidR="00636A18">
        <w:t>il faut faire</w:t>
      </w:r>
      <w:r>
        <w:t xml:space="preserve">, </w:t>
      </w:r>
      <w:r w:rsidR="00636A18">
        <w:t>il reconnaîtra la position</w:t>
      </w:r>
      <w:r>
        <w:t xml:space="preserve"> ; </w:t>
      </w:r>
      <w:r w:rsidR="00636A18">
        <w:t>ce n</w:t>
      </w:r>
      <w:r>
        <w:t>’</w:t>
      </w:r>
      <w:r w:rsidR="00636A18">
        <w:t>est pas lui qui passerait la tête dans une bricole</w:t>
      </w:r>
      <w:r>
        <w:t xml:space="preserve">, </w:t>
      </w:r>
      <w:r w:rsidR="00636A18">
        <w:t>sans savoir qui va le mener</w:t>
      </w:r>
      <w:r>
        <w:t xml:space="preserve">… </w:t>
      </w:r>
      <w:r w:rsidR="00636A18">
        <w:t>Il leur enverra le mot d</w:t>
      </w:r>
      <w:r>
        <w:t>’</w:t>
      </w:r>
      <w:r w:rsidR="00636A18">
        <w:t>ordre</w:t>
      </w:r>
      <w:r>
        <w:t xml:space="preserve"> ! </w:t>
      </w:r>
      <w:r w:rsidR="00636A18">
        <w:t>Si Reichstadt est le plus fort</w:t>
      </w:r>
      <w:r>
        <w:t xml:space="preserve">, </w:t>
      </w:r>
      <w:r w:rsidR="00636A18">
        <w:t>on marchera pour Reichstadt</w:t>
      </w:r>
      <w:r>
        <w:t xml:space="preserve"> ; </w:t>
      </w:r>
      <w:r w:rsidR="00636A18">
        <w:t>si c</w:t>
      </w:r>
      <w:r>
        <w:t>’</w:t>
      </w:r>
      <w:r w:rsidR="00636A18">
        <w:t>en est un autre</w:t>
      </w:r>
      <w:r>
        <w:t xml:space="preserve">, </w:t>
      </w:r>
      <w:r w:rsidR="00636A18">
        <w:t>on marchera pour l</w:t>
      </w:r>
      <w:r>
        <w:t>’</w:t>
      </w:r>
      <w:r w:rsidR="00636A18">
        <w:t>autre</w:t>
      </w:r>
      <w:r>
        <w:t xml:space="preserve">. </w:t>
      </w:r>
      <w:r w:rsidR="00636A18">
        <w:t>Et le grand Thomas sera content</w:t>
      </w:r>
      <w:r>
        <w:t xml:space="preserve">. </w:t>
      </w:r>
      <w:r w:rsidR="00636A18">
        <w:t>Il n</w:t>
      </w:r>
      <w:r>
        <w:t>’</w:t>
      </w:r>
      <w:r w:rsidR="00636A18">
        <w:t>est pas aussi borné que vous dites</w:t>
      </w:r>
      <w:r>
        <w:t xml:space="preserve">, </w:t>
      </w:r>
      <w:r w:rsidR="00636A18">
        <w:t>Nicole</w:t>
      </w:r>
      <w:r>
        <w:t xml:space="preserve"> ; </w:t>
      </w:r>
      <w:r w:rsidR="00636A18">
        <w:t>il veut bien rentrer dans son grade et même devenir général</w:t>
      </w:r>
      <w:r>
        <w:t xml:space="preserve">, </w:t>
      </w:r>
      <w:r w:rsidR="00636A18">
        <w:t>mais il ne risquerait pas sa peau sans mot d</w:t>
      </w:r>
      <w:r>
        <w:t>’</w:t>
      </w:r>
      <w:r w:rsidR="00636A18">
        <w:t>ordre</w:t>
      </w:r>
      <w:r>
        <w:t>.</w:t>
      </w:r>
    </w:p>
    <w:p w14:paraId="19636EF7" w14:textId="5B2B29FF" w:rsidR="00D37400" w:rsidRDefault="00D37400">
      <w:r>
        <w:t>— </w:t>
      </w:r>
      <w:r w:rsidR="00636A18">
        <w:t>Vous avez raison</w:t>
      </w:r>
      <w:r>
        <w:t xml:space="preserve">, </w:t>
      </w:r>
      <w:r w:rsidR="00636A18">
        <w:t>Françoise</w:t>
      </w:r>
      <w:r>
        <w:t xml:space="preserve">, </w:t>
      </w:r>
      <w:r w:rsidR="00636A18">
        <w:t xml:space="preserve">disait </w:t>
      </w:r>
      <w:r>
        <w:t>M</w:t>
      </w:r>
      <w:r w:rsidRPr="00D37400">
        <w:rPr>
          <w:vertAlign w:val="superscript"/>
        </w:rPr>
        <w:t>me</w:t>
      </w:r>
      <w:r>
        <w:t> </w:t>
      </w:r>
      <w:r w:rsidR="00636A18">
        <w:t>Richard en riant</w:t>
      </w:r>
      <w:r>
        <w:t xml:space="preserve">, </w:t>
      </w:r>
      <w:r w:rsidR="00636A18">
        <w:t>le plus fort enverra le mot d</w:t>
      </w:r>
      <w:r>
        <w:t>’</w:t>
      </w:r>
      <w:r w:rsidR="00636A18">
        <w:t>ordre</w:t>
      </w:r>
      <w:r>
        <w:t xml:space="preserve">, </w:t>
      </w:r>
      <w:r w:rsidR="00636A18">
        <w:t>et nous n</w:t>
      </w:r>
      <w:r>
        <w:t>’</w:t>
      </w:r>
      <w:r w:rsidR="00636A18">
        <w:t>aurons rien à craindre</w:t>
      </w:r>
      <w:r>
        <w:t>.</w:t>
      </w:r>
    </w:p>
    <w:p w14:paraId="470896C1" w14:textId="77777777" w:rsidR="00D37400" w:rsidRDefault="00D37400">
      <w:pPr>
        <w:rPr>
          <w:szCs w:val="36"/>
        </w:rPr>
      </w:pPr>
      <w:r>
        <w:t>— </w:t>
      </w:r>
      <w:r w:rsidR="00636A18">
        <w:t>Hé</w:t>
      </w:r>
      <w:r>
        <w:t xml:space="preserve"> ! </w:t>
      </w:r>
      <w:r w:rsidR="00636A18">
        <w:t xml:space="preserve">dit </w:t>
      </w:r>
      <w:proofErr w:type="spellStart"/>
      <w:r w:rsidR="00636A18">
        <w:t>Frentzel</w:t>
      </w:r>
      <w:proofErr w:type="spellEnd"/>
      <w:r>
        <w:t xml:space="preserve">, </w:t>
      </w:r>
      <w:r w:rsidR="00636A18">
        <w:t>c</w:t>
      </w:r>
      <w:r>
        <w:t>’</w:t>
      </w:r>
      <w:r w:rsidR="00636A18">
        <w:t>est toujours le supérieur qui gagne ou qui perd</w:t>
      </w:r>
      <w:r>
        <w:t xml:space="preserve">, </w:t>
      </w:r>
      <w:r w:rsidR="00636A18">
        <w:t>vous savez bien</w:t>
      </w:r>
      <w:r>
        <w:t xml:space="preserve">. </w:t>
      </w:r>
      <w:r w:rsidR="00636A18">
        <w:t>Il n</w:t>
      </w:r>
      <w:r>
        <w:t>’</w:t>
      </w:r>
      <w:r w:rsidR="00636A18">
        <w:t>y a que les imbéciles qui ma</w:t>
      </w:r>
      <w:r w:rsidR="00636A18">
        <w:t>r</w:t>
      </w:r>
      <w:r w:rsidR="00636A18">
        <w:t>chent sans mot d</w:t>
      </w:r>
      <w:r>
        <w:t>’</w:t>
      </w:r>
      <w:r w:rsidR="00636A18">
        <w:t>ordre</w:t>
      </w:r>
      <w:r>
        <w:t xml:space="preserve"> ; </w:t>
      </w:r>
      <w:r w:rsidR="00636A18">
        <w:t>et puis</w:t>
      </w:r>
      <w:r>
        <w:t xml:space="preserve">, </w:t>
      </w:r>
      <w:r w:rsidR="00636A18">
        <w:t xml:space="preserve">est-ce </w:t>
      </w:r>
      <w:r w:rsidR="00636A18">
        <w:rPr>
          <w:szCs w:val="36"/>
        </w:rPr>
        <w:t>que nous ne sommes pas là pour avertir nos innocents</w:t>
      </w:r>
      <w:r>
        <w:rPr>
          <w:szCs w:val="36"/>
        </w:rPr>
        <w:t xml:space="preserve"> ? </w:t>
      </w:r>
      <w:r w:rsidR="00636A18">
        <w:rPr>
          <w:szCs w:val="36"/>
        </w:rPr>
        <w:t>Ils ne feront rien sans nous</w:t>
      </w:r>
      <w:r>
        <w:rPr>
          <w:szCs w:val="36"/>
        </w:rPr>
        <w:t xml:space="preserve">. </w:t>
      </w:r>
      <w:r w:rsidR="00636A18">
        <w:rPr>
          <w:szCs w:val="36"/>
        </w:rPr>
        <w:t>Fl</w:t>
      </w:r>
      <w:r w:rsidR="00636A18">
        <w:rPr>
          <w:szCs w:val="36"/>
        </w:rPr>
        <w:t>o</w:t>
      </w:r>
      <w:r w:rsidR="00636A18">
        <w:rPr>
          <w:szCs w:val="36"/>
        </w:rPr>
        <w:t>rentin crie bien</w:t>
      </w:r>
      <w:r>
        <w:rPr>
          <w:szCs w:val="36"/>
        </w:rPr>
        <w:t xml:space="preserve">, </w:t>
      </w:r>
      <w:r w:rsidR="00636A18">
        <w:rPr>
          <w:szCs w:val="36"/>
        </w:rPr>
        <w:t>mais</w:t>
      </w:r>
      <w:r>
        <w:rPr>
          <w:szCs w:val="36"/>
        </w:rPr>
        <w:t xml:space="preserve">, </w:t>
      </w:r>
      <w:r w:rsidR="00636A18">
        <w:rPr>
          <w:szCs w:val="36"/>
        </w:rPr>
        <w:t>quand je parle de la croix et de la pe</w:t>
      </w:r>
      <w:r w:rsidR="00636A18">
        <w:rPr>
          <w:szCs w:val="36"/>
        </w:rPr>
        <w:t>n</w:t>
      </w:r>
      <w:r w:rsidR="00636A18">
        <w:rPr>
          <w:szCs w:val="36"/>
        </w:rPr>
        <w:t>sion</w:t>
      </w:r>
      <w:r>
        <w:rPr>
          <w:szCs w:val="36"/>
        </w:rPr>
        <w:t xml:space="preserve">, </w:t>
      </w:r>
      <w:r w:rsidR="00636A18">
        <w:rPr>
          <w:szCs w:val="36"/>
        </w:rPr>
        <w:t>il ne dit plus rien</w:t>
      </w:r>
      <w:r>
        <w:rPr>
          <w:szCs w:val="36"/>
        </w:rPr>
        <w:t>.</w:t>
      </w:r>
    </w:p>
    <w:p w14:paraId="31518DBF" w14:textId="77777777" w:rsidR="00D37400" w:rsidRDefault="00D37400">
      <w:pPr>
        <w:rPr>
          <w:szCs w:val="36"/>
        </w:rPr>
      </w:pPr>
      <w:r>
        <w:rPr>
          <w:szCs w:val="36"/>
        </w:rPr>
        <w:t>— </w:t>
      </w:r>
      <w:r w:rsidR="00636A18">
        <w:rPr>
          <w:szCs w:val="36"/>
        </w:rPr>
        <w:t>Cocole</w:t>
      </w:r>
      <w:r>
        <w:rPr>
          <w:szCs w:val="36"/>
        </w:rPr>
        <w:t xml:space="preserve">, </w:t>
      </w:r>
      <w:r w:rsidR="00636A18">
        <w:rPr>
          <w:szCs w:val="36"/>
        </w:rPr>
        <w:t>approchez donc les macarons</w:t>
      </w:r>
      <w:r>
        <w:rPr>
          <w:szCs w:val="36"/>
        </w:rPr>
        <w:t xml:space="preserve">. </w:t>
      </w:r>
      <w:r w:rsidR="00636A18">
        <w:rPr>
          <w:szCs w:val="36"/>
        </w:rPr>
        <w:t>Lucien</w:t>
      </w:r>
      <w:r>
        <w:rPr>
          <w:szCs w:val="36"/>
        </w:rPr>
        <w:t xml:space="preserve">, </w:t>
      </w:r>
      <w:r w:rsidR="00636A18">
        <w:rPr>
          <w:szCs w:val="36"/>
        </w:rPr>
        <w:t>est-ce que tu veux un macaron</w:t>
      </w:r>
      <w:r>
        <w:rPr>
          <w:szCs w:val="36"/>
        </w:rPr>
        <w:t> ?</w:t>
      </w:r>
    </w:p>
    <w:p w14:paraId="4203AF54" w14:textId="77777777" w:rsidR="00D37400" w:rsidRDefault="00D37400">
      <w:r>
        <w:rPr>
          <w:szCs w:val="36"/>
        </w:rPr>
        <w:t>— </w:t>
      </w:r>
      <w:r w:rsidR="00636A18">
        <w:t>Oui</w:t>
      </w:r>
      <w:r>
        <w:t xml:space="preserve">, </w:t>
      </w:r>
      <w:r w:rsidR="00636A18">
        <w:t>madame Florentin</w:t>
      </w:r>
      <w:r>
        <w:t xml:space="preserve">, </w:t>
      </w:r>
      <w:r w:rsidR="00636A18">
        <w:t>et Justine aussi</w:t>
      </w:r>
      <w:r>
        <w:t>.</w:t>
      </w:r>
    </w:p>
    <w:p w14:paraId="170860C3" w14:textId="20B7B0BB" w:rsidR="00636A18" w:rsidRDefault="00D37400">
      <w:r>
        <w:t>— </w:t>
      </w:r>
      <w:r w:rsidR="00636A18">
        <w:t>Vous voyez bien</w:t>
      </w:r>
      <w:r>
        <w:t xml:space="preserve">, </w:t>
      </w:r>
      <w:r w:rsidR="00636A18">
        <w:t xml:space="preserve">dit </w:t>
      </w:r>
      <w:proofErr w:type="spellStart"/>
      <w:r w:rsidR="00636A18">
        <w:t>Frentzel</w:t>
      </w:r>
      <w:proofErr w:type="spellEnd"/>
      <w:r>
        <w:t xml:space="preserve">, </w:t>
      </w:r>
      <w:r w:rsidR="00636A18">
        <w:t>ces pauvres enfants</w:t>
      </w:r>
      <w:r>
        <w:t xml:space="preserve">, </w:t>
      </w:r>
      <w:r w:rsidR="00636A18">
        <w:t>c</w:t>
      </w:r>
      <w:r>
        <w:t>’</w:t>
      </w:r>
      <w:r w:rsidR="00636A18">
        <w:t>est leur mot d</w:t>
      </w:r>
      <w:r>
        <w:t>’</w:t>
      </w:r>
      <w:r w:rsidR="00636A18">
        <w:t>ordre</w:t>
      </w:r>
      <w:r>
        <w:t xml:space="preserve">, </w:t>
      </w:r>
      <w:r w:rsidR="00636A18">
        <w:t>les macarons</w:t>
      </w:r>
      <w:r>
        <w:t xml:space="preserve"> !… </w:t>
      </w:r>
      <w:r w:rsidR="00636A18">
        <w:t>Ils obéissent tout de suite</w:t>
      </w:r>
      <w:r>
        <w:t xml:space="preserve">. </w:t>
      </w:r>
      <w:r w:rsidR="00636A18">
        <w:t>Tenez</w:t>
      </w:r>
      <w:r>
        <w:t xml:space="preserve">, </w:t>
      </w:r>
      <w:r w:rsidR="00636A18">
        <w:t>et restez bien tranquilles</w:t>
      </w:r>
      <w:r>
        <w:t xml:space="preserve">… </w:t>
      </w:r>
      <w:r w:rsidR="00636A18">
        <w:t>Ne sortez pas</w:t>
      </w:r>
      <w:r>
        <w:t xml:space="preserve">… </w:t>
      </w:r>
      <w:r w:rsidR="00636A18">
        <w:t>Tous ces braillards crient maintenant</w:t>
      </w:r>
      <w:r>
        <w:t> : « </w:t>
      </w:r>
      <w:r w:rsidR="00636A18">
        <w:t>Vive Lafayette</w:t>
      </w:r>
      <w:r>
        <w:t> ! »</w:t>
      </w:r>
      <w:r w:rsidR="00636A18">
        <w:t xml:space="preserve"> Demain </w:t>
      </w:r>
      <w:r w:rsidR="00636A18">
        <w:lastRenderedPageBreak/>
        <w:t>ils crieront</w:t>
      </w:r>
      <w:r>
        <w:t> : « </w:t>
      </w:r>
      <w:r w:rsidR="00636A18">
        <w:t>Vive le duc d</w:t>
      </w:r>
      <w:r>
        <w:t>’</w:t>
      </w:r>
      <w:r w:rsidR="00636A18">
        <w:t>Orléans</w:t>
      </w:r>
      <w:r>
        <w:t> ! »</w:t>
      </w:r>
      <w:r w:rsidR="00636A18">
        <w:t xml:space="preserve"> ou bien</w:t>
      </w:r>
      <w:r>
        <w:t> : « </w:t>
      </w:r>
      <w:r w:rsidR="00636A18">
        <w:t>Vive Nap</w:t>
      </w:r>
      <w:r w:rsidR="00636A18">
        <w:t>o</w:t>
      </w:r>
      <w:r w:rsidR="00636A18">
        <w:t>léon</w:t>
      </w:r>
      <w:r>
        <w:t> ! »</w:t>
      </w:r>
      <w:r w:rsidR="00636A18">
        <w:t xml:space="preserve"> c</w:t>
      </w:r>
      <w:r>
        <w:t>’</w:t>
      </w:r>
      <w:r w:rsidR="00636A18">
        <w:t>est leur plaisir de crier</w:t>
      </w:r>
      <w:r>
        <w:t>. »</w:t>
      </w:r>
    </w:p>
    <w:p w14:paraId="58D8C2AD" w14:textId="77777777" w:rsidR="00D37400" w:rsidRDefault="00636A18">
      <w:r>
        <w:t>Ainsi causaient les commères</w:t>
      </w:r>
      <w:r w:rsidR="00D37400">
        <w:t xml:space="preserve">, </w:t>
      </w:r>
      <w:r>
        <w:t>continuant à tricoter</w:t>
      </w:r>
      <w:r w:rsidR="00D37400">
        <w:t xml:space="preserve"> ; </w:t>
      </w:r>
      <w:r>
        <w:t>et nous étions tout oreilles</w:t>
      </w:r>
      <w:r w:rsidR="00D37400">
        <w:t xml:space="preserve">, </w:t>
      </w:r>
      <w:r>
        <w:t>Justine et moi</w:t>
      </w:r>
      <w:r w:rsidR="00D37400">
        <w:t xml:space="preserve">, </w:t>
      </w:r>
      <w:r>
        <w:t>quand notre servante Rose entra</w:t>
      </w:r>
      <w:r w:rsidR="00D37400">
        <w:t xml:space="preserve">, </w:t>
      </w:r>
      <w:r>
        <w:t>disant d</w:t>
      </w:r>
      <w:r w:rsidR="00D37400">
        <w:t>’</w:t>
      </w:r>
      <w:r>
        <w:t>un air joyeux</w:t>
      </w:r>
      <w:r w:rsidR="00D37400">
        <w:t> :</w:t>
      </w:r>
    </w:p>
    <w:p w14:paraId="182DC153" w14:textId="226A089A" w:rsidR="00636A18" w:rsidRDefault="00D37400">
      <w:r>
        <w:t>« </w:t>
      </w:r>
      <w:r w:rsidR="00636A18">
        <w:t>Lucien</w:t>
      </w:r>
      <w:r>
        <w:t xml:space="preserve">, </w:t>
      </w:r>
      <w:r w:rsidR="00636A18">
        <w:t>viens vite</w:t>
      </w:r>
      <w:r>
        <w:t xml:space="preserve">… </w:t>
      </w:r>
      <w:r w:rsidR="00636A18">
        <w:t>ton frère Paul est arrivé</w:t>
      </w:r>
      <w:r>
        <w:t>. »</w:t>
      </w:r>
    </w:p>
    <w:p w14:paraId="43BD5292" w14:textId="77777777" w:rsidR="00D37400" w:rsidRDefault="00636A18">
      <w:r>
        <w:t>Cela fit une certaine sensation dans la chambre</w:t>
      </w:r>
      <w:r w:rsidR="00D37400">
        <w:t xml:space="preserve">, </w:t>
      </w:r>
      <w:r>
        <w:t>et je sortis à la main de Rose</w:t>
      </w:r>
      <w:r w:rsidR="00D37400">
        <w:t xml:space="preserve">, </w:t>
      </w:r>
      <w:r>
        <w:t>en courant</w:t>
      </w:r>
      <w:r w:rsidR="00D37400">
        <w:t xml:space="preserve">, </w:t>
      </w:r>
      <w:r>
        <w:t>sans dire ni bonjour ni bonsoir</w:t>
      </w:r>
      <w:r w:rsidR="00D37400">
        <w:t>.</w:t>
      </w:r>
    </w:p>
    <w:p w14:paraId="42C82FB4" w14:textId="77777777" w:rsidR="00D37400" w:rsidRDefault="00636A18">
      <w:r>
        <w:t>Depuis quatre ans Paul était parti</w:t>
      </w:r>
      <w:r w:rsidR="00D37400">
        <w:t xml:space="preserve">, </w:t>
      </w:r>
      <w:r>
        <w:t>je n</w:t>
      </w:r>
      <w:r w:rsidR="00D37400">
        <w:t>’</w:t>
      </w:r>
      <w:r>
        <w:t>avais plus aucune idée de sa figure</w:t>
      </w:r>
      <w:r w:rsidR="00D37400">
        <w:t xml:space="preserve">. </w:t>
      </w:r>
      <w:r>
        <w:t>Souvent on me demandait à la maison si je me souvenais de Paul</w:t>
      </w:r>
      <w:r w:rsidR="00D37400">
        <w:t xml:space="preserve">, </w:t>
      </w:r>
      <w:r>
        <w:t xml:space="preserve">et je répondais </w:t>
      </w:r>
      <w:r>
        <w:rPr>
          <w:i/>
          <w:iCs/>
        </w:rPr>
        <w:t xml:space="preserve">oui </w:t>
      </w:r>
      <w:r>
        <w:t>au hasard</w:t>
      </w:r>
      <w:r w:rsidR="00D37400">
        <w:t>.</w:t>
      </w:r>
    </w:p>
    <w:p w14:paraId="2A74D17D" w14:textId="77777777" w:rsidR="00D37400" w:rsidRDefault="00636A18">
      <w:r>
        <w:t>Je courais donc</w:t>
      </w:r>
      <w:r w:rsidR="00D37400">
        <w:t xml:space="preserve">, </w:t>
      </w:r>
      <w:r>
        <w:t>tout curieux de voir celui dont la mère me parlait toujours</w:t>
      </w:r>
      <w:r w:rsidR="00D37400">
        <w:t xml:space="preserve"> ; </w:t>
      </w:r>
      <w:r>
        <w:t>et comme nous entrions dans la boutique</w:t>
      </w:r>
      <w:r w:rsidR="00D37400">
        <w:t xml:space="preserve">, </w:t>
      </w:r>
      <w:r>
        <w:t>je vis assis au fond du comptoir</w:t>
      </w:r>
      <w:r w:rsidR="00D37400">
        <w:t xml:space="preserve">, </w:t>
      </w:r>
      <w:r>
        <w:t>auprès de mon père tout joyeux</w:t>
      </w:r>
      <w:r w:rsidR="00D37400">
        <w:t xml:space="preserve">, </w:t>
      </w:r>
      <w:r>
        <w:t>un grand garçon de vingt-deux ans</w:t>
      </w:r>
      <w:r w:rsidR="00D37400">
        <w:t xml:space="preserve">, </w:t>
      </w:r>
      <w:r>
        <w:t>en habit et gilet de drap marron</w:t>
      </w:r>
      <w:r w:rsidR="00D37400">
        <w:t xml:space="preserve">, </w:t>
      </w:r>
      <w:r>
        <w:t>le nez long orné de lunettes</w:t>
      </w:r>
      <w:r w:rsidR="00D37400">
        <w:t xml:space="preserve">, </w:t>
      </w:r>
      <w:r>
        <w:t>l</w:t>
      </w:r>
      <w:r w:rsidR="00D37400">
        <w:t>’</w:t>
      </w:r>
      <w:r>
        <w:t>air éveillé</w:t>
      </w:r>
      <w:r w:rsidR="00D37400">
        <w:t xml:space="preserve">, </w:t>
      </w:r>
      <w:r>
        <w:t>qui s</w:t>
      </w:r>
      <w:r w:rsidR="00D37400">
        <w:t>’</w:t>
      </w:r>
      <w:r>
        <w:t>écria en sautant de sa place et me levant dans ses mains</w:t>
      </w:r>
      <w:r w:rsidR="00D37400">
        <w:t> :</w:t>
      </w:r>
    </w:p>
    <w:p w14:paraId="6B527AA7" w14:textId="14DAD6F2" w:rsidR="00636A18" w:rsidRDefault="00D37400">
      <w:pPr>
        <w:rPr>
          <w:szCs w:val="36"/>
        </w:rPr>
      </w:pPr>
      <w:r>
        <w:t>« </w:t>
      </w:r>
      <w:r w:rsidR="00636A18">
        <w:t>Lucien</w:t>
      </w:r>
      <w:r>
        <w:t xml:space="preserve"> !… </w:t>
      </w:r>
      <w:r w:rsidR="00636A18">
        <w:t>Tu me reconnais</w:t>
      </w:r>
      <w:r>
        <w:t> ?… »</w:t>
      </w:r>
    </w:p>
    <w:p w14:paraId="2822E964" w14:textId="77777777" w:rsidR="00D37400" w:rsidRDefault="00636A18">
      <w:r>
        <w:t>J</w:t>
      </w:r>
      <w:r w:rsidR="00D37400">
        <w:t>’</w:t>
      </w:r>
      <w:r>
        <w:t>ouvrais de grands yeux ébahis et je finis par lui répondre</w:t>
      </w:r>
      <w:r w:rsidR="00D37400">
        <w:t> :</w:t>
      </w:r>
    </w:p>
    <w:p w14:paraId="46D0C18F" w14:textId="5E957E80" w:rsidR="00636A18" w:rsidRDefault="00D37400">
      <w:pPr>
        <w:rPr>
          <w:szCs w:val="36"/>
        </w:rPr>
      </w:pPr>
      <w:r>
        <w:t>« </w:t>
      </w:r>
      <w:r w:rsidR="00636A18">
        <w:t>Oui</w:t>
      </w:r>
      <w:r>
        <w:t xml:space="preserve"> !… </w:t>
      </w:r>
      <w:r w:rsidR="00636A18">
        <w:t>tu es Paul</w:t>
      </w:r>
      <w:r>
        <w:t>. »</w:t>
      </w:r>
    </w:p>
    <w:p w14:paraId="32B31CB7" w14:textId="77777777" w:rsidR="00D37400" w:rsidRDefault="00636A18">
      <w:r>
        <w:t>Alors on admira ma mémoire</w:t>
      </w:r>
      <w:r w:rsidR="00D37400">
        <w:t>.</w:t>
      </w:r>
    </w:p>
    <w:p w14:paraId="5CF378EE" w14:textId="77777777" w:rsidR="00D37400" w:rsidRDefault="00636A18">
      <w:r>
        <w:t>Paul m</w:t>
      </w:r>
      <w:r w:rsidR="00D37400">
        <w:t>’</w:t>
      </w:r>
      <w:r>
        <w:t>embrassa</w:t>
      </w:r>
      <w:r w:rsidR="00D37400">
        <w:t xml:space="preserve">. </w:t>
      </w:r>
      <w:r>
        <w:t>La mère en pleurait d</w:t>
      </w:r>
      <w:r w:rsidR="00D37400">
        <w:t>’</w:t>
      </w:r>
      <w:r>
        <w:t>attendrissement</w:t>
      </w:r>
      <w:r w:rsidR="00D37400">
        <w:t>.</w:t>
      </w:r>
    </w:p>
    <w:p w14:paraId="7655D67F" w14:textId="77777777" w:rsidR="00D37400" w:rsidRDefault="00636A18">
      <w:r>
        <w:t>Mais la partie intéressante de l</w:t>
      </w:r>
      <w:r w:rsidR="00D37400">
        <w:t>’</w:t>
      </w:r>
      <w:r>
        <w:t>histoire</w:t>
      </w:r>
      <w:r w:rsidR="00D37400">
        <w:t xml:space="preserve">, </w:t>
      </w:r>
      <w:r>
        <w:t>c</w:t>
      </w:r>
      <w:r w:rsidR="00D37400">
        <w:t>’</w:t>
      </w:r>
      <w:r>
        <w:t>est qu</w:t>
      </w:r>
      <w:r w:rsidR="00D37400">
        <w:t>’</w:t>
      </w:r>
      <w:r>
        <w:t>on venait d</w:t>
      </w:r>
      <w:r w:rsidR="00D37400">
        <w:t>’</w:t>
      </w:r>
      <w:r>
        <w:t>ouvrir les malles de Paul</w:t>
      </w:r>
      <w:r w:rsidR="00D37400">
        <w:t xml:space="preserve">, </w:t>
      </w:r>
      <w:r>
        <w:t>qui m</w:t>
      </w:r>
      <w:r w:rsidR="00D37400">
        <w:t>’</w:t>
      </w:r>
      <w:r>
        <w:t>avait apporté des marrons glacés et d</w:t>
      </w:r>
      <w:r w:rsidR="00D37400">
        <w:t>’</w:t>
      </w:r>
      <w:r>
        <w:t>autres friandises</w:t>
      </w:r>
      <w:r w:rsidR="00D37400">
        <w:t xml:space="preserve">, </w:t>
      </w:r>
      <w:r>
        <w:t>de sorte qu</w:t>
      </w:r>
      <w:r w:rsidR="00D37400">
        <w:t>’</w:t>
      </w:r>
      <w:r>
        <w:t xml:space="preserve">en songeant à lui plus </w:t>
      </w:r>
      <w:r>
        <w:lastRenderedPageBreak/>
        <w:t>tard</w:t>
      </w:r>
      <w:r w:rsidR="00D37400">
        <w:t xml:space="preserve">, </w:t>
      </w:r>
      <w:r>
        <w:t>son souvenir me revenait toujours en compagnie de ces marrons et me faisait désirer son retour</w:t>
      </w:r>
      <w:r w:rsidR="00D37400">
        <w:t xml:space="preserve"> ; </w:t>
      </w:r>
      <w:r>
        <w:t>et quand on me d</w:t>
      </w:r>
      <w:r>
        <w:t>e</w:t>
      </w:r>
      <w:r>
        <w:t>mandait si j</w:t>
      </w:r>
      <w:r w:rsidR="00D37400">
        <w:t>’</w:t>
      </w:r>
      <w:r>
        <w:t>aimais Paul</w:t>
      </w:r>
      <w:r w:rsidR="00D37400">
        <w:t xml:space="preserve">, </w:t>
      </w:r>
      <w:r>
        <w:t>je répondais</w:t>
      </w:r>
      <w:r w:rsidR="00D37400">
        <w:t> :</w:t>
      </w:r>
    </w:p>
    <w:p w14:paraId="74BF4EEB" w14:textId="037338C7" w:rsidR="00636A18" w:rsidRDefault="00D37400">
      <w:pPr>
        <w:rPr>
          <w:szCs w:val="36"/>
        </w:rPr>
      </w:pPr>
      <w:r>
        <w:t>« </w:t>
      </w:r>
      <w:r w:rsidR="00636A18">
        <w:t>Oui</w:t>
      </w:r>
      <w:r>
        <w:t xml:space="preserve">… </w:t>
      </w:r>
      <w:r w:rsidR="00636A18">
        <w:t>beaucoup</w:t>
      </w:r>
      <w:r>
        <w:t> !… »</w:t>
      </w:r>
    </w:p>
    <w:p w14:paraId="2A46FE3B" w14:textId="77777777" w:rsidR="00D37400" w:rsidRDefault="00636A18">
      <w:r>
        <w:t>Pensant aux marrons</w:t>
      </w:r>
      <w:r w:rsidR="00D37400">
        <w:t>.</w:t>
      </w:r>
    </w:p>
    <w:p w14:paraId="471D6EA1" w14:textId="77777777" w:rsidR="00D37400" w:rsidRDefault="00636A18">
      <w:r>
        <w:t>Combien d</w:t>
      </w:r>
      <w:r w:rsidR="00D37400">
        <w:t>’</w:t>
      </w:r>
      <w:r>
        <w:t>autres ont les mêmes idées attendrissantes</w:t>
      </w:r>
      <w:r w:rsidR="00D37400">
        <w:t xml:space="preserve">, </w:t>
      </w:r>
      <w:r>
        <w:t>en pensant à l</w:t>
      </w:r>
      <w:r w:rsidR="00D37400">
        <w:t>’</w:t>
      </w:r>
      <w:r>
        <w:t>héritage de leurs parents</w:t>
      </w:r>
      <w:r w:rsidR="00D37400">
        <w:t xml:space="preserve"> ! </w:t>
      </w:r>
      <w:r>
        <w:t>Ah</w:t>
      </w:r>
      <w:r w:rsidR="00D37400">
        <w:t xml:space="preserve"> ! </w:t>
      </w:r>
      <w:r>
        <w:t>les marrons glacés sont une bonne chose</w:t>
      </w:r>
      <w:r w:rsidR="00D37400">
        <w:t>.</w:t>
      </w:r>
    </w:p>
    <w:p w14:paraId="1582D456" w14:textId="77777777" w:rsidR="00D37400" w:rsidRDefault="00636A18">
      <w:r>
        <w:t>Enfin j</w:t>
      </w:r>
      <w:r w:rsidR="00D37400">
        <w:t>’</w:t>
      </w:r>
      <w:r>
        <w:t>aimais tout de même Paul un peu pour lui-même</w:t>
      </w:r>
      <w:r w:rsidR="00D37400">
        <w:t xml:space="preserve">, </w:t>
      </w:r>
      <w:r>
        <w:t>car il me faisait faire Polichinelle et n</w:t>
      </w:r>
      <w:r w:rsidR="00D37400">
        <w:t>’</w:t>
      </w:r>
      <w:r>
        <w:t>avait pas mauvais cara</w:t>
      </w:r>
      <w:r>
        <w:t>c</w:t>
      </w:r>
      <w:r>
        <w:t>tère</w:t>
      </w:r>
      <w:r w:rsidR="00D37400">
        <w:t>.</w:t>
      </w:r>
    </w:p>
    <w:p w14:paraId="1DD9CC61" w14:textId="4F29E6AA" w:rsidR="00636A18" w:rsidRDefault="00636A18" w:rsidP="00D37400">
      <w:pPr>
        <w:pStyle w:val="Titre2"/>
        <w:pageBreakBefore/>
      </w:pPr>
      <w:bookmarkStart w:id="20" w:name="_Toc344229465"/>
      <w:bookmarkStart w:id="21" w:name="_Toc194835728"/>
      <w:r>
        <w:lastRenderedPageBreak/>
        <w:t>X</w:t>
      </w:r>
      <w:bookmarkEnd w:id="20"/>
      <w:bookmarkEnd w:id="21"/>
    </w:p>
    <w:p w14:paraId="06B98242" w14:textId="77777777" w:rsidR="00D37400" w:rsidRDefault="00636A18">
      <w:pPr>
        <w:pStyle w:val="NormalSolidaire"/>
        <w:keepNext w:val="0"/>
      </w:pPr>
      <w:r>
        <w:t>Toute la ville sut bientôt que mon frère Paul était revenu le matin de Paris</w:t>
      </w:r>
      <w:r w:rsidR="00D37400">
        <w:t xml:space="preserve">, </w:t>
      </w:r>
      <w:r>
        <w:t>et</w:t>
      </w:r>
      <w:r w:rsidR="00D37400">
        <w:t xml:space="preserve">, </w:t>
      </w:r>
      <w:r>
        <w:t>dès lors</w:t>
      </w:r>
      <w:r w:rsidR="00D37400">
        <w:t xml:space="preserve">, </w:t>
      </w:r>
      <w:r>
        <w:t>notre maison fut envahie</w:t>
      </w:r>
      <w:r w:rsidR="00D37400">
        <w:t xml:space="preserve">. </w:t>
      </w:r>
      <w:r>
        <w:t>On venait chez nous apprendre les dernières nouvelles</w:t>
      </w:r>
      <w:r w:rsidR="00D37400">
        <w:t xml:space="preserve"> ; </w:t>
      </w:r>
      <w:r>
        <w:t>la sonnette de la boutique ne finissait plus d</w:t>
      </w:r>
      <w:r w:rsidR="00D37400">
        <w:t>’</w:t>
      </w:r>
      <w:r>
        <w:t>aller</w:t>
      </w:r>
      <w:r w:rsidR="00D37400">
        <w:t xml:space="preserve">. </w:t>
      </w:r>
      <w:r>
        <w:t>D</w:t>
      </w:r>
      <w:r w:rsidR="00D37400">
        <w:t>’</w:t>
      </w:r>
      <w:r>
        <w:t>abord des commères acco</w:t>
      </w:r>
      <w:r>
        <w:t>u</w:t>
      </w:r>
      <w:r>
        <w:t>rurent</w:t>
      </w:r>
      <w:r w:rsidR="00D37400">
        <w:t xml:space="preserve">, </w:t>
      </w:r>
      <w:r>
        <w:t>ensuite les divers employés de l</w:t>
      </w:r>
      <w:r w:rsidR="00D37400">
        <w:t>’</w:t>
      </w:r>
      <w:r>
        <w:t>octroi</w:t>
      </w:r>
      <w:r w:rsidR="00D37400">
        <w:t xml:space="preserve">, </w:t>
      </w:r>
      <w:r>
        <w:t>de l</w:t>
      </w:r>
      <w:r w:rsidR="00D37400">
        <w:t>’</w:t>
      </w:r>
      <w:r>
        <w:t>hôpital</w:t>
      </w:r>
      <w:r w:rsidR="00D37400">
        <w:t xml:space="preserve">, </w:t>
      </w:r>
      <w:r>
        <w:t>de la mairie</w:t>
      </w:r>
      <w:r w:rsidR="00D37400">
        <w:t xml:space="preserve">, </w:t>
      </w:r>
      <w:r>
        <w:t>tous ceux qui pouvaient espérer ou craindre quelque chose des nouveaux événements</w:t>
      </w:r>
      <w:r w:rsidR="00D37400">
        <w:t xml:space="preserve"> ; </w:t>
      </w:r>
      <w:r>
        <w:t>ensuite tous nos voisins</w:t>
      </w:r>
      <w:r w:rsidR="00D37400">
        <w:t>.</w:t>
      </w:r>
    </w:p>
    <w:p w14:paraId="07962E4B" w14:textId="77777777" w:rsidR="00D37400" w:rsidRDefault="00636A18">
      <w:r>
        <w:t>C</w:t>
      </w:r>
      <w:r w:rsidR="00D37400">
        <w:t>’</w:t>
      </w:r>
      <w:r>
        <w:t>était une véritable procession</w:t>
      </w:r>
      <w:r w:rsidR="00D37400">
        <w:t xml:space="preserve">, </w:t>
      </w:r>
      <w:r>
        <w:t>et chaque fois Paul était forcé de recommencer son histoire de l</w:t>
      </w:r>
      <w:r w:rsidR="00D37400">
        <w:t>’</w:t>
      </w:r>
      <w:r>
        <w:t>attaque des Tuileries</w:t>
      </w:r>
      <w:r w:rsidR="00D37400">
        <w:t xml:space="preserve">, </w:t>
      </w:r>
      <w:r>
        <w:t>du feu roulant des Suisses par les fenêtres</w:t>
      </w:r>
      <w:r w:rsidR="00D37400">
        <w:t xml:space="preserve">, </w:t>
      </w:r>
      <w:r>
        <w:t>sur le quai d</w:t>
      </w:r>
      <w:r w:rsidR="00D37400">
        <w:t>’</w:t>
      </w:r>
      <w:r>
        <w:t>Orsay</w:t>
      </w:r>
      <w:r w:rsidR="00D37400">
        <w:t xml:space="preserve">, </w:t>
      </w:r>
      <w:r>
        <w:t>l</w:t>
      </w:r>
      <w:r w:rsidR="00D37400">
        <w:t>’</w:t>
      </w:r>
      <w:r>
        <w:t>arrivée des canons sur la place de la Révolution</w:t>
      </w:r>
      <w:r w:rsidR="00D37400">
        <w:t xml:space="preserve">, </w:t>
      </w:r>
      <w:r>
        <w:t>l</w:t>
      </w:r>
      <w:r w:rsidR="00D37400">
        <w:t>’</w:t>
      </w:r>
      <w:r>
        <w:t>entrée des c</w:t>
      </w:r>
      <w:r>
        <w:t>i</w:t>
      </w:r>
      <w:r>
        <w:t>toyens par le Carrousel</w:t>
      </w:r>
      <w:r w:rsidR="00D37400">
        <w:t xml:space="preserve">, </w:t>
      </w:r>
      <w:r>
        <w:t xml:space="preserve">la retraite de </w:t>
      </w:r>
      <w:r w:rsidR="00D37400">
        <w:t>Charles X</w:t>
      </w:r>
      <w:r>
        <w:t xml:space="preserve"> à Rambouillet</w:t>
      </w:r>
      <w:r w:rsidR="00D37400">
        <w:t xml:space="preserve">, </w:t>
      </w:r>
      <w:r>
        <w:t>etc</w:t>
      </w:r>
      <w:r w:rsidR="00D37400">
        <w:t>.</w:t>
      </w:r>
    </w:p>
    <w:p w14:paraId="299E0ED2" w14:textId="77777777" w:rsidR="00D37400" w:rsidRDefault="00636A18">
      <w:r>
        <w:t>À force d</w:t>
      </w:r>
      <w:r w:rsidR="00D37400">
        <w:t>’</w:t>
      </w:r>
      <w:r>
        <w:t>écouter cette histoire</w:t>
      </w:r>
      <w:r w:rsidR="00D37400">
        <w:t xml:space="preserve">, </w:t>
      </w:r>
      <w:r>
        <w:t>je vous la raconterais e</w:t>
      </w:r>
      <w:r>
        <w:t>n</w:t>
      </w:r>
      <w:r>
        <w:t>core aujourd</w:t>
      </w:r>
      <w:r w:rsidR="00D37400">
        <w:t>’</w:t>
      </w:r>
      <w:r>
        <w:t>hui mot à mot</w:t>
      </w:r>
      <w:r w:rsidR="00D37400">
        <w:t xml:space="preserve"> ; </w:t>
      </w:r>
      <w:r>
        <w:t>et je vois les gens attentifs</w:t>
      </w:r>
      <w:r w:rsidR="00D37400">
        <w:t xml:space="preserve">, </w:t>
      </w:r>
      <w:r>
        <w:t>le nez des uns qui s</w:t>
      </w:r>
      <w:r w:rsidR="00D37400">
        <w:t>’</w:t>
      </w:r>
      <w:r>
        <w:t>allonge</w:t>
      </w:r>
      <w:r w:rsidR="00D37400">
        <w:t xml:space="preserve">, </w:t>
      </w:r>
      <w:r>
        <w:t>les autres s</w:t>
      </w:r>
      <w:r w:rsidR="00D37400">
        <w:t>’</w:t>
      </w:r>
      <w:r>
        <w:t>exaltant et disant</w:t>
      </w:r>
      <w:r w:rsidR="00D37400">
        <w:t> :</w:t>
      </w:r>
    </w:p>
    <w:p w14:paraId="2602E4D7" w14:textId="277AB5D2" w:rsidR="00636A18" w:rsidRDefault="00D37400">
      <w:r>
        <w:t>« </w:t>
      </w:r>
      <w:r w:rsidR="00636A18">
        <w:t>À la bonne heure</w:t>
      </w:r>
      <w:r>
        <w:t xml:space="preserve"> !… </w:t>
      </w:r>
      <w:r w:rsidR="00636A18">
        <w:t>Quel beau débarras</w:t>
      </w:r>
      <w:r>
        <w:t> ! »</w:t>
      </w:r>
    </w:p>
    <w:p w14:paraId="5CDF2612" w14:textId="77777777" w:rsidR="00D37400" w:rsidRDefault="00636A18">
      <w:r>
        <w:t>D</w:t>
      </w:r>
      <w:r w:rsidR="00D37400">
        <w:t>’</w:t>
      </w:r>
      <w:r>
        <w:t>autres s</w:t>
      </w:r>
      <w:r w:rsidR="00D37400">
        <w:t>’</w:t>
      </w:r>
      <w:r>
        <w:t>en allaient sans rien dire</w:t>
      </w:r>
      <w:r w:rsidR="00D37400">
        <w:t>.</w:t>
      </w:r>
    </w:p>
    <w:p w14:paraId="4393D3F6" w14:textId="77777777" w:rsidR="00D37400" w:rsidRDefault="00636A18">
      <w:r>
        <w:t>Cela dura toute la journée</w:t>
      </w:r>
      <w:r w:rsidR="00D37400">
        <w:t xml:space="preserve">, </w:t>
      </w:r>
      <w:r>
        <w:t>même pendant le dîner</w:t>
      </w:r>
      <w:r w:rsidR="00D37400">
        <w:t xml:space="preserve"> ; </w:t>
      </w:r>
      <w:r>
        <w:t>la mère</w:t>
      </w:r>
      <w:r w:rsidR="00D37400">
        <w:t xml:space="preserve">, </w:t>
      </w:r>
      <w:r>
        <w:t>les servantes et moi</w:t>
      </w:r>
      <w:r w:rsidR="00D37400">
        <w:t xml:space="preserve">, </w:t>
      </w:r>
      <w:r>
        <w:t>nous regardions Paul comme un h</w:t>
      </w:r>
      <w:r>
        <w:t>é</w:t>
      </w:r>
      <w:r>
        <w:t>ros</w:t>
      </w:r>
      <w:r w:rsidR="00D37400">
        <w:t xml:space="preserve">, </w:t>
      </w:r>
      <w:r>
        <w:t>parce qu</w:t>
      </w:r>
      <w:r w:rsidR="00D37400">
        <w:t>’</w:t>
      </w:r>
      <w:r>
        <w:t>il avait entendu siffler les balles</w:t>
      </w:r>
      <w:r w:rsidR="00D37400">
        <w:t>.</w:t>
      </w:r>
    </w:p>
    <w:p w14:paraId="79F28245" w14:textId="77777777" w:rsidR="00D37400" w:rsidRDefault="00636A18" w:rsidP="009939A5">
      <w:r>
        <w:t>Vers le soir</w:t>
      </w:r>
      <w:r w:rsidR="00D37400">
        <w:t xml:space="preserve">, </w:t>
      </w:r>
      <w:r>
        <w:t>notre boutique était tellement pleine de monde qu</w:t>
      </w:r>
      <w:r w:rsidR="00D37400">
        <w:t>’</w:t>
      </w:r>
      <w:r>
        <w:t>il fallut entrer dans la grande chambre</w:t>
      </w:r>
      <w:r w:rsidR="00D37400">
        <w:t xml:space="preserve">, </w:t>
      </w:r>
      <w:r>
        <w:t>en face de la Halle</w:t>
      </w:r>
      <w:r w:rsidR="00D37400">
        <w:t xml:space="preserve"> ; </w:t>
      </w:r>
      <w:r>
        <w:t>c</w:t>
      </w:r>
      <w:r w:rsidR="00D37400">
        <w:t>’</w:t>
      </w:r>
      <w:r>
        <w:t xml:space="preserve">est là que les amis de la famille se rendaient en </w:t>
      </w:r>
      <w:r w:rsidR="00A86322">
        <w:t>arrivant</w:t>
      </w:r>
      <w:r w:rsidR="00D37400">
        <w:t xml:space="preserve">. </w:t>
      </w:r>
      <w:r w:rsidR="00A86322">
        <w:t>C</w:t>
      </w:r>
      <w:r w:rsidR="00D37400">
        <w:t>’</w:t>
      </w:r>
      <w:r w:rsidR="00A86322">
        <w:t>était</w:t>
      </w:r>
      <w:r>
        <w:t xml:space="preserve"> une assez grande chambre</w:t>
      </w:r>
      <w:r w:rsidR="00D37400">
        <w:t xml:space="preserve">, </w:t>
      </w:r>
      <w:r>
        <w:t>l</w:t>
      </w:r>
      <w:r w:rsidR="00D37400">
        <w:t>’</w:t>
      </w:r>
      <w:r>
        <w:t>alcôve au fond</w:t>
      </w:r>
      <w:r w:rsidR="00D37400">
        <w:t xml:space="preserve">, </w:t>
      </w:r>
      <w:r>
        <w:t>où nous dormions</w:t>
      </w:r>
      <w:r w:rsidR="00D37400">
        <w:t xml:space="preserve">. </w:t>
      </w:r>
      <w:r>
        <w:t xml:space="preserve">Entre les deux fenêtres se trouvait le vieux </w:t>
      </w:r>
      <w:r>
        <w:lastRenderedPageBreak/>
        <w:t>clavecin</w:t>
      </w:r>
      <w:r w:rsidR="00D37400">
        <w:t xml:space="preserve">, </w:t>
      </w:r>
      <w:r>
        <w:t>dont Paul et ma sœur Juliette jouaient quelquefois pendant les vacances</w:t>
      </w:r>
      <w:r w:rsidR="00D37400">
        <w:t xml:space="preserve">, </w:t>
      </w:r>
      <w:r>
        <w:t>une antique patraque toute grelottante et n</w:t>
      </w:r>
      <w:r>
        <w:t>a</w:t>
      </w:r>
      <w:r>
        <w:t>sillarde</w:t>
      </w:r>
      <w:r w:rsidR="00D37400">
        <w:t xml:space="preserve">, </w:t>
      </w:r>
      <w:r>
        <w:t>mais qui tenait bien l</w:t>
      </w:r>
      <w:r w:rsidR="00D37400">
        <w:t>’</w:t>
      </w:r>
      <w:r>
        <w:t>accord</w:t>
      </w:r>
      <w:r w:rsidR="00D37400">
        <w:t>.</w:t>
      </w:r>
    </w:p>
    <w:p w14:paraId="311D12F8" w14:textId="77777777" w:rsidR="00D37400" w:rsidRDefault="00636A18">
      <w:r>
        <w:t>En ce jour elle devait faire des merveilles</w:t>
      </w:r>
      <w:r w:rsidR="00D37400">
        <w:t>.</w:t>
      </w:r>
    </w:p>
    <w:p w14:paraId="5BCE484C" w14:textId="77777777" w:rsidR="00D37400" w:rsidRDefault="00636A18">
      <w:r>
        <w:t>Paul l</w:t>
      </w:r>
      <w:r w:rsidR="00D37400">
        <w:t>’</w:t>
      </w:r>
      <w:r>
        <w:t>avait ouverte et tapait dessus un nouvel air de Paris</w:t>
      </w:r>
      <w:r w:rsidR="00D37400">
        <w:t> :</w:t>
      </w:r>
    </w:p>
    <w:p w14:paraId="27ADB532" w14:textId="77777777" w:rsidR="00D37400" w:rsidRDefault="00636A18">
      <w:pPr>
        <w:pStyle w:val="Taille-1RetraitGauche3X"/>
        <w:spacing w:before="0" w:after="0"/>
        <w:rPr>
          <w:iCs/>
        </w:rPr>
      </w:pPr>
      <w:r>
        <w:rPr>
          <w:iCs/>
        </w:rPr>
        <w:t>Cornichons</w:t>
      </w:r>
      <w:r w:rsidR="00D37400">
        <w:rPr>
          <w:iCs/>
        </w:rPr>
        <w:t xml:space="preserve">… </w:t>
      </w:r>
      <w:r>
        <w:rPr>
          <w:iCs/>
        </w:rPr>
        <w:t>cornichons</w:t>
      </w:r>
      <w:r w:rsidR="00D37400">
        <w:rPr>
          <w:iCs/>
        </w:rPr>
        <w:t>…</w:t>
      </w:r>
    </w:p>
    <w:p w14:paraId="65E9FF87" w14:textId="77777777" w:rsidR="00D37400" w:rsidRDefault="00636A18">
      <w:pPr>
        <w:pStyle w:val="Taille-1RetraitGauche3X"/>
        <w:spacing w:before="0" w:after="0"/>
        <w:rPr>
          <w:iCs/>
        </w:rPr>
      </w:pPr>
      <w:r>
        <w:rPr>
          <w:iCs/>
        </w:rPr>
        <w:t>Enfin nous vous dénichons</w:t>
      </w:r>
      <w:r w:rsidR="00D37400">
        <w:rPr>
          <w:iCs/>
        </w:rPr>
        <w:t>…</w:t>
      </w:r>
    </w:p>
    <w:p w14:paraId="6829B39F" w14:textId="77777777" w:rsidR="00D37400" w:rsidRDefault="00636A18">
      <w:pPr>
        <w:pStyle w:val="NormalSansIndent"/>
      </w:pPr>
      <w:r>
        <w:t>qui faisait éclater les gens de rire</w:t>
      </w:r>
      <w:r w:rsidR="00D37400">
        <w:t>.</w:t>
      </w:r>
    </w:p>
    <w:p w14:paraId="0C677750" w14:textId="77777777" w:rsidR="00D37400" w:rsidRDefault="00636A18">
      <w:r>
        <w:t xml:space="preserve">Il avait aussi rapporté de là-bas une gravure représentant </w:t>
      </w:r>
      <w:r w:rsidR="00D37400">
        <w:t>Charles X</w:t>
      </w:r>
      <w:r>
        <w:t xml:space="preserve"> et ses ministres en habits de jésuites</w:t>
      </w:r>
      <w:r w:rsidR="00D37400">
        <w:t xml:space="preserve">, </w:t>
      </w:r>
      <w:r>
        <w:t>avec de grandes robes</w:t>
      </w:r>
      <w:r w:rsidR="00D37400">
        <w:t xml:space="preserve">, </w:t>
      </w:r>
      <w:r>
        <w:t xml:space="preserve">chantant à gorge déployée le </w:t>
      </w:r>
      <w:r>
        <w:rPr>
          <w:i/>
          <w:iCs/>
        </w:rPr>
        <w:t xml:space="preserve">Gloria in </w:t>
      </w:r>
      <w:proofErr w:type="spellStart"/>
      <w:r>
        <w:rPr>
          <w:i/>
          <w:iCs/>
        </w:rPr>
        <w:t>excelsis</w:t>
      </w:r>
      <w:proofErr w:type="spellEnd"/>
      <w:r w:rsidR="00D37400">
        <w:rPr>
          <w:i/>
          <w:iCs/>
        </w:rPr>
        <w:t xml:space="preserve">, </w:t>
      </w:r>
      <w:r>
        <w:t xml:space="preserve">un </w:t>
      </w:r>
      <w:r>
        <w:rPr>
          <w:i/>
          <w:iCs/>
        </w:rPr>
        <w:t xml:space="preserve">Gloria </w:t>
      </w:r>
      <w:r>
        <w:t>parisien</w:t>
      </w:r>
      <w:r w:rsidR="00D37400">
        <w:t xml:space="preserve">, </w:t>
      </w:r>
      <w:r>
        <w:t>avec des mots latins</w:t>
      </w:r>
      <w:r w:rsidR="00D37400">
        <w:t xml:space="preserve">. </w:t>
      </w:r>
      <w:r>
        <w:t>Et mon frère</w:t>
      </w:r>
      <w:r w:rsidR="00D37400">
        <w:t xml:space="preserve">, </w:t>
      </w:r>
      <w:r>
        <w:t>naturellement fa</w:t>
      </w:r>
      <w:r>
        <w:t>r</w:t>
      </w:r>
      <w:r>
        <w:t>ceur</w:t>
      </w:r>
      <w:r w:rsidR="00D37400">
        <w:t xml:space="preserve">, </w:t>
      </w:r>
      <w:r>
        <w:t>maigre</w:t>
      </w:r>
      <w:r w:rsidR="00D37400">
        <w:t xml:space="preserve">, </w:t>
      </w:r>
      <w:r>
        <w:t>pâle</w:t>
      </w:r>
      <w:r w:rsidR="00D37400">
        <w:t xml:space="preserve">, </w:t>
      </w:r>
      <w:r>
        <w:t>le nez long tourné à la friandise</w:t>
      </w:r>
      <w:r w:rsidR="00D37400">
        <w:t xml:space="preserve">, </w:t>
      </w:r>
      <w:r>
        <w:t xml:space="preserve">chantait ce </w:t>
      </w:r>
      <w:r>
        <w:rPr>
          <w:i/>
          <w:iCs/>
        </w:rPr>
        <w:t xml:space="preserve">Gloria </w:t>
      </w:r>
      <w:r>
        <w:t>d</w:t>
      </w:r>
      <w:r w:rsidR="00D37400">
        <w:t>’</w:t>
      </w:r>
      <w:r>
        <w:t>une façon si comique</w:t>
      </w:r>
      <w:r w:rsidR="00D37400">
        <w:t xml:space="preserve">, </w:t>
      </w:r>
      <w:r>
        <w:t>que Nicole et la mère Desjardins durent se sauver</w:t>
      </w:r>
      <w:r w:rsidR="00D37400">
        <w:t xml:space="preserve">, </w:t>
      </w:r>
      <w:r>
        <w:t>pour ne pas s</w:t>
      </w:r>
      <w:r w:rsidR="00D37400">
        <w:t>’</w:t>
      </w:r>
      <w:r>
        <w:t>asseoir au milieu de la chambre</w:t>
      </w:r>
      <w:r w:rsidR="00D37400">
        <w:t>.</w:t>
      </w:r>
    </w:p>
    <w:p w14:paraId="0778F17D" w14:textId="77777777" w:rsidR="00D37400" w:rsidRDefault="00636A18">
      <w:r>
        <w:t>Les autres n</w:t>
      </w:r>
      <w:r w:rsidR="00D37400">
        <w:t>’</w:t>
      </w:r>
      <w:r>
        <w:t>en pouvaient plus</w:t>
      </w:r>
      <w:r w:rsidR="00D37400">
        <w:t>.</w:t>
      </w:r>
    </w:p>
    <w:p w14:paraId="1662CA0E" w14:textId="77777777" w:rsidR="00D37400" w:rsidRDefault="00636A18">
      <w:r>
        <w:t>J</w:t>
      </w:r>
      <w:r w:rsidR="00D37400">
        <w:t>’</w:t>
      </w:r>
      <w:r>
        <w:t>ai bien souvent pensé depuis que mon frère Paul aurait mieux fait de s</w:t>
      </w:r>
      <w:r w:rsidR="00D37400">
        <w:t>’</w:t>
      </w:r>
      <w:r>
        <w:t>engager dans une bonne troupe de comédiens</w:t>
      </w:r>
      <w:r w:rsidR="00D37400">
        <w:t xml:space="preserve">, </w:t>
      </w:r>
      <w:r>
        <w:t>que d</w:t>
      </w:r>
      <w:r w:rsidR="00D37400">
        <w:t>’</w:t>
      </w:r>
      <w:r>
        <w:t>entrer dans le commerce des épiceries</w:t>
      </w:r>
      <w:r w:rsidR="00D37400">
        <w:t xml:space="preserve"> : </w:t>
      </w:r>
      <w:r>
        <w:t>c</w:t>
      </w:r>
      <w:r w:rsidR="00D37400">
        <w:t>’</w:t>
      </w:r>
      <w:r>
        <w:t>était sa véritable vocation</w:t>
      </w:r>
      <w:r w:rsidR="00D37400">
        <w:t>.</w:t>
      </w:r>
    </w:p>
    <w:p w14:paraId="5AE49754" w14:textId="77777777" w:rsidR="00D37400" w:rsidRDefault="00636A18">
      <w:r>
        <w:t>Enfin nous étions tous là</w:t>
      </w:r>
      <w:r w:rsidR="00D37400">
        <w:t xml:space="preserve">, </w:t>
      </w:r>
      <w:r>
        <w:t>les fenêtres ouvertes au large sur la petite place</w:t>
      </w:r>
      <w:r w:rsidR="00D37400">
        <w:t xml:space="preserve">. </w:t>
      </w:r>
      <w:r>
        <w:t>Moi</w:t>
      </w:r>
      <w:r w:rsidR="00D37400">
        <w:t xml:space="preserve">, </w:t>
      </w:r>
      <w:r>
        <w:t>près de mon frère</w:t>
      </w:r>
      <w:r w:rsidR="00D37400">
        <w:t xml:space="preserve">, </w:t>
      </w:r>
      <w:r>
        <w:t>je chantais avec lui d</w:t>
      </w:r>
      <w:r w:rsidR="00D37400">
        <w:t>’</w:t>
      </w:r>
      <w:r>
        <w:t>une voix aussi claire que celle d</w:t>
      </w:r>
      <w:r w:rsidR="00D37400">
        <w:t>’</w:t>
      </w:r>
      <w:r>
        <w:t>un enfant de chœur</w:t>
      </w:r>
      <w:r w:rsidR="00D37400">
        <w:t xml:space="preserve">, </w:t>
      </w:r>
      <w:r>
        <w:t>lorsque mon ami Florentin</w:t>
      </w:r>
      <w:r w:rsidR="00D37400">
        <w:t xml:space="preserve">, </w:t>
      </w:r>
      <w:r>
        <w:t>revenant du Petit-Saint-Jean</w:t>
      </w:r>
      <w:r w:rsidR="00D37400">
        <w:t xml:space="preserve">, </w:t>
      </w:r>
      <w:r>
        <w:t>entra criant d</w:t>
      </w:r>
      <w:r w:rsidR="00D37400">
        <w:t>’</w:t>
      </w:r>
      <w:r>
        <w:t>un air joyeux</w:t>
      </w:r>
      <w:r w:rsidR="00D37400">
        <w:t> :</w:t>
      </w:r>
    </w:p>
    <w:p w14:paraId="049FEBB7" w14:textId="77777777" w:rsidR="00D37400" w:rsidRDefault="00D37400">
      <w:r>
        <w:t>« </w:t>
      </w:r>
      <w:r w:rsidR="00636A18">
        <w:t>Hé</w:t>
      </w:r>
      <w:r>
        <w:t xml:space="preserve"> ! </w:t>
      </w:r>
      <w:r w:rsidR="00636A18">
        <w:t>c</w:t>
      </w:r>
      <w:r>
        <w:t>’</w:t>
      </w:r>
      <w:r w:rsidR="00636A18">
        <w:t>est toi</w:t>
      </w:r>
      <w:r>
        <w:t xml:space="preserve">, </w:t>
      </w:r>
      <w:r w:rsidR="00636A18">
        <w:t>Paul</w:t>
      </w:r>
      <w:r>
        <w:t xml:space="preserve"> ?… </w:t>
      </w:r>
      <w:r w:rsidR="00636A18">
        <w:t>Ha</w:t>
      </w:r>
      <w:r>
        <w:t xml:space="preserve"> ! </w:t>
      </w:r>
      <w:r w:rsidR="00636A18">
        <w:t>ha</w:t>
      </w:r>
      <w:r>
        <w:t xml:space="preserve"> ! </w:t>
      </w:r>
      <w:r w:rsidR="00636A18">
        <w:t>ha</w:t>
      </w:r>
      <w:r>
        <w:t xml:space="preserve"> ! </w:t>
      </w:r>
      <w:r w:rsidR="00636A18">
        <w:t>te voilà revenu</w:t>
      </w:r>
      <w:r>
        <w:t> !</w:t>
      </w:r>
    </w:p>
    <w:p w14:paraId="765038F2" w14:textId="77777777" w:rsidR="00D37400" w:rsidRDefault="00D37400">
      <w:r>
        <w:lastRenderedPageBreak/>
        <w:t>— </w:t>
      </w:r>
      <w:r w:rsidR="00636A18">
        <w:t>Oui</w:t>
      </w:r>
      <w:r>
        <w:t xml:space="preserve">, </w:t>
      </w:r>
      <w:r w:rsidR="00636A18">
        <w:t>monsieur Florentin</w:t>
      </w:r>
      <w:r>
        <w:t xml:space="preserve">, </w:t>
      </w:r>
      <w:r w:rsidR="00636A18">
        <w:t>dit Paul en se levant et en l</w:t>
      </w:r>
      <w:r>
        <w:t>’</w:t>
      </w:r>
      <w:r w:rsidR="00636A18">
        <w:t>embrassant</w:t>
      </w:r>
      <w:r>
        <w:t xml:space="preserve">, </w:t>
      </w:r>
      <w:r w:rsidR="00636A18">
        <w:t>car nous l</w:t>
      </w:r>
      <w:r>
        <w:t>’</w:t>
      </w:r>
      <w:r w:rsidR="00636A18">
        <w:t>aimions tous</w:t>
      </w:r>
      <w:r>
        <w:t xml:space="preserve"> ; </w:t>
      </w:r>
      <w:r w:rsidR="00636A18">
        <w:t>il nous avait pour ainsi dire élevés</w:t>
      </w:r>
      <w:r>
        <w:t>.</w:t>
      </w:r>
    </w:p>
    <w:p w14:paraId="47A804C0" w14:textId="06228B8C" w:rsidR="00636A18" w:rsidRDefault="00D37400">
      <w:r>
        <w:t>— </w:t>
      </w:r>
      <w:r w:rsidR="00636A18">
        <w:t>Allons</w:t>
      </w:r>
      <w:r>
        <w:t xml:space="preserve">, </w:t>
      </w:r>
      <w:r w:rsidR="00636A18">
        <w:t>c</w:t>
      </w:r>
      <w:r>
        <w:t>’</w:t>
      </w:r>
      <w:r w:rsidR="00636A18">
        <w:t>est bien</w:t>
      </w:r>
      <w:r>
        <w:t xml:space="preserve">, </w:t>
      </w:r>
      <w:r w:rsidR="00636A18">
        <w:t>dit-il</w:t>
      </w:r>
      <w:r>
        <w:t xml:space="preserve">. </w:t>
      </w:r>
      <w:r w:rsidR="00636A18">
        <w:t>Rassieds-toi</w:t>
      </w:r>
      <w:r>
        <w:t xml:space="preserve">, </w:t>
      </w:r>
      <w:r w:rsidR="00636A18">
        <w:t>Paul</w:t>
      </w:r>
      <w:r>
        <w:t xml:space="preserve">, </w:t>
      </w:r>
      <w:r w:rsidR="00636A18">
        <w:t>et continue</w:t>
      </w:r>
      <w:r>
        <w:t>. »</w:t>
      </w:r>
    </w:p>
    <w:p w14:paraId="320CC087" w14:textId="77777777" w:rsidR="00D37400" w:rsidRDefault="00636A18">
      <w:r>
        <w:t>Le brave homme riait comme les autres</w:t>
      </w:r>
      <w:r w:rsidR="00D37400">
        <w:t xml:space="preserve"> ; </w:t>
      </w:r>
      <w:r>
        <w:t>mais</w:t>
      </w:r>
      <w:r w:rsidR="00D37400">
        <w:t xml:space="preserve">, </w:t>
      </w:r>
      <w:r>
        <w:t>à la fin</w:t>
      </w:r>
      <w:r w:rsidR="00D37400">
        <w:t xml:space="preserve">, </w:t>
      </w:r>
      <w:r>
        <w:t>son idée de Reichstadt reprit le dessus</w:t>
      </w:r>
      <w:r w:rsidR="00D37400">
        <w:t xml:space="preserve">, </w:t>
      </w:r>
      <w:r>
        <w:t>et se posant à la façon d</w:t>
      </w:r>
      <w:r w:rsidR="00D37400">
        <w:t>’</w:t>
      </w:r>
      <w:r>
        <w:t>un chanteur</w:t>
      </w:r>
      <w:r w:rsidR="00D37400">
        <w:t xml:space="preserve">, </w:t>
      </w:r>
      <w:r>
        <w:t>le chapeau à la main</w:t>
      </w:r>
      <w:r w:rsidR="00D37400">
        <w:t xml:space="preserve">, </w:t>
      </w:r>
      <w:r>
        <w:t>la jambe en avant et le bras te</w:t>
      </w:r>
      <w:r>
        <w:t>n</w:t>
      </w:r>
      <w:r>
        <w:t>du</w:t>
      </w:r>
      <w:r w:rsidR="00D37400">
        <w:t> :</w:t>
      </w:r>
    </w:p>
    <w:p w14:paraId="71BB2E04" w14:textId="7EA599DD" w:rsidR="00636A18" w:rsidRDefault="00D37400">
      <w:r>
        <w:t>« </w:t>
      </w:r>
      <w:r w:rsidR="00636A18">
        <w:t>Ce n</w:t>
      </w:r>
      <w:r>
        <w:t>’</w:t>
      </w:r>
      <w:r w:rsidR="00636A18">
        <w:t>est pas ce qu</w:t>
      </w:r>
      <w:r>
        <w:t>’</w:t>
      </w:r>
      <w:r w:rsidR="00636A18">
        <w:t>il faut chanter dans un moment pareil</w:t>
      </w:r>
      <w:r>
        <w:t xml:space="preserve">, </w:t>
      </w:r>
      <w:r w:rsidR="00636A18">
        <w:t>s</w:t>
      </w:r>
      <w:r>
        <w:t>’</w:t>
      </w:r>
      <w:r w:rsidR="00636A18">
        <w:t>écria-t-il</w:t>
      </w:r>
      <w:r>
        <w:t xml:space="preserve">. </w:t>
      </w:r>
      <w:r w:rsidR="00636A18">
        <w:t>Écoutez-moi</w:t>
      </w:r>
      <w:r>
        <w:t xml:space="preserve">… </w:t>
      </w:r>
      <w:r w:rsidR="00636A18">
        <w:t>Et toi</w:t>
      </w:r>
      <w:r>
        <w:t xml:space="preserve">, </w:t>
      </w:r>
      <w:r w:rsidR="00636A18">
        <w:t>Paul</w:t>
      </w:r>
      <w:r>
        <w:t xml:space="preserve">, </w:t>
      </w:r>
      <w:r w:rsidR="00636A18">
        <w:t>joue avec</w:t>
      </w:r>
      <w:r>
        <w:t>. »</w:t>
      </w:r>
    </w:p>
    <w:p w14:paraId="51729BDD" w14:textId="77777777" w:rsidR="00D37400" w:rsidRDefault="00636A18">
      <w:r>
        <w:t>Et</w:t>
      </w:r>
      <w:r w:rsidR="00D37400">
        <w:t xml:space="preserve">, </w:t>
      </w:r>
      <w:r>
        <w:t>d</w:t>
      </w:r>
      <w:r w:rsidR="00D37400">
        <w:t>’</w:t>
      </w:r>
      <w:r>
        <w:t>une voix forte</w:t>
      </w:r>
      <w:r w:rsidR="00D37400">
        <w:t xml:space="preserve">, </w:t>
      </w:r>
      <w:r>
        <w:t>il entonna la vieille chanson du camp de Boulogne</w:t>
      </w:r>
      <w:r w:rsidR="00D37400">
        <w:t> :</w:t>
      </w:r>
    </w:p>
    <w:p w14:paraId="03A8D529" w14:textId="77777777" w:rsidR="00D37400" w:rsidRDefault="00636A18">
      <w:pPr>
        <w:pStyle w:val="Taille-1RetraitGauche2X"/>
        <w:spacing w:before="0" w:after="0"/>
        <w:rPr>
          <w:iCs/>
        </w:rPr>
      </w:pPr>
      <w:r>
        <w:rPr>
          <w:iCs/>
        </w:rPr>
        <w:t>Veillons au salut de l</w:t>
      </w:r>
      <w:r w:rsidR="00D37400">
        <w:rPr>
          <w:iCs/>
        </w:rPr>
        <w:t>’</w:t>
      </w:r>
      <w:r>
        <w:rPr>
          <w:iCs/>
        </w:rPr>
        <w:t>empire</w:t>
      </w:r>
      <w:r w:rsidR="00D37400">
        <w:rPr>
          <w:iCs/>
        </w:rPr>
        <w:t>,</w:t>
      </w:r>
    </w:p>
    <w:p w14:paraId="2D57FD3C" w14:textId="77777777" w:rsidR="00D37400" w:rsidRDefault="00636A18">
      <w:pPr>
        <w:pStyle w:val="Taille-1RetraitGauche2X"/>
        <w:spacing w:before="0" w:after="0"/>
        <w:rPr>
          <w:iCs/>
        </w:rPr>
      </w:pPr>
      <w:r>
        <w:rPr>
          <w:iCs/>
        </w:rPr>
        <w:t>Veillons au maintien de nos droits</w:t>
      </w:r>
      <w:r w:rsidR="00D37400">
        <w:rPr>
          <w:iCs/>
        </w:rPr>
        <w:t> ;</w:t>
      </w:r>
    </w:p>
    <w:p w14:paraId="0321FBC9" w14:textId="77777777" w:rsidR="00D37400" w:rsidRDefault="00636A18">
      <w:pPr>
        <w:pStyle w:val="Taille-1RetraitGauche2X"/>
        <w:spacing w:before="0" w:after="0"/>
        <w:rPr>
          <w:iCs/>
        </w:rPr>
      </w:pPr>
      <w:r>
        <w:rPr>
          <w:iCs/>
        </w:rPr>
        <w:t>Si le despotisme conspire</w:t>
      </w:r>
      <w:r w:rsidR="00D37400">
        <w:rPr>
          <w:iCs/>
        </w:rPr>
        <w:t>,</w:t>
      </w:r>
    </w:p>
    <w:p w14:paraId="2832DBA7" w14:textId="77777777" w:rsidR="00D37400" w:rsidRDefault="00636A18">
      <w:pPr>
        <w:pStyle w:val="Taille-1RetraitGauche3X"/>
        <w:spacing w:before="0" w:after="0"/>
        <w:rPr>
          <w:iCs/>
        </w:rPr>
      </w:pPr>
      <w:r>
        <w:rPr>
          <w:iCs/>
        </w:rPr>
        <w:t>Conspirons contre les rois</w:t>
      </w:r>
      <w:r w:rsidR="00D37400">
        <w:rPr>
          <w:iCs/>
        </w:rPr>
        <w:t> !</w:t>
      </w:r>
    </w:p>
    <w:p w14:paraId="17EABDF6" w14:textId="77777777" w:rsidR="00D37400" w:rsidRDefault="00636A18">
      <w:r>
        <w:t>Il marquait la mesure en tapant le plancher avec sa canne</w:t>
      </w:r>
      <w:r w:rsidR="00D37400">
        <w:t xml:space="preserve">. </w:t>
      </w:r>
      <w:r>
        <w:t>Paul l</w:t>
      </w:r>
      <w:r w:rsidR="00D37400">
        <w:t>’</w:t>
      </w:r>
      <w:r>
        <w:t>accompagnait</w:t>
      </w:r>
      <w:r w:rsidR="00D37400">
        <w:t xml:space="preserve"> ; </w:t>
      </w:r>
      <w:r>
        <w:t>mais cette chanson ne plaisait pas à tout le monde</w:t>
      </w:r>
      <w:r w:rsidR="00D37400">
        <w:t xml:space="preserve">, </w:t>
      </w:r>
      <w:r>
        <w:t>beaucoup s</w:t>
      </w:r>
      <w:r w:rsidR="00D37400">
        <w:t>’</w:t>
      </w:r>
      <w:r>
        <w:t>en allaient en disant</w:t>
      </w:r>
      <w:r w:rsidR="00D37400">
        <w:t> :</w:t>
      </w:r>
    </w:p>
    <w:p w14:paraId="5AE0FF36" w14:textId="422170A2" w:rsidR="00636A18" w:rsidRDefault="00D37400">
      <w:r>
        <w:t>« </w:t>
      </w:r>
      <w:r w:rsidR="00636A18">
        <w:t>On s</w:t>
      </w:r>
      <w:r>
        <w:t>’</w:t>
      </w:r>
      <w:r w:rsidR="00636A18">
        <w:t>amusait si bien tout à l</w:t>
      </w:r>
      <w:r>
        <w:t>’</w:t>
      </w:r>
      <w:r w:rsidR="00636A18">
        <w:t>heure</w:t>
      </w:r>
      <w:r>
        <w:t> ! »</w:t>
      </w:r>
    </w:p>
    <w:p w14:paraId="7190AC2E" w14:textId="66C00531" w:rsidR="00D37400" w:rsidRDefault="00636A18">
      <w:r>
        <w:t>Et comme mon ami Sébastien finissait</w:t>
      </w:r>
      <w:r w:rsidR="00D37400">
        <w:t xml:space="preserve">, </w:t>
      </w:r>
      <w:r>
        <w:t>voilà qu</w:t>
      </w:r>
      <w:r w:rsidR="00D37400">
        <w:t>’</w:t>
      </w:r>
      <w:r>
        <w:t>une vieille</w:t>
      </w:r>
      <w:r w:rsidR="00D37400">
        <w:t xml:space="preserve">, – </w:t>
      </w:r>
      <w:r>
        <w:t xml:space="preserve">la mère du tailleur </w:t>
      </w:r>
      <w:proofErr w:type="spellStart"/>
      <w:r>
        <w:t>Mauduy</w:t>
      </w:r>
      <w:proofErr w:type="spellEnd"/>
      <w:r w:rsidR="00D37400">
        <w:t xml:space="preserve">, </w:t>
      </w:r>
      <w:r>
        <w:t>dit Lapointe</w:t>
      </w:r>
      <w:r w:rsidR="00D37400">
        <w:t xml:space="preserve">, </w:t>
      </w:r>
      <w:r>
        <w:t>ancien maître d</w:t>
      </w:r>
      <w:r w:rsidR="00D37400">
        <w:t>’</w:t>
      </w:r>
      <w:r>
        <w:t>armes de la 3</w:t>
      </w:r>
      <w:r w:rsidR="00D37400">
        <w:t>2</w:t>
      </w:r>
      <w:r w:rsidR="00D37400" w:rsidRPr="00D37400">
        <w:rPr>
          <w:vertAlign w:val="superscript"/>
        </w:rPr>
        <w:t>e</w:t>
      </w:r>
      <w:r w:rsidR="00D37400">
        <w:t xml:space="preserve">, – </w:t>
      </w:r>
      <w:r>
        <w:t>voilà cette vieille</w:t>
      </w:r>
      <w:r w:rsidR="00D37400">
        <w:t xml:space="preserve">, </w:t>
      </w:r>
      <w:r>
        <w:t>toute ridée et ratatinée</w:t>
      </w:r>
      <w:r w:rsidR="00D37400">
        <w:t xml:space="preserve">, </w:t>
      </w:r>
      <w:r>
        <w:t>qui venait chercher un sou d</w:t>
      </w:r>
      <w:r w:rsidR="00D37400">
        <w:t>’</w:t>
      </w:r>
      <w:r>
        <w:t>huile et deux liards de vinaigre pour faire sa salade</w:t>
      </w:r>
      <w:r w:rsidR="00D37400">
        <w:t xml:space="preserve">, </w:t>
      </w:r>
      <w:r>
        <w:t>la voilà qui se penche dans notre fenêtre en criant</w:t>
      </w:r>
      <w:r w:rsidR="00D37400">
        <w:t> :</w:t>
      </w:r>
    </w:p>
    <w:p w14:paraId="4698F099" w14:textId="2386484E" w:rsidR="00636A18" w:rsidRDefault="00D37400">
      <w:r>
        <w:lastRenderedPageBreak/>
        <w:t>« </w:t>
      </w:r>
      <w:r w:rsidR="00636A18">
        <w:t>Hé</w:t>
      </w:r>
      <w:r>
        <w:t xml:space="preserve"> ! </w:t>
      </w:r>
      <w:r w:rsidR="00636A18">
        <w:t>laissez donc votre rengaine</w:t>
      </w:r>
      <w:r>
        <w:t xml:space="preserve"> ; </w:t>
      </w:r>
      <w:r w:rsidR="00636A18">
        <w:t>la vraie chanson</w:t>
      </w:r>
      <w:r>
        <w:t xml:space="preserve">, </w:t>
      </w:r>
      <w:r w:rsidR="00636A18">
        <w:t>la vraie</w:t>
      </w:r>
      <w:r>
        <w:t xml:space="preserve">, </w:t>
      </w:r>
      <w:r w:rsidR="00636A18">
        <w:t>la voici</w:t>
      </w:r>
      <w:r>
        <w:t xml:space="preserve">… </w:t>
      </w:r>
      <w:r w:rsidR="00636A18">
        <w:t>Écoutez</w:t>
      </w:r>
      <w:r>
        <w:t> !… »</w:t>
      </w:r>
    </w:p>
    <w:p w14:paraId="2E8D941B" w14:textId="77777777" w:rsidR="00D37400" w:rsidRDefault="00636A18">
      <w:r>
        <w:t>Et ramassant un coin de sa jupe</w:t>
      </w:r>
      <w:r w:rsidR="00D37400">
        <w:t xml:space="preserve">, </w:t>
      </w:r>
      <w:r>
        <w:t>elle se mit à danser dehors sur le trottoir</w:t>
      </w:r>
      <w:r w:rsidR="00D37400">
        <w:t xml:space="preserve">, </w:t>
      </w:r>
      <w:r>
        <w:t>en chantant</w:t>
      </w:r>
      <w:r w:rsidR="00D37400">
        <w:t> :</w:t>
      </w:r>
    </w:p>
    <w:p w14:paraId="6D8F66B2" w14:textId="77777777" w:rsidR="00D37400" w:rsidRDefault="00636A18">
      <w:pPr>
        <w:pStyle w:val="Taille-1RetraitGauche3X"/>
        <w:spacing w:before="0" w:after="0"/>
      </w:pPr>
      <w:r>
        <w:t>Ah</w:t>
      </w:r>
      <w:r w:rsidR="00D37400">
        <w:t xml:space="preserve"> ! </w:t>
      </w:r>
      <w:r>
        <w:t>ça ira</w:t>
      </w:r>
      <w:r w:rsidR="00D37400">
        <w:t xml:space="preserve">… </w:t>
      </w:r>
      <w:r>
        <w:t>ça ira</w:t>
      </w:r>
      <w:r w:rsidR="00D37400">
        <w:t xml:space="preserve">… </w:t>
      </w:r>
      <w:r>
        <w:t>ça ira</w:t>
      </w:r>
      <w:r w:rsidR="00D37400">
        <w:t> !…</w:t>
      </w:r>
    </w:p>
    <w:p w14:paraId="57DFA105" w14:textId="77777777" w:rsidR="00D37400" w:rsidRDefault="00636A18">
      <w:pPr>
        <w:pStyle w:val="Taille-1RetraitGauche3X"/>
        <w:spacing w:before="0" w:after="0"/>
      </w:pPr>
      <w:r>
        <w:t>Les aristocrates à la lanterne</w:t>
      </w:r>
      <w:r w:rsidR="00D37400">
        <w:t> !</w:t>
      </w:r>
    </w:p>
    <w:p w14:paraId="2E277B36" w14:textId="77777777" w:rsidR="00D37400" w:rsidRDefault="00636A18">
      <w:pPr>
        <w:pStyle w:val="Taille-1RetraitGauche3X"/>
        <w:spacing w:before="0" w:after="0"/>
      </w:pPr>
      <w:r>
        <w:t>Ah</w:t>
      </w:r>
      <w:r w:rsidR="00D37400">
        <w:t xml:space="preserve"> ! </w:t>
      </w:r>
      <w:r>
        <w:t>ça ira</w:t>
      </w:r>
      <w:r w:rsidR="00D37400">
        <w:t xml:space="preserve">… </w:t>
      </w:r>
      <w:r>
        <w:t>ça ira</w:t>
      </w:r>
      <w:r w:rsidR="00D37400">
        <w:t xml:space="preserve">… </w:t>
      </w:r>
      <w:r>
        <w:t>ça ira</w:t>
      </w:r>
      <w:r w:rsidR="00D37400">
        <w:t> !…</w:t>
      </w:r>
    </w:p>
    <w:p w14:paraId="30831166" w14:textId="77777777" w:rsidR="00D37400" w:rsidRDefault="00636A18">
      <w:pPr>
        <w:pStyle w:val="Taille-1RetraitGauche3X"/>
        <w:spacing w:before="0" w:after="0"/>
      </w:pPr>
      <w:r>
        <w:t>Les aristocrates</w:t>
      </w:r>
      <w:r w:rsidR="00D37400">
        <w:t xml:space="preserve">, </w:t>
      </w:r>
      <w:r>
        <w:t>on les pendra</w:t>
      </w:r>
      <w:r w:rsidR="00D37400">
        <w:t> !</w:t>
      </w:r>
    </w:p>
    <w:p w14:paraId="2A16FF4E" w14:textId="77777777" w:rsidR="00D37400" w:rsidRDefault="00636A18">
      <w:r>
        <w:t xml:space="preserve">De sorte que le savetier </w:t>
      </w:r>
      <w:proofErr w:type="spellStart"/>
      <w:r>
        <w:t>Monborne</w:t>
      </w:r>
      <w:proofErr w:type="spellEnd"/>
      <w:r w:rsidR="00D37400">
        <w:t xml:space="preserve">, </w:t>
      </w:r>
      <w:r>
        <w:t>sous la halle</w:t>
      </w:r>
      <w:r w:rsidR="00D37400">
        <w:t xml:space="preserve">, </w:t>
      </w:r>
      <w:r>
        <w:t>le tiss</w:t>
      </w:r>
      <w:r>
        <w:t>e</w:t>
      </w:r>
      <w:r>
        <w:t xml:space="preserve">rand </w:t>
      </w:r>
      <w:proofErr w:type="spellStart"/>
      <w:r>
        <w:t>Brainstein</w:t>
      </w:r>
      <w:proofErr w:type="spellEnd"/>
      <w:r>
        <w:t xml:space="preserve"> et toutes les pratiques de Georges </w:t>
      </w:r>
      <w:proofErr w:type="spellStart"/>
      <w:r>
        <w:t>Cloûtier</w:t>
      </w:r>
      <w:proofErr w:type="spellEnd"/>
      <w:r w:rsidR="00D37400">
        <w:t xml:space="preserve">, </w:t>
      </w:r>
      <w:r>
        <w:t xml:space="preserve">du cabaret des </w:t>
      </w:r>
      <w:r>
        <w:rPr>
          <w:i/>
          <w:iCs/>
        </w:rPr>
        <w:t>Trois Pigeons</w:t>
      </w:r>
      <w:r w:rsidR="00D37400">
        <w:rPr>
          <w:i/>
          <w:iCs/>
        </w:rPr>
        <w:t xml:space="preserve">, </w:t>
      </w:r>
      <w:r>
        <w:t>arrivèrent en courant et se mirent à danser avec elle en chantant</w:t>
      </w:r>
      <w:r w:rsidR="00D37400">
        <w:t> :</w:t>
      </w:r>
    </w:p>
    <w:p w14:paraId="5DD0D445" w14:textId="77777777" w:rsidR="00D37400" w:rsidRDefault="00636A18">
      <w:pPr>
        <w:pStyle w:val="Taille-1RetraitGauche3X"/>
        <w:spacing w:before="0" w:after="0"/>
        <w:rPr>
          <w:iCs/>
        </w:rPr>
      </w:pPr>
      <w:r>
        <w:rPr>
          <w:iCs/>
        </w:rPr>
        <w:t>Ça ira</w:t>
      </w:r>
      <w:r w:rsidR="00D37400">
        <w:rPr>
          <w:iCs/>
        </w:rPr>
        <w:t xml:space="preserve">… </w:t>
      </w:r>
      <w:r>
        <w:rPr>
          <w:iCs/>
        </w:rPr>
        <w:t>ça ira</w:t>
      </w:r>
      <w:r w:rsidR="00D37400">
        <w:rPr>
          <w:iCs/>
        </w:rPr>
        <w:t xml:space="preserve">… </w:t>
      </w:r>
      <w:r>
        <w:rPr>
          <w:iCs/>
        </w:rPr>
        <w:t>ça ira</w:t>
      </w:r>
      <w:r w:rsidR="00D37400">
        <w:rPr>
          <w:iCs/>
        </w:rPr>
        <w:t> !…</w:t>
      </w:r>
    </w:p>
    <w:p w14:paraId="672203D6" w14:textId="77777777" w:rsidR="00D37400" w:rsidRDefault="00636A18">
      <w:r>
        <w:t>J</w:t>
      </w:r>
      <w:r w:rsidR="00D37400">
        <w:t>’</w:t>
      </w:r>
      <w:r>
        <w:t>en étais étonné</w:t>
      </w:r>
      <w:r w:rsidR="00D37400">
        <w:t xml:space="preserve">, </w:t>
      </w:r>
      <w:r>
        <w:t>car cette vieille décrépite</w:t>
      </w:r>
      <w:r w:rsidR="00D37400">
        <w:t xml:space="preserve">, </w:t>
      </w:r>
      <w:r>
        <w:t xml:space="preserve">qui se traînait à </w:t>
      </w:r>
      <w:proofErr w:type="spellStart"/>
      <w:r>
        <w:t>grand</w:t>
      </w:r>
      <w:r w:rsidR="00D37400">
        <w:t>’</w:t>
      </w:r>
      <w:r>
        <w:t>peine</w:t>
      </w:r>
      <w:proofErr w:type="spellEnd"/>
      <w:r>
        <w:t xml:space="preserve"> jusque chez nous</w:t>
      </w:r>
      <w:r w:rsidR="00D37400">
        <w:t xml:space="preserve">, </w:t>
      </w:r>
      <w:r>
        <w:t>était devenue frétillante comme un poisson</w:t>
      </w:r>
      <w:r w:rsidR="00D37400">
        <w:t xml:space="preserve"> ; </w:t>
      </w:r>
      <w:r>
        <w:t>elle faisait claquer ses pouces</w:t>
      </w:r>
      <w:r w:rsidR="00D37400">
        <w:t xml:space="preserve">, </w:t>
      </w:r>
      <w:r>
        <w:t>regardant à ses pieds</w:t>
      </w:r>
      <w:r w:rsidR="00D37400">
        <w:t xml:space="preserve">, </w:t>
      </w:r>
      <w:r>
        <w:t>les mains en l</w:t>
      </w:r>
      <w:r w:rsidR="00D37400">
        <w:t>’</w:t>
      </w:r>
      <w:r>
        <w:t>air</w:t>
      </w:r>
      <w:r w:rsidR="00D37400">
        <w:t xml:space="preserve">, </w:t>
      </w:r>
      <w:r>
        <w:t>arrondissant les bras avec grâce et l</w:t>
      </w:r>
      <w:r>
        <w:t>e</w:t>
      </w:r>
      <w:r>
        <w:t>vant tantôt une jambe</w:t>
      </w:r>
      <w:r w:rsidR="00D37400">
        <w:t xml:space="preserve">, </w:t>
      </w:r>
      <w:r>
        <w:t>tantôt l</w:t>
      </w:r>
      <w:r w:rsidR="00D37400">
        <w:t>’</w:t>
      </w:r>
      <w:r>
        <w:t>autre</w:t>
      </w:r>
      <w:r w:rsidR="00D37400">
        <w:t xml:space="preserve">, </w:t>
      </w:r>
      <w:r>
        <w:t>comme à vingt ans</w:t>
      </w:r>
      <w:r w:rsidR="00D37400">
        <w:t>.</w:t>
      </w:r>
    </w:p>
    <w:p w14:paraId="7BD116CD" w14:textId="77777777" w:rsidR="00D37400" w:rsidRDefault="00636A18">
      <w:r>
        <w:t>C</w:t>
      </w:r>
      <w:r w:rsidR="00D37400">
        <w:t>’</w:t>
      </w:r>
      <w:r>
        <w:t>était incroyable</w:t>
      </w:r>
      <w:r w:rsidR="00D37400">
        <w:t xml:space="preserve">, </w:t>
      </w:r>
      <w:r>
        <w:t>la vie lui revenait</w:t>
      </w:r>
      <w:r w:rsidR="00D37400">
        <w:t>.</w:t>
      </w:r>
    </w:p>
    <w:p w14:paraId="756200EF" w14:textId="77777777" w:rsidR="00D37400" w:rsidRDefault="00636A18">
      <w:r>
        <w:t xml:space="preserve">Et le père </w:t>
      </w:r>
      <w:proofErr w:type="spellStart"/>
      <w:r>
        <w:t>Monborne</w:t>
      </w:r>
      <w:proofErr w:type="spellEnd"/>
      <w:r w:rsidR="00D37400">
        <w:t xml:space="preserve">, </w:t>
      </w:r>
      <w:r>
        <w:t>aussi vieux qu</w:t>
      </w:r>
      <w:r w:rsidR="00D37400">
        <w:t>’</w:t>
      </w:r>
      <w:r>
        <w:t>elle</w:t>
      </w:r>
      <w:r w:rsidR="00D37400">
        <w:t xml:space="preserve">, </w:t>
      </w:r>
      <w:r>
        <w:t>lui faisait face avec son grand chapeau à claque et chantait</w:t>
      </w:r>
      <w:r w:rsidR="00D37400">
        <w:t xml:space="preserve">, </w:t>
      </w:r>
      <w:r>
        <w:t>la pointe du pied en l</w:t>
      </w:r>
      <w:r w:rsidR="00D37400">
        <w:t>’</w:t>
      </w:r>
      <w:r>
        <w:t>air</w:t>
      </w:r>
      <w:r w:rsidR="00D37400">
        <w:t> :</w:t>
      </w:r>
    </w:p>
    <w:p w14:paraId="3E297238" w14:textId="77777777" w:rsidR="00D37400" w:rsidRDefault="00636A18">
      <w:pPr>
        <w:pStyle w:val="Taille-1RetraitGauche3X"/>
        <w:spacing w:before="0" w:after="0"/>
        <w:rPr>
          <w:iCs/>
        </w:rPr>
      </w:pPr>
      <w:r>
        <w:rPr>
          <w:iCs/>
        </w:rPr>
        <w:t>Dansons la carmagnole</w:t>
      </w:r>
      <w:r w:rsidR="00D37400">
        <w:rPr>
          <w:iCs/>
        </w:rPr>
        <w:t>,</w:t>
      </w:r>
    </w:p>
    <w:p w14:paraId="0EF601C6" w14:textId="77777777" w:rsidR="00D37400" w:rsidRDefault="00636A18">
      <w:pPr>
        <w:pStyle w:val="Taille-1RetraitGauche3X"/>
        <w:spacing w:before="0" w:after="0"/>
        <w:rPr>
          <w:iCs/>
        </w:rPr>
      </w:pPr>
      <w:r>
        <w:rPr>
          <w:iCs/>
        </w:rPr>
        <w:t>Vive le son</w:t>
      </w:r>
      <w:r w:rsidR="00D37400">
        <w:rPr>
          <w:iCs/>
        </w:rPr>
        <w:t xml:space="preserve">… </w:t>
      </w:r>
      <w:r>
        <w:rPr>
          <w:iCs/>
        </w:rPr>
        <w:t>vive le son</w:t>
      </w:r>
      <w:r w:rsidR="00D37400">
        <w:rPr>
          <w:iCs/>
        </w:rPr>
        <w:t>…</w:t>
      </w:r>
    </w:p>
    <w:p w14:paraId="6378712E" w14:textId="77777777" w:rsidR="00D37400" w:rsidRDefault="00636A18">
      <w:pPr>
        <w:pStyle w:val="Taille-1RetraitGauche3X"/>
        <w:spacing w:before="0" w:after="0"/>
        <w:rPr>
          <w:iCs/>
        </w:rPr>
      </w:pPr>
      <w:r>
        <w:rPr>
          <w:iCs/>
        </w:rPr>
        <w:t>Dansons la carmagnole</w:t>
      </w:r>
      <w:r w:rsidR="00D37400">
        <w:rPr>
          <w:iCs/>
        </w:rPr>
        <w:t>,</w:t>
      </w:r>
    </w:p>
    <w:p w14:paraId="367F2F5E" w14:textId="77777777" w:rsidR="00D37400" w:rsidRDefault="00636A18">
      <w:pPr>
        <w:pStyle w:val="Taille-1RetraitGauche3X"/>
        <w:spacing w:before="0" w:after="0"/>
        <w:rPr>
          <w:iCs/>
        </w:rPr>
      </w:pPr>
      <w:r>
        <w:rPr>
          <w:iCs/>
        </w:rPr>
        <w:t>Vive le son du canon</w:t>
      </w:r>
      <w:r w:rsidR="00D37400">
        <w:rPr>
          <w:iCs/>
        </w:rPr>
        <w:t> !</w:t>
      </w:r>
    </w:p>
    <w:p w14:paraId="3008037E" w14:textId="77777777" w:rsidR="00D37400" w:rsidRDefault="00636A18">
      <w:r>
        <w:t>Et comme cette danse produisait un grand tumulte dehors</w:t>
      </w:r>
      <w:r w:rsidR="00D37400">
        <w:t xml:space="preserve">, </w:t>
      </w:r>
      <w:r>
        <w:t>à notre porte</w:t>
      </w:r>
      <w:r w:rsidR="00D37400">
        <w:t xml:space="preserve">, </w:t>
      </w:r>
      <w:r>
        <w:t>parce que plusieurs de nos voisins</w:t>
      </w:r>
      <w:r w:rsidR="00D37400">
        <w:t xml:space="preserve">, </w:t>
      </w:r>
      <w:r>
        <w:t>de vieux re</w:t>
      </w:r>
      <w:r>
        <w:t>n</w:t>
      </w:r>
      <w:r>
        <w:t>tiers</w:t>
      </w:r>
      <w:r w:rsidR="00D37400">
        <w:t xml:space="preserve">, </w:t>
      </w:r>
      <w:r>
        <w:t>penchés à leurs fenêtres</w:t>
      </w:r>
      <w:r w:rsidR="00D37400">
        <w:t xml:space="preserve">, </w:t>
      </w:r>
      <w:r>
        <w:t xml:space="preserve">se rappelaient les </w:t>
      </w:r>
      <w:r>
        <w:lastRenderedPageBreak/>
        <w:t>assignats et e</w:t>
      </w:r>
      <w:r>
        <w:t>n</w:t>
      </w:r>
      <w:r>
        <w:t>core autre chose</w:t>
      </w:r>
      <w:r w:rsidR="00D37400">
        <w:t xml:space="preserve">, </w:t>
      </w:r>
      <w:r>
        <w:t>mon père</w:t>
      </w:r>
      <w:r w:rsidR="00D37400">
        <w:t xml:space="preserve">, </w:t>
      </w:r>
      <w:r>
        <w:t>s</w:t>
      </w:r>
      <w:r w:rsidR="00D37400">
        <w:t>’</w:t>
      </w:r>
      <w:r>
        <w:t>asseyant gravement au clavecin et frappant deux ou trois accords solennels</w:t>
      </w:r>
      <w:r w:rsidR="00D37400">
        <w:t xml:space="preserve">, </w:t>
      </w:r>
      <w:r>
        <w:t>comme pour imp</w:t>
      </w:r>
      <w:r>
        <w:t>o</w:t>
      </w:r>
      <w:r>
        <w:t>ser silence aux autres</w:t>
      </w:r>
      <w:r w:rsidR="00D37400">
        <w:t xml:space="preserve">, </w:t>
      </w:r>
      <w:r>
        <w:t>se mit à chanter d</w:t>
      </w:r>
      <w:r w:rsidR="00D37400">
        <w:t>’</w:t>
      </w:r>
      <w:r>
        <w:t>une voix grave un chant que je n</w:t>
      </w:r>
      <w:r w:rsidR="00D37400">
        <w:t>’</w:t>
      </w:r>
      <w:r>
        <w:t>avais jamais entendu jusqu</w:t>
      </w:r>
      <w:r w:rsidR="00D37400">
        <w:t>’</w:t>
      </w:r>
      <w:r>
        <w:t>alors</w:t>
      </w:r>
      <w:r w:rsidR="00D37400">
        <w:t xml:space="preserve">, </w:t>
      </w:r>
      <w:r>
        <w:t>car j</w:t>
      </w:r>
      <w:r w:rsidR="00D37400">
        <w:t>’</w:t>
      </w:r>
      <w:r>
        <w:t>étais trop jeune</w:t>
      </w:r>
      <w:r w:rsidR="00D37400">
        <w:t xml:space="preserve">, </w:t>
      </w:r>
      <w:r>
        <w:t>mais qui me fit passer un frisson dans les cheveux</w:t>
      </w:r>
      <w:r w:rsidR="00D37400">
        <w:t> :</w:t>
      </w:r>
    </w:p>
    <w:p w14:paraId="09A3BA90" w14:textId="77777777" w:rsidR="00D37400" w:rsidRDefault="00636A18">
      <w:pPr>
        <w:pStyle w:val="Taille-1RetraitGauche3X"/>
        <w:spacing w:before="0" w:after="0"/>
        <w:rPr>
          <w:iCs/>
        </w:rPr>
      </w:pPr>
      <w:r>
        <w:rPr>
          <w:iCs/>
        </w:rPr>
        <w:t>Allons</w:t>
      </w:r>
      <w:r w:rsidR="00D37400">
        <w:rPr>
          <w:iCs/>
        </w:rPr>
        <w:t xml:space="preserve">, </w:t>
      </w:r>
      <w:r>
        <w:rPr>
          <w:iCs/>
        </w:rPr>
        <w:t>enfants de la patrie</w:t>
      </w:r>
      <w:r w:rsidR="00D37400">
        <w:rPr>
          <w:iCs/>
        </w:rPr>
        <w:t>,</w:t>
      </w:r>
    </w:p>
    <w:p w14:paraId="464CBD71" w14:textId="77777777" w:rsidR="00D37400" w:rsidRDefault="00636A18">
      <w:pPr>
        <w:pStyle w:val="Taille-1RetraitGauche3X"/>
        <w:spacing w:before="0" w:after="0"/>
        <w:rPr>
          <w:iCs/>
        </w:rPr>
      </w:pPr>
      <w:r>
        <w:rPr>
          <w:iCs/>
        </w:rPr>
        <w:t>Le jour de gloire est arrivé</w:t>
      </w:r>
      <w:r w:rsidR="00D37400">
        <w:rPr>
          <w:iCs/>
        </w:rPr>
        <w:t>…</w:t>
      </w:r>
    </w:p>
    <w:p w14:paraId="3C9CB375" w14:textId="77777777" w:rsidR="00D37400" w:rsidRDefault="00636A18">
      <w:r>
        <w:t>Et le silence s</w:t>
      </w:r>
      <w:r w:rsidR="00D37400">
        <w:t>’</w:t>
      </w:r>
      <w:r>
        <w:t>établit dehors comme à la maison</w:t>
      </w:r>
      <w:r w:rsidR="00D37400">
        <w:t xml:space="preserve"> ; </w:t>
      </w:r>
      <w:r>
        <w:t>on éco</w:t>
      </w:r>
      <w:r>
        <w:t>u</w:t>
      </w:r>
      <w:r>
        <w:t>tait</w:t>
      </w:r>
      <w:r w:rsidR="00D37400">
        <w:t>.</w:t>
      </w:r>
    </w:p>
    <w:p w14:paraId="4D5D7571" w14:textId="77777777" w:rsidR="00D37400" w:rsidRDefault="00636A18">
      <w:r>
        <w:t>Jamais je n</w:t>
      </w:r>
      <w:r w:rsidR="00D37400">
        <w:t>’</w:t>
      </w:r>
      <w:r>
        <w:t>aurais cru mon père capable de chanter ainsi</w:t>
      </w:r>
      <w:r w:rsidR="00D37400">
        <w:t xml:space="preserve"> ; </w:t>
      </w:r>
      <w:r>
        <w:t>il était tout pâle</w:t>
      </w:r>
      <w:r w:rsidR="00D37400">
        <w:t xml:space="preserve">, </w:t>
      </w:r>
      <w:r>
        <w:t>et sa voix forte et mâle vous remuait le cœur</w:t>
      </w:r>
      <w:r w:rsidR="00D37400">
        <w:t>.</w:t>
      </w:r>
    </w:p>
    <w:p w14:paraId="67BAB549" w14:textId="77777777" w:rsidR="00D37400" w:rsidRDefault="00636A18">
      <w:r>
        <w:t>Il alla jusqu</w:t>
      </w:r>
      <w:r w:rsidR="00D37400">
        <w:t>’</w:t>
      </w:r>
      <w:r>
        <w:t>au bout</w:t>
      </w:r>
      <w:r w:rsidR="00D37400">
        <w:t>.</w:t>
      </w:r>
    </w:p>
    <w:p w14:paraId="5163DE07" w14:textId="77777777" w:rsidR="00D37400" w:rsidRDefault="00636A18">
      <w:r>
        <w:t>Tous les vieux et les vieilles qui se trouvaient là prêtaient l</w:t>
      </w:r>
      <w:r w:rsidR="00D37400">
        <w:t>’</w:t>
      </w:r>
      <w:r>
        <w:t>oreille</w:t>
      </w:r>
      <w:r w:rsidR="00D37400">
        <w:t xml:space="preserve">, </w:t>
      </w:r>
      <w:r>
        <w:t>comme perdus dans d</w:t>
      </w:r>
      <w:r w:rsidR="00D37400">
        <w:t>’</w:t>
      </w:r>
      <w:r>
        <w:t>immenses souvenirs</w:t>
      </w:r>
      <w:r w:rsidR="00D37400">
        <w:t xml:space="preserve"> ; </w:t>
      </w:r>
      <w:r>
        <w:t>pas un murmure ne l</w:t>
      </w:r>
      <w:r w:rsidR="00D37400">
        <w:t>’</w:t>
      </w:r>
      <w:r>
        <w:t>interrompait</w:t>
      </w:r>
      <w:r w:rsidR="00D37400">
        <w:t xml:space="preserve"> ; </w:t>
      </w:r>
      <w:r>
        <w:t>seulement</w:t>
      </w:r>
      <w:r w:rsidR="00D37400">
        <w:t xml:space="preserve">, </w:t>
      </w:r>
      <w:r>
        <w:t>à la fin de chaque co</w:t>
      </w:r>
      <w:r>
        <w:t>u</w:t>
      </w:r>
      <w:r>
        <w:t>plet</w:t>
      </w:r>
      <w:r w:rsidR="00D37400">
        <w:t xml:space="preserve">, </w:t>
      </w:r>
      <w:r>
        <w:t>on murmurait</w:t>
      </w:r>
      <w:r w:rsidR="00D37400">
        <w:t> :</w:t>
      </w:r>
    </w:p>
    <w:p w14:paraId="585F9C7D" w14:textId="00C99B9F" w:rsidR="00636A18" w:rsidRDefault="00D37400">
      <w:r>
        <w:t>« </w:t>
      </w:r>
      <w:r w:rsidR="00636A18">
        <w:t>C</w:t>
      </w:r>
      <w:r>
        <w:t>’</w:t>
      </w:r>
      <w:r w:rsidR="00636A18">
        <w:t>est ça</w:t>
      </w:r>
      <w:r>
        <w:t xml:space="preserve">… </w:t>
      </w:r>
      <w:r w:rsidR="00636A18">
        <w:t>oui</w:t>
      </w:r>
      <w:r>
        <w:t xml:space="preserve">… </w:t>
      </w:r>
      <w:r w:rsidR="00636A18">
        <w:t>c</w:t>
      </w:r>
      <w:r>
        <w:t>’</w:t>
      </w:r>
      <w:r w:rsidR="00636A18">
        <w:t>est ça</w:t>
      </w:r>
      <w:r>
        <w:t>… »</w:t>
      </w:r>
    </w:p>
    <w:p w14:paraId="4780DBDC" w14:textId="77777777" w:rsidR="00D37400" w:rsidRDefault="00636A18">
      <w:r>
        <w:t>Et</w:t>
      </w:r>
      <w:r w:rsidR="00D37400">
        <w:t xml:space="preserve">, </w:t>
      </w:r>
      <w:r>
        <w:t>au dernier mot</w:t>
      </w:r>
      <w:r w:rsidR="00D37400">
        <w:t xml:space="preserve">, </w:t>
      </w:r>
      <w:r>
        <w:t>mon père se retournant s</w:t>
      </w:r>
      <w:r w:rsidR="00D37400">
        <w:t>’</w:t>
      </w:r>
      <w:r>
        <w:t>écria</w:t>
      </w:r>
      <w:r w:rsidR="00D37400">
        <w:t> :</w:t>
      </w:r>
    </w:p>
    <w:p w14:paraId="759B48E2" w14:textId="77777777" w:rsidR="00D37400" w:rsidRDefault="00D37400">
      <w:r>
        <w:t>« </w:t>
      </w:r>
      <w:r w:rsidR="00636A18">
        <w:t>Capitaine Florentin</w:t>
      </w:r>
      <w:r>
        <w:t xml:space="preserve">, </w:t>
      </w:r>
      <w:r w:rsidR="00636A18">
        <w:t>vous n</w:t>
      </w:r>
      <w:r>
        <w:t>’</w:t>
      </w:r>
      <w:r w:rsidR="00636A18">
        <w:t>avez pas oublié celle-ci</w:t>
      </w:r>
      <w:r>
        <w:t xml:space="preserve"> ; </w:t>
      </w:r>
      <w:r w:rsidR="00636A18">
        <w:t>c</w:t>
      </w:r>
      <w:r>
        <w:t>’</w:t>
      </w:r>
      <w:r w:rsidR="00636A18">
        <w:t>est le chant de l</w:t>
      </w:r>
      <w:r>
        <w:t>’</w:t>
      </w:r>
      <w:r w:rsidR="00636A18">
        <w:t>armée du Rhin dont vous étiez</w:t>
      </w:r>
      <w:r>
        <w:t xml:space="preserve">, </w:t>
      </w:r>
      <w:r w:rsidR="00636A18">
        <w:t>le chant de Mayence</w:t>
      </w:r>
      <w:r>
        <w:t xml:space="preserve">, </w:t>
      </w:r>
      <w:r w:rsidR="00636A18">
        <w:t>le chant de Zurich</w:t>
      </w:r>
      <w:r>
        <w:t xml:space="preserve">… </w:t>
      </w:r>
      <w:r w:rsidR="00636A18">
        <w:t>vous savez</w:t>
      </w:r>
      <w:r>
        <w:t> ?…</w:t>
      </w:r>
    </w:p>
    <w:p w14:paraId="6F908818" w14:textId="357F743E" w:rsidR="00636A18" w:rsidRDefault="00D37400">
      <w:r>
        <w:t>— </w:t>
      </w:r>
      <w:r w:rsidR="00636A18">
        <w:t>Oui</w:t>
      </w:r>
      <w:r>
        <w:t xml:space="preserve">… </w:t>
      </w:r>
      <w:r w:rsidR="00636A18">
        <w:t>oui</w:t>
      </w:r>
      <w:r>
        <w:t xml:space="preserve">… </w:t>
      </w:r>
      <w:r w:rsidR="00636A18">
        <w:t>faisait mon ami Sébastien</w:t>
      </w:r>
      <w:r>
        <w:t xml:space="preserve">, </w:t>
      </w:r>
      <w:r w:rsidR="00636A18">
        <w:t>la tête penchée</w:t>
      </w:r>
      <w:r>
        <w:t xml:space="preserve">… </w:t>
      </w:r>
      <w:r w:rsidR="00636A18">
        <w:t>Je me rappelle</w:t>
      </w:r>
      <w:r>
        <w:t xml:space="preserve">… </w:t>
      </w:r>
      <w:r w:rsidR="00636A18">
        <w:t>il y a longtemps</w:t>
      </w:r>
      <w:r>
        <w:t> ! »</w:t>
      </w:r>
    </w:p>
    <w:p w14:paraId="237CEC34" w14:textId="77777777" w:rsidR="00D37400" w:rsidRDefault="00636A18">
      <w:r>
        <w:t>Ses yeux étaient troubles en se rappelant sa jeunesse</w:t>
      </w:r>
      <w:r w:rsidR="00D37400">
        <w:t>.</w:t>
      </w:r>
    </w:p>
    <w:p w14:paraId="2D041B19" w14:textId="77777777" w:rsidR="00D37400" w:rsidRDefault="00636A18">
      <w:r>
        <w:t>Puis il dit</w:t>
      </w:r>
      <w:r w:rsidR="00D37400">
        <w:t> :</w:t>
      </w:r>
    </w:p>
    <w:p w14:paraId="6B4BC1C7" w14:textId="77777777" w:rsidR="00D37400" w:rsidRDefault="00D37400">
      <w:r>
        <w:lastRenderedPageBreak/>
        <w:t>« </w:t>
      </w:r>
      <w:r w:rsidR="00636A18">
        <w:t>C</w:t>
      </w:r>
      <w:r>
        <w:t>’</w:t>
      </w:r>
      <w:r w:rsidR="00636A18">
        <w:t>est égal</w:t>
      </w:r>
      <w:r>
        <w:t> : « </w:t>
      </w:r>
      <w:r w:rsidR="00636A18">
        <w:t>Veillons au salut de l</w:t>
      </w:r>
      <w:r>
        <w:t>’</w:t>
      </w:r>
      <w:r w:rsidR="00636A18">
        <w:t>empire</w:t>
      </w:r>
      <w:r>
        <w:t>… »</w:t>
      </w:r>
      <w:r w:rsidR="00636A18">
        <w:t xml:space="preserve"> est aussi beau</w:t>
      </w:r>
      <w:r>
        <w:t> !</w:t>
      </w:r>
    </w:p>
    <w:p w14:paraId="05DFCC45" w14:textId="119063A7" w:rsidR="00636A18" w:rsidRDefault="00D37400">
      <w:r>
        <w:t>— </w:t>
      </w:r>
      <w:r w:rsidR="00636A18">
        <w:t>Allons donc</w:t>
      </w:r>
      <w:r>
        <w:t xml:space="preserve"> ! </w:t>
      </w:r>
      <w:r w:rsidR="00636A18">
        <w:t>crièrent les autres</w:t>
      </w:r>
      <w:r>
        <w:t xml:space="preserve">, </w:t>
      </w:r>
      <w:r w:rsidR="00636A18">
        <w:t>indignés</w:t>
      </w:r>
      <w:r>
        <w:t xml:space="preserve">, </w:t>
      </w:r>
      <w:r w:rsidR="00636A18">
        <w:t>c</w:t>
      </w:r>
      <w:r>
        <w:t>’</w:t>
      </w:r>
      <w:r w:rsidR="00636A18">
        <w:t>est la cha</w:t>
      </w:r>
      <w:r w:rsidR="00636A18">
        <w:t>n</w:t>
      </w:r>
      <w:r w:rsidR="00636A18">
        <w:t>son de la retraite de Russie</w:t>
      </w:r>
      <w:r>
        <w:t> ! »</w:t>
      </w:r>
    </w:p>
    <w:p w14:paraId="7AB5C7A6" w14:textId="77777777" w:rsidR="00D37400" w:rsidRDefault="00636A18">
      <w:r>
        <w:t>De sorte que mon ami Florentin</w:t>
      </w:r>
      <w:r w:rsidR="00D37400">
        <w:t xml:space="preserve">, </w:t>
      </w:r>
      <w:r>
        <w:t>un peu vexé de voir que tout le monde lui donnait tort</w:t>
      </w:r>
      <w:r w:rsidR="00D37400">
        <w:t xml:space="preserve">, </w:t>
      </w:r>
      <w:r>
        <w:t>s</w:t>
      </w:r>
      <w:r w:rsidR="00D37400">
        <w:t>’</w:t>
      </w:r>
      <w:r>
        <w:t>en alla criant</w:t>
      </w:r>
      <w:r w:rsidR="00D37400">
        <w:t> :</w:t>
      </w:r>
    </w:p>
    <w:p w14:paraId="6A913A2C" w14:textId="5455CD67" w:rsidR="00636A18" w:rsidRDefault="00D37400">
      <w:r>
        <w:t>« </w:t>
      </w:r>
      <w:r w:rsidR="00636A18">
        <w:t>Bonsoir</w:t>
      </w:r>
      <w:r>
        <w:t xml:space="preserve">, </w:t>
      </w:r>
      <w:r w:rsidR="00636A18">
        <w:t xml:space="preserve">madame </w:t>
      </w:r>
      <w:proofErr w:type="spellStart"/>
      <w:r w:rsidR="00636A18">
        <w:t>Pélerin</w:t>
      </w:r>
      <w:proofErr w:type="spellEnd"/>
      <w:r>
        <w:t xml:space="preserve"> ! </w:t>
      </w:r>
      <w:r w:rsidR="00636A18">
        <w:t>bonsoir</w:t>
      </w:r>
      <w:r>
        <w:t xml:space="preserve">, </w:t>
      </w:r>
      <w:r w:rsidR="00636A18">
        <w:t>les amis</w:t>
      </w:r>
      <w:r>
        <w:t> ! »</w:t>
      </w:r>
    </w:p>
    <w:p w14:paraId="1C0094F9" w14:textId="77777777" w:rsidR="00D37400" w:rsidRDefault="00636A18">
      <w:r>
        <w:t>Il songeait à sa croix et à sa pension</w:t>
      </w:r>
      <w:r w:rsidR="00D37400">
        <w:t xml:space="preserve">, </w:t>
      </w:r>
      <w:r>
        <w:t>comme les autres vieux</w:t>
      </w:r>
      <w:r w:rsidR="00D37400">
        <w:t xml:space="preserve">, </w:t>
      </w:r>
      <w:r>
        <w:t>qui partirent tous à la file</w:t>
      </w:r>
      <w:r w:rsidR="00D37400">
        <w:t xml:space="preserve">, </w:t>
      </w:r>
      <w:r>
        <w:t>et nous restâmes seuls à cha</w:t>
      </w:r>
      <w:r>
        <w:t>n</w:t>
      </w:r>
      <w:r>
        <w:t>ter jusque vers dix heures</w:t>
      </w:r>
      <w:r w:rsidR="00D37400">
        <w:t>.</w:t>
      </w:r>
    </w:p>
    <w:p w14:paraId="42E9DAEE" w14:textId="77777777" w:rsidR="00D37400" w:rsidRDefault="00636A18">
      <w:r>
        <w:t>Paul avait recommencé l</w:t>
      </w:r>
      <w:r w:rsidR="00D37400">
        <w:t>’</w:t>
      </w:r>
      <w:r>
        <w:t xml:space="preserve">air des </w:t>
      </w:r>
      <w:r>
        <w:rPr>
          <w:i/>
          <w:iCs/>
        </w:rPr>
        <w:t>Cornichons</w:t>
      </w:r>
      <w:r w:rsidR="00D37400">
        <w:t xml:space="preserve"> ; </w:t>
      </w:r>
      <w:r>
        <w:t>mais</w:t>
      </w:r>
      <w:r w:rsidR="00D37400">
        <w:t xml:space="preserve">, </w:t>
      </w:r>
      <w:r>
        <w:t xml:space="preserve">après avoir entendu la </w:t>
      </w:r>
      <w:r>
        <w:rPr>
          <w:i/>
          <w:iCs/>
        </w:rPr>
        <w:t>Marseillaise</w:t>
      </w:r>
      <w:r w:rsidR="00D37400">
        <w:rPr>
          <w:i/>
          <w:iCs/>
        </w:rPr>
        <w:t xml:space="preserve">, </w:t>
      </w:r>
      <w:r>
        <w:t>cela ne produisait plus le même effet</w:t>
      </w:r>
      <w:r w:rsidR="00D37400">
        <w:t xml:space="preserve"> ; </w:t>
      </w:r>
      <w:r>
        <w:t>on était devenu grave</w:t>
      </w:r>
      <w:r w:rsidR="00D37400">
        <w:t xml:space="preserve">, </w:t>
      </w:r>
      <w:r>
        <w:t>et les derniers visiteurs étant pa</w:t>
      </w:r>
      <w:r>
        <w:t>r</w:t>
      </w:r>
      <w:r>
        <w:t>tis</w:t>
      </w:r>
      <w:r w:rsidR="00D37400">
        <w:t xml:space="preserve">, </w:t>
      </w:r>
      <w:r>
        <w:t>on alla se coucher</w:t>
      </w:r>
      <w:r w:rsidR="00D37400">
        <w:t>.</w:t>
      </w:r>
    </w:p>
    <w:p w14:paraId="36D1363D" w14:textId="5D5FE53A" w:rsidR="00636A18" w:rsidRDefault="00636A18" w:rsidP="00D37400">
      <w:pPr>
        <w:pStyle w:val="Titre2"/>
        <w:pageBreakBefore/>
      </w:pPr>
      <w:bookmarkStart w:id="22" w:name="_Toc344229466"/>
      <w:bookmarkStart w:id="23" w:name="_Toc194835729"/>
      <w:r>
        <w:lastRenderedPageBreak/>
        <w:t>XI</w:t>
      </w:r>
      <w:bookmarkEnd w:id="22"/>
      <w:bookmarkEnd w:id="23"/>
    </w:p>
    <w:p w14:paraId="46DF60AE" w14:textId="77777777" w:rsidR="00D37400" w:rsidRDefault="00636A18">
      <w:r w:rsidRPr="00A86322">
        <w:t>On n</w:t>
      </w:r>
      <w:r w:rsidR="00D37400">
        <w:t>’</w:t>
      </w:r>
      <w:r w:rsidRPr="00A86322">
        <w:t>a jamais vu de comédie comme</w:t>
      </w:r>
      <w:r>
        <w:t xml:space="preserve"> cette révolution de 1830</w:t>
      </w:r>
      <w:r w:rsidR="00D37400">
        <w:t xml:space="preserve">. </w:t>
      </w:r>
      <w:r>
        <w:t>Tout le monde se croyait vainqueur et fredonnait sa vieille chanson</w:t>
      </w:r>
      <w:r w:rsidR="00D37400">
        <w:t xml:space="preserve"> ; </w:t>
      </w:r>
      <w:r>
        <w:t>cela ne devait pas durer longtemps</w:t>
      </w:r>
      <w:r w:rsidR="00D37400">
        <w:t> !</w:t>
      </w:r>
    </w:p>
    <w:p w14:paraId="6C9DD4AC" w14:textId="77777777" w:rsidR="00D37400" w:rsidRDefault="00636A18">
      <w:r>
        <w:t>Le lendemain de la petite scène que je viens de vous raco</w:t>
      </w:r>
      <w:r>
        <w:t>n</w:t>
      </w:r>
      <w:r>
        <w:t>ter</w:t>
      </w:r>
      <w:r w:rsidR="00D37400">
        <w:t xml:space="preserve">, </w:t>
      </w:r>
      <w:r>
        <w:t>en sortant de notre boutique pour courir chez mon ami Fl</w:t>
      </w:r>
      <w:r>
        <w:t>o</w:t>
      </w:r>
      <w:r>
        <w:t>rentin</w:t>
      </w:r>
      <w:r w:rsidR="00D37400">
        <w:t xml:space="preserve">, </w:t>
      </w:r>
      <w:r>
        <w:t>j</w:t>
      </w:r>
      <w:r w:rsidR="00D37400">
        <w:t>’</w:t>
      </w:r>
      <w:r>
        <w:t>aperçus Justine sur leur porte</w:t>
      </w:r>
      <w:r w:rsidR="00D37400">
        <w:t xml:space="preserve">, </w:t>
      </w:r>
      <w:r>
        <w:t>et tout de suite l</w:t>
      </w:r>
      <w:r w:rsidR="00D37400">
        <w:t>’</w:t>
      </w:r>
      <w:r>
        <w:t>idée me vint d</w:t>
      </w:r>
      <w:r w:rsidR="00D37400">
        <w:t>’</w:t>
      </w:r>
      <w:r>
        <w:t>aller l</w:t>
      </w:r>
      <w:r w:rsidR="00D37400">
        <w:t>’</w:t>
      </w:r>
      <w:r>
        <w:t>embrasser</w:t>
      </w:r>
      <w:r w:rsidR="00D37400">
        <w:t>.</w:t>
      </w:r>
    </w:p>
    <w:p w14:paraId="2F2E175C" w14:textId="77777777" w:rsidR="00D37400" w:rsidRDefault="00636A18">
      <w:r>
        <w:t>Mais comme je m</w:t>
      </w:r>
      <w:r w:rsidR="00D37400">
        <w:t>’</w:t>
      </w:r>
      <w:r>
        <w:t>approchais les mains étendues</w:t>
      </w:r>
      <w:r w:rsidR="00D37400">
        <w:t xml:space="preserve">, </w:t>
      </w:r>
      <w:r>
        <w:t>elle me dit d</w:t>
      </w:r>
      <w:r w:rsidR="00D37400">
        <w:t>’</w:t>
      </w:r>
      <w:r>
        <w:t>un air de fierté</w:t>
      </w:r>
      <w:r w:rsidR="00D37400">
        <w:t> :</w:t>
      </w:r>
    </w:p>
    <w:p w14:paraId="3BFBE285" w14:textId="7DF4B0C3" w:rsidR="00636A18" w:rsidRDefault="00D37400">
      <w:pPr>
        <w:rPr>
          <w:szCs w:val="36"/>
        </w:rPr>
      </w:pPr>
      <w:r>
        <w:t>« </w:t>
      </w:r>
      <w:r w:rsidR="00636A18">
        <w:t>Je ne veux plus que tu m</w:t>
      </w:r>
      <w:r>
        <w:t>’</w:t>
      </w:r>
      <w:r w:rsidR="00636A18">
        <w:t>embrasses</w:t>
      </w:r>
      <w:r>
        <w:t xml:space="preserve">… </w:t>
      </w:r>
      <w:r w:rsidR="00636A18">
        <w:t>mon père le d</w:t>
      </w:r>
      <w:r w:rsidR="00636A18">
        <w:t>é</w:t>
      </w:r>
      <w:r w:rsidR="00636A18">
        <w:t>fend</w:t>
      </w:r>
      <w:r>
        <w:t xml:space="preserve">… </w:t>
      </w:r>
      <w:r w:rsidR="00636A18">
        <w:t>vous êtes des jacobins</w:t>
      </w:r>
      <w:r>
        <w:t> !… »</w:t>
      </w:r>
    </w:p>
    <w:p w14:paraId="22AE2730" w14:textId="77777777" w:rsidR="00D37400" w:rsidRDefault="00636A18">
      <w:r>
        <w:t>Et elle rentra dans leur cour</w:t>
      </w:r>
      <w:r w:rsidR="00D37400">
        <w:t>.</w:t>
      </w:r>
    </w:p>
    <w:p w14:paraId="4D6D02CC" w14:textId="77777777" w:rsidR="00D37400" w:rsidRDefault="00636A18">
      <w:r>
        <w:t>Alors moi</w:t>
      </w:r>
      <w:r w:rsidR="00D37400">
        <w:t xml:space="preserve">, </w:t>
      </w:r>
      <w:r>
        <w:t>tout penaud</w:t>
      </w:r>
      <w:r w:rsidR="00D37400">
        <w:t xml:space="preserve">, </w:t>
      </w:r>
      <w:r>
        <w:t>je retournai chez nous</w:t>
      </w:r>
      <w:r w:rsidR="00D37400">
        <w:t xml:space="preserve">, </w:t>
      </w:r>
      <w:r>
        <w:t>et</w:t>
      </w:r>
      <w:r w:rsidR="00D37400">
        <w:t xml:space="preserve">, </w:t>
      </w:r>
      <w:r>
        <w:t>voyant mon père en train de servir quelque pratique</w:t>
      </w:r>
      <w:r w:rsidR="00D37400">
        <w:t xml:space="preserve">, </w:t>
      </w:r>
      <w:r>
        <w:t>je lui demandai</w:t>
      </w:r>
      <w:r w:rsidR="00D37400">
        <w:t> :</w:t>
      </w:r>
    </w:p>
    <w:p w14:paraId="30AA18C7" w14:textId="77777777" w:rsidR="00D37400" w:rsidRDefault="00D37400">
      <w:r>
        <w:t>« </w:t>
      </w:r>
      <w:r w:rsidR="00636A18">
        <w:t>Qu</w:t>
      </w:r>
      <w:r>
        <w:t>’</w:t>
      </w:r>
      <w:r w:rsidR="00636A18">
        <w:t>est-ce que c</w:t>
      </w:r>
      <w:r>
        <w:t>’</w:t>
      </w:r>
      <w:r w:rsidR="00636A18">
        <w:t>est donc que des jacobins</w:t>
      </w:r>
      <w:r>
        <w:t> ?</w:t>
      </w:r>
    </w:p>
    <w:p w14:paraId="5F585F06" w14:textId="6A1131A3" w:rsidR="00636A18" w:rsidRDefault="00D37400">
      <w:r>
        <w:t>— </w:t>
      </w:r>
      <w:r w:rsidR="00636A18">
        <w:t>C</w:t>
      </w:r>
      <w:r>
        <w:t>’</w:t>
      </w:r>
      <w:r w:rsidR="00636A18">
        <w:t>étaient des patriotes</w:t>
      </w:r>
      <w:r>
        <w:t xml:space="preserve">, </w:t>
      </w:r>
      <w:r w:rsidR="00636A18">
        <w:t>dit-il</w:t>
      </w:r>
      <w:r>
        <w:t xml:space="preserve">, </w:t>
      </w:r>
      <w:r w:rsidR="00636A18">
        <w:t>qui se sont fait tuer pour débarrasser le pays des Prussiens et des traîtres</w:t>
      </w:r>
      <w:r>
        <w:t xml:space="preserve">. </w:t>
      </w:r>
      <w:r w:rsidR="00636A18">
        <w:t>Mais pourquoi me demandes-tu ça</w:t>
      </w:r>
      <w:r>
        <w:t> ? »</w:t>
      </w:r>
    </w:p>
    <w:p w14:paraId="7BF2B0F9" w14:textId="77777777" w:rsidR="00D37400" w:rsidRDefault="00636A18">
      <w:r>
        <w:t>Et</w:t>
      </w:r>
      <w:r w:rsidR="00D37400">
        <w:t xml:space="preserve">, </w:t>
      </w:r>
      <w:r>
        <w:t>tout désolé</w:t>
      </w:r>
      <w:r w:rsidR="00D37400">
        <w:t xml:space="preserve">, </w:t>
      </w:r>
      <w:r>
        <w:t>je lui racontai ce qui venait de m</w:t>
      </w:r>
      <w:r w:rsidR="00D37400">
        <w:t>’</w:t>
      </w:r>
      <w:r>
        <w:t>arriver avec Justine</w:t>
      </w:r>
      <w:r w:rsidR="00D37400">
        <w:t>.</w:t>
      </w:r>
    </w:p>
    <w:p w14:paraId="43955073" w14:textId="77777777" w:rsidR="00D37400" w:rsidRDefault="00D37400">
      <w:r>
        <w:t>« </w:t>
      </w:r>
      <w:r w:rsidR="00636A18">
        <w:t>Tu vois</w:t>
      </w:r>
      <w:r>
        <w:t xml:space="preserve">, </w:t>
      </w:r>
      <w:proofErr w:type="spellStart"/>
      <w:r w:rsidR="00636A18">
        <w:t>Pélerin</w:t>
      </w:r>
      <w:proofErr w:type="spellEnd"/>
      <w:r>
        <w:t xml:space="preserve">, </w:t>
      </w:r>
      <w:r w:rsidR="00636A18">
        <w:t>disait la mère</w:t>
      </w:r>
      <w:r>
        <w:t xml:space="preserve">, </w:t>
      </w:r>
      <w:r w:rsidR="00636A18">
        <w:t>nous nous faisons des e</w:t>
      </w:r>
      <w:r w:rsidR="00636A18">
        <w:t>n</w:t>
      </w:r>
      <w:r w:rsidR="00636A18">
        <w:t>nemis</w:t>
      </w:r>
      <w:r>
        <w:t>.</w:t>
      </w:r>
    </w:p>
    <w:p w14:paraId="36B5B3FC" w14:textId="287C4CA6" w:rsidR="00636A18" w:rsidRDefault="00D37400">
      <w:r>
        <w:t>— </w:t>
      </w:r>
      <w:r w:rsidR="00636A18">
        <w:t>Des ennemis</w:t>
      </w:r>
      <w:r>
        <w:t xml:space="preserve">, </w:t>
      </w:r>
      <w:r w:rsidR="00636A18">
        <w:t>dit-il en riant</w:t>
      </w:r>
      <w:r>
        <w:t xml:space="preserve">, </w:t>
      </w:r>
      <w:r w:rsidR="00636A18">
        <w:t>allons donc</w:t>
      </w:r>
      <w:r>
        <w:t xml:space="preserve"> ! </w:t>
      </w:r>
      <w:r w:rsidR="00636A18">
        <w:t xml:space="preserve">Tant que nous vendrons de bonnes marchandises à meilleur compte </w:t>
      </w:r>
      <w:r w:rsidR="00636A18">
        <w:lastRenderedPageBreak/>
        <w:t>que les autres</w:t>
      </w:r>
      <w:r>
        <w:t xml:space="preserve">, </w:t>
      </w:r>
      <w:r w:rsidR="00636A18">
        <w:t>ces gens-là viendront chez nous</w:t>
      </w:r>
      <w:r>
        <w:t xml:space="preserve">, </w:t>
      </w:r>
      <w:r w:rsidR="00636A18">
        <w:t>et quant au reste</w:t>
      </w:r>
      <w:r>
        <w:t xml:space="preserve">, </w:t>
      </w:r>
      <w:r w:rsidR="00636A18">
        <w:t>je m</w:t>
      </w:r>
      <w:r>
        <w:t>’</w:t>
      </w:r>
      <w:r w:rsidR="00636A18">
        <w:t>en moque</w:t>
      </w:r>
      <w:r>
        <w:t>. »</w:t>
      </w:r>
    </w:p>
    <w:p w14:paraId="6862113B" w14:textId="77777777" w:rsidR="00D37400" w:rsidRDefault="00636A18">
      <w:r>
        <w:t>Et se tournant de mon côté</w:t>
      </w:r>
      <w:r w:rsidR="00D37400">
        <w:t> :</w:t>
      </w:r>
    </w:p>
    <w:p w14:paraId="278EB0C6" w14:textId="523C24F1" w:rsidR="00636A18" w:rsidRDefault="00D37400">
      <w:r>
        <w:t>« </w:t>
      </w:r>
      <w:r w:rsidR="00636A18">
        <w:t>Elle ne veut plus que tu l</w:t>
      </w:r>
      <w:r>
        <w:t>’</w:t>
      </w:r>
      <w:r w:rsidR="00636A18">
        <w:t>embrasses</w:t>
      </w:r>
      <w:r>
        <w:t xml:space="preserve"> ? </w:t>
      </w:r>
      <w:r w:rsidR="00636A18">
        <w:t>fit-il</w:t>
      </w:r>
      <w:r>
        <w:t xml:space="preserve">… </w:t>
      </w:r>
      <w:r w:rsidR="00636A18">
        <w:t>Eh bien</w:t>
      </w:r>
      <w:r>
        <w:t xml:space="preserve"> ! </w:t>
      </w:r>
      <w:r w:rsidR="00636A18">
        <w:t>je te permets d</w:t>
      </w:r>
      <w:r>
        <w:t>’</w:t>
      </w:r>
      <w:r w:rsidR="00636A18">
        <w:t>embrasser toutes les autres jeunes filles de Phal</w:t>
      </w:r>
      <w:r w:rsidR="00636A18">
        <w:t>s</w:t>
      </w:r>
      <w:r w:rsidR="00636A18">
        <w:t>bourg à sa place</w:t>
      </w:r>
      <w:r>
        <w:t>. »</w:t>
      </w:r>
    </w:p>
    <w:p w14:paraId="3A4895DD" w14:textId="77777777" w:rsidR="00D37400" w:rsidRDefault="00636A18">
      <w:r>
        <w:t>Il riait de bon cœur</w:t>
      </w:r>
      <w:r w:rsidR="00D37400">
        <w:t>.</w:t>
      </w:r>
    </w:p>
    <w:p w14:paraId="4E76761F" w14:textId="77777777" w:rsidR="00D37400" w:rsidRDefault="00636A18">
      <w:r>
        <w:t>Je voyais bien que les autres petites filles étaient aussi j</w:t>
      </w:r>
      <w:r>
        <w:t>o</w:t>
      </w:r>
      <w:r>
        <w:t>lies</w:t>
      </w:r>
      <w:r w:rsidR="00D37400">
        <w:t xml:space="preserve">, </w:t>
      </w:r>
      <w:r>
        <w:t>mais j</w:t>
      </w:r>
      <w:r w:rsidR="00D37400">
        <w:t>’</w:t>
      </w:r>
      <w:r>
        <w:t>aimais mieux Justine</w:t>
      </w:r>
      <w:r w:rsidR="00D37400">
        <w:t xml:space="preserve">, </w:t>
      </w:r>
      <w:r>
        <w:t>de sorte que sa permission ne me consolait pas</w:t>
      </w:r>
      <w:r w:rsidR="00D37400">
        <w:t xml:space="preserve">, </w:t>
      </w:r>
      <w:r>
        <w:t>et je restais là</w:t>
      </w:r>
      <w:r w:rsidR="00D37400">
        <w:t xml:space="preserve">, </w:t>
      </w:r>
      <w:r>
        <w:t>le cœur gros</w:t>
      </w:r>
      <w:r w:rsidR="00D37400">
        <w:t xml:space="preserve">, </w:t>
      </w:r>
      <w:r>
        <w:t>tout ébaubi</w:t>
      </w:r>
      <w:r w:rsidR="00D37400">
        <w:t xml:space="preserve">, </w:t>
      </w:r>
      <w:r>
        <w:t>quand mon ami Florentin parut sur la porte</w:t>
      </w:r>
      <w:r w:rsidR="00D37400">
        <w:t xml:space="preserve">. </w:t>
      </w:r>
      <w:r>
        <w:t xml:space="preserve">Il revenait de la place </w:t>
      </w:r>
      <w:r w:rsidR="00A86322">
        <w:t>d</w:t>
      </w:r>
      <w:r w:rsidR="00D37400">
        <w:t>’</w:t>
      </w:r>
      <w:r w:rsidR="00A86322">
        <w:t>Armes</w:t>
      </w:r>
      <w:r w:rsidR="00D37400">
        <w:t xml:space="preserve">, </w:t>
      </w:r>
      <w:r>
        <w:t>où se promenaient régulièrement les vieux de la vieille depuis trois jours</w:t>
      </w:r>
      <w:r w:rsidR="00D37400">
        <w:t xml:space="preserve">, </w:t>
      </w:r>
      <w:r>
        <w:t>en attendant le courrier</w:t>
      </w:r>
      <w:r w:rsidR="00D37400">
        <w:t>.</w:t>
      </w:r>
    </w:p>
    <w:p w14:paraId="21EDF110" w14:textId="77777777" w:rsidR="00D37400" w:rsidRDefault="00D37400">
      <w:r>
        <w:t>« </w:t>
      </w:r>
      <w:r w:rsidR="00636A18">
        <w:t xml:space="preserve">Monsieur </w:t>
      </w:r>
      <w:proofErr w:type="spellStart"/>
      <w:r w:rsidR="00636A18">
        <w:t>Pélerin</w:t>
      </w:r>
      <w:proofErr w:type="spellEnd"/>
      <w:r>
        <w:t xml:space="preserve">, </w:t>
      </w:r>
      <w:r w:rsidR="00636A18">
        <w:t>s</w:t>
      </w:r>
      <w:r>
        <w:t>’</w:t>
      </w:r>
      <w:r w:rsidR="00636A18">
        <w:t>écria-t-il</w:t>
      </w:r>
      <w:r>
        <w:t xml:space="preserve">, </w:t>
      </w:r>
      <w:r w:rsidR="00636A18">
        <w:t>savez-vous ce qui se passe</w:t>
      </w:r>
      <w:r>
        <w:t> ?</w:t>
      </w:r>
    </w:p>
    <w:p w14:paraId="4B62528C" w14:textId="77777777" w:rsidR="00D37400" w:rsidRDefault="00D37400">
      <w:r>
        <w:t>— </w:t>
      </w:r>
      <w:r w:rsidR="00636A18">
        <w:t>Non</w:t>
      </w:r>
      <w:r>
        <w:t xml:space="preserve">, </w:t>
      </w:r>
      <w:r w:rsidR="00636A18">
        <w:t>monsieur Florentin</w:t>
      </w:r>
      <w:r>
        <w:t xml:space="preserve"> ; </w:t>
      </w:r>
      <w:r w:rsidR="00636A18">
        <w:t>qu</w:t>
      </w:r>
      <w:r>
        <w:t>’</w:t>
      </w:r>
      <w:r w:rsidR="00636A18">
        <w:t>est-ce qui se passe donc</w:t>
      </w:r>
      <w:r>
        <w:t> ?</w:t>
      </w:r>
    </w:p>
    <w:p w14:paraId="6EAF0154" w14:textId="77777777" w:rsidR="00D37400" w:rsidRDefault="00D37400">
      <w:r>
        <w:t>— </w:t>
      </w:r>
      <w:r w:rsidR="00636A18">
        <w:t>Il se passe qu</w:t>
      </w:r>
      <w:r>
        <w:t>’</w:t>
      </w:r>
      <w:r w:rsidR="00636A18">
        <w:t>on nous met tous dans le sac</w:t>
      </w:r>
      <w:r>
        <w:t>.</w:t>
      </w:r>
    </w:p>
    <w:p w14:paraId="18A359C4" w14:textId="77777777" w:rsidR="00D37400" w:rsidRDefault="00D37400">
      <w:r>
        <w:t>— </w:t>
      </w:r>
      <w:r w:rsidR="00636A18">
        <w:t>Comment</w:t>
      </w:r>
      <w:r>
        <w:t xml:space="preserve"> ! </w:t>
      </w:r>
      <w:r w:rsidR="00636A18">
        <w:t>dans le sac</w:t>
      </w:r>
      <w:r>
        <w:t> ?</w:t>
      </w:r>
    </w:p>
    <w:p w14:paraId="258B0106" w14:textId="4AD2EB8D" w:rsidR="00636A18" w:rsidRDefault="00D37400">
      <w:pPr>
        <w:rPr>
          <w:szCs w:val="36"/>
        </w:rPr>
      </w:pPr>
      <w:r>
        <w:t>— </w:t>
      </w:r>
      <w:r w:rsidR="00636A18">
        <w:t>Oui</w:t>
      </w:r>
      <w:r>
        <w:t xml:space="preserve">, </w:t>
      </w:r>
      <w:r w:rsidR="00636A18">
        <w:t>dans le sac</w:t>
      </w:r>
      <w:r>
        <w:t xml:space="preserve">, </w:t>
      </w:r>
      <w:r w:rsidR="00636A18">
        <w:t>vous républicains et nous impéri</w:t>
      </w:r>
      <w:r w:rsidR="00636A18">
        <w:t>a</w:t>
      </w:r>
      <w:r w:rsidR="00636A18">
        <w:t>listes</w:t>
      </w:r>
      <w:r>
        <w:t>. »</w:t>
      </w:r>
    </w:p>
    <w:p w14:paraId="106A6BE0" w14:textId="77777777" w:rsidR="00D37400" w:rsidRDefault="00636A18">
      <w:r>
        <w:t>Mon ami parlait d</w:t>
      </w:r>
      <w:r w:rsidR="00D37400">
        <w:t>’</w:t>
      </w:r>
      <w:r>
        <w:t>une voix tonnante</w:t>
      </w:r>
      <w:r w:rsidR="00D37400">
        <w:t xml:space="preserve">. </w:t>
      </w:r>
      <w:proofErr w:type="spellStart"/>
      <w:r>
        <w:t>Frentzel</w:t>
      </w:r>
      <w:proofErr w:type="spellEnd"/>
      <w:r w:rsidR="00D37400">
        <w:t xml:space="preserve">, </w:t>
      </w:r>
      <w:r>
        <w:t>derrière lui</w:t>
      </w:r>
      <w:r w:rsidR="00D37400">
        <w:t xml:space="preserve">, </w:t>
      </w:r>
      <w:r>
        <w:t>le tirait par le bras</w:t>
      </w:r>
      <w:r w:rsidR="00D37400">
        <w:t xml:space="preserve">, </w:t>
      </w:r>
      <w:r>
        <w:t>disant</w:t>
      </w:r>
      <w:r w:rsidR="00D37400">
        <w:t> :</w:t>
      </w:r>
    </w:p>
    <w:p w14:paraId="4D233766" w14:textId="4DB76A00" w:rsidR="00636A18" w:rsidRDefault="00D37400">
      <w:pPr>
        <w:rPr>
          <w:szCs w:val="36"/>
        </w:rPr>
      </w:pPr>
      <w:r>
        <w:t>« </w:t>
      </w:r>
      <w:r w:rsidR="00636A18">
        <w:t>Florentin</w:t>
      </w:r>
      <w:r>
        <w:t xml:space="preserve">, </w:t>
      </w:r>
      <w:r w:rsidR="00636A18">
        <w:t>ne crie pas si fort</w:t>
      </w:r>
      <w:r>
        <w:t xml:space="preserve"> ; </w:t>
      </w:r>
      <w:proofErr w:type="spellStart"/>
      <w:r w:rsidR="00636A18">
        <w:t>Keltz</w:t>
      </w:r>
      <w:proofErr w:type="spellEnd"/>
      <w:r w:rsidR="00636A18">
        <w:t xml:space="preserve"> et Werner sont au coin de la rue</w:t>
      </w:r>
      <w:r>
        <w:t xml:space="preserve">, </w:t>
      </w:r>
      <w:r w:rsidR="00636A18">
        <w:t>devant la gendarmerie</w:t>
      </w:r>
      <w:r>
        <w:t>. »</w:t>
      </w:r>
    </w:p>
    <w:p w14:paraId="2669E849" w14:textId="77777777" w:rsidR="00D37400" w:rsidRDefault="00636A18">
      <w:r>
        <w:lastRenderedPageBreak/>
        <w:t>Et Florentin</w:t>
      </w:r>
      <w:r w:rsidR="00D37400">
        <w:t xml:space="preserve">, </w:t>
      </w:r>
      <w:r>
        <w:t>se retournant indigné</w:t>
      </w:r>
      <w:r w:rsidR="00D37400">
        <w:t xml:space="preserve">, </w:t>
      </w:r>
      <w:r>
        <w:t>lui répondit d</w:t>
      </w:r>
      <w:r w:rsidR="00D37400">
        <w:t>’</w:t>
      </w:r>
      <w:r>
        <w:t>une voix terrible</w:t>
      </w:r>
      <w:r w:rsidR="00D37400">
        <w:t> :</w:t>
      </w:r>
    </w:p>
    <w:p w14:paraId="3E102532" w14:textId="5DB93D1A" w:rsidR="00636A18" w:rsidRDefault="00D37400">
      <w:pPr>
        <w:rPr>
          <w:szCs w:val="36"/>
        </w:rPr>
      </w:pPr>
      <w:r>
        <w:t>« </w:t>
      </w:r>
      <w:r w:rsidR="00636A18">
        <w:t>Ah</w:t>
      </w:r>
      <w:r w:rsidR="00175234">
        <w:t xml:space="preserve"> </w:t>
      </w:r>
      <w:r w:rsidR="00636A18">
        <w:t>çà</w:t>
      </w:r>
      <w:r>
        <w:t xml:space="preserve"> ! </w:t>
      </w:r>
      <w:r w:rsidR="00636A18">
        <w:t>madame</w:t>
      </w:r>
      <w:r>
        <w:t xml:space="preserve">, </w:t>
      </w:r>
      <w:r w:rsidR="00636A18">
        <w:t xml:space="preserve">allez-vous bien me laisser tranquille avec votre </w:t>
      </w:r>
      <w:proofErr w:type="spellStart"/>
      <w:r w:rsidR="00636A18">
        <w:t>Keltz</w:t>
      </w:r>
      <w:proofErr w:type="spellEnd"/>
      <w:r w:rsidR="00636A18">
        <w:t xml:space="preserve"> et votre Werner</w:t>
      </w:r>
      <w:r>
        <w:t xml:space="preserve"> ?… </w:t>
      </w:r>
      <w:r w:rsidR="00636A18">
        <w:t>Qu</w:t>
      </w:r>
      <w:r>
        <w:t>’</w:t>
      </w:r>
      <w:r w:rsidR="00636A18">
        <w:t>ils arrivent</w:t>
      </w:r>
      <w:r>
        <w:t> !… »</w:t>
      </w:r>
    </w:p>
    <w:p w14:paraId="6AF0D330" w14:textId="77777777" w:rsidR="00D37400" w:rsidRDefault="00636A18">
      <w:r>
        <w:t>Et se fendant brusquement</w:t>
      </w:r>
      <w:r w:rsidR="00D37400">
        <w:t xml:space="preserve">, </w:t>
      </w:r>
      <w:r>
        <w:t>la canne en avant</w:t>
      </w:r>
      <w:r w:rsidR="00D37400">
        <w:t xml:space="preserve">, </w:t>
      </w:r>
      <w:r>
        <w:t>les lèvres frémissantes</w:t>
      </w:r>
      <w:r w:rsidR="00D37400">
        <w:t> :</w:t>
      </w:r>
    </w:p>
    <w:p w14:paraId="36BE65B3" w14:textId="48010A31" w:rsidR="00636A18" w:rsidRDefault="00D37400">
      <w:pPr>
        <w:rPr>
          <w:szCs w:val="36"/>
        </w:rPr>
      </w:pPr>
      <w:r>
        <w:t>« </w:t>
      </w:r>
      <w:r w:rsidR="00636A18">
        <w:t>Une</w:t>
      </w:r>
      <w:r>
        <w:t xml:space="preserve"> !… </w:t>
      </w:r>
      <w:proofErr w:type="spellStart"/>
      <w:r w:rsidR="00636A18">
        <w:t>deusse</w:t>
      </w:r>
      <w:proofErr w:type="spellEnd"/>
      <w:r>
        <w:t xml:space="preserve"> !… </w:t>
      </w:r>
      <w:r w:rsidR="00636A18">
        <w:t>cria-t-il</w:t>
      </w:r>
      <w:r>
        <w:t xml:space="preserve"> ; </w:t>
      </w:r>
      <w:r w:rsidR="00636A18">
        <w:t>une</w:t>
      </w:r>
      <w:r>
        <w:t xml:space="preserve"> !… </w:t>
      </w:r>
      <w:proofErr w:type="spellStart"/>
      <w:r w:rsidR="00636A18">
        <w:t>deusse</w:t>
      </w:r>
      <w:proofErr w:type="spellEnd"/>
      <w:r>
        <w:t> !… »</w:t>
      </w:r>
    </w:p>
    <w:p w14:paraId="1EE0514C" w14:textId="77777777" w:rsidR="00D37400" w:rsidRDefault="00636A18">
      <w:r>
        <w:t>On aurait cru qu</w:t>
      </w:r>
      <w:r w:rsidR="00D37400">
        <w:t>’</w:t>
      </w:r>
      <w:r>
        <w:t>il devenait fou</w:t>
      </w:r>
      <w:r w:rsidR="00D37400">
        <w:t>.</w:t>
      </w:r>
    </w:p>
    <w:p w14:paraId="443EF309" w14:textId="33E2CD07" w:rsidR="00636A18" w:rsidRDefault="00D37400">
      <w:pPr>
        <w:rPr>
          <w:szCs w:val="36"/>
        </w:rPr>
      </w:pPr>
      <w:r>
        <w:t>« </w:t>
      </w:r>
      <w:r w:rsidR="00636A18">
        <w:t>Calmez-vous</w:t>
      </w:r>
      <w:r>
        <w:t xml:space="preserve">, </w:t>
      </w:r>
      <w:r w:rsidR="00636A18">
        <w:t>capitaine</w:t>
      </w:r>
      <w:r>
        <w:t xml:space="preserve">, </w:t>
      </w:r>
      <w:r w:rsidR="00636A18">
        <w:t>lui dit mon père</w:t>
      </w:r>
      <w:r>
        <w:t xml:space="preserve">. </w:t>
      </w:r>
      <w:r w:rsidR="00636A18">
        <w:t>Entrons dans le bureau</w:t>
      </w:r>
      <w:r>
        <w:t xml:space="preserve"> ; </w:t>
      </w:r>
      <w:r w:rsidR="00636A18">
        <w:t>ce que vous me racontez là m</w:t>
      </w:r>
      <w:r>
        <w:t>’</w:t>
      </w:r>
      <w:r w:rsidR="00636A18">
        <w:t>étonne</w:t>
      </w:r>
      <w:r>
        <w:t>. »</w:t>
      </w:r>
    </w:p>
    <w:p w14:paraId="52D30760" w14:textId="77777777" w:rsidR="00D37400" w:rsidRDefault="00636A18">
      <w:r>
        <w:t>Il était lui-même fort ému</w:t>
      </w:r>
      <w:r w:rsidR="00D37400">
        <w:t>.</w:t>
      </w:r>
    </w:p>
    <w:p w14:paraId="0B047257" w14:textId="77777777" w:rsidR="00D37400" w:rsidRDefault="00636A18">
      <w:r>
        <w:t>Le capitaine le suivit en bégayant</w:t>
      </w:r>
      <w:r w:rsidR="00D37400">
        <w:t> :</w:t>
      </w:r>
    </w:p>
    <w:p w14:paraId="39252EFF" w14:textId="04CEC266" w:rsidR="00636A18" w:rsidRDefault="00D37400">
      <w:pPr>
        <w:rPr>
          <w:szCs w:val="36"/>
        </w:rPr>
      </w:pPr>
      <w:r>
        <w:t>« </w:t>
      </w:r>
      <w:r w:rsidR="00636A18">
        <w:t>Vous êtes un brave homme</w:t>
      </w:r>
      <w:r>
        <w:t xml:space="preserve">, </w:t>
      </w:r>
      <w:r w:rsidR="00636A18">
        <w:t>vous</w:t>
      </w:r>
      <w:r>
        <w:t xml:space="preserve"> ; </w:t>
      </w:r>
      <w:r w:rsidR="00636A18">
        <w:t>quoique vous n</w:t>
      </w:r>
      <w:r>
        <w:t>’</w:t>
      </w:r>
      <w:r w:rsidR="00636A18">
        <w:t>ayez fait que deux campagnes comme volontaire à l</w:t>
      </w:r>
      <w:r>
        <w:t>’</w:t>
      </w:r>
      <w:r w:rsidR="00636A18">
        <w:t>armée du Rhin</w:t>
      </w:r>
      <w:r>
        <w:t xml:space="preserve">, </w:t>
      </w:r>
      <w:r w:rsidR="00636A18">
        <w:t>vous êtes un brave</w:t>
      </w:r>
      <w:r>
        <w:t xml:space="preserve">, </w:t>
      </w:r>
      <w:r w:rsidR="00636A18">
        <w:t>vous allez comprendre</w:t>
      </w:r>
      <w:r>
        <w:t>. »</w:t>
      </w:r>
    </w:p>
    <w:p w14:paraId="3FE8DBC7" w14:textId="77777777" w:rsidR="00D37400" w:rsidRDefault="00636A18">
      <w:r>
        <w:t>Je m</w:t>
      </w:r>
      <w:r w:rsidR="00D37400">
        <w:t>’</w:t>
      </w:r>
      <w:r>
        <w:t>étais glissé derrière eux</w:t>
      </w:r>
      <w:r w:rsidR="00D37400">
        <w:t xml:space="preserve">, </w:t>
      </w:r>
      <w:r>
        <w:t xml:space="preserve">mais la mère et </w:t>
      </w:r>
      <w:proofErr w:type="spellStart"/>
      <w:r>
        <w:t>Frentzel</w:t>
      </w:r>
      <w:proofErr w:type="spellEnd"/>
      <w:r>
        <w:t xml:space="preserve"> re</w:t>
      </w:r>
      <w:r>
        <w:t>s</w:t>
      </w:r>
      <w:r>
        <w:t>tèrent au comptoir</w:t>
      </w:r>
      <w:r w:rsidR="00D37400">
        <w:t xml:space="preserve"> ; </w:t>
      </w:r>
      <w:r>
        <w:t>le père leur avait fait signe de ne pas entrer</w:t>
      </w:r>
      <w:r w:rsidR="00D37400">
        <w:t xml:space="preserve">, </w:t>
      </w:r>
      <w:r>
        <w:t>car Florentin était furieux</w:t>
      </w:r>
      <w:r w:rsidR="00D37400">
        <w:t>.</w:t>
      </w:r>
    </w:p>
    <w:p w14:paraId="4C7AAF11" w14:textId="77777777" w:rsidR="00D37400" w:rsidRDefault="00636A18">
      <w:r>
        <w:t>Dans la petite chambre</w:t>
      </w:r>
      <w:r w:rsidR="00D37400">
        <w:t xml:space="preserve">, </w:t>
      </w:r>
      <w:r>
        <w:t>le père</w:t>
      </w:r>
      <w:r w:rsidR="00D37400">
        <w:t xml:space="preserve">, </w:t>
      </w:r>
      <w:r>
        <w:t>avançant une chaise</w:t>
      </w:r>
      <w:r w:rsidR="00D37400">
        <w:t xml:space="preserve">, </w:t>
      </w:r>
      <w:r>
        <w:t>dit à Florentin</w:t>
      </w:r>
      <w:r w:rsidR="00D37400">
        <w:t> :</w:t>
      </w:r>
    </w:p>
    <w:p w14:paraId="67AF12E0" w14:textId="77777777" w:rsidR="00D37400" w:rsidRDefault="00D37400">
      <w:r>
        <w:t>« </w:t>
      </w:r>
      <w:r w:rsidR="00636A18">
        <w:t>Asseyez-vous</w:t>
      </w:r>
      <w:r>
        <w:t xml:space="preserve">, </w:t>
      </w:r>
      <w:r w:rsidR="00636A18">
        <w:t>capitaine</w:t>
      </w:r>
      <w:r>
        <w:t>.</w:t>
      </w:r>
    </w:p>
    <w:p w14:paraId="78D1CB46" w14:textId="77777777" w:rsidR="00D37400" w:rsidRDefault="00D37400">
      <w:r>
        <w:t>— </w:t>
      </w:r>
      <w:r w:rsidR="00636A18">
        <w:t>Non</w:t>
      </w:r>
      <w:r>
        <w:t xml:space="preserve"> ! </w:t>
      </w:r>
      <w:r w:rsidR="00636A18">
        <w:t>je ne peux pas m</w:t>
      </w:r>
      <w:r>
        <w:t>’</w:t>
      </w:r>
      <w:r w:rsidR="00636A18">
        <w:t>asseoir</w:t>
      </w:r>
      <w:r>
        <w:t xml:space="preserve">… </w:t>
      </w:r>
      <w:r w:rsidR="00636A18">
        <w:t>Je tremble de colère</w:t>
      </w:r>
      <w:r>
        <w:t xml:space="preserve">… </w:t>
      </w:r>
      <w:r w:rsidR="00636A18">
        <w:t>Ah</w:t>
      </w:r>
      <w:r>
        <w:t xml:space="preserve"> ! </w:t>
      </w:r>
      <w:r w:rsidR="00636A18">
        <w:t>canailles</w:t>
      </w:r>
      <w:r>
        <w:t xml:space="preserve"> ! </w:t>
      </w:r>
      <w:r w:rsidR="00636A18">
        <w:t>faisait-il</w:t>
      </w:r>
      <w:r>
        <w:t xml:space="preserve">, </w:t>
      </w:r>
      <w:r w:rsidR="00636A18">
        <w:t>canailles</w:t>
      </w:r>
      <w:r>
        <w:t> !</w:t>
      </w:r>
    </w:p>
    <w:p w14:paraId="237F886D" w14:textId="77777777" w:rsidR="00D37400" w:rsidRDefault="00D37400">
      <w:r>
        <w:t>— </w:t>
      </w:r>
      <w:r w:rsidR="00636A18">
        <w:t>Eh bien</w:t>
      </w:r>
      <w:r>
        <w:t xml:space="preserve"> ! </w:t>
      </w:r>
      <w:r w:rsidR="00636A18">
        <w:t>qu</w:t>
      </w:r>
      <w:r>
        <w:t>’</w:t>
      </w:r>
      <w:r w:rsidR="00636A18">
        <w:t>est-ce que c</w:t>
      </w:r>
      <w:r>
        <w:t>’</w:t>
      </w:r>
      <w:r w:rsidR="00636A18">
        <w:t>est</w:t>
      </w:r>
      <w:r>
        <w:t> ?</w:t>
      </w:r>
    </w:p>
    <w:p w14:paraId="69918C79" w14:textId="23703A76" w:rsidR="00636A18" w:rsidRDefault="00D37400">
      <w:pPr>
        <w:rPr>
          <w:szCs w:val="36"/>
        </w:rPr>
      </w:pPr>
      <w:r>
        <w:lastRenderedPageBreak/>
        <w:t>— </w:t>
      </w:r>
      <w:r w:rsidR="00636A18">
        <w:t>Eh bien</w:t>
      </w:r>
      <w:r>
        <w:t xml:space="preserve"> ! </w:t>
      </w:r>
      <w:r w:rsidR="00636A18">
        <w:t>ils viennent de nommer roi leur duc d</w:t>
      </w:r>
      <w:r>
        <w:t>’</w:t>
      </w:r>
      <w:r w:rsidR="00636A18">
        <w:t>Orléans</w:t>
      </w:r>
      <w:r>
        <w:t xml:space="preserve">… </w:t>
      </w:r>
      <w:r w:rsidR="00636A18">
        <w:t>à la place de Reichstadt</w:t>
      </w:r>
      <w:r>
        <w:t xml:space="preserve"> !… </w:t>
      </w:r>
      <w:r w:rsidR="00636A18">
        <w:t>Tenez</w:t>
      </w:r>
      <w:r>
        <w:t xml:space="preserve">… </w:t>
      </w:r>
      <w:r w:rsidR="00636A18">
        <w:t>regardez</w:t>
      </w:r>
      <w:r>
        <w:t xml:space="preserve"> !… </w:t>
      </w:r>
      <w:r w:rsidR="00636A18">
        <w:t>regardez</w:t>
      </w:r>
      <w:r>
        <w:t xml:space="preserve"> !… </w:t>
      </w:r>
      <w:r w:rsidR="00636A18">
        <w:t>s</w:t>
      </w:r>
      <w:r>
        <w:t>’</w:t>
      </w:r>
      <w:r w:rsidR="00636A18">
        <w:t>écriait-il</w:t>
      </w:r>
      <w:r>
        <w:t xml:space="preserve">, </w:t>
      </w:r>
      <w:r w:rsidR="00636A18">
        <w:t>en tirant de sa poche un chiffon de papier</w:t>
      </w:r>
      <w:r>
        <w:t xml:space="preserve">… </w:t>
      </w:r>
      <w:r w:rsidR="00636A18">
        <w:t>Voyez-moi ça</w:t>
      </w:r>
      <w:r>
        <w:t xml:space="preserve">… </w:t>
      </w:r>
      <w:r w:rsidR="00636A18">
        <w:t>des épiciers</w:t>
      </w:r>
      <w:r>
        <w:t xml:space="preserve">… </w:t>
      </w:r>
      <w:r w:rsidR="00636A18">
        <w:t>des journalistes</w:t>
      </w:r>
      <w:r>
        <w:t xml:space="preserve">, </w:t>
      </w:r>
      <w:r w:rsidR="00636A18">
        <w:t>des avocats</w:t>
      </w:r>
      <w:r>
        <w:t xml:space="preserve">, </w:t>
      </w:r>
      <w:r w:rsidR="00636A18">
        <w:t>des ba</w:t>
      </w:r>
      <w:r w:rsidR="00636A18">
        <w:t>n</w:t>
      </w:r>
      <w:r w:rsidR="00636A18">
        <w:t>quiers</w:t>
      </w:r>
      <w:r>
        <w:t xml:space="preserve">, </w:t>
      </w:r>
      <w:r w:rsidR="00636A18">
        <w:t>des pékins qui vous nomment un roi</w:t>
      </w:r>
      <w:r>
        <w:t xml:space="preserve"> ? </w:t>
      </w:r>
      <w:r w:rsidR="00636A18">
        <w:t>Comprenez-vous ça</w:t>
      </w:r>
      <w:r>
        <w:t xml:space="preserve">, </w:t>
      </w:r>
      <w:proofErr w:type="spellStart"/>
      <w:r w:rsidR="00636A18">
        <w:t>Pélerin</w:t>
      </w:r>
      <w:proofErr w:type="spellEnd"/>
      <w:r>
        <w:t xml:space="preserve"> ?… </w:t>
      </w:r>
      <w:r w:rsidR="00636A18">
        <w:t>un roi</w:t>
      </w:r>
      <w:r>
        <w:t xml:space="preserve">… </w:t>
      </w:r>
      <w:r w:rsidR="00636A18">
        <w:t>là</w:t>
      </w:r>
      <w:r>
        <w:t xml:space="preserve">… </w:t>
      </w:r>
      <w:r w:rsidR="00636A18">
        <w:t>sous notre nez à nous autres</w:t>
      </w:r>
      <w:r>
        <w:t xml:space="preserve">, </w:t>
      </w:r>
      <w:r w:rsidR="00636A18">
        <w:t>les a</w:t>
      </w:r>
      <w:r w:rsidR="00636A18">
        <w:t>n</w:t>
      </w:r>
      <w:r w:rsidR="00636A18">
        <w:t>ciens</w:t>
      </w:r>
      <w:r>
        <w:t xml:space="preserve">… </w:t>
      </w:r>
      <w:r w:rsidR="00636A18">
        <w:t>un roi pour faire marcher leur boutique</w:t>
      </w:r>
      <w:r>
        <w:t xml:space="preserve">, </w:t>
      </w:r>
      <w:r w:rsidR="00636A18">
        <w:t>quand nous d</w:t>
      </w:r>
      <w:r w:rsidR="00636A18">
        <w:t>e</w:t>
      </w:r>
      <w:r w:rsidR="00636A18">
        <w:t>vrions déjà marcher sur Mayence</w:t>
      </w:r>
      <w:r>
        <w:t xml:space="preserve">, </w:t>
      </w:r>
      <w:r w:rsidR="00636A18">
        <w:t>depuis trois jours que ça traîne</w:t>
      </w:r>
      <w:r>
        <w:t xml:space="preserve">, </w:t>
      </w:r>
      <w:r w:rsidR="00636A18">
        <w:t>avoir enlevé Landau par surprise et passé sur la rive droite</w:t>
      </w:r>
      <w:r>
        <w:t xml:space="preserve"> ! </w:t>
      </w:r>
      <w:r w:rsidR="00636A18">
        <w:t>Ils perdent leur temps à nommer un roi</w:t>
      </w:r>
      <w:r>
        <w:t xml:space="preserve">… </w:t>
      </w:r>
      <w:r w:rsidR="00636A18">
        <w:t>Oh</w:t>
      </w:r>
      <w:r>
        <w:t xml:space="preserve"> ! </w:t>
      </w:r>
      <w:r w:rsidR="00636A18">
        <w:t>les gr</w:t>
      </w:r>
      <w:r w:rsidR="00636A18">
        <w:t>e</w:t>
      </w:r>
      <w:r w:rsidR="00636A18">
        <w:t>dins</w:t>
      </w:r>
      <w:r>
        <w:t> ! »</w:t>
      </w:r>
    </w:p>
    <w:p w14:paraId="452AB8AA" w14:textId="77777777" w:rsidR="00D37400" w:rsidRDefault="00636A18">
      <w:r>
        <w:t>Il serrait sa canne</w:t>
      </w:r>
      <w:r w:rsidR="00D37400">
        <w:t>.</w:t>
      </w:r>
    </w:p>
    <w:p w14:paraId="4A96094E" w14:textId="77777777" w:rsidR="00D37400" w:rsidRDefault="00636A18">
      <w:r>
        <w:t>Mon père</w:t>
      </w:r>
      <w:r w:rsidR="00D37400">
        <w:t xml:space="preserve">, </w:t>
      </w:r>
      <w:r>
        <w:t>ayant jeté les yeux sur le papier</w:t>
      </w:r>
      <w:r w:rsidR="00D37400">
        <w:t xml:space="preserve">, </w:t>
      </w:r>
      <w:r>
        <w:t>lui dit</w:t>
      </w:r>
      <w:r w:rsidR="00D37400">
        <w:t> :</w:t>
      </w:r>
    </w:p>
    <w:p w14:paraId="208A5E70" w14:textId="77777777" w:rsidR="00D37400" w:rsidRDefault="00D37400">
      <w:r>
        <w:t>« </w:t>
      </w:r>
      <w:r w:rsidR="00636A18">
        <w:t>Vous avez raison</w:t>
      </w:r>
      <w:r>
        <w:t xml:space="preserve">, </w:t>
      </w:r>
      <w:r w:rsidR="00636A18">
        <w:t>capitaine</w:t>
      </w:r>
      <w:r>
        <w:t xml:space="preserve">… </w:t>
      </w:r>
      <w:r w:rsidR="00636A18">
        <w:t>Mais Lafayette et le peuple de Paris sont là</w:t>
      </w:r>
      <w:r>
        <w:t>.</w:t>
      </w:r>
    </w:p>
    <w:p w14:paraId="517D881D" w14:textId="78EFBF49" w:rsidR="00636A18" w:rsidRDefault="00D37400">
      <w:pPr>
        <w:rPr>
          <w:szCs w:val="36"/>
        </w:rPr>
      </w:pPr>
      <w:r>
        <w:t>— </w:t>
      </w:r>
      <w:r w:rsidR="00636A18" w:rsidRPr="00EE565C">
        <w:t>Lafayette</w:t>
      </w:r>
      <w:r>
        <w:t xml:space="preserve"> ! </w:t>
      </w:r>
      <w:r w:rsidR="00636A18" w:rsidRPr="00EE565C">
        <w:t>hurla Florentin</w:t>
      </w:r>
      <w:r>
        <w:t xml:space="preserve"> ; </w:t>
      </w:r>
      <w:r w:rsidR="00636A18" w:rsidRPr="00EE565C">
        <w:t>mais lisez donc</w:t>
      </w:r>
      <w:r>
        <w:t xml:space="preserve">… </w:t>
      </w:r>
      <w:r w:rsidR="00636A18">
        <w:t>lisez plus loin</w:t>
      </w:r>
      <w:r>
        <w:t xml:space="preserve">… </w:t>
      </w:r>
      <w:r w:rsidR="00636A18">
        <w:t>Ce Lafayette</w:t>
      </w:r>
      <w:r>
        <w:t xml:space="preserve">… </w:t>
      </w:r>
      <w:r w:rsidR="00636A18">
        <w:t>ce fameux patriote dit que Philippe d</w:t>
      </w:r>
      <w:r>
        <w:t>’</w:t>
      </w:r>
      <w:r w:rsidR="00636A18">
        <w:t>Orléans</w:t>
      </w:r>
      <w:r>
        <w:t>, « </w:t>
      </w:r>
      <w:r w:rsidR="00636A18">
        <w:t>c</w:t>
      </w:r>
      <w:r>
        <w:t>’</w:t>
      </w:r>
      <w:r w:rsidR="00636A18">
        <w:t>est la meilleure des républiques</w:t>
      </w:r>
      <w:r>
        <w:t> ! »</w:t>
      </w:r>
    </w:p>
    <w:p w14:paraId="2FA1C43C" w14:textId="77777777" w:rsidR="00D37400" w:rsidRDefault="00636A18">
      <w:r>
        <w:t>Alors mon père aussi devint tout pâle et s</w:t>
      </w:r>
      <w:r w:rsidR="00D37400">
        <w:t>’</w:t>
      </w:r>
      <w:r>
        <w:t>écria</w:t>
      </w:r>
      <w:r w:rsidR="00D37400">
        <w:t> :</w:t>
      </w:r>
    </w:p>
    <w:p w14:paraId="21088C2B" w14:textId="7755BF88" w:rsidR="00636A18" w:rsidRDefault="00D37400">
      <w:pPr>
        <w:rPr>
          <w:szCs w:val="36"/>
        </w:rPr>
      </w:pPr>
      <w:r>
        <w:t>« </w:t>
      </w:r>
      <w:r w:rsidR="00636A18">
        <w:t>Eh bien</w:t>
      </w:r>
      <w:r>
        <w:t xml:space="preserve"> ! </w:t>
      </w:r>
      <w:r w:rsidR="00636A18">
        <w:t>nous partirons comme à Valmy</w:t>
      </w:r>
      <w:r>
        <w:t xml:space="preserve">, </w:t>
      </w:r>
      <w:r w:rsidR="00636A18">
        <w:t xml:space="preserve">en chantant la </w:t>
      </w:r>
      <w:r w:rsidR="00636A18">
        <w:rPr>
          <w:i/>
          <w:iCs/>
        </w:rPr>
        <w:t>Carmagnole</w:t>
      </w:r>
      <w:r>
        <w:rPr>
          <w:i/>
          <w:iCs/>
        </w:rPr>
        <w:t>. »</w:t>
      </w:r>
    </w:p>
    <w:p w14:paraId="3F08C5A6" w14:textId="77777777" w:rsidR="00D37400" w:rsidRDefault="00636A18">
      <w:r>
        <w:t>Ma mère</w:t>
      </w:r>
      <w:r w:rsidR="00D37400">
        <w:t xml:space="preserve">, </w:t>
      </w:r>
      <w:r>
        <w:t>au même instant</w:t>
      </w:r>
      <w:r w:rsidR="00D37400">
        <w:t xml:space="preserve">, </w:t>
      </w:r>
      <w:r>
        <w:t>entrait tout effarée</w:t>
      </w:r>
      <w:r w:rsidR="00D37400">
        <w:t xml:space="preserve">, </w:t>
      </w:r>
      <w:r>
        <w:t xml:space="preserve">suivie de </w:t>
      </w:r>
      <w:proofErr w:type="spellStart"/>
      <w:r>
        <w:t>Frentzel</w:t>
      </w:r>
      <w:proofErr w:type="spellEnd"/>
      <w:r w:rsidR="00D37400">
        <w:t xml:space="preserve">, </w:t>
      </w:r>
      <w:r>
        <w:t>en disant</w:t>
      </w:r>
      <w:r w:rsidR="00D37400">
        <w:t> :</w:t>
      </w:r>
    </w:p>
    <w:p w14:paraId="7C0228D6" w14:textId="6BF20723" w:rsidR="00636A18" w:rsidRDefault="00D37400">
      <w:pPr>
        <w:rPr>
          <w:szCs w:val="36"/>
        </w:rPr>
      </w:pPr>
      <w:r>
        <w:t>« </w:t>
      </w:r>
      <w:r w:rsidR="00636A18">
        <w:t>On entend tout</w:t>
      </w:r>
      <w:r>
        <w:t xml:space="preserve">… </w:t>
      </w:r>
      <w:r w:rsidR="00636A18">
        <w:t>tout du dehors</w:t>
      </w:r>
      <w:r>
        <w:t xml:space="preserve">… </w:t>
      </w:r>
      <w:r w:rsidR="00636A18">
        <w:t>Au nom du ciel</w:t>
      </w:r>
      <w:r>
        <w:t xml:space="preserve">, </w:t>
      </w:r>
      <w:proofErr w:type="spellStart"/>
      <w:r w:rsidR="00636A18">
        <w:t>Pél</w:t>
      </w:r>
      <w:r w:rsidR="00636A18">
        <w:t>e</w:t>
      </w:r>
      <w:r w:rsidR="00636A18">
        <w:t>rin</w:t>
      </w:r>
      <w:proofErr w:type="spellEnd"/>
      <w:r>
        <w:t xml:space="preserve">, </w:t>
      </w:r>
      <w:r w:rsidR="00636A18">
        <w:t>tais-toi</w:t>
      </w:r>
      <w:r>
        <w:t xml:space="preserve"> ! </w:t>
      </w:r>
      <w:r w:rsidR="00636A18">
        <w:t>tais-toi</w:t>
      </w:r>
      <w:r>
        <w:t> !… »</w:t>
      </w:r>
    </w:p>
    <w:p w14:paraId="007AC15D" w14:textId="77777777" w:rsidR="00D37400" w:rsidRDefault="00636A18">
      <w:r>
        <w:t>Mais lui</w:t>
      </w:r>
      <w:r w:rsidR="00D37400">
        <w:t xml:space="preserve">, </w:t>
      </w:r>
      <w:r>
        <w:t>sans l</w:t>
      </w:r>
      <w:r w:rsidR="00D37400">
        <w:t>’</w:t>
      </w:r>
      <w:r>
        <w:t>écouter</w:t>
      </w:r>
      <w:r w:rsidR="00D37400">
        <w:t xml:space="preserve">, </w:t>
      </w:r>
      <w:r>
        <w:t>disait</w:t>
      </w:r>
      <w:r w:rsidR="00D37400">
        <w:t> :</w:t>
      </w:r>
    </w:p>
    <w:p w14:paraId="676760ED" w14:textId="77777777" w:rsidR="00D37400" w:rsidRDefault="00D37400">
      <w:r>
        <w:lastRenderedPageBreak/>
        <w:t>« </w:t>
      </w:r>
      <w:r w:rsidR="00636A18">
        <w:t>Il faut que tout le monde parte pour empêcher ce coup-là</w:t>
      </w:r>
      <w:r>
        <w:t xml:space="preserve">… </w:t>
      </w:r>
      <w:r w:rsidR="00636A18">
        <w:t>toute la jeunesse</w:t>
      </w:r>
      <w:r>
        <w:t>…</w:t>
      </w:r>
    </w:p>
    <w:p w14:paraId="4DBB953C" w14:textId="77777777" w:rsidR="00D37400" w:rsidRDefault="00D37400">
      <w:r>
        <w:t>— </w:t>
      </w:r>
      <w:r w:rsidR="00636A18">
        <w:t>Tu veux que Paul parte</w:t>
      </w:r>
      <w:r>
        <w:t xml:space="preserve"> ? </w:t>
      </w:r>
      <w:r w:rsidR="00636A18">
        <w:t>dit la mère</w:t>
      </w:r>
      <w:r>
        <w:t>.</w:t>
      </w:r>
    </w:p>
    <w:p w14:paraId="225E8D6F" w14:textId="03FE4C23" w:rsidR="00636A18" w:rsidRDefault="00D37400">
      <w:r>
        <w:t>— </w:t>
      </w:r>
      <w:r w:rsidR="00636A18">
        <w:t>Lui comme les autres</w:t>
      </w:r>
      <w:r>
        <w:t xml:space="preserve">, </w:t>
      </w:r>
      <w:r w:rsidR="00636A18">
        <w:t>répondit le père indigné</w:t>
      </w:r>
      <w:r>
        <w:t xml:space="preserve">. </w:t>
      </w:r>
      <w:r w:rsidR="00636A18">
        <w:t>Est-ce qu</w:t>
      </w:r>
      <w:r>
        <w:t>’</w:t>
      </w:r>
      <w:r w:rsidR="00636A18">
        <w:t>il vaut mieux que les autres</w:t>
      </w:r>
      <w:r>
        <w:t xml:space="preserve"> ? </w:t>
      </w:r>
      <w:r w:rsidR="00636A18">
        <w:t>Est-ce que je ne suis pas parti</w:t>
      </w:r>
      <w:r>
        <w:t xml:space="preserve">, </w:t>
      </w:r>
      <w:r w:rsidR="00636A18">
        <w:t>moi</w:t>
      </w:r>
      <w:r>
        <w:t xml:space="preserve">, </w:t>
      </w:r>
      <w:r w:rsidR="00636A18">
        <w:t>à dix-huit ans</w:t>
      </w:r>
      <w:r>
        <w:t> ? »</w:t>
      </w:r>
    </w:p>
    <w:p w14:paraId="5F7B4011" w14:textId="77777777" w:rsidR="00D37400" w:rsidRDefault="00636A18">
      <w:r>
        <w:t>Ma mère se tut</w:t>
      </w:r>
      <w:r w:rsidR="00D37400">
        <w:t xml:space="preserve">, </w:t>
      </w:r>
      <w:r>
        <w:t>et Florentin</w:t>
      </w:r>
      <w:r w:rsidR="00D37400">
        <w:t xml:space="preserve">, </w:t>
      </w:r>
      <w:r>
        <w:t>que l</w:t>
      </w:r>
      <w:r w:rsidR="00D37400">
        <w:t>’</w:t>
      </w:r>
      <w:r>
        <w:t>indignation du père avait un peu calmé</w:t>
      </w:r>
      <w:r w:rsidR="00D37400">
        <w:t xml:space="preserve">, </w:t>
      </w:r>
      <w:r>
        <w:t>dit</w:t>
      </w:r>
      <w:r w:rsidR="00D37400">
        <w:t> :</w:t>
      </w:r>
    </w:p>
    <w:p w14:paraId="72583062" w14:textId="77777777" w:rsidR="00D37400" w:rsidRDefault="00D37400">
      <w:r>
        <w:t>« </w:t>
      </w:r>
      <w:r w:rsidR="00636A18">
        <w:t>Vous avez raison</w:t>
      </w:r>
      <w:r>
        <w:t xml:space="preserve">, </w:t>
      </w:r>
      <w:proofErr w:type="spellStart"/>
      <w:r w:rsidR="00636A18">
        <w:t>Pélerin</w:t>
      </w:r>
      <w:proofErr w:type="spellEnd"/>
      <w:r>
        <w:t xml:space="preserve">, </w:t>
      </w:r>
      <w:r w:rsidR="00636A18">
        <w:t>il faut que tous les jeunes gens partent et que les anciens les commandent</w:t>
      </w:r>
      <w:r>
        <w:t xml:space="preserve">… </w:t>
      </w:r>
      <w:r w:rsidR="00636A18">
        <w:t>J</w:t>
      </w:r>
      <w:r>
        <w:t>’</w:t>
      </w:r>
      <w:r w:rsidR="00636A18">
        <w:t>ai déjà tout pr</w:t>
      </w:r>
      <w:r w:rsidR="00636A18">
        <w:t>é</w:t>
      </w:r>
      <w:r w:rsidR="00636A18">
        <w:t>paré pour me mettre en route</w:t>
      </w:r>
      <w:r>
        <w:t xml:space="preserve">. </w:t>
      </w:r>
      <w:r w:rsidR="00636A18">
        <w:t>Seulement</w:t>
      </w:r>
      <w:r>
        <w:t xml:space="preserve">, </w:t>
      </w:r>
      <w:r w:rsidR="00636A18">
        <w:t>il nous faut encore le mot d</w:t>
      </w:r>
      <w:r>
        <w:t>’</w:t>
      </w:r>
      <w:r w:rsidR="00636A18">
        <w:t>ordre</w:t>
      </w:r>
      <w:r>
        <w:t xml:space="preserve">… </w:t>
      </w:r>
      <w:r w:rsidR="00636A18">
        <w:t>Nous sommes tous là sur la place depuis trois jours</w:t>
      </w:r>
      <w:r>
        <w:t xml:space="preserve">, </w:t>
      </w:r>
      <w:r w:rsidR="00636A18">
        <w:t>et le mot d</w:t>
      </w:r>
      <w:r>
        <w:t>’</w:t>
      </w:r>
      <w:r w:rsidR="00636A18">
        <w:t>ordre n</w:t>
      </w:r>
      <w:r>
        <w:t>’</w:t>
      </w:r>
      <w:r w:rsidR="00636A18">
        <w:t>est pas encore arrivé</w:t>
      </w:r>
      <w:r>
        <w:t>.</w:t>
      </w:r>
    </w:p>
    <w:p w14:paraId="1FC37DD6" w14:textId="1655BD9F" w:rsidR="00636A18" w:rsidRDefault="00D37400">
      <w:r>
        <w:t>— </w:t>
      </w:r>
      <w:r w:rsidR="00636A18">
        <w:t>Oui</w:t>
      </w:r>
      <w:r>
        <w:t xml:space="preserve">, </w:t>
      </w:r>
      <w:r w:rsidR="00636A18">
        <w:t>Florentin</w:t>
      </w:r>
      <w:r>
        <w:t xml:space="preserve">, </w:t>
      </w:r>
      <w:r w:rsidR="00636A18">
        <w:t>oui</w:t>
      </w:r>
      <w:r>
        <w:t xml:space="preserve">, </w:t>
      </w:r>
      <w:r w:rsidR="00636A18">
        <w:t xml:space="preserve">dit </w:t>
      </w:r>
      <w:proofErr w:type="spellStart"/>
      <w:r w:rsidR="00636A18">
        <w:t>Frentzel</w:t>
      </w:r>
      <w:proofErr w:type="spellEnd"/>
      <w:r w:rsidR="00636A18">
        <w:t xml:space="preserve"> d</w:t>
      </w:r>
      <w:r>
        <w:t>’</w:t>
      </w:r>
      <w:r w:rsidR="00636A18">
        <w:t>une voix traînante</w:t>
      </w:r>
      <w:r>
        <w:t xml:space="preserve">, </w:t>
      </w:r>
      <w:r w:rsidR="00636A18">
        <w:t>c</w:t>
      </w:r>
      <w:r>
        <w:t>’</w:t>
      </w:r>
      <w:r w:rsidR="00636A18">
        <w:t>est ce que je me tue à te dire</w:t>
      </w:r>
      <w:r>
        <w:t xml:space="preserve"> : </w:t>
      </w:r>
      <w:r w:rsidR="00636A18">
        <w:t>il faut le mot d</w:t>
      </w:r>
      <w:r>
        <w:t>’</w:t>
      </w:r>
      <w:r w:rsidR="00636A18">
        <w:t>ordre</w:t>
      </w:r>
      <w:r>
        <w:t xml:space="preserve"> !… </w:t>
      </w:r>
      <w:r w:rsidR="00636A18">
        <w:t>Arrive</w:t>
      </w:r>
      <w:r>
        <w:t xml:space="preserve">, </w:t>
      </w:r>
      <w:r w:rsidR="00636A18">
        <w:t>Fl</w:t>
      </w:r>
      <w:r w:rsidR="00636A18">
        <w:t>o</w:t>
      </w:r>
      <w:r w:rsidR="00636A18">
        <w:t>rentin</w:t>
      </w:r>
      <w:r>
        <w:t xml:space="preserve">, </w:t>
      </w:r>
      <w:r w:rsidR="00636A18">
        <w:t>je viens de voir passer le facteur Chanoine</w:t>
      </w:r>
      <w:r>
        <w:t xml:space="preserve">, </w:t>
      </w:r>
      <w:r w:rsidR="00636A18">
        <w:t>peut-être que le mot d</w:t>
      </w:r>
      <w:r>
        <w:t>’</w:t>
      </w:r>
      <w:r w:rsidR="00636A18">
        <w:t>ordre est à la maison</w:t>
      </w:r>
      <w:r>
        <w:t xml:space="preserve">… </w:t>
      </w:r>
      <w:r w:rsidR="00636A18">
        <w:t>Allons voir</w:t>
      </w:r>
      <w:r>
        <w:t> ! »</w:t>
      </w:r>
    </w:p>
    <w:p w14:paraId="43BF498D" w14:textId="77777777" w:rsidR="00D37400" w:rsidRDefault="00636A18">
      <w:r>
        <w:t xml:space="preserve">Florentin alors sortit avec </w:t>
      </w:r>
      <w:proofErr w:type="spellStart"/>
      <w:r>
        <w:t>Frentzel</w:t>
      </w:r>
      <w:proofErr w:type="spellEnd"/>
      <w:r w:rsidR="00D37400">
        <w:t xml:space="preserve">, </w:t>
      </w:r>
      <w:r>
        <w:t>et Azor les suivit</w:t>
      </w:r>
      <w:r w:rsidR="00D37400">
        <w:t>.</w:t>
      </w:r>
    </w:p>
    <w:p w14:paraId="283736AE" w14:textId="3C452593" w:rsidR="00636A18" w:rsidRDefault="00D37400">
      <w:r>
        <w:t>« </w:t>
      </w:r>
      <w:r w:rsidR="00636A18">
        <w:t>S</w:t>
      </w:r>
      <w:r>
        <w:t>’</w:t>
      </w:r>
      <w:r w:rsidR="00636A18">
        <w:t>il leur faut encore un mot d</w:t>
      </w:r>
      <w:r>
        <w:t>’</w:t>
      </w:r>
      <w:r w:rsidR="00636A18">
        <w:t>ordre</w:t>
      </w:r>
      <w:r>
        <w:t xml:space="preserve">, </w:t>
      </w:r>
      <w:r w:rsidR="00636A18">
        <w:t>dit le père avec un sourire ironique</w:t>
      </w:r>
      <w:r>
        <w:t xml:space="preserve">, </w:t>
      </w:r>
      <w:r w:rsidR="00636A18">
        <w:t>rien ne presse</w:t>
      </w:r>
      <w:r>
        <w:t xml:space="preserve">… </w:t>
      </w:r>
      <w:r w:rsidR="00636A18">
        <w:t>George Mouton leur enverra le mot d</w:t>
      </w:r>
      <w:r>
        <w:t>’</w:t>
      </w:r>
      <w:r w:rsidR="00636A18">
        <w:t>ordre plus tard</w:t>
      </w:r>
      <w:r>
        <w:t xml:space="preserve">, </w:t>
      </w:r>
      <w:r w:rsidR="00636A18">
        <w:t>dans sa tabatière</w:t>
      </w:r>
      <w:r>
        <w:t xml:space="preserve"> ; </w:t>
      </w:r>
      <w:r w:rsidR="00636A18">
        <w:t>chacun y trouvera sa prise</w:t>
      </w:r>
      <w:r>
        <w:t xml:space="preserve">, </w:t>
      </w:r>
      <w:r w:rsidR="00636A18">
        <w:t>excepté le pauvre Florentin</w:t>
      </w:r>
      <w:r>
        <w:t>. »</w:t>
      </w:r>
    </w:p>
    <w:p w14:paraId="611DEA3C" w14:textId="77777777" w:rsidR="00D37400" w:rsidRDefault="00636A18">
      <w:r>
        <w:t>Et jetant les yeux sur la feuille de chou</w:t>
      </w:r>
      <w:r w:rsidR="00D37400">
        <w:t xml:space="preserve">, </w:t>
      </w:r>
      <w:r>
        <w:t>il dit</w:t>
      </w:r>
      <w:r w:rsidR="00D37400">
        <w:t> :</w:t>
      </w:r>
    </w:p>
    <w:p w14:paraId="5B5C9426" w14:textId="1C757533" w:rsidR="00636A18" w:rsidRDefault="00D37400" w:rsidP="00EE565C">
      <w:r>
        <w:t>« </w:t>
      </w:r>
      <w:r w:rsidR="00636A18">
        <w:t>Hé</w:t>
      </w:r>
      <w:r>
        <w:t xml:space="preserve"> ! </w:t>
      </w:r>
      <w:r w:rsidR="00636A18">
        <w:t>mon Dieu</w:t>
      </w:r>
      <w:r>
        <w:t xml:space="preserve">, </w:t>
      </w:r>
      <w:r w:rsidR="00636A18">
        <w:t>le voici leur mot d</w:t>
      </w:r>
      <w:r>
        <w:t>’</w:t>
      </w:r>
      <w:r w:rsidR="00636A18">
        <w:t>ordre</w:t>
      </w:r>
      <w:r>
        <w:t xml:space="preserve">… </w:t>
      </w:r>
      <w:r w:rsidR="00636A18">
        <w:t>On va former la garde nationale</w:t>
      </w:r>
      <w:r>
        <w:t xml:space="preserve">, </w:t>
      </w:r>
      <w:r w:rsidR="00636A18">
        <w:t>ils seront contents de commander aux sav</w:t>
      </w:r>
      <w:r w:rsidR="00636A18">
        <w:t>e</w:t>
      </w:r>
      <w:r w:rsidR="00636A18">
        <w:t>tiers</w:t>
      </w:r>
      <w:r>
        <w:t xml:space="preserve">, </w:t>
      </w:r>
      <w:r w:rsidR="00636A18">
        <w:t>aux épiciers</w:t>
      </w:r>
      <w:r>
        <w:t xml:space="preserve">… </w:t>
      </w:r>
      <w:r w:rsidR="00636A18">
        <w:t>Nous aurons le roi des épiciers</w:t>
      </w:r>
      <w:r>
        <w:t xml:space="preserve">… </w:t>
      </w:r>
      <w:r w:rsidR="00636A18">
        <w:t>le nôtre cette fois</w:t>
      </w:r>
      <w:r>
        <w:t xml:space="preserve"> !… </w:t>
      </w:r>
      <w:r w:rsidR="00636A18">
        <w:t>Reste à savoir si les autres souverains voudront l</w:t>
      </w:r>
      <w:r>
        <w:t>’</w:t>
      </w:r>
      <w:r w:rsidR="00636A18">
        <w:t>accepter</w:t>
      </w:r>
      <w:r>
        <w:t xml:space="preserve">… </w:t>
      </w:r>
      <w:r w:rsidR="00636A18">
        <w:t>Si la guerre commence</w:t>
      </w:r>
      <w:r>
        <w:t xml:space="preserve">, </w:t>
      </w:r>
      <w:r w:rsidR="00636A18">
        <w:t>ce sera long</w:t>
      </w:r>
      <w:r>
        <w:t>. »</w:t>
      </w:r>
    </w:p>
    <w:p w14:paraId="1F7BCE84" w14:textId="77777777" w:rsidR="00D37400" w:rsidRDefault="00636A18">
      <w:r>
        <w:lastRenderedPageBreak/>
        <w:t>La mère</w:t>
      </w:r>
      <w:r w:rsidR="00D37400">
        <w:t xml:space="preserve">, </w:t>
      </w:r>
      <w:r>
        <w:t>le voyant plus calme</w:t>
      </w:r>
      <w:r w:rsidR="00D37400">
        <w:t xml:space="preserve">, </w:t>
      </w:r>
      <w:r>
        <w:t>sortit</w:t>
      </w:r>
      <w:r w:rsidR="00D37400">
        <w:t xml:space="preserve">, </w:t>
      </w:r>
      <w:r>
        <w:t>et moi je courus sur la place voir un peu ce que mon ami Sébastien venait de raconter</w:t>
      </w:r>
      <w:r w:rsidR="00D37400">
        <w:t xml:space="preserve">. </w:t>
      </w:r>
      <w:r>
        <w:t>Je n</w:t>
      </w:r>
      <w:r w:rsidR="00D37400">
        <w:t>’</w:t>
      </w:r>
      <w:r>
        <w:t>y comprenais rien</w:t>
      </w:r>
      <w:r w:rsidR="00D37400">
        <w:t xml:space="preserve"> ; </w:t>
      </w:r>
      <w:r>
        <w:t>mais étant fort curieux de ma nature</w:t>
      </w:r>
      <w:r w:rsidR="00D37400">
        <w:t xml:space="preserve">, </w:t>
      </w:r>
      <w:r>
        <w:t>tous ces mouvements m</w:t>
      </w:r>
      <w:r w:rsidR="00D37400">
        <w:t>’</w:t>
      </w:r>
      <w:r>
        <w:t>intéressaient</w:t>
      </w:r>
      <w:r w:rsidR="00D37400">
        <w:t>.</w:t>
      </w:r>
    </w:p>
    <w:p w14:paraId="19235E63" w14:textId="77777777" w:rsidR="00D37400" w:rsidRDefault="00636A18">
      <w:r>
        <w:t>Il était onze heures</w:t>
      </w:r>
      <w:r w:rsidR="00D37400">
        <w:t xml:space="preserve">, </w:t>
      </w:r>
      <w:r>
        <w:t xml:space="preserve">le soleil embrasait la place </w:t>
      </w:r>
      <w:r w:rsidR="00EE565C">
        <w:t>d</w:t>
      </w:r>
      <w:r w:rsidR="00D37400">
        <w:t>’</w:t>
      </w:r>
      <w:r w:rsidR="00EE565C">
        <w:t>Armes</w:t>
      </w:r>
      <w:r w:rsidR="00D37400">
        <w:t xml:space="preserve">, </w:t>
      </w:r>
      <w:r>
        <w:t>l</w:t>
      </w:r>
      <w:r w:rsidR="00D37400">
        <w:t>’</w:t>
      </w:r>
      <w:r>
        <w:t xml:space="preserve">école du père </w:t>
      </w:r>
      <w:proofErr w:type="spellStart"/>
      <w:r>
        <w:t>Vassereau</w:t>
      </w:r>
      <w:proofErr w:type="spellEnd"/>
      <w:r>
        <w:t xml:space="preserve"> sortait</w:t>
      </w:r>
      <w:r w:rsidR="00D37400">
        <w:t xml:space="preserve">. </w:t>
      </w:r>
      <w:r>
        <w:t>Toute la ville savait déjà que nous avions un roi</w:t>
      </w:r>
      <w:r w:rsidR="00D37400">
        <w:t xml:space="preserve"> : </w:t>
      </w:r>
      <w:r>
        <w:t>femmes</w:t>
      </w:r>
      <w:r w:rsidR="00D37400">
        <w:t xml:space="preserve">, </w:t>
      </w:r>
      <w:r>
        <w:t>enfants</w:t>
      </w:r>
      <w:r w:rsidR="00D37400">
        <w:t xml:space="preserve">, </w:t>
      </w:r>
      <w:r>
        <w:t>bourgeois</w:t>
      </w:r>
      <w:r w:rsidR="00D37400">
        <w:t xml:space="preserve">, </w:t>
      </w:r>
      <w:r>
        <w:t>soldats</w:t>
      </w:r>
      <w:r w:rsidR="00D37400">
        <w:t xml:space="preserve">, </w:t>
      </w:r>
      <w:r>
        <w:t>co</w:t>
      </w:r>
      <w:r>
        <w:t>u</w:t>
      </w:r>
      <w:r>
        <w:t>raient là-bas</w:t>
      </w:r>
      <w:r w:rsidR="00D37400">
        <w:t xml:space="preserve">, </w:t>
      </w:r>
      <w:r>
        <w:t>à la mairie</w:t>
      </w:r>
      <w:r w:rsidR="00D37400">
        <w:t xml:space="preserve">, </w:t>
      </w:r>
      <w:r>
        <w:t>voir l</w:t>
      </w:r>
      <w:r w:rsidR="00D37400">
        <w:t>’</w:t>
      </w:r>
      <w:r>
        <w:t>affiche</w:t>
      </w:r>
      <w:r w:rsidR="00D37400">
        <w:t>.</w:t>
      </w:r>
    </w:p>
    <w:p w14:paraId="063A8CBE" w14:textId="77777777" w:rsidR="00D37400" w:rsidRDefault="00636A18">
      <w:r>
        <w:t>Rose</w:t>
      </w:r>
      <w:r w:rsidR="00D37400">
        <w:t xml:space="preserve">, </w:t>
      </w:r>
      <w:r>
        <w:t>devant notre porte</w:t>
      </w:r>
      <w:r w:rsidR="00D37400">
        <w:t xml:space="preserve">, </w:t>
      </w:r>
      <w:r>
        <w:t>m</w:t>
      </w:r>
      <w:r w:rsidR="00D37400">
        <w:t>’</w:t>
      </w:r>
      <w:r>
        <w:t>appelait</w:t>
      </w:r>
      <w:r w:rsidR="00D37400">
        <w:t> :</w:t>
      </w:r>
    </w:p>
    <w:p w14:paraId="3AFCB450" w14:textId="7CE8B37C" w:rsidR="00636A18" w:rsidRDefault="00D37400">
      <w:pPr>
        <w:rPr>
          <w:szCs w:val="36"/>
        </w:rPr>
      </w:pPr>
      <w:r>
        <w:t>« </w:t>
      </w:r>
      <w:r w:rsidR="00636A18">
        <w:t>Lucien</w:t>
      </w:r>
      <w:r>
        <w:t xml:space="preserve"> !… </w:t>
      </w:r>
      <w:r w:rsidR="00636A18">
        <w:t>Lucien</w:t>
      </w:r>
      <w:r>
        <w:t> !… »</w:t>
      </w:r>
    </w:p>
    <w:p w14:paraId="2804DBC2" w14:textId="77777777" w:rsidR="00D37400" w:rsidRDefault="00636A18">
      <w:r>
        <w:t>Mais je ne l</w:t>
      </w:r>
      <w:r w:rsidR="00D37400">
        <w:t>’</w:t>
      </w:r>
      <w:r>
        <w:t>écoutais pas</w:t>
      </w:r>
      <w:r w:rsidR="00D37400">
        <w:t xml:space="preserve"> ; </w:t>
      </w:r>
      <w:r>
        <w:t>je courais avec la foule</w:t>
      </w:r>
      <w:r w:rsidR="00D37400">
        <w:t xml:space="preserve">, </w:t>
      </w:r>
      <w:r>
        <w:t>et j</w:t>
      </w:r>
      <w:r w:rsidR="00D37400">
        <w:t>’</w:t>
      </w:r>
      <w:r>
        <w:t>entendais dire à droite et à gauche</w:t>
      </w:r>
      <w:r w:rsidR="00D37400">
        <w:t> :</w:t>
      </w:r>
    </w:p>
    <w:p w14:paraId="16FD7992" w14:textId="77777777" w:rsidR="00D37400" w:rsidRDefault="00D37400">
      <w:r>
        <w:t>« </w:t>
      </w:r>
      <w:r w:rsidR="00636A18">
        <w:t>Eh bien</w:t>
      </w:r>
      <w:r>
        <w:t xml:space="preserve"> ! </w:t>
      </w:r>
      <w:r w:rsidR="00636A18">
        <w:t>comment s</w:t>
      </w:r>
      <w:r>
        <w:t>’</w:t>
      </w:r>
      <w:r w:rsidR="00636A18">
        <w:t>appelle-t-il</w:t>
      </w:r>
      <w:r>
        <w:t> ?</w:t>
      </w:r>
    </w:p>
    <w:p w14:paraId="0DF8EA87" w14:textId="77777777" w:rsidR="00D37400" w:rsidRDefault="00D37400">
      <w:r>
        <w:t>— </w:t>
      </w:r>
      <w:r w:rsidR="00636A18">
        <w:t>Louis-Philippe</w:t>
      </w:r>
      <w:r>
        <w:t>.</w:t>
      </w:r>
    </w:p>
    <w:p w14:paraId="2BDF3886" w14:textId="77777777" w:rsidR="00D37400" w:rsidRDefault="00D37400">
      <w:r>
        <w:t>— </w:t>
      </w:r>
      <w:r w:rsidR="00636A18">
        <w:t>C</w:t>
      </w:r>
      <w:r>
        <w:t>’</w:t>
      </w:r>
      <w:r w:rsidR="00636A18">
        <w:t>est le duc d</w:t>
      </w:r>
      <w:r>
        <w:t>’</w:t>
      </w:r>
      <w:r w:rsidR="00636A18">
        <w:t>Orléans</w:t>
      </w:r>
      <w:r>
        <w:t> ?</w:t>
      </w:r>
    </w:p>
    <w:p w14:paraId="607928D0" w14:textId="77777777" w:rsidR="00D37400" w:rsidRDefault="00D37400">
      <w:r>
        <w:t>— </w:t>
      </w:r>
      <w:r w:rsidR="00636A18">
        <w:t>Oui</w:t>
      </w:r>
      <w:r>
        <w:t>.</w:t>
      </w:r>
    </w:p>
    <w:p w14:paraId="107A0C50" w14:textId="77777777" w:rsidR="00D37400" w:rsidRDefault="00D37400">
      <w:r>
        <w:t>— </w:t>
      </w:r>
      <w:r w:rsidR="00636A18">
        <w:t>Mais le duc de Reichstadt</w:t>
      </w:r>
      <w:r>
        <w:t> ?</w:t>
      </w:r>
    </w:p>
    <w:p w14:paraId="41D3270B" w14:textId="231FA7EE" w:rsidR="00636A18" w:rsidRDefault="00D37400">
      <w:pPr>
        <w:rPr>
          <w:szCs w:val="36"/>
        </w:rPr>
      </w:pPr>
      <w:r>
        <w:t>— </w:t>
      </w:r>
      <w:r w:rsidR="00636A18">
        <w:t>Ah</w:t>
      </w:r>
      <w:r>
        <w:t xml:space="preserve"> ! </w:t>
      </w:r>
      <w:r w:rsidR="00636A18">
        <w:t>que voulez-vous</w:t>
      </w:r>
      <w:r>
        <w:t xml:space="preserve"> ? </w:t>
      </w:r>
      <w:r w:rsidR="00636A18">
        <w:t xml:space="preserve">Il est à </w:t>
      </w:r>
      <w:proofErr w:type="spellStart"/>
      <w:r w:rsidR="00636A18">
        <w:t>Schœnbrunn</w:t>
      </w:r>
      <w:proofErr w:type="spellEnd"/>
      <w:r>
        <w:t xml:space="preserve">… </w:t>
      </w:r>
      <w:r w:rsidR="00636A18">
        <w:t>tant pis pour lui</w:t>
      </w:r>
      <w:r>
        <w:t> ! »</w:t>
      </w:r>
    </w:p>
    <w:p w14:paraId="1BAF5E65" w14:textId="77777777" w:rsidR="00D37400" w:rsidRDefault="00636A18">
      <w:r>
        <w:t>D</w:t>
      </w:r>
      <w:r w:rsidR="00D37400">
        <w:t>’</w:t>
      </w:r>
      <w:r>
        <w:t>autres</w:t>
      </w:r>
      <w:r w:rsidR="00D37400">
        <w:t xml:space="preserve">, </w:t>
      </w:r>
      <w:r>
        <w:t>arrivant tout essoufflés</w:t>
      </w:r>
      <w:r w:rsidR="00D37400">
        <w:t xml:space="preserve">, </w:t>
      </w:r>
      <w:r>
        <w:t>demandaient</w:t>
      </w:r>
      <w:r w:rsidR="00D37400">
        <w:t> :</w:t>
      </w:r>
    </w:p>
    <w:p w14:paraId="6DD4063D" w14:textId="77777777" w:rsidR="00D37400" w:rsidRDefault="00D37400">
      <w:r>
        <w:t>« </w:t>
      </w:r>
      <w:r w:rsidR="00636A18">
        <w:t>Est-ce qu</w:t>
      </w:r>
      <w:r>
        <w:t>’</w:t>
      </w:r>
      <w:r w:rsidR="00636A18">
        <w:t>on ne fera rien</w:t>
      </w:r>
      <w:r>
        <w:t> ?</w:t>
      </w:r>
    </w:p>
    <w:p w14:paraId="7656AEB5" w14:textId="77777777" w:rsidR="00D37400" w:rsidRDefault="00D37400">
      <w:r>
        <w:t>— </w:t>
      </w:r>
      <w:r w:rsidR="00636A18">
        <w:t>Que voulez-vous qu</w:t>
      </w:r>
      <w:r>
        <w:t>’</w:t>
      </w:r>
      <w:r w:rsidR="00636A18">
        <w:t>on fasse</w:t>
      </w:r>
      <w:r>
        <w:t> ?</w:t>
      </w:r>
    </w:p>
    <w:p w14:paraId="2462921A" w14:textId="77777777" w:rsidR="00D37400" w:rsidRDefault="00D37400">
      <w:r>
        <w:t>— </w:t>
      </w:r>
      <w:r w:rsidR="00636A18">
        <w:t>Mais on peut réclamer</w:t>
      </w:r>
      <w:r>
        <w:t>.</w:t>
      </w:r>
    </w:p>
    <w:p w14:paraId="5C6172FD" w14:textId="76793E93" w:rsidR="00636A18" w:rsidRDefault="00D37400">
      <w:r>
        <w:t>— </w:t>
      </w:r>
      <w:r w:rsidR="00636A18">
        <w:t>Réclamer quoi</w:t>
      </w:r>
      <w:r>
        <w:t xml:space="preserve"> ? </w:t>
      </w:r>
      <w:r w:rsidR="00EE565C">
        <w:t>puisqu</w:t>
      </w:r>
      <w:r>
        <w:t>’</w:t>
      </w:r>
      <w:r w:rsidR="00EE565C">
        <w:t xml:space="preserve">ils </w:t>
      </w:r>
      <w:r w:rsidR="00636A18">
        <w:t>sont d</w:t>
      </w:r>
      <w:r>
        <w:t>’</w:t>
      </w:r>
      <w:r w:rsidR="00636A18">
        <w:t>accord à Paris</w:t>
      </w:r>
      <w:r>
        <w:t xml:space="preserve"> ! </w:t>
      </w:r>
      <w:r w:rsidR="00636A18">
        <w:t>Allez donc réclamer à Phalsbourg</w:t>
      </w:r>
      <w:r>
        <w:t xml:space="preserve"> ! </w:t>
      </w:r>
      <w:r w:rsidR="00636A18">
        <w:t>On nous retirerait la garnison</w:t>
      </w:r>
      <w:r>
        <w:t xml:space="preserve">, </w:t>
      </w:r>
      <w:r w:rsidR="00636A18">
        <w:lastRenderedPageBreak/>
        <w:t>et nous serions bien plantés</w:t>
      </w:r>
      <w:r>
        <w:t xml:space="preserve">, </w:t>
      </w:r>
      <w:r w:rsidR="00636A18">
        <w:t>sans troupes</w:t>
      </w:r>
      <w:r>
        <w:t xml:space="preserve">, </w:t>
      </w:r>
      <w:r w:rsidR="00636A18">
        <w:t>sans logements</w:t>
      </w:r>
      <w:r>
        <w:t xml:space="preserve">, </w:t>
      </w:r>
      <w:r w:rsidR="00636A18">
        <w:t>sans fournitures</w:t>
      </w:r>
      <w:r>
        <w:t>. »</w:t>
      </w:r>
    </w:p>
    <w:p w14:paraId="2FE9DBE3" w14:textId="77777777" w:rsidR="00D37400" w:rsidRDefault="00636A18">
      <w:r>
        <w:t>Déjà quelques cris partaient au loin</w:t>
      </w:r>
      <w:r w:rsidR="00D37400">
        <w:t xml:space="preserve">, </w:t>
      </w:r>
      <w:r>
        <w:t>derrière l</w:t>
      </w:r>
      <w:r w:rsidR="00D37400">
        <w:t>’</w:t>
      </w:r>
      <w:r>
        <w:t>hôpital</w:t>
      </w:r>
      <w:r w:rsidR="00D37400">
        <w:t> :</w:t>
      </w:r>
    </w:p>
    <w:p w14:paraId="0F0D7B58" w14:textId="748BBD4B" w:rsidR="00636A18" w:rsidRDefault="00D37400">
      <w:r>
        <w:t>« </w:t>
      </w:r>
      <w:r w:rsidR="00636A18">
        <w:t>Vive Louis-Philippe</w:t>
      </w:r>
      <w:r>
        <w:t> ! »</w:t>
      </w:r>
    </w:p>
    <w:p w14:paraId="15A7D154" w14:textId="77777777" w:rsidR="00D37400" w:rsidRDefault="00636A18">
      <w:r>
        <w:t>Devant la mairie</w:t>
      </w:r>
      <w:r w:rsidR="00D37400">
        <w:t xml:space="preserve">, </w:t>
      </w:r>
      <w:r>
        <w:t>c</w:t>
      </w:r>
      <w:r w:rsidR="00D37400">
        <w:t>’</w:t>
      </w:r>
      <w:r>
        <w:t>était autre chose</w:t>
      </w:r>
      <w:r w:rsidR="00D37400">
        <w:t xml:space="preserve"> : </w:t>
      </w:r>
      <w:r>
        <w:t>tous les vieux de la vieille</w:t>
      </w:r>
      <w:r w:rsidR="00D37400">
        <w:t xml:space="preserve">, </w:t>
      </w:r>
      <w:r>
        <w:t>les sourcils froncés</w:t>
      </w:r>
      <w:r w:rsidR="00D37400">
        <w:t xml:space="preserve">, </w:t>
      </w:r>
      <w:r>
        <w:t>les dents serrées</w:t>
      </w:r>
      <w:r w:rsidR="00D37400">
        <w:t xml:space="preserve">, </w:t>
      </w:r>
      <w:r>
        <w:t>la canne sous le bras et le chapeau sur les yeux</w:t>
      </w:r>
      <w:r w:rsidR="00D37400">
        <w:t xml:space="preserve">, </w:t>
      </w:r>
      <w:r>
        <w:t>regardaient l</w:t>
      </w:r>
      <w:r w:rsidR="00D37400">
        <w:t>’</w:t>
      </w:r>
      <w:r>
        <w:t>affiche dans sa grille</w:t>
      </w:r>
      <w:r w:rsidR="00D37400">
        <w:t xml:space="preserve">, </w:t>
      </w:r>
      <w:r>
        <w:t>en se disant entre eux</w:t>
      </w:r>
      <w:r w:rsidR="00D37400">
        <w:t> :</w:t>
      </w:r>
    </w:p>
    <w:p w14:paraId="585C3166" w14:textId="39A54DD6" w:rsidR="00636A18" w:rsidRDefault="00D37400">
      <w:r>
        <w:t>« </w:t>
      </w:r>
      <w:r w:rsidR="00636A18">
        <w:t>Qui s</w:t>
      </w:r>
      <w:r>
        <w:t>’</w:t>
      </w:r>
      <w:r w:rsidR="00636A18">
        <w:t>est permis de mettre ça là</w:t>
      </w:r>
      <w:r>
        <w:t xml:space="preserve"> ? </w:t>
      </w:r>
      <w:r w:rsidR="00636A18">
        <w:t>C</w:t>
      </w:r>
      <w:r>
        <w:t>’</w:t>
      </w:r>
      <w:r w:rsidR="00636A18">
        <w:t>est un traître</w:t>
      </w:r>
      <w:r>
        <w:t xml:space="preserve"> ! </w:t>
      </w:r>
      <w:r w:rsidR="00636A18">
        <w:t>Il faut qu</w:t>
      </w:r>
      <w:r>
        <w:t>’</w:t>
      </w:r>
      <w:r w:rsidR="00636A18">
        <w:t>on le recherche et qu</w:t>
      </w:r>
      <w:r>
        <w:t>’</w:t>
      </w:r>
      <w:r w:rsidR="00636A18">
        <w:t>il soit passé par les armes</w:t>
      </w:r>
      <w:r>
        <w:t>. »</w:t>
      </w:r>
    </w:p>
    <w:p w14:paraId="09E3B8F7" w14:textId="77777777" w:rsidR="00D37400" w:rsidRDefault="00636A18">
      <w:r>
        <w:rPr>
          <w:szCs w:val="36"/>
        </w:rPr>
        <w:t>Le colonel Thomas surtout roulait des yeux terribles</w:t>
      </w:r>
      <w:r w:rsidR="00D37400">
        <w:rPr>
          <w:szCs w:val="36"/>
        </w:rPr>
        <w:t xml:space="preserve"> ; </w:t>
      </w:r>
      <w:r>
        <w:rPr>
          <w:szCs w:val="36"/>
        </w:rPr>
        <w:t>il a</w:t>
      </w:r>
      <w:r>
        <w:rPr>
          <w:szCs w:val="36"/>
        </w:rPr>
        <w:t>u</w:t>
      </w:r>
      <w:r>
        <w:rPr>
          <w:szCs w:val="36"/>
        </w:rPr>
        <w:t>rait arraché l</w:t>
      </w:r>
      <w:r w:rsidR="00D37400">
        <w:rPr>
          <w:szCs w:val="36"/>
        </w:rPr>
        <w:t>’</w:t>
      </w:r>
      <w:r>
        <w:rPr>
          <w:szCs w:val="36"/>
        </w:rPr>
        <w:t>affiche</w:t>
      </w:r>
      <w:r w:rsidR="00D37400">
        <w:rPr>
          <w:szCs w:val="36"/>
        </w:rPr>
        <w:t xml:space="preserve">, </w:t>
      </w:r>
      <w:r>
        <w:t>sans le poste de la mairie et la sentinelle qui se promenait devant le perron</w:t>
      </w:r>
      <w:r w:rsidR="00D37400">
        <w:t xml:space="preserve">, </w:t>
      </w:r>
      <w:r>
        <w:t xml:space="preserve">en </w:t>
      </w:r>
      <w:r w:rsidR="00BD5652">
        <w:t>s</w:t>
      </w:r>
      <w:r w:rsidR="00D37400">
        <w:t>’</w:t>
      </w:r>
      <w:r w:rsidR="00BD5652">
        <w:t>é</w:t>
      </w:r>
      <w:r>
        <w:t>criant</w:t>
      </w:r>
      <w:r w:rsidR="00D37400">
        <w:t> :</w:t>
      </w:r>
    </w:p>
    <w:p w14:paraId="24DCE982" w14:textId="62163B09" w:rsidR="00636A18" w:rsidRDefault="00D37400">
      <w:pPr>
        <w:rPr>
          <w:szCs w:val="36"/>
        </w:rPr>
      </w:pPr>
      <w:r>
        <w:t>« </w:t>
      </w:r>
      <w:r w:rsidR="00636A18">
        <w:t>Au large</w:t>
      </w:r>
      <w:r>
        <w:t xml:space="preserve"> !… </w:t>
      </w:r>
      <w:r w:rsidR="00636A18">
        <w:t>au large</w:t>
      </w:r>
      <w:r>
        <w:t> !… »</w:t>
      </w:r>
    </w:p>
    <w:p w14:paraId="0905A984" w14:textId="14C74A8D" w:rsidR="00D37400" w:rsidRDefault="00636A18">
      <w:r>
        <w:t>Mais</w:t>
      </w:r>
      <w:r w:rsidR="00D37400">
        <w:t xml:space="preserve">, </w:t>
      </w:r>
      <w:r>
        <w:t>au moment où tous ces vieux ne se contenaient plus de colère</w:t>
      </w:r>
      <w:r w:rsidR="00D37400">
        <w:t xml:space="preserve">, </w:t>
      </w:r>
      <w:r>
        <w:t xml:space="preserve">tout à coup </w:t>
      </w:r>
      <w:r w:rsidR="00D37400">
        <w:t>M. </w:t>
      </w:r>
      <w:r>
        <w:t>le baron Parmentier</w:t>
      </w:r>
      <w:r w:rsidR="00D37400">
        <w:t xml:space="preserve">, </w:t>
      </w:r>
      <w:r>
        <w:t>l</w:t>
      </w:r>
      <w:r w:rsidR="00D37400">
        <w:t>’</w:t>
      </w:r>
      <w:r>
        <w:t>ami de George Mouton et l</w:t>
      </w:r>
      <w:r w:rsidR="00D37400">
        <w:t>’</w:t>
      </w:r>
      <w:r>
        <w:t>ancien maire de la ville sous l</w:t>
      </w:r>
      <w:r w:rsidR="00D37400">
        <w:t>’</w:t>
      </w:r>
      <w:r>
        <w:t>empire</w:t>
      </w:r>
      <w:r w:rsidR="00D37400">
        <w:t xml:space="preserve">, </w:t>
      </w:r>
      <w:r>
        <w:t>arrive en h</w:t>
      </w:r>
      <w:r>
        <w:t>a</w:t>
      </w:r>
      <w:r>
        <w:t>bit noir et cravate blanche</w:t>
      </w:r>
      <w:r w:rsidR="00D37400">
        <w:t xml:space="preserve">, </w:t>
      </w:r>
      <w:r>
        <w:t>un rouleau de papier à la main</w:t>
      </w:r>
      <w:r w:rsidR="00D37400">
        <w:t xml:space="preserve"> ; </w:t>
      </w:r>
      <w:r>
        <w:t>il monte sur le perron et s</w:t>
      </w:r>
      <w:r w:rsidR="00D37400">
        <w:t>’</w:t>
      </w:r>
      <w:r>
        <w:t>écrie</w:t>
      </w:r>
      <w:r w:rsidR="00D37400">
        <w:t> :</w:t>
      </w:r>
    </w:p>
    <w:p w14:paraId="1DF648A0" w14:textId="003B9667" w:rsidR="00636A18" w:rsidRDefault="00D37400">
      <w:pPr>
        <w:rPr>
          <w:szCs w:val="36"/>
        </w:rPr>
      </w:pPr>
      <w:r>
        <w:t>« </w:t>
      </w:r>
      <w:r w:rsidR="00636A18">
        <w:t>Qu</w:t>
      </w:r>
      <w:r>
        <w:t>’</w:t>
      </w:r>
      <w:r w:rsidR="00636A18">
        <w:t>il faut se dévouer pour la patrie</w:t>
      </w:r>
      <w:r>
        <w:t xml:space="preserve"> !… </w:t>
      </w:r>
      <w:r w:rsidR="00636A18">
        <w:t>Que les anciens vont rentrer dans l</w:t>
      </w:r>
      <w:r>
        <w:t>’</w:t>
      </w:r>
      <w:r w:rsidR="00636A18">
        <w:t>armée avec leurs grades</w:t>
      </w:r>
      <w:r>
        <w:t xml:space="preserve">… </w:t>
      </w:r>
      <w:r w:rsidR="00636A18">
        <w:t>Qu</w:t>
      </w:r>
      <w:r>
        <w:t>’</w:t>
      </w:r>
      <w:r w:rsidR="00636A18">
        <w:t>on leur com</w:t>
      </w:r>
      <w:r w:rsidR="00636A18">
        <w:t>p</w:t>
      </w:r>
      <w:r w:rsidR="00636A18">
        <w:t>tera même toutes les années perdues depuis 1815 pour l</w:t>
      </w:r>
      <w:r>
        <w:t>’</w:t>
      </w:r>
      <w:r w:rsidR="00636A18">
        <w:t>avancement</w:t>
      </w:r>
      <w:r>
        <w:t xml:space="preserve">… </w:t>
      </w:r>
      <w:r w:rsidR="00636A18">
        <w:t>Qu</w:t>
      </w:r>
      <w:r>
        <w:t>’</w:t>
      </w:r>
      <w:r w:rsidR="00636A18">
        <w:t>ils auront droit à la plus forte retraite</w:t>
      </w:r>
      <w:r>
        <w:t xml:space="preserve">…, </w:t>
      </w:r>
      <w:r w:rsidR="00636A18">
        <w:t>etc</w:t>
      </w:r>
      <w:r>
        <w:t xml:space="preserve">., </w:t>
      </w:r>
      <w:r w:rsidR="00636A18">
        <w:t>etc</w:t>
      </w:r>
      <w:r>
        <w:t>. »</w:t>
      </w:r>
    </w:p>
    <w:p w14:paraId="2085917B" w14:textId="77777777" w:rsidR="00D37400" w:rsidRDefault="00636A18">
      <w:r>
        <w:t>Et voilà tous ces vieux de la vieille qui se radoucissent</w:t>
      </w:r>
      <w:r w:rsidR="00D37400">
        <w:t xml:space="preserve">, </w:t>
      </w:r>
      <w:r>
        <w:t>voilà que leurs yeux se troublent et qu</w:t>
      </w:r>
      <w:r w:rsidR="00D37400">
        <w:t>’</w:t>
      </w:r>
      <w:r>
        <w:t>ils se serrent la main</w:t>
      </w:r>
      <w:r w:rsidR="00D37400">
        <w:t xml:space="preserve">, </w:t>
      </w:r>
      <w:r>
        <w:t>en mu</w:t>
      </w:r>
      <w:r>
        <w:t>r</w:t>
      </w:r>
      <w:r>
        <w:t>murant</w:t>
      </w:r>
      <w:r w:rsidR="00D37400">
        <w:t> :</w:t>
      </w:r>
    </w:p>
    <w:p w14:paraId="7B82DCEA" w14:textId="3944D3FE" w:rsidR="00636A18" w:rsidRDefault="00D37400">
      <w:pPr>
        <w:rPr>
          <w:szCs w:val="36"/>
        </w:rPr>
      </w:pPr>
      <w:r>
        <w:lastRenderedPageBreak/>
        <w:t>« </w:t>
      </w:r>
      <w:r w:rsidR="00636A18">
        <w:t>À la bonne heure</w:t>
      </w:r>
      <w:r>
        <w:t xml:space="preserve">, </w:t>
      </w:r>
      <w:r w:rsidR="00636A18">
        <w:t>mille tonnerres</w:t>
      </w:r>
      <w:r>
        <w:t xml:space="preserve"> !… </w:t>
      </w:r>
      <w:r w:rsidR="00636A18">
        <w:t>On nous comprend</w:t>
      </w:r>
      <w:r>
        <w:t xml:space="preserve">, </w:t>
      </w:r>
      <w:r w:rsidR="00636A18">
        <w:t>à la fin</w:t>
      </w:r>
      <w:r>
        <w:t xml:space="preserve">… </w:t>
      </w:r>
      <w:r w:rsidR="00636A18">
        <w:t>On nous rend justice</w:t>
      </w:r>
      <w:r>
        <w:t xml:space="preserve">… </w:t>
      </w:r>
      <w:r w:rsidR="00636A18">
        <w:t>Vive Lobau</w:t>
      </w:r>
      <w:r>
        <w:t xml:space="preserve"> !… </w:t>
      </w:r>
      <w:r w:rsidR="00636A18">
        <w:t>Vive Louis-Philippe</w:t>
      </w:r>
      <w:r>
        <w:t> !… »</w:t>
      </w:r>
    </w:p>
    <w:p w14:paraId="6A0F15E8" w14:textId="77777777" w:rsidR="00D37400" w:rsidRDefault="00636A18">
      <w:r>
        <w:t>C</w:t>
      </w:r>
      <w:r w:rsidR="00D37400">
        <w:t>’</w:t>
      </w:r>
      <w:r>
        <w:t>était attendrissant</w:t>
      </w:r>
      <w:r w:rsidR="00D37400">
        <w:t>.</w:t>
      </w:r>
    </w:p>
    <w:p w14:paraId="23F5EE39" w14:textId="24B9DA8E" w:rsidR="00D37400" w:rsidRDefault="00636A18">
      <w:r>
        <w:t>Après cela</w:t>
      </w:r>
      <w:r w:rsidR="00D37400">
        <w:t>, M. </w:t>
      </w:r>
      <w:r>
        <w:t>Parmentier parla du peuple magnanime</w:t>
      </w:r>
      <w:r w:rsidR="00D37400">
        <w:t xml:space="preserve">, </w:t>
      </w:r>
      <w:r>
        <w:t>qu</w:t>
      </w:r>
      <w:r w:rsidR="00D37400">
        <w:t>’</w:t>
      </w:r>
      <w:r>
        <w:t>on allait former en gardes nationales</w:t>
      </w:r>
      <w:r w:rsidR="00D37400">
        <w:t xml:space="preserve">, </w:t>
      </w:r>
      <w:r>
        <w:t>et de beaucoup d</w:t>
      </w:r>
      <w:r w:rsidR="00D37400">
        <w:t>’</w:t>
      </w:r>
      <w:r>
        <w:t>autres choses dont je ne me souviens pas bien</w:t>
      </w:r>
      <w:r w:rsidR="00D37400">
        <w:t xml:space="preserve">, </w:t>
      </w:r>
      <w:r>
        <w:t>parce que je ne les comprenais pas encore</w:t>
      </w:r>
      <w:r w:rsidR="00D37400">
        <w:t>.</w:t>
      </w:r>
    </w:p>
    <w:p w14:paraId="7BB593BD" w14:textId="34CC61DF" w:rsidR="00D37400" w:rsidRDefault="00636A18">
      <w:r>
        <w:t>Il dit aussi qu</w:t>
      </w:r>
      <w:r w:rsidR="00D37400">
        <w:t>’</w:t>
      </w:r>
      <w:r>
        <w:t>en reprenant son ancienne place de maire</w:t>
      </w:r>
      <w:r w:rsidR="00D37400">
        <w:t xml:space="preserve">, </w:t>
      </w:r>
      <w:r>
        <w:t xml:space="preserve">que </w:t>
      </w:r>
      <w:r w:rsidR="00D37400">
        <w:t>M. </w:t>
      </w:r>
      <w:r>
        <w:t>Jourdan</w:t>
      </w:r>
      <w:r w:rsidR="00D37400">
        <w:t xml:space="preserve">, </w:t>
      </w:r>
      <w:r>
        <w:t>chevalier de Saint-Louis</w:t>
      </w:r>
      <w:r w:rsidR="00D37400">
        <w:t xml:space="preserve">, </w:t>
      </w:r>
      <w:r>
        <w:t>venait d</w:t>
      </w:r>
      <w:r w:rsidR="00D37400">
        <w:t>’</w:t>
      </w:r>
      <w:r>
        <w:t>abandonner</w:t>
      </w:r>
      <w:r w:rsidR="00D37400">
        <w:t xml:space="preserve">, </w:t>
      </w:r>
      <w:r>
        <w:t xml:space="preserve">comme </w:t>
      </w:r>
      <w:r w:rsidR="00D37400">
        <w:t>Charles X</w:t>
      </w:r>
      <w:r>
        <w:t xml:space="preserve"> avait abandonné la sienne</w:t>
      </w:r>
      <w:r w:rsidR="00D37400">
        <w:t xml:space="preserve">, </w:t>
      </w:r>
      <w:r>
        <w:t>il se dévouait au bonheur public</w:t>
      </w:r>
      <w:r w:rsidR="00D37400">
        <w:t>.</w:t>
      </w:r>
    </w:p>
    <w:p w14:paraId="752F7F27" w14:textId="77777777" w:rsidR="00D37400" w:rsidRDefault="00636A18">
      <w:r>
        <w:t>C</w:t>
      </w:r>
      <w:r w:rsidR="00D37400">
        <w:t>’</w:t>
      </w:r>
      <w:r>
        <w:t>est tout ce qui me revient</w:t>
      </w:r>
      <w:r w:rsidR="00D37400">
        <w:t xml:space="preserve">, </w:t>
      </w:r>
      <w:r>
        <w:t>avec l</w:t>
      </w:r>
      <w:r w:rsidR="00D37400">
        <w:t>’</w:t>
      </w:r>
      <w:r>
        <w:t>illumination du soir</w:t>
      </w:r>
      <w:r w:rsidR="00D37400">
        <w:t xml:space="preserve">, </w:t>
      </w:r>
      <w:r>
        <w:t>les cris de</w:t>
      </w:r>
      <w:r w:rsidR="00D37400">
        <w:t> : « </w:t>
      </w:r>
      <w:r>
        <w:t>Vive Lobau</w:t>
      </w:r>
      <w:r w:rsidR="00D37400">
        <w:t xml:space="preserve"> ! – </w:t>
      </w:r>
      <w:r>
        <w:t>Vive Louis-Philippe</w:t>
      </w:r>
      <w:r w:rsidR="00D37400">
        <w:t> !… »</w:t>
      </w:r>
      <w:r>
        <w:t xml:space="preserve"> et les coups de canon tirés sur les remparts</w:t>
      </w:r>
      <w:r w:rsidR="00D37400">
        <w:t xml:space="preserve">, </w:t>
      </w:r>
      <w:r>
        <w:t>où les demoiselles de la ville</w:t>
      </w:r>
      <w:r w:rsidR="00D37400">
        <w:t xml:space="preserve">, </w:t>
      </w:r>
      <w:r>
        <w:t>en robes blanches et ceintures tricolores</w:t>
      </w:r>
      <w:r w:rsidR="00D37400">
        <w:t xml:space="preserve">, </w:t>
      </w:r>
      <w:r>
        <w:t>mettaient elles-mêmes le feu aux pièces</w:t>
      </w:r>
      <w:r w:rsidR="00D37400">
        <w:t>.</w:t>
      </w:r>
    </w:p>
    <w:p w14:paraId="0CF74FF3" w14:textId="7FF1AAB9" w:rsidR="00636A18" w:rsidRDefault="00636A18" w:rsidP="00D37400">
      <w:pPr>
        <w:pStyle w:val="Titre2"/>
        <w:pageBreakBefore/>
      </w:pPr>
      <w:bookmarkStart w:id="24" w:name="_Toc344229467"/>
      <w:bookmarkStart w:id="25" w:name="_Toc194835730"/>
      <w:r>
        <w:lastRenderedPageBreak/>
        <w:t>XII</w:t>
      </w:r>
      <w:bookmarkEnd w:id="24"/>
      <w:bookmarkEnd w:id="25"/>
    </w:p>
    <w:p w14:paraId="28A15E13" w14:textId="77777777" w:rsidR="00D37400" w:rsidRDefault="00636A18">
      <w:r w:rsidRPr="000027DC">
        <w:t>À partir de ce jour</w:t>
      </w:r>
      <w:r w:rsidR="00D37400">
        <w:t xml:space="preserve">, </w:t>
      </w:r>
      <w:r w:rsidRPr="000027DC">
        <w:t>mon ami</w:t>
      </w:r>
      <w:r>
        <w:t xml:space="preserve"> Florentin devint mélanc</w:t>
      </w:r>
      <w:r>
        <w:t>o</w:t>
      </w:r>
      <w:r>
        <w:t>lique</w:t>
      </w:r>
      <w:r w:rsidR="00D37400">
        <w:t xml:space="preserve">. </w:t>
      </w:r>
      <w:r>
        <w:t>Il n</w:t>
      </w:r>
      <w:r w:rsidR="00D37400">
        <w:t>’</w:t>
      </w:r>
      <w:r>
        <w:t xml:space="preserve">allait plus se promener sur la place </w:t>
      </w:r>
      <w:r w:rsidR="000027DC">
        <w:t>d</w:t>
      </w:r>
      <w:r w:rsidR="00D37400">
        <w:t>’</w:t>
      </w:r>
      <w:r w:rsidR="000027DC">
        <w:t xml:space="preserve">Armes </w:t>
      </w:r>
      <w:r>
        <w:t>avec les vieux camarades et restait assis dans son fauteuil</w:t>
      </w:r>
      <w:r w:rsidR="00D37400">
        <w:t xml:space="preserve">, </w:t>
      </w:r>
      <w:r>
        <w:t>en robe de chambre</w:t>
      </w:r>
      <w:r w:rsidR="00D37400">
        <w:t xml:space="preserve">, </w:t>
      </w:r>
      <w:r>
        <w:t>ses longues jambes maigres croisées</w:t>
      </w:r>
      <w:r w:rsidR="00D37400">
        <w:t xml:space="preserve">, </w:t>
      </w:r>
      <w:r>
        <w:t>l</w:t>
      </w:r>
      <w:r w:rsidR="00D37400">
        <w:t>’</w:t>
      </w:r>
      <w:r>
        <w:t>air r</w:t>
      </w:r>
      <w:r>
        <w:t>ê</w:t>
      </w:r>
      <w:r>
        <w:t>veur</w:t>
      </w:r>
      <w:r w:rsidR="00D37400">
        <w:t>.</w:t>
      </w:r>
    </w:p>
    <w:p w14:paraId="6E566EB8" w14:textId="77777777" w:rsidR="00D37400" w:rsidRDefault="00636A18">
      <w:r>
        <w:t>Jamais je n</w:t>
      </w:r>
      <w:r w:rsidR="00D37400">
        <w:t>’</w:t>
      </w:r>
      <w:r>
        <w:t>ai vu de figure plus triste que la sienne</w:t>
      </w:r>
      <w:r w:rsidR="00D37400">
        <w:t xml:space="preserve">, </w:t>
      </w:r>
      <w:r>
        <w:t>surtout le matin</w:t>
      </w:r>
      <w:r w:rsidR="00D37400">
        <w:t xml:space="preserve">, </w:t>
      </w:r>
      <w:r>
        <w:t>en bonnet de coton</w:t>
      </w:r>
      <w:r w:rsidR="00D37400">
        <w:t xml:space="preserve">, </w:t>
      </w:r>
      <w:r>
        <w:t>avec son long nez droit</w:t>
      </w:r>
      <w:r w:rsidR="00D37400">
        <w:t xml:space="preserve">, </w:t>
      </w:r>
      <w:r>
        <w:t>sa bouche rentrante entourée de grandes rides et son menton pointu</w:t>
      </w:r>
      <w:r w:rsidR="00D37400">
        <w:t>.</w:t>
      </w:r>
    </w:p>
    <w:p w14:paraId="0190C475" w14:textId="77777777" w:rsidR="00D37400" w:rsidRDefault="00636A18">
      <w:r>
        <w:t>Quelles idées lui traversaient alors la tête</w:t>
      </w:r>
      <w:r w:rsidR="00D37400">
        <w:t xml:space="preserve"> ? </w:t>
      </w:r>
      <w:r>
        <w:t>Je n</w:t>
      </w:r>
      <w:r w:rsidR="00D37400">
        <w:t>’</w:t>
      </w:r>
      <w:r>
        <w:t>en sais rien</w:t>
      </w:r>
      <w:r w:rsidR="00D37400">
        <w:t xml:space="preserve">. – </w:t>
      </w:r>
      <w:r>
        <w:t>Mais quelquefois</w:t>
      </w:r>
      <w:r w:rsidR="00D37400">
        <w:t xml:space="preserve">, </w:t>
      </w:r>
      <w:r>
        <w:t>après avoir longtemps rêvé</w:t>
      </w:r>
      <w:r w:rsidR="00D37400">
        <w:t xml:space="preserve">, </w:t>
      </w:r>
      <w:r>
        <w:t>il m</w:t>
      </w:r>
      <w:r w:rsidR="00D37400">
        <w:t>’</w:t>
      </w:r>
      <w:r>
        <w:t>appelait</w:t>
      </w:r>
      <w:r w:rsidR="00D37400">
        <w:t> :</w:t>
      </w:r>
    </w:p>
    <w:p w14:paraId="4303FFFB" w14:textId="04E2883A" w:rsidR="00636A18" w:rsidRDefault="00D37400">
      <w:r>
        <w:t>« </w:t>
      </w:r>
      <w:r w:rsidR="00636A18">
        <w:t>Lucien</w:t>
      </w:r>
      <w:r>
        <w:t> ! »</w:t>
      </w:r>
    </w:p>
    <w:p w14:paraId="4A47D69B" w14:textId="77777777" w:rsidR="00D37400" w:rsidRDefault="00636A18">
      <w:r>
        <w:t>Je m</w:t>
      </w:r>
      <w:r w:rsidR="00D37400">
        <w:t>’</w:t>
      </w:r>
      <w:r>
        <w:t>approchais</w:t>
      </w:r>
      <w:r w:rsidR="00D37400">
        <w:t xml:space="preserve">. </w:t>
      </w:r>
      <w:r>
        <w:t>Il me passait ses longs doigts osseux dans les cheveux et me disait</w:t>
      </w:r>
      <w:r w:rsidR="00D37400">
        <w:t> :</w:t>
      </w:r>
    </w:p>
    <w:p w14:paraId="57360141" w14:textId="77777777" w:rsidR="00D37400" w:rsidRDefault="00D37400">
      <w:r>
        <w:t>« </w:t>
      </w:r>
      <w:r w:rsidR="00636A18">
        <w:t>Pourquoi ne vas-tu pas voir ta petite amie Justine</w:t>
      </w:r>
      <w:r>
        <w:t> ?</w:t>
      </w:r>
    </w:p>
    <w:p w14:paraId="6442936A" w14:textId="77777777" w:rsidR="00D37400" w:rsidRDefault="00D37400">
      <w:r>
        <w:t>— </w:t>
      </w:r>
      <w:r w:rsidR="00636A18">
        <w:t>Elle ne veut plus que je l</w:t>
      </w:r>
      <w:r>
        <w:t>’</w:t>
      </w:r>
      <w:r w:rsidR="00636A18">
        <w:t>embrasse</w:t>
      </w:r>
      <w:r>
        <w:t xml:space="preserve">, </w:t>
      </w:r>
      <w:r w:rsidR="00636A18">
        <w:t>mon ami</w:t>
      </w:r>
      <w:r>
        <w:t>.</w:t>
      </w:r>
    </w:p>
    <w:p w14:paraId="462D48C3" w14:textId="77777777" w:rsidR="00D37400" w:rsidRDefault="00D37400">
      <w:r>
        <w:t>— </w:t>
      </w:r>
      <w:r w:rsidR="00636A18">
        <w:t>Pourquoi</w:t>
      </w:r>
      <w:r>
        <w:t> ?</w:t>
      </w:r>
    </w:p>
    <w:p w14:paraId="75025736" w14:textId="77777777" w:rsidR="00D37400" w:rsidRDefault="00D37400">
      <w:r>
        <w:t>— </w:t>
      </w:r>
      <w:r w:rsidR="00636A18">
        <w:t>Parce que son père l</w:t>
      </w:r>
      <w:r>
        <w:t>’</w:t>
      </w:r>
      <w:r w:rsidR="00636A18">
        <w:t>a défendu</w:t>
      </w:r>
      <w:r>
        <w:t xml:space="preserve"> ; </w:t>
      </w:r>
      <w:r w:rsidR="00636A18">
        <w:t>il dit que nous sommes des jacobins</w:t>
      </w:r>
      <w:r>
        <w:t>.</w:t>
      </w:r>
    </w:p>
    <w:p w14:paraId="175EDD6D" w14:textId="524D27F2" w:rsidR="00636A18" w:rsidRDefault="00D37400">
      <w:pPr>
        <w:rPr>
          <w:szCs w:val="36"/>
        </w:rPr>
      </w:pPr>
      <w:r>
        <w:t>— </w:t>
      </w:r>
      <w:r w:rsidR="00636A18">
        <w:t>Des jacobins</w:t>
      </w:r>
      <w:r>
        <w:t xml:space="preserve"> !… </w:t>
      </w:r>
      <w:r w:rsidR="00636A18">
        <w:t>faisait-il</w:t>
      </w:r>
      <w:r>
        <w:t xml:space="preserve">, </w:t>
      </w:r>
      <w:r w:rsidR="00636A18">
        <w:t>je me rappelle les jacobins d</w:t>
      </w:r>
      <w:r w:rsidR="00636A18">
        <w:t>e</w:t>
      </w:r>
      <w:r w:rsidR="00636A18">
        <w:t>vant Mayence</w:t>
      </w:r>
      <w:r>
        <w:t xml:space="preserve">, </w:t>
      </w:r>
      <w:r w:rsidR="00636A18">
        <w:t>à Landau</w:t>
      </w:r>
      <w:r>
        <w:t xml:space="preserve">, </w:t>
      </w:r>
      <w:r w:rsidR="00636A18">
        <w:t>à Kaiserslautern</w:t>
      </w:r>
      <w:r>
        <w:t xml:space="preserve">, </w:t>
      </w:r>
      <w:r w:rsidR="00636A18">
        <w:t>à Wœrth</w:t>
      </w:r>
      <w:r>
        <w:t xml:space="preserve"> ; </w:t>
      </w:r>
      <w:r w:rsidR="00636A18">
        <w:t>ils se sont bien battus</w:t>
      </w:r>
      <w:r>
        <w:t xml:space="preserve">, </w:t>
      </w:r>
      <w:r w:rsidR="00636A18">
        <w:t>personne ne peut dire le contraire</w:t>
      </w:r>
      <w:r>
        <w:t xml:space="preserve">. </w:t>
      </w:r>
      <w:r w:rsidR="00636A18">
        <w:t xml:space="preserve">Ils ne criaient pas un jour </w:t>
      </w:r>
      <w:r>
        <w:t>« </w:t>
      </w:r>
      <w:r w:rsidR="00636A18">
        <w:t>Vive l</w:t>
      </w:r>
      <w:r>
        <w:t>’</w:t>
      </w:r>
      <w:r w:rsidR="00636A18">
        <w:t>empereur</w:t>
      </w:r>
      <w:r>
        <w:t> ! »</w:t>
      </w:r>
      <w:r w:rsidR="00636A18">
        <w:t xml:space="preserve"> et le lendemain </w:t>
      </w:r>
      <w:r>
        <w:t>« </w:t>
      </w:r>
      <w:r w:rsidR="00636A18">
        <w:t>Vive le roi</w:t>
      </w:r>
      <w:r>
        <w:t> ! »</w:t>
      </w:r>
      <w:r w:rsidR="00636A18">
        <w:t xml:space="preserve"> Ils criaient toujours</w:t>
      </w:r>
      <w:r>
        <w:t> : « </w:t>
      </w:r>
      <w:r w:rsidR="00636A18">
        <w:t>Vive la république</w:t>
      </w:r>
      <w:r>
        <w:t xml:space="preserve"> ! </w:t>
      </w:r>
      <w:r w:rsidR="00636A18">
        <w:t>En avant</w:t>
      </w:r>
      <w:r>
        <w:t xml:space="preserve">… </w:t>
      </w:r>
      <w:r w:rsidR="00636A18">
        <w:t>à la baïonnette</w:t>
      </w:r>
      <w:r>
        <w:t> !… »</w:t>
      </w:r>
      <w:r w:rsidR="00636A18">
        <w:t xml:space="preserve"> c</w:t>
      </w:r>
      <w:r>
        <w:t>’</w:t>
      </w:r>
      <w:r w:rsidR="00636A18">
        <w:t>étaient des braves</w:t>
      </w:r>
      <w:r>
        <w:t xml:space="preserve">. </w:t>
      </w:r>
      <w:r w:rsidR="00636A18">
        <w:t>Eh bien</w:t>
      </w:r>
      <w:r>
        <w:t xml:space="preserve"> ! </w:t>
      </w:r>
      <w:r w:rsidR="00636A18">
        <w:t xml:space="preserve">va </w:t>
      </w:r>
      <w:r w:rsidR="00636A18">
        <w:lastRenderedPageBreak/>
        <w:t>te rasseoir</w:t>
      </w:r>
      <w:r>
        <w:t xml:space="preserve">, </w:t>
      </w:r>
      <w:r w:rsidR="00636A18">
        <w:t>mon ami</w:t>
      </w:r>
      <w:r>
        <w:t xml:space="preserve">, </w:t>
      </w:r>
      <w:r w:rsidR="00636A18">
        <w:t>faisait-il</w:t>
      </w:r>
      <w:r>
        <w:t xml:space="preserve">, </w:t>
      </w:r>
      <w:r w:rsidR="00636A18">
        <w:t>ou va te promener</w:t>
      </w:r>
      <w:r>
        <w:t xml:space="preserve"> ; </w:t>
      </w:r>
      <w:r w:rsidR="00636A18">
        <w:t>tu dois t</w:t>
      </w:r>
      <w:r>
        <w:t>’</w:t>
      </w:r>
      <w:r w:rsidR="00636A18">
        <w:t>ennuyer d</w:t>
      </w:r>
      <w:r>
        <w:t>’</w:t>
      </w:r>
      <w:r w:rsidR="00636A18">
        <w:t>être seul</w:t>
      </w:r>
      <w:r>
        <w:t xml:space="preserve">. </w:t>
      </w:r>
      <w:r w:rsidR="00636A18">
        <w:t>Tout à l</w:t>
      </w:r>
      <w:r>
        <w:t>’</w:t>
      </w:r>
      <w:r w:rsidR="00636A18">
        <w:t>heure</w:t>
      </w:r>
      <w:r>
        <w:t xml:space="preserve">, </w:t>
      </w:r>
      <w:r w:rsidR="00636A18">
        <w:t>nous irons au jardin</w:t>
      </w:r>
      <w:r>
        <w:t xml:space="preserve"> ; </w:t>
      </w:r>
      <w:r w:rsidR="00636A18">
        <w:t xml:space="preserve">il y a longtemps que nous </w:t>
      </w:r>
      <w:proofErr w:type="gramStart"/>
      <w:r w:rsidR="00636A18">
        <w:t>n</w:t>
      </w:r>
      <w:r>
        <w:t>’</w:t>
      </w:r>
      <w:r w:rsidR="00636A18">
        <w:t>avons pas été</w:t>
      </w:r>
      <w:proofErr w:type="gramEnd"/>
      <w:r w:rsidR="00636A18">
        <w:t xml:space="preserve"> voir le jardin</w:t>
      </w:r>
      <w:r>
        <w:t xml:space="preserve"> ; </w:t>
      </w:r>
      <w:r w:rsidR="00636A18">
        <w:t>les poires doivent êtres mûres</w:t>
      </w:r>
      <w:r>
        <w:t> ! »</w:t>
      </w:r>
    </w:p>
    <w:p w14:paraId="146AFE63" w14:textId="77777777" w:rsidR="00D37400" w:rsidRDefault="00636A18">
      <w:r>
        <w:t>Alors j</w:t>
      </w:r>
      <w:r w:rsidR="00D37400">
        <w:t>’</w:t>
      </w:r>
      <w:r>
        <w:t>allais faire un tour à la cuisine</w:t>
      </w:r>
      <w:r w:rsidR="00D37400">
        <w:t xml:space="preserve">, </w:t>
      </w:r>
      <w:r>
        <w:t xml:space="preserve">auprès de </w:t>
      </w:r>
      <w:proofErr w:type="spellStart"/>
      <w:r>
        <w:t>Frentzel</w:t>
      </w:r>
      <w:proofErr w:type="spellEnd"/>
      <w:r w:rsidR="00D37400">
        <w:t xml:space="preserve">, </w:t>
      </w:r>
      <w:r>
        <w:t>ou dans la cour</w:t>
      </w:r>
      <w:r w:rsidR="00D37400">
        <w:t xml:space="preserve">, </w:t>
      </w:r>
      <w:r>
        <w:t>derrière le bûcher</w:t>
      </w:r>
      <w:r w:rsidR="00D37400">
        <w:t xml:space="preserve">, </w:t>
      </w:r>
      <w:r>
        <w:t>caresser les petits chats</w:t>
      </w:r>
      <w:r w:rsidR="00D37400">
        <w:t xml:space="preserve">, </w:t>
      </w:r>
      <w:r>
        <w:t>ou visiter le capitaine Latour</w:t>
      </w:r>
      <w:r w:rsidR="00D37400">
        <w:t xml:space="preserve">, </w:t>
      </w:r>
      <w:r>
        <w:t>notre locataire</w:t>
      </w:r>
      <w:r w:rsidR="00D37400">
        <w:t xml:space="preserve">, </w:t>
      </w:r>
      <w:r>
        <w:t>qui m</w:t>
      </w:r>
      <w:r w:rsidR="00D37400">
        <w:t>’</w:t>
      </w:r>
      <w:r>
        <w:t>apprenait à compter sur mes doigts jusqu</w:t>
      </w:r>
      <w:r w:rsidR="00D37400">
        <w:t>’</w:t>
      </w:r>
      <w:r>
        <w:t>à cent</w:t>
      </w:r>
      <w:r w:rsidR="00D37400">
        <w:t xml:space="preserve">, </w:t>
      </w:r>
      <w:r>
        <w:t>et qui riait en me voyant sauter les derniers chiffres pour arriver plus vite à la fin</w:t>
      </w:r>
      <w:r w:rsidR="00D37400">
        <w:t xml:space="preserve">, </w:t>
      </w:r>
      <w:r>
        <w:t>parce qu</w:t>
      </w:r>
      <w:r w:rsidR="00D37400">
        <w:t>’</w:t>
      </w:r>
      <w:r>
        <w:t>il me promettait un sou</w:t>
      </w:r>
      <w:r w:rsidR="00D37400">
        <w:t>.</w:t>
      </w:r>
    </w:p>
    <w:p w14:paraId="10A3033F" w14:textId="77777777" w:rsidR="00D37400" w:rsidRDefault="00636A18">
      <w:r>
        <w:t>Malheureusement tout cela n</w:t>
      </w:r>
      <w:r w:rsidR="00D37400">
        <w:t>’</w:t>
      </w:r>
      <w:r>
        <w:t>empêchait pas mon pauvre ami Florentin d</w:t>
      </w:r>
      <w:r w:rsidR="00D37400">
        <w:t>’</w:t>
      </w:r>
      <w:r>
        <w:t>être bien désolé</w:t>
      </w:r>
      <w:r w:rsidR="00D37400">
        <w:t xml:space="preserve">, </w:t>
      </w:r>
      <w:r>
        <w:t>depuis qu</w:t>
      </w:r>
      <w:r w:rsidR="00D37400">
        <w:t>’</w:t>
      </w:r>
      <w:r>
        <w:t>on avait sacrifié Reichstadt à l</w:t>
      </w:r>
      <w:r w:rsidR="00D37400">
        <w:t>’</w:t>
      </w:r>
      <w:r>
        <w:t>avancement</w:t>
      </w:r>
      <w:r w:rsidR="00D37400">
        <w:t>.</w:t>
      </w:r>
    </w:p>
    <w:p w14:paraId="60FFF879" w14:textId="77777777" w:rsidR="00D37400" w:rsidRDefault="00D37400">
      <w:r>
        <w:t>« </w:t>
      </w:r>
      <w:r w:rsidR="00636A18">
        <w:t>Oh</w:t>
      </w:r>
      <w:r>
        <w:t xml:space="preserve"> ! </w:t>
      </w:r>
      <w:r w:rsidR="00636A18">
        <w:t>George Mouton</w:t>
      </w:r>
      <w:r>
        <w:t xml:space="preserve">, </w:t>
      </w:r>
      <w:r w:rsidR="00636A18">
        <w:t>s</w:t>
      </w:r>
      <w:r>
        <w:t>’</w:t>
      </w:r>
      <w:r w:rsidR="00636A18">
        <w:t>écriait-il quelquefois</w:t>
      </w:r>
      <w:r>
        <w:t xml:space="preserve">, </w:t>
      </w:r>
      <w:r w:rsidR="00636A18">
        <w:t>George Mouton</w:t>
      </w:r>
      <w:r>
        <w:t xml:space="preserve">, </w:t>
      </w:r>
      <w:r w:rsidR="00636A18">
        <w:t>que l</w:t>
      </w:r>
      <w:r>
        <w:t>’</w:t>
      </w:r>
      <w:r w:rsidR="00636A18">
        <w:t xml:space="preserve">empereur appelait le plus beau colonel de la grande </w:t>
      </w:r>
      <w:r w:rsidR="000027DC">
        <w:t>armée</w:t>
      </w:r>
      <w:r>
        <w:t xml:space="preserve"> !… </w:t>
      </w:r>
      <w:r w:rsidR="00636A18">
        <w:t>Gérard</w:t>
      </w:r>
      <w:r>
        <w:t xml:space="preserve">, </w:t>
      </w:r>
      <w:r w:rsidR="00636A18">
        <w:t>qu</w:t>
      </w:r>
      <w:r>
        <w:t>’</w:t>
      </w:r>
      <w:r w:rsidR="00636A18">
        <w:t>il avait promis de faire m</w:t>
      </w:r>
      <w:r w:rsidR="00636A18">
        <w:t>a</w:t>
      </w:r>
      <w:r w:rsidR="00636A18">
        <w:t>réchal à la première bataille</w:t>
      </w:r>
      <w:r>
        <w:t xml:space="preserve"> ; </w:t>
      </w:r>
      <w:r w:rsidR="00636A18">
        <w:t>Soult</w:t>
      </w:r>
      <w:r>
        <w:t xml:space="preserve">, </w:t>
      </w:r>
      <w:r w:rsidR="00636A18">
        <w:t>qu</w:t>
      </w:r>
      <w:r>
        <w:t>’</w:t>
      </w:r>
      <w:r w:rsidR="00636A18">
        <w:t>il nommait le plus grand m</w:t>
      </w:r>
      <w:r w:rsidR="00636A18">
        <w:t>a</w:t>
      </w:r>
      <w:r w:rsidR="00636A18">
        <w:t>nœuvrier de l</w:t>
      </w:r>
      <w:r>
        <w:t>’</w:t>
      </w:r>
      <w:r w:rsidR="00636A18">
        <w:t>Europe</w:t>
      </w:r>
      <w:r>
        <w:t xml:space="preserve">, </w:t>
      </w:r>
      <w:r w:rsidR="00636A18">
        <w:t>et vous tous</w:t>
      </w:r>
      <w:r>
        <w:t xml:space="preserve">, </w:t>
      </w:r>
      <w:r w:rsidR="00636A18">
        <w:t>ses anciens compagnons d</w:t>
      </w:r>
      <w:r>
        <w:t>’</w:t>
      </w:r>
      <w:r w:rsidR="00636A18">
        <w:t>honneur et de gloire</w:t>
      </w:r>
      <w:r>
        <w:t xml:space="preserve">, </w:t>
      </w:r>
      <w:r w:rsidR="00636A18">
        <w:t>vous abandonnez son fils</w:t>
      </w:r>
      <w:r>
        <w:t xml:space="preserve"> !… </w:t>
      </w:r>
      <w:r w:rsidR="00636A18">
        <w:t>Ô malheur</w:t>
      </w:r>
      <w:r>
        <w:t xml:space="preserve"> ! </w:t>
      </w:r>
      <w:r w:rsidR="00636A18">
        <w:t>Ô misère</w:t>
      </w:r>
      <w:r>
        <w:t xml:space="preserve"> !… </w:t>
      </w:r>
      <w:r w:rsidR="00636A18">
        <w:t>Oh</w:t>
      </w:r>
      <w:r>
        <w:t xml:space="preserve"> ! </w:t>
      </w:r>
      <w:r w:rsidR="00636A18">
        <w:t>qui jamais aurait pu croire qu</w:t>
      </w:r>
      <w:r>
        <w:t>’</w:t>
      </w:r>
      <w:r w:rsidR="00636A18">
        <w:t>une pareille chose arriverait</w:t>
      </w:r>
      <w:r>
        <w:t> ?</w:t>
      </w:r>
    </w:p>
    <w:p w14:paraId="3D7A9FD8" w14:textId="77777777" w:rsidR="00D37400" w:rsidRDefault="00D37400">
      <w:r>
        <w:t>— </w:t>
      </w:r>
      <w:r w:rsidR="00636A18">
        <w:t>Mais</w:t>
      </w:r>
      <w:r>
        <w:t xml:space="preserve">, </w:t>
      </w:r>
      <w:r w:rsidR="00636A18">
        <w:t>Florentin</w:t>
      </w:r>
      <w:r>
        <w:t xml:space="preserve">, </w:t>
      </w:r>
      <w:r w:rsidR="00636A18">
        <w:t xml:space="preserve">criait </w:t>
      </w:r>
      <w:proofErr w:type="spellStart"/>
      <w:r w:rsidR="00636A18">
        <w:t>Frentzel</w:t>
      </w:r>
      <w:proofErr w:type="spellEnd"/>
      <w:r>
        <w:t xml:space="preserve">, </w:t>
      </w:r>
      <w:r w:rsidR="00636A18">
        <w:t>il ne manque de rien</w:t>
      </w:r>
      <w:r>
        <w:t xml:space="preserve">, </w:t>
      </w:r>
      <w:r w:rsidR="00636A18">
        <w:t>ce garçon-là</w:t>
      </w:r>
      <w:r>
        <w:t xml:space="preserve">, </w:t>
      </w:r>
      <w:r w:rsidR="00636A18">
        <w:t xml:space="preserve">dans son château de </w:t>
      </w:r>
      <w:proofErr w:type="spellStart"/>
      <w:r w:rsidR="00636A18">
        <w:t>Schœnbrunn</w:t>
      </w:r>
      <w:proofErr w:type="spellEnd"/>
      <w:r>
        <w:t xml:space="preserve"> ; </w:t>
      </w:r>
      <w:r w:rsidR="00636A18">
        <w:t>il vit comme un coq en pâte</w:t>
      </w:r>
      <w:r>
        <w:t xml:space="preserve">. </w:t>
      </w:r>
      <w:r w:rsidR="00636A18">
        <w:t>Je me suis même laissé dire que son Metternich l</w:t>
      </w:r>
      <w:r>
        <w:t>’</w:t>
      </w:r>
      <w:r w:rsidR="00636A18">
        <w:t xml:space="preserve">abreuve de </w:t>
      </w:r>
      <w:proofErr w:type="spellStart"/>
      <w:r w:rsidR="00636A18">
        <w:t>johannisberg</w:t>
      </w:r>
      <w:proofErr w:type="spellEnd"/>
      <w:r>
        <w:t xml:space="preserve">, </w:t>
      </w:r>
      <w:r w:rsidR="00636A18">
        <w:t>et qu</w:t>
      </w:r>
      <w:r>
        <w:t>’</w:t>
      </w:r>
      <w:r w:rsidR="00636A18">
        <w:t>il a</w:t>
      </w:r>
      <w:r>
        <w:t>…</w:t>
      </w:r>
    </w:p>
    <w:p w14:paraId="740394FA" w14:textId="56EC2CAC" w:rsidR="00636A18" w:rsidRDefault="00D37400">
      <w:pPr>
        <w:rPr>
          <w:szCs w:val="36"/>
        </w:rPr>
      </w:pPr>
      <w:r>
        <w:t>— </w:t>
      </w:r>
      <w:r w:rsidR="00636A18">
        <w:t>Taisez-vous</w:t>
      </w:r>
      <w:r>
        <w:t xml:space="preserve">, </w:t>
      </w:r>
      <w:r w:rsidR="00636A18">
        <w:t>madame</w:t>
      </w:r>
      <w:r>
        <w:t xml:space="preserve">, </w:t>
      </w:r>
      <w:r w:rsidR="00636A18">
        <w:t>criait Florentin</w:t>
      </w:r>
      <w:r>
        <w:t xml:space="preserve">, </w:t>
      </w:r>
      <w:r w:rsidR="00636A18">
        <w:t>indigné</w:t>
      </w:r>
      <w:r>
        <w:t xml:space="preserve"> ; </w:t>
      </w:r>
      <w:r w:rsidR="00636A18">
        <w:t>retenez votre langue empoisonnée</w:t>
      </w:r>
      <w:r>
        <w:t xml:space="preserve">… </w:t>
      </w:r>
      <w:r w:rsidR="00636A18">
        <w:t>Taisez-vous</w:t>
      </w:r>
      <w:r>
        <w:t xml:space="preserve">… </w:t>
      </w:r>
      <w:r w:rsidR="00636A18">
        <w:t>c</w:t>
      </w:r>
      <w:r>
        <w:t>’</w:t>
      </w:r>
      <w:r w:rsidR="00636A18">
        <w:t>est notre emp</w:t>
      </w:r>
      <w:r w:rsidR="00636A18">
        <w:t>e</w:t>
      </w:r>
      <w:r w:rsidR="00636A18">
        <w:t>reur</w:t>
      </w:r>
      <w:r>
        <w:t> ! »</w:t>
      </w:r>
    </w:p>
    <w:p w14:paraId="205D01E8" w14:textId="77777777" w:rsidR="00D37400" w:rsidRDefault="00636A18">
      <w:r>
        <w:t>Il criait si fort</w:t>
      </w:r>
      <w:r w:rsidR="00D37400">
        <w:t xml:space="preserve">, </w:t>
      </w:r>
      <w:r>
        <w:t xml:space="preserve">que </w:t>
      </w:r>
      <w:proofErr w:type="spellStart"/>
      <w:r>
        <w:t>Frentzel</w:t>
      </w:r>
      <w:proofErr w:type="spellEnd"/>
      <w:r>
        <w:t xml:space="preserve"> était bien forcée de se taire</w:t>
      </w:r>
      <w:r w:rsidR="00D37400">
        <w:t>.</w:t>
      </w:r>
    </w:p>
    <w:p w14:paraId="59BADDCD" w14:textId="77777777" w:rsidR="00D37400" w:rsidRDefault="00636A18">
      <w:r>
        <w:lastRenderedPageBreak/>
        <w:t>Je me souviens aussi que plus il devenait mélancolique en pensant au duc de Reichstadt</w:t>
      </w:r>
      <w:r w:rsidR="00D37400">
        <w:t xml:space="preserve">, </w:t>
      </w:r>
      <w:r>
        <w:t>plus il m</w:t>
      </w:r>
      <w:r w:rsidR="00D37400">
        <w:t>’</w:t>
      </w:r>
      <w:r>
        <w:t>aimait</w:t>
      </w:r>
      <w:r w:rsidR="00D37400">
        <w:t xml:space="preserve">. </w:t>
      </w:r>
      <w:r>
        <w:t>À table</w:t>
      </w:r>
      <w:r w:rsidR="00D37400">
        <w:t xml:space="preserve">, </w:t>
      </w:r>
      <w:r>
        <w:t>c</w:t>
      </w:r>
      <w:r w:rsidR="00D37400">
        <w:t>’</w:t>
      </w:r>
      <w:r>
        <w:t>est moi qu</w:t>
      </w:r>
      <w:r w:rsidR="00D37400">
        <w:t>’</w:t>
      </w:r>
      <w:r>
        <w:t>il servait le premier</w:t>
      </w:r>
      <w:r w:rsidR="00D37400">
        <w:t>.</w:t>
      </w:r>
    </w:p>
    <w:p w14:paraId="3FBE039C" w14:textId="77777777" w:rsidR="00D37400" w:rsidRDefault="00D37400">
      <w:r>
        <w:t>« </w:t>
      </w:r>
      <w:r w:rsidR="00636A18">
        <w:t>Tiens</w:t>
      </w:r>
      <w:r>
        <w:t xml:space="preserve">, </w:t>
      </w:r>
      <w:r w:rsidR="00636A18">
        <w:t>faisait-il</w:t>
      </w:r>
      <w:r>
        <w:t xml:space="preserve">, </w:t>
      </w:r>
      <w:r w:rsidR="00636A18">
        <w:t>mange</w:t>
      </w:r>
      <w:r>
        <w:t xml:space="preserve">, </w:t>
      </w:r>
      <w:r w:rsidR="00636A18">
        <w:t>mon ami</w:t>
      </w:r>
      <w:r>
        <w:t xml:space="preserve"> ; </w:t>
      </w:r>
      <w:r w:rsidR="00636A18">
        <w:t>je n</w:t>
      </w:r>
      <w:r>
        <w:t>’</w:t>
      </w:r>
      <w:r w:rsidR="00636A18">
        <w:t>ai plus d</w:t>
      </w:r>
      <w:r>
        <w:t>’</w:t>
      </w:r>
      <w:r w:rsidR="00636A18">
        <w:t>autre ami que toi</w:t>
      </w:r>
      <w:r>
        <w:t xml:space="preserve"> ; </w:t>
      </w:r>
      <w:r w:rsidR="00636A18">
        <w:t>au moins</w:t>
      </w:r>
      <w:r>
        <w:t xml:space="preserve">, </w:t>
      </w:r>
      <w:r w:rsidR="00636A18">
        <w:t>toi</w:t>
      </w:r>
      <w:r>
        <w:t xml:space="preserve">, </w:t>
      </w:r>
      <w:r w:rsidR="00636A18">
        <w:t>tu ne m</w:t>
      </w:r>
      <w:r>
        <w:t>’</w:t>
      </w:r>
      <w:r w:rsidR="00636A18">
        <w:t>abandonnerais jamais</w:t>
      </w:r>
      <w:r>
        <w:t xml:space="preserve">, </w:t>
      </w:r>
      <w:r w:rsidR="00636A18">
        <w:t>n</w:t>
      </w:r>
      <w:r>
        <w:t>’</w:t>
      </w:r>
      <w:r w:rsidR="00636A18">
        <w:t>est-ce pas</w:t>
      </w:r>
      <w:r>
        <w:t> ?</w:t>
      </w:r>
    </w:p>
    <w:p w14:paraId="6AF64D1F" w14:textId="77777777" w:rsidR="00D37400" w:rsidRDefault="00D37400">
      <w:r>
        <w:t>— </w:t>
      </w:r>
      <w:r w:rsidR="00636A18">
        <w:t>Oh</w:t>
      </w:r>
      <w:r>
        <w:t xml:space="preserve"> ! </w:t>
      </w:r>
      <w:r w:rsidR="00636A18">
        <w:t>non</w:t>
      </w:r>
      <w:r>
        <w:t xml:space="preserve">, </w:t>
      </w:r>
      <w:r w:rsidR="00636A18">
        <w:t>mon ami</w:t>
      </w:r>
      <w:r>
        <w:t>.</w:t>
      </w:r>
    </w:p>
    <w:p w14:paraId="4F0B48FC" w14:textId="77777777" w:rsidR="00D37400" w:rsidRDefault="00D37400">
      <w:r>
        <w:t>— </w:t>
      </w:r>
      <w:r w:rsidR="00636A18">
        <w:t>Tu m</w:t>
      </w:r>
      <w:r>
        <w:t>’</w:t>
      </w:r>
      <w:r w:rsidR="00636A18">
        <w:t>aimes bien</w:t>
      </w:r>
      <w:r>
        <w:t> ?</w:t>
      </w:r>
    </w:p>
    <w:p w14:paraId="1BE457BC" w14:textId="77777777" w:rsidR="00D37400" w:rsidRDefault="00D37400">
      <w:r>
        <w:t>— </w:t>
      </w:r>
      <w:r w:rsidR="00636A18">
        <w:t>Oui</w:t>
      </w:r>
      <w:r>
        <w:t>.</w:t>
      </w:r>
    </w:p>
    <w:p w14:paraId="6EFF7FD2" w14:textId="77777777" w:rsidR="00D37400" w:rsidRDefault="00D37400">
      <w:r>
        <w:t>— </w:t>
      </w:r>
      <w:r w:rsidR="00636A18">
        <w:t>Tenez</w:t>
      </w:r>
      <w:r>
        <w:t xml:space="preserve">, </w:t>
      </w:r>
      <w:r w:rsidR="00636A18">
        <w:t>madame</w:t>
      </w:r>
      <w:r>
        <w:t xml:space="preserve">, </w:t>
      </w:r>
      <w:r w:rsidR="00636A18">
        <w:t xml:space="preserve">disait-il à </w:t>
      </w:r>
      <w:proofErr w:type="spellStart"/>
      <w:r w:rsidR="00636A18">
        <w:t>Frentzel</w:t>
      </w:r>
      <w:proofErr w:type="spellEnd"/>
      <w:r>
        <w:t xml:space="preserve">, </w:t>
      </w:r>
      <w:r w:rsidR="00636A18">
        <w:t>en lui lançant un r</w:t>
      </w:r>
      <w:r w:rsidR="00636A18">
        <w:t>e</w:t>
      </w:r>
      <w:r w:rsidR="00636A18">
        <w:t>gard sévère</w:t>
      </w:r>
      <w:r>
        <w:t xml:space="preserve">, </w:t>
      </w:r>
      <w:r w:rsidR="00636A18">
        <w:t>cet enfant a plus de cœur que toute la ville e</w:t>
      </w:r>
      <w:r w:rsidR="00636A18">
        <w:t>n</w:t>
      </w:r>
      <w:r w:rsidR="00636A18">
        <w:t>semble</w:t>
      </w:r>
      <w:r>
        <w:t xml:space="preserve">. </w:t>
      </w:r>
      <w:r w:rsidR="00636A18">
        <w:t>Ce n</w:t>
      </w:r>
      <w:r>
        <w:t>’</w:t>
      </w:r>
      <w:r w:rsidR="00636A18">
        <w:t>est pas lui qui renierait son drapeau</w:t>
      </w:r>
      <w:r>
        <w:t xml:space="preserve"> ; </w:t>
      </w:r>
      <w:r w:rsidR="00636A18">
        <w:t>il se ferait hacher pour son empereur</w:t>
      </w:r>
      <w:r>
        <w:t xml:space="preserve">, </w:t>
      </w:r>
      <w:r w:rsidR="00636A18">
        <w:t>n</w:t>
      </w:r>
      <w:r>
        <w:t>’</w:t>
      </w:r>
      <w:r w:rsidR="00636A18">
        <w:t>est-ce pas</w:t>
      </w:r>
      <w:r>
        <w:t xml:space="preserve">, </w:t>
      </w:r>
      <w:r w:rsidR="00636A18">
        <w:t>mon ami</w:t>
      </w:r>
      <w:r>
        <w:t> ?</w:t>
      </w:r>
    </w:p>
    <w:p w14:paraId="63301C04" w14:textId="220683EB" w:rsidR="00636A18" w:rsidRDefault="00D37400">
      <w:pPr>
        <w:rPr>
          <w:szCs w:val="36"/>
        </w:rPr>
      </w:pPr>
      <w:r>
        <w:t>— </w:t>
      </w:r>
      <w:r w:rsidR="00636A18">
        <w:t>Oui</w:t>
      </w:r>
      <w:r>
        <w:t xml:space="preserve"> !… </w:t>
      </w:r>
      <w:r w:rsidR="00636A18">
        <w:t>oui</w:t>
      </w:r>
      <w:r>
        <w:t xml:space="preserve"> !… </w:t>
      </w:r>
      <w:r w:rsidR="00636A18">
        <w:t>criais-je</w:t>
      </w:r>
      <w:r>
        <w:t xml:space="preserve">, </w:t>
      </w:r>
      <w:r w:rsidR="00636A18">
        <w:t>les poings fermés</w:t>
      </w:r>
      <w:r>
        <w:t xml:space="preserve">, </w:t>
      </w:r>
      <w:r w:rsidR="00636A18">
        <w:t>plein d</w:t>
      </w:r>
      <w:r>
        <w:t>’</w:t>
      </w:r>
      <w:r w:rsidR="00636A18">
        <w:t>enthousiasme</w:t>
      </w:r>
      <w:r>
        <w:t xml:space="preserve"> ; </w:t>
      </w:r>
      <w:r w:rsidR="00636A18">
        <w:t>oui</w:t>
      </w:r>
      <w:r>
        <w:t xml:space="preserve">… </w:t>
      </w:r>
      <w:r w:rsidR="00636A18">
        <w:t>vive l</w:t>
      </w:r>
      <w:r>
        <w:t>’</w:t>
      </w:r>
      <w:r w:rsidR="00636A18">
        <w:t>empereur</w:t>
      </w:r>
      <w:r>
        <w:t> ! »</w:t>
      </w:r>
    </w:p>
    <w:p w14:paraId="1BC88A48" w14:textId="77777777" w:rsidR="00D37400" w:rsidRDefault="00636A18">
      <w:r w:rsidRPr="00372D3A">
        <w:t>Alors ses yeux se troublaient</w:t>
      </w:r>
      <w:r w:rsidR="00D37400">
        <w:t xml:space="preserve">, </w:t>
      </w:r>
      <w:r w:rsidRPr="00372D3A">
        <w:t>et il me disait</w:t>
      </w:r>
      <w:r>
        <w:t xml:space="preserve"> d</w:t>
      </w:r>
      <w:r w:rsidR="00D37400">
        <w:t>’</w:t>
      </w:r>
      <w:r>
        <w:t>un ton grave</w:t>
      </w:r>
      <w:r w:rsidR="00D37400">
        <w:t> :</w:t>
      </w:r>
    </w:p>
    <w:p w14:paraId="378A5167" w14:textId="5AD796FF" w:rsidR="00636A18" w:rsidRDefault="00D37400">
      <w:pPr>
        <w:rPr>
          <w:szCs w:val="36"/>
        </w:rPr>
      </w:pPr>
      <w:r>
        <w:t>« </w:t>
      </w:r>
      <w:r w:rsidR="00636A18">
        <w:t>Il n</w:t>
      </w:r>
      <w:r>
        <w:t>’</w:t>
      </w:r>
      <w:r w:rsidR="00636A18">
        <w:t>y a plus que nous deux pour soutenir l</w:t>
      </w:r>
      <w:r>
        <w:t>’</w:t>
      </w:r>
      <w:r w:rsidR="00636A18">
        <w:t>honneur de la France</w:t>
      </w:r>
      <w:r>
        <w:t xml:space="preserve">… </w:t>
      </w:r>
      <w:r w:rsidR="00636A18">
        <w:t>Viens ici</w:t>
      </w:r>
      <w:r>
        <w:t xml:space="preserve">, </w:t>
      </w:r>
      <w:r w:rsidR="00636A18">
        <w:t>mon ami</w:t>
      </w:r>
      <w:r>
        <w:t>. »</w:t>
      </w:r>
    </w:p>
    <w:p w14:paraId="471B52C9" w14:textId="77777777" w:rsidR="00D37400" w:rsidRDefault="00636A18">
      <w:r>
        <w:t>Il me tendait les bras</w:t>
      </w:r>
      <w:r w:rsidR="00D37400">
        <w:t xml:space="preserve">, </w:t>
      </w:r>
      <w:r>
        <w:t>et nous nous embrassions</w:t>
      </w:r>
      <w:r w:rsidR="00D37400">
        <w:t>.</w:t>
      </w:r>
    </w:p>
    <w:p w14:paraId="09777983" w14:textId="77777777" w:rsidR="00D37400" w:rsidRDefault="00636A18">
      <w:r>
        <w:t>Après dîner</w:t>
      </w:r>
      <w:r w:rsidR="00D37400">
        <w:t xml:space="preserve">, </w:t>
      </w:r>
      <w:r>
        <w:t>nous allions dans notre petit jardin</w:t>
      </w:r>
      <w:r w:rsidR="00D37400">
        <w:t xml:space="preserve">, </w:t>
      </w:r>
      <w:r>
        <w:t>car mon ami ne voulait plus voir personne</w:t>
      </w:r>
      <w:r w:rsidR="00D37400">
        <w:t xml:space="preserve">. </w:t>
      </w:r>
      <w:r>
        <w:t>Au moins là</w:t>
      </w:r>
      <w:r w:rsidR="00D37400">
        <w:t xml:space="preserve">, </w:t>
      </w:r>
      <w:r>
        <w:t>dans l</w:t>
      </w:r>
      <w:r w:rsidR="00D37400">
        <w:t>’</w:t>
      </w:r>
      <w:r>
        <w:t>ombre des grands peupliers</w:t>
      </w:r>
      <w:r w:rsidR="00D37400">
        <w:t xml:space="preserve">, </w:t>
      </w:r>
      <w:r>
        <w:t>derrière les poiriers et les pommiers cou</w:t>
      </w:r>
      <w:r>
        <w:t>r</w:t>
      </w:r>
      <w:r>
        <w:t>bés sous les fruits</w:t>
      </w:r>
      <w:r w:rsidR="00D37400">
        <w:t xml:space="preserve">, </w:t>
      </w:r>
      <w:r>
        <w:t>au milieu des carrés de choux et de haricots</w:t>
      </w:r>
      <w:r w:rsidR="00D37400">
        <w:t xml:space="preserve">, </w:t>
      </w:r>
      <w:r>
        <w:t>loin du genre humain</w:t>
      </w:r>
      <w:r w:rsidR="00D37400">
        <w:t xml:space="preserve">, </w:t>
      </w:r>
      <w:r>
        <w:t>nous avions un peu de calme</w:t>
      </w:r>
      <w:r w:rsidR="00D37400">
        <w:t xml:space="preserve"> ; </w:t>
      </w:r>
      <w:r>
        <w:t>nous n</w:t>
      </w:r>
      <w:r w:rsidR="00D37400">
        <w:t>’</w:t>
      </w:r>
      <w:r>
        <w:t>entendions plus crier</w:t>
      </w:r>
      <w:r w:rsidR="00D37400">
        <w:t> :</w:t>
      </w:r>
    </w:p>
    <w:p w14:paraId="012FE569" w14:textId="7E43C8B3" w:rsidR="00636A18" w:rsidRDefault="00D37400">
      <w:r>
        <w:t>« </w:t>
      </w:r>
      <w:r w:rsidR="00636A18">
        <w:t>Vive le roi</w:t>
      </w:r>
      <w:r>
        <w:t xml:space="preserve"> !… </w:t>
      </w:r>
      <w:r w:rsidR="00636A18">
        <w:t>vive Louis-Philippe</w:t>
      </w:r>
      <w:r>
        <w:t> ! »</w:t>
      </w:r>
    </w:p>
    <w:p w14:paraId="2A5059B7" w14:textId="77777777" w:rsidR="00D37400" w:rsidRDefault="00636A18">
      <w:r>
        <w:lastRenderedPageBreak/>
        <w:t>C</w:t>
      </w:r>
      <w:r w:rsidR="00D37400">
        <w:t>’</w:t>
      </w:r>
      <w:r>
        <w:t>étaient les seuls instants où Florentin jouissait d</w:t>
      </w:r>
      <w:r w:rsidR="00D37400">
        <w:t>’</w:t>
      </w:r>
      <w:r>
        <w:t>un peu de tranquillité</w:t>
      </w:r>
      <w:r w:rsidR="00D37400">
        <w:t xml:space="preserve">, </w:t>
      </w:r>
      <w:r>
        <w:t>en bêchant ses plates-bandes et cueillant ses l</w:t>
      </w:r>
      <w:r>
        <w:t>é</w:t>
      </w:r>
      <w:r>
        <w:t>gumes dans son panier déposé au bord de l</w:t>
      </w:r>
      <w:r w:rsidR="00D37400">
        <w:t>’</w:t>
      </w:r>
      <w:r>
        <w:t>allée</w:t>
      </w:r>
      <w:r w:rsidR="00D37400">
        <w:t>.</w:t>
      </w:r>
    </w:p>
    <w:p w14:paraId="61E14D61" w14:textId="77777777" w:rsidR="00D37400" w:rsidRDefault="00636A18">
      <w:r>
        <w:t>Moi</w:t>
      </w:r>
      <w:r w:rsidR="00D37400">
        <w:t xml:space="preserve">, </w:t>
      </w:r>
      <w:r>
        <w:t>je dormais dans sa baraque</w:t>
      </w:r>
      <w:r w:rsidR="00D37400">
        <w:t xml:space="preserve">, </w:t>
      </w:r>
      <w:r>
        <w:t>et quand je m</w:t>
      </w:r>
      <w:r w:rsidR="00D37400">
        <w:t>’</w:t>
      </w:r>
      <w:r>
        <w:t>éveillais</w:t>
      </w:r>
      <w:r w:rsidR="00D37400">
        <w:t xml:space="preserve">, </w:t>
      </w:r>
      <w:r>
        <w:t>il me donnait une poire de bon-chrétien bien mûre à manger</w:t>
      </w:r>
      <w:r w:rsidR="00D37400">
        <w:t xml:space="preserve">, </w:t>
      </w:r>
      <w:r>
        <w:t>en me disant</w:t>
      </w:r>
      <w:r w:rsidR="00D37400">
        <w:t> :</w:t>
      </w:r>
    </w:p>
    <w:p w14:paraId="423F22C1" w14:textId="678E8716" w:rsidR="00636A18" w:rsidRDefault="00D37400">
      <w:r>
        <w:t>« </w:t>
      </w:r>
      <w:r w:rsidR="00636A18">
        <w:t>Mords là-dedans</w:t>
      </w:r>
      <w:r>
        <w:t xml:space="preserve">… </w:t>
      </w:r>
      <w:r w:rsidR="00636A18">
        <w:t>Hein</w:t>
      </w:r>
      <w:r>
        <w:t xml:space="preserve"> ! </w:t>
      </w:r>
      <w:r w:rsidR="00636A18">
        <w:t>que c</w:t>
      </w:r>
      <w:r>
        <w:t>’</w:t>
      </w:r>
      <w:r w:rsidR="00636A18">
        <w:t>est bon</w:t>
      </w:r>
      <w:r>
        <w:t> ! »</w:t>
      </w:r>
    </w:p>
    <w:p w14:paraId="2767BD75" w14:textId="77777777" w:rsidR="00D37400" w:rsidRDefault="00636A18">
      <w:pPr>
        <w:rPr>
          <w:szCs w:val="36"/>
        </w:rPr>
      </w:pPr>
      <w:r>
        <w:t>Puis il me cueillait quelques prunes reine-Claude des plus mûres</w:t>
      </w:r>
      <w:r w:rsidR="00D37400">
        <w:t xml:space="preserve">, </w:t>
      </w:r>
      <w:r>
        <w:t>des plus mielleuses</w:t>
      </w:r>
      <w:r w:rsidR="00D37400">
        <w:t xml:space="preserve">, </w:t>
      </w:r>
      <w:r>
        <w:t>dans une feuille de chou</w:t>
      </w:r>
      <w:r w:rsidR="00D37400">
        <w:t xml:space="preserve">, </w:t>
      </w:r>
      <w:r>
        <w:t>et</w:t>
      </w:r>
      <w:r w:rsidR="00D37400">
        <w:t xml:space="preserve">, </w:t>
      </w:r>
      <w:r>
        <w:t>assis à l</w:t>
      </w:r>
      <w:r w:rsidR="00D37400">
        <w:t>’</w:t>
      </w:r>
      <w:r>
        <w:t>ombre de la baraque</w:t>
      </w:r>
      <w:r w:rsidR="00D37400">
        <w:t xml:space="preserve">, </w:t>
      </w:r>
      <w:r>
        <w:t>derrière la treille où pendaient les grappes de raisin</w:t>
      </w:r>
      <w:r w:rsidR="00D37400">
        <w:t xml:space="preserve">, </w:t>
      </w:r>
      <w:r>
        <w:rPr>
          <w:szCs w:val="36"/>
        </w:rPr>
        <w:t>nous vidions sa petite chopine de vin en ca</w:t>
      </w:r>
      <w:r>
        <w:rPr>
          <w:szCs w:val="36"/>
        </w:rPr>
        <w:t>s</w:t>
      </w:r>
      <w:r>
        <w:rPr>
          <w:szCs w:val="36"/>
        </w:rPr>
        <w:t>sant une croûte</w:t>
      </w:r>
      <w:r w:rsidR="00D37400">
        <w:rPr>
          <w:szCs w:val="36"/>
        </w:rPr>
        <w:t>.</w:t>
      </w:r>
    </w:p>
    <w:p w14:paraId="7E53672D" w14:textId="77777777" w:rsidR="00D37400" w:rsidRDefault="00636A18">
      <w:r>
        <w:t>Quelquefois</w:t>
      </w:r>
      <w:r w:rsidR="00D37400">
        <w:t xml:space="preserve">, </w:t>
      </w:r>
      <w:r>
        <w:t>le souvenir de ses anciennes campagnes lui revenait</w:t>
      </w:r>
      <w:r w:rsidR="00D37400">
        <w:t> :</w:t>
      </w:r>
    </w:p>
    <w:p w14:paraId="495417CD" w14:textId="51DBF503" w:rsidR="00636A18" w:rsidRDefault="00D37400">
      <w:r>
        <w:t>« </w:t>
      </w:r>
      <w:r w:rsidR="00636A18">
        <w:t>C</w:t>
      </w:r>
      <w:r>
        <w:t>’</w:t>
      </w:r>
      <w:r w:rsidR="00636A18">
        <w:t>est aujourd</w:t>
      </w:r>
      <w:r>
        <w:t>’</w:t>
      </w:r>
      <w:r w:rsidR="00636A18">
        <w:t>hui un jour de bonheur</w:t>
      </w:r>
      <w:r>
        <w:t xml:space="preserve">, </w:t>
      </w:r>
      <w:r w:rsidR="00636A18">
        <w:t>disait-il</w:t>
      </w:r>
      <w:r>
        <w:t xml:space="preserve">, </w:t>
      </w:r>
      <w:r w:rsidR="00636A18">
        <w:t>le jour de tel combat</w:t>
      </w:r>
      <w:r>
        <w:t xml:space="preserve">. </w:t>
      </w:r>
      <w:r w:rsidR="00636A18">
        <w:t>Aujourd</w:t>
      </w:r>
      <w:r>
        <w:t>’</w:t>
      </w:r>
      <w:r w:rsidR="00636A18">
        <w:t>hui</w:t>
      </w:r>
      <w:r>
        <w:t xml:space="preserve">, </w:t>
      </w:r>
      <w:r w:rsidR="00636A18">
        <w:t>nous avons traversé le Tagliamento pour entrer dans le Tyrol</w:t>
      </w:r>
      <w:r>
        <w:t xml:space="preserve">, </w:t>
      </w:r>
      <w:r w:rsidR="00636A18">
        <w:t>ou le Rhin pour courir sur Francfort</w:t>
      </w:r>
      <w:r>
        <w:t xml:space="preserve">, </w:t>
      </w:r>
      <w:r w:rsidR="00636A18">
        <w:t>ou le Danube pour marcher sur Vienne</w:t>
      </w:r>
      <w:r>
        <w:t xml:space="preserve">. </w:t>
      </w:r>
      <w:r w:rsidR="00636A18">
        <w:t>Aujourd</w:t>
      </w:r>
      <w:r>
        <w:t>’</w:t>
      </w:r>
      <w:r w:rsidR="00636A18">
        <w:t>hui</w:t>
      </w:r>
      <w:r>
        <w:t xml:space="preserve">, </w:t>
      </w:r>
      <w:r w:rsidR="00636A18">
        <w:t>nous avons rencontré les Prussiens ou les Russes à tel endroit</w:t>
      </w:r>
      <w:r>
        <w:t xml:space="preserve">… </w:t>
      </w:r>
      <w:r w:rsidR="00636A18">
        <w:t>Le colonel un tel a été tué</w:t>
      </w:r>
      <w:r>
        <w:t xml:space="preserve">… </w:t>
      </w:r>
      <w:r w:rsidR="00636A18">
        <w:t>un tel l</w:t>
      </w:r>
      <w:r>
        <w:t>’</w:t>
      </w:r>
      <w:r w:rsidR="00636A18">
        <w:t>a remplacé</w:t>
      </w:r>
      <w:r>
        <w:t>. »</w:t>
      </w:r>
    </w:p>
    <w:p w14:paraId="7B08D7F7" w14:textId="77777777" w:rsidR="00D37400" w:rsidRDefault="00636A18">
      <w:r>
        <w:t>Puis il rêvait</w:t>
      </w:r>
      <w:r w:rsidR="00D37400">
        <w:t>.</w:t>
      </w:r>
    </w:p>
    <w:p w14:paraId="73739D64" w14:textId="50157BD3" w:rsidR="00D37400" w:rsidRDefault="00636A18">
      <w:r>
        <w:t>Et si je lui demandais ce qu</w:t>
      </w:r>
      <w:r w:rsidR="00D37400">
        <w:t>’</w:t>
      </w:r>
      <w:r>
        <w:t>il était et ce qu</w:t>
      </w:r>
      <w:r w:rsidR="00D37400">
        <w:t>’</w:t>
      </w:r>
      <w:r>
        <w:t>il faisait alors</w:t>
      </w:r>
      <w:r w:rsidR="00D37400">
        <w:t xml:space="preserve">, </w:t>
      </w:r>
      <w:r>
        <w:t>Florentin se mettait à me raconter tous les mouvements du 10</w:t>
      </w:r>
      <w:r w:rsidR="00D37400">
        <w:t>1</w:t>
      </w:r>
      <w:r w:rsidR="00D37400" w:rsidRPr="00D37400">
        <w:rPr>
          <w:vertAlign w:val="superscript"/>
        </w:rPr>
        <w:t>e</w:t>
      </w:r>
      <w:r w:rsidR="00D37400">
        <w:t xml:space="preserve">, </w:t>
      </w:r>
      <w:r>
        <w:t>ses marches</w:t>
      </w:r>
      <w:r w:rsidR="00D37400">
        <w:t xml:space="preserve">, </w:t>
      </w:r>
      <w:r>
        <w:t>ses contre-marches</w:t>
      </w:r>
      <w:r w:rsidR="00D37400">
        <w:t xml:space="preserve">, </w:t>
      </w:r>
      <w:r>
        <w:t>ses conversions à droite</w:t>
      </w:r>
      <w:r w:rsidR="00D37400">
        <w:t xml:space="preserve">, </w:t>
      </w:r>
      <w:r>
        <w:t>à gauche pendant la bataille</w:t>
      </w:r>
      <w:r w:rsidR="00D37400">
        <w:t xml:space="preserve"> : </w:t>
      </w:r>
      <w:r>
        <w:t>l</w:t>
      </w:r>
      <w:r w:rsidR="00D37400">
        <w:t>’</w:t>
      </w:r>
      <w:r>
        <w:t>attaque</w:t>
      </w:r>
      <w:r w:rsidR="00D37400">
        <w:t xml:space="preserve">, </w:t>
      </w:r>
      <w:r>
        <w:t>la retraite</w:t>
      </w:r>
      <w:r w:rsidR="00D37400">
        <w:t xml:space="preserve">, </w:t>
      </w:r>
      <w:r>
        <w:t>les déploi</w:t>
      </w:r>
      <w:r>
        <w:t>e</w:t>
      </w:r>
      <w:r>
        <w:t>ments en tirailleurs</w:t>
      </w:r>
      <w:r w:rsidR="00D37400">
        <w:t xml:space="preserve">, </w:t>
      </w:r>
      <w:r>
        <w:t>la position des batteries</w:t>
      </w:r>
      <w:r w:rsidR="00D37400">
        <w:t xml:space="preserve">, </w:t>
      </w:r>
      <w:r>
        <w:t>l</w:t>
      </w:r>
      <w:r w:rsidR="00D37400">
        <w:t>’</w:t>
      </w:r>
      <w:r>
        <w:t>attaque à la baïonnette</w:t>
      </w:r>
      <w:r w:rsidR="00D37400">
        <w:t xml:space="preserve">, </w:t>
      </w:r>
      <w:r>
        <w:t>etc</w:t>
      </w:r>
      <w:r w:rsidR="00D37400">
        <w:t>.</w:t>
      </w:r>
    </w:p>
    <w:p w14:paraId="3F6BA3D7" w14:textId="77777777" w:rsidR="00D37400" w:rsidRDefault="00636A18">
      <w:r>
        <w:t>À force de l</w:t>
      </w:r>
      <w:r w:rsidR="00D37400">
        <w:t>’</w:t>
      </w:r>
      <w:r>
        <w:t>entendre</w:t>
      </w:r>
      <w:r w:rsidR="00D37400">
        <w:t xml:space="preserve">, </w:t>
      </w:r>
      <w:r>
        <w:t>j</w:t>
      </w:r>
      <w:r w:rsidR="00D37400">
        <w:t>’</w:t>
      </w:r>
      <w:r>
        <w:t>avais fini par le comprendre</w:t>
      </w:r>
      <w:r w:rsidR="00D37400">
        <w:t xml:space="preserve">, </w:t>
      </w:r>
      <w:r>
        <w:t>car il était très clair dans ses explications et me montrait à terre</w:t>
      </w:r>
      <w:r w:rsidR="00D37400">
        <w:t xml:space="preserve">, </w:t>
      </w:r>
      <w:r>
        <w:lastRenderedPageBreak/>
        <w:t>avec sa canne</w:t>
      </w:r>
      <w:r w:rsidR="00D37400">
        <w:t xml:space="preserve">, </w:t>
      </w:r>
      <w:r>
        <w:t>les accidents de terrain</w:t>
      </w:r>
      <w:r w:rsidR="00D37400">
        <w:t xml:space="preserve">, </w:t>
      </w:r>
      <w:r>
        <w:t>en entrant dans tous les d</w:t>
      </w:r>
      <w:r>
        <w:t>é</w:t>
      </w:r>
      <w:r>
        <w:t>tails nécessaires à mon intelligence</w:t>
      </w:r>
      <w:r w:rsidR="00D37400">
        <w:t>.</w:t>
      </w:r>
    </w:p>
    <w:p w14:paraId="0B1B5BA6" w14:textId="77777777" w:rsidR="00D37400" w:rsidRDefault="00636A18">
      <w:r>
        <w:t>Nous ne formions en quelque sorte à la fin qu</w:t>
      </w:r>
      <w:r w:rsidR="00D37400">
        <w:t>’</w:t>
      </w:r>
      <w:r>
        <w:t>une seule et même personne</w:t>
      </w:r>
      <w:r w:rsidR="00D37400">
        <w:t xml:space="preserve">, </w:t>
      </w:r>
      <w:r>
        <w:t>tant nous étions d</w:t>
      </w:r>
      <w:r w:rsidR="00D37400">
        <w:t>’</w:t>
      </w:r>
      <w:r>
        <w:t>accord sur les choses de sa vie et sur ses opinions personnelles</w:t>
      </w:r>
      <w:r w:rsidR="00D37400">
        <w:t>.</w:t>
      </w:r>
    </w:p>
    <w:p w14:paraId="5D776B5E" w14:textId="77777777" w:rsidR="00D37400" w:rsidRDefault="00636A18">
      <w:r>
        <w:t>Un matin</w:t>
      </w:r>
      <w:r w:rsidR="00D37400">
        <w:t xml:space="preserve">, </w:t>
      </w:r>
      <w:r>
        <w:t>trois semaines environ après la révolution</w:t>
      </w:r>
      <w:r w:rsidR="00D37400">
        <w:t xml:space="preserve">, </w:t>
      </w:r>
      <w:r>
        <w:t>étant là bien tranquilles</w:t>
      </w:r>
      <w:r w:rsidR="00D37400">
        <w:t xml:space="preserve">, </w:t>
      </w:r>
      <w:r>
        <w:t>tout à coup nous entendîmes au loin</w:t>
      </w:r>
      <w:r w:rsidR="00D37400">
        <w:t xml:space="preserve">, </w:t>
      </w:r>
      <w:r>
        <w:t>sur la route de Sarrebourg</w:t>
      </w:r>
      <w:r w:rsidR="00D37400">
        <w:t xml:space="preserve">, </w:t>
      </w:r>
      <w:r>
        <w:t>un grand mouvement de marche</w:t>
      </w:r>
      <w:r w:rsidR="00D37400">
        <w:t xml:space="preserve">, </w:t>
      </w:r>
      <w:r>
        <w:t>et Fl</w:t>
      </w:r>
      <w:r>
        <w:t>o</w:t>
      </w:r>
      <w:r>
        <w:t>rentin</w:t>
      </w:r>
      <w:r w:rsidR="00D37400">
        <w:t xml:space="preserve">, </w:t>
      </w:r>
      <w:r>
        <w:t>prêtant l</w:t>
      </w:r>
      <w:r w:rsidR="00D37400">
        <w:t>’</w:t>
      </w:r>
      <w:r>
        <w:t>oreille</w:t>
      </w:r>
      <w:r w:rsidR="00D37400">
        <w:t xml:space="preserve">, </w:t>
      </w:r>
      <w:r>
        <w:t>dit</w:t>
      </w:r>
      <w:r w:rsidR="00D37400">
        <w:t> :</w:t>
      </w:r>
    </w:p>
    <w:p w14:paraId="7BB96799" w14:textId="3397B13E" w:rsidR="00636A18" w:rsidRDefault="00D37400">
      <w:pPr>
        <w:rPr>
          <w:szCs w:val="36"/>
        </w:rPr>
      </w:pPr>
      <w:r>
        <w:t>« </w:t>
      </w:r>
      <w:r w:rsidR="00636A18">
        <w:t>Là-bas</w:t>
      </w:r>
      <w:r>
        <w:t xml:space="preserve">, </w:t>
      </w:r>
      <w:r w:rsidR="00636A18">
        <w:t>sur la côte de Mittelbronn</w:t>
      </w:r>
      <w:r>
        <w:t xml:space="preserve">, </w:t>
      </w:r>
      <w:r w:rsidR="00636A18">
        <w:t>s</w:t>
      </w:r>
      <w:r>
        <w:t>’</w:t>
      </w:r>
      <w:r w:rsidR="00636A18">
        <w:t>avance une masse en colonne</w:t>
      </w:r>
      <w:r>
        <w:t>. »</w:t>
      </w:r>
    </w:p>
    <w:p w14:paraId="56B020A4" w14:textId="77777777" w:rsidR="00D37400" w:rsidRDefault="00636A18">
      <w:pPr>
        <w:rPr>
          <w:i/>
          <w:iCs/>
        </w:rPr>
      </w:pPr>
      <w:r>
        <w:t>En effet</w:t>
      </w:r>
      <w:r w:rsidR="00D37400">
        <w:t xml:space="preserve">, </w:t>
      </w:r>
      <w:r>
        <w:t>au bout d</w:t>
      </w:r>
      <w:r w:rsidR="00D37400">
        <w:t>’</w:t>
      </w:r>
      <w:r>
        <w:t>un quart d</w:t>
      </w:r>
      <w:r w:rsidR="00D37400">
        <w:t>’</w:t>
      </w:r>
      <w:r>
        <w:t>heure</w:t>
      </w:r>
      <w:r w:rsidR="00D37400">
        <w:t xml:space="preserve">, </w:t>
      </w:r>
      <w:r>
        <w:t>nous vîmes s</w:t>
      </w:r>
      <w:r w:rsidR="00D37400">
        <w:t>’</w:t>
      </w:r>
      <w:r>
        <w:t>élever quelques flots de poussière en arrière de la côte</w:t>
      </w:r>
      <w:r w:rsidR="00D37400">
        <w:t xml:space="preserve"> ; </w:t>
      </w:r>
      <w:r>
        <w:t>puis nous e</w:t>
      </w:r>
      <w:r>
        <w:t>n</w:t>
      </w:r>
      <w:r>
        <w:t>tendîmes des voix tumultueuses et nous vîmes enfin déboucher sur la route</w:t>
      </w:r>
      <w:r w:rsidR="00D37400">
        <w:t xml:space="preserve">, </w:t>
      </w:r>
      <w:r>
        <w:t>derrière le rideau des peupliers</w:t>
      </w:r>
      <w:r w:rsidR="00D37400">
        <w:t xml:space="preserve">, </w:t>
      </w:r>
      <w:r>
        <w:t>une longue file d</w:t>
      </w:r>
      <w:r w:rsidR="00D37400">
        <w:t>’</w:t>
      </w:r>
      <w:r>
        <w:t>hommes marchant par trois</w:t>
      </w:r>
      <w:r w:rsidR="00D37400">
        <w:t xml:space="preserve">, </w:t>
      </w:r>
      <w:r>
        <w:t>par quatre</w:t>
      </w:r>
      <w:r w:rsidR="00D37400">
        <w:t xml:space="preserve">, </w:t>
      </w:r>
      <w:r>
        <w:t>et qui</w:t>
      </w:r>
      <w:r w:rsidR="00D37400">
        <w:t xml:space="preserve">, </w:t>
      </w:r>
      <w:r>
        <w:t>en découvrant Phalsbourg</w:t>
      </w:r>
      <w:r w:rsidR="00D37400">
        <w:t xml:space="preserve">, </w:t>
      </w:r>
      <w:r>
        <w:t>ses bastions et ses remparts</w:t>
      </w:r>
      <w:r w:rsidR="00D37400">
        <w:t xml:space="preserve">, </w:t>
      </w:r>
      <w:r>
        <w:t xml:space="preserve">se mirent à chanter la </w:t>
      </w:r>
      <w:r>
        <w:rPr>
          <w:i/>
          <w:iCs/>
        </w:rPr>
        <w:t>Marseillaise</w:t>
      </w:r>
      <w:r w:rsidR="00D37400">
        <w:rPr>
          <w:i/>
          <w:iCs/>
        </w:rPr>
        <w:t>.</w:t>
      </w:r>
    </w:p>
    <w:p w14:paraId="7D50F91A" w14:textId="77777777" w:rsidR="00D37400" w:rsidRDefault="00636A18">
      <w:r>
        <w:t>C</w:t>
      </w:r>
      <w:r w:rsidR="00D37400">
        <w:t>’</w:t>
      </w:r>
      <w:r>
        <w:t>étaient les combattants de juillet</w:t>
      </w:r>
      <w:r w:rsidR="00D37400">
        <w:t xml:space="preserve">, </w:t>
      </w:r>
      <w:r>
        <w:t>engagés volontaires à cause des bruits de guerre européenne</w:t>
      </w:r>
      <w:r w:rsidR="00D37400">
        <w:t xml:space="preserve">, </w:t>
      </w:r>
      <w:r>
        <w:t>et qu</w:t>
      </w:r>
      <w:r w:rsidR="00D37400">
        <w:t>’</w:t>
      </w:r>
      <w:r>
        <w:t>on allait répandre dans les régiments</w:t>
      </w:r>
      <w:r w:rsidR="00D37400">
        <w:t xml:space="preserve">, </w:t>
      </w:r>
      <w:r>
        <w:t>pour les discipliner</w:t>
      </w:r>
      <w:r w:rsidR="00D37400">
        <w:t>.</w:t>
      </w:r>
    </w:p>
    <w:p w14:paraId="636D9E1E" w14:textId="77777777" w:rsidR="00D37400" w:rsidRDefault="00636A18">
      <w:r>
        <w:t>Leurs principaux dépôts se trouvaient à Metz et à Stra</w:t>
      </w:r>
      <w:r>
        <w:t>s</w:t>
      </w:r>
      <w:r>
        <w:t>bourg</w:t>
      </w:r>
      <w:r w:rsidR="00D37400">
        <w:t>.</w:t>
      </w:r>
    </w:p>
    <w:p w14:paraId="69A98BDE" w14:textId="77777777" w:rsidR="00D37400" w:rsidRDefault="00636A18">
      <w:r>
        <w:t>Ils s</w:t>
      </w:r>
      <w:r w:rsidR="00D37400">
        <w:t>’</w:t>
      </w:r>
      <w:r>
        <w:t>avançaient donc</w:t>
      </w:r>
      <w:r w:rsidR="00D37400">
        <w:t xml:space="preserve">, </w:t>
      </w:r>
      <w:r>
        <w:t>et mon ami Florentin</w:t>
      </w:r>
      <w:r w:rsidR="00D37400">
        <w:t xml:space="preserve">, </w:t>
      </w:r>
      <w:r>
        <w:t>en bras de chemise</w:t>
      </w:r>
      <w:r w:rsidR="00D37400">
        <w:t xml:space="preserve">, </w:t>
      </w:r>
      <w:r>
        <w:t>son grand chapeau de paille penché sur la nuque</w:t>
      </w:r>
      <w:r w:rsidR="00D37400">
        <w:t xml:space="preserve">, </w:t>
      </w:r>
      <w:r>
        <w:t>me prenant par la main</w:t>
      </w:r>
      <w:r w:rsidR="00D37400">
        <w:t xml:space="preserve">, </w:t>
      </w:r>
      <w:r>
        <w:t>sortit sur la porte du jardin et regarda déf</w:t>
      </w:r>
      <w:r>
        <w:t>i</w:t>
      </w:r>
      <w:r>
        <w:t>ler ces gens d</w:t>
      </w:r>
      <w:r w:rsidR="00D37400">
        <w:t>’</w:t>
      </w:r>
      <w:r>
        <w:t>un œil grave</w:t>
      </w:r>
      <w:r w:rsidR="00D37400">
        <w:t>.</w:t>
      </w:r>
    </w:p>
    <w:p w14:paraId="2AACCF1A" w14:textId="77777777" w:rsidR="00D37400" w:rsidRDefault="00636A18">
      <w:pPr>
        <w:rPr>
          <w:szCs w:val="36"/>
        </w:rPr>
      </w:pPr>
      <w:r>
        <w:t>Il y en avait de toute sorte</w:t>
      </w:r>
      <w:r w:rsidR="00D37400">
        <w:t xml:space="preserve">, </w:t>
      </w:r>
      <w:r>
        <w:t>les uns déguenillés</w:t>
      </w:r>
      <w:r w:rsidR="00D37400">
        <w:t xml:space="preserve">, </w:t>
      </w:r>
      <w:r>
        <w:t>les autres habillés proprement</w:t>
      </w:r>
      <w:r w:rsidR="00D37400">
        <w:t xml:space="preserve">, </w:t>
      </w:r>
      <w:r>
        <w:t>en blouse</w:t>
      </w:r>
      <w:r w:rsidR="00D37400">
        <w:t xml:space="preserve">, </w:t>
      </w:r>
      <w:r>
        <w:t>en habit bourgeois</w:t>
      </w:r>
      <w:r w:rsidR="00D37400">
        <w:t xml:space="preserve">, </w:t>
      </w:r>
      <w:r>
        <w:t xml:space="preserve">en </w:t>
      </w:r>
      <w:r>
        <w:lastRenderedPageBreak/>
        <w:t>chapeau</w:t>
      </w:r>
      <w:r w:rsidR="00D37400">
        <w:t xml:space="preserve">, </w:t>
      </w:r>
      <w:r>
        <w:t>en casquette</w:t>
      </w:r>
      <w:r w:rsidR="00D37400">
        <w:t xml:space="preserve">, </w:t>
      </w:r>
      <w:r>
        <w:t>des rasés et des barbus</w:t>
      </w:r>
      <w:r w:rsidR="00D37400">
        <w:t xml:space="preserve"> : </w:t>
      </w:r>
      <w:r>
        <w:t xml:space="preserve">des </w:t>
      </w:r>
      <w:r>
        <w:rPr>
          <w:szCs w:val="36"/>
        </w:rPr>
        <w:t>chiffonniers</w:t>
      </w:r>
      <w:r w:rsidR="00D37400">
        <w:rPr>
          <w:szCs w:val="36"/>
        </w:rPr>
        <w:t xml:space="preserve">, </w:t>
      </w:r>
      <w:r>
        <w:rPr>
          <w:szCs w:val="36"/>
        </w:rPr>
        <w:t>des e</w:t>
      </w:r>
      <w:r>
        <w:rPr>
          <w:szCs w:val="36"/>
        </w:rPr>
        <w:t>m</w:t>
      </w:r>
      <w:r>
        <w:rPr>
          <w:szCs w:val="36"/>
        </w:rPr>
        <w:t>ployés de commerce</w:t>
      </w:r>
      <w:r w:rsidR="00D37400">
        <w:rPr>
          <w:szCs w:val="36"/>
        </w:rPr>
        <w:t xml:space="preserve">, </w:t>
      </w:r>
      <w:r>
        <w:rPr>
          <w:szCs w:val="36"/>
        </w:rPr>
        <w:t>des manœuvres</w:t>
      </w:r>
      <w:r w:rsidR="00D37400">
        <w:rPr>
          <w:szCs w:val="36"/>
        </w:rPr>
        <w:t xml:space="preserve">, </w:t>
      </w:r>
      <w:r>
        <w:rPr>
          <w:szCs w:val="36"/>
        </w:rPr>
        <w:t>des scribes</w:t>
      </w:r>
      <w:r w:rsidR="00D37400">
        <w:rPr>
          <w:szCs w:val="36"/>
        </w:rPr>
        <w:t xml:space="preserve">, </w:t>
      </w:r>
      <w:r>
        <w:rPr>
          <w:szCs w:val="36"/>
        </w:rPr>
        <w:t>des gens de métier</w:t>
      </w:r>
      <w:r w:rsidR="00D37400">
        <w:rPr>
          <w:szCs w:val="36"/>
        </w:rPr>
        <w:t xml:space="preserve">, </w:t>
      </w:r>
      <w:r>
        <w:rPr>
          <w:szCs w:val="36"/>
        </w:rPr>
        <w:t>et tout cela se devinait à leur marche et à leur figure</w:t>
      </w:r>
      <w:r w:rsidR="00D37400">
        <w:rPr>
          <w:szCs w:val="36"/>
        </w:rPr>
        <w:t>.</w:t>
      </w:r>
    </w:p>
    <w:p w14:paraId="6F5CE1FD" w14:textId="77777777" w:rsidR="00D37400" w:rsidRDefault="00636A18">
      <w:r>
        <w:t>Ils chantaient en levant leurs chapeaux d</w:t>
      </w:r>
      <w:r w:rsidR="00D37400">
        <w:t>’</w:t>
      </w:r>
      <w:r>
        <w:t>un air d</w:t>
      </w:r>
      <w:r w:rsidR="00D37400">
        <w:t>’</w:t>
      </w:r>
      <w:r>
        <w:t>enthousiasme</w:t>
      </w:r>
      <w:r w:rsidR="00D37400">
        <w:t xml:space="preserve"> ; </w:t>
      </w:r>
      <w:r>
        <w:t>des sous-officiers d</w:t>
      </w:r>
      <w:r w:rsidR="00D37400">
        <w:t>’</w:t>
      </w:r>
      <w:r>
        <w:t>infanterie les accomp</w:t>
      </w:r>
      <w:r>
        <w:t>a</w:t>
      </w:r>
      <w:r>
        <w:t>gnaient</w:t>
      </w:r>
      <w:r w:rsidR="00D37400">
        <w:t xml:space="preserve">. </w:t>
      </w:r>
      <w:r>
        <w:t>Tous étaient blancs de poussière</w:t>
      </w:r>
      <w:r w:rsidR="00D37400">
        <w:t>.</w:t>
      </w:r>
    </w:p>
    <w:p w14:paraId="6A78AABF" w14:textId="77777777" w:rsidR="00D37400" w:rsidRDefault="00636A18">
      <w:r>
        <w:t>Enfin</w:t>
      </w:r>
      <w:r w:rsidR="00D37400">
        <w:t xml:space="preserve">, </w:t>
      </w:r>
      <w:r>
        <w:t>quand les derniers</w:t>
      </w:r>
      <w:r w:rsidR="00D37400">
        <w:t xml:space="preserve">, </w:t>
      </w:r>
      <w:r>
        <w:t>traînant un peu la jambe et h</w:t>
      </w:r>
      <w:r>
        <w:t>â</w:t>
      </w:r>
      <w:r>
        <w:t>tant le pas</w:t>
      </w:r>
      <w:r w:rsidR="00D37400">
        <w:t xml:space="preserve">, </w:t>
      </w:r>
      <w:r>
        <w:t>pour rejoindre la queue de colonne</w:t>
      </w:r>
      <w:r w:rsidR="00D37400">
        <w:t xml:space="preserve">, </w:t>
      </w:r>
      <w:r>
        <w:t>eurent défilé</w:t>
      </w:r>
      <w:r w:rsidR="00D37400">
        <w:t xml:space="preserve">, </w:t>
      </w:r>
      <w:r>
        <w:t>Florentin me dit</w:t>
      </w:r>
      <w:r w:rsidR="00D37400">
        <w:t> :</w:t>
      </w:r>
    </w:p>
    <w:p w14:paraId="5B621BAF" w14:textId="59569AAC" w:rsidR="00636A18" w:rsidRDefault="00D37400">
      <w:r>
        <w:t>« </w:t>
      </w:r>
      <w:r w:rsidR="00636A18">
        <w:t>Tiens</w:t>
      </w:r>
      <w:r>
        <w:t xml:space="preserve">, </w:t>
      </w:r>
      <w:r w:rsidR="00636A18">
        <w:t>mon ami</w:t>
      </w:r>
      <w:r>
        <w:t xml:space="preserve">, </w:t>
      </w:r>
      <w:r w:rsidR="00636A18">
        <w:t>voilà les jacobins en 1792</w:t>
      </w:r>
      <w:r>
        <w:t xml:space="preserve">, </w:t>
      </w:r>
      <w:r w:rsidR="00636A18">
        <w:t>lorsqu</w:t>
      </w:r>
      <w:r>
        <w:t>’</w:t>
      </w:r>
      <w:r w:rsidR="00636A18">
        <w:t>ils vi</w:t>
      </w:r>
      <w:r w:rsidR="00636A18">
        <w:t>n</w:t>
      </w:r>
      <w:r w:rsidR="00636A18">
        <w:t>rent rejoindre l</w:t>
      </w:r>
      <w:r>
        <w:t>’</w:t>
      </w:r>
      <w:r w:rsidR="00636A18">
        <w:t>armée de Custine et de Houchard</w:t>
      </w:r>
      <w:r>
        <w:t xml:space="preserve">, </w:t>
      </w:r>
      <w:r w:rsidR="00636A18">
        <w:t>sous Thio</w:t>
      </w:r>
      <w:r w:rsidR="00636A18">
        <w:t>n</w:t>
      </w:r>
      <w:r w:rsidR="00636A18">
        <w:t>ville</w:t>
      </w:r>
      <w:r>
        <w:t xml:space="preserve">… </w:t>
      </w:r>
      <w:r w:rsidR="00636A18">
        <w:t>les voilà</w:t>
      </w:r>
      <w:r>
        <w:t xml:space="preserve"> !… </w:t>
      </w:r>
      <w:r w:rsidR="00636A18">
        <w:t>C</w:t>
      </w:r>
      <w:r>
        <w:t>’</w:t>
      </w:r>
      <w:r w:rsidR="00636A18">
        <w:t>étaient les légions de Popincourt</w:t>
      </w:r>
      <w:r>
        <w:t xml:space="preserve">, </w:t>
      </w:r>
      <w:r w:rsidR="00636A18">
        <w:t>des Droits de l</w:t>
      </w:r>
      <w:r>
        <w:t>’</w:t>
      </w:r>
      <w:r w:rsidR="00636A18">
        <w:t>homme</w:t>
      </w:r>
      <w:r>
        <w:t xml:space="preserve">, </w:t>
      </w:r>
      <w:r w:rsidR="00636A18">
        <w:t>etc</w:t>
      </w:r>
      <w:r>
        <w:t xml:space="preserve">. </w:t>
      </w:r>
      <w:r w:rsidR="00636A18">
        <w:t xml:space="preserve">Ils chantaient la </w:t>
      </w:r>
      <w:r w:rsidR="00636A18">
        <w:rPr>
          <w:i/>
          <w:iCs/>
        </w:rPr>
        <w:t>Carmagnole</w:t>
      </w:r>
      <w:r>
        <w:rPr>
          <w:i/>
          <w:iCs/>
        </w:rPr>
        <w:t xml:space="preserve"> ; </w:t>
      </w:r>
      <w:r w:rsidR="00636A18">
        <w:t xml:space="preserve">la </w:t>
      </w:r>
      <w:r w:rsidR="00636A18">
        <w:rPr>
          <w:i/>
          <w:iCs/>
        </w:rPr>
        <w:t xml:space="preserve">Marseillaise </w:t>
      </w:r>
      <w:r w:rsidR="00636A18">
        <w:t>n</w:t>
      </w:r>
      <w:r>
        <w:t>’</w:t>
      </w:r>
      <w:r w:rsidR="00636A18">
        <w:t>est venue que l</w:t>
      </w:r>
      <w:r>
        <w:t>’</w:t>
      </w:r>
      <w:r w:rsidR="00636A18">
        <w:t>année suivante</w:t>
      </w:r>
      <w:r>
        <w:t xml:space="preserve">, </w:t>
      </w:r>
      <w:r w:rsidR="00636A18">
        <w:t>à l</w:t>
      </w:r>
      <w:r>
        <w:t>’</w:t>
      </w:r>
      <w:r w:rsidR="00636A18">
        <w:t>armée du Rhin</w:t>
      </w:r>
      <w:r>
        <w:t>. »</w:t>
      </w:r>
    </w:p>
    <w:p w14:paraId="2B1E8F66" w14:textId="77777777" w:rsidR="00D37400" w:rsidRDefault="00636A18">
      <w:r>
        <w:t>Cette vue l</w:t>
      </w:r>
      <w:r w:rsidR="00D37400">
        <w:t>’</w:t>
      </w:r>
      <w:r>
        <w:t>avait tout ranimé</w:t>
      </w:r>
      <w:r w:rsidR="00D37400">
        <w:t>.</w:t>
      </w:r>
    </w:p>
    <w:p w14:paraId="1AD42EA0" w14:textId="323B61AA" w:rsidR="00636A18" w:rsidRDefault="00D37400">
      <w:r>
        <w:t>« </w:t>
      </w:r>
      <w:r w:rsidR="00636A18">
        <w:t>Hé</w:t>
      </w:r>
      <w:r>
        <w:t xml:space="preserve"> ! </w:t>
      </w:r>
      <w:r w:rsidR="00636A18">
        <w:t>hé</w:t>
      </w:r>
      <w:r>
        <w:t xml:space="preserve"> ! </w:t>
      </w:r>
      <w:r w:rsidR="00636A18">
        <w:t>disait-il</w:t>
      </w:r>
      <w:r>
        <w:t xml:space="preserve">, </w:t>
      </w:r>
      <w:r w:rsidR="00636A18">
        <w:t>en accrochant sa camisole et son ch</w:t>
      </w:r>
      <w:r w:rsidR="00636A18">
        <w:t>a</w:t>
      </w:r>
      <w:r w:rsidR="00636A18">
        <w:t>peau de paille dans la baraque</w:t>
      </w:r>
      <w:r>
        <w:t xml:space="preserve">… </w:t>
      </w:r>
      <w:r w:rsidR="00636A18">
        <w:t>Hé</w:t>
      </w:r>
      <w:r>
        <w:t xml:space="preserve"> ! </w:t>
      </w:r>
      <w:r w:rsidR="00636A18">
        <w:t>hé</w:t>
      </w:r>
      <w:r>
        <w:t xml:space="preserve"> ! </w:t>
      </w:r>
      <w:r w:rsidR="004D0361">
        <w:t xml:space="preserve">cela </w:t>
      </w:r>
      <w:r w:rsidR="00636A18">
        <w:t>nous a</w:t>
      </w:r>
      <w:r w:rsidR="00636A18">
        <w:t>n</w:t>
      </w:r>
      <w:r w:rsidR="00636A18">
        <w:t>nonce la guerre</w:t>
      </w:r>
      <w:r>
        <w:t xml:space="preserve"> !… </w:t>
      </w:r>
      <w:r w:rsidR="00636A18">
        <w:t>Tout n</w:t>
      </w:r>
      <w:r>
        <w:t>’</w:t>
      </w:r>
      <w:r w:rsidR="00636A18">
        <w:t>est pas fini</w:t>
      </w:r>
      <w:r>
        <w:t xml:space="preserve"> !… </w:t>
      </w:r>
      <w:r w:rsidR="00636A18">
        <w:t>Nous avons Sarrelouis</w:t>
      </w:r>
      <w:r>
        <w:t xml:space="preserve">, </w:t>
      </w:r>
      <w:proofErr w:type="spellStart"/>
      <w:r w:rsidR="00636A18">
        <w:t>Sa</w:t>
      </w:r>
      <w:r w:rsidR="00636A18">
        <w:t>r</w:t>
      </w:r>
      <w:r w:rsidR="00636A18">
        <w:t>rebrück</w:t>
      </w:r>
      <w:proofErr w:type="spellEnd"/>
      <w:r>
        <w:t xml:space="preserve">, </w:t>
      </w:r>
      <w:r w:rsidR="00636A18">
        <w:t>Landau</w:t>
      </w:r>
      <w:r>
        <w:t xml:space="preserve">, </w:t>
      </w:r>
      <w:r w:rsidR="00636A18">
        <w:t>là-bas</w:t>
      </w:r>
      <w:r>
        <w:t xml:space="preserve">, </w:t>
      </w:r>
      <w:r w:rsidR="00636A18">
        <w:t>qu</w:t>
      </w:r>
      <w:r>
        <w:t>’</w:t>
      </w:r>
      <w:r w:rsidR="00636A18">
        <w:t>il faut reprendre</w:t>
      </w:r>
      <w:r>
        <w:t xml:space="preserve">… </w:t>
      </w:r>
      <w:r w:rsidR="00636A18">
        <w:t>la France ne veut pas qu</w:t>
      </w:r>
      <w:r>
        <w:t>’</w:t>
      </w:r>
      <w:r w:rsidR="00636A18">
        <w:t>on l</w:t>
      </w:r>
      <w:r>
        <w:t>’</w:t>
      </w:r>
      <w:r w:rsidR="00636A18">
        <w:t>avale par morceaux</w:t>
      </w:r>
      <w:r>
        <w:t xml:space="preserve">… </w:t>
      </w:r>
      <w:r w:rsidR="00636A18">
        <w:t>Elle se remue</w:t>
      </w:r>
      <w:r>
        <w:t xml:space="preserve">… </w:t>
      </w:r>
      <w:r w:rsidR="00636A18">
        <w:t>Bon</w:t>
      </w:r>
      <w:r>
        <w:t xml:space="preserve"> !… </w:t>
      </w:r>
      <w:r w:rsidR="00636A18">
        <w:t>bon</w:t>
      </w:r>
      <w:r>
        <w:t xml:space="preserve"> !… </w:t>
      </w:r>
      <w:r w:rsidR="00636A18">
        <w:t>du moment qu</w:t>
      </w:r>
      <w:r>
        <w:t>’</w:t>
      </w:r>
      <w:r w:rsidR="00636A18">
        <w:t>on va se battre</w:t>
      </w:r>
      <w:r>
        <w:t xml:space="preserve">, </w:t>
      </w:r>
      <w:r w:rsidR="00636A18">
        <w:t>c</w:t>
      </w:r>
      <w:r>
        <w:t>’</w:t>
      </w:r>
      <w:r w:rsidR="00636A18">
        <w:t>est autre chose</w:t>
      </w:r>
      <w:r>
        <w:t xml:space="preserve">… </w:t>
      </w:r>
      <w:r w:rsidR="00636A18">
        <w:t>Il faut que tout le monde s</w:t>
      </w:r>
      <w:r>
        <w:t>’</w:t>
      </w:r>
      <w:r w:rsidR="00636A18">
        <w:t>en mêle</w:t>
      </w:r>
      <w:r>
        <w:t xml:space="preserve">… </w:t>
      </w:r>
      <w:r w:rsidR="00636A18">
        <w:t>Nous allons voir</w:t>
      </w:r>
      <w:r>
        <w:t xml:space="preserve"> !… </w:t>
      </w:r>
      <w:r w:rsidR="00636A18">
        <w:t>nous allons voir</w:t>
      </w:r>
      <w:r>
        <w:t> !… »</w:t>
      </w:r>
    </w:p>
    <w:p w14:paraId="3C556BC1" w14:textId="77777777" w:rsidR="00D37400" w:rsidRDefault="00636A18">
      <w:r>
        <w:t>Et ce jour-là nous rentrâmes plus joyeux en ville</w:t>
      </w:r>
      <w:r w:rsidR="00D37400">
        <w:t xml:space="preserve">, </w:t>
      </w:r>
      <w:r>
        <w:t>vers trois heures</w:t>
      </w:r>
      <w:r w:rsidR="00D37400">
        <w:t xml:space="preserve">. </w:t>
      </w:r>
      <w:r>
        <w:t>Nous passâmes sur la place d</w:t>
      </w:r>
      <w:r w:rsidR="00D37400">
        <w:t>’</w:t>
      </w:r>
      <w:r>
        <w:t>armes avant de retourner chez nous</w:t>
      </w:r>
      <w:r w:rsidR="00D37400">
        <w:t xml:space="preserve">. </w:t>
      </w:r>
      <w:r>
        <w:t>La presse était grande</w:t>
      </w:r>
      <w:r w:rsidR="00D37400">
        <w:t xml:space="preserve">, </w:t>
      </w:r>
      <w:r>
        <w:t>les nouvelles recrues rec</w:t>
      </w:r>
      <w:r>
        <w:t>e</w:t>
      </w:r>
      <w:r>
        <w:t>vaient leurs billets de logement</w:t>
      </w:r>
      <w:r w:rsidR="00D37400">
        <w:t>.</w:t>
      </w:r>
    </w:p>
    <w:p w14:paraId="6E0874B4" w14:textId="0F4C03D4" w:rsidR="00D37400" w:rsidRDefault="00636A18">
      <w:r>
        <w:lastRenderedPageBreak/>
        <w:t>Nous vîmes là</w:t>
      </w:r>
      <w:r w:rsidR="00D37400">
        <w:t xml:space="preserve">, </w:t>
      </w:r>
      <w:r>
        <w:t>dans la foule</w:t>
      </w:r>
      <w:r w:rsidR="00D37400">
        <w:t xml:space="preserve">, </w:t>
      </w:r>
      <w:r>
        <w:t>Paul et mon père</w:t>
      </w:r>
      <w:r w:rsidR="00D37400">
        <w:t xml:space="preserve"> ; </w:t>
      </w:r>
      <w:r>
        <w:t>ils che</w:t>
      </w:r>
      <w:r>
        <w:t>r</w:t>
      </w:r>
      <w:r>
        <w:t xml:space="preserve">chaient le fils de </w:t>
      </w:r>
      <w:r w:rsidR="00D37400">
        <w:t>M. </w:t>
      </w:r>
      <w:r>
        <w:t>Rigaud</w:t>
      </w:r>
      <w:r w:rsidR="00D37400">
        <w:t xml:space="preserve">, </w:t>
      </w:r>
      <w:r>
        <w:t>de la rue du Faubourg-Poissonnière</w:t>
      </w:r>
      <w:r w:rsidR="00D37400">
        <w:t xml:space="preserve">, </w:t>
      </w:r>
      <w:r>
        <w:t>correspondant de la maison</w:t>
      </w:r>
      <w:r w:rsidR="00D37400">
        <w:t xml:space="preserve">, </w:t>
      </w:r>
      <w:r>
        <w:t>à Paris</w:t>
      </w:r>
      <w:r w:rsidR="00D37400">
        <w:t>.</w:t>
      </w:r>
    </w:p>
    <w:p w14:paraId="117C74DE" w14:textId="737AF53E" w:rsidR="00D37400" w:rsidRDefault="00636A18">
      <w:r>
        <w:t>Mon père avait reçu l</w:t>
      </w:r>
      <w:r w:rsidR="00D37400">
        <w:t>’</w:t>
      </w:r>
      <w:r>
        <w:t xml:space="preserve">avis de </w:t>
      </w:r>
      <w:r w:rsidR="00D37400">
        <w:t>M. </w:t>
      </w:r>
      <w:r>
        <w:t>Rigaud</w:t>
      </w:r>
      <w:r w:rsidR="00D37400">
        <w:t xml:space="preserve">, </w:t>
      </w:r>
      <w:r>
        <w:t>que son fils pass</w:t>
      </w:r>
      <w:r>
        <w:t>e</w:t>
      </w:r>
      <w:r>
        <w:t>rait à Phalsbourg</w:t>
      </w:r>
      <w:r w:rsidR="00D37400">
        <w:t xml:space="preserve"> ; </w:t>
      </w:r>
      <w:r>
        <w:t>on le cherchait</w:t>
      </w:r>
      <w:r w:rsidR="00D37400">
        <w:t>.</w:t>
      </w:r>
    </w:p>
    <w:p w14:paraId="79D32E61" w14:textId="55720025" w:rsidR="00636A18" w:rsidRDefault="00D37400">
      <w:pPr>
        <w:rPr>
          <w:szCs w:val="36"/>
        </w:rPr>
      </w:pPr>
      <w:r>
        <w:t>« </w:t>
      </w:r>
      <w:r w:rsidR="00636A18">
        <w:t>Hé</w:t>
      </w:r>
      <w:r>
        <w:t xml:space="preserve"> ! </w:t>
      </w:r>
      <w:r w:rsidR="00636A18">
        <w:t>le voilà</w:t>
      </w:r>
      <w:r>
        <w:t xml:space="preserve"> !… </w:t>
      </w:r>
      <w:r w:rsidR="00636A18">
        <w:t>cria Paul</w:t>
      </w:r>
      <w:r>
        <w:t xml:space="preserve">, </w:t>
      </w:r>
      <w:r w:rsidR="00636A18">
        <w:t>comme nous arrivions</w:t>
      </w:r>
      <w:r>
        <w:t xml:space="preserve">, </w:t>
      </w:r>
      <w:r w:rsidR="00636A18">
        <w:t>Flore</w:t>
      </w:r>
      <w:r w:rsidR="00636A18">
        <w:t>n</w:t>
      </w:r>
      <w:r w:rsidR="00636A18">
        <w:t>tin et moi</w:t>
      </w:r>
      <w:r>
        <w:t xml:space="preserve">. – </w:t>
      </w:r>
      <w:r w:rsidR="00636A18">
        <w:t>Amédée</w:t>
      </w:r>
      <w:r>
        <w:t> !… »</w:t>
      </w:r>
    </w:p>
    <w:p w14:paraId="793443A9" w14:textId="77777777" w:rsidR="00D37400" w:rsidRDefault="00636A18">
      <w:r>
        <w:t>L</w:t>
      </w:r>
      <w:r w:rsidR="00D37400">
        <w:t>’</w:t>
      </w:r>
      <w:r>
        <w:t>autre se retourna</w:t>
      </w:r>
      <w:r w:rsidR="00D37400">
        <w:t xml:space="preserve">. </w:t>
      </w:r>
      <w:r>
        <w:t>C</w:t>
      </w:r>
      <w:r w:rsidR="00D37400">
        <w:t>’</w:t>
      </w:r>
      <w:r>
        <w:t>était un beau garçon</w:t>
      </w:r>
      <w:r w:rsidR="00D37400">
        <w:t xml:space="preserve">, </w:t>
      </w:r>
      <w:r>
        <w:t>à la mine gaie</w:t>
      </w:r>
      <w:r w:rsidR="00D37400">
        <w:t xml:space="preserve">, </w:t>
      </w:r>
      <w:r>
        <w:t>l</w:t>
      </w:r>
      <w:r w:rsidR="00D37400">
        <w:t>’</w:t>
      </w:r>
      <w:r>
        <w:t>œil vif</w:t>
      </w:r>
      <w:r w:rsidR="00D37400">
        <w:t xml:space="preserve">, </w:t>
      </w:r>
      <w:r>
        <w:t>avec de fines moustaches</w:t>
      </w:r>
      <w:r w:rsidR="00D37400">
        <w:t xml:space="preserve">. </w:t>
      </w:r>
      <w:r>
        <w:t>Il est devenu colonel et s</w:t>
      </w:r>
      <w:r w:rsidR="00D37400">
        <w:t>’</w:t>
      </w:r>
      <w:r>
        <w:t>est fait tuer en Afrique</w:t>
      </w:r>
      <w:r w:rsidR="00D37400">
        <w:t>.</w:t>
      </w:r>
    </w:p>
    <w:p w14:paraId="6354D32D" w14:textId="77777777" w:rsidR="00D37400" w:rsidRDefault="00636A18">
      <w:r>
        <w:t>Paul et lui s</w:t>
      </w:r>
      <w:r w:rsidR="00D37400">
        <w:t>’</w:t>
      </w:r>
      <w:r>
        <w:t>embrassèrent</w:t>
      </w:r>
      <w:r w:rsidR="00D37400">
        <w:t xml:space="preserve">. </w:t>
      </w:r>
      <w:r>
        <w:t>Mon père lui serra la main et le pria de passer la journée chez nous</w:t>
      </w:r>
      <w:r w:rsidR="00D37400">
        <w:t xml:space="preserve">, </w:t>
      </w:r>
      <w:r>
        <w:t>ce qu</w:t>
      </w:r>
      <w:r w:rsidR="00D37400">
        <w:t>’</w:t>
      </w:r>
      <w:r>
        <w:t>il accepta de bon cœur</w:t>
      </w:r>
      <w:r w:rsidR="00D37400">
        <w:t>.</w:t>
      </w:r>
    </w:p>
    <w:p w14:paraId="641A467F" w14:textId="77777777" w:rsidR="00D37400" w:rsidRDefault="00636A18">
      <w:r w:rsidRPr="00E72A6D">
        <w:t>On partait donc</w:t>
      </w:r>
      <w:r w:rsidR="00D37400">
        <w:t xml:space="preserve">, </w:t>
      </w:r>
      <w:r w:rsidRPr="00E72A6D">
        <w:t>bras dessus</w:t>
      </w:r>
      <w:r w:rsidR="00D37400">
        <w:t xml:space="preserve">, </w:t>
      </w:r>
      <w:r>
        <w:t>bras dessous</w:t>
      </w:r>
      <w:r w:rsidR="00D37400">
        <w:t xml:space="preserve">, </w:t>
      </w:r>
      <w:r>
        <w:t>quand</w:t>
      </w:r>
      <w:r w:rsidR="00D37400">
        <w:t xml:space="preserve">, </w:t>
      </w:r>
      <w:r>
        <w:t>au m</w:t>
      </w:r>
      <w:r>
        <w:t>i</w:t>
      </w:r>
      <w:r>
        <w:t>lieu de la cohue</w:t>
      </w:r>
      <w:r w:rsidR="00D37400">
        <w:t xml:space="preserve">, </w:t>
      </w:r>
      <w:r>
        <w:t>apparurent</w:t>
      </w:r>
      <w:r w:rsidR="00D37400">
        <w:t xml:space="preserve">, </w:t>
      </w:r>
      <w:r>
        <w:t>venant de la porte d</w:t>
      </w:r>
      <w:r w:rsidR="00D37400">
        <w:t>’</w:t>
      </w:r>
      <w:r>
        <w:t>Alsace</w:t>
      </w:r>
      <w:r w:rsidR="00D37400">
        <w:t xml:space="preserve">, </w:t>
      </w:r>
      <w:r>
        <w:t>une vingtaine de solides gaillards à cheval</w:t>
      </w:r>
      <w:r w:rsidR="00D37400">
        <w:t xml:space="preserve">, </w:t>
      </w:r>
      <w:r>
        <w:t>des chasseurs bavarois en grande tenue</w:t>
      </w:r>
      <w:r w:rsidR="00D37400">
        <w:t xml:space="preserve"> : </w:t>
      </w:r>
      <w:r>
        <w:t>culotte bleu de ciel</w:t>
      </w:r>
      <w:r w:rsidR="00D37400">
        <w:t xml:space="preserve">, </w:t>
      </w:r>
      <w:r>
        <w:t>petite veste à brand</w:t>
      </w:r>
      <w:r>
        <w:t>e</w:t>
      </w:r>
      <w:r>
        <w:t>bourgs blancs</w:t>
      </w:r>
      <w:r w:rsidR="00D37400">
        <w:t xml:space="preserve">, </w:t>
      </w:r>
      <w:r>
        <w:t>shakos à larges bandes</w:t>
      </w:r>
      <w:r w:rsidR="00D37400">
        <w:t xml:space="preserve">, </w:t>
      </w:r>
      <w:r>
        <w:t>des hommes superbes</w:t>
      </w:r>
      <w:r w:rsidR="00D37400">
        <w:t xml:space="preserve">, </w:t>
      </w:r>
      <w:r>
        <w:t>grands</w:t>
      </w:r>
      <w:r w:rsidR="00D37400">
        <w:t xml:space="preserve">, </w:t>
      </w:r>
      <w:r>
        <w:t>minces</w:t>
      </w:r>
      <w:r w:rsidR="00D37400">
        <w:t xml:space="preserve">, </w:t>
      </w:r>
      <w:r>
        <w:t>la figure hardie</w:t>
      </w:r>
      <w:r w:rsidR="00D37400">
        <w:t xml:space="preserve"> ; </w:t>
      </w:r>
      <w:r>
        <w:t>c</w:t>
      </w:r>
      <w:r w:rsidR="00D37400">
        <w:t>’</w:t>
      </w:r>
      <w:r>
        <w:t>étaient des déserteurs</w:t>
      </w:r>
      <w:r w:rsidR="00D37400">
        <w:t xml:space="preserve">, </w:t>
      </w:r>
      <w:r>
        <w:t>des Français de Landau</w:t>
      </w:r>
      <w:r w:rsidR="00D37400">
        <w:t xml:space="preserve">, </w:t>
      </w:r>
      <w:r>
        <w:t>soumis à la Bavière depuis 1815</w:t>
      </w:r>
      <w:r w:rsidR="00D37400">
        <w:t xml:space="preserve"> ; </w:t>
      </w:r>
      <w:r>
        <w:t>ils rev</w:t>
      </w:r>
      <w:r>
        <w:t>e</w:t>
      </w:r>
      <w:r>
        <w:t>naient chez nous</w:t>
      </w:r>
      <w:r w:rsidR="00D37400">
        <w:t xml:space="preserve">, </w:t>
      </w:r>
      <w:r>
        <w:t>comme c</w:t>
      </w:r>
      <w:r w:rsidR="00D37400">
        <w:t>’</w:t>
      </w:r>
      <w:r>
        <w:t>était tout naturel</w:t>
      </w:r>
      <w:r w:rsidR="00D37400">
        <w:t>.</w:t>
      </w:r>
    </w:p>
    <w:p w14:paraId="6B4506ED" w14:textId="77777777" w:rsidR="00D37400" w:rsidRDefault="00636A18">
      <w:r>
        <w:t>Il en arriva des centaines d</w:t>
      </w:r>
      <w:r w:rsidR="00D37400">
        <w:t>’</w:t>
      </w:r>
      <w:r>
        <w:t>autres pareils</w:t>
      </w:r>
      <w:r w:rsidR="00D37400">
        <w:t xml:space="preserve">, </w:t>
      </w:r>
      <w:r>
        <w:t>en ce temps</w:t>
      </w:r>
      <w:r w:rsidR="00D37400">
        <w:t xml:space="preserve">, </w:t>
      </w:r>
      <w:r>
        <w:t>par petits détachements</w:t>
      </w:r>
      <w:r w:rsidR="00D37400">
        <w:t xml:space="preserve"> ; </w:t>
      </w:r>
      <w:r>
        <w:t>ils voulaient combattre avec nous pour r</w:t>
      </w:r>
      <w:r>
        <w:t>a</w:t>
      </w:r>
      <w:r>
        <w:t>voir leur patrie</w:t>
      </w:r>
      <w:r w:rsidR="00D37400">
        <w:t> !</w:t>
      </w:r>
    </w:p>
    <w:p w14:paraId="5768EBB9" w14:textId="77777777" w:rsidR="00D37400" w:rsidRDefault="00636A18">
      <w:r>
        <w:t>Et le père</w:t>
      </w:r>
      <w:r w:rsidR="00D37400">
        <w:t xml:space="preserve">, </w:t>
      </w:r>
      <w:r>
        <w:t>s</w:t>
      </w:r>
      <w:r w:rsidR="00D37400">
        <w:t>’</w:t>
      </w:r>
      <w:r>
        <w:t>arrêtant une minute avec le chef du détach</w:t>
      </w:r>
      <w:r>
        <w:t>e</w:t>
      </w:r>
      <w:r>
        <w:t>ment</w:t>
      </w:r>
      <w:r w:rsidR="00D37400">
        <w:t xml:space="preserve">, </w:t>
      </w:r>
      <w:r>
        <w:t>la main sur le col de son cheval</w:t>
      </w:r>
      <w:r w:rsidR="00D37400">
        <w:t xml:space="preserve">, </w:t>
      </w:r>
      <w:r>
        <w:t>lui demanda s</w:t>
      </w:r>
      <w:r w:rsidR="00D37400">
        <w:t>’</w:t>
      </w:r>
      <w:r>
        <w:t>il ne co</w:t>
      </w:r>
      <w:r>
        <w:t>n</w:t>
      </w:r>
      <w:r>
        <w:t>naissait pas tel bourgeois de Landau</w:t>
      </w:r>
      <w:r w:rsidR="00D37400">
        <w:t xml:space="preserve">, </w:t>
      </w:r>
      <w:r>
        <w:t>de telle rue</w:t>
      </w:r>
      <w:r w:rsidR="00D37400">
        <w:t xml:space="preserve">, </w:t>
      </w:r>
      <w:r>
        <w:t>et ce qu</w:t>
      </w:r>
      <w:r w:rsidR="00D37400">
        <w:t>’</w:t>
      </w:r>
      <w:r>
        <w:t>il fa</w:t>
      </w:r>
      <w:r>
        <w:t>i</w:t>
      </w:r>
      <w:r>
        <w:t>sait</w:t>
      </w:r>
      <w:r w:rsidR="00D37400">
        <w:t xml:space="preserve">, </w:t>
      </w:r>
      <w:r>
        <w:t>car</w:t>
      </w:r>
      <w:r w:rsidR="00D37400">
        <w:t xml:space="preserve">, </w:t>
      </w:r>
      <w:r>
        <w:t>jusqu</w:t>
      </w:r>
      <w:r w:rsidR="00D37400">
        <w:t>’</w:t>
      </w:r>
      <w:r>
        <w:t>à l</w:t>
      </w:r>
      <w:r w:rsidR="00D37400">
        <w:t>’</w:t>
      </w:r>
      <w:r>
        <w:t>annexion de Landau à la Bavière</w:t>
      </w:r>
      <w:r w:rsidR="00D37400">
        <w:t xml:space="preserve">, </w:t>
      </w:r>
      <w:r>
        <w:t>les deux p</w:t>
      </w:r>
      <w:r>
        <w:t>e</w:t>
      </w:r>
      <w:r>
        <w:t xml:space="preserve">tites villes de Phalsbourg et de Landau frayaient </w:t>
      </w:r>
      <w:r>
        <w:lastRenderedPageBreak/>
        <w:t>ensemble</w:t>
      </w:r>
      <w:r w:rsidR="00D37400">
        <w:t xml:space="preserve"> ; </w:t>
      </w:r>
      <w:r>
        <w:t>nous avions beaucoup de demoiselles mariées là-bas</w:t>
      </w:r>
      <w:r w:rsidR="00D37400">
        <w:t xml:space="preserve">, </w:t>
      </w:r>
      <w:r>
        <w:t>et eux chez nous</w:t>
      </w:r>
      <w:r w:rsidR="00D37400">
        <w:t>.</w:t>
      </w:r>
    </w:p>
    <w:p w14:paraId="6AB42592" w14:textId="77777777" w:rsidR="00D37400" w:rsidRDefault="00636A18">
      <w:r>
        <w:t>Ce garçon-là</w:t>
      </w:r>
      <w:r w:rsidR="00D37400">
        <w:t xml:space="preserve">, </w:t>
      </w:r>
      <w:r>
        <w:t>qui s</w:t>
      </w:r>
      <w:r w:rsidR="00D37400">
        <w:t>’</w:t>
      </w:r>
      <w:r>
        <w:t>appelait Roger Dubourg</w:t>
      </w:r>
      <w:r w:rsidR="00D37400">
        <w:t xml:space="preserve">, </w:t>
      </w:r>
      <w:r>
        <w:t>répondit ga</w:t>
      </w:r>
      <w:r w:rsidR="00E72A6D">
        <w:t>i</w:t>
      </w:r>
      <w:r w:rsidR="00E72A6D">
        <w:t>e</w:t>
      </w:r>
      <w:r>
        <w:t>ment</w:t>
      </w:r>
      <w:r w:rsidR="00E72A6D">
        <w:t xml:space="preserve"> à tout</w:t>
      </w:r>
      <w:r w:rsidR="00D37400">
        <w:t xml:space="preserve">, </w:t>
      </w:r>
      <w:r>
        <w:t>et les autres aussi</w:t>
      </w:r>
      <w:r w:rsidR="00D37400">
        <w:t xml:space="preserve"> ; </w:t>
      </w:r>
      <w:r>
        <w:t>on accourait pour les voir et s</w:t>
      </w:r>
      <w:r w:rsidR="00D37400">
        <w:t>’</w:t>
      </w:r>
      <w:r>
        <w:t>informer des anciens camarades établis à Landau et priso</w:t>
      </w:r>
      <w:r>
        <w:t>n</w:t>
      </w:r>
      <w:r>
        <w:t>niers de l</w:t>
      </w:r>
      <w:r w:rsidR="00D37400">
        <w:t>’</w:t>
      </w:r>
      <w:r>
        <w:t>étranger depuis l</w:t>
      </w:r>
      <w:r w:rsidR="00D37400">
        <w:t>’</w:t>
      </w:r>
      <w:r>
        <w:t>annexion</w:t>
      </w:r>
      <w:r w:rsidR="00D37400">
        <w:t xml:space="preserve">. </w:t>
      </w:r>
      <w:r>
        <w:t>Les femmes</w:t>
      </w:r>
      <w:r w:rsidR="00D37400">
        <w:t xml:space="preserve">, </w:t>
      </w:r>
      <w:r>
        <w:t>les filles</w:t>
      </w:r>
      <w:r w:rsidR="00D37400">
        <w:t xml:space="preserve">, </w:t>
      </w:r>
      <w:r>
        <w:t>e</w:t>
      </w:r>
      <w:r>
        <w:t>n</w:t>
      </w:r>
      <w:r>
        <w:t>fin tout le monde venait les entendre</w:t>
      </w:r>
      <w:r w:rsidR="00D37400">
        <w:t xml:space="preserve">. </w:t>
      </w:r>
      <w:r>
        <w:t>Puis on les emmenait à droite</w:t>
      </w:r>
      <w:r w:rsidR="00D37400">
        <w:t xml:space="preserve">, </w:t>
      </w:r>
      <w:r>
        <w:t>à gauche</w:t>
      </w:r>
      <w:r w:rsidR="00D37400">
        <w:t xml:space="preserve">, </w:t>
      </w:r>
      <w:r>
        <w:t>sans billets de logement</w:t>
      </w:r>
      <w:r w:rsidR="00D37400">
        <w:t xml:space="preserve"> ; </w:t>
      </w:r>
      <w:r>
        <w:t>ils étaient des nôtres</w:t>
      </w:r>
      <w:r w:rsidR="00D37400">
        <w:t>.</w:t>
      </w:r>
    </w:p>
    <w:p w14:paraId="059F2990" w14:textId="77777777" w:rsidR="00D37400" w:rsidRDefault="00636A18">
      <w:r>
        <w:t>Mon père prit le chef du détachement</w:t>
      </w:r>
      <w:r w:rsidR="00D37400">
        <w:t xml:space="preserve">, </w:t>
      </w:r>
      <w:r>
        <w:t>en lui disant qu</w:t>
      </w:r>
      <w:r w:rsidR="00D37400">
        <w:t>’</w:t>
      </w:r>
      <w:r>
        <w:t>ils iraient plus tard faire leur soumission à la place et qu</w:t>
      </w:r>
      <w:r w:rsidR="00D37400">
        <w:t>’</w:t>
      </w:r>
      <w:r>
        <w:t>il l</w:t>
      </w:r>
      <w:r w:rsidR="00D37400">
        <w:t>’</w:t>
      </w:r>
      <w:r>
        <w:t>accompagnerait chez le gouverneur</w:t>
      </w:r>
      <w:r w:rsidR="00D37400">
        <w:t xml:space="preserve">. </w:t>
      </w:r>
      <w:r>
        <w:t>Nous eûmes donc</w:t>
      </w:r>
      <w:r w:rsidR="00D37400">
        <w:t xml:space="preserve">, </w:t>
      </w:r>
      <w:r>
        <w:t>ce jour-là</w:t>
      </w:r>
      <w:r w:rsidR="00D37400">
        <w:t xml:space="preserve">, </w:t>
      </w:r>
      <w:r>
        <w:t>deux hôtes à table</w:t>
      </w:r>
      <w:r w:rsidR="00D37400">
        <w:t xml:space="preserve"> : </w:t>
      </w:r>
      <w:r>
        <w:t>un Parisien de la rue du Faubourg-Poissonnière et un bourgeois de Landau</w:t>
      </w:r>
      <w:r w:rsidR="00D37400">
        <w:t xml:space="preserve">, </w:t>
      </w:r>
      <w:r>
        <w:t>le fils du maître d</w:t>
      </w:r>
      <w:r w:rsidR="00D37400">
        <w:t>’</w:t>
      </w:r>
      <w:r>
        <w:t>hôtel de la grande rue des Postes</w:t>
      </w:r>
      <w:r w:rsidR="00D37400">
        <w:t>.</w:t>
      </w:r>
    </w:p>
    <w:p w14:paraId="0E23218B" w14:textId="77777777" w:rsidR="00D37400" w:rsidRDefault="00636A18">
      <w:r>
        <w:t>On conduisit les chevaux de ces gens dans les écuries de l</w:t>
      </w:r>
      <w:r w:rsidR="00D37400">
        <w:t>’</w:t>
      </w:r>
      <w:r>
        <w:t xml:space="preserve">auberge du </w:t>
      </w:r>
      <w:proofErr w:type="spellStart"/>
      <w:r>
        <w:rPr>
          <w:i/>
          <w:iCs/>
        </w:rPr>
        <w:t>Mouton</w:t>
      </w:r>
      <w:r w:rsidR="00E72A6D">
        <w:rPr>
          <w:i/>
          <w:iCs/>
        </w:rPr>
        <w:t>-</w:t>
      </w:r>
      <w:r>
        <w:rPr>
          <w:i/>
          <w:iCs/>
        </w:rPr>
        <w:t>d</w:t>
      </w:r>
      <w:r w:rsidR="00D37400">
        <w:rPr>
          <w:i/>
          <w:iCs/>
        </w:rPr>
        <w:t>’</w:t>
      </w:r>
      <w:r>
        <w:rPr>
          <w:i/>
          <w:iCs/>
        </w:rPr>
        <w:t>Or</w:t>
      </w:r>
      <w:proofErr w:type="spellEnd"/>
      <w:r w:rsidR="00D37400">
        <w:rPr>
          <w:i/>
          <w:iCs/>
        </w:rPr>
        <w:t xml:space="preserve">, </w:t>
      </w:r>
      <w:r>
        <w:t xml:space="preserve">tenue alors par </w:t>
      </w:r>
      <w:proofErr w:type="spellStart"/>
      <w:r>
        <w:t>Luterspeck</w:t>
      </w:r>
      <w:proofErr w:type="spellEnd"/>
      <w:r w:rsidR="00D37400">
        <w:t xml:space="preserve">, </w:t>
      </w:r>
      <w:r>
        <w:t>le bo</w:t>
      </w:r>
      <w:r>
        <w:t>u</w:t>
      </w:r>
      <w:r>
        <w:t>langer-traiteur</w:t>
      </w:r>
      <w:r w:rsidR="00D37400">
        <w:t>.</w:t>
      </w:r>
    </w:p>
    <w:p w14:paraId="1878D4D7" w14:textId="77777777" w:rsidR="00D37400" w:rsidRDefault="00636A18">
      <w:r>
        <w:t>Enfin</w:t>
      </w:r>
      <w:r w:rsidR="00D37400">
        <w:t xml:space="preserve">, </w:t>
      </w:r>
      <w:r>
        <w:t>nous partîmes ensemble pour la maison</w:t>
      </w:r>
      <w:r w:rsidR="00D37400">
        <w:t xml:space="preserve">, </w:t>
      </w:r>
      <w:r>
        <w:t>et sur le seuil de notre boutique</w:t>
      </w:r>
      <w:r w:rsidR="00D37400">
        <w:t xml:space="preserve">, </w:t>
      </w:r>
      <w:r>
        <w:t>le père</w:t>
      </w:r>
      <w:r w:rsidR="00D37400">
        <w:t xml:space="preserve">, </w:t>
      </w:r>
      <w:r>
        <w:t>se retournant</w:t>
      </w:r>
      <w:r w:rsidR="00D37400">
        <w:t xml:space="preserve">, </w:t>
      </w:r>
      <w:r>
        <w:t>pria mon ami de vouloir bien dîner avec nous</w:t>
      </w:r>
      <w:r w:rsidR="00D37400">
        <w:t>.</w:t>
      </w:r>
    </w:p>
    <w:p w14:paraId="3C3A7E7E" w14:textId="77777777" w:rsidR="00D37400" w:rsidRDefault="00636A18">
      <w:r>
        <w:t>Sébastien Florentin sortait rarement de ses habitudes</w:t>
      </w:r>
      <w:r w:rsidR="00D37400">
        <w:t xml:space="preserve">, </w:t>
      </w:r>
      <w:r>
        <w:t>mais ce que nous venions de voir sur la place l</w:t>
      </w:r>
      <w:r w:rsidR="00D37400">
        <w:t>’</w:t>
      </w:r>
      <w:r>
        <w:t>avait rendu si joyeux qu</w:t>
      </w:r>
      <w:r w:rsidR="00D37400">
        <w:t>’</w:t>
      </w:r>
      <w:r>
        <w:t>il accepta</w:t>
      </w:r>
      <w:r w:rsidR="00D37400">
        <w:t>.</w:t>
      </w:r>
    </w:p>
    <w:p w14:paraId="24C24855" w14:textId="77777777" w:rsidR="00D37400" w:rsidRDefault="00D37400">
      <w:r>
        <w:t>« </w:t>
      </w:r>
      <w:r w:rsidR="00636A18">
        <w:t>Allons</w:t>
      </w:r>
      <w:r>
        <w:t xml:space="preserve">, </w:t>
      </w:r>
      <w:r w:rsidR="00636A18">
        <w:t>dit-il en riant</w:t>
      </w:r>
      <w:r>
        <w:t xml:space="preserve">, </w:t>
      </w:r>
      <w:r w:rsidR="00636A18">
        <w:t>une fois n</w:t>
      </w:r>
      <w:r>
        <w:t>’</w:t>
      </w:r>
      <w:r w:rsidR="00636A18">
        <w:t>est pas coutume</w:t>
      </w:r>
      <w:r>
        <w:t xml:space="preserve"> ; </w:t>
      </w:r>
      <w:r w:rsidR="00636A18">
        <w:t xml:space="preserve">mais il faut prévenir </w:t>
      </w:r>
      <w:proofErr w:type="spellStart"/>
      <w:r w:rsidR="00636A18">
        <w:t>Frentzel</w:t>
      </w:r>
      <w:proofErr w:type="spellEnd"/>
      <w:r>
        <w:t>.</w:t>
      </w:r>
    </w:p>
    <w:p w14:paraId="37DBFBA9" w14:textId="2B1376D3" w:rsidR="00636A18" w:rsidRDefault="00D37400">
      <w:r>
        <w:t>— </w:t>
      </w:r>
      <w:r w:rsidR="00636A18">
        <w:t>On va l</w:t>
      </w:r>
      <w:r>
        <w:t>’</w:t>
      </w:r>
      <w:r w:rsidR="00636A18">
        <w:t>inviter aussi</w:t>
      </w:r>
      <w:r>
        <w:t xml:space="preserve">, </w:t>
      </w:r>
      <w:r w:rsidR="00636A18">
        <w:t>monsieur Florentin</w:t>
      </w:r>
      <w:r>
        <w:t xml:space="preserve">, </w:t>
      </w:r>
      <w:r w:rsidR="00636A18">
        <w:t>dit la mère</w:t>
      </w:r>
      <w:r>
        <w:t xml:space="preserve"> ; </w:t>
      </w:r>
      <w:r w:rsidR="00636A18">
        <w:t>la fête sera complète</w:t>
      </w:r>
      <w:r>
        <w:t>. »</w:t>
      </w:r>
    </w:p>
    <w:p w14:paraId="404B4E78" w14:textId="77777777" w:rsidR="00D37400" w:rsidRDefault="00636A18">
      <w:r>
        <w:lastRenderedPageBreak/>
        <w:t xml:space="preserve">Rose partit aussitôt chercher </w:t>
      </w:r>
      <w:proofErr w:type="spellStart"/>
      <w:r>
        <w:t>Frentzel</w:t>
      </w:r>
      <w:proofErr w:type="spellEnd"/>
      <w:r w:rsidR="00D37400">
        <w:t xml:space="preserve">, </w:t>
      </w:r>
      <w:r>
        <w:t>et nous entrâmes dans la grande chambre en face de la halle</w:t>
      </w:r>
      <w:r w:rsidR="00D37400">
        <w:t xml:space="preserve">, </w:t>
      </w:r>
      <w:r>
        <w:t>où la table était déjà mise</w:t>
      </w:r>
      <w:r w:rsidR="00D37400">
        <w:t>.</w:t>
      </w:r>
    </w:p>
    <w:p w14:paraId="4DCA9CD3" w14:textId="77777777" w:rsidR="00D37400" w:rsidRDefault="00636A18">
      <w:r>
        <w:t>Jamais je n</w:t>
      </w:r>
      <w:r w:rsidR="00D37400">
        <w:t>’</w:t>
      </w:r>
      <w:r>
        <w:t>avais vu tant de bonnes choses à la fois ni d</w:t>
      </w:r>
      <w:r w:rsidR="00D37400">
        <w:t>’</w:t>
      </w:r>
      <w:r>
        <w:t>aussi belles</w:t>
      </w:r>
      <w:r w:rsidR="00D37400">
        <w:t xml:space="preserve">. </w:t>
      </w:r>
      <w:r>
        <w:t>Un grand vase de fleurs se dressait au milieu de la nappe damassée</w:t>
      </w:r>
      <w:r w:rsidR="00D37400">
        <w:t xml:space="preserve"> ; </w:t>
      </w:r>
      <w:r>
        <w:t>les assiettes</w:t>
      </w:r>
      <w:r w:rsidR="00D37400">
        <w:t xml:space="preserve">, </w:t>
      </w:r>
      <w:r>
        <w:t>les bouteilles</w:t>
      </w:r>
      <w:r w:rsidR="00D37400">
        <w:t xml:space="preserve">, </w:t>
      </w:r>
      <w:r>
        <w:t>les carafes étinc</w:t>
      </w:r>
      <w:r>
        <w:t>e</w:t>
      </w:r>
      <w:r>
        <w:t>laient tout autour</w:t>
      </w:r>
      <w:r w:rsidR="00D37400">
        <w:t xml:space="preserve"> ; </w:t>
      </w:r>
      <w:r>
        <w:t>des crèmes</w:t>
      </w:r>
      <w:r w:rsidR="00D37400">
        <w:t xml:space="preserve">, </w:t>
      </w:r>
      <w:r>
        <w:t>des gâteaux</w:t>
      </w:r>
      <w:r w:rsidR="00D37400">
        <w:t xml:space="preserve">, </w:t>
      </w:r>
      <w:r>
        <w:t>des fruits</w:t>
      </w:r>
      <w:r w:rsidR="00D37400">
        <w:t xml:space="preserve">, </w:t>
      </w:r>
      <w:r>
        <w:t>des cr</w:t>
      </w:r>
      <w:r>
        <w:t>o</w:t>
      </w:r>
      <w:r>
        <w:t>quettes couvraient l</w:t>
      </w:r>
      <w:r w:rsidR="00D37400">
        <w:t>’</w:t>
      </w:r>
      <w:r>
        <w:t>étagère du buffet jusqu</w:t>
      </w:r>
      <w:r w:rsidR="00D37400">
        <w:t>’</w:t>
      </w:r>
      <w:r>
        <w:t>en haut</w:t>
      </w:r>
      <w:r w:rsidR="00D37400">
        <w:t> !</w:t>
      </w:r>
    </w:p>
    <w:p w14:paraId="2237FD5C" w14:textId="7CF403F9" w:rsidR="00D37400" w:rsidRDefault="00636A18">
      <w:r>
        <w:t>C</w:t>
      </w:r>
      <w:r w:rsidR="00D37400">
        <w:t>’</w:t>
      </w:r>
      <w:r>
        <w:t>est que la mère</w:t>
      </w:r>
      <w:r w:rsidR="00D37400">
        <w:t xml:space="preserve">, </w:t>
      </w:r>
      <w:r>
        <w:t>sachant que le fils de notre correspo</w:t>
      </w:r>
      <w:r>
        <w:t>n</w:t>
      </w:r>
      <w:r>
        <w:t>dant de Paris allait venir</w:t>
      </w:r>
      <w:r w:rsidR="00D37400">
        <w:t xml:space="preserve">, </w:t>
      </w:r>
      <w:r>
        <w:t>avait voulu faire les choses conven</w:t>
      </w:r>
      <w:r>
        <w:t>a</w:t>
      </w:r>
      <w:r>
        <w:t>blement</w:t>
      </w:r>
      <w:r w:rsidR="00D37400">
        <w:t xml:space="preserve">, </w:t>
      </w:r>
      <w:r>
        <w:t>d</w:t>
      </w:r>
      <w:r w:rsidR="00D37400">
        <w:t>’</w:t>
      </w:r>
      <w:r>
        <w:t>autant plus que mon frère Paul avait été souvent i</w:t>
      </w:r>
      <w:r>
        <w:t>n</w:t>
      </w:r>
      <w:r>
        <w:t xml:space="preserve">vité par </w:t>
      </w:r>
      <w:r w:rsidR="00D37400">
        <w:t>M. </w:t>
      </w:r>
      <w:r>
        <w:t>Rigaud et qu</w:t>
      </w:r>
      <w:r w:rsidR="00D37400">
        <w:t>’</w:t>
      </w:r>
      <w:r>
        <w:t>il était même question de le marier avec une des sœurs du jeune homme</w:t>
      </w:r>
      <w:r w:rsidR="00D37400">
        <w:t>.</w:t>
      </w:r>
    </w:p>
    <w:p w14:paraId="5C75D1E0" w14:textId="77777777" w:rsidR="00D37400" w:rsidRDefault="00636A18">
      <w:r>
        <w:rPr>
          <w:szCs w:val="36"/>
        </w:rPr>
        <w:t>Enfin</w:t>
      </w:r>
      <w:r w:rsidR="00D37400">
        <w:rPr>
          <w:szCs w:val="36"/>
        </w:rPr>
        <w:t xml:space="preserve">, </w:t>
      </w:r>
      <w:r>
        <w:rPr>
          <w:szCs w:val="36"/>
        </w:rPr>
        <w:t>c</w:t>
      </w:r>
      <w:r w:rsidR="00D37400">
        <w:rPr>
          <w:szCs w:val="36"/>
        </w:rPr>
        <w:t>’</w:t>
      </w:r>
      <w:r>
        <w:rPr>
          <w:szCs w:val="36"/>
        </w:rPr>
        <w:t>était magnifique</w:t>
      </w:r>
      <w:r w:rsidR="00D37400">
        <w:rPr>
          <w:szCs w:val="36"/>
        </w:rPr>
        <w:t xml:space="preserve">, </w:t>
      </w:r>
      <w:r>
        <w:rPr>
          <w:szCs w:val="36"/>
        </w:rPr>
        <w:t>et l</w:t>
      </w:r>
      <w:r w:rsidR="00D37400">
        <w:rPr>
          <w:szCs w:val="36"/>
        </w:rPr>
        <w:t>’</w:t>
      </w:r>
      <w:r>
        <w:rPr>
          <w:szCs w:val="36"/>
        </w:rPr>
        <w:t>on peut croire que j</w:t>
      </w:r>
      <w:r w:rsidR="00D37400">
        <w:rPr>
          <w:szCs w:val="36"/>
        </w:rPr>
        <w:t>’</w:t>
      </w:r>
      <w:r>
        <w:rPr>
          <w:szCs w:val="36"/>
        </w:rPr>
        <w:t xml:space="preserve">arrondissais les yeux et que je </w:t>
      </w:r>
      <w:r>
        <w:t>m</w:t>
      </w:r>
      <w:r w:rsidR="00D37400">
        <w:t>’</w:t>
      </w:r>
      <w:r>
        <w:t>essuyais le nez du revers de la manche</w:t>
      </w:r>
      <w:r w:rsidR="00D37400">
        <w:t xml:space="preserve">, </w:t>
      </w:r>
      <w:r>
        <w:t>en pensant que j</w:t>
      </w:r>
      <w:r w:rsidR="00D37400">
        <w:t>’</w:t>
      </w:r>
      <w:r>
        <w:t>allais être d</w:t>
      </w:r>
      <w:r w:rsidR="00D37400">
        <w:t>’</w:t>
      </w:r>
      <w:r>
        <w:t>une si bonne aubaine</w:t>
      </w:r>
      <w:r w:rsidR="00D37400">
        <w:t>.</w:t>
      </w:r>
    </w:p>
    <w:p w14:paraId="6459A85B" w14:textId="77777777" w:rsidR="00D37400" w:rsidRDefault="00636A18">
      <w:r>
        <w:t>Mon seul regret était de penser que Justine n</w:t>
      </w:r>
      <w:r w:rsidR="00D37400">
        <w:t>’</w:t>
      </w:r>
      <w:r>
        <w:t>en serait pas</w:t>
      </w:r>
      <w:r w:rsidR="00D37400">
        <w:t xml:space="preserve">. </w:t>
      </w:r>
      <w:r>
        <w:t>En temps ordinaire</w:t>
      </w:r>
      <w:r w:rsidR="00D37400">
        <w:t xml:space="preserve">, </w:t>
      </w:r>
      <w:r>
        <w:t>ma mère n</w:t>
      </w:r>
      <w:r w:rsidR="00D37400">
        <w:t>’</w:t>
      </w:r>
      <w:r>
        <w:t>aurait pas manqué de la faire appeler</w:t>
      </w:r>
      <w:r w:rsidR="00D37400">
        <w:t xml:space="preserve"> ; </w:t>
      </w:r>
      <w:r>
        <w:t>mais</w:t>
      </w:r>
      <w:r w:rsidR="00D37400">
        <w:t xml:space="preserve">, </w:t>
      </w:r>
      <w:r>
        <w:t>le capitaine Vidal ne voulant plus entendre pa</w:t>
      </w:r>
      <w:r>
        <w:t>r</w:t>
      </w:r>
      <w:r>
        <w:t>ler des jacobins</w:t>
      </w:r>
      <w:r w:rsidR="00D37400">
        <w:t xml:space="preserve">, </w:t>
      </w:r>
      <w:r>
        <w:t>c</w:t>
      </w:r>
      <w:r w:rsidR="00D37400">
        <w:t>’</w:t>
      </w:r>
      <w:r>
        <w:t>était une chose impossible</w:t>
      </w:r>
      <w:r w:rsidR="00D37400">
        <w:t xml:space="preserve">, </w:t>
      </w:r>
      <w:r>
        <w:t>et cela jetait un nuage sur ma satisfaction</w:t>
      </w:r>
      <w:r w:rsidR="00D37400">
        <w:t xml:space="preserve">, </w:t>
      </w:r>
      <w:r>
        <w:t>qui</w:t>
      </w:r>
      <w:r w:rsidR="00D37400">
        <w:t xml:space="preserve">, </w:t>
      </w:r>
      <w:r>
        <w:t>du reste</w:t>
      </w:r>
      <w:r w:rsidR="00D37400">
        <w:t xml:space="preserve">, </w:t>
      </w:r>
      <w:r>
        <w:t>je l</w:t>
      </w:r>
      <w:r w:rsidR="00D37400">
        <w:t>’</w:t>
      </w:r>
      <w:r>
        <w:t>avoue</w:t>
      </w:r>
      <w:r w:rsidR="00D37400">
        <w:t xml:space="preserve">, </w:t>
      </w:r>
      <w:r>
        <w:t>n</w:t>
      </w:r>
      <w:r w:rsidR="00D37400">
        <w:t>’</w:t>
      </w:r>
      <w:r>
        <w:t>en était pas moins fort vive</w:t>
      </w:r>
      <w:r w:rsidR="00D37400">
        <w:t>.</w:t>
      </w:r>
    </w:p>
    <w:p w14:paraId="3597BDBF" w14:textId="77777777" w:rsidR="00D37400" w:rsidRDefault="00636A18">
      <w:r>
        <w:t>Mon ami Florentin ne voyait pas non plus ces choses d</w:t>
      </w:r>
      <w:r w:rsidR="00D37400">
        <w:t>’</w:t>
      </w:r>
      <w:r>
        <w:t>un œil indifférent</w:t>
      </w:r>
      <w:r w:rsidR="00D37400">
        <w:t xml:space="preserve">, </w:t>
      </w:r>
      <w:r>
        <w:t>car</w:t>
      </w:r>
      <w:r w:rsidR="00D37400">
        <w:t xml:space="preserve">, </w:t>
      </w:r>
      <w:r>
        <w:t>à l</w:t>
      </w:r>
      <w:r w:rsidR="00D37400">
        <w:t>’</w:t>
      </w:r>
      <w:r>
        <w:t>occasion</w:t>
      </w:r>
      <w:r w:rsidR="00D37400">
        <w:t xml:space="preserve">, </w:t>
      </w:r>
      <w:r>
        <w:t>il aimait assez donner un bon coup de fourchette et lever le coude</w:t>
      </w:r>
      <w:r w:rsidR="00D37400">
        <w:t xml:space="preserve">, </w:t>
      </w:r>
      <w:r>
        <w:t>surtout quand les verres étaient pleins de vieux bourgogne</w:t>
      </w:r>
      <w:r w:rsidR="00D37400">
        <w:t xml:space="preserve">. </w:t>
      </w:r>
      <w:r>
        <w:t xml:space="preserve">Aussi se </w:t>
      </w:r>
      <w:proofErr w:type="spellStart"/>
      <w:r>
        <w:t>mit-il</w:t>
      </w:r>
      <w:proofErr w:type="spellEnd"/>
      <w:r>
        <w:t xml:space="preserve"> à rire de bon cœur</w:t>
      </w:r>
      <w:r w:rsidR="00D37400">
        <w:t xml:space="preserve">, </w:t>
      </w:r>
      <w:r>
        <w:t>en disant à nos deux autres convives</w:t>
      </w:r>
      <w:r w:rsidR="00D37400">
        <w:t> :</w:t>
      </w:r>
    </w:p>
    <w:p w14:paraId="729A078D" w14:textId="5E9C8499" w:rsidR="00636A18" w:rsidRDefault="00D37400">
      <w:pPr>
        <w:rPr>
          <w:szCs w:val="36"/>
        </w:rPr>
      </w:pPr>
      <w:r>
        <w:t>« </w:t>
      </w:r>
      <w:r w:rsidR="00636A18">
        <w:t>Hé</w:t>
      </w:r>
      <w:r>
        <w:t xml:space="preserve"> ! </w:t>
      </w:r>
      <w:r w:rsidR="00636A18">
        <w:t>hé</w:t>
      </w:r>
      <w:r>
        <w:t xml:space="preserve"> ! </w:t>
      </w:r>
      <w:r w:rsidR="00636A18">
        <w:t>les amis</w:t>
      </w:r>
      <w:r>
        <w:t xml:space="preserve">, </w:t>
      </w:r>
      <w:r w:rsidR="00636A18">
        <w:t>je vous préviens que vous ne renco</w:t>
      </w:r>
      <w:r w:rsidR="00636A18">
        <w:t>n</w:t>
      </w:r>
      <w:r w:rsidR="00636A18">
        <w:t>trerez pas souvent en campagne des dîners pareils</w:t>
      </w:r>
      <w:r>
        <w:t xml:space="preserve">… </w:t>
      </w:r>
      <w:r w:rsidR="00636A18">
        <w:t>Tâchez d</w:t>
      </w:r>
      <w:r>
        <w:t>’</w:t>
      </w:r>
      <w:r w:rsidR="00636A18">
        <w:t>en profiter</w:t>
      </w:r>
      <w:r>
        <w:t> ! »</w:t>
      </w:r>
    </w:p>
    <w:p w14:paraId="3B704348" w14:textId="7F4BEB90" w:rsidR="00D37400" w:rsidRDefault="00636A18">
      <w:r>
        <w:lastRenderedPageBreak/>
        <w:t>Tout le monde riait</w:t>
      </w:r>
      <w:r w:rsidR="00D37400">
        <w:t xml:space="preserve">. </w:t>
      </w:r>
      <w:r>
        <w:t xml:space="preserve">Et </w:t>
      </w:r>
      <w:r w:rsidR="00D37400">
        <w:t>M</w:t>
      </w:r>
      <w:r w:rsidR="00D37400" w:rsidRPr="00D37400">
        <w:rPr>
          <w:vertAlign w:val="superscript"/>
        </w:rPr>
        <w:t>me</w:t>
      </w:r>
      <w:r w:rsidR="00D37400">
        <w:t> </w:t>
      </w:r>
      <w:proofErr w:type="spellStart"/>
      <w:r>
        <w:t>Frentzel</w:t>
      </w:r>
      <w:proofErr w:type="spellEnd"/>
      <w:r w:rsidR="00D37400">
        <w:t xml:space="preserve">, </w:t>
      </w:r>
      <w:r>
        <w:t>qui s</w:t>
      </w:r>
      <w:r w:rsidR="00D37400">
        <w:t>’</w:t>
      </w:r>
      <w:r>
        <w:t>était dépêchée de jeter son beau châle jaune sur ses épaules et de mettre son chapeau de cérémonie</w:t>
      </w:r>
      <w:r w:rsidR="00D37400">
        <w:t xml:space="preserve">, </w:t>
      </w:r>
      <w:r>
        <w:t>étant arrivée</w:t>
      </w:r>
      <w:r w:rsidR="00D37400">
        <w:t xml:space="preserve">, </w:t>
      </w:r>
      <w:r>
        <w:t>après les salutations</w:t>
      </w:r>
      <w:r w:rsidR="00D37400">
        <w:t xml:space="preserve">, </w:t>
      </w:r>
      <w:r>
        <w:t>on s</w:t>
      </w:r>
      <w:r w:rsidR="00D37400">
        <w:t>’</w:t>
      </w:r>
      <w:r>
        <w:t>assit enfin</w:t>
      </w:r>
      <w:r w:rsidR="00D37400">
        <w:t xml:space="preserve">, </w:t>
      </w:r>
      <w:r>
        <w:t>à ma grande jubilation</w:t>
      </w:r>
      <w:r w:rsidR="00D37400">
        <w:t xml:space="preserve"> : </w:t>
      </w:r>
      <w:r>
        <w:t>moi</w:t>
      </w:r>
      <w:r w:rsidR="00D37400">
        <w:t xml:space="preserve">, </w:t>
      </w:r>
      <w:r>
        <w:t>au haut bout de la table</w:t>
      </w:r>
      <w:r w:rsidR="00D37400">
        <w:t xml:space="preserve">, </w:t>
      </w:r>
      <w:r>
        <w:t>en face des fenêtres</w:t>
      </w:r>
      <w:r w:rsidR="00D37400">
        <w:t xml:space="preserve">, </w:t>
      </w:r>
      <w:r>
        <w:t>près de ma mère</w:t>
      </w:r>
      <w:r w:rsidR="00D37400">
        <w:t>, M</w:t>
      </w:r>
      <w:r w:rsidR="00D37400" w:rsidRPr="00D37400">
        <w:rPr>
          <w:vertAlign w:val="superscript"/>
        </w:rPr>
        <w:t>me</w:t>
      </w:r>
      <w:r w:rsidR="00D37400">
        <w:t> </w:t>
      </w:r>
      <w:proofErr w:type="spellStart"/>
      <w:r>
        <w:t>Frentzel</w:t>
      </w:r>
      <w:proofErr w:type="spellEnd"/>
      <w:r>
        <w:t xml:space="preserve"> entre les deux jeunes gens</w:t>
      </w:r>
      <w:r w:rsidR="00D37400">
        <w:t xml:space="preserve">, </w:t>
      </w:r>
      <w:r>
        <w:t>par galanterie</w:t>
      </w:r>
      <w:r w:rsidR="00D37400">
        <w:t xml:space="preserve"> ; </w:t>
      </w:r>
      <w:r>
        <w:t>Florentin à droite de mon père</w:t>
      </w:r>
      <w:r w:rsidR="00D37400">
        <w:t xml:space="preserve">, </w:t>
      </w:r>
      <w:r>
        <w:t>et Paul à gauche</w:t>
      </w:r>
      <w:r w:rsidR="00D37400">
        <w:t>.</w:t>
      </w:r>
    </w:p>
    <w:p w14:paraId="7E96DA4E" w14:textId="01945343" w:rsidR="00D37400" w:rsidRDefault="00636A18">
      <w:r>
        <w:t>La grande soupière arriva</w:t>
      </w:r>
      <w:r w:rsidR="00D37400">
        <w:t xml:space="preserve">, </w:t>
      </w:r>
      <w:r>
        <w:t>répandant une odeur de bo</w:t>
      </w:r>
      <w:r>
        <w:t>u</w:t>
      </w:r>
      <w:r>
        <w:t xml:space="preserve">lettes à la </w:t>
      </w:r>
      <w:r w:rsidR="00D37400">
        <w:t>moel</w:t>
      </w:r>
      <w:r>
        <w:t>le</w:t>
      </w:r>
      <w:r w:rsidR="00D37400">
        <w:t xml:space="preserve">, </w:t>
      </w:r>
      <w:r>
        <w:t>qui m</w:t>
      </w:r>
      <w:r w:rsidR="00D37400">
        <w:t>’</w:t>
      </w:r>
      <w:r>
        <w:t>épanouit le cœur et les joues</w:t>
      </w:r>
      <w:r w:rsidR="00D37400">
        <w:t>.</w:t>
      </w:r>
    </w:p>
    <w:p w14:paraId="068B5AA9" w14:textId="77777777" w:rsidR="00D37400" w:rsidRDefault="00636A18">
      <w:r>
        <w:t>Je ne veux pourtant pas vous raconter tout notre dîner</w:t>
      </w:r>
      <w:r w:rsidR="00D37400">
        <w:t xml:space="preserve">, </w:t>
      </w:r>
      <w:r>
        <w:t>vous pensez bien</w:t>
      </w:r>
      <w:r w:rsidR="00D37400">
        <w:t xml:space="preserve"> ! </w:t>
      </w:r>
      <w:r>
        <w:t>Malgré la joie que j</w:t>
      </w:r>
      <w:r w:rsidR="00D37400">
        <w:t>’</w:t>
      </w:r>
      <w:r>
        <w:t>en aurais</w:t>
      </w:r>
      <w:r w:rsidR="00D37400">
        <w:t xml:space="preserve">, </w:t>
      </w:r>
      <w:r>
        <w:t>je ne veux pas vous dire tous les plats qui défilèrent dans cette occasion m</w:t>
      </w:r>
      <w:r>
        <w:t>é</w:t>
      </w:r>
      <w:r>
        <w:t>morable</w:t>
      </w:r>
      <w:r w:rsidR="00D37400">
        <w:t xml:space="preserve"> : </w:t>
      </w:r>
      <w:r>
        <w:t>les radis</w:t>
      </w:r>
      <w:r w:rsidR="00D37400">
        <w:t xml:space="preserve">, </w:t>
      </w:r>
      <w:r>
        <w:t>la dinde farcie aux châtaignes</w:t>
      </w:r>
      <w:r w:rsidR="00D37400">
        <w:t xml:space="preserve">, </w:t>
      </w:r>
      <w:r>
        <w:t>les écrevisses</w:t>
      </w:r>
      <w:r w:rsidR="00D37400">
        <w:t xml:space="preserve">, </w:t>
      </w:r>
      <w:r>
        <w:t>et les bons coups que l</w:t>
      </w:r>
      <w:r w:rsidR="00D37400">
        <w:t>’</w:t>
      </w:r>
      <w:r>
        <w:t>on but à la santé des anciens braves et des nouveaux</w:t>
      </w:r>
      <w:r w:rsidR="00D37400">
        <w:t xml:space="preserve">, </w:t>
      </w:r>
      <w:r>
        <w:t>à la prochaine entrée en campagne</w:t>
      </w:r>
      <w:r w:rsidR="00D37400">
        <w:t xml:space="preserve">, </w:t>
      </w:r>
      <w:r>
        <w:t>etc</w:t>
      </w:r>
      <w:r w:rsidR="00D37400">
        <w:t>.</w:t>
      </w:r>
    </w:p>
    <w:p w14:paraId="46AFE0D7" w14:textId="77777777" w:rsidR="00D37400" w:rsidRDefault="00636A18">
      <w:r>
        <w:t>Non</w:t>
      </w:r>
      <w:r w:rsidR="00D37400">
        <w:t xml:space="preserve">, </w:t>
      </w:r>
      <w:r>
        <w:t>ce serait trop long</w:t>
      </w:r>
      <w:r w:rsidR="00D37400">
        <w:t>.</w:t>
      </w:r>
    </w:p>
    <w:p w14:paraId="240B9CE6" w14:textId="77777777" w:rsidR="00D37400" w:rsidRDefault="00636A18">
      <w:r>
        <w:t>Tout ce que je puis vous dire</w:t>
      </w:r>
      <w:r w:rsidR="00D37400">
        <w:t xml:space="preserve">, </w:t>
      </w:r>
      <w:r>
        <w:t>c</w:t>
      </w:r>
      <w:r w:rsidR="00D37400">
        <w:t>’</w:t>
      </w:r>
      <w:r>
        <w:t>est que la gaieté augmentait à chaque nouvelle rasade</w:t>
      </w:r>
      <w:r w:rsidR="00D37400">
        <w:t xml:space="preserve">, </w:t>
      </w:r>
      <w:r>
        <w:t>de sorte que</w:t>
      </w:r>
      <w:r w:rsidR="00D37400">
        <w:t xml:space="preserve">, </w:t>
      </w:r>
      <w:r>
        <w:t>vers trois heures</w:t>
      </w:r>
      <w:r w:rsidR="00D37400">
        <w:t xml:space="preserve">, </w:t>
      </w:r>
      <w:r>
        <w:t>tous les convives parlaient et riaient ensemble</w:t>
      </w:r>
      <w:r w:rsidR="00D37400">
        <w:t xml:space="preserve">, </w:t>
      </w:r>
      <w:r>
        <w:t>sans s</w:t>
      </w:r>
      <w:r w:rsidR="00D37400">
        <w:t>’</w:t>
      </w:r>
      <w:r>
        <w:t>écouter les uns les autres</w:t>
      </w:r>
      <w:r w:rsidR="00D37400">
        <w:t>.</w:t>
      </w:r>
    </w:p>
    <w:p w14:paraId="405D4E40" w14:textId="77777777" w:rsidR="00D37400" w:rsidRDefault="00636A18">
      <w:r>
        <w:t>Mais la grande voix de mon ami dominait toujours le t</w:t>
      </w:r>
      <w:r>
        <w:t>u</w:t>
      </w:r>
      <w:r>
        <w:t>multe</w:t>
      </w:r>
      <w:r w:rsidR="00D37400">
        <w:t xml:space="preserve">, </w:t>
      </w:r>
      <w:r>
        <w:t>et finalement</w:t>
      </w:r>
      <w:r w:rsidR="00D37400">
        <w:t xml:space="preserve">, </w:t>
      </w:r>
      <w:r>
        <w:t>au moment du dessert</w:t>
      </w:r>
      <w:r w:rsidR="00D37400">
        <w:t xml:space="preserve">, </w:t>
      </w:r>
      <w:r>
        <w:t xml:space="preserve">quand </w:t>
      </w:r>
      <w:proofErr w:type="spellStart"/>
      <w:r>
        <w:t>Frentzel</w:t>
      </w:r>
      <w:proofErr w:type="spellEnd"/>
      <w:r>
        <w:t xml:space="preserve"> eut reculé sa chaise pour faire place à son ventre</w:t>
      </w:r>
      <w:r w:rsidR="00D37400">
        <w:t xml:space="preserve">, </w:t>
      </w:r>
      <w:r>
        <w:t>et que je me fus défait tout doucement deux boutons de ma culotte pour respirer plus à l</w:t>
      </w:r>
      <w:r w:rsidR="00D37400">
        <w:t>’</w:t>
      </w:r>
      <w:r>
        <w:t>aise</w:t>
      </w:r>
      <w:r w:rsidR="00D37400">
        <w:t xml:space="preserve">, </w:t>
      </w:r>
      <w:r>
        <w:t>dans ce moment bienheureux</w:t>
      </w:r>
      <w:r w:rsidR="00D37400">
        <w:t xml:space="preserve">, </w:t>
      </w:r>
      <w:r>
        <w:t>Florentin</w:t>
      </w:r>
      <w:r w:rsidR="00D37400">
        <w:t xml:space="preserve">, </w:t>
      </w:r>
      <w:r>
        <w:t>s</w:t>
      </w:r>
      <w:r w:rsidR="00D37400">
        <w:t>’</w:t>
      </w:r>
      <w:r>
        <w:t>adressant au jeune Rigaud</w:t>
      </w:r>
      <w:r w:rsidR="00D37400">
        <w:t xml:space="preserve">, </w:t>
      </w:r>
      <w:r>
        <w:t>s</w:t>
      </w:r>
      <w:r w:rsidR="00D37400">
        <w:t>’</w:t>
      </w:r>
      <w:r>
        <w:t>écria</w:t>
      </w:r>
      <w:r w:rsidR="00D37400">
        <w:t> :</w:t>
      </w:r>
    </w:p>
    <w:p w14:paraId="627FA9ED" w14:textId="77777777" w:rsidR="00D37400" w:rsidRDefault="00D37400">
      <w:r>
        <w:t>« </w:t>
      </w:r>
      <w:r w:rsidR="00636A18">
        <w:t>Tout va bien</w:t>
      </w:r>
      <w:r>
        <w:t xml:space="preserve"> !… </w:t>
      </w:r>
      <w:r w:rsidR="00636A18">
        <w:t>Oui</w:t>
      </w:r>
      <w:r>
        <w:t xml:space="preserve">… </w:t>
      </w:r>
      <w:r w:rsidR="00636A18">
        <w:t>tout va très bien</w:t>
      </w:r>
      <w:r>
        <w:t xml:space="preserve"> !… </w:t>
      </w:r>
      <w:r w:rsidR="00636A18">
        <w:t>Mais vous ne nous avez pas encore raconté votre première bataille</w:t>
      </w:r>
      <w:r>
        <w:t xml:space="preserve">… </w:t>
      </w:r>
      <w:r w:rsidR="00636A18">
        <w:lastRenderedPageBreak/>
        <w:t>Hé</w:t>
      </w:r>
      <w:r>
        <w:t xml:space="preserve"> ! </w:t>
      </w:r>
      <w:r w:rsidR="00636A18">
        <w:t>hé</w:t>
      </w:r>
      <w:r>
        <w:t xml:space="preserve"> ! </w:t>
      </w:r>
      <w:r w:rsidR="00636A18">
        <w:t>hé</w:t>
      </w:r>
      <w:r>
        <w:t xml:space="preserve"> ! </w:t>
      </w:r>
      <w:r w:rsidR="00636A18">
        <w:t>où étiez-vous pendant l</w:t>
      </w:r>
      <w:r>
        <w:t>’</w:t>
      </w:r>
      <w:r w:rsidR="00636A18">
        <w:t>affaire</w:t>
      </w:r>
      <w:r>
        <w:t xml:space="preserve"> ?… </w:t>
      </w:r>
      <w:r w:rsidR="00636A18">
        <w:t>Je pense bien que ce n</w:t>
      </w:r>
      <w:r>
        <w:t>’</w:t>
      </w:r>
      <w:r w:rsidR="00636A18">
        <w:t>était pas à la cave</w:t>
      </w:r>
      <w:r>
        <w:t xml:space="preserve">… </w:t>
      </w:r>
      <w:r w:rsidR="00636A18">
        <w:t>Hé</w:t>
      </w:r>
      <w:r>
        <w:t xml:space="preserve"> ! </w:t>
      </w:r>
      <w:r w:rsidR="00636A18">
        <w:t>hé</w:t>
      </w:r>
      <w:r>
        <w:t xml:space="preserve"> ! </w:t>
      </w:r>
      <w:r w:rsidR="00636A18">
        <w:t>hé</w:t>
      </w:r>
      <w:r>
        <w:t> !</w:t>
      </w:r>
    </w:p>
    <w:p w14:paraId="5879ECDF" w14:textId="77777777" w:rsidR="00D37400" w:rsidRDefault="00D37400">
      <w:r>
        <w:t>— </w:t>
      </w:r>
      <w:r w:rsidR="00636A18">
        <w:t>J</w:t>
      </w:r>
      <w:r>
        <w:t>’</w:t>
      </w:r>
      <w:r w:rsidR="00636A18">
        <w:t>étais à la porte Saint-Denis</w:t>
      </w:r>
      <w:r>
        <w:t>.</w:t>
      </w:r>
    </w:p>
    <w:p w14:paraId="6C37CCC1" w14:textId="77777777" w:rsidR="00D37400" w:rsidRDefault="00D37400">
      <w:r>
        <w:t>— </w:t>
      </w:r>
      <w:r w:rsidR="00636A18">
        <w:t>Ah</w:t>
      </w:r>
      <w:r>
        <w:t xml:space="preserve"> ! </w:t>
      </w:r>
      <w:r w:rsidR="00636A18">
        <w:t>ah</w:t>
      </w:r>
      <w:r>
        <w:t xml:space="preserve"> ! </w:t>
      </w:r>
      <w:r w:rsidR="00636A18">
        <w:t>Je vois ça d</w:t>
      </w:r>
      <w:r>
        <w:t>’</w:t>
      </w:r>
      <w:r w:rsidR="00636A18">
        <w:t>ici</w:t>
      </w:r>
      <w:r>
        <w:t xml:space="preserve">… </w:t>
      </w:r>
      <w:r w:rsidR="00636A18">
        <w:t>bon</w:t>
      </w:r>
      <w:r>
        <w:t xml:space="preserve"> !… </w:t>
      </w:r>
      <w:r w:rsidR="00636A18">
        <w:t>Et qu</w:t>
      </w:r>
      <w:r>
        <w:t>’</w:t>
      </w:r>
      <w:r w:rsidR="00636A18">
        <w:t>est-ce que vous faisiez là</w:t>
      </w:r>
      <w:r>
        <w:t> ?</w:t>
      </w:r>
    </w:p>
    <w:p w14:paraId="0FEF1B5E" w14:textId="77777777" w:rsidR="00D37400" w:rsidRDefault="00D37400">
      <w:r>
        <w:t>— </w:t>
      </w:r>
      <w:r w:rsidR="00636A18">
        <w:t>La garde royale nous attaquait</w:t>
      </w:r>
      <w:r>
        <w:t xml:space="preserve">, </w:t>
      </w:r>
      <w:r w:rsidR="00636A18">
        <w:t>capitaine</w:t>
      </w:r>
      <w:r>
        <w:t xml:space="preserve">, </w:t>
      </w:r>
      <w:r w:rsidR="00636A18">
        <w:t>et j</w:t>
      </w:r>
      <w:r>
        <w:t>’</w:t>
      </w:r>
      <w:r w:rsidR="00636A18">
        <w:t>étais monté sur la plate-forme de la porte</w:t>
      </w:r>
      <w:r>
        <w:t xml:space="preserve">, </w:t>
      </w:r>
      <w:r w:rsidR="00636A18">
        <w:t>avec d</w:t>
      </w:r>
      <w:r>
        <w:t>’</w:t>
      </w:r>
      <w:r w:rsidR="00636A18">
        <w:t>autres</w:t>
      </w:r>
      <w:r>
        <w:t xml:space="preserve"> ; </w:t>
      </w:r>
      <w:r w:rsidR="00636A18">
        <w:t>on se passait de main en main les pavés pour repousser l</w:t>
      </w:r>
      <w:r>
        <w:t>’</w:t>
      </w:r>
      <w:r w:rsidR="00636A18">
        <w:t>assaut</w:t>
      </w:r>
      <w:r>
        <w:t xml:space="preserve"> ; </w:t>
      </w:r>
      <w:r w:rsidR="00636A18">
        <w:t>nous en avions entassé des masses</w:t>
      </w:r>
      <w:r>
        <w:t xml:space="preserve">, </w:t>
      </w:r>
      <w:r w:rsidR="00636A18">
        <w:t>jusque sur la corniche</w:t>
      </w:r>
      <w:r>
        <w:t>.</w:t>
      </w:r>
    </w:p>
    <w:p w14:paraId="1A7579EA" w14:textId="77777777" w:rsidR="00D37400" w:rsidRDefault="00D37400">
      <w:r>
        <w:t>— </w:t>
      </w:r>
      <w:r w:rsidR="00636A18">
        <w:t>Diable</w:t>
      </w:r>
      <w:r>
        <w:t xml:space="preserve"> !… </w:t>
      </w:r>
      <w:r w:rsidR="00636A18">
        <w:t>diable</w:t>
      </w:r>
      <w:r>
        <w:t xml:space="preserve"> !… </w:t>
      </w:r>
      <w:r w:rsidR="00636A18">
        <w:t>criait Florentin</w:t>
      </w:r>
      <w:r>
        <w:t xml:space="preserve"> ; </w:t>
      </w:r>
      <w:r w:rsidR="00636A18">
        <w:t>mauvaise position</w:t>
      </w:r>
      <w:r>
        <w:t xml:space="preserve">, </w:t>
      </w:r>
      <w:r w:rsidR="00636A18">
        <w:t>jeune homme</w:t>
      </w:r>
      <w:r>
        <w:t xml:space="preserve">… </w:t>
      </w:r>
      <w:r w:rsidR="00636A18">
        <w:t>pas de ligne de retraite</w:t>
      </w:r>
      <w:r>
        <w:t xml:space="preserve">… </w:t>
      </w:r>
      <w:r w:rsidR="00636A18">
        <w:t>Si les autres l</w:t>
      </w:r>
      <w:r>
        <w:t>’</w:t>
      </w:r>
      <w:r w:rsidR="00636A18">
        <w:t>avaient emporté</w:t>
      </w:r>
      <w:r>
        <w:t xml:space="preserve">, </w:t>
      </w:r>
      <w:r w:rsidR="00636A18">
        <w:t>ils n</w:t>
      </w:r>
      <w:r>
        <w:t>’</w:t>
      </w:r>
      <w:r w:rsidR="00636A18">
        <w:t>auraient eu qu</w:t>
      </w:r>
      <w:r>
        <w:t>’</w:t>
      </w:r>
      <w:r w:rsidR="00636A18">
        <w:t>à murer le bas</w:t>
      </w:r>
      <w:r>
        <w:t xml:space="preserve">, </w:t>
      </w:r>
      <w:r w:rsidR="00636A18">
        <w:t>et vous étiez tous pris</w:t>
      </w:r>
      <w:r>
        <w:t xml:space="preserve"> ! </w:t>
      </w:r>
      <w:r w:rsidR="00636A18">
        <w:t>Jamais</w:t>
      </w:r>
      <w:r>
        <w:t xml:space="preserve">, </w:t>
      </w:r>
      <w:r w:rsidR="00636A18">
        <w:t>jeune homme</w:t>
      </w:r>
      <w:r>
        <w:t xml:space="preserve">, </w:t>
      </w:r>
      <w:r w:rsidR="00636A18">
        <w:t>il ne faut entrer dans un conduit d</w:t>
      </w:r>
      <w:r>
        <w:t>’</w:t>
      </w:r>
      <w:r w:rsidR="00636A18">
        <w:t>où l</w:t>
      </w:r>
      <w:r>
        <w:t>’</w:t>
      </w:r>
      <w:r w:rsidR="00636A18">
        <w:t>on ne peut sortir par l</w:t>
      </w:r>
      <w:r>
        <w:t>’</w:t>
      </w:r>
      <w:r w:rsidR="00636A18">
        <w:t>autre bout</w:t>
      </w:r>
      <w:r>
        <w:t xml:space="preserve">. </w:t>
      </w:r>
      <w:r w:rsidR="00636A18">
        <w:t>C</w:t>
      </w:r>
      <w:r>
        <w:t>’</w:t>
      </w:r>
      <w:r w:rsidR="00636A18">
        <w:t>est l</w:t>
      </w:r>
      <w:r>
        <w:t>’</w:t>
      </w:r>
      <w:r w:rsidR="00636A18">
        <w:t>A</w:t>
      </w:r>
      <w:r>
        <w:t xml:space="preserve"> </w:t>
      </w:r>
      <w:r w:rsidR="00636A18">
        <w:t>B</w:t>
      </w:r>
      <w:r>
        <w:t xml:space="preserve"> </w:t>
      </w:r>
      <w:r w:rsidR="00636A18">
        <w:t>C du m</w:t>
      </w:r>
      <w:r w:rsidR="00636A18">
        <w:t>é</w:t>
      </w:r>
      <w:r w:rsidR="00636A18">
        <w:t>tier</w:t>
      </w:r>
      <w:r>
        <w:t xml:space="preserve"> ; </w:t>
      </w:r>
      <w:r w:rsidR="00636A18">
        <w:t>ça coule de source</w:t>
      </w:r>
      <w:r>
        <w:t xml:space="preserve">, </w:t>
      </w:r>
      <w:r w:rsidR="00636A18">
        <w:t>comme dit George Mouton</w:t>
      </w:r>
      <w:r>
        <w:t xml:space="preserve">. </w:t>
      </w:r>
      <w:r w:rsidR="00636A18">
        <w:t>Enfin</w:t>
      </w:r>
      <w:r>
        <w:t xml:space="preserve">, </w:t>
      </w:r>
      <w:r w:rsidR="00636A18">
        <w:t>vous avez fait une bêtise</w:t>
      </w:r>
      <w:r>
        <w:t xml:space="preserve">, </w:t>
      </w:r>
      <w:r w:rsidR="00636A18">
        <w:t>vous m</w:t>
      </w:r>
      <w:r>
        <w:t>’</w:t>
      </w:r>
      <w:r w:rsidR="00636A18">
        <w:t>entendez</w:t>
      </w:r>
      <w:r>
        <w:t xml:space="preserve"> ; </w:t>
      </w:r>
      <w:r w:rsidR="00636A18">
        <w:t>mais</w:t>
      </w:r>
      <w:r>
        <w:t xml:space="preserve">, </w:t>
      </w:r>
      <w:r w:rsidR="00636A18">
        <w:t>comme vous avez eu le dessus</w:t>
      </w:r>
      <w:r>
        <w:t xml:space="preserve">, </w:t>
      </w:r>
      <w:r w:rsidR="00636A18">
        <w:t>ça revient au même que si c</w:t>
      </w:r>
      <w:r>
        <w:t>’</w:t>
      </w:r>
      <w:r w:rsidR="00636A18">
        <w:t>était un trait de génie</w:t>
      </w:r>
      <w:r>
        <w:t> !</w:t>
      </w:r>
    </w:p>
    <w:p w14:paraId="5C30A40D" w14:textId="77777777" w:rsidR="00D37400" w:rsidRDefault="00D37400">
      <w:r>
        <w:t>— </w:t>
      </w:r>
      <w:r w:rsidR="00636A18">
        <w:t>Oui</w:t>
      </w:r>
      <w:r>
        <w:t xml:space="preserve">, </w:t>
      </w:r>
      <w:r w:rsidR="00636A18">
        <w:t>oui</w:t>
      </w:r>
      <w:r>
        <w:t xml:space="preserve">, </w:t>
      </w:r>
      <w:r w:rsidR="00636A18">
        <w:t>dit le père</w:t>
      </w:r>
      <w:r>
        <w:t xml:space="preserve">, </w:t>
      </w:r>
      <w:r w:rsidR="00636A18">
        <w:t>et combien de grands génies avons-nous eus à ce compte-là</w:t>
      </w:r>
      <w:r>
        <w:t xml:space="preserve"> ! </w:t>
      </w:r>
      <w:r w:rsidR="00636A18">
        <w:t>Il faut réussir</w:t>
      </w:r>
      <w:r>
        <w:t>.</w:t>
      </w:r>
    </w:p>
    <w:p w14:paraId="43E1B563" w14:textId="27D2C732" w:rsidR="00636A18" w:rsidRDefault="00D37400">
      <w:r>
        <w:t>— </w:t>
      </w:r>
      <w:r w:rsidR="00636A18">
        <w:t>Hé</w:t>
      </w:r>
      <w:r>
        <w:t xml:space="preserve"> ! </w:t>
      </w:r>
      <w:r w:rsidR="00636A18">
        <w:t>hé</w:t>
      </w:r>
      <w:r>
        <w:t xml:space="preserve"> ! </w:t>
      </w:r>
      <w:r w:rsidR="00636A18">
        <w:t>hé</w:t>
      </w:r>
      <w:r>
        <w:t xml:space="preserve"> ! </w:t>
      </w:r>
      <w:r w:rsidR="00636A18">
        <w:t>c</w:t>
      </w:r>
      <w:r>
        <w:t>’</w:t>
      </w:r>
      <w:r w:rsidR="00636A18">
        <w:t>est sûr</w:t>
      </w:r>
      <w:r>
        <w:t xml:space="preserve">, </w:t>
      </w:r>
      <w:r w:rsidR="00636A18">
        <w:t>criait Florentin</w:t>
      </w:r>
      <w:r>
        <w:t xml:space="preserve">, </w:t>
      </w:r>
      <w:r w:rsidR="00636A18">
        <w:t>il faut réussir</w:t>
      </w:r>
      <w:r>
        <w:t xml:space="preserve"> ! </w:t>
      </w:r>
      <w:r w:rsidR="00636A18">
        <w:t>Et vous saurez aussi</w:t>
      </w:r>
      <w:r>
        <w:t xml:space="preserve">, </w:t>
      </w:r>
      <w:r w:rsidR="00636A18">
        <w:t>jeunes gens</w:t>
      </w:r>
      <w:r>
        <w:t xml:space="preserve">, </w:t>
      </w:r>
      <w:r w:rsidR="00636A18">
        <w:t>qu</w:t>
      </w:r>
      <w:r>
        <w:t>’</w:t>
      </w:r>
      <w:r w:rsidR="00636A18">
        <w:t>il ne faut jamais se mettre à découvert</w:t>
      </w:r>
      <w:r>
        <w:t xml:space="preserve">, </w:t>
      </w:r>
      <w:proofErr w:type="gramStart"/>
      <w:r w:rsidR="00636A18">
        <w:t>comme par exemple</w:t>
      </w:r>
      <w:proofErr w:type="gramEnd"/>
      <w:r w:rsidR="00636A18">
        <w:t xml:space="preserve"> les bourgeois de Paris devant l</w:t>
      </w:r>
      <w:r>
        <w:t>’</w:t>
      </w:r>
      <w:r w:rsidR="00636A18">
        <w:t>église Saint-Roch</w:t>
      </w:r>
      <w:r>
        <w:t xml:space="preserve">, </w:t>
      </w:r>
      <w:r w:rsidR="00636A18">
        <w:t>surtout quand les autres ont des canons et qu</w:t>
      </w:r>
      <w:r>
        <w:t>’</w:t>
      </w:r>
      <w:r w:rsidR="00636A18">
        <w:t>on n</w:t>
      </w:r>
      <w:r>
        <w:t>’</w:t>
      </w:r>
      <w:r w:rsidR="00636A18">
        <w:t>en a pas</w:t>
      </w:r>
      <w:r>
        <w:t xml:space="preserve">. </w:t>
      </w:r>
      <w:r w:rsidR="00636A18">
        <w:t>Les avons-nous balayés</w:t>
      </w:r>
      <w:r>
        <w:t xml:space="preserve">, </w:t>
      </w:r>
      <w:r w:rsidR="00636A18">
        <w:t>ces pauvres bou</w:t>
      </w:r>
      <w:r w:rsidR="00636A18">
        <w:t>r</w:t>
      </w:r>
      <w:r w:rsidR="00636A18">
        <w:t>geois</w:t>
      </w:r>
      <w:r>
        <w:t xml:space="preserve">, </w:t>
      </w:r>
      <w:r w:rsidR="00636A18">
        <w:t>en vendémiaire</w:t>
      </w:r>
      <w:r>
        <w:t xml:space="preserve"> !… </w:t>
      </w:r>
      <w:r w:rsidR="00636A18">
        <w:t>Ils auraient voulu se fourrer sous les marches</w:t>
      </w:r>
      <w:r>
        <w:t xml:space="preserve"> !… </w:t>
      </w:r>
      <w:r w:rsidR="00636A18">
        <w:t>On pouvait bien dire</w:t>
      </w:r>
      <w:r>
        <w:t xml:space="preserve"> : </w:t>
      </w:r>
      <w:r w:rsidR="00636A18">
        <w:t>Adieu</w:t>
      </w:r>
      <w:r>
        <w:t xml:space="preserve">, </w:t>
      </w:r>
      <w:r w:rsidR="00636A18">
        <w:t>paniers</w:t>
      </w:r>
      <w:r>
        <w:t xml:space="preserve">, </w:t>
      </w:r>
      <w:r w:rsidR="00636A18">
        <w:t>vendanges sont faites</w:t>
      </w:r>
      <w:r>
        <w:t xml:space="preserve"> !… </w:t>
      </w:r>
      <w:r w:rsidR="00636A18">
        <w:t>C</w:t>
      </w:r>
      <w:r>
        <w:t>’</w:t>
      </w:r>
      <w:r w:rsidR="00636A18">
        <w:t>était la fin des sections</w:t>
      </w:r>
      <w:r>
        <w:t xml:space="preserve">… </w:t>
      </w:r>
      <w:r w:rsidR="00636A18">
        <w:t>Mais vous saurez ça plus tard</w:t>
      </w:r>
      <w:r>
        <w:t>. »</w:t>
      </w:r>
    </w:p>
    <w:p w14:paraId="4AF51021" w14:textId="77777777" w:rsidR="00D37400" w:rsidRDefault="00636A18">
      <w:r>
        <w:lastRenderedPageBreak/>
        <w:t>Puis</w:t>
      </w:r>
      <w:r w:rsidR="00D37400">
        <w:t xml:space="preserve">, </w:t>
      </w:r>
      <w:r>
        <w:t>se tournant vers le jeune homme de Landau</w:t>
      </w:r>
      <w:r w:rsidR="00D37400">
        <w:t> :</w:t>
      </w:r>
    </w:p>
    <w:p w14:paraId="4B0A90AE" w14:textId="77777777" w:rsidR="00D37400" w:rsidRDefault="00D37400">
      <w:r>
        <w:t>« </w:t>
      </w:r>
      <w:r w:rsidR="00636A18" w:rsidRPr="00D23D91">
        <w:t>Et vous</w:t>
      </w:r>
      <w:r>
        <w:t xml:space="preserve">, </w:t>
      </w:r>
      <w:r w:rsidR="00636A18" w:rsidRPr="00D23D91">
        <w:t>camarade</w:t>
      </w:r>
      <w:r>
        <w:t xml:space="preserve">, </w:t>
      </w:r>
      <w:r w:rsidR="00636A18" w:rsidRPr="00D23D91">
        <w:t>fit-il</w:t>
      </w:r>
      <w:r>
        <w:t xml:space="preserve">, </w:t>
      </w:r>
      <w:r w:rsidR="00636A18" w:rsidRPr="00D23D91">
        <w:t>vous n</w:t>
      </w:r>
      <w:r>
        <w:t>’</w:t>
      </w:r>
      <w:r w:rsidR="00636A18" w:rsidRPr="00D23D91">
        <w:t>êtes</w:t>
      </w:r>
      <w:r w:rsidR="00636A18">
        <w:t xml:space="preserve"> donc pas contents d</w:t>
      </w:r>
      <w:r>
        <w:t>’</w:t>
      </w:r>
      <w:r w:rsidR="00636A18">
        <w:t>être avec les Allemands</w:t>
      </w:r>
      <w:r>
        <w:t xml:space="preserve"> ? </w:t>
      </w:r>
      <w:r w:rsidR="00636A18">
        <w:t>Ce n</w:t>
      </w:r>
      <w:r>
        <w:t>’</w:t>
      </w:r>
      <w:r w:rsidR="00636A18">
        <w:t>est pas votre goût</w:t>
      </w:r>
      <w:r>
        <w:t xml:space="preserve">… </w:t>
      </w:r>
      <w:r w:rsidR="00636A18">
        <w:t>Vous aimez mieux votre pays</w:t>
      </w:r>
      <w:r>
        <w:t xml:space="preserve">, </w:t>
      </w:r>
      <w:r w:rsidR="00636A18">
        <w:t>la vieille France</w:t>
      </w:r>
      <w:r>
        <w:t> ?</w:t>
      </w:r>
    </w:p>
    <w:p w14:paraId="67AB4581" w14:textId="77777777" w:rsidR="00D37400" w:rsidRDefault="00D37400">
      <w:r>
        <w:t>— </w:t>
      </w:r>
      <w:r w:rsidR="00636A18" w:rsidRPr="00671499">
        <w:rPr>
          <w:szCs w:val="36"/>
        </w:rPr>
        <w:t>Ah</w:t>
      </w:r>
      <w:r>
        <w:rPr>
          <w:szCs w:val="36"/>
        </w:rPr>
        <w:t xml:space="preserve"> ! </w:t>
      </w:r>
      <w:r w:rsidR="00636A18" w:rsidRPr="00671499">
        <w:rPr>
          <w:szCs w:val="36"/>
        </w:rPr>
        <w:t>sans doute</w:t>
      </w:r>
      <w:r>
        <w:rPr>
          <w:szCs w:val="36"/>
        </w:rPr>
        <w:t xml:space="preserve">, </w:t>
      </w:r>
      <w:r w:rsidR="00636A18" w:rsidRPr="00671499">
        <w:rPr>
          <w:szCs w:val="36"/>
        </w:rPr>
        <w:t>sans doute</w:t>
      </w:r>
      <w:r>
        <w:rPr>
          <w:szCs w:val="36"/>
        </w:rPr>
        <w:t xml:space="preserve">, </w:t>
      </w:r>
      <w:r w:rsidR="00636A18" w:rsidRPr="00671499">
        <w:rPr>
          <w:szCs w:val="36"/>
        </w:rPr>
        <w:t>capitaine</w:t>
      </w:r>
      <w:r>
        <w:rPr>
          <w:szCs w:val="36"/>
        </w:rPr>
        <w:t xml:space="preserve">… </w:t>
      </w:r>
      <w:r w:rsidR="00636A18">
        <w:t>vous pensez bien</w:t>
      </w:r>
      <w:r>
        <w:t xml:space="preserve">, </w:t>
      </w:r>
      <w:r w:rsidR="00636A18">
        <w:t>répondit le jeune homme</w:t>
      </w:r>
      <w:r>
        <w:t xml:space="preserve">, </w:t>
      </w:r>
      <w:r w:rsidR="00636A18">
        <w:t>devenu grave</w:t>
      </w:r>
      <w:r>
        <w:t xml:space="preserve"> ; </w:t>
      </w:r>
      <w:r w:rsidR="00636A18">
        <w:t>nous n</w:t>
      </w:r>
      <w:r>
        <w:t>’</w:t>
      </w:r>
      <w:r w:rsidR="00636A18">
        <w:t>avons jamais eu qu</w:t>
      </w:r>
      <w:r>
        <w:t>’</w:t>
      </w:r>
      <w:r w:rsidR="00636A18">
        <w:t>un rêve</w:t>
      </w:r>
      <w:r>
        <w:t xml:space="preserve"> : </w:t>
      </w:r>
      <w:r w:rsidR="00636A18">
        <w:t>revenir à la patrie</w:t>
      </w:r>
      <w:r>
        <w:t> !</w:t>
      </w:r>
    </w:p>
    <w:p w14:paraId="278E94B9" w14:textId="6F5D419E" w:rsidR="00636A18" w:rsidRDefault="00D37400">
      <w:pPr>
        <w:rPr>
          <w:szCs w:val="36"/>
        </w:rPr>
      </w:pPr>
      <w:r>
        <w:t>— </w:t>
      </w:r>
      <w:r w:rsidR="00636A18">
        <w:t>À la bonne heure</w:t>
      </w:r>
      <w:r>
        <w:t xml:space="preserve"> !… </w:t>
      </w:r>
      <w:r w:rsidR="00636A18">
        <w:t>Donnez-moi la main</w:t>
      </w:r>
      <w:r>
        <w:t xml:space="preserve">, </w:t>
      </w:r>
      <w:r w:rsidR="00636A18">
        <w:t>jeune homme</w:t>
      </w:r>
      <w:r>
        <w:t xml:space="preserve">. </w:t>
      </w:r>
      <w:r w:rsidR="00636A18">
        <w:t>Vous avez bien fait de venir nous rejoindre avant la campagne</w:t>
      </w:r>
      <w:r>
        <w:t xml:space="preserve"> ; </w:t>
      </w:r>
      <w:r w:rsidR="00636A18">
        <w:t>ça prévient les erreurs</w:t>
      </w:r>
      <w:r>
        <w:t xml:space="preserve">, </w:t>
      </w:r>
      <w:r w:rsidR="00636A18">
        <w:t>on est sûr de ne pas tirer sur les siens</w:t>
      </w:r>
      <w:r>
        <w:t>. »</w:t>
      </w:r>
    </w:p>
    <w:p w14:paraId="119A9119" w14:textId="77777777" w:rsidR="00D37400" w:rsidRDefault="00636A18">
      <w:r>
        <w:t>Ils se serraient la main</w:t>
      </w:r>
      <w:r w:rsidR="00D37400">
        <w:t xml:space="preserve">, </w:t>
      </w:r>
      <w:r w:rsidRPr="00671499">
        <w:t>Florentin paraissait heureux</w:t>
      </w:r>
      <w:r w:rsidR="00D37400">
        <w:t xml:space="preserve">, </w:t>
      </w:r>
      <w:r w:rsidRPr="00671499">
        <w:t>il r</w:t>
      </w:r>
      <w:r w:rsidRPr="00671499">
        <w:t>e</w:t>
      </w:r>
      <w:r w:rsidRPr="001F1D78">
        <w:t>voyait les choses en beau</w:t>
      </w:r>
      <w:r w:rsidR="00D37400">
        <w:t xml:space="preserve">, </w:t>
      </w:r>
      <w:r w:rsidRPr="001F1D78">
        <w:t>et</w:t>
      </w:r>
      <w:r>
        <w:t xml:space="preserve"> mon père</w:t>
      </w:r>
      <w:r w:rsidR="00D37400">
        <w:t xml:space="preserve">, </w:t>
      </w:r>
      <w:r>
        <w:t>tout attendri</w:t>
      </w:r>
      <w:r w:rsidR="00D37400">
        <w:t xml:space="preserve">, </w:t>
      </w:r>
      <w:r>
        <w:t>disait</w:t>
      </w:r>
      <w:r w:rsidR="00D37400">
        <w:t> :</w:t>
      </w:r>
    </w:p>
    <w:p w14:paraId="7F034788" w14:textId="77777777" w:rsidR="00D37400" w:rsidRDefault="00D37400">
      <w:r>
        <w:t>« </w:t>
      </w:r>
      <w:r w:rsidR="00636A18">
        <w:t>Je vois ce qui se passe là-bas</w:t>
      </w:r>
      <w:r>
        <w:t xml:space="preserve"> ; </w:t>
      </w:r>
      <w:r w:rsidR="00636A18">
        <w:t>je suis sûr que tout se r</w:t>
      </w:r>
      <w:r w:rsidR="00636A18">
        <w:t>e</w:t>
      </w:r>
      <w:r w:rsidR="00636A18">
        <w:t>mue</w:t>
      </w:r>
      <w:r>
        <w:t xml:space="preserve">, </w:t>
      </w:r>
      <w:r w:rsidR="00636A18">
        <w:t>de Landau à Sarrelouis</w:t>
      </w:r>
      <w:r>
        <w:t xml:space="preserve"> ; </w:t>
      </w:r>
      <w:r w:rsidR="00636A18">
        <w:t>je suis sûr qu</w:t>
      </w:r>
      <w:r>
        <w:t>’</w:t>
      </w:r>
      <w:r w:rsidR="00636A18">
        <w:t>on nous attend et qu</w:t>
      </w:r>
      <w:r>
        <w:t>’</w:t>
      </w:r>
      <w:r w:rsidR="00636A18">
        <w:t>au premier mouvement tout sera debout</w:t>
      </w:r>
      <w:r>
        <w:t xml:space="preserve"> ; </w:t>
      </w:r>
      <w:r w:rsidR="00636A18">
        <w:t>nous tomberons dans les bras les uns des autres</w:t>
      </w:r>
      <w:r>
        <w:t>.</w:t>
      </w:r>
    </w:p>
    <w:p w14:paraId="13AC0AAE" w14:textId="71BD1CB5" w:rsidR="00636A18" w:rsidRDefault="00D37400">
      <w:pPr>
        <w:rPr>
          <w:szCs w:val="36"/>
        </w:rPr>
      </w:pPr>
      <w:r>
        <w:t>— </w:t>
      </w:r>
      <w:r w:rsidR="00636A18">
        <w:t>Oui</w:t>
      </w:r>
      <w:r>
        <w:t xml:space="preserve">, </w:t>
      </w:r>
      <w:r w:rsidR="00636A18">
        <w:t>monsieur</w:t>
      </w:r>
      <w:r>
        <w:t xml:space="preserve">, </w:t>
      </w:r>
      <w:r w:rsidR="00636A18">
        <w:t>s</w:t>
      </w:r>
      <w:r>
        <w:t>’</w:t>
      </w:r>
      <w:r w:rsidR="00636A18">
        <w:t>écriait le jeune homme à son tour</w:t>
      </w:r>
      <w:r>
        <w:t xml:space="preserve">, </w:t>
      </w:r>
      <w:r w:rsidR="00636A18">
        <w:t>en r</w:t>
      </w:r>
      <w:r w:rsidR="00636A18">
        <w:t>e</w:t>
      </w:r>
      <w:r w:rsidR="00636A18">
        <w:t>levant fièrement la tête</w:t>
      </w:r>
      <w:r>
        <w:t xml:space="preserve">, </w:t>
      </w:r>
      <w:r w:rsidR="00636A18">
        <w:t>oui</w:t>
      </w:r>
      <w:r>
        <w:t xml:space="preserve">, </w:t>
      </w:r>
      <w:r w:rsidR="00636A18">
        <w:t>vous voyez juste</w:t>
      </w:r>
      <w:r>
        <w:t xml:space="preserve"> ; </w:t>
      </w:r>
      <w:r w:rsidR="00636A18">
        <w:t>nous ne sommes qu</w:t>
      </w:r>
      <w:r>
        <w:t>’</w:t>
      </w:r>
      <w:r w:rsidR="00636A18">
        <w:t>une seule famille</w:t>
      </w:r>
      <w:r>
        <w:t xml:space="preserve">, </w:t>
      </w:r>
      <w:r w:rsidR="00636A18">
        <w:t>une seule nation</w:t>
      </w:r>
      <w:r>
        <w:t xml:space="preserve"> ; </w:t>
      </w:r>
      <w:r w:rsidR="00636A18">
        <w:t>notre sang s</w:t>
      </w:r>
      <w:r>
        <w:t>’</w:t>
      </w:r>
      <w:r w:rsidR="00636A18">
        <w:t xml:space="preserve">est mêlé durant les siècles sur </w:t>
      </w:r>
      <w:r w:rsidR="00636A18">
        <w:rPr>
          <w:szCs w:val="36"/>
        </w:rPr>
        <w:t>les champs de bataille</w:t>
      </w:r>
      <w:r>
        <w:rPr>
          <w:szCs w:val="36"/>
        </w:rPr>
        <w:t xml:space="preserve"> ; </w:t>
      </w:r>
      <w:r w:rsidR="00636A18">
        <w:rPr>
          <w:szCs w:val="36"/>
        </w:rPr>
        <w:t>nous n</w:t>
      </w:r>
      <w:r>
        <w:rPr>
          <w:szCs w:val="36"/>
        </w:rPr>
        <w:t>’</w:t>
      </w:r>
      <w:r w:rsidR="00636A18">
        <w:rPr>
          <w:szCs w:val="36"/>
        </w:rPr>
        <w:t>avons qu</w:t>
      </w:r>
      <w:r>
        <w:rPr>
          <w:szCs w:val="36"/>
        </w:rPr>
        <w:t>’</w:t>
      </w:r>
      <w:r w:rsidR="00636A18">
        <w:rPr>
          <w:szCs w:val="36"/>
        </w:rPr>
        <w:t>une âme</w:t>
      </w:r>
      <w:r>
        <w:rPr>
          <w:szCs w:val="36"/>
        </w:rPr>
        <w:t xml:space="preserve">, </w:t>
      </w:r>
      <w:r w:rsidR="00636A18">
        <w:rPr>
          <w:szCs w:val="36"/>
        </w:rPr>
        <w:t>et cette âme est française</w:t>
      </w:r>
      <w:r>
        <w:rPr>
          <w:szCs w:val="36"/>
        </w:rPr>
        <w:t> ! »</w:t>
      </w:r>
    </w:p>
    <w:p w14:paraId="090FA9C4" w14:textId="77777777" w:rsidR="00D37400" w:rsidRDefault="00636A18">
      <w:r>
        <w:t>Il était vraiment beau</w:t>
      </w:r>
      <w:r w:rsidR="00D37400">
        <w:t xml:space="preserve">, </w:t>
      </w:r>
      <w:r>
        <w:t>ce jeune homme</w:t>
      </w:r>
      <w:r w:rsidR="00D37400">
        <w:t xml:space="preserve">, </w:t>
      </w:r>
      <w:r>
        <w:t>en disant cela</w:t>
      </w:r>
      <w:r w:rsidR="00D37400">
        <w:t xml:space="preserve">, </w:t>
      </w:r>
      <w:r>
        <w:t xml:space="preserve">et </w:t>
      </w:r>
      <w:proofErr w:type="spellStart"/>
      <w:r>
        <w:t>Frentzel</w:t>
      </w:r>
      <w:proofErr w:type="spellEnd"/>
      <w:r w:rsidR="00D37400">
        <w:t xml:space="preserve">, </w:t>
      </w:r>
      <w:r>
        <w:t>qui n</w:t>
      </w:r>
      <w:r w:rsidR="00D37400">
        <w:t>’</w:t>
      </w:r>
      <w:r>
        <w:t>éprouvait pourtant pas d</w:t>
      </w:r>
      <w:r w:rsidR="00D37400">
        <w:t>’</w:t>
      </w:r>
      <w:r>
        <w:t>enthousiasme pour la guerre</w:t>
      </w:r>
      <w:r w:rsidR="00D37400">
        <w:t xml:space="preserve">, </w:t>
      </w:r>
      <w:r>
        <w:t>ne put s</w:t>
      </w:r>
      <w:r w:rsidR="00D37400">
        <w:t>’</w:t>
      </w:r>
      <w:r>
        <w:t>empêcher de dire</w:t>
      </w:r>
      <w:r w:rsidR="00D37400">
        <w:t xml:space="preserve">, </w:t>
      </w:r>
      <w:r>
        <w:t>en se penchant à l</w:t>
      </w:r>
      <w:r w:rsidR="00D37400">
        <w:t>’</w:t>
      </w:r>
      <w:r>
        <w:t>oreille de ma mère</w:t>
      </w:r>
      <w:r w:rsidR="00D37400">
        <w:t> :</w:t>
      </w:r>
    </w:p>
    <w:p w14:paraId="7DE9ABD5" w14:textId="77777777" w:rsidR="00D37400" w:rsidRDefault="00D37400">
      <w:r>
        <w:t>« </w:t>
      </w:r>
      <w:r w:rsidR="00636A18">
        <w:t>Quel brave garçon</w:t>
      </w:r>
      <w:r>
        <w:t xml:space="preserve"> !… </w:t>
      </w:r>
      <w:r w:rsidR="00636A18">
        <w:t>et comme il parle bien</w:t>
      </w:r>
      <w:r>
        <w:t> !</w:t>
      </w:r>
    </w:p>
    <w:p w14:paraId="3A9858F7" w14:textId="38F0834B" w:rsidR="00636A18" w:rsidRDefault="00D37400">
      <w:r>
        <w:lastRenderedPageBreak/>
        <w:t>— </w:t>
      </w:r>
      <w:r w:rsidR="00636A18">
        <w:t>Oui</w:t>
      </w:r>
      <w:r>
        <w:t xml:space="preserve">, </w:t>
      </w:r>
      <w:r w:rsidR="00636A18">
        <w:t>répondit ma mère</w:t>
      </w:r>
      <w:r>
        <w:t xml:space="preserve">, </w:t>
      </w:r>
      <w:r w:rsidR="00636A18">
        <w:t>observant mon père assis en face d</w:t>
      </w:r>
      <w:r>
        <w:t>’</w:t>
      </w:r>
      <w:r w:rsidR="00636A18">
        <w:t>elle</w:t>
      </w:r>
      <w:r>
        <w:t xml:space="preserve">, </w:t>
      </w:r>
      <w:r w:rsidR="00636A18">
        <w:t>de l</w:t>
      </w:r>
      <w:r>
        <w:t>’</w:t>
      </w:r>
      <w:r w:rsidR="00636A18">
        <w:t>autre côté de la table</w:t>
      </w:r>
      <w:r>
        <w:t xml:space="preserve">, </w:t>
      </w:r>
      <w:r w:rsidR="00636A18">
        <w:t>il parle trop bien</w:t>
      </w:r>
      <w:r>
        <w:t xml:space="preserve"> ! </w:t>
      </w:r>
      <w:r w:rsidR="00636A18">
        <w:t>Si cela cont</w:t>
      </w:r>
      <w:r w:rsidR="00636A18">
        <w:t>i</w:t>
      </w:r>
      <w:r w:rsidR="00636A18">
        <w:t>nue</w:t>
      </w:r>
      <w:r>
        <w:t xml:space="preserve">, </w:t>
      </w:r>
      <w:proofErr w:type="spellStart"/>
      <w:r w:rsidR="00636A18">
        <w:t>Pélerin</w:t>
      </w:r>
      <w:proofErr w:type="spellEnd"/>
      <w:r w:rsidR="00636A18">
        <w:t xml:space="preserve"> lui-même sera capable de remettre sa vieille g</w:t>
      </w:r>
      <w:r w:rsidR="00636A18">
        <w:t>i</w:t>
      </w:r>
      <w:r w:rsidR="00636A18">
        <w:t>berne pour aller délivrer Landau et Sarrelouis</w:t>
      </w:r>
      <w:r>
        <w:t xml:space="preserve"> ! </w:t>
      </w:r>
      <w:r w:rsidR="00636A18">
        <w:t>Pourvu que cette idée ne lui vienne pas</w:t>
      </w:r>
      <w:r>
        <w:t> ! »</w:t>
      </w:r>
    </w:p>
    <w:p w14:paraId="1BFE116E" w14:textId="77777777" w:rsidR="00D37400" w:rsidRDefault="00636A18">
      <w:r>
        <w:t>Mais elle finissait à peine de parler</w:t>
      </w:r>
      <w:r w:rsidR="00D37400">
        <w:t xml:space="preserve">, </w:t>
      </w:r>
      <w:r>
        <w:t>que le père s</w:t>
      </w:r>
      <w:r w:rsidR="00D37400">
        <w:t>’</w:t>
      </w:r>
      <w:r>
        <w:t>écriait</w:t>
      </w:r>
      <w:r w:rsidR="00D37400">
        <w:t> :</w:t>
      </w:r>
    </w:p>
    <w:p w14:paraId="080D0B98" w14:textId="77777777" w:rsidR="00D37400" w:rsidRDefault="00D37400">
      <w:r>
        <w:t>« </w:t>
      </w:r>
      <w:r w:rsidR="00636A18">
        <w:t>Il faut que tout le monde s</w:t>
      </w:r>
      <w:r>
        <w:t>’</w:t>
      </w:r>
      <w:r w:rsidR="00636A18">
        <w:t>en mêle</w:t>
      </w:r>
      <w:r>
        <w:t xml:space="preserve">, </w:t>
      </w:r>
      <w:r w:rsidR="00636A18">
        <w:t>il faut que tous les jeunes gens s</w:t>
      </w:r>
      <w:r>
        <w:t>’</w:t>
      </w:r>
      <w:r w:rsidR="00636A18">
        <w:t>engagent dans l</w:t>
      </w:r>
      <w:r>
        <w:t>’</w:t>
      </w:r>
      <w:r w:rsidR="00636A18">
        <w:t>armée active</w:t>
      </w:r>
      <w:r>
        <w:t xml:space="preserve">, </w:t>
      </w:r>
      <w:r w:rsidR="00636A18">
        <w:t xml:space="preserve">et que nous autres </w:t>
      </w:r>
      <w:r w:rsidR="00636A18" w:rsidRPr="001F1D78">
        <w:t>nous reprenions nos armes</w:t>
      </w:r>
      <w:r w:rsidR="00636A18">
        <w:t xml:space="preserve"> pour défendre les places fortes</w:t>
      </w:r>
      <w:r>
        <w:t xml:space="preserve">. </w:t>
      </w:r>
      <w:r w:rsidR="00636A18">
        <w:t>Les hommes comme moi</w:t>
      </w:r>
      <w:r>
        <w:t xml:space="preserve">, </w:t>
      </w:r>
      <w:r w:rsidR="00636A18">
        <w:t>encore solides</w:t>
      </w:r>
      <w:r>
        <w:t xml:space="preserve">, </w:t>
      </w:r>
      <w:r w:rsidR="00636A18">
        <w:t>pourront même former la réserve et marcher en cas de besoin</w:t>
      </w:r>
      <w:r>
        <w:t xml:space="preserve">. </w:t>
      </w:r>
      <w:r w:rsidR="00636A18">
        <w:t>Je n</w:t>
      </w:r>
      <w:r>
        <w:t>’</w:t>
      </w:r>
      <w:r w:rsidR="00636A18">
        <w:t>ai que quarante-huit ans</w:t>
      </w:r>
      <w:r>
        <w:t xml:space="preserve">, </w:t>
      </w:r>
      <w:r w:rsidR="00636A18">
        <w:t>j</w:t>
      </w:r>
      <w:r>
        <w:t>’</w:t>
      </w:r>
      <w:r w:rsidR="00636A18">
        <w:t>ai servi</w:t>
      </w:r>
      <w:r>
        <w:t xml:space="preserve"> ; </w:t>
      </w:r>
      <w:r w:rsidR="00636A18">
        <w:t>et si le capitaine Florentin</w:t>
      </w:r>
      <w:r>
        <w:t xml:space="preserve">, </w:t>
      </w:r>
      <w:r w:rsidR="00636A18">
        <w:t>qui a douze ans de plus que moi</w:t>
      </w:r>
      <w:r>
        <w:t xml:space="preserve">, </w:t>
      </w:r>
      <w:r w:rsidR="00636A18">
        <w:t>peut marcher</w:t>
      </w:r>
      <w:r>
        <w:t xml:space="preserve">, </w:t>
      </w:r>
      <w:r w:rsidR="00636A18">
        <w:t>je ne vois pas pourquoi je n</w:t>
      </w:r>
      <w:r>
        <w:t>’</w:t>
      </w:r>
      <w:r w:rsidR="00636A18">
        <w:t>en f</w:t>
      </w:r>
      <w:r w:rsidR="00636A18">
        <w:t>e</w:t>
      </w:r>
      <w:r w:rsidR="00636A18">
        <w:t>rais pas autant</w:t>
      </w:r>
      <w:r>
        <w:t>.</w:t>
      </w:r>
    </w:p>
    <w:p w14:paraId="621943A1" w14:textId="77777777" w:rsidR="00D37400" w:rsidRDefault="00D37400">
      <w:r>
        <w:t>— </w:t>
      </w:r>
      <w:r w:rsidR="00636A18">
        <w:t>Ça</w:t>
      </w:r>
      <w:r>
        <w:t xml:space="preserve">, </w:t>
      </w:r>
      <w:r w:rsidR="00636A18">
        <w:t>c</w:t>
      </w:r>
      <w:r>
        <w:t>’</w:t>
      </w:r>
      <w:r w:rsidR="00636A18">
        <w:t>est clair</w:t>
      </w:r>
      <w:r>
        <w:t xml:space="preserve">, </w:t>
      </w:r>
      <w:r w:rsidR="00636A18">
        <w:t>dit Florentin</w:t>
      </w:r>
      <w:r>
        <w:t xml:space="preserve">, </w:t>
      </w:r>
      <w:r w:rsidR="00636A18">
        <w:t>et je vous verrais avec plaisir dans ma compagnie</w:t>
      </w:r>
      <w:r>
        <w:t xml:space="preserve">. </w:t>
      </w:r>
      <w:r w:rsidR="00636A18">
        <w:t>Vous connaissez encore votre école de p</w:t>
      </w:r>
      <w:r w:rsidR="00636A18">
        <w:t>e</w:t>
      </w:r>
      <w:r w:rsidR="00636A18">
        <w:t>loton</w:t>
      </w:r>
      <w:r>
        <w:t> ?</w:t>
      </w:r>
    </w:p>
    <w:p w14:paraId="20F33288" w14:textId="77777777" w:rsidR="00D37400" w:rsidRDefault="00D37400">
      <w:r>
        <w:t>— </w:t>
      </w:r>
      <w:r w:rsidR="00636A18">
        <w:t>Parbleu</w:t>
      </w:r>
      <w:r>
        <w:t xml:space="preserve"> !… </w:t>
      </w:r>
      <w:r w:rsidR="00636A18">
        <w:t>Est-ce qu</w:t>
      </w:r>
      <w:r>
        <w:t>’</w:t>
      </w:r>
      <w:r w:rsidR="00636A18">
        <w:t>on oublie jamais ça</w:t>
      </w:r>
      <w:r>
        <w:t xml:space="preserve">, </w:t>
      </w:r>
      <w:r w:rsidR="00636A18">
        <w:t>capitaine</w:t>
      </w:r>
      <w:r>
        <w:t> ?</w:t>
      </w:r>
    </w:p>
    <w:p w14:paraId="417BA82D" w14:textId="7E446568" w:rsidR="00636A18" w:rsidRDefault="00D37400">
      <w:pPr>
        <w:rPr>
          <w:szCs w:val="36"/>
        </w:rPr>
      </w:pPr>
      <w:r>
        <w:t>— </w:t>
      </w:r>
      <w:r w:rsidR="00636A18">
        <w:t>Eh bien</w:t>
      </w:r>
      <w:r>
        <w:t xml:space="preserve"> ! </w:t>
      </w:r>
      <w:r w:rsidR="00636A18">
        <w:t>vous feriez un excellent sergent</w:t>
      </w:r>
      <w:r>
        <w:t>. »</w:t>
      </w:r>
    </w:p>
    <w:p w14:paraId="19322854" w14:textId="77777777" w:rsidR="00D37400" w:rsidRDefault="00636A18">
      <w:r>
        <w:t>Puis</w:t>
      </w:r>
      <w:r w:rsidR="00D37400">
        <w:t xml:space="preserve">, </w:t>
      </w:r>
      <w:r>
        <w:t>se tournant vers les autres</w:t>
      </w:r>
      <w:r w:rsidR="00D37400">
        <w:t xml:space="preserve">, </w:t>
      </w:r>
      <w:r>
        <w:t>il reprenait</w:t>
      </w:r>
      <w:r w:rsidR="00D37400">
        <w:t> :</w:t>
      </w:r>
    </w:p>
    <w:p w14:paraId="66CA2424" w14:textId="2CE646AD" w:rsidR="00636A18" w:rsidRDefault="00D37400">
      <w:pPr>
        <w:rPr>
          <w:szCs w:val="36"/>
        </w:rPr>
      </w:pPr>
      <w:r>
        <w:t>« </w:t>
      </w:r>
      <w:r w:rsidR="00636A18">
        <w:t>Nous entrerons dans ce pays-là comme dans du beurre</w:t>
      </w:r>
      <w:r>
        <w:t xml:space="preserve"> ; </w:t>
      </w:r>
      <w:r w:rsidR="00636A18">
        <w:t>il faudra bien livrer deux ou trois batailles solides pour co</w:t>
      </w:r>
      <w:r w:rsidR="00636A18">
        <w:t>m</w:t>
      </w:r>
      <w:r w:rsidR="00636A18">
        <w:t>mencer</w:t>
      </w:r>
      <w:r>
        <w:t xml:space="preserve">, </w:t>
      </w:r>
      <w:r w:rsidR="00636A18">
        <w:t>mais la guerre nous connaît</w:t>
      </w:r>
      <w:r>
        <w:t xml:space="preserve">. </w:t>
      </w:r>
      <w:r w:rsidR="00636A18">
        <w:t>Nous avons perdu</w:t>
      </w:r>
      <w:r>
        <w:t xml:space="preserve">, </w:t>
      </w:r>
      <w:r w:rsidR="00636A18">
        <w:t>c</w:t>
      </w:r>
      <w:r>
        <w:t>’</w:t>
      </w:r>
      <w:r w:rsidR="00636A18">
        <w:t>est vrai</w:t>
      </w:r>
      <w:r>
        <w:t xml:space="preserve">, </w:t>
      </w:r>
      <w:r w:rsidR="00636A18">
        <w:t>voilà quinze ans</w:t>
      </w:r>
      <w:r>
        <w:t xml:space="preserve">, </w:t>
      </w:r>
      <w:r w:rsidR="00636A18">
        <w:t>après vingt ans de victoires</w:t>
      </w:r>
      <w:r>
        <w:t xml:space="preserve"> ; </w:t>
      </w:r>
      <w:r w:rsidR="00636A18">
        <w:t>nous en avions assez</w:t>
      </w:r>
      <w:r>
        <w:t xml:space="preserve">… </w:t>
      </w:r>
      <w:r w:rsidR="00636A18">
        <w:t>et puis tout le monde était contre nous</w:t>
      </w:r>
      <w:r>
        <w:t xml:space="preserve">. </w:t>
      </w:r>
      <w:r w:rsidR="00636A18">
        <w:t>Maint</w:t>
      </w:r>
      <w:r w:rsidR="00636A18">
        <w:t>e</w:t>
      </w:r>
      <w:r w:rsidR="00636A18">
        <w:t>nant</w:t>
      </w:r>
      <w:r>
        <w:t xml:space="preserve">, </w:t>
      </w:r>
      <w:r w:rsidR="00636A18">
        <w:t>la force nous est revenue</w:t>
      </w:r>
      <w:r>
        <w:t xml:space="preserve">. </w:t>
      </w:r>
      <w:r w:rsidR="00636A18">
        <w:t>Et vous verrez</w:t>
      </w:r>
      <w:r>
        <w:t xml:space="preserve">, </w:t>
      </w:r>
      <w:r w:rsidR="00636A18">
        <w:t>jeunes gens</w:t>
      </w:r>
      <w:r>
        <w:t xml:space="preserve">, </w:t>
      </w:r>
      <w:r w:rsidR="00636A18">
        <w:t>vous verrez que Lafayette</w:t>
      </w:r>
      <w:r>
        <w:t xml:space="preserve">, </w:t>
      </w:r>
      <w:r w:rsidR="00636A18">
        <w:t>Gérard</w:t>
      </w:r>
      <w:r>
        <w:t xml:space="preserve">, </w:t>
      </w:r>
      <w:r w:rsidR="00636A18">
        <w:t>Mouton</w:t>
      </w:r>
      <w:r>
        <w:t xml:space="preserve">, </w:t>
      </w:r>
      <w:r w:rsidR="00636A18">
        <w:t>Soult et quelques autres vont tout reformer</w:t>
      </w:r>
      <w:r>
        <w:t xml:space="preserve">. </w:t>
      </w:r>
      <w:r w:rsidR="00636A18">
        <w:t>Ce n</w:t>
      </w:r>
      <w:r>
        <w:t>’</w:t>
      </w:r>
      <w:r w:rsidR="00636A18">
        <w:t>est pas difficile avec des Fra</w:t>
      </w:r>
      <w:r w:rsidR="00636A18">
        <w:t>n</w:t>
      </w:r>
      <w:r w:rsidR="00636A18">
        <w:t>çais</w:t>
      </w:r>
      <w:r>
        <w:t xml:space="preserve">, </w:t>
      </w:r>
      <w:r w:rsidR="00636A18">
        <w:t>c</w:t>
      </w:r>
      <w:r>
        <w:t>’</w:t>
      </w:r>
      <w:r w:rsidR="00636A18">
        <w:t>est en quelque sorte naturel</w:t>
      </w:r>
      <w:r>
        <w:t xml:space="preserve">, </w:t>
      </w:r>
      <w:r w:rsidR="00636A18">
        <w:t xml:space="preserve">puisque chacun vient au </w:t>
      </w:r>
      <w:r w:rsidR="00636A18">
        <w:lastRenderedPageBreak/>
        <w:t>monde soldat</w:t>
      </w:r>
      <w:r>
        <w:t xml:space="preserve">. </w:t>
      </w:r>
      <w:r w:rsidR="00636A18">
        <w:t>L</w:t>
      </w:r>
      <w:r>
        <w:t>’</w:t>
      </w:r>
      <w:r w:rsidR="00636A18">
        <w:t>un a du goût pour la cavalerie</w:t>
      </w:r>
      <w:r>
        <w:t xml:space="preserve">, </w:t>
      </w:r>
      <w:r w:rsidR="00636A18">
        <w:t>l</w:t>
      </w:r>
      <w:r>
        <w:t>’</w:t>
      </w:r>
      <w:r w:rsidR="00636A18">
        <w:t>autre pour l</w:t>
      </w:r>
      <w:r>
        <w:t>’</w:t>
      </w:r>
      <w:r w:rsidR="00636A18">
        <w:t>artillerie</w:t>
      </w:r>
      <w:r>
        <w:t xml:space="preserve">… </w:t>
      </w:r>
      <w:r w:rsidR="00636A18">
        <w:t>on ne gêne personne dans ses idées</w:t>
      </w:r>
      <w:r>
        <w:t xml:space="preserve">… </w:t>
      </w:r>
      <w:r w:rsidR="00636A18">
        <w:t>ça marche tout seul</w:t>
      </w:r>
      <w:r>
        <w:t>. »</w:t>
      </w:r>
    </w:p>
    <w:p w14:paraId="5B139B1A" w14:textId="77777777" w:rsidR="00D37400" w:rsidRDefault="00636A18">
      <w:r>
        <w:t>Et s</w:t>
      </w:r>
      <w:r w:rsidR="00D37400">
        <w:t>’</w:t>
      </w:r>
      <w:r>
        <w:t>adressant au Parisien</w:t>
      </w:r>
      <w:r w:rsidR="00D37400">
        <w:t xml:space="preserve">, </w:t>
      </w:r>
      <w:r>
        <w:t>qui souriait</w:t>
      </w:r>
      <w:r w:rsidR="00D37400">
        <w:t> :</w:t>
      </w:r>
    </w:p>
    <w:p w14:paraId="0DD95281" w14:textId="77777777" w:rsidR="00D37400" w:rsidRDefault="00D37400">
      <w:r>
        <w:t>« </w:t>
      </w:r>
      <w:r w:rsidR="00636A18">
        <w:t>Qu</w:t>
      </w:r>
      <w:r>
        <w:t>’</w:t>
      </w:r>
      <w:r w:rsidR="00636A18">
        <w:t>est-ce que vous pensez de Louis-Philippe</w:t>
      </w:r>
      <w:r>
        <w:t xml:space="preserve"> ? </w:t>
      </w:r>
      <w:r w:rsidR="00636A18">
        <w:t>dit-il</w:t>
      </w:r>
      <w:r>
        <w:t xml:space="preserve"> ; </w:t>
      </w:r>
      <w:r w:rsidR="00636A18">
        <w:t>vous l</w:t>
      </w:r>
      <w:r>
        <w:t>’</w:t>
      </w:r>
      <w:r w:rsidR="00636A18">
        <w:t>avez vu</w:t>
      </w:r>
      <w:r>
        <w:t> ?</w:t>
      </w:r>
    </w:p>
    <w:p w14:paraId="379953F3" w14:textId="77777777" w:rsidR="00D37400" w:rsidRDefault="00D37400">
      <w:r>
        <w:t>— </w:t>
      </w:r>
      <w:r w:rsidR="00636A18">
        <w:t>Oui</w:t>
      </w:r>
      <w:r>
        <w:t xml:space="preserve">, </w:t>
      </w:r>
      <w:r w:rsidR="00636A18">
        <w:t>capitaine</w:t>
      </w:r>
      <w:r>
        <w:t>.</w:t>
      </w:r>
    </w:p>
    <w:p w14:paraId="10624A79" w14:textId="77777777" w:rsidR="00D37400" w:rsidRDefault="00D37400">
      <w:r>
        <w:t>— </w:t>
      </w:r>
      <w:r w:rsidR="00636A18">
        <w:t>Eh bien</w:t>
      </w:r>
      <w:r>
        <w:t> ?</w:t>
      </w:r>
    </w:p>
    <w:p w14:paraId="2EA59903" w14:textId="77777777" w:rsidR="00D37400" w:rsidRDefault="00D37400">
      <w:r>
        <w:t>— </w:t>
      </w:r>
      <w:r w:rsidR="00636A18">
        <w:t>Eh bien</w:t>
      </w:r>
      <w:r>
        <w:t xml:space="preserve"> ! </w:t>
      </w:r>
      <w:r w:rsidR="00636A18">
        <w:t>c</w:t>
      </w:r>
      <w:r>
        <w:t>’</w:t>
      </w:r>
      <w:r w:rsidR="00636A18">
        <w:t>est un roi citoyen</w:t>
      </w:r>
      <w:r>
        <w:t xml:space="preserve"> ; </w:t>
      </w:r>
      <w:r w:rsidR="00636A18">
        <w:t>il donne des poignées de main à tout le monde</w:t>
      </w:r>
      <w:r>
        <w:t>.</w:t>
      </w:r>
    </w:p>
    <w:p w14:paraId="6FB4CB3C" w14:textId="77777777" w:rsidR="00D37400" w:rsidRDefault="00D37400">
      <w:r>
        <w:t>— </w:t>
      </w:r>
      <w:r w:rsidR="00636A18">
        <w:t>Oui</w:t>
      </w:r>
      <w:r>
        <w:t xml:space="preserve">… </w:t>
      </w:r>
      <w:r w:rsidR="00636A18">
        <w:t>oui</w:t>
      </w:r>
      <w:r>
        <w:t xml:space="preserve">… </w:t>
      </w:r>
      <w:r w:rsidR="00636A18">
        <w:t>c</w:t>
      </w:r>
      <w:r>
        <w:t>’</w:t>
      </w:r>
      <w:r w:rsidR="00636A18">
        <w:t>est bon</w:t>
      </w:r>
      <w:r>
        <w:t xml:space="preserve">… </w:t>
      </w:r>
      <w:r w:rsidR="00636A18">
        <w:t>s</w:t>
      </w:r>
      <w:r>
        <w:t>’</w:t>
      </w:r>
      <w:r w:rsidR="00636A18">
        <w:t>écria Florentin</w:t>
      </w:r>
      <w:r>
        <w:t xml:space="preserve"> ; </w:t>
      </w:r>
      <w:r w:rsidR="00636A18">
        <w:t>mais les po</w:t>
      </w:r>
      <w:r w:rsidR="00636A18">
        <w:t>i</w:t>
      </w:r>
      <w:r w:rsidR="00636A18">
        <w:t>gnées de main sont vides</w:t>
      </w:r>
      <w:r>
        <w:t xml:space="preserve"> : </w:t>
      </w:r>
      <w:r w:rsidR="00636A18">
        <w:t>il faut quelque chose dans les po</w:t>
      </w:r>
      <w:r w:rsidR="00636A18">
        <w:t>i</w:t>
      </w:r>
      <w:r w:rsidR="00636A18">
        <w:t>gnées de main</w:t>
      </w:r>
      <w:r>
        <w:t xml:space="preserve"> : </w:t>
      </w:r>
      <w:r w:rsidR="00636A18">
        <w:t>Sarrelouis ou Landau</w:t>
      </w:r>
      <w:r>
        <w:t xml:space="preserve">. </w:t>
      </w:r>
      <w:r w:rsidR="00636A18">
        <w:t>Alors</w:t>
      </w:r>
      <w:r>
        <w:t xml:space="preserve">, </w:t>
      </w:r>
      <w:r w:rsidR="00636A18">
        <w:t>ce sera bien</w:t>
      </w:r>
      <w:r>
        <w:t xml:space="preserve">. – </w:t>
      </w:r>
      <w:r w:rsidR="00636A18">
        <w:t>Et Lafayette</w:t>
      </w:r>
      <w:r>
        <w:t xml:space="preserve">, </w:t>
      </w:r>
      <w:r w:rsidR="00636A18">
        <w:t>qu</w:t>
      </w:r>
      <w:r>
        <w:t>’</w:t>
      </w:r>
      <w:r w:rsidR="00636A18">
        <w:t>est-ce que vous en pensez</w:t>
      </w:r>
      <w:r>
        <w:t> ?</w:t>
      </w:r>
    </w:p>
    <w:p w14:paraId="59B8B8EF" w14:textId="77777777" w:rsidR="00D37400" w:rsidRDefault="00D37400">
      <w:r>
        <w:t>— </w:t>
      </w:r>
      <w:r w:rsidR="00636A18">
        <w:t>Lafayette</w:t>
      </w:r>
      <w:r>
        <w:t xml:space="preserve">, </w:t>
      </w:r>
      <w:r w:rsidR="00636A18">
        <w:t>dit le jeune homme</w:t>
      </w:r>
      <w:r>
        <w:t xml:space="preserve">, </w:t>
      </w:r>
      <w:r w:rsidR="00636A18">
        <w:t>est un peu vieux</w:t>
      </w:r>
      <w:r>
        <w:t xml:space="preserve">… </w:t>
      </w:r>
      <w:r w:rsidR="00636A18">
        <w:t>soixante-treize ans</w:t>
      </w:r>
      <w:r>
        <w:t> !</w:t>
      </w:r>
    </w:p>
    <w:p w14:paraId="4B0E7FAE" w14:textId="05E5BE0D" w:rsidR="00636A18" w:rsidRDefault="00D37400">
      <w:pPr>
        <w:rPr>
          <w:szCs w:val="36"/>
        </w:rPr>
      </w:pPr>
      <w:r>
        <w:t>— </w:t>
      </w:r>
      <w:r w:rsidR="00636A18">
        <w:t>Eh bien</w:t>
      </w:r>
      <w:r>
        <w:t xml:space="preserve"> ! </w:t>
      </w:r>
      <w:r w:rsidR="00636A18">
        <w:t>dit Florentin</w:t>
      </w:r>
      <w:r>
        <w:t xml:space="preserve">, </w:t>
      </w:r>
      <w:r w:rsidR="00636A18">
        <w:t>il fera la soupe pendant que nous nous battrons</w:t>
      </w:r>
      <w:r>
        <w:t>. »</w:t>
      </w:r>
    </w:p>
    <w:p w14:paraId="52C4B954" w14:textId="77777777" w:rsidR="00D37400" w:rsidRDefault="00636A18">
      <w:r>
        <w:t>Jamais je n</w:t>
      </w:r>
      <w:r w:rsidR="00D37400">
        <w:t>’</w:t>
      </w:r>
      <w:r>
        <w:t>avais vu mon ami si gai</w:t>
      </w:r>
      <w:r w:rsidR="00D37400">
        <w:t>.</w:t>
      </w:r>
    </w:p>
    <w:p w14:paraId="7C106E0F" w14:textId="77777777" w:rsidR="00D37400" w:rsidRDefault="00D37400">
      <w:r>
        <w:t>« </w:t>
      </w:r>
      <w:r w:rsidR="00636A18">
        <w:t>Maintenant les gardes nationales sont en train de se fo</w:t>
      </w:r>
      <w:r w:rsidR="00636A18">
        <w:t>r</w:t>
      </w:r>
      <w:r w:rsidR="00636A18">
        <w:t>mer</w:t>
      </w:r>
      <w:r>
        <w:t xml:space="preserve">, </w:t>
      </w:r>
      <w:r w:rsidR="00636A18">
        <w:t>disait-il</w:t>
      </w:r>
      <w:r>
        <w:t xml:space="preserve">… </w:t>
      </w:r>
      <w:r w:rsidR="00636A18">
        <w:t>L</w:t>
      </w:r>
      <w:r>
        <w:t>’</w:t>
      </w:r>
      <w:r w:rsidR="00636A18">
        <w:t>ordre vient d</w:t>
      </w:r>
      <w:r>
        <w:t>’</w:t>
      </w:r>
      <w:r w:rsidR="00636A18">
        <w:t>arriver</w:t>
      </w:r>
      <w:r>
        <w:t xml:space="preserve">… </w:t>
      </w:r>
      <w:r w:rsidR="00636A18">
        <w:t>Écoutez dehors</w:t>
      </w:r>
      <w:r>
        <w:t xml:space="preserve">, </w:t>
      </w:r>
      <w:r w:rsidR="00636A18">
        <w:t>tout chante</w:t>
      </w:r>
      <w:r>
        <w:t xml:space="preserve">, </w:t>
      </w:r>
      <w:r w:rsidR="00636A18">
        <w:t>tout rit</w:t>
      </w:r>
      <w:r>
        <w:t xml:space="preserve">, </w:t>
      </w:r>
      <w:r w:rsidR="00636A18">
        <w:t>tout est d</w:t>
      </w:r>
      <w:r>
        <w:t>’</w:t>
      </w:r>
      <w:r w:rsidR="00636A18">
        <w:t>accord</w:t>
      </w:r>
      <w:r>
        <w:t xml:space="preserve">, </w:t>
      </w:r>
      <w:r w:rsidR="00636A18">
        <w:t>et c</w:t>
      </w:r>
      <w:r>
        <w:t>’</w:t>
      </w:r>
      <w:r w:rsidR="00636A18">
        <w:t>est la même chose d</w:t>
      </w:r>
      <w:r>
        <w:t>’</w:t>
      </w:r>
      <w:r w:rsidR="00636A18">
        <w:t>un bout de la France à l</w:t>
      </w:r>
      <w:r>
        <w:t>’</w:t>
      </w:r>
      <w:r w:rsidR="00636A18">
        <w:t>autre</w:t>
      </w:r>
      <w:r>
        <w:t>.</w:t>
      </w:r>
    </w:p>
    <w:p w14:paraId="510BE37C" w14:textId="77777777" w:rsidR="00D37400" w:rsidRDefault="00D37400">
      <w:pPr>
        <w:rPr>
          <w:szCs w:val="36"/>
        </w:rPr>
      </w:pPr>
      <w:r>
        <w:t>— </w:t>
      </w:r>
      <w:r w:rsidR="00636A18">
        <w:t>Et chez nous aussi</w:t>
      </w:r>
      <w:r>
        <w:t xml:space="preserve">, </w:t>
      </w:r>
      <w:r w:rsidR="00636A18">
        <w:t>disait le jeune homme de Landau</w:t>
      </w:r>
      <w:r>
        <w:t xml:space="preserve">, </w:t>
      </w:r>
      <w:r w:rsidR="00636A18">
        <w:t>tout le monde est content</w:t>
      </w:r>
      <w:r>
        <w:t xml:space="preserve">, </w:t>
      </w:r>
      <w:r w:rsidR="00636A18">
        <w:t>tout le monde espère la délivrance</w:t>
      </w:r>
      <w:r>
        <w:t xml:space="preserve">… </w:t>
      </w:r>
      <w:r w:rsidR="00636A18">
        <w:t>Les Allemands eux-mêmes nous attendent</w:t>
      </w:r>
      <w:r>
        <w:t xml:space="preserve">, </w:t>
      </w:r>
      <w:r w:rsidR="00636A18">
        <w:t>ils comprennent l</w:t>
      </w:r>
      <w:r>
        <w:t>’</w:t>
      </w:r>
      <w:r w:rsidR="00636A18">
        <w:t>iniquité commise contre nous en 1815</w:t>
      </w:r>
      <w:r>
        <w:t xml:space="preserve">. </w:t>
      </w:r>
      <w:r w:rsidR="00636A18">
        <w:t xml:space="preserve">On leur </w:t>
      </w:r>
      <w:r w:rsidR="00636A18">
        <w:lastRenderedPageBreak/>
        <w:t>avait tout pr</w:t>
      </w:r>
      <w:r w:rsidR="00636A18">
        <w:t>o</w:t>
      </w:r>
      <w:r w:rsidR="00636A18">
        <w:t>mis</w:t>
      </w:r>
      <w:r>
        <w:t xml:space="preserve">, </w:t>
      </w:r>
      <w:r w:rsidR="00636A18">
        <w:t>pour les entraîner contre la France</w:t>
      </w:r>
      <w:r>
        <w:t xml:space="preserve"> : </w:t>
      </w:r>
      <w:r w:rsidR="00636A18">
        <w:t>toutes les libertés</w:t>
      </w:r>
      <w:r>
        <w:t xml:space="preserve">, </w:t>
      </w:r>
      <w:r w:rsidR="00636A18">
        <w:t>tous les droits qu</w:t>
      </w:r>
      <w:r>
        <w:t>’</w:t>
      </w:r>
      <w:r w:rsidR="00636A18">
        <w:t>ils réclamaient depuis trente ans</w:t>
      </w:r>
      <w:r>
        <w:t xml:space="preserve">. </w:t>
      </w:r>
      <w:r w:rsidR="00636A18">
        <w:t>Qu</w:t>
      </w:r>
      <w:r>
        <w:t>’</w:t>
      </w:r>
      <w:r w:rsidR="00636A18">
        <w:t>est-ce qu</w:t>
      </w:r>
      <w:r>
        <w:t>’</w:t>
      </w:r>
      <w:r w:rsidR="00636A18">
        <w:t xml:space="preserve">on leur a </w:t>
      </w:r>
      <w:r w:rsidR="00636A18">
        <w:rPr>
          <w:szCs w:val="36"/>
        </w:rPr>
        <w:t>donné</w:t>
      </w:r>
      <w:r>
        <w:rPr>
          <w:szCs w:val="36"/>
        </w:rPr>
        <w:t xml:space="preserve"> ? </w:t>
      </w:r>
      <w:r w:rsidR="00636A18">
        <w:rPr>
          <w:szCs w:val="36"/>
        </w:rPr>
        <w:t>Ils sont plus malheureux qu</w:t>
      </w:r>
      <w:r>
        <w:rPr>
          <w:szCs w:val="36"/>
        </w:rPr>
        <w:t>’</w:t>
      </w:r>
      <w:r w:rsidR="00636A18">
        <w:rPr>
          <w:szCs w:val="36"/>
        </w:rPr>
        <w:t>avant</w:t>
      </w:r>
      <w:r>
        <w:rPr>
          <w:szCs w:val="36"/>
        </w:rPr>
        <w:t xml:space="preserve"> ; </w:t>
      </w:r>
      <w:r w:rsidR="00636A18">
        <w:rPr>
          <w:szCs w:val="36"/>
        </w:rPr>
        <w:t>leur co</w:t>
      </w:r>
      <w:r w:rsidR="00636A18">
        <w:rPr>
          <w:szCs w:val="36"/>
        </w:rPr>
        <w:t>m</w:t>
      </w:r>
      <w:r w:rsidR="00636A18">
        <w:rPr>
          <w:szCs w:val="36"/>
        </w:rPr>
        <w:t>merce est mort</w:t>
      </w:r>
      <w:r>
        <w:rPr>
          <w:szCs w:val="36"/>
        </w:rPr>
        <w:t xml:space="preserve">, </w:t>
      </w:r>
      <w:r w:rsidR="00636A18">
        <w:rPr>
          <w:szCs w:val="36"/>
        </w:rPr>
        <w:t>leurs impôts augmentent</w:t>
      </w:r>
      <w:r>
        <w:rPr>
          <w:szCs w:val="36"/>
        </w:rPr>
        <w:t xml:space="preserve">, </w:t>
      </w:r>
      <w:r w:rsidR="00636A18">
        <w:rPr>
          <w:szCs w:val="36"/>
        </w:rPr>
        <w:t>leurs droits politiques sont abolis</w:t>
      </w:r>
      <w:r>
        <w:rPr>
          <w:szCs w:val="36"/>
        </w:rPr>
        <w:t xml:space="preserve">. </w:t>
      </w:r>
      <w:r w:rsidR="00636A18">
        <w:rPr>
          <w:szCs w:val="36"/>
        </w:rPr>
        <w:t>La révolution française et ses victoires leur avaient tout donné</w:t>
      </w:r>
      <w:r>
        <w:rPr>
          <w:szCs w:val="36"/>
        </w:rPr>
        <w:t xml:space="preserve"> ; </w:t>
      </w:r>
      <w:r w:rsidR="00636A18">
        <w:rPr>
          <w:szCs w:val="36"/>
        </w:rPr>
        <w:t>les victoires de leurs maîtres contre les Français leur ont tout repris</w:t>
      </w:r>
      <w:r>
        <w:rPr>
          <w:szCs w:val="36"/>
        </w:rPr>
        <w:t>.</w:t>
      </w:r>
    </w:p>
    <w:p w14:paraId="64E5B221" w14:textId="77777777" w:rsidR="00D37400" w:rsidRDefault="00D37400">
      <w:r>
        <w:rPr>
          <w:szCs w:val="36"/>
        </w:rPr>
        <w:t>— </w:t>
      </w:r>
      <w:r w:rsidR="00636A18">
        <w:t>Hé</w:t>
      </w:r>
      <w:r>
        <w:t xml:space="preserve"> ! </w:t>
      </w:r>
      <w:r w:rsidR="00636A18">
        <w:t>sans doute</w:t>
      </w:r>
      <w:r>
        <w:t xml:space="preserve">, </w:t>
      </w:r>
      <w:r w:rsidR="00636A18">
        <w:t>dit le père</w:t>
      </w:r>
      <w:r>
        <w:t xml:space="preserve"> ; </w:t>
      </w:r>
      <w:r w:rsidR="00636A18">
        <w:t>à moins d</w:t>
      </w:r>
      <w:r>
        <w:t>’</w:t>
      </w:r>
      <w:r w:rsidR="00636A18">
        <w:t>être bornés ou de mauvaise foi</w:t>
      </w:r>
      <w:r>
        <w:t xml:space="preserve">, </w:t>
      </w:r>
      <w:r w:rsidR="00636A18">
        <w:t>ils doivent le reconnaître</w:t>
      </w:r>
      <w:r>
        <w:t xml:space="preserve">. </w:t>
      </w:r>
      <w:r w:rsidR="00636A18">
        <w:t>Ce serait un bonheur pour eux d</w:t>
      </w:r>
      <w:r>
        <w:t>’</w:t>
      </w:r>
      <w:r w:rsidR="00636A18">
        <w:t>être mis en déroute tout de suite</w:t>
      </w:r>
      <w:r>
        <w:t xml:space="preserve">, </w:t>
      </w:r>
      <w:r w:rsidR="00636A18">
        <w:t>pour redevenir ce qu</w:t>
      </w:r>
      <w:r>
        <w:t>’</w:t>
      </w:r>
      <w:r w:rsidR="00636A18">
        <w:t>ils étaient</w:t>
      </w:r>
      <w:r>
        <w:t xml:space="preserve"> : – </w:t>
      </w:r>
      <w:r w:rsidR="00636A18">
        <w:t>pouvoir discuter leurs intérêts et faire leurs a</w:t>
      </w:r>
      <w:r w:rsidR="00636A18">
        <w:t>f</w:t>
      </w:r>
      <w:r w:rsidR="00636A18">
        <w:t>faires eux-mêmes</w:t>
      </w:r>
      <w:r>
        <w:t xml:space="preserve">. </w:t>
      </w:r>
      <w:r w:rsidR="00636A18">
        <w:t>Qu</w:t>
      </w:r>
      <w:r>
        <w:t>’</w:t>
      </w:r>
      <w:r w:rsidR="00636A18">
        <w:t>est-ce que des gens qu</w:t>
      </w:r>
      <w:r>
        <w:t>’</w:t>
      </w:r>
      <w:r w:rsidR="00636A18">
        <w:t>on mène à coups de trique</w:t>
      </w:r>
      <w:r>
        <w:t xml:space="preserve"> ? </w:t>
      </w:r>
      <w:r w:rsidR="00636A18">
        <w:t>Des malheureux</w:t>
      </w:r>
      <w:r>
        <w:t xml:space="preserve"> ! </w:t>
      </w:r>
      <w:r w:rsidR="00636A18">
        <w:t>Je pense donc que tous les All</w:t>
      </w:r>
      <w:r w:rsidR="00636A18">
        <w:t>e</w:t>
      </w:r>
      <w:r w:rsidR="00636A18">
        <w:t>mands de bon sens feront des vœux pour nous</w:t>
      </w:r>
      <w:r>
        <w:t>.</w:t>
      </w:r>
    </w:p>
    <w:p w14:paraId="7A60C478" w14:textId="5022DF84" w:rsidR="00636A18" w:rsidRDefault="00D37400">
      <w:r>
        <w:t>— </w:t>
      </w:r>
      <w:r w:rsidR="00636A18">
        <w:t>Certainement</w:t>
      </w:r>
      <w:r>
        <w:t xml:space="preserve"> ! </w:t>
      </w:r>
      <w:r w:rsidR="00636A18">
        <w:t>s</w:t>
      </w:r>
      <w:r>
        <w:t>’</w:t>
      </w:r>
      <w:r w:rsidR="00636A18">
        <w:t>écria le jeune homme</w:t>
      </w:r>
      <w:r>
        <w:t xml:space="preserve">. </w:t>
      </w:r>
      <w:r w:rsidR="00636A18">
        <w:t>Si les souverains savaient combien une seule défaite ruinerait leur autorité et leur crédit</w:t>
      </w:r>
      <w:r>
        <w:t xml:space="preserve">, </w:t>
      </w:r>
      <w:r w:rsidR="00636A18">
        <w:t>ils se dépêcheraient d</w:t>
      </w:r>
      <w:r>
        <w:t>’</w:t>
      </w:r>
      <w:r w:rsidR="00636A18">
        <w:t>être raisonnables et de rendre à la France ce qui lui revient</w:t>
      </w:r>
      <w:r>
        <w:t xml:space="preserve">. </w:t>
      </w:r>
      <w:r w:rsidR="00636A18">
        <w:t>Ce que tout le monde souhaite</w:t>
      </w:r>
      <w:r>
        <w:t xml:space="preserve">, </w:t>
      </w:r>
      <w:r w:rsidR="00636A18">
        <w:t>c</w:t>
      </w:r>
      <w:r>
        <w:t>’</w:t>
      </w:r>
      <w:r w:rsidR="00636A18">
        <w:t>est une paix durable</w:t>
      </w:r>
      <w:r>
        <w:t xml:space="preserve">. </w:t>
      </w:r>
      <w:r w:rsidR="00636A18">
        <w:t>Les seuls intéressés à la guerre sont ceux qui grandissent et qui vivent du malheur public</w:t>
      </w:r>
      <w:r>
        <w:t xml:space="preserve"> : </w:t>
      </w:r>
      <w:r w:rsidR="00636A18">
        <w:t>ces hobereaux qui n</w:t>
      </w:r>
      <w:r>
        <w:t>’</w:t>
      </w:r>
      <w:r w:rsidR="00636A18">
        <w:t>ont d</w:t>
      </w:r>
      <w:r>
        <w:t>’</w:t>
      </w:r>
      <w:r w:rsidR="00636A18">
        <w:t>autre moyen d</w:t>
      </w:r>
      <w:r>
        <w:t>’</w:t>
      </w:r>
      <w:r w:rsidR="00636A18">
        <w:t>existence que leur épée</w:t>
      </w:r>
      <w:r>
        <w:t xml:space="preserve">, </w:t>
      </w:r>
      <w:r w:rsidR="00636A18">
        <w:t>et c</w:t>
      </w:r>
      <w:r>
        <w:t>’</w:t>
      </w:r>
      <w:r w:rsidR="00636A18">
        <w:t>est pour maintenir la domination de cette race de proie qu</w:t>
      </w:r>
      <w:r>
        <w:t>’</w:t>
      </w:r>
      <w:r w:rsidR="00636A18">
        <w:t>on ménage des occasions de guerre dans l</w:t>
      </w:r>
      <w:r>
        <w:t>’</w:t>
      </w:r>
      <w:r w:rsidR="00636A18">
        <w:t>avenir</w:t>
      </w:r>
      <w:r>
        <w:t xml:space="preserve"> ; </w:t>
      </w:r>
      <w:r w:rsidR="00636A18">
        <w:t>car que deviendraient ces gens-là</w:t>
      </w:r>
      <w:r>
        <w:t xml:space="preserve">, </w:t>
      </w:r>
      <w:r w:rsidR="00636A18">
        <w:t>si les commerçants</w:t>
      </w:r>
      <w:r>
        <w:t xml:space="preserve">, </w:t>
      </w:r>
      <w:r w:rsidR="00636A18">
        <w:t>les industriels</w:t>
      </w:r>
      <w:r>
        <w:t xml:space="preserve">, </w:t>
      </w:r>
      <w:r w:rsidR="00636A18">
        <w:t>les travailleurs s</w:t>
      </w:r>
      <w:r>
        <w:t>’</w:t>
      </w:r>
      <w:r w:rsidR="00636A18">
        <w:t>entendaient dans l</w:t>
      </w:r>
      <w:r>
        <w:t>’</w:t>
      </w:r>
      <w:r w:rsidR="00636A18">
        <w:t>intérêt général</w:t>
      </w:r>
      <w:r>
        <w:t xml:space="preserve"> ? </w:t>
      </w:r>
      <w:r w:rsidR="00636A18">
        <w:t>On ne pourrait plus piller</w:t>
      </w:r>
      <w:r>
        <w:t xml:space="preserve">, </w:t>
      </w:r>
      <w:r w:rsidR="00636A18">
        <w:t>voler et brûler comme des brigands</w:t>
      </w:r>
      <w:r>
        <w:t xml:space="preserve">, </w:t>
      </w:r>
      <w:r w:rsidR="00636A18">
        <w:t>sous prétexte que c</w:t>
      </w:r>
      <w:r>
        <w:t>’</w:t>
      </w:r>
      <w:r w:rsidR="00636A18">
        <w:t>est la guerre</w:t>
      </w:r>
      <w:r>
        <w:t xml:space="preserve"> ; </w:t>
      </w:r>
      <w:r w:rsidR="00636A18">
        <w:t>les pauvres mères garderaient leurs enfants et le pr</w:t>
      </w:r>
      <w:r w:rsidR="00636A18">
        <w:t>o</w:t>
      </w:r>
      <w:r w:rsidR="00636A18">
        <w:t>grès de la civilisation serait assuré</w:t>
      </w:r>
      <w:r>
        <w:t xml:space="preserve">. </w:t>
      </w:r>
      <w:r w:rsidR="00636A18">
        <w:t>Malheureusement</w:t>
      </w:r>
      <w:r>
        <w:t xml:space="preserve">, </w:t>
      </w:r>
      <w:r w:rsidR="00636A18">
        <w:t>cela ne s</w:t>
      </w:r>
      <w:r>
        <w:t>’</w:t>
      </w:r>
      <w:r w:rsidR="00636A18">
        <w:t>établira pas</w:t>
      </w:r>
      <w:r>
        <w:t xml:space="preserve">, </w:t>
      </w:r>
      <w:r w:rsidR="00636A18">
        <w:t>tant que l</w:t>
      </w:r>
      <w:r>
        <w:t>’</w:t>
      </w:r>
      <w:r w:rsidR="00636A18">
        <w:t>honneur et le droit d</w:t>
      </w:r>
      <w:r>
        <w:t>’</w:t>
      </w:r>
      <w:r w:rsidR="00636A18">
        <w:t>une grande nation comme la France seront lésés</w:t>
      </w:r>
      <w:r>
        <w:t xml:space="preserve">, </w:t>
      </w:r>
      <w:r w:rsidR="00636A18">
        <w:t xml:space="preserve">et tant que la race exécrable des hobereaux tiendra la </w:t>
      </w:r>
      <w:r w:rsidR="00636A18">
        <w:lastRenderedPageBreak/>
        <w:t>pauvre Allemagne dans ses griffes</w:t>
      </w:r>
      <w:r>
        <w:t xml:space="preserve">… </w:t>
      </w:r>
      <w:r w:rsidR="00636A18">
        <w:t>Voilà pourquoi des milliers d</w:t>
      </w:r>
      <w:r>
        <w:t>’</w:t>
      </w:r>
      <w:r w:rsidR="00636A18">
        <w:t>Allemands se mettront du côté où se trouve la justice</w:t>
      </w:r>
      <w:r>
        <w:t>. »</w:t>
      </w:r>
    </w:p>
    <w:p w14:paraId="30376FCD" w14:textId="77777777" w:rsidR="00D37400" w:rsidRDefault="00636A18">
      <w:r>
        <w:t>Ce jeune homme plein d</w:t>
      </w:r>
      <w:r w:rsidR="00D37400">
        <w:t>’</w:t>
      </w:r>
      <w:r>
        <w:t>enthousiasme faisait l</w:t>
      </w:r>
      <w:r w:rsidR="00D37400">
        <w:t>’</w:t>
      </w:r>
      <w:r>
        <w:t>admiration de toute la société</w:t>
      </w:r>
      <w:r w:rsidR="00D37400">
        <w:t xml:space="preserve"> ; </w:t>
      </w:r>
      <w:r>
        <w:t>et le dîner continua de la sorte jusque vers sept heures</w:t>
      </w:r>
      <w:r w:rsidR="00D37400">
        <w:t>.</w:t>
      </w:r>
    </w:p>
    <w:p w14:paraId="07D3451D" w14:textId="77777777" w:rsidR="00D37400" w:rsidRDefault="00636A18">
      <w:r>
        <w:t>Mon ami Florentin avait raison</w:t>
      </w:r>
      <w:r w:rsidR="00D37400">
        <w:t xml:space="preserve"> : </w:t>
      </w:r>
      <w:r>
        <w:t>toute la ville chantait</w:t>
      </w:r>
      <w:r w:rsidR="00D37400">
        <w:t xml:space="preserve">, </w:t>
      </w:r>
      <w:r>
        <w:t>tous les habitants avaient un ou deux engagés volontaires à leur table</w:t>
      </w:r>
      <w:r w:rsidR="00D37400">
        <w:t xml:space="preserve">, </w:t>
      </w:r>
      <w:r>
        <w:t>des Parisiens auxquels on faisait fête</w:t>
      </w:r>
      <w:r w:rsidR="00D37400">
        <w:t xml:space="preserve"> ; </w:t>
      </w:r>
      <w:r>
        <w:t>chacun y mettait tout son cœur</w:t>
      </w:r>
      <w:r w:rsidR="00D37400">
        <w:t xml:space="preserve">, </w:t>
      </w:r>
      <w:r>
        <w:t>en écoutant raconter par ses hôtes les trois gl</w:t>
      </w:r>
      <w:r>
        <w:t>o</w:t>
      </w:r>
      <w:r>
        <w:t>rieuses journées</w:t>
      </w:r>
      <w:r w:rsidR="00D37400">
        <w:t>.</w:t>
      </w:r>
    </w:p>
    <w:p w14:paraId="1209AB91" w14:textId="77777777" w:rsidR="00D37400" w:rsidRDefault="00636A18">
      <w:r>
        <w:t>Le soir</w:t>
      </w:r>
      <w:r w:rsidR="00D37400">
        <w:t xml:space="preserve">, </w:t>
      </w:r>
      <w:r>
        <w:t>avant de nous séparer</w:t>
      </w:r>
      <w:r w:rsidR="00D37400">
        <w:t xml:space="preserve">, </w:t>
      </w:r>
      <w:r>
        <w:t>Paul s</w:t>
      </w:r>
      <w:r w:rsidR="00D37400">
        <w:t>’</w:t>
      </w:r>
      <w:r>
        <w:t>assit au clavecin</w:t>
      </w:r>
      <w:r w:rsidR="00D37400">
        <w:t xml:space="preserve">, </w:t>
      </w:r>
      <w:r>
        <w:t xml:space="preserve">et nous chantâmes en chœur la </w:t>
      </w:r>
      <w:r>
        <w:rPr>
          <w:i/>
          <w:iCs/>
        </w:rPr>
        <w:t>Parisienne</w:t>
      </w:r>
      <w:r w:rsidR="00D37400">
        <w:rPr>
          <w:i/>
          <w:iCs/>
        </w:rPr>
        <w:t xml:space="preserve">, </w:t>
      </w:r>
      <w:r>
        <w:t>que le jeune Rigaud avait apportée de là-bas</w:t>
      </w:r>
      <w:r w:rsidR="00D37400">
        <w:t> :</w:t>
      </w:r>
    </w:p>
    <w:p w14:paraId="75AD781A" w14:textId="77777777" w:rsidR="00D37400" w:rsidRDefault="00636A18">
      <w:pPr>
        <w:pStyle w:val="Taille-1RetraitGauche3X"/>
        <w:spacing w:before="0" w:after="0"/>
        <w:rPr>
          <w:iCs/>
        </w:rPr>
      </w:pPr>
      <w:r>
        <w:rPr>
          <w:iCs/>
        </w:rPr>
        <w:t>Peuple français</w:t>
      </w:r>
      <w:r w:rsidR="00D37400">
        <w:rPr>
          <w:iCs/>
        </w:rPr>
        <w:t xml:space="preserve">, </w:t>
      </w:r>
      <w:r>
        <w:rPr>
          <w:iCs/>
        </w:rPr>
        <w:t>peuple de braves</w:t>
      </w:r>
      <w:r w:rsidR="00D37400">
        <w:rPr>
          <w:iCs/>
        </w:rPr>
        <w:t>…</w:t>
      </w:r>
    </w:p>
    <w:p w14:paraId="717C7630" w14:textId="77777777" w:rsidR="00D37400" w:rsidRDefault="00636A18">
      <w:r>
        <w:t>Ce fut le dernier adieu d</w:t>
      </w:r>
      <w:r w:rsidR="00D37400">
        <w:t>’</w:t>
      </w:r>
      <w:r>
        <w:t>une journée splendide</w:t>
      </w:r>
      <w:r w:rsidR="00D37400">
        <w:t>.</w:t>
      </w:r>
    </w:p>
    <w:p w14:paraId="78ABF77E" w14:textId="77777777" w:rsidR="00D37400" w:rsidRDefault="00636A18">
      <w:r>
        <w:t>Florentin partit à la nuit</w:t>
      </w:r>
      <w:r w:rsidR="00D37400">
        <w:t xml:space="preserve"> ; </w:t>
      </w:r>
      <w:r>
        <w:t>nous l</w:t>
      </w:r>
      <w:r w:rsidR="00D37400">
        <w:t>’</w:t>
      </w:r>
      <w:r>
        <w:t>entendions crier dehors</w:t>
      </w:r>
      <w:r w:rsidR="00D37400">
        <w:t> :</w:t>
      </w:r>
    </w:p>
    <w:p w14:paraId="13AFE145" w14:textId="4ECF102A" w:rsidR="00636A18" w:rsidRDefault="00D37400">
      <w:r>
        <w:t>« </w:t>
      </w:r>
      <w:r w:rsidR="00636A18">
        <w:t>Ça va</w:t>
      </w:r>
      <w:r>
        <w:t xml:space="preserve"> !… </w:t>
      </w:r>
      <w:r w:rsidR="00636A18">
        <w:t>ça marche</w:t>
      </w:r>
      <w:r>
        <w:t> !… »</w:t>
      </w:r>
    </w:p>
    <w:p w14:paraId="2C3FAF28" w14:textId="77777777" w:rsidR="00D37400" w:rsidRDefault="00636A18">
      <w:r>
        <w:t>Il serrait la main de tous ceux qu</w:t>
      </w:r>
      <w:r w:rsidR="00D37400">
        <w:t>’</w:t>
      </w:r>
      <w:r>
        <w:t>il rencontrait</w:t>
      </w:r>
      <w:r w:rsidR="00D37400">
        <w:t>.</w:t>
      </w:r>
    </w:p>
    <w:p w14:paraId="0C9F1692" w14:textId="77777777" w:rsidR="00D37400" w:rsidRDefault="00636A18">
      <w:r>
        <w:t>Le lendemain</w:t>
      </w:r>
      <w:r w:rsidR="00D37400">
        <w:t xml:space="preserve">, </w:t>
      </w:r>
      <w:r>
        <w:t>mon frère Paul s</w:t>
      </w:r>
      <w:r w:rsidR="00D37400">
        <w:t>’</w:t>
      </w:r>
      <w:r>
        <w:t>engageait et se mettait en route pour Strasbourg</w:t>
      </w:r>
      <w:r w:rsidR="00D37400">
        <w:t xml:space="preserve">, </w:t>
      </w:r>
      <w:r>
        <w:t>avec les nouvelles recrues</w:t>
      </w:r>
      <w:r w:rsidR="00D37400">
        <w:t xml:space="preserve"> ; </w:t>
      </w:r>
      <w:r>
        <w:t>le père était content</w:t>
      </w:r>
      <w:r w:rsidR="00D37400">
        <w:t xml:space="preserve">, </w:t>
      </w:r>
      <w:r>
        <w:t>la mère pleurait</w:t>
      </w:r>
      <w:r w:rsidR="00D37400">
        <w:t>.</w:t>
      </w:r>
    </w:p>
    <w:p w14:paraId="60E54B92" w14:textId="77777777" w:rsidR="00D37400" w:rsidRDefault="00636A18">
      <w:r>
        <w:t>Ce même jour commençait la formation de notre garde n</w:t>
      </w:r>
      <w:r>
        <w:t>a</w:t>
      </w:r>
      <w:r>
        <w:t>tionale</w:t>
      </w:r>
      <w:r w:rsidR="00D37400">
        <w:t xml:space="preserve"> ; </w:t>
      </w:r>
      <w:r>
        <w:t>les paysans arrivaient en ville sous la conduite de leurs maires</w:t>
      </w:r>
      <w:r w:rsidR="00D37400">
        <w:t xml:space="preserve"> ; </w:t>
      </w:r>
      <w:r>
        <w:t>on les inscrivait à l</w:t>
      </w:r>
      <w:r w:rsidR="00D37400">
        <w:t>’</w:t>
      </w:r>
      <w:r>
        <w:t>hôtel de ville</w:t>
      </w:r>
      <w:r w:rsidR="00D37400">
        <w:t>.</w:t>
      </w:r>
    </w:p>
    <w:p w14:paraId="6FDA7DE4" w14:textId="77777777" w:rsidR="00D37400" w:rsidRDefault="00636A18">
      <w:r>
        <w:t>Enfin tout annonçait que la nation était lasse de voir fouler son territoire par l</w:t>
      </w:r>
      <w:r w:rsidR="00D37400">
        <w:t>’</w:t>
      </w:r>
      <w:r>
        <w:t>étranger</w:t>
      </w:r>
      <w:r w:rsidR="00D37400">
        <w:t xml:space="preserve">, </w:t>
      </w:r>
      <w:r>
        <w:t>et qu</w:t>
      </w:r>
      <w:r w:rsidR="00D37400">
        <w:t>’</w:t>
      </w:r>
      <w:r>
        <w:t>une guerre de délivrance allait bientôt éclater</w:t>
      </w:r>
      <w:r w:rsidR="00D37400">
        <w:t>.</w:t>
      </w:r>
    </w:p>
    <w:p w14:paraId="7805EC93" w14:textId="5790FA2D" w:rsidR="00636A18" w:rsidRDefault="00636A18" w:rsidP="00D37400">
      <w:pPr>
        <w:pStyle w:val="Titre2"/>
        <w:pageBreakBefore/>
      </w:pPr>
      <w:bookmarkStart w:id="26" w:name="_Toc344229468"/>
      <w:bookmarkStart w:id="27" w:name="_Toc194835731"/>
      <w:r>
        <w:lastRenderedPageBreak/>
        <w:t>XIII</w:t>
      </w:r>
      <w:bookmarkEnd w:id="26"/>
      <w:bookmarkEnd w:id="27"/>
    </w:p>
    <w:p w14:paraId="48A24CE0" w14:textId="77777777" w:rsidR="00D37400" w:rsidRDefault="00636A18">
      <w:r w:rsidRPr="006517F4">
        <w:t>Il existait encore</w:t>
      </w:r>
      <w:r w:rsidR="00D37400">
        <w:t xml:space="preserve">, </w:t>
      </w:r>
      <w:r w:rsidRPr="006517F4">
        <w:t>en 1830</w:t>
      </w:r>
      <w:r w:rsidR="00D37400">
        <w:t xml:space="preserve">, </w:t>
      </w:r>
      <w:r>
        <w:t>une foule de vieux soldats ayant servi sous la république et l</w:t>
      </w:r>
      <w:r w:rsidR="00D37400">
        <w:t>’</w:t>
      </w:r>
      <w:r>
        <w:t>empire</w:t>
      </w:r>
      <w:r w:rsidR="00D37400">
        <w:t xml:space="preserve">, </w:t>
      </w:r>
      <w:r>
        <w:t>et même depuis la restaur</w:t>
      </w:r>
      <w:r>
        <w:t>a</w:t>
      </w:r>
      <w:r>
        <w:t>tion</w:t>
      </w:r>
      <w:r w:rsidR="00D37400">
        <w:t xml:space="preserve">, </w:t>
      </w:r>
      <w:r>
        <w:t>en Espagne et en Grèce</w:t>
      </w:r>
      <w:r w:rsidR="00D37400">
        <w:t xml:space="preserve"> ; </w:t>
      </w:r>
      <w:r>
        <w:t>des gens sachant manier le fusil</w:t>
      </w:r>
      <w:r w:rsidR="00D37400">
        <w:t xml:space="preserve">, </w:t>
      </w:r>
      <w:r>
        <w:t>battre du tambour</w:t>
      </w:r>
      <w:r w:rsidR="00D37400">
        <w:t xml:space="preserve">, </w:t>
      </w:r>
      <w:r>
        <w:t>manœuvrer une pièce de canon</w:t>
      </w:r>
      <w:r w:rsidR="00D37400">
        <w:t xml:space="preserve">, </w:t>
      </w:r>
      <w:r>
        <w:t>marcher par sections</w:t>
      </w:r>
      <w:r w:rsidR="00D37400">
        <w:t xml:space="preserve">, </w:t>
      </w:r>
      <w:r>
        <w:t>en ordre de bataille</w:t>
      </w:r>
      <w:r w:rsidR="00D37400">
        <w:t xml:space="preserve">, </w:t>
      </w:r>
      <w:r>
        <w:t>en colonne d</w:t>
      </w:r>
      <w:r w:rsidR="00D37400">
        <w:t>’</w:t>
      </w:r>
      <w:r>
        <w:t>attaque</w:t>
      </w:r>
      <w:r w:rsidR="00D37400">
        <w:t xml:space="preserve">, </w:t>
      </w:r>
      <w:r>
        <w:t>etc</w:t>
      </w:r>
      <w:r w:rsidR="00D37400">
        <w:t xml:space="preserve">. ; </w:t>
      </w:r>
      <w:r>
        <w:t>aussi vous pensez bien que notre garde nationale de Phalsbourg</w:t>
      </w:r>
      <w:r w:rsidR="00D37400">
        <w:t xml:space="preserve">, </w:t>
      </w:r>
      <w:r>
        <w:t>sauf quelques vieux bourgeois encroûtés dans leur maison</w:t>
      </w:r>
      <w:r w:rsidR="00D37400">
        <w:t xml:space="preserve">, </w:t>
      </w:r>
      <w:r>
        <w:t>ne fut pas difficile à former</w:t>
      </w:r>
      <w:r w:rsidR="00D37400">
        <w:t>.</w:t>
      </w:r>
    </w:p>
    <w:p w14:paraId="6C40DBF1" w14:textId="77777777" w:rsidR="00D37400" w:rsidRDefault="00636A18">
      <w:r>
        <w:t>Aussitôt le recensement des citoyens capables de porter les armes fait à la mairie</w:t>
      </w:r>
      <w:r w:rsidR="00D37400">
        <w:t xml:space="preserve">, </w:t>
      </w:r>
      <w:r>
        <w:t xml:space="preserve">on se réunit un dimanche matin sur la place </w:t>
      </w:r>
      <w:r w:rsidR="006517F4">
        <w:t>d</w:t>
      </w:r>
      <w:r w:rsidR="00D37400">
        <w:t>’</w:t>
      </w:r>
      <w:r w:rsidR="006517F4">
        <w:t>Armes</w:t>
      </w:r>
      <w:r w:rsidR="00D37400">
        <w:t xml:space="preserve">, </w:t>
      </w:r>
      <w:r>
        <w:t>pour procéder à la nomination des officiers</w:t>
      </w:r>
      <w:r w:rsidR="00D37400">
        <w:t xml:space="preserve">, </w:t>
      </w:r>
      <w:r>
        <w:t>sous-officiers et tambours</w:t>
      </w:r>
      <w:r w:rsidR="00D37400">
        <w:t>.</w:t>
      </w:r>
    </w:p>
    <w:p w14:paraId="0C4635BA" w14:textId="77777777" w:rsidR="00D37400" w:rsidRDefault="00636A18">
      <w:r>
        <w:t>Je m</w:t>
      </w:r>
      <w:r w:rsidR="00D37400">
        <w:t>’</w:t>
      </w:r>
      <w:r>
        <w:t>y trouvais naturellement</w:t>
      </w:r>
      <w:r w:rsidR="00D37400">
        <w:t xml:space="preserve">, </w:t>
      </w:r>
      <w:r>
        <w:t>car aucun spectacle mil</w:t>
      </w:r>
      <w:r>
        <w:t>i</w:t>
      </w:r>
      <w:r>
        <w:t>taire n</w:t>
      </w:r>
      <w:r w:rsidR="00D37400">
        <w:t>’</w:t>
      </w:r>
      <w:r>
        <w:t>échappait à mon attention</w:t>
      </w:r>
      <w:r w:rsidR="00D37400">
        <w:t xml:space="preserve"> ; </w:t>
      </w:r>
      <w:r>
        <w:t>je courais à tous les rasse</w:t>
      </w:r>
      <w:r>
        <w:t>m</w:t>
      </w:r>
      <w:r>
        <w:t>blements avec les camarades</w:t>
      </w:r>
      <w:r w:rsidR="00D37400">
        <w:t>.</w:t>
      </w:r>
    </w:p>
    <w:p w14:paraId="0054D3C1" w14:textId="77777777" w:rsidR="00D37400" w:rsidRDefault="00636A18">
      <w:r>
        <w:t>Ce jour-là</w:t>
      </w:r>
      <w:r w:rsidR="00D37400">
        <w:t xml:space="preserve">, </w:t>
      </w:r>
      <w:r>
        <w:t>mon ami Sébastien gardait la maison</w:t>
      </w:r>
      <w:r w:rsidR="00D37400">
        <w:t xml:space="preserve">. </w:t>
      </w:r>
      <w:r>
        <w:t>Un grand nombre des officiers de l</w:t>
      </w:r>
      <w:r w:rsidR="00D37400">
        <w:t>’</w:t>
      </w:r>
      <w:r>
        <w:t>empire avaient été replacés dans leur régiment et s</w:t>
      </w:r>
      <w:r w:rsidR="00D37400">
        <w:t>’</w:t>
      </w:r>
      <w:r>
        <w:t>étaient hâtés de rejoindre</w:t>
      </w:r>
      <w:r w:rsidR="00D37400">
        <w:t xml:space="preserve"> ; </w:t>
      </w:r>
      <w:r>
        <w:t>mon ami</w:t>
      </w:r>
      <w:r w:rsidR="00D37400">
        <w:t xml:space="preserve">, </w:t>
      </w:r>
      <w:r>
        <w:t>étant hors d</w:t>
      </w:r>
      <w:r w:rsidR="00D37400">
        <w:t>’</w:t>
      </w:r>
      <w:r>
        <w:t>âge</w:t>
      </w:r>
      <w:r w:rsidR="00D37400">
        <w:t xml:space="preserve">, </w:t>
      </w:r>
      <w:r>
        <w:t>ne pouvait rentrer dans l</w:t>
      </w:r>
      <w:r w:rsidR="00D37400">
        <w:t>’</w:t>
      </w:r>
      <w:r>
        <w:t>armée active</w:t>
      </w:r>
      <w:r w:rsidR="00D37400">
        <w:t xml:space="preserve"> ; </w:t>
      </w:r>
      <w:r>
        <w:t>il espérait être nommé capitaine dans la garde nationale</w:t>
      </w:r>
      <w:r w:rsidR="00D37400">
        <w:t xml:space="preserve"> ; </w:t>
      </w:r>
      <w:r>
        <w:t>les colonels Thomas et Metzinger</w:t>
      </w:r>
      <w:r w:rsidR="00D37400">
        <w:t xml:space="preserve">, </w:t>
      </w:r>
      <w:r>
        <w:t xml:space="preserve">le baron Boyer et le commandant de la vieille garde </w:t>
      </w:r>
      <w:proofErr w:type="spellStart"/>
      <w:r>
        <w:t>Michelair</w:t>
      </w:r>
      <w:proofErr w:type="spellEnd"/>
      <w:r>
        <w:t xml:space="preserve"> ne se trouvant pas sur les rangs</w:t>
      </w:r>
      <w:r w:rsidR="00D37400">
        <w:t xml:space="preserve">, </w:t>
      </w:r>
      <w:r>
        <w:t>son espoir était légitime</w:t>
      </w:r>
      <w:r w:rsidR="00D37400">
        <w:t>.</w:t>
      </w:r>
    </w:p>
    <w:p w14:paraId="748DB3ED" w14:textId="77777777" w:rsidR="00D37400" w:rsidRDefault="00636A18">
      <w:r>
        <w:t>Mais la question était de savoir quel serait le commandant</w:t>
      </w:r>
      <w:r w:rsidR="00D37400">
        <w:t>.</w:t>
      </w:r>
    </w:p>
    <w:p w14:paraId="59B67D61" w14:textId="77777777" w:rsidR="00D37400" w:rsidRDefault="00636A18">
      <w:r>
        <w:t>Je vois encore l</w:t>
      </w:r>
      <w:r w:rsidR="00D37400">
        <w:t>’</w:t>
      </w:r>
      <w:r>
        <w:t>agitation de tout ce monde sur la place</w:t>
      </w:r>
      <w:r w:rsidR="00D37400">
        <w:t xml:space="preserve">, </w:t>
      </w:r>
      <w:r>
        <w:t>paysans</w:t>
      </w:r>
      <w:r w:rsidR="00D37400">
        <w:t xml:space="preserve">, </w:t>
      </w:r>
      <w:r>
        <w:t>citadins</w:t>
      </w:r>
      <w:r w:rsidR="00D37400">
        <w:t xml:space="preserve">, </w:t>
      </w:r>
      <w:r>
        <w:t>en blouse</w:t>
      </w:r>
      <w:r w:rsidR="00D37400">
        <w:t xml:space="preserve">, </w:t>
      </w:r>
      <w:r>
        <w:t>en redingote</w:t>
      </w:r>
      <w:r w:rsidR="00D37400">
        <w:t xml:space="preserve">, </w:t>
      </w:r>
      <w:r>
        <w:t xml:space="preserve">en chapeau de </w:t>
      </w:r>
      <w:r>
        <w:lastRenderedPageBreak/>
        <w:t>paille</w:t>
      </w:r>
      <w:r w:rsidR="00D37400">
        <w:t xml:space="preserve">, </w:t>
      </w:r>
      <w:r>
        <w:t>en bonnet</w:t>
      </w:r>
      <w:r w:rsidR="00D37400">
        <w:t xml:space="preserve">, </w:t>
      </w:r>
      <w:r>
        <w:t>en casquette</w:t>
      </w:r>
      <w:r w:rsidR="00D37400">
        <w:t xml:space="preserve">, </w:t>
      </w:r>
      <w:r>
        <w:t>allant</w:t>
      </w:r>
      <w:r w:rsidR="00D37400">
        <w:t xml:space="preserve">, </w:t>
      </w:r>
      <w:r>
        <w:t>venant</w:t>
      </w:r>
      <w:r w:rsidR="00D37400">
        <w:t xml:space="preserve">, </w:t>
      </w:r>
      <w:r>
        <w:t>se consultant</w:t>
      </w:r>
      <w:r w:rsidR="00D37400">
        <w:t xml:space="preserve">. </w:t>
      </w:r>
      <w:r>
        <w:t>Tous se</w:t>
      </w:r>
      <w:r>
        <w:t>n</w:t>
      </w:r>
      <w:r>
        <w:t>taient bien que les vieux de la vieille seuls avaient droit aux grades</w:t>
      </w:r>
      <w:r w:rsidR="00D37400">
        <w:t>.</w:t>
      </w:r>
    </w:p>
    <w:p w14:paraId="720C6F85" w14:textId="77777777" w:rsidR="00D37400" w:rsidRDefault="00636A18" w:rsidP="00D25261">
      <w:r>
        <w:t>On commença par les grades inférieurs</w:t>
      </w:r>
      <w:r w:rsidR="00D37400">
        <w:t xml:space="preserve">, </w:t>
      </w:r>
      <w:r>
        <w:t>caporaux</w:t>
      </w:r>
      <w:r w:rsidR="00D37400">
        <w:t xml:space="preserve">, </w:t>
      </w:r>
      <w:r>
        <w:t>fou</w:t>
      </w:r>
      <w:r>
        <w:t>r</w:t>
      </w:r>
      <w:r>
        <w:t>riers</w:t>
      </w:r>
      <w:r w:rsidR="00D37400">
        <w:t xml:space="preserve">, </w:t>
      </w:r>
      <w:r>
        <w:t>sergents</w:t>
      </w:r>
      <w:r w:rsidR="00D37400">
        <w:t xml:space="preserve">, </w:t>
      </w:r>
      <w:r>
        <w:t>sergents-majors</w:t>
      </w:r>
      <w:r w:rsidR="00D37400">
        <w:t xml:space="preserve"> ; </w:t>
      </w:r>
      <w:r>
        <w:t>puis l</w:t>
      </w:r>
      <w:r w:rsidR="00D37400">
        <w:t>’</w:t>
      </w:r>
      <w:r>
        <w:t>adjudant</w:t>
      </w:r>
      <w:r w:rsidR="00D37400">
        <w:t xml:space="preserve">, </w:t>
      </w:r>
      <w:r>
        <w:t>les sous-lieutenants</w:t>
      </w:r>
      <w:r w:rsidR="00D37400">
        <w:t xml:space="preserve">, </w:t>
      </w:r>
      <w:r>
        <w:t>les lieutenants</w:t>
      </w:r>
      <w:r w:rsidR="00D37400">
        <w:t xml:space="preserve">, </w:t>
      </w:r>
      <w:r>
        <w:t>ainsi de suite</w:t>
      </w:r>
      <w:r w:rsidR="00D37400">
        <w:t xml:space="preserve"> ; </w:t>
      </w:r>
      <w:r>
        <w:t>cela ne finissait plus</w:t>
      </w:r>
      <w:r w:rsidR="00D37400">
        <w:t xml:space="preserve">. </w:t>
      </w:r>
      <w:r>
        <w:t>La chaleur sur la grande place était accablante</w:t>
      </w:r>
      <w:r w:rsidR="00D37400">
        <w:t xml:space="preserve"> ; </w:t>
      </w:r>
      <w:r>
        <w:t>et comme midi sonnait à l</w:t>
      </w:r>
      <w:r w:rsidR="00D37400">
        <w:t>’</w:t>
      </w:r>
      <w:r w:rsidR="006354DF">
        <w:t>h</w:t>
      </w:r>
      <w:r>
        <w:t>ôtel de ville</w:t>
      </w:r>
      <w:r w:rsidR="00D37400">
        <w:t xml:space="preserve">, </w:t>
      </w:r>
      <w:r>
        <w:t>me rappelant que c</w:t>
      </w:r>
      <w:r w:rsidR="00D37400">
        <w:t>’</w:t>
      </w:r>
      <w:r>
        <w:t>était l</w:t>
      </w:r>
      <w:r w:rsidR="00D37400">
        <w:t>’</w:t>
      </w:r>
      <w:r>
        <w:t>heure de d</w:t>
      </w:r>
      <w:r>
        <w:t>î</w:t>
      </w:r>
      <w:r>
        <w:t>ner</w:t>
      </w:r>
      <w:r w:rsidR="00D37400">
        <w:t xml:space="preserve">, </w:t>
      </w:r>
      <w:r>
        <w:t>je co</w:t>
      </w:r>
      <w:r>
        <w:t>u</w:t>
      </w:r>
      <w:r>
        <w:t>rus chez mon ami Florentin</w:t>
      </w:r>
      <w:r w:rsidR="00D37400">
        <w:t>.</w:t>
      </w:r>
    </w:p>
    <w:p w14:paraId="64EA9402" w14:textId="77777777" w:rsidR="00D37400" w:rsidRDefault="00636A18">
      <w:proofErr w:type="spellStart"/>
      <w:r>
        <w:t>Frentzel</w:t>
      </w:r>
      <w:proofErr w:type="spellEnd"/>
      <w:r>
        <w:t xml:space="preserve"> mettait la table</w:t>
      </w:r>
      <w:r w:rsidR="00D37400">
        <w:t>.</w:t>
      </w:r>
    </w:p>
    <w:p w14:paraId="3DBCC348" w14:textId="77777777" w:rsidR="00D37400" w:rsidRDefault="00D37400">
      <w:r>
        <w:t>« </w:t>
      </w:r>
      <w:r w:rsidR="00636A18">
        <w:t>Que tu as chaud</w:t>
      </w:r>
      <w:r>
        <w:t xml:space="preserve"> ! </w:t>
      </w:r>
      <w:r w:rsidR="00636A18">
        <w:t>me dit-elle en m</w:t>
      </w:r>
      <w:r>
        <w:t>’</w:t>
      </w:r>
      <w:r w:rsidR="00636A18">
        <w:t>essuyant le front</w:t>
      </w:r>
      <w:r>
        <w:t xml:space="preserve">. </w:t>
      </w:r>
      <w:r w:rsidR="00636A18">
        <w:t>D</w:t>
      </w:r>
      <w:r>
        <w:t>’</w:t>
      </w:r>
      <w:r w:rsidR="00636A18">
        <w:t>où viens-tu</w:t>
      </w:r>
      <w:r>
        <w:t> ?</w:t>
      </w:r>
    </w:p>
    <w:p w14:paraId="4C8C040B" w14:textId="163D0385" w:rsidR="00636A18" w:rsidRDefault="00D37400">
      <w:r>
        <w:t>— </w:t>
      </w:r>
      <w:r w:rsidR="00636A18">
        <w:t xml:space="preserve">De la place </w:t>
      </w:r>
      <w:r w:rsidR="006517F4">
        <w:t>d</w:t>
      </w:r>
      <w:r>
        <w:t>’</w:t>
      </w:r>
      <w:r w:rsidR="006517F4">
        <w:t>Armes</w:t>
      </w:r>
      <w:r>
        <w:t xml:space="preserve">. </w:t>
      </w:r>
      <w:r w:rsidR="00636A18">
        <w:t>On nomme maintenant les lieut</w:t>
      </w:r>
      <w:r w:rsidR="00636A18">
        <w:t>e</w:t>
      </w:r>
      <w:r w:rsidR="00636A18">
        <w:t>nants</w:t>
      </w:r>
      <w:r>
        <w:t xml:space="preserve"> ; </w:t>
      </w:r>
      <w:r w:rsidR="00636A18">
        <w:t>après</w:t>
      </w:r>
      <w:r>
        <w:t xml:space="preserve">, </w:t>
      </w:r>
      <w:r w:rsidR="00636A18">
        <w:t xml:space="preserve">ce </w:t>
      </w:r>
      <w:proofErr w:type="gramStart"/>
      <w:r w:rsidR="00636A18">
        <w:t>sera</w:t>
      </w:r>
      <w:proofErr w:type="gramEnd"/>
      <w:r w:rsidR="00636A18">
        <w:t xml:space="preserve"> les capitaines</w:t>
      </w:r>
      <w:r>
        <w:t>. »</w:t>
      </w:r>
    </w:p>
    <w:p w14:paraId="48666BF4" w14:textId="77777777" w:rsidR="00D37400" w:rsidRDefault="00636A18">
      <w:r>
        <w:t>Je remarquai que Florentin était tout pâle</w:t>
      </w:r>
      <w:r w:rsidR="00D37400">
        <w:t xml:space="preserve"> ; </w:t>
      </w:r>
      <w:r>
        <w:t>trop fier pour intriguer</w:t>
      </w:r>
      <w:r w:rsidR="00D37400">
        <w:t xml:space="preserve">, </w:t>
      </w:r>
      <w:r>
        <w:t>il tenait beaucoup à son ancien grade et n</w:t>
      </w:r>
      <w:r w:rsidR="00D37400">
        <w:t>’</w:t>
      </w:r>
      <w:r>
        <w:t>en aurait pas accepté un inférieur</w:t>
      </w:r>
      <w:r w:rsidR="00D37400">
        <w:t>.</w:t>
      </w:r>
    </w:p>
    <w:p w14:paraId="0A67D357" w14:textId="0D9C8351" w:rsidR="00636A18" w:rsidRDefault="00D37400">
      <w:pPr>
        <w:rPr>
          <w:szCs w:val="36"/>
        </w:rPr>
      </w:pPr>
      <w:r>
        <w:t>« </w:t>
      </w:r>
      <w:r w:rsidR="00636A18">
        <w:t>C</w:t>
      </w:r>
      <w:r>
        <w:t>’</w:t>
      </w:r>
      <w:r w:rsidR="00636A18">
        <w:t>est bon</w:t>
      </w:r>
      <w:r>
        <w:t xml:space="preserve">, </w:t>
      </w:r>
      <w:r w:rsidR="00636A18">
        <w:t>fit-il en toussant tout bas</w:t>
      </w:r>
      <w:r>
        <w:t xml:space="preserve"> ; </w:t>
      </w:r>
      <w:r w:rsidR="00636A18">
        <w:t>asseyons-nous</w:t>
      </w:r>
      <w:r>
        <w:t>. »</w:t>
      </w:r>
    </w:p>
    <w:p w14:paraId="1C96A117" w14:textId="77777777" w:rsidR="00D37400" w:rsidRDefault="00636A18">
      <w:r>
        <w:t>Le dîner fut silencieux</w:t>
      </w:r>
      <w:r w:rsidR="00D37400">
        <w:t xml:space="preserve"> ; </w:t>
      </w:r>
      <w:r>
        <w:t>mon ami prêtait l</w:t>
      </w:r>
      <w:r w:rsidR="00D37400">
        <w:t>’</w:t>
      </w:r>
      <w:r>
        <w:t>oreille au moindre bruit du dehors</w:t>
      </w:r>
      <w:r w:rsidR="00D37400">
        <w:t xml:space="preserve"> ; </w:t>
      </w:r>
      <w:r>
        <w:t>les petites fenêtres</w:t>
      </w:r>
      <w:r w:rsidR="00D37400">
        <w:t xml:space="preserve">, </w:t>
      </w:r>
      <w:r>
        <w:t>ouvertes et re</w:t>
      </w:r>
      <w:r>
        <w:t>m</w:t>
      </w:r>
      <w:r>
        <w:t>plies du feuillage des pots de fleurs</w:t>
      </w:r>
      <w:r w:rsidR="00D37400">
        <w:t xml:space="preserve">, </w:t>
      </w:r>
      <w:r>
        <w:t>laissaient arriver de loin quelques murmures</w:t>
      </w:r>
      <w:r w:rsidR="00D37400">
        <w:t xml:space="preserve"> : </w:t>
      </w:r>
      <w:r>
        <w:t xml:space="preserve">un roulement sur la place </w:t>
      </w:r>
      <w:r w:rsidR="006517F4">
        <w:t>d</w:t>
      </w:r>
      <w:r w:rsidR="00D37400">
        <w:t>’</w:t>
      </w:r>
      <w:r w:rsidR="006517F4">
        <w:t>Armes</w:t>
      </w:r>
      <w:r w:rsidR="00D37400">
        <w:t xml:space="preserve">, </w:t>
      </w:r>
      <w:r>
        <w:t>après la nomination de chaque officier</w:t>
      </w:r>
      <w:r w:rsidR="00D37400">
        <w:t xml:space="preserve"> ; </w:t>
      </w:r>
      <w:r>
        <w:t>et ce vieux brave</w:t>
      </w:r>
      <w:r w:rsidR="00D37400">
        <w:t xml:space="preserve">, </w:t>
      </w:r>
      <w:r>
        <w:t>qui n</w:t>
      </w:r>
      <w:r w:rsidR="00D37400">
        <w:t>’</w:t>
      </w:r>
      <w:r>
        <w:t>aurait pas tremblé sous le feu d</w:t>
      </w:r>
      <w:r w:rsidR="00D37400">
        <w:t>’</w:t>
      </w:r>
      <w:r>
        <w:t>une batterie de vingt-quatre</w:t>
      </w:r>
      <w:r w:rsidR="00D37400">
        <w:t xml:space="preserve">, </w:t>
      </w:r>
      <w:r>
        <w:t>ne po</w:t>
      </w:r>
      <w:r>
        <w:t>u</w:t>
      </w:r>
      <w:r>
        <w:t>vait s</w:t>
      </w:r>
      <w:r w:rsidR="00D37400">
        <w:t>’</w:t>
      </w:r>
      <w:r>
        <w:t>empêcher de tressaillir</w:t>
      </w:r>
      <w:r w:rsidR="00D37400">
        <w:t>.</w:t>
      </w:r>
    </w:p>
    <w:p w14:paraId="1E3619B2" w14:textId="77777777" w:rsidR="00D37400" w:rsidRDefault="00636A18">
      <w:r>
        <w:t>Enfin</w:t>
      </w:r>
      <w:r w:rsidR="00D37400">
        <w:t xml:space="preserve">, </w:t>
      </w:r>
      <w:r>
        <w:t>tout bruit lointain cessa</w:t>
      </w:r>
      <w:r w:rsidR="00D37400">
        <w:t xml:space="preserve">, </w:t>
      </w:r>
      <w:r>
        <w:t>les nominations étaient terminées</w:t>
      </w:r>
      <w:r w:rsidR="00D37400">
        <w:t xml:space="preserve">, </w:t>
      </w:r>
      <w:r>
        <w:t>et personne n</w:t>
      </w:r>
      <w:r w:rsidR="00D37400">
        <w:t>’</w:t>
      </w:r>
      <w:r>
        <w:t>était venu dire que Florentin avait été nommé quelque chose</w:t>
      </w:r>
      <w:r w:rsidR="00D37400">
        <w:t>.</w:t>
      </w:r>
    </w:p>
    <w:p w14:paraId="2406EFCA" w14:textId="77777777" w:rsidR="00D37400" w:rsidRDefault="00636A18">
      <w:r>
        <w:lastRenderedPageBreak/>
        <w:t>Après le dîner</w:t>
      </w:r>
      <w:r w:rsidR="00D37400">
        <w:t xml:space="preserve">, </w:t>
      </w:r>
      <w:proofErr w:type="spellStart"/>
      <w:r>
        <w:t>Frentzel</w:t>
      </w:r>
      <w:proofErr w:type="spellEnd"/>
      <w:r w:rsidR="00D37400">
        <w:t xml:space="preserve">, </w:t>
      </w:r>
      <w:r>
        <w:t>comme d</w:t>
      </w:r>
      <w:r w:rsidR="00D37400">
        <w:t>’</w:t>
      </w:r>
      <w:r>
        <w:t>habitude</w:t>
      </w:r>
      <w:r w:rsidR="00D37400">
        <w:t xml:space="preserve">, </w:t>
      </w:r>
      <w:r>
        <w:t>apporta le café pour mon ami et le petit carafon d</w:t>
      </w:r>
      <w:r w:rsidR="00D37400">
        <w:t>’</w:t>
      </w:r>
      <w:r>
        <w:t>eau-de-vie</w:t>
      </w:r>
      <w:r w:rsidR="00D37400">
        <w:t>.</w:t>
      </w:r>
    </w:p>
    <w:p w14:paraId="181073F6" w14:textId="77777777" w:rsidR="00D37400" w:rsidRDefault="00636A18">
      <w:r>
        <w:t>Il serrait les lèvres</w:t>
      </w:r>
      <w:r w:rsidR="00D37400">
        <w:t xml:space="preserve">, </w:t>
      </w:r>
      <w:r>
        <w:t>tout distrait</w:t>
      </w:r>
      <w:r w:rsidR="00D37400">
        <w:t xml:space="preserve">, </w:t>
      </w:r>
      <w:r>
        <w:t>et moi je le regardais en me disant</w:t>
      </w:r>
      <w:r w:rsidR="00D37400">
        <w:t xml:space="preserve"> : – </w:t>
      </w:r>
      <w:r>
        <w:t>Il oublie de me tremper mon petit morceau de sucre</w:t>
      </w:r>
      <w:r w:rsidR="00D37400">
        <w:t> !</w:t>
      </w:r>
    </w:p>
    <w:p w14:paraId="2FE9996D" w14:textId="77777777" w:rsidR="00D37400" w:rsidRDefault="00636A18">
      <w:r>
        <w:t>Quand tout à coup un grand roulement commença sous nos fenêtres</w:t>
      </w:r>
      <w:r w:rsidR="00D37400">
        <w:t xml:space="preserve">, </w:t>
      </w:r>
      <w:r>
        <w:t>un roulement de tous les tambours réunis</w:t>
      </w:r>
      <w:r w:rsidR="00D37400">
        <w:t xml:space="preserve">, </w:t>
      </w:r>
      <w:r>
        <w:t>l</w:t>
      </w:r>
      <w:r w:rsidR="00D37400">
        <w:t>’</w:t>
      </w:r>
      <w:r>
        <w:t>ancien tambour-maître Padoue</w:t>
      </w:r>
      <w:r w:rsidR="00D37400">
        <w:t xml:space="preserve">, </w:t>
      </w:r>
      <w:r>
        <w:t>le dentiste</w:t>
      </w:r>
      <w:r w:rsidR="00D37400">
        <w:t xml:space="preserve">, </w:t>
      </w:r>
      <w:r>
        <w:t>en tête</w:t>
      </w:r>
      <w:r w:rsidR="00D37400">
        <w:t xml:space="preserve">, </w:t>
      </w:r>
      <w:r>
        <w:t>comme au grand jour du nouvel an</w:t>
      </w:r>
      <w:r w:rsidR="00D37400">
        <w:t xml:space="preserve">, </w:t>
      </w:r>
      <w:r>
        <w:t>quand on va souhaiter la bonne année aux chefs</w:t>
      </w:r>
      <w:r w:rsidR="00D37400">
        <w:t>.</w:t>
      </w:r>
    </w:p>
    <w:p w14:paraId="00DF9E9A" w14:textId="77777777" w:rsidR="00D37400" w:rsidRDefault="00636A18">
      <w:r>
        <w:t>Toute la rue en frissonnait</w:t>
      </w:r>
      <w:r w:rsidR="00D37400">
        <w:t>.</w:t>
      </w:r>
    </w:p>
    <w:p w14:paraId="7032B628" w14:textId="77777777" w:rsidR="00D37400" w:rsidRDefault="00636A18">
      <w:r>
        <w:t>Je courus à la fenêtre</w:t>
      </w:r>
      <w:r w:rsidR="00D37400">
        <w:t xml:space="preserve">, </w:t>
      </w:r>
      <w:r>
        <w:t>et</w:t>
      </w:r>
      <w:r w:rsidR="00D37400">
        <w:t xml:space="preserve">, </w:t>
      </w:r>
      <w:r>
        <w:t>regardant dehors</w:t>
      </w:r>
      <w:r w:rsidR="00D37400">
        <w:t xml:space="preserve">, </w:t>
      </w:r>
      <w:r>
        <w:t>entre les gir</w:t>
      </w:r>
      <w:r>
        <w:t>o</w:t>
      </w:r>
      <w:r>
        <w:t>flées et les œillets</w:t>
      </w:r>
      <w:r w:rsidR="00D37400">
        <w:t xml:space="preserve">, </w:t>
      </w:r>
      <w:r>
        <w:t>je criai</w:t>
      </w:r>
      <w:r w:rsidR="00D37400">
        <w:t> :</w:t>
      </w:r>
    </w:p>
    <w:p w14:paraId="07C7575E" w14:textId="1DD42F99" w:rsidR="00636A18" w:rsidRDefault="00D37400">
      <w:r>
        <w:t>« </w:t>
      </w:r>
      <w:r w:rsidR="00636A18">
        <w:t>Mon ami</w:t>
      </w:r>
      <w:r>
        <w:t xml:space="preserve">, </w:t>
      </w:r>
      <w:r w:rsidR="00636A18">
        <w:t>tous les officiers</w:t>
      </w:r>
      <w:r>
        <w:t xml:space="preserve">, </w:t>
      </w:r>
      <w:r w:rsidR="00636A18">
        <w:t>tous les sous-officiers et tous les tambours de la garde nationale sont là</w:t>
      </w:r>
      <w:r>
        <w:t>. »</w:t>
      </w:r>
    </w:p>
    <w:p w14:paraId="1030D0C7" w14:textId="77777777" w:rsidR="00D37400" w:rsidRDefault="00636A18">
      <w:r>
        <w:t>En me retournant</w:t>
      </w:r>
      <w:r w:rsidR="00D37400">
        <w:t xml:space="preserve">, </w:t>
      </w:r>
      <w:r>
        <w:t>je vis mon ami Florentin tout droit</w:t>
      </w:r>
      <w:r w:rsidR="00D37400">
        <w:t xml:space="preserve">, </w:t>
      </w:r>
      <w:r>
        <w:t>blanc comme un linge</w:t>
      </w:r>
      <w:r w:rsidR="00D37400">
        <w:t xml:space="preserve">, </w:t>
      </w:r>
      <w:r>
        <w:t>mais ferme</w:t>
      </w:r>
      <w:r w:rsidR="00D37400">
        <w:t>.</w:t>
      </w:r>
    </w:p>
    <w:p w14:paraId="3C883259" w14:textId="77777777" w:rsidR="00D37400" w:rsidRDefault="00636A18">
      <w:r>
        <w:t>En même temps</w:t>
      </w:r>
      <w:r w:rsidR="00D37400">
        <w:t xml:space="preserve">, </w:t>
      </w:r>
      <w:r>
        <w:t>la porte s</w:t>
      </w:r>
      <w:r w:rsidR="00D37400">
        <w:t>’</w:t>
      </w:r>
      <w:r>
        <w:t>ouvrait</w:t>
      </w:r>
      <w:r w:rsidR="00D37400">
        <w:t xml:space="preserve">, </w:t>
      </w:r>
      <w:r>
        <w:t>et les deux capitaines nommés</w:t>
      </w:r>
      <w:r w:rsidR="00D37400">
        <w:t xml:space="preserve">, </w:t>
      </w:r>
      <w:r>
        <w:t xml:space="preserve">Ader et </w:t>
      </w:r>
      <w:proofErr w:type="spellStart"/>
      <w:r>
        <w:t>Roudolphe</w:t>
      </w:r>
      <w:proofErr w:type="spellEnd"/>
      <w:r w:rsidR="00D37400">
        <w:t xml:space="preserve">, </w:t>
      </w:r>
      <w:r>
        <w:t>parurent suivis de tout l</w:t>
      </w:r>
      <w:r w:rsidR="00D37400">
        <w:t>’</w:t>
      </w:r>
      <w:r>
        <w:t>état-major</w:t>
      </w:r>
      <w:r w:rsidR="00D37400">
        <w:t>.</w:t>
      </w:r>
    </w:p>
    <w:p w14:paraId="35C45BDC" w14:textId="77777777" w:rsidR="00D37400" w:rsidRDefault="00636A18">
      <w:r>
        <w:t>Ader</w:t>
      </w:r>
      <w:r w:rsidR="00D37400">
        <w:t xml:space="preserve">, </w:t>
      </w:r>
      <w:r>
        <w:t>prenant la parole</w:t>
      </w:r>
      <w:r w:rsidR="00D37400">
        <w:t xml:space="preserve">, </w:t>
      </w:r>
      <w:r>
        <w:t>dit</w:t>
      </w:r>
      <w:r w:rsidR="00D37400">
        <w:t> :</w:t>
      </w:r>
    </w:p>
    <w:p w14:paraId="3CCBE76D" w14:textId="50004783" w:rsidR="00636A18" w:rsidRDefault="00D37400">
      <w:pPr>
        <w:rPr>
          <w:szCs w:val="36"/>
        </w:rPr>
      </w:pPr>
      <w:r>
        <w:rPr>
          <w:szCs w:val="36"/>
        </w:rPr>
        <w:t>« </w:t>
      </w:r>
      <w:r w:rsidR="00636A18">
        <w:rPr>
          <w:szCs w:val="36"/>
        </w:rPr>
        <w:t>Au nom de vos concitoyens de Phalsbourg</w:t>
      </w:r>
      <w:r>
        <w:rPr>
          <w:szCs w:val="36"/>
        </w:rPr>
        <w:t xml:space="preserve">, </w:t>
      </w:r>
      <w:r w:rsidR="00636A18">
        <w:rPr>
          <w:szCs w:val="36"/>
        </w:rPr>
        <w:t>capitaine Fl</w:t>
      </w:r>
      <w:r w:rsidR="00636A18">
        <w:rPr>
          <w:szCs w:val="36"/>
        </w:rPr>
        <w:t>o</w:t>
      </w:r>
      <w:r w:rsidR="00636A18">
        <w:rPr>
          <w:szCs w:val="36"/>
        </w:rPr>
        <w:t>rentin</w:t>
      </w:r>
      <w:r>
        <w:rPr>
          <w:szCs w:val="36"/>
        </w:rPr>
        <w:t xml:space="preserve">, </w:t>
      </w:r>
      <w:r w:rsidR="00636A18">
        <w:rPr>
          <w:szCs w:val="36"/>
        </w:rPr>
        <w:t>j</w:t>
      </w:r>
      <w:r>
        <w:rPr>
          <w:szCs w:val="36"/>
        </w:rPr>
        <w:t>’</w:t>
      </w:r>
      <w:r w:rsidR="00636A18">
        <w:rPr>
          <w:szCs w:val="36"/>
        </w:rPr>
        <w:t>ai l</w:t>
      </w:r>
      <w:r>
        <w:rPr>
          <w:szCs w:val="36"/>
        </w:rPr>
        <w:t>’</w:t>
      </w:r>
      <w:r w:rsidR="00636A18">
        <w:rPr>
          <w:szCs w:val="36"/>
        </w:rPr>
        <w:t xml:space="preserve">honneur </w:t>
      </w:r>
      <w:r w:rsidR="00636A18">
        <w:t>et le plaisir de vous annoncer que vous êtes nommé commandant de la garde nationale</w:t>
      </w:r>
      <w:r>
        <w:t xml:space="preserve">, </w:t>
      </w:r>
      <w:r w:rsidR="00636A18">
        <w:rPr>
          <w:i/>
          <w:iCs/>
        </w:rPr>
        <w:t>à l</w:t>
      </w:r>
      <w:r>
        <w:rPr>
          <w:i/>
          <w:iCs/>
        </w:rPr>
        <w:t>’</w:t>
      </w:r>
      <w:r w:rsidR="00636A18">
        <w:rPr>
          <w:i/>
          <w:iCs/>
        </w:rPr>
        <w:t>unanimité</w:t>
      </w:r>
      <w:r>
        <w:rPr>
          <w:i/>
          <w:iCs/>
        </w:rPr>
        <w:t xml:space="preserve">, </w:t>
      </w:r>
      <w:r w:rsidR="00636A18">
        <w:t>sauf une voix</w:t>
      </w:r>
      <w:r>
        <w:t xml:space="preserve">, </w:t>
      </w:r>
      <w:r w:rsidR="00636A18">
        <w:t>la vôtre</w:t>
      </w:r>
      <w:r>
        <w:t xml:space="preserve">, </w:t>
      </w:r>
      <w:r w:rsidR="00636A18">
        <w:t>mon commandant</w:t>
      </w:r>
      <w:r>
        <w:t>. »</w:t>
      </w:r>
    </w:p>
    <w:p w14:paraId="59AB5BF8" w14:textId="77777777" w:rsidR="00D37400" w:rsidRDefault="00636A18">
      <w:r>
        <w:lastRenderedPageBreak/>
        <w:t>Alors Florentin se redressa</w:t>
      </w:r>
      <w:r w:rsidR="00D37400">
        <w:t xml:space="preserve"> ; </w:t>
      </w:r>
      <w:r>
        <w:t>il respira lentement</w:t>
      </w:r>
      <w:r w:rsidR="00D37400">
        <w:t xml:space="preserve">, </w:t>
      </w:r>
      <w:r>
        <w:t>comme si son cœur eût été soulagé d</w:t>
      </w:r>
      <w:r w:rsidR="00D37400">
        <w:t>’</w:t>
      </w:r>
      <w:r>
        <w:t>un poids énorme</w:t>
      </w:r>
      <w:r w:rsidR="00D37400">
        <w:t xml:space="preserve">, </w:t>
      </w:r>
      <w:r>
        <w:t>puis il répondit simplement</w:t>
      </w:r>
      <w:r w:rsidR="00D37400">
        <w:t> :</w:t>
      </w:r>
    </w:p>
    <w:p w14:paraId="686F0232" w14:textId="4F07A3ED" w:rsidR="00636A18" w:rsidRDefault="00D37400">
      <w:pPr>
        <w:rPr>
          <w:szCs w:val="36"/>
        </w:rPr>
      </w:pPr>
      <w:r>
        <w:t>« </w:t>
      </w:r>
      <w:r w:rsidR="00636A18">
        <w:t>C</w:t>
      </w:r>
      <w:r>
        <w:t>’</w:t>
      </w:r>
      <w:r w:rsidR="00636A18">
        <w:t>est bien</w:t>
      </w:r>
      <w:r>
        <w:t xml:space="preserve">, </w:t>
      </w:r>
      <w:r w:rsidR="00636A18">
        <w:t>capitaine Ader</w:t>
      </w:r>
      <w:r>
        <w:t xml:space="preserve">, </w:t>
      </w:r>
      <w:r w:rsidR="00636A18">
        <w:t>j</w:t>
      </w:r>
      <w:r>
        <w:t>’</w:t>
      </w:r>
      <w:r w:rsidR="00636A18">
        <w:t>accepte</w:t>
      </w:r>
      <w:r>
        <w:t xml:space="preserve"> ! </w:t>
      </w:r>
      <w:r w:rsidR="00636A18">
        <w:t>Et nous n</w:t>
      </w:r>
      <w:r>
        <w:t>’</w:t>
      </w:r>
      <w:r w:rsidR="00636A18">
        <w:t>allons pas perdre de temps pour l</w:t>
      </w:r>
      <w:r>
        <w:t>’</w:t>
      </w:r>
      <w:r w:rsidR="00636A18">
        <w:t>instruction du soldat</w:t>
      </w:r>
      <w:r>
        <w:t xml:space="preserve"> ; </w:t>
      </w:r>
      <w:r w:rsidR="00636A18">
        <w:t>nous la comme</w:t>
      </w:r>
      <w:r w:rsidR="00636A18">
        <w:t>n</w:t>
      </w:r>
      <w:r w:rsidR="00636A18">
        <w:t>cerons demain</w:t>
      </w:r>
      <w:r>
        <w:t xml:space="preserve">. </w:t>
      </w:r>
      <w:r w:rsidR="00636A18">
        <w:t>Je vais voir tout de suite le commandant de place et faire délivrer à nos hommes les armes et les fourn</w:t>
      </w:r>
      <w:r w:rsidR="00636A18">
        <w:t>i</w:t>
      </w:r>
      <w:r w:rsidR="00636A18">
        <w:t>ments en bon état</w:t>
      </w:r>
      <w:r>
        <w:t xml:space="preserve"> ; </w:t>
      </w:r>
      <w:r w:rsidR="00636A18">
        <w:t>chaque homme en sera responsable</w:t>
      </w:r>
      <w:r>
        <w:t xml:space="preserve">. </w:t>
      </w:r>
      <w:r w:rsidR="00636A18">
        <w:t>Il y a</w:t>
      </w:r>
      <w:r w:rsidR="00636A18">
        <w:t>u</w:t>
      </w:r>
      <w:r w:rsidR="00636A18">
        <w:t>ra deux heures d</w:t>
      </w:r>
      <w:r>
        <w:t>’</w:t>
      </w:r>
      <w:r w:rsidR="00636A18">
        <w:t>exercice le matin</w:t>
      </w:r>
      <w:r>
        <w:t xml:space="preserve">, </w:t>
      </w:r>
      <w:r w:rsidR="00636A18">
        <w:t>de sept à neuf heures</w:t>
      </w:r>
      <w:r>
        <w:t xml:space="preserve">, </w:t>
      </w:r>
      <w:r w:rsidR="00636A18">
        <w:t>et deux le soir</w:t>
      </w:r>
      <w:r>
        <w:t xml:space="preserve">, </w:t>
      </w:r>
      <w:r w:rsidR="00636A18">
        <w:t>de cinq à sept heures</w:t>
      </w:r>
      <w:r>
        <w:t xml:space="preserve">, </w:t>
      </w:r>
      <w:r w:rsidR="00636A18">
        <w:t xml:space="preserve">soit sur la place </w:t>
      </w:r>
      <w:r w:rsidR="00B4524B">
        <w:t>d</w:t>
      </w:r>
      <w:r>
        <w:t>’</w:t>
      </w:r>
      <w:r w:rsidR="00B4524B">
        <w:t>Armes</w:t>
      </w:r>
      <w:r>
        <w:t xml:space="preserve">, </w:t>
      </w:r>
      <w:r w:rsidR="00636A18">
        <w:t>soit au champ de Mars</w:t>
      </w:r>
      <w:r>
        <w:t xml:space="preserve">. </w:t>
      </w:r>
      <w:r w:rsidR="00636A18">
        <w:t>Je m</w:t>
      </w:r>
      <w:r>
        <w:t>’</w:t>
      </w:r>
      <w:r w:rsidR="00636A18">
        <w:t>entendrai pour cela avec le colonel du 1</w:t>
      </w:r>
      <w:r>
        <w:t>8</w:t>
      </w:r>
      <w:r w:rsidRPr="00D37400">
        <w:rPr>
          <w:vertAlign w:val="superscript"/>
        </w:rPr>
        <w:t>e</w:t>
      </w:r>
      <w:r>
        <w:t xml:space="preserve">. – </w:t>
      </w:r>
      <w:r w:rsidR="00636A18">
        <w:t>Les sergents et les caporaux assisteront à tous les exe</w:t>
      </w:r>
      <w:r w:rsidR="00636A18">
        <w:t>r</w:t>
      </w:r>
      <w:r w:rsidR="00636A18">
        <w:t>cices et veilleront à l</w:t>
      </w:r>
      <w:r>
        <w:t>’</w:t>
      </w:r>
      <w:r w:rsidR="00636A18">
        <w:t>exécution des mouvements</w:t>
      </w:r>
      <w:r>
        <w:t xml:space="preserve">. </w:t>
      </w:r>
      <w:r w:rsidR="00636A18">
        <w:t>Ils appre</w:t>
      </w:r>
      <w:r w:rsidR="00636A18">
        <w:t>n</w:t>
      </w:r>
      <w:r w:rsidR="00636A18">
        <w:t>dront à commander</w:t>
      </w:r>
      <w:r>
        <w:t xml:space="preserve"> ; </w:t>
      </w:r>
      <w:r w:rsidR="00636A18">
        <w:t>je serai là</w:t>
      </w:r>
      <w:r>
        <w:t xml:space="preserve">. – </w:t>
      </w:r>
      <w:r w:rsidR="00636A18">
        <w:t>Les officiers de service me f</w:t>
      </w:r>
      <w:r w:rsidR="00636A18">
        <w:t>e</w:t>
      </w:r>
      <w:r w:rsidR="00636A18">
        <w:t>ront leur rapport tous les jours</w:t>
      </w:r>
      <w:r>
        <w:t xml:space="preserve">, </w:t>
      </w:r>
      <w:r w:rsidR="00636A18">
        <w:t>un rapport détaillé</w:t>
      </w:r>
      <w:r>
        <w:t xml:space="preserve">. – </w:t>
      </w:r>
      <w:r w:rsidR="00636A18">
        <w:t>Tout se passera militairement</w:t>
      </w:r>
      <w:r>
        <w:t xml:space="preserve">. </w:t>
      </w:r>
      <w:r w:rsidR="00636A18">
        <w:t>Je veux que mes hommes connaissent tous leur école de peloton à fond dans six semaines</w:t>
      </w:r>
      <w:r>
        <w:t xml:space="preserve"> ; </w:t>
      </w:r>
      <w:r w:rsidR="00636A18">
        <w:t>c</w:t>
      </w:r>
      <w:r>
        <w:t>’</w:t>
      </w:r>
      <w:r w:rsidR="00636A18">
        <w:t>est le temps qu</w:t>
      </w:r>
      <w:r>
        <w:t>’</w:t>
      </w:r>
      <w:r w:rsidR="00636A18">
        <w:t>il faut quand on y met de la bonne volonté</w:t>
      </w:r>
      <w:r>
        <w:t>. »</w:t>
      </w:r>
    </w:p>
    <w:p w14:paraId="3A58AC09" w14:textId="77777777" w:rsidR="00D37400" w:rsidRDefault="00636A18">
      <w:r>
        <w:t>Tous les autres</w:t>
      </w:r>
      <w:r w:rsidR="00D37400">
        <w:t xml:space="preserve">, </w:t>
      </w:r>
      <w:r>
        <w:t>qui s</w:t>
      </w:r>
      <w:r w:rsidR="00D37400">
        <w:t>’</w:t>
      </w:r>
      <w:r>
        <w:t>étaient attendus à des remerciements et peut-être même à l</w:t>
      </w:r>
      <w:r w:rsidR="00D37400">
        <w:t>’</w:t>
      </w:r>
      <w:r>
        <w:t>attendrissement de Florentin</w:t>
      </w:r>
      <w:r w:rsidR="00D37400">
        <w:t xml:space="preserve">, </w:t>
      </w:r>
      <w:r>
        <w:t>en appr</w:t>
      </w:r>
      <w:r>
        <w:t>e</w:t>
      </w:r>
      <w:r>
        <w:t>nant qu</w:t>
      </w:r>
      <w:r w:rsidR="00D37400">
        <w:t>’</w:t>
      </w:r>
      <w:r>
        <w:t>il était nommé commandant</w:t>
      </w:r>
      <w:r w:rsidR="00D37400">
        <w:t xml:space="preserve">, </w:t>
      </w:r>
      <w:r>
        <w:t>restèrent stupéfaits</w:t>
      </w:r>
      <w:r w:rsidR="00D37400">
        <w:t xml:space="preserve"> ; </w:t>
      </w:r>
      <w:r>
        <w:t>et lui-même</w:t>
      </w:r>
      <w:r w:rsidR="00D37400">
        <w:t xml:space="preserve">, </w:t>
      </w:r>
      <w:r>
        <w:t>sans doute</w:t>
      </w:r>
      <w:r w:rsidR="00D37400">
        <w:t xml:space="preserve">, </w:t>
      </w:r>
      <w:r>
        <w:t>s</w:t>
      </w:r>
      <w:r w:rsidR="00D37400">
        <w:t>’</w:t>
      </w:r>
      <w:r>
        <w:t>apercevant de leur surprise et cha</w:t>
      </w:r>
      <w:r>
        <w:t>n</w:t>
      </w:r>
      <w:r>
        <w:t>geant alors de ton</w:t>
      </w:r>
      <w:r w:rsidR="00D37400">
        <w:t xml:space="preserve">, </w:t>
      </w:r>
      <w:r>
        <w:t>s</w:t>
      </w:r>
      <w:r w:rsidR="00D37400">
        <w:t>’</w:t>
      </w:r>
      <w:r>
        <w:t>écria tout joyeux</w:t>
      </w:r>
      <w:r w:rsidR="00D37400">
        <w:t> :</w:t>
      </w:r>
    </w:p>
    <w:p w14:paraId="6CACCDC9" w14:textId="1DF425BE" w:rsidR="00636A18" w:rsidRDefault="00D37400">
      <w:pPr>
        <w:rPr>
          <w:szCs w:val="36"/>
        </w:rPr>
      </w:pPr>
      <w:r>
        <w:t>« </w:t>
      </w:r>
      <w:r w:rsidR="00636A18">
        <w:t>Officiers et sous-officiers de la garde nationale de Phal</w:t>
      </w:r>
      <w:r w:rsidR="00636A18">
        <w:t>s</w:t>
      </w:r>
      <w:r w:rsidR="00636A18">
        <w:t>bourg</w:t>
      </w:r>
      <w:r>
        <w:t xml:space="preserve">, </w:t>
      </w:r>
      <w:r w:rsidR="00636A18">
        <w:t>votre commandant Sébastien Florentin vous invite tous à un punch au rhum en l</w:t>
      </w:r>
      <w:r>
        <w:t>’</w:t>
      </w:r>
      <w:r w:rsidR="00636A18">
        <w:t>honneur de sa nomination</w:t>
      </w:r>
      <w:r>
        <w:t>. »</w:t>
      </w:r>
    </w:p>
    <w:p w14:paraId="258BF52A" w14:textId="77777777" w:rsidR="00D37400" w:rsidRDefault="00636A18">
      <w:r>
        <w:t>Et se tournant vers Françoise</w:t>
      </w:r>
      <w:r w:rsidR="00D37400">
        <w:t> :</w:t>
      </w:r>
    </w:p>
    <w:p w14:paraId="3803EF9D" w14:textId="76CCB014" w:rsidR="00636A18" w:rsidRDefault="00D37400">
      <w:r>
        <w:lastRenderedPageBreak/>
        <w:t>« </w:t>
      </w:r>
      <w:proofErr w:type="spellStart"/>
      <w:r w:rsidR="00636A18">
        <w:t>Frentzel</w:t>
      </w:r>
      <w:proofErr w:type="spellEnd"/>
      <w:r>
        <w:t xml:space="preserve">, </w:t>
      </w:r>
      <w:r w:rsidR="00636A18">
        <w:t>s</w:t>
      </w:r>
      <w:r>
        <w:t>’</w:t>
      </w:r>
      <w:r w:rsidR="00636A18">
        <w:t>écria-t-il d</w:t>
      </w:r>
      <w:r>
        <w:t>’</w:t>
      </w:r>
      <w:r w:rsidR="00636A18">
        <w:t>un ton bref</w:t>
      </w:r>
      <w:r>
        <w:t xml:space="preserve">, </w:t>
      </w:r>
      <w:r w:rsidR="00636A18">
        <w:t>tu m</w:t>
      </w:r>
      <w:r>
        <w:t>’</w:t>
      </w:r>
      <w:r w:rsidR="00636A18">
        <w:t>as entendu</w:t>
      </w:r>
      <w:r>
        <w:t xml:space="preserve"> ; </w:t>
      </w:r>
      <w:r w:rsidR="00636A18">
        <w:t>qu</w:t>
      </w:r>
      <w:r>
        <w:t>’</w:t>
      </w:r>
      <w:r w:rsidR="00636A18">
        <w:t>on se dépêche</w:t>
      </w:r>
      <w:r>
        <w:t xml:space="preserve"> ! – </w:t>
      </w:r>
      <w:r w:rsidR="00636A18">
        <w:t>Messieurs</w:t>
      </w:r>
      <w:r>
        <w:t xml:space="preserve">, </w:t>
      </w:r>
      <w:r w:rsidR="00636A18">
        <w:t>donnez-vous la peine de vous asseoir</w:t>
      </w:r>
      <w:r>
        <w:t>. »</w:t>
      </w:r>
    </w:p>
    <w:p w14:paraId="5FF179A7" w14:textId="77777777" w:rsidR="00D37400" w:rsidRDefault="00636A18">
      <w:r>
        <w:t>Sa voix était toute changée</w:t>
      </w:r>
      <w:r w:rsidR="00D37400">
        <w:t xml:space="preserve">, </w:t>
      </w:r>
      <w:r>
        <w:t>il était revenu au temps de Va</w:t>
      </w:r>
      <w:r>
        <w:t>l</w:t>
      </w:r>
      <w:r>
        <w:t>ladolid</w:t>
      </w:r>
      <w:r w:rsidR="00D37400">
        <w:t>.</w:t>
      </w:r>
    </w:p>
    <w:p w14:paraId="7AF857E9" w14:textId="77777777" w:rsidR="00D37400" w:rsidRDefault="00636A18">
      <w:r>
        <w:t>Alors les fronts se déridèrent</w:t>
      </w:r>
      <w:r w:rsidR="00D37400">
        <w:t xml:space="preserve">, </w:t>
      </w:r>
      <w:r>
        <w:t>tous les anciens qui se tro</w:t>
      </w:r>
      <w:r>
        <w:t>u</w:t>
      </w:r>
      <w:r>
        <w:t>vaient là pensaient que le commandant avait bien parlé</w:t>
      </w:r>
      <w:r w:rsidR="00D37400">
        <w:t xml:space="preserve">, </w:t>
      </w:r>
      <w:r>
        <w:t>qu</w:t>
      </w:r>
      <w:r w:rsidR="00D37400">
        <w:t>’</w:t>
      </w:r>
      <w:r>
        <w:t>il avait dit ce qu</w:t>
      </w:r>
      <w:r w:rsidR="00D37400">
        <w:t>’</w:t>
      </w:r>
      <w:r>
        <w:t>il fallait dire</w:t>
      </w:r>
      <w:r w:rsidR="00D37400">
        <w:t xml:space="preserve">, </w:t>
      </w:r>
      <w:r>
        <w:t>et que</w:t>
      </w:r>
      <w:r w:rsidR="00D37400">
        <w:t xml:space="preserve">, </w:t>
      </w:r>
      <w:r>
        <w:t>dans deux mois au plus tard</w:t>
      </w:r>
      <w:r w:rsidR="00D37400">
        <w:t xml:space="preserve">, </w:t>
      </w:r>
      <w:r>
        <w:t>on aurait un bataillon ferré sur les mouvements de marche et la charge en douze temps</w:t>
      </w:r>
      <w:r w:rsidR="00D37400">
        <w:t>.</w:t>
      </w:r>
    </w:p>
    <w:p w14:paraId="64F639AF" w14:textId="77777777" w:rsidR="00D37400" w:rsidRDefault="00636A18">
      <w:proofErr w:type="spellStart"/>
      <w:r>
        <w:t>Frentzel</w:t>
      </w:r>
      <w:proofErr w:type="spellEnd"/>
      <w:r>
        <w:t xml:space="preserve"> comprit très bien que ce n</w:t>
      </w:r>
      <w:r w:rsidR="00D37400">
        <w:t>’</w:t>
      </w:r>
      <w:r>
        <w:t>était pas le moment de faire des réflexions</w:t>
      </w:r>
      <w:r w:rsidR="00D37400">
        <w:t xml:space="preserve"> ; </w:t>
      </w:r>
      <w:r>
        <w:t>elle sortit avec son grand cabas chercher huit bouteilles de rhum avec du sucre et des citrons chez mon père</w:t>
      </w:r>
      <w:r w:rsidR="00D37400">
        <w:t xml:space="preserve"> ; </w:t>
      </w:r>
      <w:r>
        <w:t>en attendant son retour</w:t>
      </w:r>
      <w:r w:rsidR="00D37400">
        <w:t xml:space="preserve">, </w:t>
      </w:r>
      <w:r>
        <w:t>Florentin fit entrer les ta</w:t>
      </w:r>
      <w:r>
        <w:t>m</w:t>
      </w:r>
      <w:r>
        <w:t>bours</w:t>
      </w:r>
      <w:r w:rsidR="00D37400">
        <w:t xml:space="preserve"> ; </w:t>
      </w:r>
      <w:r>
        <w:t xml:space="preserve">il ouvrit le secrétaire et leur distribua sans façon tout le fond de la corbeille de </w:t>
      </w:r>
      <w:proofErr w:type="spellStart"/>
      <w:r>
        <w:t>Frentzel</w:t>
      </w:r>
      <w:proofErr w:type="spellEnd"/>
      <w:r w:rsidR="00D37400">
        <w:t xml:space="preserve">, </w:t>
      </w:r>
      <w:r>
        <w:t>une vingtaine de francs en gros sous et en petites pièces</w:t>
      </w:r>
      <w:r w:rsidR="00D37400">
        <w:t xml:space="preserve">, </w:t>
      </w:r>
      <w:r>
        <w:t>pour aller boire un coup à sa santé</w:t>
      </w:r>
      <w:r w:rsidR="00D37400">
        <w:t>.</w:t>
      </w:r>
    </w:p>
    <w:p w14:paraId="5ABBEE57" w14:textId="77777777" w:rsidR="00D37400" w:rsidRDefault="00636A18">
      <w:r>
        <w:t>Il fit à Padoue l</w:t>
      </w:r>
      <w:r w:rsidR="00D37400">
        <w:t>’</w:t>
      </w:r>
      <w:r>
        <w:t>honneur de lui dire qu</w:t>
      </w:r>
      <w:r w:rsidR="00D37400">
        <w:t>’</w:t>
      </w:r>
      <w:r>
        <w:t>il ne s</w:t>
      </w:r>
      <w:r w:rsidR="00D37400">
        <w:t>’</w:t>
      </w:r>
      <w:r>
        <w:t>était pas roui</w:t>
      </w:r>
      <w:r>
        <w:t>l</w:t>
      </w:r>
      <w:r>
        <w:t>lé depuis 1815</w:t>
      </w:r>
      <w:r w:rsidR="00D37400">
        <w:t xml:space="preserve">, </w:t>
      </w:r>
      <w:r>
        <w:t>et qu</w:t>
      </w:r>
      <w:r w:rsidR="00D37400">
        <w:t>’</w:t>
      </w:r>
      <w:r>
        <w:t>il avait reconnu tout de suite son coup de baguette au roulement</w:t>
      </w:r>
      <w:r w:rsidR="00D37400">
        <w:t>.</w:t>
      </w:r>
    </w:p>
    <w:p w14:paraId="5C527B5D" w14:textId="77777777" w:rsidR="00D37400" w:rsidRDefault="00636A18">
      <w:r>
        <w:t>Padoue en eut les larmes aux yeux et répondit au comma</w:t>
      </w:r>
      <w:r>
        <w:t>n</w:t>
      </w:r>
      <w:r>
        <w:t>dant que le plus grand bonheur de sa vie serait de battre la charge devant le bataillon des Phalsbourgeois</w:t>
      </w:r>
      <w:r w:rsidR="00D37400">
        <w:t xml:space="preserve">, </w:t>
      </w:r>
      <w:r>
        <w:t>comme à l</w:t>
      </w:r>
      <w:r w:rsidR="00D37400">
        <w:t>’</w:t>
      </w:r>
      <w:r>
        <w:t>assaut de Saragosse et à l</w:t>
      </w:r>
      <w:r w:rsidR="00D37400">
        <w:t>’</w:t>
      </w:r>
      <w:r>
        <w:t>affaire de Bautzen</w:t>
      </w:r>
      <w:r w:rsidR="00D37400">
        <w:t xml:space="preserve">, </w:t>
      </w:r>
      <w:r>
        <w:t>où un coup de mitraille avait éventré son tambour</w:t>
      </w:r>
      <w:r w:rsidR="00D37400">
        <w:t xml:space="preserve">. – </w:t>
      </w:r>
      <w:r>
        <w:t>Il s</w:t>
      </w:r>
      <w:r w:rsidR="00D37400">
        <w:t>’</w:t>
      </w:r>
      <w:r>
        <w:t>écria que tous ses hommes en feraient autant</w:t>
      </w:r>
      <w:r w:rsidR="00D37400">
        <w:t xml:space="preserve">, </w:t>
      </w:r>
      <w:r>
        <w:t>qu</w:t>
      </w:r>
      <w:r w:rsidR="00D37400">
        <w:t>’</w:t>
      </w:r>
      <w:r>
        <w:t>il répondait d</w:t>
      </w:r>
      <w:r w:rsidR="00D37400">
        <w:t>’</w:t>
      </w:r>
      <w:r>
        <w:t>eux</w:t>
      </w:r>
      <w:r w:rsidR="00D37400">
        <w:t xml:space="preserve">, </w:t>
      </w:r>
      <w:r>
        <w:t>et finalement ils partirent tous en criant</w:t>
      </w:r>
      <w:r w:rsidR="00D37400">
        <w:t> :</w:t>
      </w:r>
    </w:p>
    <w:p w14:paraId="737D0741" w14:textId="76B36C66" w:rsidR="00636A18" w:rsidRDefault="00D37400">
      <w:pPr>
        <w:rPr>
          <w:szCs w:val="36"/>
        </w:rPr>
      </w:pPr>
      <w:r>
        <w:t>« </w:t>
      </w:r>
      <w:r w:rsidR="00636A18">
        <w:t>Vive le commandant Florentin</w:t>
      </w:r>
      <w:r>
        <w:t xml:space="preserve"> !… </w:t>
      </w:r>
      <w:r w:rsidR="00636A18">
        <w:t>Vive la garde nationale de Phalsbourg</w:t>
      </w:r>
      <w:r>
        <w:t> ! »</w:t>
      </w:r>
    </w:p>
    <w:p w14:paraId="18F32E00" w14:textId="77777777" w:rsidR="00D37400" w:rsidRDefault="00636A18">
      <w:r>
        <w:lastRenderedPageBreak/>
        <w:t>Florentin rayonnait</w:t>
      </w:r>
      <w:r w:rsidR="00D37400">
        <w:t>.</w:t>
      </w:r>
    </w:p>
    <w:p w14:paraId="44EDEB13" w14:textId="77777777" w:rsidR="00D37400" w:rsidRDefault="00636A18">
      <w:r w:rsidRPr="007B3642">
        <w:t>Là-dessus</w:t>
      </w:r>
      <w:r w:rsidR="00D37400">
        <w:t xml:space="preserve">, </w:t>
      </w:r>
      <w:proofErr w:type="spellStart"/>
      <w:r w:rsidRPr="007B3642">
        <w:t>Frentzel</w:t>
      </w:r>
      <w:proofErr w:type="spellEnd"/>
      <w:r w:rsidR="00D37400">
        <w:t xml:space="preserve">, </w:t>
      </w:r>
      <w:r w:rsidRPr="007B3642">
        <w:t>qui s</w:t>
      </w:r>
      <w:r w:rsidR="00D37400">
        <w:t>’</w:t>
      </w:r>
      <w:r w:rsidRPr="007B3642">
        <w:t>était dépêchée</w:t>
      </w:r>
      <w:r w:rsidR="00D37400">
        <w:t xml:space="preserve">, </w:t>
      </w:r>
      <w:r w:rsidRPr="007B3642">
        <w:t>entra</w:t>
      </w:r>
      <w:r>
        <w:t xml:space="preserve"> avec un punch magnifique auquel mon ami Florentin mit le feu lui-même</w:t>
      </w:r>
      <w:r w:rsidR="00D37400">
        <w:t xml:space="preserve"> ; </w:t>
      </w:r>
      <w:r>
        <w:t>et comme le vieux rhum s</w:t>
      </w:r>
      <w:r w:rsidR="00D37400">
        <w:t>’</w:t>
      </w:r>
      <w:r>
        <w:t>enflammait d</w:t>
      </w:r>
      <w:r w:rsidR="00D37400">
        <w:t>’</w:t>
      </w:r>
      <w:r>
        <w:t>un coup</w:t>
      </w:r>
      <w:r w:rsidR="00D37400">
        <w:t xml:space="preserve">, </w:t>
      </w:r>
      <w:r>
        <w:t>il dit en souriant</w:t>
      </w:r>
      <w:r w:rsidR="00D37400">
        <w:t> :</w:t>
      </w:r>
    </w:p>
    <w:p w14:paraId="6124DA35" w14:textId="77777777" w:rsidR="00D37400" w:rsidRDefault="00D37400">
      <w:r>
        <w:t>« </w:t>
      </w:r>
      <w:r w:rsidR="00636A18">
        <w:t>Ça brille comme l</w:t>
      </w:r>
      <w:r>
        <w:t>’</w:t>
      </w:r>
      <w:r w:rsidR="00636A18">
        <w:t>éclair du canon</w:t>
      </w:r>
      <w:r>
        <w:t xml:space="preserve"> ; </w:t>
      </w:r>
      <w:r w:rsidR="00636A18">
        <w:t>bon signe</w:t>
      </w:r>
      <w:r>
        <w:t xml:space="preserve">, </w:t>
      </w:r>
      <w:r w:rsidR="00636A18">
        <w:t>camarades</w:t>
      </w:r>
      <w:r>
        <w:t xml:space="preserve">, </w:t>
      </w:r>
      <w:r w:rsidR="00636A18">
        <w:t>bon signe</w:t>
      </w:r>
      <w:r>
        <w:t xml:space="preserve">. </w:t>
      </w:r>
      <w:r w:rsidR="00636A18">
        <w:t>Que chacun remplisse son verre</w:t>
      </w:r>
      <w:r>
        <w:t xml:space="preserve">. </w:t>
      </w:r>
      <w:proofErr w:type="spellStart"/>
      <w:r w:rsidR="00636A18">
        <w:t>Frentzel</w:t>
      </w:r>
      <w:proofErr w:type="spellEnd"/>
      <w:r>
        <w:t xml:space="preserve">, </w:t>
      </w:r>
      <w:r w:rsidR="00636A18">
        <w:t>tu peux a</w:t>
      </w:r>
      <w:r w:rsidR="00636A18">
        <w:t>l</w:t>
      </w:r>
      <w:r w:rsidR="00636A18">
        <w:t>ler à tes affaires</w:t>
      </w:r>
      <w:r>
        <w:t xml:space="preserve">. </w:t>
      </w:r>
      <w:proofErr w:type="spellStart"/>
      <w:r w:rsidR="00636A18">
        <w:t>Roudolphe</w:t>
      </w:r>
      <w:proofErr w:type="spellEnd"/>
      <w:r>
        <w:t xml:space="preserve">, </w:t>
      </w:r>
      <w:r w:rsidR="00636A18">
        <w:t>je vous charge de servir là-bas</w:t>
      </w:r>
      <w:r>
        <w:t>.</w:t>
      </w:r>
    </w:p>
    <w:p w14:paraId="15D54FC5" w14:textId="766022D2" w:rsidR="00636A18" w:rsidRDefault="00D37400">
      <w:pPr>
        <w:rPr>
          <w:szCs w:val="36"/>
        </w:rPr>
      </w:pPr>
      <w:r>
        <w:t>— </w:t>
      </w:r>
      <w:r w:rsidR="00636A18">
        <w:t>C</w:t>
      </w:r>
      <w:r>
        <w:t>’</w:t>
      </w:r>
      <w:r w:rsidR="00636A18">
        <w:t>est bon</w:t>
      </w:r>
      <w:r>
        <w:t xml:space="preserve">, </w:t>
      </w:r>
      <w:r w:rsidR="00636A18">
        <w:t>commandant</w:t>
      </w:r>
      <w:r>
        <w:t>. »</w:t>
      </w:r>
    </w:p>
    <w:p w14:paraId="2B813249" w14:textId="77777777" w:rsidR="00D37400" w:rsidRDefault="00636A18">
      <w:r>
        <w:t>Et les verres étant remplis</w:t>
      </w:r>
      <w:r w:rsidR="00D37400">
        <w:t xml:space="preserve">, </w:t>
      </w:r>
      <w:r>
        <w:t>Florentin</w:t>
      </w:r>
      <w:r w:rsidR="00D37400">
        <w:t xml:space="preserve">, </w:t>
      </w:r>
      <w:r>
        <w:t>se levant</w:t>
      </w:r>
      <w:r w:rsidR="00D37400">
        <w:t xml:space="preserve">, </w:t>
      </w:r>
      <w:r>
        <w:t>s</w:t>
      </w:r>
      <w:r w:rsidR="00D37400">
        <w:t>’</w:t>
      </w:r>
      <w:r>
        <w:t>écria</w:t>
      </w:r>
      <w:r w:rsidR="00D37400">
        <w:t> :</w:t>
      </w:r>
    </w:p>
    <w:p w14:paraId="526ECEBA" w14:textId="5DD41046" w:rsidR="00636A18" w:rsidRDefault="00D37400">
      <w:pPr>
        <w:rPr>
          <w:szCs w:val="36"/>
        </w:rPr>
      </w:pPr>
      <w:r>
        <w:t>« </w:t>
      </w:r>
      <w:r w:rsidR="00636A18">
        <w:t>Je bois à la prochaine campagne</w:t>
      </w:r>
      <w:r>
        <w:t xml:space="preserve"> : </w:t>
      </w:r>
      <w:r w:rsidR="00636A18">
        <w:t>ça ne peut pas tarder</w:t>
      </w:r>
      <w:r>
        <w:t xml:space="preserve">… </w:t>
      </w:r>
      <w:r w:rsidR="00636A18">
        <w:t>Nous avons là-bas Sarrelouis et Landau qui nous attendent</w:t>
      </w:r>
      <w:r>
        <w:t xml:space="preserve"> ; </w:t>
      </w:r>
      <w:r w:rsidR="00636A18">
        <w:t>c</w:t>
      </w:r>
      <w:r>
        <w:t>’</w:t>
      </w:r>
      <w:r w:rsidR="00636A18">
        <w:t>est là</w:t>
      </w:r>
      <w:r>
        <w:t xml:space="preserve">, </w:t>
      </w:r>
      <w:r w:rsidR="00636A18">
        <w:t>camarades</w:t>
      </w:r>
      <w:r>
        <w:t xml:space="preserve">, </w:t>
      </w:r>
      <w:r w:rsidR="00636A18">
        <w:t>que nous boirons notre deuxième et notre troisième punch</w:t>
      </w:r>
      <w:r>
        <w:t xml:space="preserve">. </w:t>
      </w:r>
      <w:r w:rsidR="00636A18">
        <w:t>Et vous comprenez bien que nous serons à l</w:t>
      </w:r>
      <w:r>
        <w:t>’</w:t>
      </w:r>
      <w:r w:rsidR="00636A18">
        <w:t>avant-garde</w:t>
      </w:r>
      <w:r>
        <w:t xml:space="preserve"> ; </w:t>
      </w:r>
      <w:r w:rsidR="00636A18">
        <w:t>tous ceux de la frontière auront le pas sur les autres</w:t>
      </w:r>
      <w:r>
        <w:t xml:space="preserve">, </w:t>
      </w:r>
      <w:r w:rsidR="00636A18">
        <w:t>comme en 92</w:t>
      </w:r>
      <w:r>
        <w:t xml:space="preserve">. – </w:t>
      </w:r>
      <w:r w:rsidR="00636A18">
        <w:t>À la santé des braves</w:t>
      </w:r>
      <w:r>
        <w:t> ! »</w:t>
      </w:r>
    </w:p>
    <w:p w14:paraId="502420FA" w14:textId="77777777" w:rsidR="00D37400" w:rsidRDefault="00636A18">
      <w:r>
        <w:t>Tous répétèrent</w:t>
      </w:r>
      <w:r w:rsidR="00D37400">
        <w:t> :</w:t>
      </w:r>
    </w:p>
    <w:p w14:paraId="3C318F4D" w14:textId="1672E0BB" w:rsidR="00636A18" w:rsidRDefault="00D37400">
      <w:pPr>
        <w:rPr>
          <w:szCs w:val="36"/>
        </w:rPr>
      </w:pPr>
      <w:r>
        <w:t>« </w:t>
      </w:r>
      <w:r w:rsidR="00636A18">
        <w:t>À la santé des braves</w:t>
      </w:r>
      <w:r>
        <w:t> ! »</w:t>
      </w:r>
    </w:p>
    <w:p w14:paraId="6D0DCC45" w14:textId="77777777" w:rsidR="00D37400" w:rsidRDefault="00636A18">
      <w:r>
        <w:t>Les verres s</w:t>
      </w:r>
      <w:r w:rsidR="00D37400">
        <w:t>’</w:t>
      </w:r>
      <w:proofErr w:type="spellStart"/>
      <w:r>
        <w:t>entre</w:t>
      </w:r>
      <w:r w:rsidR="007B3642">
        <w:t>-</w:t>
      </w:r>
      <w:r>
        <w:t>choquèrent</w:t>
      </w:r>
      <w:proofErr w:type="spellEnd"/>
      <w:r w:rsidR="00D37400">
        <w:t xml:space="preserve">, </w:t>
      </w:r>
      <w:r>
        <w:t>et Florentin</w:t>
      </w:r>
      <w:r w:rsidR="00D37400">
        <w:t xml:space="preserve">, </w:t>
      </w:r>
      <w:r>
        <w:t>me voyant là</w:t>
      </w:r>
      <w:r w:rsidR="00D37400">
        <w:t xml:space="preserve">, </w:t>
      </w:r>
      <w:r>
        <w:t>me tendit son verre</w:t>
      </w:r>
      <w:r w:rsidR="00D37400">
        <w:t xml:space="preserve">, </w:t>
      </w:r>
      <w:r>
        <w:t>après avoir bu</w:t>
      </w:r>
      <w:r w:rsidR="00D37400">
        <w:t xml:space="preserve">, </w:t>
      </w:r>
      <w:r>
        <w:t>en me disant</w:t>
      </w:r>
      <w:r w:rsidR="00D37400">
        <w:t> :</w:t>
      </w:r>
    </w:p>
    <w:p w14:paraId="1C58B9AF" w14:textId="1511F5C2" w:rsidR="00636A18" w:rsidRDefault="00D37400">
      <w:pPr>
        <w:rPr>
          <w:szCs w:val="36"/>
        </w:rPr>
      </w:pPr>
      <w:r>
        <w:t>« </w:t>
      </w:r>
      <w:r w:rsidR="00636A18">
        <w:t>Bois aussi</w:t>
      </w:r>
      <w:r>
        <w:t xml:space="preserve">, </w:t>
      </w:r>
      <w:r w:rsidR="00636A18">
        <w:t>mon ami</w:t>
      </w:r>
      <w:r>
        <w:t xml:space="preserve">, </w:t>
      </w:r>
      <w:r w:rsidR="00636A18">
        <w:t>bois</w:t>
      </w:r>
      <w:r>
        <w:t xml:space="preserve"> ! </w:t>
      </w:r>
      <w:r w:rsidR="00636A18">
        <w:t>Quel malheur que tu n</w:t>
      </w:r>
      <w:r>
        <w:t>’</w:t>
      </w:r>
      <w:r w:rsidR="00636A18">
        <w:t>aies pas cinq ou six ans de plus</w:t>
      </w:r>
      <w:r>
        <w:t xml:space="preserve">, </w:t>
      </w:r>
      <w:r w:rsidR="00636A18">
        <w:t>je t</w:t>
      </w:r>
      <w:r>
        <w:t>’</w:t>
      </w:r>
      <w:r w:rsidR="00636A18">
        <w:t>aurais engagé comme tambour</w:t>
      </w:r>
      <w:r>
        <w:t xml:space="preserve">. </w:t>
      </w:r>
      <w:r w:rsidR="00636A18">
        <w:t>Enfin</w:t>
      </w:r>
      <w:r>
        <w:t xml:space="preserve">, </w:t>
      </w:r>
      <w:r w:rsidR="00636A18">
        <w:t>on ne peut pas avoir tous les plaisirs ensemble</w:t>
      </w:r>
      <w:r>
        <w:t xml:space="preserve">. </w:t>
      </w:r>
      <w:r w:rsidR="00636A18">
        <w:t>Tu e</w:t>
      </w:r>
      <w:r w:rsidR="00636A18">
        <w:t>n</w:t>
      </w:r>
      <w:r w:rsidR="00636A18">
        <w:t>tendras la grande musique plus tard</w:t>
      </w:r>
      <w:r>
        <w:t xml:space="preserve"> ; </w:t>
      </w:r>
      <w:r w:rsidR="00636A18">
        <w:t>il ne faut pas perdre p</w:t>
      </w:r>
      <w:r w:rsidR="00636A18">
        <w:t>a</w:t>
      </w:r>
      <w:r w:rsidR="00636A18">
        <w:t>tience</w:t>
      </w:r>
      <w:r>
        <w:t xml:space="preserve">, </w:t>
      </w:r>
      <w:r w:rsidR="00636A18">
        <w:t>à chacun son tour</w:t>
      </w:r>
      <w:r>
        <w:t>. »</w:t>
      </w:r>
    </w:p>
    <w:p w14:paraId="6B1B44C3" w14:textId="77777777" w:rsidR="00D37400" w:rsidRDefault="00636A18">
      <w:r>
        <w:lastRenderedPageBreak/>
        <w:t>Que vous dirai-je encore</w:t>
      </w:r>
      <w:r w:rsidR="00D37400">
        <w:t xml:space="preserve"> ? </w:t>
      </w:r>
      <w:r>
        <w:t>Jamais Florentin n</w:t>
      </w:r>
      <w:r w:rsidR="00D37400">
        <w:t>’</w:t>
      </w:r>
      <w:r>
        <w:t>avait été si heureux</w:t>
      </w:r>
      <w:r w:rsidR="00D37400">
        <w:t xml:space="preserve"> ; </w:t>
      </w:r>
      <w:r>
        <w:t>mais cela ne lui fit pas oublier ses devoirs</w:t>
      </w:r>
      <w:r w:rsidR="00D37400">
        <w:t xml:space="preserve">, </w:t>
      </w:r>
      <w:r>
        <w:t>et</w:t>
      </w:r>
      <w:r w:rsidR="00D37400">
        <w:t xml:space="preserve">, </w:t>
      </w:r>
      <w:r>
        <w:t>vers deux heures</w:t>
      </w:r>
      <w:r w:rsidR="00D37400">
        <w:t xml:space="preserve">, </w:t>
      </w:r>
      <w:r>
        <w:t>le bol de punch étant vide</w:t>
      </w:r>
      <w:r w:rsidR="00D37400">
        <w:t xml:space="preserve">, </w:t>
      </w:r>
      <w:r>
        <w:t>il se leva gravement et dit</w:t>
      </w:r>
      <w:r w:rsidR="00D37400">
        <w:t> :</w:t>
      </w:r>
    </w:p>
    <w:p w14:paraId="31020CFE" w14:textId="77777777" w:rsidR="00D37400" w:rsidRDefault="00D37400">
      <w:r>
        <w:t>« </w:t>
      </w:r>
      <w:r w:rsidR="00636A18">
        <w:t>Messieurs</w:t>
      </w:r>
      <w:r>
        <w:t xml:space="preserve">, </w:t>
      </w:r>
      <w:r w:rsidR="00636A18">
        <w:t>il est temps de songer à la distribution des armes</w:t>
      </w:r>
      <w:r>
        <w:t xml:space="preserve">, </w:t>
      </w:r>
      <w:r w:rsidR="00636A18">
        <w:t>et je vais de ce pas trouver le commandant de place</w:t>
      </w:r>
      <w:r>
        <w:t xml:space="preserve">, </w:t>
      </w:r>
      <w:r w:rsidR="00636A18">
        <w:t>pour que la chose se fasse sans retard</w:t>
      </w:r>
      <w:r>
        <w:t xml:space="preserve">. – </w:t>
      </w:r>
      <w:r w:rsidR="00636A18">
        <w:t>À demain le premier appel</w:t>
      </w:r>
      <w:r>
        <w:t xml:space="preserve">, </w:t>
      </w:r>
      <w:r w:rsidR="00636A18">
        <w:t>messieurs</w:t>
      </w:r>
      <w:r>
        <w:t xml:space="preserve">, </w:t>
      </w:r>
      <w:r w:rsidR="00636A18">
        <w:t>à sept heures</w:t>
      </w:r>
      <w:r>
        <w:t xml:space="preserve">, </w:t>
      </w:r>
      <w:r w:rsidR="00636A18">
        <w:t xml:space="preserve">sur la place </w:t>
      </w:r>
      <w:r w:rsidR="007B3642">
        <w:t>d</w:t>
      </w:r>
      <w:r>
        <w:t>’</w:t>
      </w:r>
      <w:r w:rsidR="007B3642">
        <w:t>Armes</w:t>
      </w:r>
      <w:r>
        <w:t xml:space="preserve"> ; </w:t>
      </w:r>
      <w:r w:rsidR="00636A18">
        <w:t>vous m</w:t>
      </w:r>
      <w:r>
        <w:t>’</w:t>
      </w:r>
      <w:r w:rsidR="00636A18">
        <w:t>avez e</w:t>
      </w:r>
      <w:r w:rsidR="00636A18">
        <w:t>n</w:t>
      </w:r>
      <w:r w:rsidR="00636A18">
        <w:t>tendu</w:t>
      </w:r>
      <w:r>
        <w:t> ?</w:t>
      </w:r>
    </w:p>
    <w:p w14:paraId="11D5F6F1" w14:textId="1029DCA3" w:rsidR="00636A18" w:rsidRDefault="00D37400">
      <w:pPr>
        <w:rPr>
          <w:szCs w:val="36"/>
        </w:rPr>
      </w:pPr>
      <w:r>
        <w:t>— </w:t>
      </w:r>
      <w:r w:rsidR="00636A18">
        <w:t>Oui</w:t>
      </w:r>
      <w:r>
        <w:t xml:space="preserve">, </w:t>
      </w:r>
      <w:r w:rsidR="00636A18">
        <w:t>commandant</w:t>
      </w:r>
      <w:r>
        <w:t>. »</w:t>
      </w:r>
    </w:p>
    <w:p w14:paraId="79F7D868" w14:textId="77777777" w:rsidR="00D37400" w:rsidRDefault="00636A18">
      <w:r>
        <w:t>On se sépara</w:t>
      </w:r>
      <w:r w:rsidR="00D37400">
        <w:t>.</w:t>
      </w:r>
    </w:p>
    <w:p w14:paraId="173F3FAE" w14:textId="77777777" w:rsidR="00D37400" w:rsidRDefault="00636A18">
      <w:r>
        <w:t>Florentin mit sa grande capote boutonnée jusqu</w:t>
      </w:r>
      <w:r w:rsidR="00D37400">
        <w:t>’</w:t>
      </w:r>
      <w:r>
        <w:t>au me</w:t>
      </w:r>
      <w:r>
        <w:t>n</w:t>
      </w:r>
      <w:r>
        <w:t>ton</w:t>
      </w:r>
      <w:r w:rsidR="00D37400">
        <w:t xml:space="preserve"> ; </w:t>
      </w:r>
      <w:r>
        <w:t>il se coiffa de son chapeau et sortit</w:t>
      </w:r>
      <w:r w:rsidR="00D37400">
        <w:t xml:space="preserve">, </w:t>
      </w:r>
      <w:r>
        <w:t>sa canne sous le bras</w:t>
      </w:r>
      <w:r w:rsidR="00D37400">
        <w:t>.</w:t>
      </w:r>
    </w:p>
    <w:p w14:paraId="2F9E1626" w14:textId="77777777" w:rsidR="00D37400" w:rsidRDefault="00636A18">
      <w:proofErr w:type="spellStart"/>
      <w:r>
        <w:t>Frentzel</w:t>
      </w:r>
      <w:proofErr w:type="spellEnd"/>
      <w:r>
        <w:t xml:space="preserve"> et moi</w:t>
      </w:r>
      <w:r w:rsidR="00D37400">
        <w:t xml:space="preserve">, </w:t>
      </w:r>
      <w:r>
        <w:t>nous restâmes seuls</w:t>
      </w:r>
      <w:r w:rsidR="00D37400">
        <w:t xml:space="preserve">. </w:t>
      </w:r>
      <w:r>
        <w:t>Elle ne se doutait pas encore que sa corbeille était vide</w:t>
      </w:r>
      <w:r w:rsidR="00D37400">
        <w:t xml:space="preserve"> ; </w:t>
      </w:r>
      <w:r>
        <w:t>quand elle s</w:t>
      </w:r>
      <w:r w:rsidR="00D37400">
        <w:t>’</w:t>
      </w:r>
      <w:r>
        <w:t>en aperçut</w:t>
      </w:r>
      <w:r w:rsidR="00D37400">
        <w:t xml:space="preserve">, </w:t>
      </w:r>
      <w:r>
        <w:t>je me demande la mine qu</w:t>
      </w:r>
      <w:r w:rsidR="00D37400">
        <w:t>’</w:t>
      </w:r>
      <w:r>
        <w:t>elle dut faire</w:t>
      </w:r>
      <w:r w:rsidR="00D37400">
        <w:t>.</w:t>
      </w:r>
    </w:p>
    <w:p w14:paraId="35098ECE" w14:textId="77777777" w:rsidR="00D37400" w:rsidRDefault="00636A18">
      <w:r>
        <w:t>En attendant</w:t>
      </w:r>
      <w:r w:rsidR="00D37400">
        <w:t xml:space="preserve">, </w:t>
      </w:r>
      <w:r>
        <w:t>elle emporta le bol vide et les verres dans sa cuisine pour les laver</w:t>
      </w:r>
      <w:r w:rsidR="00D37400">
        <w:t xml:space="preserve">. </w:t>
      </w:r>
      <w:r>
        <w:t>Elle était toute pensive et ne disait rien</w:t>
      </w:r>
      <w:r w:rsidR="00D37400">
        <w:t xml:space="preserve">. – </w:t>
      </w:r>
      <w:r>
        <w:t>Coco</w:t>
      </w:r>
      <w:r w:rsidR="00D37400">
        <w:t xml:space="preserve">, </w:t>
      </w:r>
      <w:r>
        <w:t>effarouché par tous ces mouvements</w:t>
      </w:r>
      <w:r w:rsidR="00D37400">
        <w:t xml:space="preserve">, </w:t>
      </w:r>
      <w:r>
        <w:t>s</w:t>
      </w:r>
      <w:r w:rsidR="00D37400">
        <w:t>’</w:t>
      </w:r>
      <w:r>
        <w:t>était mis à jaser</w:t>
      </w:r>
      <w:r w:rsidR="00D37400">
        <w:t xml:space="preserve"> ; </w:t>
      </w:r>
      <w:r>
        <w:t>Azor trottait sur les talons de son maître</w:t>
      </w:r>
      <w:r w:rsidR="00D37400">
        <w:t>.</w:t>
      </w:r>
    </w:p>
    <w:p w14:paraId="18B836AA" w14:textId="77777777" w:rsidR="00D37400" w:rsidRDefault="00636A18">
      <w:r>
        <w:t>Je courus à mon tour raconter ces choses extraordinaires à la maison</w:t>
      </w:r>
      <w:r w:rsidR="00D37400">
        <w:t>.</w:t>
      </w:r>
    </w:p>
    <w:p w14:paraId="2021823A" w14:textId="4AB83AE5" w:rsidR="00636A18" w:rsidRDefault="00636A18" w:rsidP="00D37400">
      <w:pPr>
        <w:pStyle w:val="Titre2"/>
        <w:pageBreakBefore/>
      </w:pPr>
      <w:bookmarkStart w:id="28" w:name="_Toc344229469"/>
      <w:bookmarkStart w:id="29" w:name="_Toc194835732"/>
      <w:r>
        <w:lastRenderedPageBreak/>
        <w:t>XIV</w:t>
      </w:r>
      <w:bookmarkEnd w:id="28"/>
      <w:bookmarkEnd w:id="29"/>
    </w:p>
    <w:p w14:paraId="5F263585" w14:textId="77777777" w:rsidR="00D37400" w:rsidRDefault="00636A18">
      <w:r w:rsidRPr="00F313A0">
        <w:t>Le lendemain</w:t>
      </w:r>
      <w:r w:rsidR="00D37400">
        <w:t xml:space="preserve">, </w:t>
      </w:r>
      <w:r w:rsidRPr="00F313A0">
        <w:t>aussitôt après déjeuner</w:t>
      </w:r>
      <w:r w:rsidR="00D37400">
        <w:t xml:space="preserve">, </w:t>
      </w:r>
      <w:r>
        <w:t>mon ami Florentin et moi</w:t>
      </w:r>
      <w:r w:rsidR="00D37400">
        <w:t xml:space="preserve">, </w:t>
      </w:r>
      <w:r>
        <w:t>nous partîmes pour le champ de Mars</w:t>
      </w:r>
      <w:r w:rsidR="00D37400">
        <w:t xml:space="preserve">, </w:t>
      </w:r>
      <w:r>
        <w:t>hors de la ville</w:t>
      </w:r>
      <w:r w:rsidR="00D37400">
        <w:t>.</w:t>
      </w:r>
    </w:p>
    <w:p w14:paraId="4D6C5FEC" w14:textId="77777777" w:rsidR="00D37400" w:rsidRDefault="00636A18">
      <w:r>
        <w:t>La distribution des armes avait eu lieu la veille au soir à l</w:t>
      </w:r>
      <w:r w:rsidR="00D37400">
        <w:t>’</w:t>
      </w:r>
      <w:r>
        <w:t>arsenal</w:t>
      </w:r>
      <w:r w:rsidR="00D37400">
        <w:t xml:space="preserve">, </w:t>
      </w:r>
      <w:r>
        <w:t>ainsi que celle des sacs</w:t>
      </w:r>
      <w:r w:rsidR="00D37400">
        <w:t xml:space="preserve">, </w:t>
      </w:r>
      <w:r>
        <w:t>des gibernes et des sabres-briquets</w:t>
      </w:r>
      <w:r w:rsidR="00D37400">
        <w:t xml:space="preserve"> ; </w:t>
      </w:r>
      <w:r>
        <w:t>l</w:t>
      </w:r>
      <w:r w:rsidR="00D37400">
        <w:t>’</w:t>
      </w:r>
      <w:r>
        <w:t>armement était donc complet</w:t>
      </w:r>
      <w:r w:rsidR="00D37400">
        <w:t xml:space="preserve">. </w:t>
      </w:r>
      <w:r>
        <w:t>Seulement</w:t>
      </w:r>
      <w:r w:rsidR="00D37400">
        <w:t xml:space="preserve">, </w:t>
      </w:r>
      <w:r>
        <w:t>comme une foule de paysans et d</w:t>
      </w:r>
      <w:r w:rsidR="00D37400">
        <w:t>’</w:t>
      </w:r>
      <w:r>
        <w:t>ouvriers ne pouvaient s</w:t>
      </w:r>
      <w:r w:rsidR="00D37400">
        <w:t>’</w:t>
      </w:r>
      <w:r>
        <w:t>acheter un uniforme</w:t>
      </w:r>
      <w:r w:rsidR="00D37400">
        <w:t xml:space="preserve">, </w:t>
      </w:r>
      <w:r>
        <w:t>il avait été décidé que la caisse de la garde nationale s</w:t>
      </w:r>
      <w:r w:rsidR="00D37400">
        <w:t>’</w:t>
      </w:r>
      <w:r>
        <w:t>en chargerait</w:t>
      </w:r>
      <w:r w:rsidR="00D37400">
        <w:t xml:space="preserve">, </w:t>
      </w:r>
      <w:r>
        <w:t>que chaque soldat serait en blouse bleue</w:t>
      </w:r>
      <w:r w:rsidR="00D37400">
        <w:t xml:space="preserve">, </w:t>
      </w:r>
      <w:r>
        <w:t>avec ceinture de cuir et petite casquette à bordure rouge</w:t>
      </w:r>
      <w:r w:rsidR="00D37400">
        <w:t xml:space="preserve">, </w:t>
      </w:r>
      <w:r>
        <w:t>et qu</w:t>
      </w:r>
      <w:r w:rsidR="00D37400">
        <w:t>’</w:t>
      </w:r>
      <w:r>
        <w:t>en outre il recevrait une paire de souliers d</w:t>
      </w:r>
      <w:r w:rsidR="00D37400">
        <w:t>’</w:t>
      </w:r>
      <w:r>
        <w:t>ordonnance solidement établis</w:t>
      </w:r>
      <w:r w:rsidR="00D37400">
        <w:t>.</w:t>
      </w:r>
    </w:p>
    <w:p w14:paraId="4F7DBCEC" w14:textId="77777777" w:rsidR="00D37400" w:rsidRDefault="00636A18">
      <w:r>
        <w:t>Ces distributions devaient se faire dans le plus bref délai possible</w:t>
      </w:r>
      <w:r w:rsidR="00D37400">
        <w:t xml:space="preserve"> ; </w:t>
      </w:r>
      <w:r>
        <w:t>tous les tailleurs et les cordonniers de Phalsbourg y travaillaient</w:t>
      </w:r>
      <w:r w:rsidR="00D37400">
        <w:t>.</w:t>
      </w:r>
    </w:p>
    <w:p w14:paraId="24417C7E" w14:textId="77777777" w:rsidR="00D37400" w:rsidRDefault="00636A18">
      <w:r>
        <w:t>En attendant la livraison</w:t>
      </w:r>
      <w:r w:rsidR="00D37400">
        <w:t xml:space="preserve">, </w:t>
      </w:r>
      <w:r>
        <w:t>l</w:t>
      </w:r>
      <w:r w:rsidR="00D37400">
        <w:t>’</w:t>
      </w:r>
      <w:r>
        <w:t>exercice avait commencé</w:t>
      </w:r>
      <w:r w:rsidR="00D37400">
        <w:t>.</w:t>
      </w:r>
    </w:p>
    <w:p w14:paraId="7B5E9201" w14:textId="77777777" w:rsidR="00D37400" w:rsidRDefault="00636A18">
      <w:r>
        <w:t>Mon ami et moi</w:t>
      </w:r>
      <w:r w:rsidR="00D37400">
        <w:t xml:space="preserve">, </w:t>
      </w:r>
      <w:r>
        <w:t>nous passâmes sur les glacis</w:t>
      </w:r>
      <w:r w:rsidR="00D37400">
        <w:t xml:space="preserve">, </w:t>
      </w:r>
      <w:r>
        <w:t>auprès de son jardin</w:t>
      </w:r>
      <w:r w:rsidR="00D37400">
        <w:t xml:space="preserve"> ; </w:t>
      </w:r>
      <w:r>
        <w:t>nous étions aux plus beaux jours du mois d</w:t>
      </w:r>
      <w:r w:rsidR="00D37400">
        <w:t>’</w:t>
      </w:r>
      <w:r>
        <w:t>août</w:t>
      </w:r>
      <w:r w:rsidR="00D37400">
        <w:t xml:space="preserve"> ; </w:t>
      </w:r>
      <w:r>
        <w:t>les arbres ployaient sous les pommes</w:t>
      </w:r>
      <w:r w:rsidR="00D37400">
        <w:t xml:space="preserve">, </w:t>
      </w:r>
      <w:r>
        <w:t>les poires</w:t>
      </w:r>
      <w:r w:rsidR="00D37400">
        <w:t xml:space="preserve">, </w:t>
      </w:r>
      <w:r>
        <w:t>les prunes</w:t>
      </w:r>
      <w:r w:rsidR="00D37400">
        <w:t xml:space="preserve"> ; </w:t>
      </w:r>
      <w:r>
        <w:t>la grande haie vive resplendissait de verdure</w:t>
      </w:r>
      <w:r w:rsidR="00D37400">
        <w:t xml:space="preserve"> ; </w:t>
      </w:r>
      <w:r>
        <w:t>Florentin n</w:t>
      </w:r>
      <w:r w:rsidR="00D37400">
        <w:t>’</w:t>
      </w:r>
      <w:r>
        <w:t>y fit pas même attention</w:t>
      </w:r>
      <w:r w:rsidR="00D37400">
        <w:t xml:space="preserve">, </w:t>
      </w:r>
      <w:r>
        <w:t>sa pensée était ailleurs</w:t>
      </w:r>
      <w:r w:rsidR="00D37400">
        <w:t>.</w:t>
      </w:r>
    </w:p>
    <w:p w14:paraId="7C67A126" w14:textId="77777777" w:rsidR="00D37400" w:rsidRDefault="00636A18">
      <w:r>
        <w:t>Nous entendions de loin les commandements répétés par les échos de la demi-lune et des bastions</w:t>
      </w:r>
      <w:r w:rsidR="00D37400">
        <w:t> :</w:t>
      </w:r>
    </w:p>
    <w:p w14:paraId="03A6C6B0" w14:textId="77777777" w:rsidR="00D37400" w:rsidRDefault="00D37400">
      <w:r>
        <w:t>« </w:t>
      </w:r>
      <w:r w:rsidR="00636A18">
        <w:t>Une</w:t>
      </w:r>
      <w:r>
        <w:t xml:space="preserve"> !… </w:t>
      </w:r>
      <w:proofErr w:type="spellStart"/>
      <w:r w:rsidR="00636A18">
        <w:t>deusse</w:t>
      </w:r>
      <w:proofErr w:type="spellEnd"/>
      <w:r>
        <w:t xml:space="preserve"> !… </w:t>
      </w:r>
      <w:r w:rsidR="00636A18">
        <w:t>une</w:t>
      </w:r>
      <w:r>
        <w:t xml:space="preserve"> !… </w:t>
      </w:r>
      <w:proofErr w:type="spellStart"/>
      <w:r w:rsidR="00636A18">
        <w:t>deusse</w:t>
      </w:r>
      <w:proofErr w:type="spellEnd"/>
      <w:r>
        <w:t> !…</w:t>
      </w:r>
    </w:p>
    <w:p w14:paraId="7C06BF46" w14:textId="77777777" w:rsidR="00D37400" w:rsidRDefault="00D37400">
      <w:r>
        <w:t>— </w:t>
      </w:r>
      <w:r w:rsidR="00636A18">
        <w:t>Halte</w:t>
      </w:r>
      <w:r>
        <w:t> !</w:t>
      </w:r>
    </w:p>
    <w:p w14:paraId="4ACCEC92" w14:textId="77777777" w:rsidR="00D37400" w:rsidRDefault="00D37400">
      <w:r>
        <w:t>— </w:t>
      </w:r>
      <w:r w:rsidR="00636A18">
        <w:t>Front</w:t>
      </w:r>
      <w:r>
        <w:t> !</w:t>
      </w:r>
    </w:p>
    <w:p w14:paraId="27D2BC1D" w14:textId="29E4D505" w:rsidR="00636A18" w:rsidRDefault="00D37400">
      <w:r>
        <w:lastRenderedPageBreak/>
        <w:t>— </w:t>
      </w:r>
      <w:r w:rsidR="00636A18">
        <w:t>En place</w:t>
      </w:r>
      <w:r>
        <w:t xml:space="preserve">… </w:t>
      </w:r>
      <w:r w:rsidR="00636A18">
        <w:t>repos</w:t>
      </w:r>
      <w:r>
        <w:t> ! »</w:t>
      </w:r>
    </w:p>
    <w:p w14:paraId="35759F56" w14:textId="77777777" w:rsidR="00D37400" w:rsidRDefault="00636A18">
      <w:r>
        <w:t>Et ailleurs</w:t>
      </w:r>
      <w:r w:rsidR="00D37400">
        <w:t> :</w:t>
      </w:r>
    </w:p>
    <w:p w14:paraId="3568607C" w14:textId="77777777" w:rsidR="00D37400" w:rsidRDefault="00D37400">
      <w:r>
        <w:t>« </w:t>
      </w:r>
      <w:r w:rsidR="00636A18">
        <w:t>Portez armes</w:t>
      </w:r>
      <w:r>
        <w:t> !</w:t>
      </w:r>
    </w:p>
    <w:p w14:paraId="3B8DC57C" w14:textId="77777777" w:rsidR="00D37400" w:rsidRDefault="00D37400">
      <w:r>
        <w:t>— </w:t>
      </w:r>
      <w:r w:rsidR="00636A18">
        <w:t>Arme bras</w:t>
      </w:r>
      <w:r>
        <w:t> !</w:t>
      </w:r>
    </w:p>
    <w:p w14:paraId="3AA7163E" w14:textId="004A4034" w:rsidR="00636A18" w:rsidRDefault="00D37400">
      <w:r>
        <w:t>— </w:t>
      </w:r>
      <w:r w:rsidR="00636A18">
        <w:t>Croisez</w:t>
      </w:r>
      <w:r>
        <w:t xml:space="preserve">… </w:t>
      </w:r>
      <w:proofErr w:type="spellStart"/>
      <w:r w:rsidR="00636A18">
        <w:t>ettes</w:t>
      </w:r>
      <w:proofErr w:type="spellEnd"/>
      <w:r>
        <w:t> !… »</w:t>
      </w:r>
    </w:p>
    <w:p w14:paraId="07EDC4AE" w14:textId="77777777" w:rsidR="00D37400" w:rsidRDefault="00636A18">
      <w:r>
        <w:t>Et cætera</w:t>
      </w:r>
      <w:r w:rsidR="00D37400">
        <w:t xml:space="preserve">… </w:t>
      </w:r>
      <w:r>
        <w:t>et cætera</w:t>
      </w:r>
      <w:r w:rsidR="00D37400">
        <w:t>.</w:t>
      </w:r>
    </w:p>
    <w:p w14:paraId="3BE3E281" w14:textId="77777777" w:rsidR="00D37400" w:rsidRDefault="00636A18">
      <w:r>
        <w:t>C</w:t>
      </w:r>
      <w:r w:rsidR="00D37400">
        <w:t>’</w:t>
      </w:r>
      <w:r>
        <w:t>était un bourdonnement de voix</w:t>
      </w:r>
      <w:r w:rsidR="00D37400">
        <w:t xml:space="preserve">, </w:t>
      </w:r>
      <w:r>
        <w:t>un tumulte qui grandi</w:t>
      </w:r>
      <w:r>
        <w:t>s</w:t>
      </w:r>
      <w:r>
        <w:t>sait à chaque pas</w:t>
      </w:r>
      <w:r w:rsidR="00D37400">
        <w:t xml:space="preserve"> ; </w:t>
      </w:r>
      <w:r>
        <w:t>le front de Sébastien Florentin se déridait</w:t>
      </w:r>
      <w:r w:rsidR="00D37400">
        <w:t>.</w:t>
      </w:r>
    </w:p>
    <w:p w14:paraId="1B81D4F3" w14:textId="77777777" w:rsidR="00D37400" w:rsidRDefault="00636A18">
      <w:r>
        <w:t>En arrivant sur l</w:t>
      </w:r>
      <w:r w:rsidR="00D37400">
        <w:t>’</w:t>
      </w:r>
      <w:r>
        <w:t>esplanade des glacis</w:t>
      </w:r>
      <w:r w:rsidR="00D37400">
        <w:t xml:space="preserve">, </w:t>
      </w:r>
      <w:r>
        <w:t>il fit halte un instant pour contempler ce spectacle</w:t>
      </w:r>
      <w:r w:rsidR="00D37400">
        <w:t xml:space="preserve">. </w:t>
      </w:r>
      <w:r>
        <w:t>Le champ de Mars</w:t>
      </w:r>
      <w:r w:rsidR="00D37400">
        <w:t xml:space="preserve">, </w:t>
      </w:r>
      <w:r>
        <w:t>encadré de vergers</w:t>
      </w:r>
      <w:r w:rsidR="00D37400">
        <w:t xml:space="preserve">, </w:t>
      </w:r>
      <w:r>
        <w:t>était tout couvert d</w:t>
      </w:r>
      <w:r w:rsidR="00D37400">
        <w:t>’</w:t>
      </w:r>
      <w:r>
        <w:t>hommes en habits bourgeois</w:t>
      </w:r>
      <w:r w:rsidR="00D37400">
        <w:t xml:space="preserve">, </w:t>
      </w:r>
      <w:r>
        <w:t>les baudriers en croix</w:t>
      </w:r>
      <w:r w:rsidR="00D37400">
        <w:t xml:space="preserve">, </w:t>
      </w:r>
      <w:r>
        <w:t>la giberne au dos</w:t>
      </w:r>
      <w:r w:rsidR="00D37400">
        <w:t xml:space="preserve">, </w:t>
      </w:r>
      <w:r>
        <w:t>le sabre sur la hanche</w:t>
      </w:r>
      <w:r w:rsidR="00D37400">
        <w:t xml:space="preserve">, </w:t>
      </w:r>
      <w:r>
        <w:t>a</w:t>
      </w:r>
      <w:r>
        <w:t>l</w:t>
      </w:r>
      <w:r>
        <w:t>lant</w:t>
      </w:r>
      <w:r w:rsidR="00D37400">
        <w:t xml:space="preserve">, </w:t>
      </w:r>
      <w:r>
        <w:t>venant</w:t>
      </w:r>
      <w:r w:rsidR="00D37400">
        <w:t xml:space="preserve">, </w:t>
      </w:r>
      <w:r>
        <w:t>par petits pelotons de trois</w:t>
      </w:r>
      <w:r w:rsidR="00D37400">
        <w:t xml:space="preserve">, </w:t>
      </w:r>
      <w:r>
        <w:t>de quatre</w:t>
      </w:r>
      <w:r w:rsidR="00D37400">
        <w:t xml:space="preserve">, </w:t>
      </w:r>
      <w:r>
        <w:t>les sergents devant</w:t>
      </w:r>
      <w:r w:rsidR="00D37400">
        <w:t xml:space="preserve">, </w:t>
      </w:r>
      <w:r>
        <w:t>marchant à reculons</w:t>
      </w:r>
      <w:r w:rsidR="00D37400">
        <w:t xml:space="preserve">, </w:t>
      </w:r>
      <w:r>
        <w:t>le fusil horizontal pour maintenir l</w:t>
      </w:r>
      <w:r w:rsidR="00D37400">
        <w:t>’</w:t>
      </w:r>
      <w:r>
        <w:t>alignement et criant à tue-tête</w:t>
      </w:r>
      <w:r w:rsidR="00D37400">
        <w:t> : « </w:t>
      </w:r>
      <w:r>
        <w:t>Une</w:t>
      </w:r>
      <w:r w:rsidR="00D37400">
        <w:t xml:space="preserve"> !… </w:t>
      </w:r>
      <w:proofErr w:type="spellStart"/>
      <w:r>
        <w:t>deusse</w:t>
      </w:r>
      <w:proofErr w:type="spellEnd"/>
      <w:r w:rsidR="00D37400">
        <w:t> ! »</w:t>
      </w:r>
      <w:r>
        <w:t xml:space="preserve"> Plus loin</w:t>
      </w:r>
      <w:r w:rsidR="00D37400">
        <w:t xml:space="preserve">, </w:t>
      </w:r>
      <w:r>
        <w:t>contre la haie du cimetière</w:t>
      </w:r>
      <w:r w:rsidR="00D37400">
        <w:t xml:space="preserve">, </w:t>
      </w:r>
      <w:r>
        <w:t>la compagnie des anciens</w:t>
      </w:r>
      <w:r w:rsidR="00D37400">
        <w:t xml:space="preserve">, </w:t>
      </w:r>
      <w:r>
        <w:t>toute formée</w:t>
      </w:r>
      <w:r w:rsidR="00D37400">
        <w:t xml:space="preserve">, </w:t>
      </w:r>
      <w:r>
        <w:t>manœuvrait sous le commandement du lieutenant B</w:t>
      </w:r>
      <w:r>
        <w:t>e</w:t>
      </w:r>
      <w:r>
        <w:t>noît</w:t>
      </w:r>
      <w:r w:rsidR="00D37400">
        <w:t xml:space="preserve">. – </w:t>
      </w:r>
      <w:r>
        <w:t>Quel mouvement</w:t>
      </w:r>
      <w:r w:rsidR="00D37400">
        <w:t xml:space="preserve"> !… </w:t>
      </w:r>
      <w:r>
        <w:t>quelle animation</w:t>
      </w:r>
      <w:r w:rsidR="00D37400">
        <w:t xml:space="preserve"> !… </w:t>
      </w:r>
      <w:r w:rsidR="00F313A0">
        <w:t xml:space="preserve">Et </w:t>
      </w:r>
      <w:r>
        <w:t>tout cela sous un soleil splendide</w:t>
      </w:r>
      <w:r w:rsidR="00D37400">
        <w:t xml:space="preserve">, </w:t>
      </w:r>
      <w:r>
        <w:t>les montagnes bleu d</w:t>
      </w:r>
      <w:r w:rsidR="00D37400">
        <w:t>’</w:t>
      </w:r>
      <w:r>
        <w:t>émeraude et les crêtes des Vosges à l</w:t>
      </w:r>
      <w:r w:rsidR="00D37400">
        <w:t>’</w:t>
      </w:r>
      <w:r>
        <w:t>horizon</w:t>
      </w:r>
      <w:r w:rsidR="00D37400">
        <w:t>.</w:t>
      </w:r>
    </w:p>
    <w:p w14:paraId="658631FD" w14:textId="77777777" w:rsidR="00D37400" w:rsidRDefault="00636A18">
      <w:r>
        <w:t>Ce qui me réjouissait le plus</w:t>
      </w:r>
      <w:r w:rsidR="00D37400">
        <w:t xml:space="preserve">, </w:t>
      </w:r>
      <w:r>
        <w:t>c</w:t>
      </w:r>
      <w:r w:rsidR="00D37400">
        <w:t>’</w:t>
      </w:r>
      <w:r>
        <w:t>était la mère Balais</w:t>
      </w:r>
      <w:r w:rsidR="00D37400">
        <w:t xml:space="preserve">, </w:t>
      </w:r>
      <w:r>
        <w:t>no</w:t>
      </w:r>
      <w:r>
        <w:t>m</w:t>
      </w:r>
      <w:r>
        <w:t>mée cantinière de la garde nationale</w:t>
      </w:r>
      <w:r w:rsidR="00D37400">
        <w:t xml:space="preserve">, </w:t>
      </w:r>
      <w:r>
        <w:t>assise à côté de sa petite table en plein soleil</w:t>
      </w:r>
      <w:r w:rsidR="00D37400">
        <w:t xml:space="preserve">, </w:t>
      </w:r>
      <w:r>
        <w:t>sous un immense parapluie tricolore</w:t>
      </w:r>
      <w:r w:rsidR="00D37400">
        <w:t xml:space="preserve">, </w:t>
      </w:r>
      <w:r>
        <w:t>avec ses bidons</w:t>
      </w:r>
      <w:r w:rsidR="00D37400">
        <w:t xml:space="preserve">, </w:t>
      </w:r>
      <w:r>
        <w:t>ses cruches</w:t>
      </w:r>
      <w:r w:rsidR="00D37400">
        <w:t xml:space="preserve">, </w:t>
      </w:r>
      <w:r>
        <w:t>ses petits pains et son panier de pommes</w:t>
      </w:r>
      <w:r w:rsidR="00D37400">
        <w:t xml:space="preserve"> ; </w:t>
      </w:r>
      <w:r>
        <w:t>droite</w:t>
      </w:r>
      <w:r w:rsidR="00D37400">
        <w:t xml:space="preserve">, </w:t>
      </w:r>
      <w:r>
        <w:t>raide</w:t>
      </w:r>
      <w:r w:rsidR="00D37400">
        <w:t xml:space="preserve">, </w:t>
      </w:r>
      <w:r>
        <w:t>la lèvre ombrée de moustaches grises</w:t>
      </w:r>
      <w:r w:rsidR="00D37400">
        <w:t xml:space="preserve">, </w:t>
      </w:r>
      <w:r>
        <w:t>les cheveux tortillés en queue de cheval sur la nuque</w:t>
      </w:r>
      <w:r w:rsidR="00D37400">
        <w:t xml:space="preserve">, </w:t>
      </w:r>
      <w:r>
        <w:t>elle me produisait l</w:t>
      </w:r>
      <w:r w:rsidR="00D37400">
        <w:t>’</w:t>
      </w:r>
      <w:r>
        <w:t>effet d</w:t>
      </w:r>
      <w:r w:rsidR="00D37400">
        <w:t>’</w:t>
      </w:r>
      <w:r>
        <w:t>être la reine de la fête</w:t>
      </w:r>
      <w:r w:rsidR="00D37400">
        <w:t>.</w:t>
      </w:r>
    </w:p>
    <w:p w14:paraId="6103FA28" w14:textId="77777777" w:rsidR="00D37400" w:rsidRDefault="00636A18">
      <w:r>
        <w:lastRenderedPageBreak/>
        <w:t>Enfin</w:t>
      </w:r>
      <w:r w:rsidR="00D37400">
        <w:t xml:space="preserve">, </w:t>
      </w:r>
      <w:r>
        <w:t>ayant jeté son coup d</w:t>
      </w:r>
      <w:r w:rsidR="00D37400">
        <w:t>’</w:t>
      </w:r>
      <w:r>
        <w:t>œil</w:t>
      </w:r>
      <w:r w:rsidR="00D37400">
        <w:t xml:space="preserve">, </w:t>
      </w:r>
      <w:r>
        <w:t>Florentin repartit du pied gauche</w:t>
      </w:r>
      <w:r w:rsidR="00D37400">
        <w:t xml:space="preserve"> ; </w:t>
      </w:r>
      <w:r>
        <w:t>je courais sur ses talons</w:t>
      </w:r>
      <w:r w:rsidR="00D37400">
        <w:t xml:space="preserve"> ; </w:t>
      </w:r>
      <w:r>
        <w:t>il ne pensait plus à moi</w:t>
      </w:r>
      <w:r w:rsidR="00D37400">
        <w:t xml:space="preserve">, </w:t>
      </w:r>
      <w:r>
        <w:t>l</w:t>
      </w:r>
      <w:r w:rsidR="00D37400">
        <w:t>’</w:t>
      </w:r>
      <w:r>
        <w:t>ardeur de son vieux métier le possédait</w:t>
      </w:r>
      <w:r w:rsidR="00D37400">
        <w:t xml:space="preserve"> ; </w:t>
      </w:r>
      <w:r>
        <w:t>on aurait dit le vieux faucon auquel on vient d</w:t>
      </w:r>
      <w:r w:rsidR="00D37400">
        <w:t>’</w:t>
      </w:r>
      <w:r>
        <w:t>enlever son capuchon et dont les ailes frémissent</w:t>
      </w:r>
      <w:r w:rsidR="00D37400">
        <w:t>.</w:t>
      </w:r>
    </w:p>
    <w:p w14:paraId="60F3B651" w14:textId="77777777" w:rsidR="00D37400" w:rsidRDefault="00636A18">
      <w:r w:rsidRPr="00153434">
        <w:t>En passant à côté des petits pelotons</w:t>
      </w:r>
      <w:r w:rsidR="00D37400">
        <w:t xml:space="preserve">, </w:t>
      </w:r>
      <w:r w:rsidRPr="00153434">
        <w:t>il s</w:t>
      </w:r>
      <w:r w:rsidR="00D37400">
        <w:t>’</w:t>
      </w:r>
      <w:r>
        <w:t>arrêtait une s</w:t>
      </w:r>
      <w:r>
        <w:t>e</w:t>
      </w:r>
      <w:r>
        <w:t>conde</w:t>
      </w:r>
      <w:r w:rsidR="00D37400">
        <w:t xml:space="preserve">, </w:t>
      </w:r>
      <w:r>
        <w:t>fronçant le sourcil</w:t>
      </w:r>
      <w:r w:rsidR="00D37400">
        <w:t xml:space="preserve"> ; </w:t>
      </w:r>
      <w:r>
        <w:t>et s</w:t>
      </w:r>
      <w:r w:rsidR="00D37400">
        <w:t>’</w:t>
      </w:r>
      <w:r>
        <w:t>adressant au sous-officier</w:t>
      </w:r>
      <w:r w:rsidR="00D37400">
        <w:t> :</w:t>
      </w:r>
    </w:p>
    <w:p w14:paraId="025C2FC1" w14:textId="77777777" w:rsidR="00D37400" w:rsidRDefault="00D37400">
      <w:r>
        <w:t>« </w:t>
      </w:r>
      <w:r w:rsidR="00636A18">
        <w:t>Sergent</w:t>
      </w:r>
      <w:r>
        <w:t xml:space="preserve">, </w:t>
      </w:r>
      <w:r w:rsidR="00636A18">
        <w:t>criait-il</w:t>
      </w:r>
      <w:r>
        <w:t xml:space="preserve">, </w:t>
      </w:r>
      <w:r w:rsidR="00636A18">
        <w:t>un peu plus de vigueur dans le co</w:t>
      </w:r>
      <w:r w:rsidR="00636A18">
        <w:t>m</w:t>
      </w:r>
      <w:r w:rsidR="00636A18">
        <w:t>mandement</w:t>
      </w:r>
      <w:r>
        <w:t xml:space="preserve"> : – </w:t>
      </w:r>
      <w:r w:rsidR="00636A18">
        <w:t>Une</w:t>
      </w:r>
      <w:r>
        <w:t xml:space="preserve"> !… </w:t>
      </w:r>
      <w:proofErr w:type="spellStart"/>
      <w:r w:rsidR="00636A18">
        <w:t>deusse</w:t>
      </w:r>
      <w:proofErr w:type="spellEnd"/>
      <w:r>
        <w:t xml:space="preserve"> !… </w:t>
      </w:r>
      <w:r w:rsidR="00636A18">
        <w:t>Une</w:t>
      </w:r>
      <w:r>
        <w:t xml:space="preserve"> !… </w:t>
      </w:r>
      <w:proofErr w:type="spellStart"/>
      <w:r w:rsidR="00636A18">
        <w:t>deusse</w:t>
      </w:r>
      <w:proofErr w:type="spellEnd"/>
      <w:r>
        <w:t> !… »</w:t>
      </w:r>
      <w:r w:rsidR="00636A18">
        <w:t xml:space="preserve"> Et sa voix claire et nette</w:t>
      </w:r>
      <w:r>
        <w:t xml:space="preserve">, </w:t>
      </w:r>
      <w:r w:rsidR="00636A18">
        <w:t>comme un cri de guerre</w:t>
      </w:r>
      <w:r>
        <w:t xml:space="preserve">, </w:t>
      </w:r>
      <w:r w:rsidR="00636A18">
        <w:t>vibrait</w:t>
      </w:r>
      <w:r>
        <w:t>.</w:t>
      </w:r>
    </w:p>
    <w:p w14:paraId="21466426" w14:textId="77777777" w:rsidR="00D37400" w:rsidRDefault="00636A18">
      <w:r>
        <w:t>C</w:t>
      </w:r>
      <w:r w:rsidR="00D37400">
        <w:t>’</w:t>
      </w:r>
      <w:r>
        <w:t>est ainsi qu</w:t>
      </w:r>
      <w:r w:rsidR="00D37400">
        <w:t>’</w:t>
      </w:r>
      <w:r>
        <w:t>il arriva devant la compagnie des anciens</w:t>
      </w:r>
      <w:r w:rsidR="00D37400">
        <w:t xml:space="preserve">, </w:t>
      </w:r>
      <w:r>
        <w:t>alors l</w:t>
      </w:r>
      <w:r w:rsidR="00D37400">
        <w:t>’</w:t>
      </w:r>
      <w:r>
        <w:t>arme au pied</w:t>
      </w:r>
      <w:r w:rsidR="00D37400">
        <w:t xml:space="preserve">, </w:t>
      </w:r>
      <w:r>
        <w:t>au repos</w:t>
      </w:r>
      <w:r w:rsidR="00D37400">
        <w:t xml:space="preserve">. </w:t>
      </w:r>
      <w:r>
        <w:t>Il échangea deux mots avec le lieutenant Benoît</w:t>
      </w:r>
      <w:r w:rsidR="00D37400">
        <w:t xml:space="preserve"> ; </w:t>
      </w:r>
      <w:r>
        <w:t>puis</w:t>
      </w:r>
      <w:r w:rsidR="00D37400">
        <w:t xml:space="preserve">, </w:t>
      </w:r>
      <w:r>
        <w:t>prenant le commandement de la co</w:t>
      </w:r>
      <w:r>
        <w:t>m</w:t>
      </w:r>
      <w:r>
        <w:t>pagnie lui-même</w:t>
      </w:r>
      <w:r w:rsidR="00D37400">
        <w:t> :</w:t>
      </w:r>
    </w:p>
    <w:p w14:paraId="735317EC" w14:textId="25A0B4D7" w:rsidR="00636A18" w:rsidRDefault="00D37400">
      <w:r>
        <w:t>« </w:t>
      </w:r>
      <w:r w:rsidR="00636A18">
        <w:t>Attention au commandement</w:t>
      </w:r>
      <w:r>
        <w:t xml:space="preserve"> ! </w:t>
      </w:r>
      <w:r w:rsidR="00636A18">
        <w:t>dit-il</w:t>
      </w:r>
      <w:r>
        <w:t xml:space="preserve">. </w:t>
      </w:r>
      <w:r w:rsidR="00636A18">
        <w:t>Portez armes</w:t>
      </w:r>
      <w:r>
        <w:t> ! »</w:t>
      </w:r>
    </w:p>
    <w:p w14:paraId="63031C8D" w14:textId="77777777" w:rsidR="00D37400" w:rsidRDefault="00636A18">
      <w:r>
        <w:t>Le mouvement fut exécuté comme s</w:t>
      </w:r>
      <w:r w:rsidR="00D37400">
        <w:t>’</w:t>
      </w:r>
      <w:r>
        <w:t>il l</w:t>
      </w:r>
      <w:r w:rsidR="00D37400">
        <w:t>’</w:t>
      </w:r>
      <w:r>
        <w:t>eût été par un seul homme</w:t>
      </w:r>
      <w:r w:rsidR="00D37400">
        <w:t>.</w:t>
      </w:r>
    </w:p>
    <w:p w14:paraId="37301C48" w14:textId="247CCE4D" w:rsidR="00636A18" w:rsidRDefault="00D37400">
      <w:r>
        <w:t>« </w:t>
      </w:r>
      <w:r w:rsidR="00636A18">
        <w:t>Arme bras</w:t>
      </w:r>
      <w:r>
        <w:t> ! »</w:t>
      </w:r>
    </w:p>
    <w:p w14:paraId="70D2FAD8" w14:textId="77777777" w:rsidR="00D37400" w:rsidRDefault="00636A18">
      <w:r>
        <w:t>Même précision</w:t>
      </w:r>
      <w:r w:rsidR="00D37400">
        <w:t>.</w:t>
      </w:r>
    </w:p>
    <w:p w14:paraId="10BD770D" w14:textId="77777777" w:rsidR="00D37400" w:rsidRDefault="00636A18">
      <w:r>
        <w:t>Florentin souriait</w:t>
      </w:r>
      <w:r w:rsidR="00D37400">
        <w:t>.</w:t>
      </w:r>
    </w:p>
    <w:p w14:paraId="5B57741F" w14:textId="68EE158B" w:rsidR="00636A18" w:rsidRDefault="00D37400">
      <w:r>
        <w:t>« </w:t>
      </w:r>
      <w:r w:rsidR="00636A18">
        <w:t>C</w:t>
      </w:r>
      <w:r>
        <w:t>’</w:t>
      </w:r>
      <w:r w:rsidR="00636A18">
        <w:t>est bien</w:t>
      </w:r>
      <w:r>
        <w:t xml:space="preserve">, </w:t>
      </w:r>
      <w:r w:rsidR="00636A18">
        <w:t>disait-il</w:t>
      </w:r>
      <w:r>
        <w:t xml:space="preserve">. </w:t>
      </w:r>
      <w:r w:rsidR="00636A18">
        <w:t>Croisez</w:t>
      </w:r>
      <w:r>
        <w:t xml:space="preserve">… </w:t>
      </w:r>
      <w:proofErr w:type="spellStart"/>
      <w:r w:rsidR="00636A18">
        <w:t>ettes</w:t>
      </w:r>
      <w:proofErr w:type="spellEnd"/>
      <w:r>
        <w:t xml:space="preserve"> ! </w:t>
      </w:r>
      <w:r w:rsidR="00636A18">
        <w:t>Très bien</w:t>
      </w:r>
      <w:r>
        <w:t xml:space="preserve">… </w:t>
      </w:r>
      <w:r w:rsidR="00636A18">
        <w:t>nous n</w:t>
      </w:r>
      <w:r>
        <w:t>’</w:t>
      </w:r>
      <w:r w:rsidR="00636A18">
        <w:t>avons pas oublié la manœuvre</w:t>
      </w:r>
      <w:r>
        <w:t xml:space="preserve">. </w:t>
      </w:r>
      <w:r w:rsidR="00636A18">
        <w:t>Hé</w:t>
      </w:r>
      <w:r>
        <w:t xml:space="preserve"> ! </w:t>
      </w:r>
      <w:r w:rsidR="00636A18">
        <w:t>là-bas</w:t>
      </w:r>
      <w:r>
        <w:t xml:space="preserve">, </w:t>
      </w:r>
      <w:r w:rsidR="00636A18">
        <w:t>le troisième homme du second rang</w:t>
      </w:r>
      <w:r>
        <w:t xml:space="preserve">, </w:t>
      </w:r>
      <w:r w:rsidR="00636A18">
        <w:t>le coude au corps</w:t>
      </w:r>
      <w:r>
        <w:t xml:space="preserve">, </w:t>
      </w:r>
      <w:r w:rsidR="00636A18">
        <w:t>les épaules effacées</w:t>
      </w:r>
      <w:r>
        <w:t xml:space="preserve">… </w:t>
      </w:r>
      <w:r w:rsidR="00636A18">
        <w:t>Chargez</w:t>
      </w:r>
      <w:r>
        <w:t> !… »</w:t>
      </w:r>
    </w:p>
    <w:p w14:paraId="6AFB8F72" w14:textId="77777777" w:rsidR="00D37400" w:rsidRDefault="00636A18">
      <w:r>
        <w:t>J</w:t>
      </w:r>
      <w:r w:rsidR="00D37400">
        <w:t>’</w:t>
      </w:r>
      <w:r>
        <w:t>avais vu bien des exercices depuis mes premiers jours</w:t>
      </w:r>
      <w:r w:rsidR="00D37400">
        <w:t xml:space="preserve">, </w:t>
      </w:r>
      <w:r>
        <w:t>sur le bras de ma nourrice</w:t>
      </w:r>
      <w:r w:rsidR="00D37400">
        <w:t xml:space="preserve">, </w:t>
      </w:r>
      <w:r>
        <w:t>j</w:t>
      </w:r>
      <w:r w:rsidR="00D37400">
        <w:t>’</w:t>
      </w:r>
      <w:r>
        <w:t xml:space="preserve">en avais vu de tous les régiments </w:t>
      </w:r>
      <w:r>
        <w:lastRenderedPageBreak/>
        <w:t>en garnison chez nous</w:t>
      </w:r>
      <w:r w:rsidR="00D37400">
        <w:t xml:space="preserve">, </w:t>
      </w:r>
      <w:r>
        <w:t>mais aucun ne s</w:t>
      </w:r>
      <w:r w:rsidR="00D37400">
        <w:t>’</w:t>
      </w:r>
      <w:r>
        <w:t>était exécuté avec la v</w:t>
      </w:r>
      <w:r>
        <w:t>i</w:t>
      </w:r>
      <w:r>
        <w:t>gueur et l</w:t>
      </w:r>
      <w:r w:rsidR="00D37400">
        <w:t>’</w:t>
      </w:r>
      <w:r>
        <w:t>ensemble de ces anciens</w:t>
      </w:r>
      <w:r w:rsidR="00D37400">
        <w:t>.</w:t>
      </w:r>
    </w:p>
    <w:p w14:paraId="548B8FA0" w14:textId="77777777" w:rsidR="00D37400" w:rsidRDefault="00636A18">
      <w:r>
        <w:t>Aussi le commandant Florentin n</w:t>
      </w:r>
      <w:r w:rsidR="00D37400">
        <w:t>’</w:t>
      </w:r>
      <w:r>
        <w:t>eut plus que des éloges à leur faire et dit au lieutenant Benoît de continuer</w:t>
      </w:r>
      <w:r w:rsidR="00D37400">
        <w:t xml:space="preserve">, </w:t>
      </w:r>
      <w:r>
        <w:t>pour aller inspecter de nouveau les recrues</w:t>
      </w:r>
      <w:r w:rsidR="00D37400">
        <w:t>.</w:t>
      </w:r>
    </w:p>
    <w:p w14:paraId="0BF64D4B" w14:textId="77777777" w:rsidR="00D37400" w:rsidRDefault="00636A18">
      <w:r>
        <w:t>En passant près de la mère Balais</w:t>
      </w:r>
      <w:r w:rsidR="00D37400">
        <w:t xml:space="preserve">, </w:t>
      </w:r>
      <w:r>
        <w:t>comme il faisait très chaud</w:t>
      </w:r>
      <w:r w:rsidR="00D37400">
        <w:t> :</w:t>
      </w:r>
    </w:p>
    <w:p w14:paraId="2C85A919" w14:textId="77777777" w:rsidR="00D37400" w:rsidRDefault="00D37400">
      <w:r>
        <w:t>« </w:t>
      </w:r>
      <w:r w:rsidR="00636A18">
        <w:t>Assieds-toi là</w:t>
      </w:r>
      <w:r>
        <w:t xml:space="preserve">, </w:t>
      </w:r>
      <w:r w:rsidR="00636A18">
        <w:t>sous le parapluie</w:t>
      </w:r>
      <w:r>
        <w:t xml:space="preserve">, </w:t>
      </w:r>
      <w:r w:rsidR="00636A18">
        <w:t>me dit-il</w:t>
      </w:r>
      <w:r>
        <w:t xml:space="preserve">. </w:t>
      </w:r>
      <w:r w:rsidR="00636A18">
        <w:t>Madame B</w:t>
      </w:r>
      <w:r w:rsidR="00636A18">
        <w:t>a</w:t>
      </w:r>
      <w:r w:rsidR="00636A18">
        <w:t>lais</w:t>
      </w:r>
      <w:r>
        <w:t xml:space="preserve">, </w:t>
      </w:r>
      <w:r w:rsidR="00636A18">
        <w:t>donnez un petit gâteau à cet enfant et des pommes</w:t>
      </w:r>
      <w:r>
        <w:t>.</w:t>
      </w:r>
    </w:p>
    <w:p w14:paraId="1101C8C7" w14:textId="02FFDB1D" w:rsidR="00636A18" w:rsidRDefault="00D37400">
      <w:r>
        <w:t>— </w:t>
      </w:r>
      <w:r w:rsidR="00636A18">
        <w:t>Oui</w:t>
      </w:r>
      <w:r>
        <w:t xml:space="preserve">, </w:t>
      </w:r>
      <w:r w:rsidR="00636A18">
        <w:t>mon commandant</w:t>
      </w:r>
      <w:r>
        <w:t>. »</w:t>
      </w:r>
    </w:p>
    <w:p w14:paraId="201F53AE" w14:textId="77777777" w:rsidR="00D37400" w:rsidRDefault="00636A18">
      <w:r>
        <w:t>Il partit</w:t>
      </w:r>
      <w:r w:rsidR="00D37400">
        <w:t xml:space="preserve">, </w:t>
      </w:r>
      <w:r>
        <w:t>et je restai là</w:t>
      </w:r>
      <w:r w:rsidR="00D37400">
        <w:t xml:space="preserve">, </w:t>
      </w:r>
      <w:r>
        <w:t>assis sur un escabeau</w:t>
      </w:r>
      <w:r w:rsidR="00D37400">
        <w:t xml:space="preserve">, </w:t>
      </w:r>
      <w:r>
        <w:t>près de la mère Balais</w:t>
      </w:r>
      <w:r w:rsidR="00D37400">
        <w:t xml:space="preserve">, </w:t>
      </w:r>
      <w:r>
        <w:t>qui croyait renaître en se trouvant au champ de Mars</w:t>
      </w:r>
      <w:r w:rsidR="00D37400">
        <w:t xml:space="preserve">, </w:t>
      </w:r>
      <w:r>
        <w:t>au milieu des bruits d</w:t>
      </w:r>
      <w:r w:rsidR="00D37400">
        <w:t>’</w:t>
      </w:r>
      <w:r>
        <w:t>armes</w:t>
      </w:r>
      <w:r w:rsidR="00D37400">
        <w:t xml:space="preserve">, </w:t>
      </w:r>
      <w:r>
        <w:t>comme vingt ans avant</w:t>
      </w:r>
      <w:r w:rsidR="00D37400">
        <w:t>.</w:t>
      </w:r>
    </w:p>
    <w:p w14:paraId="013536F5" w14:textId="77777777" w:rsidR="00D37400" w:rsidRDefault="00636A18">
      <w:r>
        <w:t>Pendant les moments de halte</w:t>
      </w:r>
      <w:r w:rsidR="00D37400">
        <w:t xml:space="preserve">, </w:t>
      </w:r>
      <w:r>
        <w:t>les fusils étant en faisceaux</w:t>
      </w:r>
      <w:r w:rsidR="00D37400">
        <w:t xml:space="preserve">, </w:t>
      </w:r>
      <w:r>
        <w:t>tout le monde accourait prendre un petit verre sur le pouce</w:t>
      </w:r>
      <w:r w:rsidR="00D37400">
        <w:t xml:space="preserve">, </w:t>
      </w:r>
      <w:r>
        <w:t>ca</w:t>
      </w:r>
      <w:r>
        <w:t>s</w:t>
      </w:r>
      <w:r>
        <w:t>ser un petit pain</w:t>
      </w:r>
      <w:r w:rsidR="00D37400">
        <w:t>.</w:t>
      </w:r>
    </w:p>
    <w:p w14:paraId="5585BE9A" w14:textId="77777777" w:rsidR="00D37400" w:rsidRDefault="00636A18">
      <w:r>
        <w:t>Enfin</w:t>
      </w:r>
      <w:r w:rsidR="00D37400">
        <w:t xml:space="preserve">, </w:t>
      </w:r>
      <w:r>
        <w:t>c</w:t>
      </w:r>
      <w:r w:rsidR="00D37400">
        <w:t>’</w:t>
      </w:r>
      <w:r>
        <w:t>étaient les premiers préparatifs de la guerre</w:t>
      </w:r>
      <w:r w:rsidR="00D37400">
        <w:t xml:space="preserve">, </w:t>
      </w:r>
      <w:r>
        <w:t>et l</w:t>
      </w:r>
      <w:r w:rsidR="00D37400">
        <w:t>’</w:t>
      </w:r>
      <w:r>
        <w:t>on pensait que tout cela ne serait pas une plaisanterie</w:t>
      </w:r>
      <w:r w:rsidR="00D37400">
        <w:t xml:space="preserve"> ; </w:t>
      </w:r>
      <w:r>
        <w:t>chacun se dépêchait de s</w:t>
      </w:r>
      <w:r w:rsidR="00D37400">
        <w:t>’</w:t>
      </w:r>
      <w:r>
        <w:t>instruire</w:t>
      </w:r>
      <w:r w:rsidR="00D37400">
        <w:t xml:space="preserve">, </w:t>
      </w:r>
      <w:r>
        <w:t>pour être prêt au grand moment de l</w:t>
      </w:r>
      <w:r w:rsidR="00D37400">
        <w:t>’</w:t>
      </w:r>
      <w:r>
        <w:t>entrée en campagne</w:t>
      </w:r>
      <w:r w:rsidR="00D37400">
        <w:t>.</w:t>
      </w:r>
    </w:p>
    <w:p w14:paraId="70554735" w14:textId="2A5FF1A3" w:rsidR="00D37400" w:rsidRDefault="00636A18">
      <w:r>
        <w:t>À neuf heures</w:t>
      </w:r>
      <w:r w:rsidR="00D37400">
        <w:t xml:space="preserve">, </w:t>
      </w:r>
      <w:r>
        <w:t>cette première leçon étant terminée et les troupes du 1</w:t>
      </w:r>
      <w:r w:rsidR="00D37400">
        <w:t>8</w:t>
      </w:r>
      <w:r w:rsidR="00D37400" w:rsidRPr="00D37400">
        <w:rPr>
          <w:vertAlign w:val="superscript"/>
        </w:rPr>
        <w:t>e</w:t>
      </w:r>
      <w:r>
        <w:t xml:space="preserve"> allant venir</w:t>
      </w:r>
      <w:r w:rsidR="00D37400">
        <w:t xml:space="preserve">, </w:t>
      </w:r>
      <w:r>
        <w:t>musique en tête</w:t>
      </w:r>
      <w:r w:rsidR="00D37400">
        <w:t xml:space="preserve">, </w:t>
      </w:r>
      <w:r>
        <w:t>prendre possession du champ de manœuvres</w:t>
      </w:r>
      <w:r w:rsidR="00D37400">
        <w:t xml:space="preserve">, </w:t>
      </w:r>
      <w:r>
        <w:t>on se mit en rangs pour regagner la ville</w:t>
      </w:r>
      <w:r w:rsidR="00D37400">
        <w:t xml:space="preserve">. </w:t>
      </w:r>
      <w:r>
        <w:t>La mère Balais replia bagage</w:t>
      </w:r>
      <w:r w:rsidR="00D37400">
        <w:t xml:space="preserve">, </w:t>
      </w:r>
      <w:r>
        <w:t>et l</w:t>
      </w:r>
      <w:r w:rsidR="00D37400">
        <w:t>’</w:t>
      </w:r>
      <w:r>
        <w:t>on partit au bruit du tambour</w:t>
      </w:r>
      <w:r w:rsidR="00D37400">
        <w:t>.</w:t>
      </w:r>
    </w:p>
    <w:p w14:paraId="2E2D6E45" w14:textId="77777777" w:rsidR="00D37400" w:rsidRDefault="00636A18">
      <w:r>
        <w:t>Florentin et moi</w:t>
      </w:r>
      <w:r w:rsidR="00D37400">
        <w:t xml:space="preserve">, </w:t>
      </w:r>
      <w:r>
        <w:t>nous restâmes les derniers à l</w:t>
      </w:r>
      <w:r w:rsidR="00D37400">
        <w:t>’</w:t>
      </w:r>
      <w:r>
        <w:t>angle du bastion de la poudrière</w:t>
      </w:r>
      <w:r w:rsidR="00D37400">
        <w:t xml:space="preserve">, </w:t>
      </w:r>
      <w:r>
        <w:t>regardant notre bataillon défiler sur la grande route blanche jusque dans l</w:t>
      </w:r>
      <w:r w:rsidR="00D37400">
        <w:t>’</w:t>
      </w:r>
      <w:r>
        <w:t>avancée</w:t>
      </w:r>
      <w:r w:rsidR="00D37400">
        <w:t>.</w:t>
      </w:r>
    </w:p>
    <w:p w14:paraId="40A34F34" w14:textId="77777777" w:rsidR="00D37400" w:rsidRDefault="00636A18">
      <w:r>
        <w:lastRenderedPageBreak/>
        <w:t>Alors mon ami s</w:t>
      </w:r>
      <w:r w:rsidR="00D37400">
        <w:t>’</w:t>
      </w:r>
      <w:r>
        <w:t>écria</w:t>
      </w:r>
      <w:r w:rsidR="00D37400">
        <w:t> :</w:t>
      </w:r>
    </w:p>
    <w:p w14:paraId="4677FC7E" w14:textId="77777777" w:rsidR="00D37400" w:rsidRDefault="00D37400">
      <w:r>
        <w:t>« </w:t>
      </w:r>
      <w:r w:rsidR="00636A18">
        <w:t>Ça va bien</w:t>
      </w:r>
      <w:r>
        <w:t xml:space="preserve"> !… </w:t>
      </w:r>
      <w:r w:rsidR="00636A18">
        <w:t>Qu</w:t>
      </w:r>
      <w:r>
        <w:t>’</w:t>
      </w:r>
      <w:r w:rsidR="00636A18">
        <w:t>est-ce que tu penses de ça</w:t>
      </w:r>
      <w:r>
        <w:t xml:space="preserve">, </w:t>
      </w:r>
      <w:r w:rsidR="00636A18">
        <w:t>mon ami</w:t>
      </w:r>
      <w:r>
        <w:t> ?</w:t>
      </w:r>
    </w:p>
    <w:p w14:paraId="167D9CEE" w14:textId="77777777" w:rsidR="00D37400" w:rsidRDefault="00D37400">
      <w:r>
        <w:t>— </w:t>
      </w:r>
      <w:r w:rsidR="00636A18">
        <w:t>Ça va bien</w:t>
      </w:r>
      <w:r>
        <w:t> !</w:t>
      </w:r>
    </w:p>
    <w:p w14:paraId="72F8B604" w14:textId="041E3901" w:rsidR="00636A18" w:rsidRDefault="00D37400">
      <w:pPr>
        <w:rPr>
          <w:szCs w:val="36"/>
        </w:rPr>
      </w:pPr>
      <w:r>
        <w:t>— </w:t>
      </w:r>
      <w:r w:rsidR="00636A18">
        <w:t>Oui</w:t>
      </w:r>
      <w:r>
        <w:t xml:space="preserve">, </w:t>
      </w:r>
      <w:r w:rsidR="00636A18">
        <w:t>dans un mois</w:t>
      </w:r>
      <w:r>
        <w:t xml:space="preserve">, </w:t>
      </w:r>
      <w:r w:rsidR="00636A18">
        <w:t>tu verras</w:t>
      </w:r>
      <w:r>
        <w:t xml:space="preserve">, </w:t>
      </w:r>
      <w:r w:rsidR="00636A18">
        <w:t>reprit-il</w:t>
      </w:r>
      <w:r>
        <w:t xml:space="preserve">, </w:t>
      </w:r>
      <w:r w:rsidR="00636A18">
        <w:t xml:space="preserve">tu verras comme ils emboîteront tous le </w:t>
      </w:r>
      <w:r w:rsidR="00636A18">
        <w:rPr>
          <w:szCs w:val="36"/>
        </w:rPr>
        <w:t>pas</w:t>
      </w:r>
      <w:r>
        <w:rPr>
          <w:szCs w:val="36"/>
        </w:rPr>
        <w:t xml:space="preserve">… </w:t>
      </w:r>
      <w:r w:rsidR="00636A18">
        <w:rPr>
          <w:szCs w:val="36"/>
        </w:rPr>
        <w:t>Une</w:t>
      </w:r>
      <w:r>
        <w:rPr>
          <w:szCs w:val="36"/>
        </w:rPr>
        <w:t xml:space="preserve"> !… </w:t>
      </w:r>
      <w:proofErr w:type="spellStart"/>
      <w:r w:rsidR="00636A18">
        <w:rPr>
          <w:szCs w:val="36"/>
        </w:rPr>
        <w:t>deusse</w:t>
      </w:r>
      <w:proofErr w:type="spellEnd"/>
      <w:r>
        <w:rPr>
          <w:szCs w:val="36"/>
        </w:rPr>
        <w:t xml:space="preserve"> !… </w:t>
      </w:r>
      <w:r w:rsidR="00636A18">
        <w:rPr>
          <w:szCs w:val="36"/>
        </w:rPr>
        <w:t>une</w:t>
      </w:r>
      <w:r>
        <w:rPr>
          <w:szCs w:val="36"/>
        </w:rPr>
        <w:t xml:space="preserve"> !… </w:t>
      </w:r>
      <w:proofErr w:type="spellStart"/>
      <w:r w:rsidR="00636A18">
        <w:rPr>
          <w:szCs w:val="36"/>
        </w:rPr>
        <w:t>deusse</w:t>
      </w:r>
      <w:proofErr w:type="spellEnd"/>
      <w:r>
        <w:rPr>
          <w:szCs w:val="36"/>
        </w:rPr>
        <w:t> !… »</w:t>
      </w:r>
    </w:p>
    <w:p w14:paraId="71FD3220" w14:textId="77777777" w:rsidR="00D37400" w:rsidRDefault="00636A18">
      <w:r>
        <w:t>Il riait</w:t>
      </w:r>
      <w:r w:rsidR="00D37400">
        <w:t xml:space="preserve">. </w:t>
      </w:r>
      <w:r>
        <w:t>Puis</w:t>
      </w:r>
      <w:r w:rsidR="00D37400">
        <w:t xml:space="preserve">, </w:t>
      </w:r>
      <w:r>
        <w:t>redevenu plus grave</w:t>
      </w:r>
      <w:r w:rsidR="00D37400">
        <w:t xml:space="preserve">, </w:t>
      </w:r>
      <w:r>
        <w:t>il me prit par la main</w:t>
      </w:r>
      <w:r w:rsidR="00D37400">
        <w:t xml:space="preserve">, </w:t>
      </w:r>
      <w:r>
        <w:t>et dit</w:t>
      </w:r>
      <w:r w:rsidR="00D37400">
        <w:t> :</w:t>
      </w:r>
    </w:p>
    <w:p w14:paraId="1E695CB3" w14:textId="6BFA0776" w:rsidR="00636A18" w:rsidRDefault="00D37400">
      <w:r>
        <w:t>« </w:t>
      </w:r>
      <w:r w:rsidR="00636A18">
        <w:t>Rentrons</w:t>
      </w:r>
      <w:r>
        <w:t xml:space="preserve"> !… </w:t>
      </w:r>
      <w:r w:rsidR="00636A18">
        <w:t>il faut que je parle à ton père</w:t>
      </w:r>
      <w:r>
        <w:t>. »</w:t>
      </w:r>
    </w:p>
    <w:p w14:paraId="4DCF768B" w14:textId="7037D173" w:rsidR="00D37400" w:rsidRDefault="00636A18">
      <w:r>
        <w:t>Mon père avait été nommé sergent</w:t>
      </w:r>
      <w:r w:rsidR="00D37400">
        <w:t xml:space="preserve">, </w:t>
      </w:r>
      <w:r>
        <w:t>mais il se trouvait ret</w:t>
      </w:r>
      <w:r>
        <w:t>e</w:t>
      </w:r>
      <w:r>
        <w:t xml:space="preserve">nu par le capitaine </w:t>
      </w:r>
      <w:proofErr w:type="spellStart"/>
      <w:r>
        <w:t>Roudolphe</w:t>
      </w:r>
      <w:proofErr w:type="spellEnd"/>
      <w:r>
        <w:t xml:space="preserve"> pour l</w:t>
      </w:r>
      <w:r w:rsidR="00D37400">
        <w:t>’</w:t>
      </w:r>
      <w:r>
        <w:t>organisation de la compt</w:t>
      </w:r>
      <w:r>
        <w:t>a</w:t>
      </w:r>
      <w:r>
        <w:t>bilité du bataillon</w:t>
      </w:r>
      <w:r w:rsidR="00D37400">
        <w:t xml:space="preserve">. </w:t>
      </w:r>
      <w:r>
        <w:t>Il paraît que tout était déjà terminé</w:t>
      </w:r>
      <w:r w:rsidR="00D37400">
        <w:t xml:space="preserve">, </w:t>
      </w:r>
      <w:r>
        <w:t>car</w:t>
      </w:r>
      <w:r w:rsidR="00D37400">
        <w:t xml:space="preserve">, </w:t>
      </w:r>
      <w:r>
        <w:t>en arrivant sur la place des Halles</w:t>
      </w:r>
      <w:r w:rsidR="00D37400">
        <w:t xml:space="preserve">, </w:t>
      </w:r>
      <w:r>
        <w:t>nous l</w:t>
      </w:r>
      <w:r w:rsidR="00D37400">
        <w:t>’</w:t>
      </w:r>
      <w:r>
        <w:t>aperçûmes de loin sur notre porte</w:t>
      </w:r>
      <w:r w:rsidR="00D37400">
        <w:t xml:space="preserve">. </w:t>
      </w:r>
      <w:r>
        <w:t xml:space="preserve">Il descendit les trois marches de la boutique pour saluer </w:t>
      </w:r>
      <w:r w:rsidR="00D37400">
        <w:t>M. </w:t>
      </w:r>
      <w:r>
        <w:t>Florentin</w:t>
      </w:r>
      <w:r w:rsidR="00D37400">
        <w:t>.</w:t>
      </w:r>
    </w:p>
    <w:p w14:paraId="40A78260" w14:textId="77777777" w:rsidR="00D37400" w:rsidRDefault="00D37400">
      <w:r>
        <w:t>« </w:t>
      </w:r>
      <w:r w:rsidR="00636A18">
        <w:t>Vous devez être content</w:t>
      </w:r>
      <w:r>
        <w:t xml:space="preserve">, </w:t>
      </w:r>
      <w:r w:rsidR="00636A18">
        <w:t>commandant</w:t>
      </w:r>
      <w:r>
        <w:t xml:space="preserve">, </w:t>
      </w:r>
      <w:r w:rsidR="00636A18">
        <w:t>lui dit-il</w:t>
      </w:r>
      <w:r>
        <w:t>.</w:t>
      </w:r>
    </w:p>
    <w:p w14:paraId="6885DDE7" w14:textId="77777777" w:rsidR="00D37400" w:rsidRDefault="00D37400">
      <w:r>
        <w:t>— </w:t>
      </w:r>
      <w:r w:rsidR="00636A18">
        <w:t>Très content</w:t>
      </w:r>
      <w:r>
        <w:t xml:space="preserve">, </w:t>
      </w:r>
      <w:r w:rsidR="00636A18">
        <w:t xml:space="preserve">monsieur </w:t>
      </w:r>
      <w:proofErr w:type="spellStart"/>
      <w:r w:rsidR="00636A18">
        <w:t>Pélerin</w:t>
      </w:r>
      <w:proofErr w:type="spellEnd"/>
      <w:r>
        <w:t xml:space="preserve">, </w:t>
      </w:r>
      <w:r w:rsidR="00636A18">
        <w:t>très content</w:t>
      </w:r>
      <w:r>
        <w:t xml:space="preserve">. </w:t>
      </w:r>
      <w:r w:rsidR="00636A18">
        <w:t>Mais nous avons à causer d</w:t>
      </w:r>
      <w:r>
        <w:t>’</w:t>
      </w:r>
      <w:r w:rsidR="00636A18">
        <w:t>autres choses</w:t>
      </w:r>
      <w:r>
        <w:t xml:space="preserve">… </w:t>
      </w:r>
      <w:r w:rsidR="00636A18">
        <w:t>d</w:t>
      </w:r>
      <w:r>
        <w:t>’</w:t>
      </w:r>
      <w:r w:rsidR="00636A18">
        <w:t>affaires particulières</w:t>
      </w:r>
      <w:r>
        <w:t>.</w:t>
      </w:r>
    </w:p>
    <w:p w14:paraId="04EAA22B" w14:textId="75416328" w:rsidR="00636A18" w:rsidRDefault="00D37400">
      <w:r>
        <w:t>— </w:t>
      </w:r>
      <w:r w:rsidR="00636A18">
        <w:t>Ah</w:t>
      </w:r>
      <w:r>
        <w:t xml:space="preserve"> ! </w:t>
      </w:r>
      <w:r w:rsidR="00636A18">
        <w:t>fort bien</w:t>
      </w:r>
      <w:r>
        <w:t xml:space="preserve">. </w:t>
      </w:r>
      <w:r w:rsidR="00636A18">
        <w:t>Alors donnez-vous la peine d</w:t>
      </w:r>
      <w:r>
        <w:t>’</w:t>
      </w:r>
      <w:r w:rsidR="00636A18">
        <w:t>entrer au b</w:t>
      </w:r>
      <w:r w:rsidR="00636A18">
        <w:t>u</w:t>
      </w:r>
      <w:r w:rsidR="00636A18">
        <w:t>reau</w:t>
      </w:r>
      <w:r>
        <w:t>. »</w:t>
      </w:r>
    </w:p>
    <w:p w14:paraId="553DA01F" w14:textId="77777777" w:rsidR="00D37400" w:rsidRDefault="00636A18">
      <w:r>
        <w:t>Nous entrâmes dans l</w:t>
      </w:r>
      <w:r w:rsidR="00D37400">
        <w:t>’</w:t>
      </w:r>
      <w:r>
        <w:t>arrière-boutique</w:t>
      </w:r>
      <w:r w:rsidR="00D37400">
        <w:t xml:space="preserve">, </w:t>
      </w:r>
      <w:r>
        <w:t>et mon ami</w:t>
      </w:r>
      <w:r w:rsidR="00D37400">
        <w:t xml:space="preserve">, </w:t>
      </w:r>
      <w:r>
        <w:t>plus embarrassé que sur le champ de manœuvres</w:t>
      </w:r>
      <w:r w:rsidR="00D37400">
        <w:t xml:space="preserve">, </w:t>
      </w:r>
      <w:r>
        <w:t>se prit à dire</w:t>
      </w:r>
      <w:r w:rsidR="00D37400">
        <w:t> :</w:t>
      </w:r>
    </w:p>
    <w:p w14:paraId="58915A0B" w14:textId="77777777" w:rsidR="00D37400" w:rsidRDefault="00D37400">
      <w:r>
        <w:t>« </w:t>
      </w:r>
      <w:r w:rsidR="00636A18">
        <w:t>Il faut que vous m</w:t>
      </w:r>
      <w:r>
        <w:t>’</w:t>
      </w:r>
      <w:r w:rsidR="00636A18">
        <w:t>achetiez mon jardin</w:t>
      </w:r>
      <w:r>
        <w:t xml:space="preserve">, </w:t>
      </w:r>
      <w:r w:rsidR="00636A18">
        <w:t xml:space="preserve">monsieur </w:t>
      </w:r>
      <w:proofErr w:type="spellStart"/>
      <w:r w:rsidR="00636A18">
        <w:t>Pélerin</w:t>
      </w:r>
      <w:proofErr w:type="spellEnd"/>
      <w:r>
        <w:t>.</w:t>
      </w:r>
    </w:p>
    <w:p w14:paraId="17DC5966" w14:textId="77777777" w:rsidR="00D37400" w:rsidRDefault="00D37400">
      <w:r>
        <w:t>— </w:t>
      </w:r>
      <w:r w:rsidR="00636A18">
        <w:t>Votre jardin</w:t>
      </w:r>
      <w:r>
        <w:t xml:space="preserve"> ? </w:t>
      </w:r>
      <w:r w:rsidR="00636A18">
        <w:t>dit mon père étonné</w:t>
      </w:r>
      <w:r>
        <w:t xml:space="preserve">, </w:t>
      </w:r>
      <w:r w:rsidR="00636A18">
        <w:t>et pourquoi cela</w:t>
      </w:r>
      <w:r>
        <w:t xml:space="preserve">, </w:t>
      </w:r>
      <w:r w:rsidR="00636A18">
        <w:t>monsieur Florentin</w:t>
      </w:r>
      <w:r>
        <w:t xml:space="preserve"> ? </w:t>
      </w:r>
      <w:r w:rsidR="00636A18">
        <w:t>C</w:t>
      </w:r>
      <w:r>
        <w:t>’</w:t>
      </w:r>
      <w:r w:rsidR="00636A18">
        <w:t>est votre distraction</w:t>
      </w:r>
      <w:r>
        <w:t xml:space="preserve">, </w:t>
      </w:r>
      <w:r w:rsidR="00636A18">
        <w:t xml:space="preserve">votre </w:t>
      </w:r>
      <w:r w:rsidR="00636A18">
        <w:lastRenderedPageBreak/>
        <w:t>amusement</w:t>
      </w:r>
      <w:r>
        <w:t xml:space="preserve">. </w:t>
      </w:r>
      <w:r w:rsidR="00636A18">
        <w:t>Il est très beau</w:t>
      </w:r>
      <w:r>
        <w:t xml:space="preserve">, </w:t>
      </w:r>
      <w:r w:rsidR="00636A18">
        <w:t>votre petit jardin</w:t>
      </w:r>
      <w:r>
        <w:t xml:space="preserve">, </w:t>
      </w:r>
      <w:r w:rsidR="00636A18">
        <w:t>plein d</w:t>
      </w:r>
      <w:r>
        <w:t>’</w:t>
      </w:r>
      <w:r w:rsidR="00636A18">
        <w:t>arbres fruitiers que vous avez plantés vous-même</w:t>
      </w:r>
      <w:r>
        <w:t xml:space="preserve">, </w:t>
      </w:r>
      <w:r w:rsidR="00636A18">
        <w:t>tous excellents</w:t>
      </w:r>
      <w:r>
        <w:t xml:space="preserve">, </w:t>
      </w:r>
      <w:r w:rsidR="00636A18">
        <w:t>tous en plein rapport</w:t>
      </w:r>
      <w:r>
        <w:t xml:space="preserve">. </w:t>
      </w:r>
      <w:r w:rsidR="00636A18">
        <w:t>Et votre petite baraque</w:t>
      </w:r>
      <w:r>
        <w:t xml:space="preserve">, </w:t>
      </w:r>
      <w:r w:rsidR="00636A18">
        <w:t>si jolie</w:t>
      </w:r>
      <w:r>
        <w:t xml:space="preserve">, </w:t>
      </w:r>
      <w:r w:rsidR="00636A18">
        <w:t>entourée de vignes et tapissée à l</w:t>
      </w:r>
      <w:r>
        <w:t>’</w:t>
      </w:r>
      <w:r w:rsidR="00636A18">
        <w:t>intérieur de vos anciennes batailles</w:t>
      </w:r>
      <w:r>
        <w:t xml:space="preserve">… </w:t>
      </w:r>
      <w:r w:rsidR="00636A18">
        <w:t>Et cet enfant</w:t>
      </w:r>
      <w:r>
        <w:t xml:space="preserve">, </w:t>
      </w:r>
      <w:r w:rsidR="00636A18">
        <w:t>que vous avez élevé là-dedans</w:t>
      </w:r>
      <w:r>
        <w:t xml:space="preserve">… </w:t>
      </w:r>
      <w:r w:rsidR="00636A18">
        <w:t>et tout le reste</w:t>
      </w:r>
      <w:r>
        <w:t> !</w:t>
      </w:r>
    </w:p>
    <w:p w14:paraId="4A85FF25" w14:textId="5B383F2C" w:rsidR="00636A18" w:rsidRDefault="00D37400">
      <w:pPr>
        <w:rPr>
          <w:szCs w:val="36"/>
        </w:rPr>
      </w:pPr>
      <w:r>
        <w:t>— </w:t>
      </w:r>
      <w:r w:rsidR="00636A18">
        <w:t>Oui</w:t>
      </w:r>
      <w:r>
        <w:t xml:space="preserve">, </w:t>
      </w:r>
      <w:r w:rsidR="00636A18">
        <w:t>dit Florentin</w:t>
      </w:r>
      <w:r>
        <w:t xml:space="preserve">, </w:t>
      </w:r>
      <w:r w:rsidR="00636A18">
        <w:t>je vous le vends huit cents francs</w:t>
      </w:r>
      <w:r>
        <w:t xml:space="preserve">. </w:t>
      </w:r>
      <w:r w:rsidR="00636A18">
        <w:t>Un commandant</w:t>
      </w:r>
      <w:r>
        <w:t xml:space="preserve">, </w:t>
      </w:r>
      <w:r w:rsidR="00636A18">
        <w:t>vous comprenez bien</w:t>
      </w:r>
      <w:r>
        <w:t xml:space="preserve">, </w:t>
      </w:r>
      <w:r w:rsidR="00636A18">
        <w:t>ne peut pas être en bou</w:t>
      </w:r>
      <w:r w:rsidR="00636A18">
        <w:t>r</w:t>
      </w:r>
      <w:r w:rsidR="00636A18">
        <w:t>geois</w:t>
      </w:r>
      <w:r>
        <w:t xml:space="preserve"> ; </w:t>
      </w:r>
      <w:r w:rsidR="00636A18">
        <w:t>il lui faut l</w:t>
      </w:r>
      <w:r>
        <w:t>’</w:t>
      </w:r>
      <w:r w:rsidR="00636A18">
        <w:t>uniforme</w:t>
      </w:r>
      <w:r>
        <w:t xml:space="preserve">, </w:t>
      </w:r>
      <w:r w:rsidR="00636A18">
        <w:t>les épaulettes</w:t>
      </w:r>
      <w:r>
        <w:t xml:space="preserve">, </w:t>
      </w:r>
      <w:r w:rsidR="00636A18">
        <w:t>l</w:t>
      </w:r>
      <w:r>
        <w:t>’</w:t>
      </w:r>
      <w:r w:rsidR="00636A18">
        <w:t>épée d</w:t>
      </w:r>
      <w:r>
        <w:t>’</w:t>
      </w:r>
      <w:r w:rsidR="00636A18">
        <w:t>ordonnance</w:t>
      </w:r>
      <w:r>
        <w:t xml:space="preserve"> ; </w:t>
      </w:r>
      <w:r w:rsidR="00636A18">
        <w:t>il lui faut la grande et la petite tenue</w:t>
      </w:r>
      <w:r>
        <w:t xml:space="preserve">… </w:t>
      </w:r>
      <w:r w:rsidR="00636A18">
        <w:t>c</w:t>
      </w:r>
      <w:r>
        <w:t>’</w:t>
      </w:r>
      <w:r w:rsidR="00636A18">
        <w:t>est de rigueur</w:t>
      </w:r>
      <w:r>
        <w:t xml:space="preserve">. </w:t>
      </w:r>
      <w:r w:rsidR="00636A18">
        <w:t>Avec huit cents francs</w:t>
      </w:r>
      <w:r>
        <w:t xml:space="preserve">, </w:t>
      </w:r>
      <w:r w:rsidR="00636A18">
        <w:t>c</w:t>
      </w:r>
      <w:r>
        <w:t>’</w:t>
      </w:r>
      <w:r w:rsidR="00636A18">
        <w:t>est tout au plus si j</w:t>
      </w:r>
      <w:r>
        <w:t>’</w:t>
      </w:r>
      <w:r w:rsidR="00636A18">
        <w:t>aurai tout cela</w:t>
      </w:r>
      <w:r>
        <w:t>. »</w:t>
      </w:r>
    </w:p>
    <w:p w14:paraId="6BA728DF" w14:textId="77777777" w:rsidR="00D37400" w:rsidRDefault="00636A18">
      <w:r>
        <w:t>Mon père avait les larmes aux yeux en écoutant cet être naïf et brave lui donner ces explications</w:t>
      </w:r>
      <w:r w:rsidR="00D37400">
        <w:t>.</w:t>
      </w:r>
    </w:p>
    <w:p w14:paraId="218F8549" w14:textId="77777777" w:rsidR="00D37400" w:rsidRDefault="00D37400">
      <w:r>
        <w:t>« </w:t>
      </w:r>
      <w:r w:rsidR="00636A18">
        <w:t>D</w:t>
      </w:r>
      <w:r>
        <w:t>’</w:t>
      </w:r>
      <w:r w:rsidR="00636A18">
        <w:t>abord</w:t>
      </w:r>
      <w:r>
        <w:t xml:space="preserve">, </w:t>
      </w:r>
      <w:r w:rsidR="00636A18">
        <w:t>monsieur Florentin</w:t>
      </w:r>
      <w:r>
        <w:t xml:space="preserve">, </w:t>
      </w:r>
      <w:r w:rsidR="00636A18">
        <w:t>lui dit-il</w:t>
      </w:r>
      <w:r>
        <w:t xml:space="preserve">, </w:t>
      </w:r>
      <w:r w:rsidR="00636A18">
        <w:t>votre jardin vaut plus de huit cents francs</w:t>
      </w:r>
      <w:r>
        <w:t xml:space="preserve"> ; </w:t>
      </w:r>
      <w:r w:rsidR="00636A18">
        <w:t>il en vaut de mille à douze cents pour le moins</w:t>
      </w:r>
      <w:r>
        <w:t>.</w:t>
      </w:r>
    </w:p>
    <w:p w14:paraId="03B29493" w14:textId="77777777" w:rsidR="00D37400" w:rsidRDefault="00D37400">
      <w:r>
        <w:t>— </w:t>
      </w:r>
      <w:r w:rsidR="00636A18">
        <w:t>Vous croyez</w:t>
      </w:r>
      <w:r>
        <w:t> ?</w:t>
      </w:r>
    </w:p>
    <w:p w14:paraId="471943F9" w14:textId="77777777" w:rsidR="00D37400" w:rsidRDefault="00D37400">
      <w:r>
        <w:t>— </w:t>
      </w:r>
      <w:r w:rsidR="00636A18">
        <w:t>Certainement</w:t>
      </w:r>
      <w:r>
        <w:t xml:space="preserve">. </w:t>
      </w:r>
      <w:r w:rsidR="00636A18">
        <w:t>Il est admirable</w:t>
      </w:r>
      <w:r>
        <w:t xml:space="preserve">, </w:t>
      </w:r>
      <w:r w:rsidR="00636A18">
        <w:t>votre petit jardin</w:t>
      </w:r>
      <w:r>
        <w:t xml:space="preserve">, </w:t>
      </w:r>
      <w:r w:rsidR="00636A18">
        <w:t>c</w:t>
      </w:r>
      <w:r>
        <w:t>’</w:t>
      </w:r>
      <w:r w:rsidR="00636A18">
        <w:t>est le plus beau</w:t>
      </w:r>
      <w:r>
        <w:t xml:space="preserve">, </w:t>
      </w:r>
      <w:r w:rsidR="00636A18">
        <w:t>le mieux soigné et le mieux situé des environs</w:t>
      </w:r>
      <w:r>
        <w:t xml:space="preserve"> ; </w:t>
      </w:r>
      <w:r w:rsidR="00636A18">
        <w:t>vous l</w:t>
      </w:r>
      <w:r>
        <w:t>’</w:t>
      </w:r>
      <w:r w:rsidR="00636A18">
        <w:t>avez payé de vos économies</w:t>
      </w:r>
      <w:r>
        <w:t xml:space="preserve">, </w:t>
      </w:r>
      <w:r w:rsidR="00636A18">
        <w:t>vous vous êtes imposé des priv</w:t>
      </w:r>
      <w:r w:rsidR="00636A18">
        <w:t>a</w:t>
      </w:r>
      <w:r w:rsidR="00636A18">
        <w:t>tions pour l</w:t>
      </w:r>
      <w:r>
        <w:t>’</w:t>
      </w:r>
      <w:r w:rsidR="00636A18">
        <w:t>acheter</w:t>
      </w:r>
      <w:r>
        <w:t xml:space="preserve">, </w:t>
      </w:r>
      <w:r w:rsidR="00636A18">
        <w:t>il vaut douze cents francs comme un liard</w:t>
      </w:r>
      <w:r>
        <w:t xml:space="preserve">, </w:t>
      </w:r>
      <w:r w:rsidR="00636A18">
        <w:t>et puisqu</w:t>
      </w:r>
      <w:r>
        <w:t>’</w:t>
      </w:r>
      <w:r w:rsidR="00636A18">
        <w:t>il ne vous en faut que huit cents</w:t>
      </w:r>
      <w:r>
        <w:t xml:space="preserve">, </w:t>
      </w:r>
      <w:r w:rsidR="00636A18">
        <w:t>je vous les prête sur ce jardin</w:t>
      </w:r>
      <w:r>
        <w:t xml:space="preserve"> ; </w:t>
      </w:r>
      <w:r w:rsidR="00636A18">
        <w:t>c</w:t>
      </w:r>
      <w:r>
        <w:t>’</w:t>
      </w:r>
      <w:r w:rsidR="00636A18">
        <w:t>est de l</w:t>
      </w:r>
      <w:r>
        <w:t>’</w:t>
      </w:r>
      <w:r w:rsidR="00636A18">
        <w:t>argent placé sur solide hypothèque</w:t>
      </w:r>
      <w:r>
        <w:t>.</w:t>
      </w:r>
    </w:p>
    <w:p w14:paraId="65418DA0" w14:textId="77777777" w:rsidR="00D37400" w:rsidRDefault="00D37400">
      <w:r>
        <w:t>— </w:t>
      </w:r>
      <w:r w:rsidR="00636A18">
        <w:t>Oui</w:t>
      </w:r>
      <w:r>
        <w:t xml:space="preserve">, </w:t>
      </w:r>
      <w:r w:rsidR="00636A18">
        <w:t>mais les intérêts</w:t>
      </w:r>
      <w:r>
        <w:t> ?</w:t>
      </w:r>
    </w:p>
    <w:p w14:paraId="5ED0088E" w14:textId="2F5183FF" w:rsidR="00636A18" w:rsidRDefault="00D37400">
      <w:r>
        <w:t>— </w:t>
      </w:r>
      <w:r w:rsidR="00636A18">
        <w:t>Les fruits et les légumes couvriront largement les int</w:t>
      </w:r>
      <w:r w:rsidR="00636A18">
        <w:t>é</w:t>
      </w:r>
      <w:r w:rsidR="00636A18">
        <w:t>rêts</w:t>
      </w:r>
      <w:r>
        <w:t xml:space="preserve">. </w:t>
      </w:r>
      <w:r w:rsidR="00636A18">
        <w:t>Mais</w:t>
      </w:r>
      <w:r>
        <w:t xml:space="preserve">, </w:t>
      </w:r>
      <w:r w:rsidR="00636A18">
        <w:t>tenez</w:t>
      </w:r>
      <w:r>
        <w:t xml:space="preserve">, </w:t>
      </w:r>
      <w:r w:rsidR="00636A18">
        <w:t>monsieur Florentin</w:t>
      </w:r>
      <w:r>
        <w:t xml:space="preserve">, </w:t>
      </w:r>
      <w:r w:rsidR="00636A18">
        <w:t>arrangeons les choses plus simplement encore</w:t>
      </w:r>
      <w:r>
        <w:t xml:space="preserve"> : </w:t>
      </w:r>
      <w:r w:rsidR="00636A18">
        <w:t>commandez au tailleur</w:t>
      </w:r>
      <w:r>
        <w:t xml:space="preserve">, </w:t>
      </w:r>
      <w:r w:rsidR="00636A18">
        <w:t xml:space="preserve">au </w:t>
      </w:r>
      <w:r w:rsidR="00636A18">
        <w:lastRenderedPageBreak/>
        <w:t>passeme</w:t>
      </w:r>
      <w:r w:rsidR="00636A18">
        <w:t>n</w:t>
      </w:r>
      <w:r w:rsidR="00636A18">
        <w:t>tier</w:t>
      </w:r>
      <w:r>
        <w:t xml:space="preserve">, </w:t>
      </w:r>
      <w:r w:rsidR="00636A18">
        <w:t>à tous vos fournisseurs ce dont vous avez besoin</w:t>
      </w:r>
      <w:r>
        <w:t xml:space="preserve">, </w:t>
      </w:r>
      <w:r w:rsidR="00636A18">
        <w:t>et</w:t>
      </w:r>
      <w:r>
        <w:t xml:space="preserve">, </w:t>
      </w:r>
      <w:r w:rsidR="00636A18">
        <w:t>après cela</w:t>
      </w:r>
      <w:r>
        <w:t xml:space="preserve">, </w:t>
      </w:r>
      <w:r w:rsidR="00636A18">
        <w:t>envoyez-moi les notes</w:t>
      </w:r>
      <w:r>
        <w:t xml:space="preserve">, </w:t>
      </w:r>
      <w:r w:rsidR="00636A18">
        <w:t>je réglerai et vous serez débarrassé de tous ces soucis</w:t>
      </w:r>
      <w:r>
        <w:t xml:space="preserve">. </w:t>
      </w:r>
      <w:r w:rsidR="00636A18">
        <w:t xml:space="preserve">Vous </w:t>
      </w:r>
      <w:r w:rsidR="00636A18">
        <w:rPr>
          <w:iCs/>
        </w:rPr>
        <w:t xml:space="preserve">me </w:t>
      </w:r>
      <w:r w:rsidR="00636A18">
        <w:t>payerez à votre convenance</w:t>
      </w:r>
      <w:r>
        <w:t xml:space="preserve">, </w:t>
      </w:r>
      <w:r w:rsidR="00636A18">
        <w:t>vous prendrez autant de temps que vous voudrez</w:t>
      </w:r>
      <w:r>
        <w:t>. »</w:t>
      </w:r>
    </w:p>
    <w:p w14:paraId="08276963" w14:textId="77777777" w:rsidR="00D37400" w:rsidRDefault="00636A18">
      <w:r>
        <w:t>Alors Florentin partit d</w:t>
      </w:r>
      <w:r w:rsidR="00D37400">
        <w:t>’</w:t>
      </w:r>
      <w:r>
        <w:t>un grand éclat de rire</w:t>
      </w:r>
      <w:r w:rsidR="00D37400">
        <w:t>.</w:t>
      </w:r>
    </w:p>
    <w:p w14:paraId="62CDE0FE" w14:textId="77777777" w:rsidR="00D37400" w:rsidRDefault="00D37400">
      <w:r>
        <w:t>« </w:t>
      </w:r>
      <w:r w:rsidR="00636A18">
        <w:t>Ma foi</w:t>
      </w:r>
      <w:r>
        <w:t xml:space="preserve">, </w:t>
      </w:r>
      <w:r w:rsidR="00636A18">
        <w:t>dit-il</w:t>
      </w:r>
      <w:r>
        <w:t xml:space="preserve">, </w:t>
      </w:r>
      <w:r w:rsidR="00636A18">
        <w:t>vous avez raison</w:t>
      </w:r>
      <w:r>
        <w:t xml:space="preserve">, </w:t>
      </w:r>
      <w:r w:rsidR="00636A18">
        <w:t>c</w:t>
      </w:r>
      <w:r>
        <w:t>’</w:t>
      </w:r>
      <w:r w:rsidR="00636A18">
        <w:t>est le plus simple</w:t>
      </w:r>
      <w:r>
        <w:t xml:space="preserve"> ; </w:t>
      </w:r>
      <w:r w:rsidR="00636A18">
        <w:t>mais je vais vous signer un billet</w:t>
      </w:r>
      <w:r>
        <w:t>.</w:t>
      </w:r>
    </w:p>
    <w:p w14:paraId="11122C85" w14:textId="6B02BB07" w:rsidR="00636A18" w:rsidRDefault="00D37400">
      <w:r>
        <w:t>— </w:t>
      </w:r>
      <w:r w:rsidR="00636A18">
        <w:t>Allons donc</w:t>
      </w:r>
      <w:r>
        <w:t xml:space="preserve"> !… </w:t>
      </w:r>
      <w:r w:rsidR="00636A18">
        <w:t>Est-ce que votre parole ne me suffit pas</w:t>
      </w:r>
      <w:r>
        <w:t> ? »</w:t>
      </w:r>
    </w:p>
    <w:p w14:paraId="42C04D9D" w14:textId="77777777" w:rsidR="00D37400" w:rsidRDefault="00636A18">
      <w:r>
        <w:t>Mon ami Florentin rayonnait</w:t>
      </w:r>
      <w:r w:rsidR="00D37400">
        <w:t>.</w:t>
      </w:r>
    </w:p>
    <w:p w14:paraId="3274F84F" w14:textId="77777777" w:rsidR="00D37400" w:rsidRDefault="00636A18">
      <w:r>
        <w:t>Ils se donnèrent la main</w:t>
      </w:r>
      <w:r w:rsidR="00D37400">
        <w:t xml:space="preserve">, </w:t>
      </w:r>
      <w:r>
        <w:t xml:space="preserve">et le capitaine partit directement à travers la place </w:t>
      </w:r>
      <w:r w:rsidR="00A62F84">
        <w:t>d</w:t>
      </w:r>
      <w:r w:rsidR="00D37400">
        <w:t>’</w:t>
      </w:r>
      <w:r w:rsidR="00A62F84">
        <w:t>Armes</w:t>
      </w:r>
      <w:r w:rsidR="00D37400">
        <w:t xml:space="preserve">, </w:t>
      </w:r>
      <w:r>
        <w:t>vers la maison du tailleur Kuhn</w:t>
      </w:r>
      <w:r w:rsidR="00D37400">
        <w:t xml:space="preserve">, </w:t>
      </w:r>
      <w:r>
        <w:t>pour commander son uniforme</w:t>
      </w:r>
      <w:r w:rsidR="00D37400">
        <w:t>.</w:t>
      </w:r>
    </w:p>
    <w:p w14:paraId="19935C93" w14:textId="77777777" w:rsidR="00D37400" w:rsidRDefault="00636A18">
      <w:r>
        <w:t>Il allongeait le pas et se redressait fièrement</w:t>
      </w:r>
      <w:r w:rsidR="00D37400">
        <w:t xml:space="preserve">, </w:t>
      </w:r>
      <w:r>
        <w:t>comme s</w:t>
      </w:r>
      <w:r w:rsidR="00D37400">
        <w:t>’</w:t>
      </w:r>
      <w:r>
        <w:t>il eût déjà porté ses épaulettes de commandant</w:t>
      </w:r>
      <w:r w:rsidR="00D37400">
        <w:t>.</w:t>
      </w:r>
    </w:p>
    <w:p w14:paraId="20F92392" w14:textId="77777777" w:rsidR="00D37400" w:rsidRDefault="00636A18">
      <w:r>
        <w:t>Mon père</w:t>
      </w:r>
      <w:r w:rsidR="00D37400">
        <w:t xml:space="preserve">, </w:t>
      </w:r>
      <w:r>
        <w:t>de notre seuil</w:t>
      </w:r>
      <w:r w:rsidR="00D37400">
        <w:t xml:space="preserve">, </w:t>
      </w:r>
      <w:r>
        <w:t>le suivait du regard</w:t>
      </w:r>
      <w:r w:rsidR="00D37400">
        <w:t xml:space="preserve">, </w:t>
      </w:r>
      <w:r>
        <w:t>tout attendri</w:t>
      </w:r>
      <w:r w:rsidR="00D37400">
        <w:t>.</w:t>
      </w:r>
    </w:p>
    <w:p w14:paraId="21A1AC2F" w14:textId="45531FD6" w:rsidR="00636A18" w:rsidRDefault="00D37400">
      <w:pPr>
        <w:rPr>
          <w:szCs w:val="36"/>
        </w:rPr>
      </w:pPr>
      <w:r>
        <w:rPr>
          <w:iCs/>
        </w:rPr>
        <w:t>« </w:t>
      </w:r>
      <w:r w:rsidR="00636A18">
        <w:t>Pauvre brave homme</w:t>
      </w:r>
      <w:r>
        <w:t xml:space="preserve">, </w:t>
      </w:r>
      <w:r w:rsidR="00636A18">
        <w:t>se disait-il</w:t>
      </w:r>
      <w:r>
        <w:t xml:space="preserve">, </w:t>
      </w:r>
      <w:r w:rsidR="00636A18">
        <w:t>brave comme La Tour d</w:t>
      </w:r>
      <w:r>
        <w:t>’</w:t>
      </w:r>
      <w:r w:rsidR="00636A18">
        <w:t>Auvergne et naïf comme un enfant</w:t>
      </w:r>
      <w:r>
        <w:t xml:space="preserve"> !… </w:t>
      </w:r>
      <w:r w:rsidR="00636A18">
        <w:t>Cela n</w:t>
      </w:r>
      <w:r>
        <w:t>’</w:t>
      </w:r>
      <w:r w:rsidR="00636A18">
        <w:t>a rien appris de la vie pendant toutes ces grandes guerres</w:t>
      </w:r>
      <w:r>
        <w:t xml:space="preserve"> ; </w:t>
      </w:r>
      <w:r w:rsidR="00636A18">
        <w:t>cela ne sait rien que deux mots</w:t>
      </w:r>
      <w:r>
        <w:t xml:space="preserve"> : – </w:t>
      </w:r>
      <w:r w:rsidR="00636A18">
        <w:t>Honneur et patrie</w:t>
      </w:r>
      <w:r>
        <w:t xml:space="preserve"> !… – </w:t>
      </w:r>
      <w:r w:rsidR="00636A18">
        <w:t>Brave homme</w:t>
      </w:r>
      <w:r>
        <w:t> !… »</w:t>
      </w:r>
    </w:p>
    <w:p w14:paraId="089A52F0" w14:textId="77777777" w:rsidR="00D37400" w:rsidRDefault="00636A18">
      <w:r>
        <w:t>Puis</w:t>
      </w:r>
      <w:r w:rsidR="00D37400">
        <w:t xml:space="preserve">, </w:t>
      </w:r>
      <w:r>
        <w:t>rentrant dans la boutique</w:t>
      </w:r>
      <w:r w:rsidR="00D37400">
        <w:t xml:space="preserve">, </w:t>
      </w:r>
      <w:r>
        <w:t>il raconta simplement à la mère ce qui venait de se passer</w:t>
      </w:r>
      <w:r w:rsidR="00D37400">
        <w:t xml:space="preserve">. </w:t>
      </w:r>
      <w:r>
        <w:t>Elle l</w:t>
      </w:r>
      <w:r w:rsidR="00D37400">
        <w:t>’</w:t>
      </w:r>
      <w:r>
        <w:t>écoutait aussi tout émue</w:t>
      </w:r>
      <w:r w:rsidR="00D37400">
        <w:t>.</w:t>
      </w:r>
    </w:p>
    <w:p w14:paraId="7C72EB15" w14:textId="10D64ED1" w:rsidR="00636A18" w:rsidRDefault="00D37400">
      <w:pPr>
        <w:rPr>
          <w:szCs w:val="36"/>
        </w:rPr>
      </w:pPr>
      <w:r>
        <w:lastRenderedPageBreak/>
        <w:t>« </w:t>
      </w:r>
      <w:r w:rsidR="00636A18">
        <w:t>C</w:t>
      </w:r>
      <w:r>
        <w:t>’</w:t>
      </w:r>
      <w:r w:rsidR="00636A18">
        <w:t>est bien</w:t>
      </w:r>
      <w:r>
        <w:t xml:space="preserve">, </w:t>
      </w:r>
      <w:r w:rsidR="00636A18">
        <w:t>dit-elle</w:t>
      </w:r>
      <w:r>
        <w:t xml:space="preserve">, </w:t>
      </w:r>
      <w:r w:rsidR="00636A18">
        <w:t>c</w:t>
      </w:r>
      <w:r>
        <w:t>’</w:t>
      </w:r>
      <w:r w:rsidR="00636A18">
        <w:t>est très bien</w:t>
      </w:r>
      <w:r>
        <w:t xml:space="preserve">, </w:t>
      </w:r>
      <w:proofErr w:type="spellStart"/>
      <w:r w:rsidR="00636A18">
        <w:t>Pélerin</w:t>
      </w:r>
      <w:proofErr w:type="spellEnd"/>
      <w:r>
        <w:t xml:space="preserve">, </w:t>
      </w:r>
      <w:r w:rsidR="00636A18">
        <w:t>tu as très bien fait</w:t>
      </w:r>
      <w:r>
        <w:t xml:space="preserve">… </w:t>
      </w:r>
      <w:r w:rsidR="00636A18">
        <w:t>Ce jardin-là</w:t>
      </w:r>
      <w:r>
        <w:t xml:space="preserve">, </w:t>
      </w:r>
      <w:r w:rsidR="00636A18">
        <w:t>où nos enfants ont été élevés</w:t>
      </w:r>
      <w:r>
        <w:t xml:space="preserve">, </w:t>
      </w:r>
      <w:r w:rsidR="00636A18">
        <w:t>doit rester à l</w:t>
      </w:r>
      <w:r>
        <w:t>’</w:t>
      </w:r>
      <w:r w:rsidR="00636A18">
        <w:t>excellent homme</w:t>
      </w:r>
      <w:r>
        <w:t xml:space="preserve">. </w:t>
      </w:r>
      <w:r w:rsidR="00636A18">
        <w:t>Nous réglerons toutes les notes</w:t>
      </w:r>
      <w:r>
        <w:t xml:space="preserve">, </w:t>
      </w:r>
      <w:r w:rsidR="00636A18">
        <w:t xml:space="preserve">et </w:t>
      </w:r>
      <w:proofErr w:type="spellStart"/>
      <w:r w:rsidR="00636A18">
        <w:t>Frentzel</w:t>
      </w:r>
      <w:proofErr w:type="spellEnd"/>
      <w:r w:rsidR="00636A18">
        <w:t xml:space="preserve"> nous payera comme toujours</w:t>
      </w:r>
      <w:r>
        <w:t xml:space="preserve">, </w:t>
      </w:r>
      <w:r w:rsidR="00636A18">
        <w:t>quand elle pourra</w:t>
      </w:r>
      <w:r>
        <w:t>. »</w:t>
      </w:r>
    </w:p>
    <w:p w14:paraId="14459E1A" w14:textId="77777777" w:rsidR="00D37400" w:rsidRDefault="00636A18">
      <w:r>
        <w:t>Ayant échangé ces paroles</w:t>
      </w:r>
      <w:r w:rsidR="00D37400">
        <w:t xml:space="preserve">, </w:t>
      </w:r>
      <w:r>
        <w:t>ils retournèrent au comptoir servir les pratiques</w:t>
      </w:r>
      <w:r w:rsidR="00D37400">
        <w:t xml:space="preserve">, </w:t>
      </w:r>
      <w:r>
        <w:t>et moi je courus chez mon ami</w:t>
      </w:r>
      <w:r w:rsidR="00D37400">
        <w:t xml:space="preserve">, </w:t>
      </w:r>
      <w:r>
        <w:t>car onze heures et demie sonnaient</w:t>
      </w:r>
      <w:r w:rsidR="00D37400">
        <w:t xml:space="preserve"> : </w:t>
      </w:r>
      <w:r>
        <w:t>on allait se mettre à table</w:t>
      </w:r>
      <w:r w:rsidR="00D37400">
        <w:t>.</w:t>
      </w:r>
    </w:p>
    <w:p w14:paraId="1C804E18" w14:textId="77777777" w:rsidR="00D37400" w:rsidRDefault="00636A18">
      <w:r>
        <w:t>J</w:t>
      </w:r>
      <w:r w:rsidR="00D37400">
        <w:t>’</w:t>
      </w:r>
      <w:r>
        <w:t>entrais à peine</w:t>
      </w:r>
      <w:r w:rsidR="00D37400">
        <w:t xml:space="preserve">, </w:t>
      </w:r>
      <w:r>
        <w:t>que Florentin arrivait derrière moi</w:t>
      </w:r>
      <w:r w:rsidR="00D37400">
        <w:t xml:space="preserve">, </w:t>
      </w:r>
      <w:r>
        <w:t>la s</w:t>
      </w:r>
      <w:r>
        <w:t>a</w:t>
      </w:r>
      <w:r>
        <w:t>tisfaction peinte sur sa figure</w:t>
      </w:r>
      <w:r w:rsidR="00D37400">
        <w:t>.</w:t>
      </w:r>
    </w:p>
    <w:p w14:paraId="5511E4C0" w14:textId="4DCF15B3" w:rsidR="00636A18" w:rsidRDefault="00D37400">
      <w:r>
        <w:t>« </w:t>
      </w:r>
      <w:r w:rsidR="00636A18">
        <w:t>Ça va bien</w:t>
      </w:r>
      <w:r>
        <w:t xml:space="preserve">, </w:t>
      </w:r>
      <w:r w:rsidR="00636A18">
        <w:t>dit-il</w:t>
      </w:r>
      <w:r>
        <w:t xml:space="preserve">, </w:t>
      </w:r>
      <w:r w:rsidR="00636A18">
        <w:t>en déposant son chapeau et sa canne à leur place ordinaire</w:t>
      </w:r>
      <w:r>
        <w:t>. »</w:t>
      </w:r>
    </w:p>
    <w:p w14:paraId="2983D3DA" w14:textId="77777777" w:rsidR="00D37400" w:rsidRDefault="00636A18">
      <w:r>
        <w:t>Puis</w:t>
      </w:r>
      <w:r w:rsidR="00D37400">
        <w:t xml:space="preserve">, </w:t>
      </w:r>
      <w:r>
        <w:t>élevant la voix</w:t>
      </w:r>
      <w:r w:rsidR="00D37400">
        <w:t> :</w:t>
      </w:r>
    </w:p>
    <w:p w14:paraId="130AC48D" w14:textId="77777777" w:rsidR="00D37400" w:rsidRDefault="00D37400">
      <w:r>
        <w:t>« </w:t>
      </w:r>
      <w:proofErr w:type="spellStart"/>
      <w:r w:rsidR="00636A18">
        <w:t>Frentzel</w:t>
      </w:r>
      <w:proofErr w:type="spellEnd"/>
      <w:r>
        <w:t xml:space="preserve"> !… </w:t>
      </w:r>
      <w:proofErr w:type="spellStart"/>
      <w:r w:rsidR="00636A18">
        <w:t>Frentzel</w:t>
      </w:r>
      <w:proofErr w:type="spellEnd"/>
      <w:r>
        <w:t xml:space="preserve"> ! </w:t>
      </w:r>
      <w:r w:rsidR="00636A18">
        <w:t>cria-t-il</w:t>
      </w:r>
      <w:r>
        <w:t>.</w:t>
      </w:r>
    </w:p>
    <w:p w14:paraId="206A51AC" w14:textId="77777777" w:rsidR="00D37400" w:rsidRDefault="00D37400">
      <w:r>
        <w:t>— </w:t>
      </w:r>
      <w:r w:rsidR="00636A18">
        <w:t>Qu</w:t>
      </w:r>
      <w:r>
        <w:t>’</w:t>
      </w:r>
      <w:r w:rsidR="00636A18">
        <w:t>est-ce que tu veux</w:t>
      </w:r>
      <w:r>
        <w:t xml:space="preserve">, </w:t>
      </w:r>
      <w:r w:rsidR="00636A18">
        <w:t>Florentin</w:t>
      </w:r>
      <w:r>
        <w:t xml:space="preserve"> ? </w:t>
      </w:r>
      <w:r w:rsidR="00636A18">
        <w:t>répondit Françoise de la cuisine</w:t>
      </w:r>
      <w:r>
        <w:t>.</w:t>
      </w:r>
    </w:p>
    <w:p w14:paraId="117EB97A" w14:textId="77777777" w:rsidR="00D37400" w:rsidRDefault="00D37400">
      <w:r>
        <w:t>— </w:t>
      </w:r>
      <w:r w:rsidR="00636A18">
        <w:t>Je rentre</w:t>
      </w:r>
      <w:r>
        <w:t xml:space="preserve">, </w:t>
      </w:r>
      <w:proofErr w:type="spellStart"/>
      <w:r w:rsidR="00636A18">
        <w:t>Frentzel</w:t>
      </w:r>
      <w:proofErr w:type="spellEnd"/>
      <w:r>
        <w:t xml:space="preserve">, </w:t>
      </w:r>
      <w:r w:rsidR="00636A18">
        <w:t>tu peux servir</w:t>
      </w:r>
      <w:r>
        <w:t>.</w:t>
      </w:r>
    </w:p>
    <w:p w14:paraId="1D12AC2F" w14:textId="29CBFB91" w:rsidR="00636A18" w:rsidRDefault="00D37400">
      <w:r>
        <w:t>— </w:t>
      </w:r>
      <w:r w:rsidR="00636A18">
        <w:t>C</w:t>
      </w:r>
      <w:r>
        <w:t>’</w:t>
      </w:r>
      <w:r w:rsidR="00636A18">
        <w:t>est bon</w:t>
      </w:r>
      <w:r>
        <w:t xml:space="preserve">… </w:t>
      </w:r>
      <w:r w:rsidR="00636A18">
        <w:t>c</w:t>
      </w:r>
      <w:r>
        <w:t>’</w:t>
      </w:r>
      <w:r w:rsidR="00636A18">
        <w:t>est bon</w:t>
      </w:r>
      <w:r>
        <w:t xml:space="preserve">… </w:t>
      </w:r>
      <w:r w:rsidR="00636A18">
        <w:t>J</w:t>
      </w:r>
      <w:r>
        <w:t>’</w:t>
      </w:r>
      <w:r w:rsidR="00636A18">
        <w:t>arrive</w:t>
      </w:r>
      <w:r>
        <w:t xml:space="preserve"> !… </w:t>
      </w:r>
      <w:r w:rsidR="00636A18">
        <w:t>Me voilà</w:t>
      </w:r>
      <w:r>
        <w:t> ! »</w:t>
      </w:r>
    </w:p>
    <w:p w14:paraId="70644F27" w14:textId="77777777" w:rsidR="00636A18" w:rsidRDefault="00636A18" w:rsidP="00D37400">
      <w:pPr>
        <w:pStyle w:val="Titre2"/>
        <w:pageBreakBefore/>
      </w:pPr>
      <w:bookmarkStart w:id="30" w:name="_Toc344229470"/>
      <w:bookmarkStart w:id="31" w:name="_Toc194835733"/>
      <w:r>
        <w:lastRenderedPageBreak/>
        <w:t>XV</w:t>
      </w:r>
      <w:bookmarkEnd w:id="30"/>
      <w:bookmarkEnd w:id="31"/>
    </w:p>
    <w:p w14:paraId="6355162A" w14:textId="77777777" w:rsidR="00D37400" w:rsidRDefault="00636A18">
      <w:r>
        <w:t>Aussitôt que mon ami Florentin eut son uniforme</w:t>
      </w:r>
      <w:r w:rsidR="00D37400">
        <w:t xml:space="preserve">, </w:t>
      </w:r>
      <w:r>
        <w:t>le vieux soldat reparut tel qu</w:t>
      </w:r>
      <w:r w:rsidR="00D37400">
        <w:t>’</w:t>
      </w:r>
      <w:r>
        <w:t>il avait été quinze ans avant</w:t>
      </w:r>
      <w:r w:rsidR="00D37400">
        <w:t xml:space="preserve"> : </w:t>
      </w:r>
      <w:r>
        <w:t>toujours à l</w:t>
      </w:r>
      <w:r w:rsidR="00D37400">
        <w:t>’</w:t>
      </w:r>
      <w:r>
        <w:t>exercice en shako et hausse-col</w:t>
      </w:r>
      <w:r w:rsidR="00D37400">
        <w:t xml:space="preserve">, </w:t>
      </w:r>
      <w:r>
        <w:t>l</w:t>
      </w:r>
      <w:r w:rsidR="00D37400">
        <w:t>’</w:t>
      </w:r>
      <w:r>
        <w:t>épée au côté</w:t>
      </w:r>
      <w:r w:rsidR="00D37400">
        <w:t xml:space="preserve"> ; </w:t>
      </w:r>
      <w:r>
        <w:t>à la maison</w:t>
      </w:r>
      <w:r w:rsidR="00A21694">
        <w:t xml:space="preserve"> </w:t>
      </w:r>
      <w:r>
        <w:t>en petite tenue</w:t>
      </w:r>
      <w:r w:rsidR="00D37400">
        <w:t xml:space="preserve">, </w:t>
      </w:r>
      <w:r>
        <w:t>le bonnet de police à gland d</w:t>
      </w:r>
      <w:r w:rsidR="00D37400">
        <w:t>’</w:t>
      </w:r>
      <w:r>
        <w:t>or sur l</w:t>
      </w:r>
      <w:r w:rsidR="00D37400">
        <w:t>’</w:t>
      </w:r>
      <w:r>
        <w:t>oreille</w:t>
      </w:r>
      <w:r w:rsidR="00D37400">
        <w:t xml:space="preserve">, </w:t>
      </w:r>
      <w:r>
        <w:t>les moustaches astiquées</w:t>
      </w:r>
      <w:r w:rsidR="00D37400">
        <w:t xml:space="preserve">, </w:t>
      </w:r>
      <w:r>
        <w:t>le verbe haut</w:t>
      </w:r>
      <w:r w:rsidR="00D37400">
        <w:t xml:space="preserve">, </w:t>
      </w:r>
      <w:r>
        <w:t>le regard impératif</w:t>
      </w:r>
      <w:r w:rsidR="00D37400">
        <w:t>.</w:t>
      </w:r>
    </w:p>
    <w:p w14:paraId="03CB4E06" w14:textId="77777777" w:rsidR="00D37400" w:rsidRDefault="00636A18">
      <w:proofErr w:type="spellStart"/>
      <w:r>
        <w:t>Frentzel</w:t>
      </w:r>
      <w:proofErr w:type="spellEnd"/>
      <w:r>
        <w:t xml:space="preserve"> ne lui répondait plus d</w:t>
      </w:r>
      <w:r w:rsidR="00D37400">
        <w:t>’</w:t>
      </w:r>
      <w:r>
        <w:t>un air nonchalant</w:t>
      </w:r>
      <w:r w:rsidR="00D37400">
        <w:t> : « </w:t>
      </w:r>
      <w:r>
        <w:t>Oui</w:t>
      </w:r>
      <w:r w:rsidR="00D37400">
        <w:t xml:space="preserve">, </w:t>
      </w:r>
      <w:r>
        <w:t>Florentin</w:t>
      </w:r>
      <w:r w:rsidR="00D37400">
        <w:t xml:space="preserve">, </w:t>
      </w:r>
      <w:r>
        <w:t>oui</w:t>
      </w:r>
      <w:r w:rsidR="00D37400">
        <w:t xml:space="preserve">… </w:t>
      </w:r>
      <w:r>
        <w:t>me voilà</w:t>
      </w:r>
      <w:r w:rsidR="00D37400">
        <w:t xml:space="preserve">… </w:t>
      </w:r>
      <w:r>
        <w:t>J</w:t>
      </w:r>
      <w:r w:rsidR="00D37400">
        <w:t>’</w:t>
      </w:r>
      <w:r>
        <w:t>arrive</w:t>
      </w:r>
      <w:r w:rsidR="00D37400">
        <w:t> ! »</w:t>
      </w:r>
      <w:r>
        <w:t xml:space="preserve"> Elle trottait au comma</w:t>
      </w:r>
      <w:r>
        <w:t>n</w:t>
      </w:r>
      <w:r>
        <w:t>dement</w:t>
      </w:r>
      <w:r w:rsidR="00D37400">
        <w:t xml:space="preserve">, </w:t>
      </w:r>
      <w:r>
        <w:t>et Florentin ne souffrait plus de réplique</w:t>
      </w:r>
      <w:r w:rsidR="00D37400">
        <w:t>.</w:t>
      </w:r>
    </w:p>
    <w:p w14:paraId="36C6CB71" w14:textId="77777777" w:rsidR="00D37400" w:rsidRDefault="00636A18">
      <w:r>
        <w:rPr>
          <w:szCs w:val="36"/>
        </w:rPr>
        <w:t>Au champ de Mars</w:t>
      </w:r>
      <w:r w:rsidR="00D37400">
        <w:rPr>
          <w:szCs w:val="36"/>
        </w:rPr>
        <w:t xml:space="preserve">, </w:t>
      </w:r>
      <w:r>
        <w:rPr>
          <w:szCs w:val="36"/>
        </w:rPr>
        <w:t>le règlement militaire était en vigueur</w:t>
      </w:r>
      <w:r w:rsidR="00D37400">
        <w:rPr>
          <w:szCs w:val="36"/>
        </w:rPr>
        <w:t xml:space="preserve"> ; </w:t>
      </w:r>
      <w:r>
        <w:rPr>
          <w:szCs w:val="36"/>
        </w:rPr>
        <w:t xml:space="preserve">tous ceux qui ne </w:t>
      </w:r>
      <w:r>
        <w:t>répondaient pas à l</w:t>
      </w:r>
      <w:r w:rsidR="00D37400">
        <w:t>’</w:t>
      </w:r>
      <w:r>
        <w:t>appel avaient leurs vingt-quatre heures de prison</w:t>
      </w:r>
      <w:r w:rsidR="00D37400">
        <w:t xml:space="preserve">, </w:t>
      </w:r>
      <w:r>
        <w:t>ensuite trois jours en cas de récidive</w:t>
      </w:r>
      <w:r w:rsidR="00D37400">
        <w:t xml:space="preserve">, </w:t>
      </w:r>
      <w:r>
        <w:t>sans rémission</w:t>
      </w:r>
      <w:r w:rsidR="00D37400">
        <w:t xml:space="preserve"> ; </w:t>
      </w:r>
      <w:r>
        <w:t>et les bourgeois</w:t>
      </w:r>
      <w:r w:rsidR="00D37400">
        <w:t xml:space="preserve">, </w:t>
      </w:r>
      <w:r>
        <w:t>les honnêtes bourgeois se d</w:t>
      </w:r>
      <w:r>
        <w:t>é</w:t>
      </w:r>
      <w:r>
        <w:t>solaient de s</w:t>
      </w:r>
      <w:r w:rsidR="00D37400">
        <w:t>’</w:t>
      </w:r>
      <w:r>
        <w:t>être donné un chef pareil</w:t>
      </w:r>
      <w:r w:rsidR="00D37400">
        <w:t xml:space="preserve"> ; </w:t>
      </w:r>
      <w:r>
        <w:t>qui pouvait prévoir ce changement</w:t>
      </w:r>
      <w:r w:rsidR="00D37400">
        <w:t> ?</w:t>
      </w:r>
    </w:p>
    <w:p w14:paraId="17FED189" w14:textId="77777777" w:rsidR="00D37400" w:rsidRDefault="00636A18">
      <w:r>
        <w:t>Les anciens seuls trouvaient la chose parfaite</w:t>
      </w:r>
      <w:r w:rsidR="00D37400">
        <w:t xml:space="preserve">, </w:t>
      </w:r>
      <w:r>
        <w:t>admirable</w:t>
      </w:r>
      <w:r w:rsidR="00D37400">
        <w:t xml:space="preserve"> ; </w:t>
      </w:r>
      <w:r>
        <w:t>ils n</w:t>
      </w:r>
      <w:r w:rsidR="00D37400">
        <w:t>’</w:t>
      </w:r>
      <w:r>
        <w:t>attendaient plus que l</w:t>
      </w:r>
      <w:r w:rsidR="00D37400">
        <w:t>’</w:t>
      </w:r>
      <w:r>
        <w:t>établissement d</w:t>
      </w:r>
      <w:r w:rsidR="00D37400">
        <w:t>’</w:t>
      </w:r>
      <w:r>
        <w:t>un conseil de guerre en permanence à l</w:t>
      </w:r>
      <w:r w:rsidR="00D37400">
        <w:t>’</w:t>
      </w:r>
      <w:r w:rsidR="006354DF">
        <w:t>h</w:t>
      </w:r>
      <w:r>
        <w:t>ôtel de ville</w:t>
      </w:r>
      <w:r w:rsidR="00D37400">
        <w:t xml:space="preserve">, </w:t>
      </w:r>
      <w:r>
        <w:t>pour condamner les gens au boulet</w:t>
      </w:r>
      <w:r w:rsidR="00D37400">
        <w:t xml:space="preserve">, </w:t>
      </w:r>
      <w:r>
        <w:t>à la dégradation</w:t>
      </w:r>
      <w:r w:rsidR="00D37400">
        <w:t xml:space="preserve">, </w:t>
      </w:r>
      <w:r>
        <w:t>à mort</w:t>
      </w:r>
      <w:r w:rsidR="00D37400">
        <w:t xml:space="preserve">, </w:t>
      </w:r>
      <w:r>
        <w:t>selon la gravité des faits</w:t>
      </w:r>
      <w:r w:rsidR="00D37400">
        <w:t xml:space="preserve"> ; </w:t>
      </w:r>
      <w:r>
        <w:t>ce seul chapitre les faisait encore soupirer</w:t>
      </w:r>
      <w:r w:rsidR="00D37400">
        <w:t xml:space="preserve"> ; </w:t>
      </w:r>
      <w:r>
        <w:t>après cela</w:t>
      </w:r>
      <w:r w:rsidR="00D37400">
        <w:t xml:space="preserve">, </w:t>
      </w:r>
      <w:r>
        <w:t>l</w:t>
      </w:r>
      <w:r w:rsidR="00D37400">
        <w:t>’</w:t>
      </w:r>
      <w:r>
        <w:t>entrée en campagne et l</w:t>
      </w:r>
      <w:r w:rsidR="00D37400">
        <w:t>’</w:t>
      </w:r>
      <w:r>
        <w:t>ordre de marcher sur Sarrelouis</w:t>
      </w:r>
      <w:r w:rsidR="00D37400">
        <w:t>.</w:t>
      </w:r>
    </w:p>
    <w:p w14:paraId="4AB73127" w14:textId="77777777" w:rsidR="00D37400" w:rsidRDefault="00636A18">
      <w:r>
        <w:t>Or</w:t>
      </w:r>
      <w:r w:rsidR="00D37400">
        <w:t xml:space="preserve">, </w:t>
      </w:r>
      <w:r>
        <w:t>un jour que nous venions de l</w:t>
      </w:r>
      <w:r w:rsidR="00D37400">
        <w:t>’</w:t>
      </w:r>
      <w:r>
        <w:t>exercice</w:t>
      </w:r>
      <w:r w:rsidR="00D37400">
        <w:t xml:space="preserve">, </w:t>
      </w:r>
      <w:r>
        <w:t>mon ami Fl</w:t>
      </w:r>
      <w:r>
        <w:t>o</w:t>
      </w:r>
      <w:r>
        <w:t>rentin et moi</w:t>
      </w:r>
      <w:r w:rsidR="00D37400">
        <w:t xml:space="preserve">, – </w:t>
      </w:r>
      <w:r>
        <w:t xml:space="preserve">quand le contre-appel avait eu lieu sur la place </w:t>
      </w:r>
      <w:r w:rsidR="00A21694">
        <w:t>d</w:t>
      </w:r>
      <w:r w:rsidR="00D37400">
        <w:t>’</w:t>
      </w:r>
      <w:r w:rsidR="00A21694">
        <w:t>Armes</w:t>
      </w:r>
      <w:r w:rsidR="00D37400">
        <w:t xml:space="preserve">, </w:t>
      </w:r>
      <w:r>
        <w:t>et qu</w:t>
      </w:r>
      <w:r w:rsidR="00D37400">
        <w:t>’</w:t>
      </w:r>
      <w:r>
        <w:t>au commandement de</w:t>
      </w:r>
      <w:r w:rsidR="00D37400">
        <w:t> : « </w:t>
      </w:r>
      <w:r>
        <w:t>Rompez les rangs</w:t>
      </w:r>
      <w:r w:rsidR="00D37400">
        <w:t> ! »</w:t>
      </w:r>
      <w:r>
        <w:t xml:space="preserve"> chacun s</w:t>
      </w:r>
      <w:r w:rsidR="00D37400">
        <w:t>’</w:t>
      </w:r>
      <w:r>
        <w:t>en allait à la maison</w:t>
      </w:r>
      <w:r w:rsidR="00D37400">
        <w:t xml:space="preserve">, </w:t>
      </w:r>
      <w:r>
        <w:t>le fusil sur l</w:t>
      </w:r>
      <w:r w:rsidR="00D37400">
        <w:t>’</w:t>
      </w:r>
      <w:r>
        <w:t>épaule</w:t>
      </w:r>
      <w:r w:rsidR="00D37400">
        <w:t xml:space="preserve">, </w:t>
      </w:r>
      <w:r>
        <w:t>bien content d</w:t>
      </w:r>
      <w:r w:rsidR="00D37400">
        <w:t>’</w:t>
      </w:r>
      <w:r>
        <w:t>être quitte de sa corvée</w:t>
      </w:r>
      <w:r w:rsidR="00D37400">
        <w:t xml:space="preserve">, – </w:t>
      </w:r>
      <w:r>
        <w:t>nous aperçûmes de loin un ge</w:t>
      </w:r>
      <w:r>
        <w:t>n</w:t>
      </w:r>
      <w:r>
        <w:t>darme à cheval qui stationnait devant notre porte</w:t>
      </w:r>
      <w:r w:rsidR="00D37400">
        <w:t>.</w:t>
      </w:r>
    </w:p>
    <w:p w14:paraId="31F5427E" w14:textId="77777777" w:rsidR="00D37400" w:rsidRDefault="00D37400">
      <w:r>
        <w:rPr>
          <w:iCs/>
        </w:rPr>
        <w:lastRenderedPageBreak/>
        <w:t>« </w:t>
      </w:r>
      <w:r w:rsidR="00636A18" w:rsidRPr="0087098E">
        <w:t>C</w:t>
      </w:r>
      <w:r>
        <w:t>’</w:t>
      </w:r>
      <w:r w:rsidR="00636A18" w:rsidRPr="0087098E">
        <w:t>est l</w:t>
      </w:r>
      <w:r>
        <w:t>’</w:t>
      </w:r>
      <w:r w:rsidR="00636A18" w:rsidRPr="0087098E">
        <w:t>ordre de partir</w:t>
      </w:r>
      <w:r>
        <w:t> ! »</w:t>
      </w:r>
      <w:r w:rsidR="00636A18" w:rsidRPr="0087098E">
        <w:t xml:space="preserve"> dit Florentin</w:t>
      </w:r>
      <w:r w:rsidR="00636A18">
        <w:t xml:space="preserve"> en hâtant le pas</w:t>
      </w:r>
      <w:r>
        <w:t xml:space="preserve">, </w:t>
      </w:r>
      <w:r w:rsidR="00636A18">
        <w:t>car cette idée lui trottait toujours en tête</w:t>
      </w:r>
      <w:r>
        <w:t xml:space="preserve"> ; </w:t>
      </w:r>
      <w:r w:rsidR="00636A18">
        <w:t>elle lui avait même fait oublier Reichstadt</w:t>
      </w:r>
      <w:r>
        <w:t> !</w:t>
      </w:r>
    </w:p>
    <w:p w14:paraId="30CA06F9" w14:textId="77777777" w:rsidR="00D37400" w:rsidRDefault="00D37400">
      <w:r>
        <w:t>« — </w:t>
      </w:r>
      <w:r w:rsidR="00636A18">
        <w:t>Eh bien</w:t>
      </w:r>
      <w:r>
        <w:t xml:space="preserve"> ! </w:t>
      </w:r>
      <w:r w:rsidR="00636A18">
        <w:t>gendarme</w:t>
      </w:r>
      <w:r>
        <w:t xml:space="preserve">, </w:t>
      </w:r>
      <w:r w:rsidR="00636A18">
        <w:t>dit-il</w:t>
      </w:r>
      <w:r>
        <w:t xml:space="preserve">, </w:t>
      </w:r>
      <w:r w:rsidR="00636A18">
        <w:t>qu</w:t>
      </w:r>
      <w:r>
        <w:t>’</w:t>
      </w:r>
      <w:r w:rsidR="00636A18">
        <w:t>est-ce que c</w:t>
      </w:r>
      <w:r>
        <w:t>’</w:t>
      </w:r>
      <w:r w:rsidR="00636A18">
        <w:t>est</w:t>
      </w:r>
      <w:r>
        <w:t> ?</w:t>
      </w:r>
    </w:p>
    <w:p w14:paraId="5B38C8B2" w14:textId="77777777" w:rsidR="00D37400" w:rsidRDefault="00D37400">
      <w:r>
        <w:t>— </w:t>
      </w:r>
      <w:r w:rsidR="00636A18">
        <w:t>Un ordre de la préfecture</w:t>
      </w:r>
      <w:r>
        <w:t xml:space="preserve">, </w:t>
      </w:r>
      <w:r w:rsidR="00636A18">
        <w:t>mon commandant</w:t>
      </w:r>
      <w:r>
        <w:t>, »</w:t>
      </w:r>
      <w:r w:rsidR="00636A18">
        <w:t xml:space="preserve"> répondit le gendarme en lui remettant la missive</w:t>
      </w:r>
      <w:r>
        <w:t>.</w:t>
      </w:r>
    </w:p>
    <w:p w14:paraId="1DFDEA1A" w14:textId="77777777" w:rsidR="00D37400" w:rsidRDefault="00636A18">
      <w:r>
        <w:t>Florentin rompit le cachet</w:t>
      </w:r>
      <w:r w:rsidR="00D37400">
        <w:t xml:space="preserve">, </w:t>
      </w:r>
      <w:r>
        <w:t>y jeta les yeux</w:t>
      </w:r>
      <w:r w:rsidR="00D37400">
        <w:t xml:space="preserve">, </w:t>
      </w:r>
      <w:r>
        <w:t>et dit d</w:t>
      </w:r>
      <w:r w:rsidR="00D37400">
        <w:t>’</w:t>
      </w:r>
      <w:r>
        <w:t>un ton de demi-satisfaction</w:t>
      </w:r>
      <w:r w:rsidR="00D37400">
        <w:t> :</w:t>
      </w:r>
    </w:p>
    <w:p w14:paraId="7F701B32" w14:textId="77777777" w:rsidR="00D37400" w:rsidRDefault="00D37400">
      <w:r>
        <w:t>« </w:t>
      </w:r>
      <w:r w:rsidR="00636A18">
        <w:t>C</w:t>
      </w:r>
      <w:r>
        <w:t>’</w:t>
      </w:r>
      <w:r w:rsidR="00636A18">
        <w:t>est bien</w:t>
      </w:r>
      <w:r>
        <w:t xml:space="preserve"> ! – </w:t>
      </w:r>
      <w:r w:rsidR="00636A18">
        <w:t>Prévenez en passant le capitaine Ader de se rendre chez moi sans retard</w:t>
      </w:r>
      <w:r>
        <w:t>.</w:t>
      </w:r>
    </w:p>
    <w:p w14:paraId="733DAC04" w14:textId="77777777" w:rsidR="00D37400" w:rsidRDefault="00D37400">
      <w:r>
        <w:t>— </w:t>
      </w:r>
      <w:r w:rsidR="00636A18">
        <w:t>Oui</w:t>
      </w:r>
      <w:r>
        <w:t xml:space="preserve">, </w:t>
      </w:r>
      <w:r w:rsidR="00636A18">
        <w:t>mon commandant</w:t>
      </w:r>
      <w:r>
        <w:t>, »</w:t>
      </w:r>
      <w:r w:rsidR="00636A18">
        <w:t xml:space="preserve"> dit le gendarme</w:t>
      </w:r>
      <w:r>
        <w:t xml:space="preserve">, </w:t>
      </w:r>
      <w:r w:rsidR="00636A18">
        <w:t>en s</w:t>
      </w:r>
      <w:r>
        <w:t>’</w:t>
      </w:r>
      <w:r w:rsidR="00636A18">
        <w:t>éloignant au pas</w:t>
      </w:r>
      <w:r>
        <w:t>.</w:t>
      </w:r>
    </w:p>
    <w:p w14:paraId="0D495D94" w14:textId="0AD046ED" w:rsidR="00636A18" w:rsidRDefault="00D37400">
      <w:pPr>
        <w:rPr>
          <w:szCs w:val="36"/>
        </w:rPr>
      </w:pPr>
      <w:r>
        <w:t>« </w:t>
      </w:r>
      <w:r w:rsidR="00636A18">
        <w:t>Voici notre affaire</w:t>
      </w:r>
      <w:r>
        <w:t xml:space="preserve"> ! </w:t>
      </w:r>
      <w:r w:rsidR="00636A18">
        <w:t>s</w:t>
      </w:r>
      <w:r>
        <w:t>’</w:t>
      </w:r>
      <w:r w:rsidR="00636A18">
        <w:t>écria Florentin</w:t>
      </w:r>
      <w:r>
        <w:t xml:space="preserve">, </w:t>
      </w:r>
      <w:r w:rsidR="00636A18">
        <w:t>entrant dans la chambre tout joyeux</w:t>
      </w:r>
      <w:r>
        <w:t xml:space="preserve">, </w:t>
      </w:r>
      <w:r w:rsidR="00636A18">
        <w:t>ce n</w:t>
      </w:r>
      <w:r>
        <w:t>’</w:t>
      </w:r>
      <w:r w:rsidR="00636A18">
        <w:t>est pas encore l</w:t>
      </w:r>
      <w:r>
        <w:t>’</w:t>
      </w:r>
      <w:r w:rsidR="00636A18">
        <w:t>ordre de marche</w:t>
      </w:r>
      <w:r>
        <w:t xml:space="preserve">, </w:t>
      </w:r>
      <w:r w:rsidR="00636A18">
        <w:t>ce n</w:t>
      </w:r>
      <w:r>
        <w:t>’</w:t>
      </w:r>
      <w:r w:rsidR="00636A18">
        <w:t>est qu</w:t>
      </w:r>
      <w:r>
        <w:t>’</w:t>
      </w:r>
      <w:r w:rsidR="00636A18">
        <w:t>un petit commencement</w:t>
      </w:r>
      <w:r>
        <w:t xml:space="preserve">, </w:t>
      </w:r>
      <w:r w:rsidR="00636A18">
        <w:t>mais ça viendra</w:t>
      </w:r>
      <w:r>
        <w:t>… »</w:t>
      </w:r>
    </w:p>
    <w:p w14:paraId="47CDA6E4" w14:textId="77777777" w:rsidR="00D37400" w:rsidRDefault="00636A18">
      <w:r>
        <w:t>Il s</w:t>
      </w:r>
      <w:r w:rsidR="00D37400">
        <w:t>’</w:t>
      </w:r>
      <w:r>
        <w:t>était débarrassé du shako</w:t>
      </w:r>
      <w:r w:rsidR="00D37400">
        <w:t xml:space="preserve">, </w:t>
      </w:r>
      <w:r>
        <w:t>du hausse-col</w:t>
      </w:r>
      <w:r w:rsidR="00D37400">
        <w:t xml:space="preserve">, </w:t>
      </w:r>
      <w:r>
        <w:t>de l</w:t>
      </w:r>
      <w:r w:rsidR="00D37400">
        <w:t>’</w:t>
      </w:r>
      <w:r>
        <w:t>épée</w:t>
      </w:r>
      <w:r w:rsidR="00D37400">
        <w:t xml:space="preserve">, </w:t>
      </w:r>
      <w:r>
        <w:t>et venait de s</w:t>
      </w:r>
      <w:r w:rsidR="00D37400">
        <w:t>’</w:t>
      </w:r>
      <w:r>
        <w:t>asseoir à son secrétaire</w:t>
      </w:r>
      <w:r w:rsidR="00D37400">
        <w:t xml:space="preserve">, – </w:t>
      </w:r>
      <w:r>
        <w:t xml:space="preserve">tandis que </w:t>
      </w:r>
      <w:proofErr w:type="spellStart"/>
      <w:r>
        <w:t>Frentzel</w:t>
      </w:r>
      <w:proofErr w:type="spellEnd"/>
      <w:r w:rsidR="00D37400">
        <w:t xml:space="preserve">, </w:t>
      </w:r>
      <w:r>
        <w:t>toute mélancolique</w:t>
      </w:r>
      <w:r w:rsidR="00D37400">
        <w:t xml:space="preserve">, </w:t>
      </w:r>
      <w:r>
        <w:t>nous servait le déjeuner</w:t>
      </w:r>
      <w:r w:rsidR="00D37400">
        <w:t xml:space="preserve">, – </w:t>
      </w:r>
      <w:r>
        <w:t>lorsque le capitaine Ader parut</w:t>
      </w:r>
      <w:r w:rsidR="00D37400">
        <w:t>.</w:t>
      </w:r>
    </w:p>
    <w:p w14:paraId="012EFA73" w14:textId="77777777" w:rsidR="00D37400" w:rsidRDefault="00636A18">
      <w:r>
        <w:t>Florentin écrivait</w:t>
      </w:r>
      <w:r w:rsidR="00D37400">
        <w:t>.</w:t>
      </w:r>
    </w:p>
    <w:p w14:paraId="7BAC9858" w14:textId="378840E9" w:rsidR="00636A18" w:rsidRDefault="00D37400">
      <w:r>
        <w:t>« </w:t>
      </w:r>
      <w:r w:rsidR="00636A18">
        <w:t>C</w:t>
      </w:r>
      <w:r>
        <w:t>’</w:t>
      </w:r>
      <w:r w:rsidR="00636A18">
        <w:t>est vous</w:t>
      </w:r>
      <w:r>
        <w:t xml:space="preserve">, </w:t>
      </w:r>
      <w:r w:rsidR="00636A18">
        <w:t>capitaine</w:t>
      </w:r>
      <w:r>
        <w:t xml:space="preserve">, </w:t>
      </w:r>
      <w:r w:rsidR="00636A18">
        <w:t>fit-il</w:t>
      </w:r>
      <w:r>
        <w:t xml:space="preserve">, </w:t>
      </w:r>
      <w:r w:rsidR="00636A18">
        <w:t>asseyez-vous</w:t>
      </w:r>
      <w:r>
        <w:t xml:space="preserve"> ; </w:t>
      </w:r>
      <w:r w:rsidR="00636A18">
        <w:t>nous avons à causer</w:t>
      </w:r>
      <w:r>
        <w:t>. »</w:t>
      </w:r>
    </w:p>
    <w:p w14:paraId="05B730E4" w14:textId="77777777" w:rsidR="00D37400" w:rsidRDefault="00636A18">
      <w:r>
        <w:t>Puis</w:t>
      </w:r>
      <w:r w:rsidR="00D37400">
        <w:t xml:space="preserve">, </w:t>
      </w:r>
      <w:r>
        <w:t>se retournant</w:t>
      </w:r>
      <w:r w:rsidR="00D37400">
        <w:t xml:space="preserve">, </w:t>
      </w:r>
      <w:r>
        <w:t>les yeux étincelants et le sourire aux lèvres</w:t>
      </w:r>
      <w:r w:rsidR="00D37400">
        <w:t> :</w:t>
      </w:r>
    </w:p>
    <w:p w14:paraId="798D45A3" w14:textId="77777777" w:rsidR="00D37400" w:rsidRDefault="00D37400">
      <w:r>
        <w:t>« </w:t>
      </w:r>
      <w:r w:rsidR="00636A18">
        <w:t>Vous savez</w:t>
      </w:r>
      <w:r>
        <w:t xml:space="preserve">, </w:t>
      </w:r>
      <w:r w:rsidR="00636A18">
        <w:t>capitaine</w:t>
      </w:r>
      <w:r>
        <w:t xml:space="preserve">, </w:t>
      </w:r>
      <w:r w:rsidR="00636A18">
        <w:t>dit-il</w:t>
      </w:r>
      <w:r>
        <w:t xml:space="preserve">, </w:t>
      </w:r>
      <w:r w:rsidR="00636A18">
        <w:t xml:space="preserve">que les gens de </w:t>
      </w:r>
      <w:proofErr w:type="spellStart"/>
      <w:r w:rsidR="00636A18">
        <w:t>Garbourg</w:t>
      </w:r>
      <w:proofErr w:type="spellEnd"/>
      <w:r w:rsidR="00636A18">
        <w:t xml:space="preserve"> et de </w:t>
      </w:r>
      <w:proofErr w:type="spellStart"/>
      <w:r w:rsidR="00636A18">
        <w:t>Hüldehouse</w:t>
      </w:r>
      <w:proofErr w:type="spellEnd"/>
      <w:r w:rsidR="00636A18">
        <w:t xml:space="preserve"> se remuent dans la montagne</w:t>
      </w:r>
      <w:r>
        <w:t xml:space="preserve">. </w:t>
      </w:r>
      <w:r w:rsidR="00636A18">
        <w:t>Ils ravagent les forêts de l</w:t>
      </w:r>
      <w:r>
        <w:t>’</w:t>
      </w:r>
      <w:r w:rsidR="00636A18">
        <w:t>État</w:t>
      </w:r>
      <w:r>
        <w:t xml:space="preserve"> ; </w:t>
      </w:r>
      <w:r w:rsidR="00636A18">
        <w:t xml:space="preserve">ils ont même tué le garde-chef Nicolas </w:t>
      </w:r>
      <w:proofErr w:type="spellStart"/>
      <w:r w:rsidR="00636A18">
        <w:lastRenderedPageBreak/>
        <w:t>Hepp</w:t>
      </w:r>
      <w:proofErr w:type="spellEnd"/>
      <w:r>
        <w:t xml:space="preserve">. </w:t>
      </w:r>
      <w:r w:rsidR="00636A18">
        <w:t>Leur contrebande en poudre</w:t>
      </w:r>
      <w:r>
        <w:t xml:space="preserve">, </w:t>
      </w:r>
      <w:r w:rsidR="00636A18">
        <w:t>en tabac</w:t>
      </w:r>
      <w:r>
        <w:t xml:space="preserve">, </w:t>
      </w:r>
      <w:r w:rsidR="00636A18">
        <w:t>en cartes à jouer</w:t>
      </w:r>
      <w:r>
        <w:t xml:space="preserve">, </w:t>
      </w:r>
      <w:r w:rsidR="00636A18">
        <w:t>en tout</w:t>
      </w:r>
      <w:r>
        <w:t xml:space="preserve">, </w:t>
      </w:r>
      <w:r w:rsidR="00636A18">
        <w:t>ne fait que s</w:t>
      </w:r>
      <w:r>
        <w:t>’</w:t>
      </w:r>
      <w:r w:rsidR="00636A18">
        <w:t>étendre de plus en plus</w:t>
      </w:r>
      <w:r>
        <w:t xml:space="preserve"> ; </w:t>
      </w:r>
      <w:r w:rsidR="00636A18">
        <w:t>ils en inondent la Lorraine et les environs</w:t>
      </w:r>
      <w:r>
        <w:t xml:space="preserve">, </w:t>
      </w:r>
      <w:r w:rsidR="00636A18">
        <w:t>c</w:t>
      </w:r>
      <w:r>
        <w:t>’</w:t>
      </w:r>
      <w:r w:rsidR="00636A18">
        <w:t>est une peste</w:t>
      </w:r>
      <w:r>
        <w:t xml:space="preserve">, </w:t>
      </w:r>
      <w:r w:rsidR="00636A18">
        <w:t>une vraie peste</w:t>
      </w:r>
      <w:r>
        <w:t xml:space="preserve"> ; </w:t>
      </w:r>
      <w:r w:rsidR="00636A18">
        <w:t>et vo</w:t>
      </w:r>
      <w:r w:rsidR="00636A18">
        <w:t>i</w:t>
      </w:r>
      <w:r w:rsidR="00636A18">
        <w:t>là qu</w:t>
      </w:r>
      <w:r>
        <w:t>’</w:t>
      </w:r>
      <w:r w:rsidR="00636A18">
        <w:t>avant-hier ils ont reçu dans leur nid de roches la genda</w:t>
      </w:r>
      <w:r w:rsidR="00636A18">
        <w:t>r</w:t>
      </w:r>
      <w:r w:rsidR="00636A18">
        <w:t>merie par un feu roulant</w:t>
      </w:r>
      <w:r>
        <w:t xml:space="preserve">. – </w:t>
      </w:r>
      <w:r w:rsidR="00636A18">
        <w:t>Vous savez ça</w:t>
      </w:r>
      <w:r>
        <w:t> ?</w:t>
      </w:r>
    </w:p>
    <w:p w14:paraId="3E382FC0" w14:textId="77777777" w:rsidR="00D37400" w:rsidRDefault="00D37400">
      <w:r>
        <w:t>— </w:t>
      </w:r>
      <w:r w:rsidR="00636A18" w:rsidRPr="005B42E7">
        <w:t>Oui</w:t>
      </w:r>
      <w:r>
        <w:t xml:space="preserve">, </w:t>
      </w:r>
      <w:r w:rsidR="00636A18" w:rsidRPr="005B42E7">
        <w:t>mon commandant</w:t>
      </w:r>
      <w:r>
        <w:t>.</w:t>
      </w:r>
    </w:p>
    <w:p w14:paraId="0E472A09" w14:textId="77777777" w:rsidR="00D37400" w:rsidRDefault="00D37400">
      <w:r>
        <w:t>— </w:t>
      </w:r>
      <w:r w:rsidR="00636A18">
        <w:t>Eh bien</w:t>
      </w:r>
      <w:r>
        <w:t xml:space="preserve">, </w:t>
      </w:r>
      <w:r w:rsidR="00636A18">
        <w:t>je vais leur apprendre de quel bois Sébastien Florentin se chauffe</w:t>
      </w:r>
      <w:r>
        <w:t xml:space="preserve">, </w:t>
      </w:r>
      <w:r w:rsidR="00636A18">
        <w:t>reprit mon ami en fronçant les sourcils</w:t>
      </w:r>
      <w:r>
        <w:t xml:space="preserve">. </w:t>
      </w:r>
      <w:r w:rsidR="00636A18">
        <w:t>Voici un ordre de la préfecture qui me demande une compagnie de garde nationale pour appuyer le mouvement de la gendarm</w:t>
      </w:r>
      <w:r w:rsidR="00636A18">
        <w:t>e</w:t>
      </w:r>
      <w:r w:rsidR="00636A18">
        <w:t xml:space="preserve">rie sur </w:t>
      </w:r>
      <w:proofErr w:type="spellStart"/>
      <w:r w:rsidR="00636A18">
        <w:t>Hüldehouse</w:t>
      </w:r>
      <w:proofErr w:type="spellEnd"/>
      <w:r>
        <w:t xml:space="preserve">. </w:t>
      </w:r>
      <w:r w:rsidR="00636A18">
        <w:t>Vous allez donc faire battre le rappel i</w:t>
      </w:r>
      <w:r w:rsidR="00636A18">
        <w:t>m</w:t>
      </w:r>
      <w:r w:rsidR="00636A18">
        <w:t>médiatement</w:t>
      </w:r>
      <w:r>
        <w:t xml:space="preserve">, </w:t>
      </w:r>
      <w:r w:rsidR="00636A18">
        <w:t>et vous choisirez tous nos anciens pour cette e</w:t>
      </w:r>
      <w:r w:rsidR="00636A18">
        <w:t>x</w:t>
      </w:r>
      <w:r w:rsidR="00636A18">
        <w:t>pédition</w:t>
      </w:r>
      <w:r>
        <w:t xml:space="preserve">. </w:t>
      </w:r>
      <w:r w:rsidR="00636A18">
        <w:t>C</w:t>
      </w:r>
      <w:r>
        <w:t>’</w:t>
      </w:r>
      <w:r w:rsidR="00636A18">
        <w:t>est à proprement parler un petit coup de main dans la Sierra-Morena pour l</w:t>
      </w:r>
      <w:r>
        <w:t>’</w:t>
      </w:r>
      <w:r w:rsidR="00636A18">
        <w:t>enlèvement d</w:t>
      </w:r>
      <w:r>
        <w:t>’</w:t>
      </w:r>
      <w:r w:rsidR="00636A18">
        <w:t>une guérilla</w:t>
      </w:r>
      <w:r>
        <w:t xml:space="preserve">, </w:t>
      </w:r>
      <w:r w:rsidR="00636A18">
        <w:t>vous co</w:t>
      </w:r>
      <w:r w:rsidR="00636A18">
        <w:t>m</w:t>
      </w:r>
      <w:r w:rsidR="00636A18">
        <w:t>prenez</w:t>
      </w:r>
      <w:r>
        <w:t xml:space="preserve"> ? </w:t>
      </w:r>
      <w:r w:rsidR="00636A18">
        <w:t>Il faut des hommes solides</w:t>
      </w:r>
      <w:r>
        <w:t xml:space="preserve">, </w:t>
      </w:r>
      <w:r w:rsidR="00636A18">
        <w:t>dont le jarret ne soit pas encore usé</w:t>
      </w:r>
      <w:r>
        <w:t xml:space="preserve">. </w:t>
      </w:r>
      <w:r w:rsidR="00636A18">
        <w:t>Vous les préviendrez que c</w:t>
      </w:r>
      <w:r>
        <w:t>’</w:t>
      </w:r>
      <w:r w:rsidR="00636A18">
        <w:t>est moi qui commande l</w:t>
      </w:r>
      <w:r>
        <w:t>’</w:t>
      </w:r>
      <w:r w:rsidR="00636A18">
        <w:t>expédition</w:t>
      </w:r>
      <w:r>
        <w:t xml:space="preserve">. </w:t>
      </w:r>
      <w:r w:rsidR="00636A18">
        <w:t>Tous auront la tenue</w:t>
      </w:r>
      <w:r>
        <w:t xml:space="preserve"> ; </w:t>
      </w:r>
      <w:r w:rsidR="00636A18">
        <w:t>pas de blouse</w:t>
      </w:r>
      <w:r>
        <w:t xml:space="preserve"> ; </w:t>
      </w:r>
      <w:r w:rsidR="00636A18">
        <w:t>il faut fra</w:t>
      </w:r>
      <w:r w:rsidR="00636A18">
        <w:t>p</w:t>
      </w:r>
      <w:r w:rsidR="00636A18">
        <w:t>per de respect cette canaille par la vue de l</w:t>
      </w:r>
      <w:r>
        <w:t>’</w:t>
      </w:r>
      <w:r w:rsidR="00636A18">
        <w:t>uniforme</w:t>
      </w:r>
      <w:r>
        <w:t xml:space="preserve">. </w:t>
      </w:r>
      <w:r w:rsidR="00636A18">
        <w:t>Que les bourgeois prêtent leur</w:t>
      </w:r>
      <w:r w:rsidR="005B42E7">
        <w:t>s</w:t>
      </w:r>
      <w:r w:rsidR="00636A18">
        <w:t xml:space="preserve"> uniforme</w:t>
      </w:r>
      <w:r w:rsidR="005B42E7">
        <w:t>s</w:t>
      </w:r>
      <w:r w:rsidR="00636A18">
        <w:t xml:space="preserve"> à ceux qui n</w:t>
      </w:r>
      <w:r>
        <w:t>’</w:t>
      </w:r>
      <w:r w:rsidR="00636A18">
        <w:t>en ont pas</w:t>
      </w:r>
      <w:r>
        <w:t xml:space="preserve">, </w:t>
      </w:r>
      <w:r w:rsidR="00636A18">
        <w:t>ou qu</w:t>
      </w:r>
      <w:r>
        <w:t>’</w:t>
      </w:r>
      <w:r w:rsidR="00636A18">
        <w:t>ils marchent eux-mêmes</w:t>
      </w:r>
      <w:r>
        <w:t xml:space="preserve"> ! </w:t>
      </w:r>
      <w:r w:rsidR="00636A18">
        <w:t>Vous commanderez en second</w:t>
      </w:r>
      <w:r>
        <w:t xml:space="preserve">. </w:t>
      </w:r>
      <w:r w:rsidR="00636A18">
        <w:t>C</w:t>
      </w:r>
      <w:r>
        <w:t>’</w:t>
      </w:r>
      <w:r w:rsidR="00636A18">
        <w:t>est compris</w:t>
      </w:r>
      <w:r>
        <w:t xml:space="preserve">, </w:t>
      </w:r>
      <w:r w:rsidR="00636A18">
        <w:t>capitaine</w:t>
      </w:r>
      <w:r>
        <w:t> ?</w:t>
      </w:r>
    </w:p>
    <w:p w14:paraId="1E887D8C" w14:textId="77777777" w:rsidR="00D37400" w:rsidRDefault="00D37400">
      <w:r>
        <w:t>— </w:t>
      </w:r>
      <w:r w:rsidR="00636A18">
        <w:t>Parfaitement</w:t>
      </w:r>
      <w:r>
        <w:t xml:space="preserve">, </w:t>
      </w:r>
      <w:r w:rsidR="00636A18">
        <w:t>mon commandant</w:t>
      </w:r>
      <w:r>
        <w:t>.</w:t>
      </w:r>
    </w:p>
    <w:p w14:paraId="79858E6A" w14:textId="77777777" w:rsidR="00D37400" w:rsidRDefault="00D37400">
      <w:r>
        <w:t>— </w:t>
      </w:r>
      <w:r w:rsidR="00636A18">
        <w:t>Vous ferez parvenir cet avis au commandant de place</w:t>
      </w:r>
      <w:r>
        <w:t xml:space="preserve">, </w:t>
      </w:r>
      <w:r w:rsidR="00636A18">
        <w:t>pour que la distribution des cartouches ait lieu sous la voûte de la mairie</w:t>
      </w:r>
      <w:r>
        <w:t xml:space="preserve">, </w:t>
      </w:r>
      <w:r w:rsidR="00636A18">
        <w:t>à trois heures</w:t>
      </w:r>
      <w:r>
        <w:t xml:space="preserve">. </w:t>
      </w:r>
      <w:r w:rsidR="00636A18">
        <w:t>À trois heures et demie</w:t>
      </w:r>
      <w:r>
        <w:t xml:space="preserve">, </w:t>
      </w:r>
      <w:r w:rsidR="00636A18">
        <w:t>après l</w:t>
      </w:r>
      <w:r>
        <w:t>’</w:t>
      </w:r>
      <w:r w:rsidR="00636A18">
        <w:t>appel</w:t>
      </w:r>
      <w:r>
        <w:t xml:space="preserve">, </w:t>
      </w:r>
      <w:r w:rsidR="00636A18">
        <w:t>nous serons en route</w:t>
      </w:r>
      <w:r>
        <w:t xml:space="preserve">, </w:t>
      </w:r>
      <w:r w:rsidR="00636A18">
        <w:t>par le chemin de la fontaine du château</w:t>
      </w:r>
      <w:r>
        <w:t xml:space="preserve">, </w:t>
      </w:r>
      <w:r w:rsidR="00636A18">
        <w:t xml:space="preserve">pour gagner le vallon des Roches et de </w:t>
      </w:r>
      <w:proofErr w:type="spellStart"/>
      <w:r w:rsidR="00636A18">
        <w:t>là</w:t>
      </w:r>
      <w:proofErr w:type="spellEnd"/>
      <w:r w:rsidR="00636A18">
        <w:t xml:space="preserve"> </w:t>
      </w:r>
      <w:proofErr w:type="spellStart"/>
      <w:r w:rsidR="00636A18">
        <w:t>Hüldehouse</w:t>
      </w:r>
      <w:proofErr w:type="spellEnd"/>
      <w:r>
        <w:t>.</w:t>
      </w:r>
    </w:p>
    <w:p w14:paraId="34DBE4BE" w14:textId="77777777" w:rsidR="00D37400" w:rsidRDefault="00D37400">
      <w:r>
        <w:t>— </w:t>
      </w:r>
      <w:r w:rsidR="00636A18">
        <w:t>Cela suffit</w:t>
      </w:r>
      <w:r>
        <w:t xml:space="preserve">, </w:t>
      </w:r>
      <w:r w:rsidR="00636A18">
        <w:t>mon commandant</w:t>
      </w:r>
      <w:r>
        <w:t>, »</w:t>
      </w:r>
      <w:r w:rsidR="00636A18">
        <w:t xml:space="preserve"> dit alors le capitaine Ader</w:t>
      </w:r>
      <w:r>
        <w:t xml:space="preserve">, </w:t>
      </w:r>
      <w:r w:rsidR="00636A18">
        <w:t>en saluant</w:t>
      </w:r>
      <w:r>
        <w:t xml:space="preserve">. </w:t>
      </w:r>
      <w:r w:rsidR="00636A18">
        <w:t>Il sortit</w:t>
      </w:r>
      <w:r>
        <w:t xml:space="preserve">, </w:t>
      </w:r>
      <w:r w:rsidR="00636A18">
        <w:t>tandis que Florentin et moi nous nous asseyions à table pour dîner</w:t>
      </w:r>
      <w:r>
        <w:t>.</w:t>
      </w:r>
    </w:p>
    <w:p w14:paraId="0EF2227D" w14:textId="77777777" w:rsidR="00D37400" w:rsidRDefault="00636A18">
      <w:r>
        <w:lastRenderedPageBreak/>
        <w:t>On pense si je dressais l</w:t>
      </w:r>
      <w:r w:rsidR="00D37400">
        <w:t>’</w:t>
      </w:r>
      <w:r>
        <w:t>oreille et si j</w:t>
      </w:r>
      <w:r w:rsidR="00D37400">
        <w:t>’</w:t>
      </w:r>
      <w:r>
        <w:t>avais envie d</w:t>
      </w:r>
      <w:r w:rsidR="00D37400">
        <w:t>’</w:t>
      </w:r>
      <w:r>
        <w:t>être de l</w:t>
      </w:r>
      <w:r w:rsidR="00D37400">
        <w:t>’</w:t>
      </w:r>
      <w:r>
        <w:t>expédition</w:t>
      </w:r>
      <w:r w:rsidR="00D37400">
        <w:t> !</w:t>
      </w:r>
    </w:p>
    <w:p w14:paraId="7BB48EB0" w14:textId="77777777" w:rsidR="00D37400" w:rsidRDefault="00636A18">
      <w:r>
        <w:t xml:space="preserve">Tout ce que mon ami venait de dire des gens de </w:t>
      </w:r>
      <w:proofErr w:type="spellStart"/>
      <w:r>
        <w:t>Garbourg</w:t>
      </w:r>
      <w:proofErr w:type="spellEnd"/>
      <w:r w:rsidR="00D37400">
        <w:t xml:space="preserve">, </w:t>
      </w:r>
      <w:r>
        <w:t xml:space="preserve">de </w:t>
      </w:r>
      <w:proofErr w:type="spellStart"/>
      <w:r>
        <w:t>Hüldehouse</w:t>
      </w:r>
      <w:proofErr w:type="spellEnd"/>
      <w:r w:rsidR="00D37400">
        <w:t xml:space="preserve">, </w:t>
      </w:r>
      <w:r>
        <w:t>et de plus loin</w:t>
      </w:r>
      <w:r w:rsidR="00D37400">
        <w:t xml:space="preserve">, </w:t>
      </w:r>
      <w:r>
        <w:t>était vrai</w:t>
      </w:r>
      <w:r w:rsidR="00D37400">
        <w:t xml:space="preserve">. </w:t>
      </w:r>
      <w:r>
        <w:t>Ils avaient même dressé des chiens pour faire la contrebande</w:t>
      </w:r>
      <w:r w:rsidR="00D37400">
        <w:t xml:space="preserve"> ; </w:t>
      </w:r>
      <w:r>
        <w:t>ces animaux aboyaient à l</w:t>
      </w:r>
      <w:r w:rsidR="00D37400">
        <w:t>’</w:t>
      </w:r>
      <w:r>
        <w:t>approche des douaniers et des gardes forestiers</w:t>
      </w:r>
      <w:r w:rsidR="00D37400">
        <w:t xml:space="preserve"> ; </w:t>
      </w:r>
      <w:r>
        <w:t>ils traversaient haies</w:t>
      </w:r>
      <w:r w:rsidR="00D37400">
        <w:t xml:space="preserve">, </w:t>
      </w:r>
      <w:r>
        <w:t>torrents</w:t>
      </w:r>
      <w:r w:rsidR="00D37400">
        <w:t xml:space="preserve">, </w:t>
      </w:r>
      <w:r>
        <w:t>halliers</w:t>
      </w:r>
      <w:r w:rsidR="00D37400">
        <w:t xml:space="preserve">, </w:t>
      </w:r>
      <w:r>
        <w:t>broussailles</w:t>
      </w:r>
      <w:r w:rsidR="00D37400">
        <w:t xml:space="preserve">, </w:t>
      </w:r>
      <w:r>
        <w:t>avec leur charge de contrebande</w:t>
      </w:r>
      <w:r w:rsidR="00D37400">
        <w:t xml:space="preserve"> ; </w:t>
      </w:r>
      <w:r>
        <w:t>il était bien rare d</w:t>
      </w:r>
      <w:r w:rsidR="00D37400">
        <w:t>’</w:t>
      </w:r>
      <w:r>
        <w:t>en abattre quelques-uns</w:t>
      </w:r>
      <w:r w:rsidR="00D37400">
        <w:t xml:space="preserve">, </w:t>
      </w:r>
      <w:r>
        <w:t>et l</w:t>
      </w:r>
      <w:r w:rsidR="00D37400">
        <w:t>’</w:t>
      </w:r>
      <w:r>
        <w:t>on ne pouvait verbaliser contre les maîtres</w:t>
      </w:r>
      <w:r w:rsidR="00D37400">
        <w:t xml:space="preserve">, </w:t>
      </w:r>
      <w:r>
        <w:t>qu</w:t>
      </w:r>
      <w:r w:rsidR="00D37400">
        <w:t>’</w:t>
      </w:r>
      <w:r>
        <w:t>on ne connaissait pas</w:t>
      </w:r>
      <w:r w:rsidR="00D37400">
        <w:t>.</w:t>
      </w:r>
    </w:p>
    <w:p w14:paraId="2EBE25E6" w14:textId="77777777" w:rsidR="00D37400" w:rsidRDefault="00636A18">
      <w:r>
        <w:t>Toute cette race venait chez nous les jours de marché</w:t>
      </w:r>
      <w:r w:rsidR="00D37400">
        <w:t xml:space="preserve"> ; </w:t>
      </w:r>
      <w:r>
        <w:t>notre boutique en fourmillait</w:t>
      </w:r>
      <w:r w:rsidR="00D37400">
        <w:t xml:space="preserve"> : </w:t>
      </w:r>
      <w:r>
        <w:t>c</w:t>
      </w:r>
      <w:r w:rsidR="00D37400">
        <w:t>’</w:t>
      </w:r>
      <w:r>
        <w:t>étaient des êtres secs</w:t>
      </w:r>
      <w:r w:rsidR="00D37400">
        <w:t xml:space="preserve">, </w:t>
      </w:r>
      <w:r>
        <w:t>rudes</w:t>
      </w:r>
      <w:r w:rsidR="00D37400">
        <w:t xml:space="preserve">, </w:t>
      </w:r>
      <w:r>
        <w:t>déguenillés</w:t>
      </w:r>
      <w:r w:rsidR="00D37400">
        <w:t xml:space="preserve">, </w:t>
      </w:r>
      <w:r>
        <w:t>marchant pieds nus</w:t>
      </w:r>
      <w:r w:rsidR="00D37400">
        <w:t xml:space="preserve">, </w:t>
      </w:r>
      <w:r>
        <w:t>les cheveux hérissés</w:t>
      </w:r>
      <w:r w:rsidR="00D37400">
        <w:t xml:space="preserve">, </w:t>
      </w:r>
      <w:r>
        <w:t>la barbe en broussaille</w:t>
      </w:r>
      <w:r w:rsidR="00D37400">
        <w:t xml:space="preserve"> ; </w:t>
      </w:r>
      <w:r>
        <w:t>et leurs femmes</w:t>
      </w:r>
      <w:r w:rsidR="00D37400">
        <w:t xml:space="preserve">, </w:t>
      </w:r>
      <w:r>
        <w:t>crasseuses</w:t>
      </w:r>
      <w:r w:rsidR="00D37400">
        <w:t xml:space="preserve">, </w:t>
      </w:r>
      <w:r>
        <w:t>les cheveux emm</w:t>
      </w:r>
      <w:r>
        <w:t>ê</w:t>
      </w:r>
      <w:r>
        <w:t>lés</w:t>
      </w:r>
      <w:r w:rsidR="00D37400">
        <w:t xml:space="preserve">, </w:t>
      </w:r>
      <w:r>
        <w:t>les yeux sauvages</w:t>
      </w:r>
      <w:r w:rsidR="00D37400">
        <w:t xml:space="preserve">, </w:t>
      </w:r>
      <w:r>
        <w:t>les bras jaunes</w:t>
      </w:r>
      <w:r w:rsidR="00D37400">
        <w:t xml:space="preserve">, </w:t>
      </w:r>
      <w:r>
        <w:t>les coudes pointus</w:t>
      </w:r>
      <w:r w:rsidR="00D37400">
        <w:t xml:space="preserve">, </w:t>
      </w:r>
      <w:r>
        <w:t>la peau tannée</w:t>
      </w:r>
      <w:r w:rsidR="00D37400">
        <w:t xml:space="preserve">, </w:t>
      </w:r>
      <w:r>
        <w:t>les accompagnaient</w:t>
      </w:r>
      <w:r w:rsidR="00D37400">
        <w:t xml:space="preserve"> ; </w:t>
      </w:r>
      <w:r>
        <w:t>ce sont elles qui portaient les fa</w:t>
      </w:r>
      <w:r>
        <w:t>r</w:t>
      </w:r>
      <w:r>
        <w:t>deaux</w:t>
      </w:r>
      <w:r w:rsidR="00D37400">
        <w:t xml:space="preserve"> ; </w:t>
      </w:r>
      <w:r>
        <w:t>eux</w:t>
      </w:r>
      <w:r w:rsidR="00D37400">
        <w:t xml:space="preserve">, </w:t>
      </w:r>
      <w:r>
        <w:t>ils n</w:t>
      </w:r>
      <w:r w:rsidR="00D37400">
        <w:t>’</w:t>
      </w:r>
      <w:r>
        <w:t>avaient que leurs bâtons et leurs pipes</w:t>
      </w:r>
      <w:r w:rsidR="00D37400">
        <w:t>.</w:t>
      </w:r>
    </w:p>
    <w:p w14:paraId="2D31396E" w14:textId="77777777" w:rsidR="00D37400" w:rsidRDefault="00636A18">
      <w:r>
        <w:t>Tous ces gens n</w:t>
      </w:r>
      <w:r w:rsidR="00D37400">
        <w:t>’</w:t>
      </w:r>
      <w:r>
        <w:t>étaient pas maîtres de leurs mains</w:t>
      </w:r>
      <w:r w:rsidR="00D37400">
        <w:t xml:space="preserve"> ; </w:t>
      </w:r>
      <w:r>
        <w:t>on les surveillait dans notre boutique comme des voleurs de profe</w:t>
      </w:r>
      <w:r>
        <w:t>s</w:t>
      </w:r>
      <w:r>
        <w:t>sion</w:t>
      </w:r>
      <w:r w:rsidR="00D37400">
        <w:t xml:space="preserve"> ; </w:t>
      </w:r>
      <w:r>
        <w:t>on ne leur faisait jamais crédit</w:t>
      </w:r>
      <w:r w:rsidR="00D37400">
        <w:t xml:space="preserve">, </w:t>
      </w:r>
      <w:r>
        <w:t>car ils niaient toujours</w:t>
      </w:r>
      <w:r w:rsidR="00D37400">
        <w:t xml:space="preserve">, </w:t>
      </w:r>
      <w:r>
        <w:t>et</w:t>
      </w:r>
      <w:r w:rsidR="00D37400">
        <w:t xml:space="preserve">, </w:t>
      </w:r>
      <w:r>
        <w:t>quoique fort dévots</w:t>
      </w:r>
      <w:r w:rsidR="00D37400">
        <w:t xml:space="preserve">, </w:t>
      </w:r>
      <w:r>
        <w:t>ils levaient la main en justice</w:t>
      </w:r>
      <w:r w:rsidR="00D37400">
        <w:t>.</w:t>
      </w:r>
    </w:p>
    <w:p w14:paraId="27CA9C0E" w14:textId="77777777" w:rsidR="00D37400" w:rsidRDefault="00636A18">
      <w:r>
        <w:t>Mais</w:t>
      </w:r>
      <w:r w:rsidR="00D37400">
        <w:t xml:space="preserve">, </w:t>
      </w:r>
      <w:r>
        <w:t>quand on voulait avoir du gibier en temps prohibé</w:t>
      </w:r>
      <w:r w:rsidR="00D37400">
        <w:t xml:space="preserve">, </w:t>
      </w:r>
      <w:r>
        <w:t>du poisson ou de la contrebande</w:t>
      </w:r>
      <w:r w:rsidR="00D37400">
        <w:t xml:space="preserve">, </w:t>
      </w:r>
      <w:r>
        <w:t>on n</w:t>
      </w:r>
      <w:r w:rsidR="00D37400">
        <w:t>’</w:t>
      </w:r>
      <w:r>
        <w:t>avait qu</w:t>
      </w:r>
      <w:r w:rsidR="00D37400">
        <w:t>’</w:t>
      </w:r>
      <w:r>
        <w:t>à leur dire deux mots</w:t>
      </w:r>
      <w:r w:rsidR="00D37400">
        <w:t xml:space="preserve">, </w:t>
      </w:r>
      <w:r>
        <w:t>et ils vous l</w:t>
      </w:r>
      <w:r w:rsidR="00D37400">
        <w:t>’</w:t>
      </w:r>
      <w:r>
        <w:t>apportaient sans faute</w:t>
      </w:r>
      <w:r w:rsidR="00D37400">
        <w:t>.</w:t>
      </w:r>
    </w:p>
    <w:p w14:paraId="5A3310AA" w14:textId="77777777" w:rsidR="00D37400" w:rsidRDefault="00636A18">
      <w:r>
        <w:t>Voilà les gens que Sébastien Florentin voulait dénicher</w:t>
      </w:r>
      <w:r w:rsidR="00D37400">
        <w:t xml:space="preserve"> ; </w:t>
      </w:r>
      <w:r>
        <w:t>pendant tout le dîner</w:t>
      </w:r>
      <w:r w:rsidR="00D37400">
        <w:t xml:space="preserve">, </w:t>
      </w:r>
      <w:r>
        <w:t>je ne fis que rêver au moyen de le suivre</w:t>
      </w:r>
      <w:r w:rsidR="00D37400">
        <w:t xml:space="preserve">, </w:t>
      </w:r>
      <w:r>
        <w:t>pour entendre siffler les balles et voir les feux roulants dont il m</w:t>
      </w:r>
      <w:r w:rsidR="00D37400">
        <w:t>’</w:t>
      </w:r>
      <w:r>
        <w:t>avait parlé tant de fois</w:t>
      </w:r>
      <w:r w:rsidR="00D37400">
        <w:t>.</w:t>
      </w:r>
    </w:p>
    <w:p w14:paraId="1CD95B4D" w14:textId="77777777" w:rsidR="00D37400" w:rsidRDefault="00636A18">
      <w:r>
        <w:lastRenderedPageBreak/>
        <w:t>Lui</w:t>
      </w:r>
      <w:r w:rsidR="00D37400">
        <w:t xml:space="preserve">, </w:t>
      </w:r>
      <w:r>
        <w:t>naturellement</w:t>
      </w:r>
      <w:r w:rsidR="00D37400">
        <w:t xml:space="preserve">, </w:t>
      </w:r>
      <w:r>
        <w:t>occupé de son plan de campagne pour tourner les villages</w:t>
      </w:r>
      <w:r w:rsidR="00D37400">
        <w:t xml:space="preserve">, </w:t>
      </w:r>
      <w:r>
        <w:t>restait silencieux</w:t>
      </w:r>
      <w:r w:rsidR="00D37400">
        <w:t>.</w:t>
      </w:r>
    </w:p>
    <w:p w14:paraId="10DA1D8E" w14:textId="77777777" w:rsidR="00D37400" w:rsidRDefault="00636A18">
      <w:proofErr w:type="spellStart"/>
      <w:r>
        <w:t>Frentzel</w:t>
      </w:r>
      <w:proofErr w:type="spellEnd"/>
      <w:r>
        <w:t xml:space="preserve"> ne soufflait pas mot</w:t>
      </w:r>
      <w:r w:rsidR="00D37400">
        <w:t xml:space="preserve">. </w:t>
      </w:r>
      <w:r>
        <w:t>Et comme elle venait de se</w:t>
      </w:r>
      <w:r>
        <w:t>r</w:t>
      </w:r>
      <w:r>
        <w:t>vir le café</w:t>
      </w:r>
      <w:r w:rsidR="00D37400">
        <w:t xml:space="preserve">, </w:t>
      </w:r>
      <w:r>
        <w:t>prenant mon air le plus câlin</w:t>
      </w:r>
      <w:r w:rsidR="00D37400">
        <w:t xml:space="preserve">, </w:t>
      </w:r>
      <w:r>
        <w:t>je demandai à mon ami si je n</w:t>
      </w:r>
      <w:r w:rsidR="00D37400">
        <w:t>’</w:t>
      </w:r>
      <w:r>
        <w:t>aurais pas la permission de courir derrière le détach</w:t>
      </w:r>
      <w:r>
        <w:t>e</w:t>
      </w:r>
      <w:r>
        <w:t>ment</w:t>
      </w:r>
      <w:r w:rsidR="00D37400">
        <w:t>.</w:t>
      </w:r>
    </w:p>
    <w:p w14:paraId="67EE6480" w14:textId="77777777" w:rsidR="00D37400" w:rsidRDefault="00636A18">
      <w:r w:rsidRPr="000D0D27">
        <w:t>Cette question</w:t>
      </w:r>
      <w:r w:rsidR="00D37400">
        <w:t xml:space="preserve">, </w:t>
      </w:r>
      <w:r w:rsidRPr="000D0D27">
        <w:t>interrompant</w:t>
      </w:r>
      <w:r>
        <w:t xml:space="preserve"> ses méditations</w:t>
      </w:r>
      <w:r w:rsidR="00D37400">
        <w:t xml:space="preserve">, </w:t>
      </w:r>
      <w:r>
        <w:t>le fit me r</w:t>
      </w:r>
      <w:r>
        <w:t>e</w:t>
      </w:r>
      <w:r>
        <w:t>garder tout rêveur</w:t>
      </w:r>
      <w:r w:rsidR="00D37400">
        <w:t xml:space="preserve">, </w:t>
      </w:r>
      <w:r>
        <w:t>et</w:t>
      </w:r>
      <w:r w:rsidR="00D37400">
        <w:t xml:space="preserve">, </w:t>
      </w:r>
      <w:r>
        <w:t>seulement au bout d</w:t>
      </w:r>
      <w:r w:rsidR="00D37400">
        <w:t>’</w:t>
      </w:r>
      <w:r>
        <w:t>une minute</w:t>
      </w:r>
      <w:r w:rsidR="00D37400">
        <w:t xml:space="preserve">, </w:t>
      </w:r>
      <w:r>
        <w:t>il eut l</w:t>
      </w:r>
      <w:r w:rsidR="00D37400">
        <w:t>’</w:t>
      </w:r>
      <w:r>
        <w:t>air de me comprendre et me répondit</w:t>
      </w:r>
      <w:r w:rsidR="00D37400">
        <w:t> :</w:t>
      </w:r>
    </w:p>
    <w:p w14:paraId="402F1AAA" w14:textId="1AAC881C" w:rsidR="00636A18" w:rsidRDefault="00D37400">
      <w:r>
        <w:t>« </w:t>
      </w:r>
      <w:r w:rsidR="00636A18">
        <w:t>Pour ça</w:t>
      </w:r>
      <w:r>
        <w:t xml:space="preserve">, </w:t>
      </w:r>
      <w:r w:rsidR="00636A18">
        <w:t>non</w:t>
      </w:r>
      <w:r>
        <w:t xml:space="preserve">, </w:t>
      </w:r>
      <w:r w:rsidR="00636A18">
        <w:t>mon ami</w:t>
      </w:r>
      <w:r>
        <w:t xml:space="preserve">, </w:t>
      </w:r>
      <w:r w:rsidR="00636A18">
        <w:t>ce n</w:t>
      </w:r>
      <w:r>
        <w:t>’</w:t>
      </w:r>
      <w:r w:rsidR="00636A18">
        <w:t>est pas possible</w:t>
      </w:r>
      <w:r>
        <w:t xml:space="preserve"> ; </w:t>
      </w:r>
      <w:r w:rsidR="00636A18">
        <w:t>ton père ni ta mère ne voudraient pas</w:t>
      </w:r>
      <w:r>
        <w:t xml:space="preserve">, </w:t>
      </w:r>
      <w:r w:rsidR="00636A18">
        <w:t>ni moi non plus</w:t>
      </w:r>
      <w:r>
        <w:t xml:space="preserve">… </w:t>
      </w:r>
      <w:r w:rsidR="00636A18">
        <w:t>C</w:t>
      </w:r>
      <w:r>
        <w:t>’</w:t>
      </w:r>
      <w:r w:rsidR="00636A18">
        <w:t>est trop loin</w:t>
      </w:r>
      <w:r>
        <w:t xml:space="preserve">… </w:t>
      </w:r>
      <w:r w:rsidR="00636A18">
        <w:t>Et puis</w:t>
      </w:r>
      <w:r>
        <w:t xml:space="preserve">… </w:t>
      </w:r>
      <w:r w:rsidR="00636A18">
        <w:t>une balle perdue</w:t>
      </w:r>
      <w:r>
        <w:t xml:space="preserve">… </w:t>
      </w:r>
      <w:r w:rsidR="00636A18">
        <w:t>Enfin</w:t>
      </w:r>
      <w:r>
        <w:t xml:space="preserve">… </w:t>
      </w:r>
      <w:r w:rsidR="00636A18">
        <w:t>non</w:t>
      </w:r>
      <w:r>
        <w:t xml:space="preserve"> !… </w:t>
      </w:r>
      <w:r w:rsidR="00636A18">
        <w:t>Je voudrais bien</w:t>
      </w:r>
      <w:r>
        <w:t xml:space="preserve">, </w:t>
      </w:r>
      <w:r w:rsidR="00636A18">
        <w:t>mon ami</w:t>
      </w:r>
      <w:r>
        <w:t xml:space="preserve">, </w:t>
      </w:r>
      <w:r w:rsidR="00636A18">
        <w:t>mais ça viendra plus tard</w:t>
      </w:r>
      <w:r>
        <w:t>. »</w:t>
      </w:r>
    </w:p>
    <w:p w14:paraId="6E013ADC" w14:textId="77777777" w:rsidR="00D37400" w:rsidRDefault="00636A18">
      <w:r>
        <w:t>Alors</w:t>
      </w:r>
      <w:r w:rsidR="00D37400">
        <w:t xml:space="preserve">, </w:t>
      </w:r>
      <w:r>
        <w:t>avec la finesse des enfants</w:t>
      </w:r>
      <w:r w:rsidR="00D37400">
        <w:t xml:space="preserve">, </w:t>
      </w:r>
      <w:r>
        <w:t>je compris tout de suite qu</w:t>
      </w:r>
      <w:r w:rsidR="00D37400">
        <w:t>’</w:t>
      </w:r>
      <w:r>
        <w:t>il ne céderait pas et je dis</w:t>
      </w:r>
      <w:r w:rsidR="00D37400">
        <w:t> :</w:t>
      </w:r>
    </w:p>
    <w:p w14:paraId="588014D7" w14:textId="77777777" w:rsidR="00D37400" w:rsidRDefault="00D37400">
      <w:r>
        <w:t>« </w:t>
      </w:r>
      <w:r w:rsidR="00636A18">
        <w:t>Puisque tu ne veux pas</w:t>
      </w:r>
      <w:r>
        <w:t xml:space="preserve">, </w:t>
      </w:r>
      <w:r w:rsidR="00636A18">
        <w:t>mon ami</w:t>
      </w:r>
      <w:r>
        <w:t xml:space="preserve">, </w:t>
      </w:r>
      <w:r w:rsidR="00636A18">
        <w:t xml:space="preserve">je resterai avec </w:t>
      </w:r>
      <w:proofErr w:type="spellStart"/>
      <w:r w:rsidR="00636A18">
        <w:t>Fren</w:t>
      </w:r>
      <w:r w:rsidR="00636A18">
        <w:t>t</w:t>
      </w:r>
      <w:r w:rsidR="00636A18">
        <w:t>zel</w:t>
      </w:r>
      <w:proofErr w:type="spellEnd"/>
      <w:r>
        <w:t>.</w:t>
      </w:r>
    </w:p>
    <w:p w14:paraId="16C0C8BE" w14:textId="403BFDB0" w:rsidR="00636A18" w:rsidRDefault="00D37400">
      <w:r>
        <w:t>— </w:t>
      </w:r>
      <w:r w:rsidR="00636A18">
        <w:t>Oui</w:t>
      </w:r>
      <w:r>
        <w:t xml:space="preserve">… </w:t>
      </w:r>
      <w:r w:rsidR="00636A18">
        <w:t>c</w:t>
      </w:r>
      <w:r>
        <w:t>’</w:t>
      </w:r>
      <w:r w:rsidR="00636A18">
        <w:t>est ça</w:t>
      </w:r>
      <w:r>
        <w:t xml:space="preserve">… </w:t>
      </w:r>
      <w:r w:rsidR="00636A18">
        <w:t>vous resterez ensemble</w:t>
      </w:r>
      <w:r>
        <w:t xml:space="preserve"> !… </w:t>
      </w:r>
      <w:r w:rsidR="00636A18">
        <w:t>C</w:t>
      </w:r>
      <w:r>
        <w:t>’</w:t>
      </w:r>
      <w:r w:rsidR="00636A18">
        <w:t>est do</w:t>
      </w:r>
      <w:r w:rsidR="00636A18">
        <w:t>m</w:t>
      </w:r>
      <w:r w:rsidR="00636A18">
        <w:t>mage</w:t>
      </w:r>
      <w:r>
        <w:t xml:space="preserve">, </w:t>
      </w:r>
      <w:r w:rsidR="00636A18">
        <w:t>tu m</w:t>
      </w:r>
      <w:r>
        <w:t>’</w:t>
      </w:r>
      <w:r w:rsidR="00636A18">
        <w:t>aurais vu manœuvrer</w:t>
      </w:r>
      <w:r>
        <w:t xml:space="preserve">… </w:t>
      </w:r>
      <w:r w:rsidR="00636A18">
        <w:t>Ce qui est différé n</w:t>
      </w:r>
      <w:r>
        <w:t>’</w:t>
      </w:r>
      <w:r w:rsidR="00636A18">
        <w:t>est pas pe</w:t>
      </w:r>
      <w:r w:rsidR="00636A18">
        <w:t>r</w:t>
      </w:r>
      <w:r w:rsidR="00636A18">
        <w:t>du</w:t>
      </w:r>
      <w:r>
        <w:t>. »</w:t>
      </w:r>
    </w:p>
    <w:p w14:paraId="226CD675" w14:textId="77777777" w:rsidR="00D37400" w:rsidRDefault="00636A18">
      <w:r>
        <w:t>Et</w:t>
      </w:r>
      <w:r w:rsidR="00D37400">
        <w:t xml:space="preserve">, </w:t>
      </w:r>
      <w:r>
        <w:t>se levant</w:t>
      </w:r>
      <w:r w:rsidR="00D37400">
        <w:t xml:space="preserve">, </w:t>
      </w:r>
      <w:r>
        <w:t>il se revêtit de sa tenue de campagne</w:t>
      </w:r>
      <w:r w:rsidR="00D37400">
        <w:t xml:space="preserve">, </w:t>
      </w:r>
      <w:r>
        <w:t>il roula lui-même son manteau</w:t>
      </w:r>
      <w:r w:rsidR="00D37400">
        <w:t xml:space="preserve">, </w:t>
      </w:r>
      <w:r>
        <w:t>qu</w:t>
      </w:r>
      <w:r w:rsidR="00D37400">
        <w:t>’</w:t>
      </w:r>
      <w:r>
        <w:t>il passa en sautoir sur son épaule</w:t>
      </w:r>
      <w:r w:rsidR="00D37400">
        <w:t xml:space="preserve">, </w:t>
      </w:r>
      <w:r>
        <w:t xml:space="preserve">et sortit en disant à </w:t>
      </w:r>
      <w:proofErr w:type="spellStart"/>
      <w:r>
        <w:t>Frentzel</w:t>
      </w:r>
      <w:proofErr w:type="spellEnd"/>
      <w:r w:rsidR="00D37400">
        <w:t> :</w:t>
      </w:r>
    </w:p>
    <w:p w14:paraId="7F14FEFF" w14:textId="44AC5605" w:rsidR="00636A18" w:rsidRDefault="00D37400">
      <w:r>
        <w:t>« </w:t>
      </w:r>
      <w:r w:rsidR="00636A18">
        <w:t>Après-demain au plus tard l</w:t>
      </w:r>
      <w:r>
        <w:t>’</w:t>
      </w:r>
      <w:r w:rsidR="00636A18">
        <w:t>affaire sera faite</w:t>
      </w:r>
      <w:r>
        <w:t xml:space="preserve">, </w:t>
      </w:r>
      <w:r w:rsidR="00636A18">
        <w:t>Françoise</w:t>
      </w:r>
      <w:r>
        <w:t xml:space="preserve"> ; </w:t>
      </w:r>
      <w:r w:rsidR="00636A18">
        <w:t>ainsi</w:t>
      </w:r>
      <w:r>
        <w:t xml:space="preserve">, </w:t>
      </w:r>
      <w:r w:rsidR="00636A18">
        <w:t>pas d</w:t>
      </w:r>
      <w:r>
        <w:t>’</w:t>
      </w:r>
      <w:r w:rsidR="00636A18">
        <w:t>inquiétude</w:t>
      </w:r>
      <w:r>
        <w:t>. »</w:t>
      </w:r>
    </w:p>
    <w:p w14:paraId="02724989" w14:textId="77777777" w:rsidR="00D37400" w:rsidRDefault="00636A18">
      <w:r>
        <w:rPr>
          <w:szCs w:val="36"/>
        </w:rPr>
        <w:t>On voyait que c</w:t>
      </w:r>
      <w:r w:rsidR="00D37400">
        <w:rPr>
          <w:szCs w:val="36"/>
        </w:rPr>
        <w:t>’</w:t>
      </w:r>
      <w:r>
        <w:rPr>
          <w:szCs w:val="36"/>
        </w:rPr>
        <w:t>était sa formule d</w:t>
      </w:r>
      <w:r w:rsidR="00D37400">
        <w:rPr>
          <w:szCs w:val="36"/>
        </w:rPr>
        <w:t>’</w:t>
      </w:r>
      <w:r>
        <w:rPr>
          <w:szCs w:val="36"/>
        </w:rPr>
        <w:t>autre</w:t>
      </w:r>
      <w:r>
        <w:t>fois</w:t>
      </w:r>
      <w:r w:rsidR="00D37400">
        <w:t xml:space="preserve"> ; </w:t>
      </w:r>
      <w:proofErr w:type="spellStart"/>
      <w:r>
        <w:t>Frentzel</w:t>
      </w:r>
      <w:proofErr w:type="spellEnd"/>
      <w:r>
        <w:t xml:space="preserve"> lui répondit d</w:t>
      </w:r>
      <w:r w:rsidR="00D37400">
        <w:t>’</w:t>
      </w:r>
      <w:r>
        <w:t>un air de résignation</w:t>
      </w:r>
      <w:r w:rsidR="00D37400">
        <w:t> :</w:t>
      </w:r>
    </w:p>
    <w:p w14:paraId="24E780F4" w14:textId="77777777" w:rsidR="00D37400" w:rsidRDefault="00D37400">
      <w:r>
        <w:lastRenderedPageBreak/>
        <w:t>« </w:t>
      </w:r>
      <w:r w:rsidR="00636A18">
        <w:t>Pourvu qu</w:t>
      </w:r>
      <w:r>
        <w:t>’</w:t>
      </w:r>
      <w:r w:rsidR="00636A18">
        <w:t>il ne t</w:t>
      </w:r>
      <w:r>
        <w:t>’</w:t>
      </w:r>
      <w:r w:rsidR="00636A18">
        <w:t>arrive pas malheur</w:t>
      </w:r>
      <w:r>
        <w:t xml:space="preserve">, </w:t>
      </w:r>
      <w:r w:rsidR="00636A18">
        <w:t>Florentin</w:t>
      </w:r>
      <w:r>
        <w:t> !</w:t>
      </w:r>
    </w:p>
    <w:p w14:paraId="26E3A59D" w14:textId="757BAEA2" w:rsidR="00636A18" w:rsidRDefault="00D37400">
      <w:pPr>
        <w:rPr>
          <w:szCs w:val="36"/>
        </w:rPr>
      </w:pPr>
      <w:r>
        <w:t>— </w:t>
      </w:r>
      <w:r w:rsidR="00636A18">
        <w:t>Allons donc</w:t>
      </w:r>
      <w:r>
        <w:t xml:space="preserve"> ! </w:t>
      </w:r>
      <w:r w:rsidR="00636A18">
        <w:t>fit-il en revenant</w:t>
      </w:r>
      <w:r>
        <w:t xml:space="preserve">… </w:t>
      </w:r>
      <w:r w:rsidR="00636A18">
        <w:t>Une poignée de chouans</w:t>
      </w:r>
      <w:r>
        <w:t> ! »</w:t>
      </w:r>
    </w:p>
    <w:p w14:paraId="341B0D7A" w14:textId="77777777" w:rsidR="00D37400" w:rsidRDefault="00636A18">
      <w:r>
        <w:t>Et il l</w:t>
      </w:r>
      <w:r w:rsidR="00D37400">
        <w:t>’</w:t>
      </w:r>
      <w:r>
        <w:t>embrassa</w:t>
      </w:r>
      <w:r w:rsidR="00D37400">
        <w:t xml:space="preserve">, </w:t>
      </w:r>
      <w:r>
        <w:t>puis il partit</w:t>
      </w:r>
      <w:r w:rsidR="00D37400">
        <w:t>.</w:t>
      </w:r>
    </w:p>
    <w:p w14:paraId="2A91F691" w14:textId="77777777" w:rsidR="00D37400" w:rsidRDefault="00636A18">
      <w:r>
        <w:t>Je vis alors qu</w:t>
      </w:r>
      <w:r w:rsidR="00D37400">
        <w:t>’</w:t>
      </w:r>
      <w:r>
        <w:t xml:space="preserve">il aimait bien </w:t>
      </w:r>
      <w:proofErr w:type="spellStart"/>
      <w:r>
        <w:t>Frentzel</w:t>
      </w:r>
      <w:proofErr w:type="spellEnd"/>
      <w:r>
        <w:t xml:space="preserve"> tout de même</w:t>
      </w:r>
      <w:r w:rsidR="00D37400">
        <w:t xml:space="preserve"> ; </w:t>
      </w:r>
      <w:r>
        <w:t>et e</w:t>
      </w:r>
      <w:r>
        <w:t>n</w:t>
      </w:r>
      <w:r>
        <w:t>tendant au loin le roulement de l</w:t>
      </w:r>
      <w:r w:rsidR="00D37400">
        <w:t>’</w:t>
      </w:r>
      <w:r>
        <w:t xml:space="preserve">appel sur la place </w:t>
      </w:r>
      <w:r w:rsidR="000D0D27">
        <w:t>d</w:t>
      </w:r>
      <w:r w:rsidR="00D37400">
        <w:t>’</w:t>
      </w:r>
      <w:r w:rsidR="000D0D27">
        <w:t>Armes</w:t>
      </w:r>
      <w:r w:rsidR="00D37400">
        <w:t xml:space="preserve">, – </w:t>
      </w:r>
      <w:proofErr w:type="spellStart"/>
      <w:r>
        <w:t>Frentzel</w:t>
      </w:r>
      <w:proofErr w:type="spellEnd"/>
      <w:r>
        <w:t xml:space="preserve"> venait de rentrer dans sa cuisine</w:t>
      </w:r>
      <w:r w:rsidR="00D37400">
        <w:t xml:space="preserve">, – </w:t>
      </w:r>
      <w:r>
        <w:t>je me glissai tout doucement dehors</w:t>
      </w:r>
      <w:r w:rsidR="00D37400">
        <w:t xml:space="preserve">, </w:t>
      </w:r>
      <w:r>
        <w:t>et je courus prévenir deux ou trois bons s</w:t>
      </w:r>
      <w:r>
        <w:t>u</w:t>
      </w:r>
      <w:r>
        <w:t>jets de mon âge</w:t>
      </w:r>
      <w:r w:rsidR="00D37400">
        <w:t xml:space="preserve">, </w:t>
      </w:r>
      <w:r>
        <w:t xml:space="preserve">les fils </w:t>
      </w:r>
      <w:proofErr w:type="spellStart"/>
      <w:r>
        <w:t>Gourdier</w:t>
      </w:r>
      <w:proofErr w:type="spellEnd"/>
      <w:r>
        <w:t xml:space="preserve"> et le rouge M</w:t>
      </w:r>
      <w:r>
        <w:t>a</w:t>
      </w:r>
      <w:r>
        <w:t>terne</w:t>
      </w:r>
      <w:r w:rsidR="00D37400">
        <w:t xml:space="preserve">, </w:t>
      </w:r>
      <w:r>
        <w:t>de ce qui se passait</w:t>
      </w:r>
      <w:r w:rsidR="00D37400">
        <w:t>.</w:t>
      </w:r>
    </w:p>
    <w:p w14:paraId="4F28E2EC" w14:textId="77777777" w:rsidR="00D37400" w:rsidRDefault="00636A18">
      <w:r>
        <w:t>Nous prîmes les devants sur le détachement</w:t>
      </w:r>
      <w:r w:rsidR="00D37400">
        <w:t xml:space="preserve">, </w:t>
      </w:r>
      <w:r>
        <w:t>par la porte d</w:t>
      </w:r>
      <w:r w:rsidR="00D37400">
        <w:t>’</w:t>
      </w:r>
      <w:r>
        <w:t>Alsace</w:t>
      </w:r>
      <w:r w:rsidR="00D37400">
        <w:t xml:space="preserve">, </w:t>
      </w:r>
      <w:r>
        <w:t>courant à la fontaine du Château</w:t>
      </w:r>
      <w:r w:rsidR="00D37400">
        <w:t xml:space="preserve">, </w:t>
      </w:r>
      <w:r>
        <w:t>où nous fîmes halte pour guetter le passage de nos gens et les suivre de loin</w:t>
      </w:r>
      <w:r w:rsidR="00D37400">
        <w:t>.</w:t>
      </w:r>
    </w:p>
    <w:p w14:paraId="17AD471D" w14:textId="77777777" w:rsidR="00D37400" w:rsidRDefault="00636A18">
      <w:r>
        <w:t>Nous restâmes là près de deux heures</w:t>
      </w:r>
      <w:r w:rsidR="00D37400">
        <w:t xml:space="preserve">, </w:t>
      </w:r>
      <w:r>
        <w:t>assis dans l</w:t>
      </w:r>
      <w:r w:rsidR="00D37400">
        <w:t>’</w:t>
      </w:r>
      <w:r>
        <w:t>herbe</w:t>
      </w:r>
      <w:r w:rsidR="00D37400">
        <w:t xml:space="preserve">, </w:t>
      </w:r>
      <w:r>
        <w:t>les jambes écartées</w:t>
      </w:r>
      <w:r w:rsidR="00D37400">
        <w:t xml:space="preserve">, </w:t>
      </w:r>
      <w:r>
        <w:t>autour de la source</w:t>
      </w:r>
      <w:r w:rsidR="00D37400">
        <w:t xml:space="preserve">, </w:t>
      </w:r>
      <w:r>
        <w:t>derrière les haies tou</w:t>
      </w:r>
      <w:r>
        <w:t>f</w:t>
      </w:r>
      <w:r>
        <w:t>fues du cimetière des juifs</w:t>
      </w:r>
      <w:r w:rsidR="00D37400">
        <w:t xml:space="preserve">, </w:t>
      </w:r>
      <w:r>
        <w:t>fort impatients de voir arriver notre monde</w:t>
      </w:r>
      <w:r w:rsidR="00D37400">
        <w:t xml:space="preserve">. </w:t>
      </w:r>
      <w:r>
        <w:t>J</w:t>
      </w:r>
      <w:r w:rsidR="00D37400">
        <w:t>’</w:t>
      </w:r>
      <w:r>
        <w:t>avais seul une veste</w:t>
      </w:r>
      <w:r w:rsidR="00D37400">
        <w:t xml:space="preserve">, </w:t>
      </w:r>
      <w:r>
        <w:t>des souliers et un chapeau de paille</w:t>
      </w:r>
      <w:r w:rsidR="00D37400">
        <w:t xml:space="preserve"> ; </w:t>
      </w:r>
      <w:r>
        <w:t>mes camarades</w:t>
      </w:r>
      <w:r w:rsidR="00D37400">
        <w:t xml:space="preserve">, </w:t>
      </w:r>
      <w:r>
        <w:t>en pantalon de toile et manches de chemise</w:t>
      </w:r>
      <w:r w:rsidR="00D37400">
        <w:t xml:space="preserve">, </w:t>
      </w:r>
      <w:r>
        <w:t>les pieds nus</w:t>
      </w:r>
      <w:r w:rsidR="00D37400">
        <w:t xml:space="preserve">, </w:t>
      </w:r>
      <w:r>
        <w:t>coiffés de leurs grands cheveux jaune f</w:t>
      </w:r>
      <w:r>
        <w:t>i</w:t>
      </w:r>
      <w:r>
        <w:t>lasse</w:t>
      </w:r>
      <w:r w:rsidR="00D37400">
        <w:t xml:space="preserve">, </w:t>
      </w:r>
      <w:r>
        <w:t>riaient</w:t>
      </w:r>
      <w:r w:rsidR="00D37400">
        <w:t xml:space="preserve">, </w:t>
      </w:r>
      <w:r>
        <w:t>contents de se trouver là plutôt qu</w:t>
      </w:r>
      <w:r w:rsidR="00D37400">
        <w:t>’</w:t>
      </w:r>
      <w:r>
        <w:t>à l</w:t>
      </w:r>
      <w:r w:rsidR="00D37400">
        <w:t>’</w:t>
      </w:r>
      <w:r>
        <w:t xml:space="preserve">école du père </w:t>
      </w:r>
      <w:proofErr w:type="spellStart"/>
      <w:r>
        <w:t>Vassereau</w:t>
      </w:r>
      <w:proofErr w:type="spellEnd"/>
      <w:r w:rsidR="00D37400">
        <w:t>.</w:t>
      </w:r>
    </w:p>
    <w:p w14:paraId="74A3E996" w14:textId="77777777" w:rsidR="00D37400" w:rsidRDefault="00636A18">
      <w:r>
        <w:t>L</w:t>
      </w:r>
      <w:r w:rsidR="00D37400">
        <w:t>’</w:t>
      </w:r>
      <w:r>
        <w:t>ardeur du soleil n</w:t>
      </w:r>
      <w:r w:rsidR="00D37400">
        <w:t>’</w:t>
      </w:r>
      <w:r>
        <w:t>avait jamais été plus grande</w:t>
      </w:r>
      <w:r w:rsidR="00D37400">
        <w:t xml:space="preserve">, </w:t>
      </w:r>
      <w:r>
        <w:t>elle te</w:t>
      </w:r>
      <w:r>
        <w:t>i</w:t>
      </w:r>
      <w:r>
        <w:t>gnait en rouge les vieilles roches grises de la gorge à l</w:t>
      </w:r>
      <w:r w:rsidR="00D37400">
        <w:t>’</w:t>
      </w:r>
      <w:r>
        <w:t>entrée de laquelle nous étions</w:t>
      </w:r>
      <w:r w:rsidR="00D37400">
        <w:t>.</w:t>
      </w:r>
    </w:p>
    <w:p w14:paraId="2AC3B711" w14:textId="77777777" w:rsidR="00D37400" w:rsidRDefault="00D37400">
      <w:r>
        <w:t>« </w:t>
      </w:r>
      <w:r w:rsidR="00636A18">
        <w:t>Hé</w:t>
      </w:r>
      <w:r>
        <w:t xml:space="preserve"> ! </w:t>
      </w:r>
      <w:r w:rsidR="00636A18">
        <w:t>ils ne viendront donc pas</w:t>
      </w:r>
      <w:r>
        <w:t xml:space="preserve"> ? </w:t>
      </w:r>
      <w:r w:rsidR="00636A18">
        <w:t>disait Materne</w:t>
      </w:r>
      <w:r>
        <w:t xml:space="preserve">, </w:t>
      </w:r>
      <w:r w:rsidR="00636A18">
        <w:t>regardant le coin du cimetière où débouchait le chemin</w:t>
      </w:r>
      <w:r>
        <w:t xml:space="preserve">. </w:t>
      </w:r>
      <w:r w:rsidR="00636A18">
        <w:t>Voici trois heures et demie qui sonnent en ville</w:t>
      </w:r>
      <w:r>
        <w:t xml:space="preserve">. </w:t>
      </w:r>
      <w:r w:rsidR="00636A18">
        <w:t xml:space="preserve">Si </w:t>
      </w:r>
      <w:proofErr w:type="spellStart"/>
      <w:r w:rsidR="00636A18">
        <w:t>Pélerin</w:t>
      </w:r>
      <w:proofErr w:type="spellEnd"/>
      <w:r w:rsidR="00636A18">
        <w:t xml:space="preserve"> nous a trompés</w:t>
      </w:r>
      <w:r>
        <w:t xml:space="preserve">, </w:t>
      </w:r>
      <w:r w:rsidR="00636A18">
        <w:t>gare</w:t>
      </w:r>
      <w:r>
        <w:t xml:space="preserve"> !… </w:t>
      </w:r>
      <w:r w:rsidR="00636A18">
        <w:t>gare</w:t>
      </w:r>
      <w:r>
        <w:t> !…</w:t>
      </w:r>
    </w:p>
    <w:p w14:paraId="511F6430" w14:textId="77777777" w:rsidR="00D37400" w:rsidRDefault="00D37400">
      <w:r>
        <w:lastRenderedPageBreak/>
        <w:t>— </w:t>
      </w:r>
      <w:r w:rsidR="00636A18">
        <w:t>Je ne vous ai pas trompés</w:t>
      </w:r>
      <w:r>
        <w:t xml:space="preserve"> ; </w:t>
      </w:r>
      <w:r w:rsidR="00636A18">
        <w:t>mais je n</w:t>
      </w:r>
      <w:r>
        <w:t>’</w:t>
      </w:r>
      <w:r w:rsidR="00636A18">
        <w:t>ai pas peur de toi</w:t>
      </w:r>
      <w:r>
        <w:t xml:space="preserve">, </w:t>
      </w:r>
      <w:r w:rsidR="00636A18">
        <w:t>Materne</w:t>
      </w:r>
      <w:r>
        <w:t xml:space="preserve">, </w:t>
      </w:r>
      <w:r w:rsidR="00636A18">
        <w:t>lui dis-je</w:t>
      </w:r>
      <w:r>
        <w:t>.</w:t>
      </w:r>
    </w:p>
    <w:p w14:paraId="6732C4AD" w14:textId="77777777" w:rsidR="00D37400" w:rsidRDefault="00D37400">
      <w:r>
        <w:t>— </w:t>
      </w:r>
      <w:r w:rsidR="00636A18">
        <w:t>Parce que tu as de beaux habits et que tu bois du vin</w:t>
      </w:r>
      <w:r>
        <w:t xml:space="preserve">, </w:t>
      </w:r>
      <w:r w:rsidR="00636A18">
        <w:t>tu crois être le plus fort</w:t>
      </w:r>
      <w:r>
        <w:t xml:space="preserve">, </w:t>
      </w:r>
      <w:r w:rsidR="00636A18">
        <w:t>dit-il</w:t>
      </w:r>
      <w:r>
        <w:t xml:space="preserve"> ; </w:t>
      </w:r>
      <w:r w:rsidR="00636A18">
        <w:t>mais je porte des fagots et je grimpe mieux que toi</w:t>
      </w:r>
      <w:r>
        <w:t>.</w:t>
      </w:r>
    </w:p>
    <w:p w14:paraId="7A5E7F02" w14:textId="77777777" w:rsidR="00D37400" w:rsidRDefault="00D37400">
      <w:r>
        <w:t>— </w:t>
      </w:r>
      <w:r w:rsidR="00636A18">
        <w:t>Oh</w:t>
      </w:r>
      <w:r>
        <w:t xml:space="preserve"> ! </w:t>
      </w:r>
      <w:r w:rsidR="00636A18">
        <w:t>pour grimper</w:t>
      </w:r>
      <w:r>
        <w:t xml:space="preserve">, </w:t>
      </w:r>
      <w:r w:rsidR="00636A18">
        <w:t>je ne te crains pas non plus</w:t>
      </w:r>
      <w:r>
        <w:t>, »</w:t>
      </w:r>
      <w:r w:rsidR="00636A18">
        <w:t xml:space="preserve"> lui r</w:t>
      </w:r>
      <w:r w:rsidR="00636A18">
        <w:t>é</w:t>
      </w:r>
      <w:r w:rsidR="00636A18">
        <w:t>pondis-je</w:t>
      </w:r>
      <w:r>
        <w:t>.</w:t>
      </w:r>
    </w:p>
    <w:p w14:paraId="7EE34A6B" w14:textId="77777777" w:rsidR="00D37400" w:rsidRDefault="00636A18">
      <w:r>
        <w:t>On voyait que les gueux m</w:t>
      </w:r>
      <w:r w:rsidR="00D37400">
        <w:t>’</w:t>
      </w:r>
      <w:r>
        <w:t>en voulaient à cause de mes beaux habits</w:t>
      </w:r>
      <w:r w:rsidR="00D37400">
        <w:t xml:space="preserve">, </w:t>
      </w:r>
      <w:r>
        <w:t>et peut-être aurions-nous fini par une bataille si</w:t>
      </w:r>
      <w:r w:rsidR="00D37400">
        <w:t xml:space="preserve">, </w:t>
      </w:r>
      <w:r>
        <w:t>dans le même instant</w:t>
      </w:r>
      <w:r w:rsidR="00D37400">
        <w:t xml:space="preserve">, </w:t>
      </w:r>
      <w:r>
        <w:t>au loin</w:t>
      </w:r>
      <w:r w:rsidR="00D37400">
        <w:t xml:space="preserve">, </w:t>
      </w:r>
      <w:r>
        <w:t>des pas nombreux ne s</w:t>
      </w:r>
      <w:r w:rsidR="00D37400">
        <w:t>’</w:t>
      </w:r>
      <w:r>
        <w:t>étaient fait entendre</w:t>
      </w:r>
      <w:r w:rsidR="00D37400">
        <w:t xml:space="preserve">. </w:t>
      </w:r>
      <w:r>
        <w:t>Alors toute la bande</w:t>
      </w:r>
      <w:r w:rsidR="00D37400">
        <w:t xml:space="preserve">, </w:t>
      </w:r>
      <w:r>
        <w:t>se penchant pour voir à tr</w:t>
      </w:r>
      <w:r>
        <w:t>a</w:t>
      </w:r>
      <w:r>
        <w:t>vers la haie</w:t>
      </w:r>
      <w:r w:rsidR="00D37400">
        <w:t xml:space="preserve">, </w:t>
      </w:r>
      <w:r>
        <w:t>s</w:t>
      </w:r>
      <w:r w:rsidR="00D37400">
        <w:t>’</w:t>
      </w:r>
      <w:r>
        <w:t>écria</w:t>
      </w:r>
      <w:r w:rsidR="00D37400">
        <w:t> :</w:t>
      </w:r>
    </w:p>
    <w:p w14:paraId="4C806933" w14:textId="163B601F" w:rsidR="00636A18" w:rsidRDefault="00D37400">
      <w:pPr>
        <w:rPr>
          <w:szCs w:val="36"/>
        </w:rPr>
      </w:pPr>
      <w:r>
        <w:t>« </w:t>
      </w:r>
      <w:r w:rsidR="00636A18">
        <w:t>Les voilà</w:t>
      </w:r>
      <w:r>
        <w:t xml:space="preserve"> !… </w:t>
      </w:r>
      <w:r w:rsidR="00636A18">
        <w:t>Tenez</w:t>
      </w:r>
      <w:r>
        <w:t xml:space="preserve">, </w:t>
      </w:r>
      <w:r w:rsidR="00636A18">
        <w:t>là-bas</w:t>
      </w:r>
      <w:r>
        <w:t xml:space="preserve">, </w:t>
      </w:r>
      <w:r w:rsidR="00636A18">
        <w:t>les collets rouges et les baïo</w:t>
      </w:r>
      <w:r w:rsidR="00636A18">
        <w:t>n</w:t>
      </w:r>
      <w:r w:rsidR="00636A18">
        <w:t>nettes défilent sur les glacis</w:t>
      </w:r>
      <w:r>
        <w:t xml:space="preserve">… </w:t>
      </w:r>
      <w:r w:rsidR="00636A18">
        <w:t>Vite</w:t>
      </w:r>
      <w:r>
        <w:t xml:space="preserve">, </w:t>
      </w:r>
      <w:r w:rsidR="00636A18">
        <w:t>cachons-nous</w:t>
      </w:r>
      <w:r>
        <w:t> !… »</w:t>
      </w:r>
    </w:p>
    <w:p w14:paraId="660C409D" w14:textId="77777777" w:rsidR="00D37400" w:rsidRDefault="00636A18">
      <w:r>
        <w:t>Chacun courut se blottir dans les broussailles</w:t>
      </w:r>
      <w:r w:rsidR="00D37400">
        <w:t xml:space="preserve">, </w:t>
      </w:r>
      <w:r>
        <w:t>et</w:t>
      </w:r>
      <w:r w:rsidR="00D37400">
        <w:t xml:space="preserve">, </w:t>
      </w:r>
      <w:r>
        <w:t>quelques instants après</w:t>
      </w:r>
      <w:r w:rsidR="00D37400">
        <w:t xml:space="preserve">, </w:t>
      </w:r>
      <w:r>
        <w:t>le détachement descendait la petite allée des Houx</w:t>
      </w:r>
      <w:r w:rsidR="00D37400">
        <w:t xml:space="preserve">, </w:t>
      </w:r>
      <w:r>
        <w:t>allongeant le pas vers le vallon</w:t>
      </w:r>
      <w:r w:rsidR="00D37400">
        <w:t xml:space="preserve">. </w:t>
      </w:r>
      <w:r>
        <w:t>Toute la compagnie</w:t>
      </w:r>
      <w:r w:rsidR="00D37400">
        <w:t xml:space="preserve">, </w:t>
      </w:r>
      <w:r>
        <w:t>l</w:t>
      </w:r>
      <w:r w:rsidR="00D37400">
        <w:t>’</w:t>
      </w:r>
      <w:r>
        <w:t>arme à volonté</w:t>
      </w:r>
      <w:r w:rsidR="00D37400">
        <w:t xml:space="preserve">, </w:t>
      </w:r>
      <w:r>
        <w:t>riait et babillait</w:t>
      </w:r>
      <w:r w:rsidR="00D37400">
        <w:t xml:space="preserve">, </w:t>
      </w:r>
      <w:r>
        <w:t>comme il arrive aux troupes en marche</w:t>
      </w:r>
      <w:r w:rsidR="00D37400">
        <w:t xml:space="preserve">. </w:t>
      </w:r>
      <w:r>
        <w:t>Mon ami Florentin</w:t>
      </w:r>
      <w:r w:rsidR="00D37400">
        <w:t xml:space="preserve">, </w:t>
      </w:r>
      <w:r>
        <w:t>le manteau roulé sur l</w:t>
      </w:r>
      <w:r w:rsidR="00D37400">
        <w:t>’</w:t>
      </w:r>
      <w:r>
        <w:t>épaule</w:t>
      </w:r>
      <w:r w:rsidR="00D37400">
        <w:t xml:space="preserve">, </w:t>
      </w:r>
      <w:r>
        <w:t>marchait tout allègre et l</w:t>
      </w:r>
      <w:r w:rsidR="00D37400">
        <w:t>’</w:t>
      </w:r>
      <w:r>
        <w:t>air joyeux</w:t>
      </w:r>
      <w:r w:rsidR="00D37400">
        <w:t xml:space="preserve">, </w:t>
      </w:r>
      <w:r>
        <w:t>sur le côté</w:t>
      </w:r>
      <w:r w:rsidR="00D37400">
        <w:t xml:space="preserve">, </w:t>
      </w:r>
      <w:r>
        <w:t>causant avec le capitaine Ader</w:t>
      </w:r>
      <w:r w:rsidR="00D37400">
        <w:t xml:space="preserve">. </w:t>
      </w:r>
      <w:r>
        <w:t>Du reste</w:t>
      </w:r>
      <w:r w:rsidR="00D37400">
        <w:t xml:space="preserve">, </w:t>
      </w:r>
      <w:r>
        <w:t>nous ne pouvions les entendre causer</w:t>
      </w:r>
      <w:r w:rsidR="00D37400">
        <w:t xml:space="preserve">, </w:t>
      </w:r>
      <w:r>
        <w:t>à cause du roulement des pas dans le sentier pierreux</w:t>
      </w:r>
      <w:r w:rsidR="00D37400">
        <w:t xml:space="preserve"> ; </w:t>
      </w:r>
      <w:r>
        <w:t>mais à peine eurent-ils défilé</w:t>
      </w:r>
      <w:r w:rsidR="00D37400">
        <w:t xml:space="preserve">, </w:t>
      </w:r>
      <w:r>
        <w:t>que nous sortîmes de nos cachettes</w:t>
      </w:r>
      <w:r w:rsidR="00D37400">
        <w:t xml:space="preserve">, </w:t>
      </w:r>
      <w:r>
        <w:t>d</w:t>
      </w:r>
      <w:r>
        <w:t>é</w:t>
      </w:r>
      <w:r>
        <w:t>boulant dans la gorge tortueuse</w:t>
      </w:r>
      <w:r w:rsidR="00D37400">
        <w:t>.</w:t>
      </w:r>
    </w:p>
    <w:p w14:paraId="4A9FEABC" w14:textId="77777777" w:rsidR="00D37400" w:rsidRDefault="00636A18">
      <w:r>
        <w:t>Près de nous serpentait le ruisseau de la fontaine</w:t>
      </w:r>
      <w:r w:rsidR="00D37400">
        <w:t xml:space="preserve">, </w:t>
      </w:r>
      <w:r>
        <w:t>presque desséché par l</w:t>
      </w:r>
      <w:r w:rsidR="00D37400">
        <w:t>’</w:t>
      </w:r>
      <w:r>
        <w:t>ardeur du jour</w:t>
      </w:r>
      <w:r w:rsidR="00D37400">
        <w:t xml:space="preserve">. </w:t>
      </w:r>
      <w:r>
        <w:t>Mes camarades</w:t>
      </w:r>
      <w:r w:rsidR="00D37400">
        <w:t xml:space="preserve">, </w:t>
      </w:r>
      <w:r>
        <w:t>avec leurs pieds nus</w:t>
      </w:r>
      <w:r w:rsidR="00D37400">
        <w:t xml:space="preserve">, </w:t>
      </w:r>
      <w:r>
        <w:t>durs comme des semelles de bottes</w:t>
      </w:r>
      <w:r w:rsidR="00D37400">
        <w:t xml:space="preserve">, </w:t>
      </w:r>
      <w:r>
        <w:t>sentaient moins les cailloux que moi dans mes souliers</w:t>
      </w:r>
      <w:r w:rsidR="00D37400">
        <w:t xml:space="preserve"> ; </w:t>
      </w:r>
      <w:r>
        <w:t>c</w:t>
      </w:r>
      <w:r w:rsidR="00D37400">
        <w:t>’</w:t>
      </w:r>
      <w:r>
        <w:t>étaient de vrais Phal</w:t>
      </w:r>
      <w:r>
        <w:t>s</w:t>
      </w:r>
      <w:r>
        <w:t>bourgeois</w:t>
      </w:r>
      <w:r w:rsidR="00D37400">
        <w:t xml:space="preserve">, </w:t>
      </w:r>
      <w:r>
        <w:t>l</w:t>
      </w:r>
      <w:r w:rsidR="00D37400">
        <w:t>’</w:t>
      </w:r>
      <w:r>
        <w:t>amour de la fusillade les animait</w:t>
      </w:r>
      <w:r w:rsidR="00D37400">
        <w:t xml:space="preserve"> ; </w:t>
      </w:r>
      <w:r>
        <w:t xml:space="preserve">on </w:t>
      </w:r>
      <w:r>
        <w:lastRenderedPageBreak/>
        <w:t>aurait dit une troupe de petits loups sur la piste de quelque gibier</w:t>
      </w:r>
      <w:r w:rsidR="00D37400">
        <w:t>.</w:t>
      </w:r>
    </w:p>
    <w:p w14:paraId="4C0305D6" w14:textId="77777777" w:rsidR="00D37400" w:rsidRDefault="00636A18">
      <w:r>
        <w:t>Bientôt nous fûmes entre les roches arides</w:t>
      </w:r>
      <w:r w:rsidR="00D37400">
        <w:t xml:space="preserve">, </w:t>
      </w:r>
      <w:r>
        <w:t>sans une touffe de mousse</w:t>
      </w:r>
      <w:r w:rsidR="00D37400">
        <w:t xml:space="preserve">, </w:t>
      </w:r>
      <w:r>
        <w:t>et nous aperçûmes au loin</w:t>
      </w:r>
      <w:r w:rsidR="00D37400">
        <w:t xml:space="preserve">, </w:t>
      </w:r>
      <w:r>
        <w:t>dans le fond du défilé</w:t>
      </w:r>
      <w:r w:rsidR="00D37400">
        <w:t xml:space="preserve">, </w:t>
      </w:r>
      <w:r>
        <w:t>sur la lisière de la forêt</w:t>
      </w:r>
      <w:r w:rsidR="00D37400">
        <w:t xml:space="preserve">, </w:t>
      </w:r>
      <w:r>
        <w:t xml:space="preserve">le </w:t>
      </w:r>
      <w:proofErr w:type="spellStart"/>
      <w:r>
        <w:t>hardier</w:t>
      </w:r>
      <w:proofErr w:type="spellEnd"/>
      <w:r>
        <w:t xml:space="preserve"> Tobie Lupin</w:t>
      </w:r>
      <w:r w:rsidR="00D37400">
        <w:t xml:space="preserve">, </w:t>
      </w:r>
      <w:r>
        <w:t>au milieu de ses pourceaux enfouis dans le sable chaud et de ses chèvres qui grimpaient sur les deux pentes du vallon</w:t>
      </w:r>
      <w:r w:rsidR="00D37400">
        <w:t xml:space="preserve">. </w:t>
      </w:r>
      <w:r>
        <w:t>Il était assis</w:t>
      </w:r>
      <w:r w:rsidR="00D37400">
        <w:t xml:space="preserve">, </w:t>
      </w:r>
      <w:r>
        <w:t>le dos appuyé contre une roche</w:t>
      </w:r>
      <w:r w:rsidR="00D37400">
        <w:t xml:space="preserve">, </w:t>
      </w:r>
      <w:r>
        <w:t>et travaillait à l</w:t>
      </w:r>
      <w:r w:rsidR="00D37400">
        <w:t>’</w:t>
      </w:r>
      <w:r>
        <w:t>ombre de son grand chapeau de crin</w:t>
      </w:r>
      <w:r w:rsidR="00D37400">
        <w:t xml:space="preserve">, </w:t>
      </w:r>
      <w:r>
        <w:t>qui lui servait de parasol</w:t>
      </w:r>
      <w:r w:rsidR="00D37400">
        <w:t xml:space="preserve">. </w:t>
      </w:r>
      <w:r>
        <w:t>Il tressait des paniers d</w:t>
      </w:r>
      <w:r w:rsidR="00D37400">
        <w:t>’</w:t>
      </w:r>
      <w:r>
        <w:t>osier</w:t>
      </w:r>
      <w:r w:rsidR="00D37400">
        <w:t xml:space="preserve"> ; </w:t>
      </w:r>
      <w:r>
        <w:t>son chien</w:t>
      </w:r>
      <w:r w:rsidR="00D37400">
        <w:t xml:space="preserve">, </w:t>
      </w:r>
      <w:r>
        <w:t>à longs poils roux</w:t>
      </w:r>
      <w:r w:rsidR="00D37400">
        <w:t xml:space="preserve">, </w:t>
      </w:r>
      <w:r>
        <w:t>r</w:t>
      </w:r>
      <w:r>
        <w:t>a</w:t>
      </w:r>
      <w:r>
        <w:t>menait les chèvres qui s</w:t>
      </w:r>
      <w:r w:rsidR="00D37400">
        <w:t>’</w:t>
      </w:r>
      <w:r>
        <w:t>écartaient trop du vallon</w:t>
      </w:r>
      <w:r w:rsidR="00D37400">
        <w:t>.</w:t>
      </w:r>
    </w:p>
    <w:p w14:paraId="4A57E6F0" w14:textId="77777777" w:rsidR="00D37400" w:rsidRDefault="00636A18">
      <w:r>
        <w:t>À la vue des gardes nationaux sur deux lignes</w:t>
      </w:r>
      <w:r w:rsidR="00D37400">
        <w:t xml:space="preserve">, </w:t>
      </w:r>
      <w:r>
        <w:t>le chien la</w:t>
      </w:r>
      <w:r>
        <w:t>n</w:t>
      </w:r>
      <w:r>
        <w:t>ça quelques aboiements sonores</w:t>
      </w:r>
      <w:r w:rsidR="00D37400">
        <w:t xml:space="preserve">, </w:t>
      </w:r>
      <w:r>
        <w:t>et tous les échos en retentirent jusqu</w:t>
      </w:r>
      <w:r w:rsidR="00D37400">
        <w:t>’</w:t>
      </w:r>
      <w:r>
        <w:t>au fond des bois</w:t>
      </w:r>
      <w:r w:rsidR="00D37400">
        <w:t>.</w:t>
      </w:r>
    </w:p>
    <w:p w14:paraId="186DA38C" w14:textId="77777777" w:rsidR="00D37400" w:rsidRDefault="00636A18">
      <w:r>
        <w:t>Tobie Lupin tourna la tête</w:t>
      </w:r>
      <w:r w:rsidR="00D37400">
        <w:t xml:space="preserve"> ; </w:t>
      </w:r>
      <w:r>
        <w:t>depuis trente ans il n</w:t>
      </w:r>
      <w:r w:rsidR="00D37400">
        <w:t>’</w:t>
      </w:r>
      <w:r>
        <w:t>avait pas été troublé dans sa solitude</w:t>
      </w:r>
      <w:r w:rsidR="00D37400">
        <w:t xml:space="preserve">, </w:t>
      </w:r>
      <w:r>
        <w:t xml:space="preserve">et </w:t>
      </w:r>
      <w:r w:rsidR="004F25EA">
        <w:t xml:space="preserve">il </w:t>
      </w:r>
      <w:r>
        <w:t>regardait</w:t>
      </w:r>
      <w:r w:rsidR="00D37400">
        <w:t xml:space="preserve">, </w:t>
      </w:r>
      <w:r>
        <w:t>étonné</w:t>
      </w:r>
      <w:r w:rsidR="00D37400">
        <w:t>.</w:t>
      </w:r>
    </w:p>
    <w:p w14:paraId="3222EB17" w14:textId="77777777" w:rsidR="00D37400" w:rsidRDefault="00636A18">
      <w:r>
        <w:t>Les gardes nationaux passèrent</w:t>
      </w:r>
      <w:r w:rsidR="00D37400">
        <w:t xml:space="preserve">, </w:t>
      </w:r>
      <w:r>
        <w:t>ils entrèrent sous les arbres et disparurent</w:t>
      </w:r>
      <w:r w:rsidR="00D37400">
        <w:t xml:space="preserve">, </w:t>
      </w:r>
      <w:r>
        <w:t>comme un ruban rouge et bleu</w:t>
      </w:r>
      <w:r w:rsidR="00D37400">
        <w:t xml:space="preserve">, </w:t>
      </w:r>
      <w:r>
        <w:t>dans la verdure de la forêt</w:t>
      </w:r>
      <w:r w:rsidR="00D37400">
        <w:t>.</w:t>
      </w:r>
    </w:p>
    <w:p w14:paraId="51155E2B" w14:textId="77777777" w:rsidR="00D37400" w:rsidRDefault="00636A18">
      <w:r w:rsidRPr="006E0549">
        <w:t>Aussitôt</w:t>
      </w:r>
      <w:r w:rsidR="00D37400">
        <w:t xml:space="preserve">, </w:t>
      </w:r>
      <w:r w:rsidRPr="006E0549">
        <w:t>toujours galopant</w:t>
      </w:r>
      <w:r w:rsidR="00D37400">
        <w:t xml:space="preserve">, </w:t>
      </w:r>
      <w:r>
        <w:t>nous descendîmes derrière eux</w:t>
      </w:r>
      <w:r w:rsidR="00D37400">
        <w:t xml:space="preserve">. </w:t>
      </w:r>
      <w:r>
        <w:t>La sueur me coulait le long des jambes jusque dans les so</w:t>
      </w:r>
      <w:r>
        <w:t>u</w:t>
      </w:r>
      <w:r>
        <w:t>liers</w:t>
      </w:r>
      <w:r w:rsidR="00D37400">
        <w:t>.</w:t>
      </w:r>
    </w:p>
    <w:p w14:paraId="623004D4" w14:textId="77777777" w:rsidR="00D37400" w:rsidRDefault="00636A18">
      <w:r>
        <w:t>Tobie Lupin ne fit attention qu</w:t>
      </w:r>
      <w:r w:rsidR="00D37400">
        <w:t>’</w:t>
      </w:r>
      <w:r>
        <w:t>à moi</w:t>
      </w:r>
      <w:r w:rsidR="00D37400">
        <w:t xml:space="preserve"> ; </w:t>
      </w:r>
      <w:r>
        <w:t>les autres</w:t>
      </w:r>
      <w:r w:rsidR="00D37400">
        <w:t xml:space="preserve">, </w:t>
      </w:r>
      <w:r>
        <w:t>il était habitué de les voir aller et venir</w:t>
      </w:r>
      <w:r w:rsidR="00D37400">
        <w:t xml:space="preserve">, </w:t>
      </w:r>
      <w:r>
        <w:t>leur fagot ou leur petit sac de faînes sur l</w:t>
      </w:r>
      <w:r w:rsidR="00D37400">
        <w:t>’</w:t>
      </w:r>
      <w:r>
        <w:t>épaule</w:t>
      </w:r>
      <w:r w:rsidR="00D37400">
        <w:t>.</w:t>
      </w:r>
    </w:p>
    <w:p w14:paraId="209DCBCF" w14:textId="31D399B9" w:rsidR="00D37400" w:rsidRDefault="00D37400">
      <w:r>
        <w:t>« </w:t>
      </w:r>
      <w:r w:rsidR="00636A18">
        <w:t>Tiens</w:t>
      </w:r>
      <w:r>
        <w:t xml:space="preserve"> ! </w:t>
      </w:r>
      <w:r w:rsidR="00636A18">
        <w:t>fit-il</w:t>
      </w:r>
      <w:r>
        <w:t xml:space="preserve">, </w:t>
      </w:r>
      <w:r w:rsidR="00636A18">
        <w:t>c</w:t>
      </w:r>
      <w:r>
        <w:t>’</w:t>
      </w:r>
      <w:r w:rsidR="00636A18">
        <w:t xml:space="preserve">est le fils de </w:t>
      </w:r>
      <w:r>
        <w:t>M. </w:t>
      </w:r>
      <w:proofErr w:type="spellStart"/>
      <w:r w:rsidR="00636A18">
        <w:t>Pélerin</w:t>
      </w:r>
      <w:proofErr w:type="spellEnd"/>
      <w:r>
        <w:t xml:space="preserve"> ! </w:t>
      </w:r>
      <w:r w:rsidR="00636A18">
        <w:t>Où vas-tu donc</w:t>
      </w:r>
      <w:r>
        <w:t> ?</w:t>
      </w:r>
    </w:p>
    <w:p w14:paraId="237049D1" w14:textId="673613AD" w:rsidR="00636A18" w:rsidRDefault="00D37400">
      <w:pPr>
        <w:rPr>
          <w:szCs w:val="36"/>
        </w:rPr>
      </w:pPr>
      <w:r>
        <w:t>— </w:t>
      </w:r>
      <w:r w:rsidR="00636A18">
        <w:t>Là-bas</w:t>
      </w:r>
      <w:r>
        <w:t xml:space="preserve">… </w:t>
      </w:r>
      <w:r w:rsidR="00636A18">
        <w:t>lui dis-je</w:t>
      </w:r>
      <w:r>
        <w:t xml:space="preserve">, </w:t>
      </w:r>
      <w:r w:rsidR="00636A18">
        <w:t>embarrassé de répondre</w:t>
      </w:r>
      <w:r>
        <w:t xml:space="preserve">, </w:t>
      </w:r>
      <w:r w:rsidR="00636A18">
        <w:t>où vont les autres</w:t>
      </w:r>
      <w:r>
        <w:t>. »</w:t>
      </w:r>
    </w:p>
    <w:p w14:paraId="0BBF241D" w14:textId="77777777" w:rsidR="00D37400" w:rsidRDefault="00636A18">
      <w:r>
        <w:lastRenderedPageBreak/>
        <w:t>Le chien descendant sur moi tout hérissé</w:t>
      </w:r>
      <w:r w:rsidR="00D37400">
        <w:t xml:space="preserve">, </w:t>
      </w:r>
      <w:r>
        <w:t>j</w:t>
      </w:r>
      <w:r w:rsidR="00D37400">
        <w:t>’</w:t>
      </w:r>
      <w:r>
        <w:t>avais à peine eu le temps de ramasser une pierre</w:t>
      </w:r>
      <w:r w:rsidR="00D37400">
        <w:t xml:space="preserve">, </w:t>
      </w:r>
      <w:r>
        <w:t>quand Tobie le siffla</w:t>
      </w:r>
      <w:r w:rsidR="00D37400">
        <w:t> :</w:t>
      </w:r>
    </w:p>
    <w:p w14:paraId="35AC6326" w14:textId="60A0969E" w:rsidR="00636A18" w:rsidRDefault="00D37400">
      <w:pPr>
        <w:rPr>
          <w:szCs w:val="36"/>
        </w:rPr>
      </w:pPr>
      <w:r>
        <w:t>« </w:t>
      </w:r>
      <w:r w:rsidR="00636A18">
        <w:t>Arrive ici</w:t>
      </w:r>
      <w:r>
        <w:t xml:space="preserve">, </w:t>
      </w:r>
      <w:r w:rsidR="00636A18">
        <w:t>Pataud</w:t>
      </w:r>
      <w:r>
        <w:t> ! »</w:t>
      </w:r>
    </w:p>
    <w:p w14:paraId="28831DB9" w14:textId="77777777" w:rsidR="00D37400" w:rsidRDefault="00636A18">
      <w:r>
        <w:t>Alors je courus</w:t>
      </w:r>
      <w:r w:rsidR="00D37400">
        <w:t xml:space="preserve">, </w:t>
      </w:r>
      <w:r>
        <w:t>suivant les camarades</w:t>
      </w:r>
      <w:r w:rsidR="00D37400">
        <w:t xml:space="preserve">, </w:t>
      </w:r>
      <w:r>
        <w:t>bien content d</w:t>
      </w:r>
      <w:r w:rsidR="00D37400">
        <w:t>’</w:t>
      </w:r>
      <w:r>
        <w:t>en être réchappé et de me trouver à l</w:t>
      </w:r>
      <w:r w:rsidR="00D37400">
        <w:t>’</w:t>
      </w:r>
      <w:r>
        <w:t>ombre des hêtres</w:t>
      </w:r>
      <w:r w:rsidR="00D37400">
        <w:t xml:space="preserve">, </w:t>
      </w:r>
      <w:r>
        <w:t>dans les hautes bruyères lilas et les genêts dorés grimpant à perte de vue jusque sur la côte</w:t>
      </w:r>
      <w:r w:rsidR="00D37400">
        <w:t>.</w:t>
      </w:r>
    </w:p>
    <w:p w14:paraId="3B5DBC87" w14:textId="77777777" w:rsidR="00D37400" w:rsidRDefault="00636A18">
      <w:r>
        <w:t>Le ruisseau s</w:t>
      </w:r>
      <w:r w:rsidR="00D37400">
        <w:t>’</w:t>
      </w:r>
      <w:r>
        <w:t>était fait torrent</w:t>
      </w:r>
      <w:r w:rsidR="00D37400">
        <w:t xml:space="preserve">, </w:t>
      </w:r>
      <w:r>
        <w:t>il écumait sur les roches au fond du ravin</w:t>
      </w:r>
      <w:r w:rsidR="00D37400">
        <w:t xml:space="preserve">, </w:t>
      </w:r>
      <w:r>
        <w:t>répandant une agréable fraîcheur</w:t>
      </w:r>
      <w:r w:rsidR="00D37400">
        <w:t xml:space="preserve"> ; </w:t>
      </w:r>
      <w:r>
        <w:t>mais déjà je commençais à trouver le chemin bien long et je me retournais de temps en temps pour voir si l</w:t>
      </w:r>
      <w:r w:rsidR="00D37400">
        <w:t>’</w:t>
      </w:r>
      <w:r>
        <w:t>on découvrait encore la ville</w:t>
      </w:r>
      <w:r w:rsidR="00D37400">
        <w:t>.</w:t>
      </w:r>
    </w:p>
    <w:p w14:paraId="6FD25AD6" w14:textId="77777777" w:rsidR="00D37400" w:rsidRDefault="00636A18">
      <w:r>
        <w:t>Elle était à plus d</w:t>
      </w:r>
      <w:r w:rsidR="00D37400">
        <w:t>’</w:t>
      </w:r>
      <w:r>
        <w:t>une lieue en ligne droite</w:t>
      </w:r>
      <w:r w:rsidR="00D37400">
        <w:t xml:space="preserve"> : </w:t>
      </w:r>
      <w:r>
        <w:t>c</w:t>
      </w:r>
      <w:r w:rsidR="00D37400">
        <w:t>’</w:t>
      </w:r>
      <w:r>
        <w:t>est à peine si j</w:t>
      </w:r>
      <w:r w:rsidR="00D37400">
        <w:t>’</w:t>
      </w:r>
      <w:r>
        <w:t>apercevais encore son clocher surmonté du nid de cigognes</w:t>
      </w:r>
      <w:r w:rsidR="00D37400">
        <w:t xml:space="preserve"> ; </w:t>
      </w:r>
      <w:r>
        <w:t>l</w:t>
      </w:r>
      <w:r w:rsidR="00D37400">
        <w:t>’</w:t>
      </w:r>
      <w:r>
        <w:t>inquiétude me gagnait</w:t>
      </w:r>
      <w:r w:rsidR="00D37400">
        <w:t xml:space="preserve">, </w:t>
      </w:r>
      <w:r>
        <w:t>et</w:t>
      </w:r>
      <w:r w:rsidR="00D37400">
        <w:t xml:space="preserve">, </w:t>
      </w:r>
      <w:r>
        <w:t>malgré cela</w:t>
      </w:r>
      <w:r w:rsidR="00D37400">
        <w:t xml:space="preserve">, </w:t>
      </w:r>
      <w:r>
        <w:t>voyant les camarades courir sans relâche</w:t>
      </w:r>
      <w:r w:rsidR="00D37400">
        <w:t xml:space="preserve">, </w:t>
      </w:r>
      <w:r>
        <w:t>je n</w:t>
      </w:r>
      <w:r w:rsidR="00D37400">
        <w:t>’</w:t>
      </w:r>
      <w:r>
        <w:t>osais m</w:t>
      </w:r>
      <w:r w:rsidR="00D37400">
        <w:t>’</w:t>
      </w:r>
      <w:r>
        <w:t>arrêter</w:t>
      </w:r>
      <w:r w:rsidR="00D37400">
        <w:t>.</w:t>
      </w:r>
    </w:p>
    <w:p w14:paraId="684F5C7E" w14:textId="77777777" w:rsidR="00D37400" w:rsidRDefault="00636A18">
      <w:r>
        <w:t>Nous arrivions au débouché de la gorge</w:t>
      </w:r>
      <w:r w:rsidR="00D37400">
        <w:t xml:space="preserve">, </w:t>
      </w:r>
      <w:r>
        <w:t>où le torrent se jette dans la Zorn</w:t>
      </w:r>
      <w:r w:rsidR="00D37400">
        <w:t xml:space="preserve">, </w:t>
      </w:r>
      <w:r>
        <w:t>quand</w:t>
      </w:r>
      <w:r w:rsidR="00D37400">
        <w:t xml:space="preserve">, </w:t>
      </w:r>
      <w:r>
        <w:t>tout à coup</w:t>
      </w:r>
      <w:r w:rsidR="00D37400">
        <w:t xml:space="preserve">, </w:t>
      </w:r>
      <w:r>
        <w:t>au détour du sentier</w:t>
      </w:r>
      <w:r w:rsidR="00D37400">
        <w:t xml:space="preserve">, </w:t>
      </w:r>
      <w:r>
        <w:t>nous fûmes en présence de notre détachement</w:t>
      </w:r>
      <w:r w:rsidR="00D37400">
        <w:t xml:space="preserve">, </w:t>
      </w:r>
      <w:r>
        <w:t>qui venait de faire halte</w:t>
      </w:r>
      <w:r w:rsidR="00D37400">
        <w:t xml:space="preserve"> ; </w:t>
      </w:r>
      <w:r>
        <w:t>et quelle ne fut pas notre surprise de voir là</w:t>
      </w:r>
      <w:r w:rsidR="00D37400">
        <w:t xml:space="preserve">, </w:t>
      </w:r>
      <w:r>
        <w:t>sous la haute ramée</w:t>
      </w:r>
      <w:r w:rsidR="00D37400">
        <w:t xml:space="preserve">, </w:t>
      </w:r>
      <w:r>
        <w:t>au milieu des bruyères</w:t>
      </w:r>
      <w:r w:rsidR="00D37400">
        <w:t xml:space="preserve">, </w:t>
      </w:r>
      <w:r>
        <w:t>cinq ou six gendarmes à cheval</w:t>
      </w:r>
      <w:r w:rsidR="00D37400">
        <w:t xml:space="preserve">, </w:t>
      </w:r>
      <w:r>
        <w:t>avec leurs grands chapeaux</w:t>
      </w:r>
      <w:r w:rsidR="00D37400">
        <w:t xml:space="preserve">, </w:t>
      </w:r>
      <w:r>
        <w:t>et plus de vingt gardes f</w:t>
      </w:r>
      <w:r>
        <w:t>o</w:t>
      </w:r>
      <w:r>
        <w:t>restiers en habit vert</w:t>
      </w:r>
      <w:r w:rsidR="00D37400">
        <w:t xml:space="preserve">, </w:t>
      </w:r>
      <w:r>
        <w:t>petite casquette à cor de chasse</w:t>
      </w:r>
      <w:r w:rsidR="00D37400">
        <w:t xml:space="preserve">, </w:t>
      </w:r>
      <w:r>
        <w:t>le mou</w:t>
      </w:r>
      <w:r>
        <w:t>s</w:t>
      </w:r>
      <w:r>
        <w:t>queton en bandoulière</w:t>
      </w:r>
      <w:r w:rsidR="00D37400">
        <w:t> !</w:t>
      </w:r>
    </w:p>
    <w:p w14:paraId="4DD37642" w14:textId="77777777" w:rsidR="00D37400" w:rsidRDefault="00636A18">
      <w:r>
        <w:t>Mon ami Florentin et le capitaine Ader</w:t>
      </w:r>
      <w:r w:rsidR="00D37400">
        <w:t xml:space="preserve">, </w:t>
      </w:r>
      <w:r>
        <w:t>dans l</w:t>
      </w:r>
      <w:r w:rsidR="00D37400">
        <w:t>’</w:t>
      </w:r>
      <w:r>
        <w:t>ombre papi</w:t>
      </w:r>
      <w:r>
        <w:t>l</w:t>
      </w:r>
      <w:r>
        <w:t>lotante</w:t>
      </w:r>
      <w:r w:rsidR="00D37400">
        <w:t xml:space="preserve">, </w:t>
      </w:r>
      <w:r>
        <w:t>se trouvaient avec eux</w:t>
      </w:r>
      <w:r w:rsidR="00D37400">
        <w:t xml:space="preserve"> ; </w:t>
      </w:r>
      <w:r>
        <w:t>ils délibéraient ensemble</w:t>
      </w:r>
      <w:r w:rsidR="00D37400">
        <w:t xml:space="preserve">, </w:t>
      </w:r>
      <w:r>
        <w:t>et nos gardes nationaux</w:t>
      </w:r>
      <w:r w:rsidR="00D37400">
        <w:t xml:space="preserve">, </w:t>
      </w:r>
      <w:r>
        <w:t>alignés sur le sentier</w:t>
      </w:r>
      <w:r w:rsidR="00D37400">
        <w:t xml:space="preserve">, </w:t>
      </w:r>
      <w:r>
        <w:t>l</w:t>
      </w:r>
      <w:r w:rsidR="00D37400">
        <w:t>’</w:t>
      </w:r>
      <w:r>
        <w:t>arme au pied</w:t>
      </w:r>
      <w:r w:rsidR="00D37400">
        <w:t xml:space="preserve">, </w:t>
      </w:r>
      <w:r>
        <w:t>s</w:t>
      </w:r>
      <w:r w:rsidR="00D37400">
        <w:t>’</w:t>
      </w:r>
      <w:r>
        <w:t>essuyaient le front</w:t>
      </w:r>
      <w:r w:rsidR="00D37400">
        <w:t xml:space="preserve">, </w:t>
      </w:r>
      <w:r>
        <w:t>tirant leurs mouchoirs du fond des sch</w:t>
      </w:r>
      <w:r>
        <w:t>a</w:t>
      </w:r>
      <w:r>
        <w:t>kos</w:t>
      </w:r>
      <w:r w:rsidR="00D37400">
        <w:t>.</w:t>
      </w:r>
    </w:p>
    <w:p w14:paraId="14943EC2" w14:textId="77777777" w:rsidR="00D37400" w:rsidRDefault="00636A18">
      <w:r>
        <w:lastRenderedPageBreak/>
        <w:t>C</w:t>
      </w:r>
      <w:r w:rsidR="00D37400">
        <w:t>’</w:t>
      </w:r>
      <w:r>
        <w:t>était un coup d</w:t>
      </w:r>
      <w:r w:rsidR="00D37400">
        <w:t>’</w:t>
      </w:r>
      <w:r>
        <w:t>œil admirable</w:t>
      </w:r>
      <w:r w:rsidR="00D37400">
        <w:t xml:space="preserve">, </w:t>
      </w:r>
      <w:r>
        <w:t>plein de lumière et d</w:t>
      </w:r>
      <w:r w:rsidR="00D37400">
        <w:t>’</w:t>
      </w:r>
      <w:r>
        <w:t>ombre</w:t>
      </w:r>
      <w:r w:rsidR="00D37400">
        <w:t xml:space="preserve"> ; </w:t>
      </w:r>
      <w:r>
        <w:t>l</w:t>
      </w:r>
      <w:r w:rsidR="00D37400">
        <w:t>’</w:t>
      </w:r>
      <w:r>
        <w:t>éclat des armes et des uniformes au milieu de la ve</w:t>
      </w:r>
      <w:r>
        <w:t>r</w:t>
      </w:r>
      <w:r>
        <w:t>dure vous éblouissait</w:t>
      </w:r>
      <w:r w:rsidR="00D37400">
        <w:t>.</w:t>
      </w:r>
    </w:p>
    <w:p w14:paraId="09451BA0" w14:textId="77777777" w:rsidR="00D37400" w:rsidRDefault="00636A18">
      <w:r>
        <w:t>Il paraît qu</w:t>
      </w:r>
      <w:r w:rsidR="00D37400">
        <w:t>’</w:t>
      </w:r>
      <w:r>
        <w:t>on s</w:t>
      </w:r>
      <w:r w:rsidR="00D37400">
        <w:t>’</w:t>
      </w:r>
      <w:r>
        <w:t>était donné rendez-vous là</w:t>
      </w:r>
      <w:r w:rsidR="00D37400">
        <w:t xml:space="preserve">, </w:t>
      </w:r>
      <w:r>
        <w:t>pour s</w:t>
      </w:r>
      <w:r w:rsidR="00D37400">
        <w:t>’</w:t>
      </w:r>
      <w:r>
        <w:t>entendre avant de grimper la côte</w:t>
      </w:r>
      <w:r w:rsidR="00D37400">
        <w:t>.</w:t>
      </w:r>
    </w:p>
    <w:p w14:paraId="5BD72049" w14:textId="77777777" w:rsidR="00D37400" w:rsidRDefault="00636A18">
      <w:r>
        <w:t>Et</w:t>
      </w:r>
      <w:r w:rsidR="00D37400">
        <w:t xml:space="preserve">, </w:t>
      </w:r>
      <w:r>
        <w:t>comme notre arrivée étonnait ce monde</w:t>
      </w:r>
      <w:r w:rsidR="00D37400">
        <w:t xml:space="preserve">, </w:t>
      </w:r>
      <w:r>
        <w:t>Florentin</w:t>
      </w:r>
      <w:r w:rsidR="00D37400">
        <w:t xml:space="preserve">, </w:t>
      </w:r>
      <w:r>
        <w:t>s</w:t>
      </w:r>
      <w:r w:rsidR="00D37400">
        <w:t>’</w:t>
      </w:r>
      <w:r>
        <w:t>étant retourné</w:t>
      </w:r>
      <w:r w:rsidR="00D37400">
        <w:t xml:space="preserve">, </w:t>
      </w:r>
      <w:r>
        <w:t>me vit sautant dans les bruyères pour me c</w:t>
      </w:r>
      <w:r>
        <w:t>a</w:t>
      </w:r>
      <w:r>
        <w:t>cher</w:t>
      </w:r>
      <w:r w:rsidR="00D37400">
        <w:t xml:space="preserve">, </w:t>
      </w:r>
      <w:r>
        <w:t>et s</w:t>
      </w:r>
      <w:r w:rsidR="00D37400">
        <w:t>’</w:t>
      </w:r>
      <w:r>
        <w:t>écria d</w:t>
      </w:r>
      <w:r w:rsidR="00D37400">
        <w:t>’</w:t>
      </w:r>
      <w:r>
        <w:t>une voix tonnante</w:t>
      </w:r>
      <w:r w:rsidR="00D37400">
        <w:t> :</w:t>
      </w:r>
    </w:p>
    <w:p w14:paraId="36673A6A" w14:textId="3B4186A4" w:rsidR="00636A18" w:rsidRDefault="00D37400">
      <w:r>
        <w:t>« </w:t>
      </w:r>
      <w:r w:rsidR="00636A18">
        <w:t>Halte</w:t>
      </w:r>
      <w:r>
        <w:t xml:space="preserve"> ! </w:t>
      </w:r>
      <w:r w:rsidR="00636A18">
        <w:t>qu</w:t>
      </w:r>
      <w:r>
        <w:t>’</w:t>
      </w:r>
      <w:r w:rsidR="00636A18">
        <w:t>on l</w:t>
      </w:r>
      <w:r>
        <w:t>’</w:t>
      </w:r>
      <w:r w:rsidR="00636A18">
        <w:t>arrête et qu</w:t>
      </w:r>
      <w:r>
        <w:t>’</w:t>
      </w:r>
      <w:r w:rsidR="00636A18">
        <w:t>on me l</w:t>
      </w:r>
      <w:r>
        <w:t>’</w:t>
      </w:r>
      <w:r w:rsidR="00636A18">
        <w:t>amène avec les autres</w:t>
      </w:r>
      <w:r>
        <w:t>. »</w:t>
      </w:r>
    </w:p>
    <w:p w14:paraId="4CACF5C7" w14:textId="77777777" w:rsidR="00D37400" w:rsidRDefault="00636A18">
      <w:r>
        <w:t>Deux sentinelles</w:t>
      </w:r>
      <w:r w:rsidR="00D37400">
        <w:t xml:space="preserve">, </w:t>
      </w:r>
      <w:r>
        <w:t>qu</w:t>
      </w:r>
      <w:r w:rsidR="00D37400">
        <w:t>’</w:t>
      </w:r>
      <w:r>
        <w:t>il avait postées plus loin dans le se</w:t>
      </w:r>
      <w:r>
        <w:t>n</w:t>
      </w:r>
      <w:r>
        <w:t>tier</w:t>
      </w:r>
      <w:r w:rsidR="00D37400">
        <w:t xml:space="preserve">, </w:t>
      </w:r>
      <w:r>
        <w:t>nous barrèrent le passage</w:t>
      </w:r>
      <w:r w:rsidR="00D37400">
        <w:t xml:space="preserve"> ; </w:t>
      </w:r>
      <w:r>
        <w:t>on nous empoigna et on nous conduisit comme des malfaiteurs au milieu d</w:t>
      </w:r>
      <w:r w:rsidR="00D37400">
        <w:t>’</w:t>
      </w:r>
      <w:r>
        <w:t>un piquet</w:t>
      </w:r>
      <w:r w:rsidR="00D37400">
        <w:t xml:space="preserve">, </w:t>
      </w:r>
      <w:r>
        <w:t>en pr</w:t>
      </w:r>
      <w:r>
        <w:t>é</w:t>
      </w:r>
      <w:r>
        <w:t>sence de mon ami Florentin</w:t>
      </w:r>
      <w:r w:rsidR="00D37400">
        <w:t xml:space="preserve">, </w:t>
      </w:r>
      <w:r>
        <w:t>qui n</w:t>
      </w:r>
      <w:r w:rsidR="00D37400">
        <w:t>’</w:t>
      </w:r>
      <w:r>
        <w:t>avait pas l</w:t>
      </w:r>
      <w:r w:rsidR="00D37400">
        <w:t>’</w:t>
      </w:r>
      <w:r>
        <w:t>air tendre</w:t>
      </w:r>
      <w:r w:rsidR="00D37400">
        <w:t>.</w:t>
      </w:r>
    </w:p>
    <w:p w14:paraId="00B06D0B" w14:textId="77777777" w:rsidR="00D37400" w:rsidRDefault="00D37400">
      <w:r>
        <w:t>« </w:t>
      </w:r>
      <w:r w:rsidR="00636A18">
        <w:t>Qu</w:t>
      </w:r>
      <w:r>
        <w:t>’</w:t>
      </w:r>
      <w:r w:rsidR="00636A18">
        <w:t>est-ce que tu viens faire ici</w:t>
      </w:r>
      <w:r>
        <w:t xml:space="preserve"> ? </w:t>
      </w:r>
      <w:r w:rsidR="00636A18">
        <w:t>me dit-il d</w:t>
      </w:r>
      <w:r>
        <w:t>’</w:t>
      </w:r>
      <w:r w:rsidR="00636A18">
        <w:t>un ton rude</w:t>
      </w:r>
      <w:r>
        <w:t xml:space="preserve">, </w:t>
      </w:r>
      <w:r w:rsidR="00636A18">
        <w:t>en fronçant les sourcils</w:t>
      </w:r>
      <w:r>
        <w:t>.</w:t>
      </w:r>
    </w:p>
    <w:p w14:paraId="2CF76FBD" w14:textId="77777777" w:rsidR="00D37400" w:rsidRDefault="00D37400">
      <w:r>
        <w:t>— </w:t>
      </w:r>
      <w:r w:rsidR="00636A18">
        <w:t>Je veux voir la bataille</w:t>
      </w:r>
      <w:r>
        <w:t xml:space="preserve">, </w:t>
      </w:r>
      <w:r w:rsidR="00636A18">
        <w:t>lui répondis-je hardiment</w:t>
      </w:r>
      <w:r>
        <w:t>.</w:t>
      </w:r>
    </w:p>
    <w:p w14:paraId="5DF7DFB9" w14:textId="77777777" w:rsidR="00D37400" w:rsidRDefault="00D37400">
      <w:r>
        <w:t>— </w:t>
      </w:r>
      <w:r w:rsidR="00636A18">
        <w:t>Est-ce que tu ne m</w:t>
      </w:r>
      <w:r>
        <w:t>’</w:t>
      </w:r>
      <w:r w:rsidR="00636A18">
        <w:t xml:space="preserve">avais pas promis de rester avec </w:t>
      </w:r>
      <w:proofErr w:type="spellStart"/>
      <w:r w:rsidR="00636A18">
        <w:t>Fren</w:t>
      </w:r>
      <w:r w:rsidR="00636A18">
        <w:t>t</w:t>
      </w:r>
      <w:r w:rsidR="00636A18">
        <w:t>zel</w:t>
      </w:r>
      <w:proofErr w:type="spellEnd"/>
      <w:r>
        <w:t> ?</w:t>
      </w:r>
    </w:p>
    <w:p w14:paraId="24ED4659" w14:textId="2B8665B0" w:rsidR="00636A18" w:rsidRDefault="00D37400">
      <w:r>
        <w:t>— </w:t>
      </w:r>
      <w:r w:rsidR="00636A18">
        <w:t>Oui</w:t>
      </w:r>
      <w:r>
        <w:t xml:space="preserve"> ! </w:t>
      </w:r>
      <w:r w:rsidR="00636A18">
        <w:t>mais je veux voir la bataille</w:t>
      </w:r>
      <w:r>
        <w:t>. »</w:t>
      </w:r>
    </w:p>
    <w:p w14:paraId="29B7CB49" w14:textId="77777777" w:rsidR="00D37400" w:rsidRDefault="00636A18">
      <w:r>
        <w:t>Il semblait sévère</w:t>
      </w:r>
      <w:r w:rsidR="00D37400">
        <w:t xml:space="preserve">, </w:t>
      </w:r>
      <w:r>
        <w:t>et pourtant malgré lui son front se dér</w:t>
      </w:r>
      <w:r>
        <w:t>i</w:t>
      </w:r>
      <w:r>
        <w:t>dait</w:t>
      </w:r>
      <w:r w:rsidR="00D37400">
        <w:t xml:space="preserve"> ; </w:t>
      </w:r>
      <w:r>
        <w:t>il ne pouvait s</w:t>
      </w:r>
      <w:r w:rsidR="00D37400">
        <w:t>’</w:t>
      </w:r>
      <w:r>
        <w:t>empêcher de sourire dans ses moustaches</w:t>
      </w:r>
      <w:r w:rsidR="00D37400">
        <w:t>.</w:t>
      </w:r>
    </w:p>
    <w:p w14:paraId="61082A2E" w14:textId="77777777" w:rsidR="00D37400" w:rsidRDefault="00636A18">
      <w:r>
        <w:t>Les gendarmes</w:t>
      </w:r>
      <w:r w:rsidR="00D37400">
        <w:t xml:space="preserve">, </w:t>
      </w:r>
      <w:r>
        <w:t>autour de nous</w:t>
      </w:r>
      <w:r w:rsidR="00D37400">
        <w:t xml:space="preserve">, </w:t>
      </w:r>
      <w:r>
        <w:t>restaient graves</w:t>
      </w:r>
      <w:r w:rsidR="00D37400">
        <w:t>.</w:t>
      </w:r>
    </w:p>
    <w:p w14:paraId="72296B8B" w14:textId="0AFE8385" w:rsidR="00636A18" w:rsidRDefault="00D37400">
      <w:pPr>
        <w:rPr>
          <w:szCs w:val="36"/>
        </w:rPr>
      </w:pPr>
      <w:r>
        <w:t>« </w:t>
      </w:r>
      <w:r w:rsidR="00636A18">
        <w:t>Et vous autres</w:t>
      </w:r>
      <w:r>
        <w:t xml:space="preserve">, </w:t>
      </w:r>
      <w:r w:rsidR="00636A18">
        <w:t>tas de gueux</w:t>
      </w:r>
      <w:r>
        <w:t xml:space="preserve">, </w:t>
      </w:r>
      <w:r w:rsidR="00636A18">
        <w:t>s</w:t>
      </w:r>
      <w:r>
        <w:t>’</w:t>
      </w:r>
      <w:r w:rsidR="00636A18">
        <w:t>écria Florentin en s</w:t>
      </w:r>
      <w:r>
        <w:t>’</w:t>
      </w:r>
      <w:r w:rsidR="00636A18">
        <w:t>adressant à mes camarades</w:t>
      </w:r>
      <w:r>
        <w:t xml:space="preserve">, </w:t>
      </w:r>
      <w:r w:rsidR="00636A18">
        <w:t>qui est-ce qui vous a permis de nous suivre</w:t>
      </w:r>
      <w:r>
        <w:t xml:space="preserve"> ? </w:t>
      </w:r>
      <w:r w:rsidR="00636A18">
        <w:t>Vous êtes des espions</w:t>
      </w:r>
      <w:r>
        <w:t xml:space="preserve">, </w:t>
      </w:r>
      <w:r w:rsidR="00636A18">
        <w:t>bien sûr</w:t>
      </w:r>
      <w:r>
        <w:t xml:space="preserve">, </w:t>
      </w:r>
      <w:r w:rsidR="00636A18">
        <w:t xml:space="preserve">des espions de </w:t>
      </w:r>
      <w:proofErr w:type="spellStart"/>
      <w:r w:rsidR="00636A18">
        <w:lastRenderedPageBreak/>
        <w:t>Garbourg</w:t>
      </w:r>
      <w:proofErr w:type="spellEnd"/>
      <w:r w:rsidR="00636A18">
        <w:t xml:space="preserve"> et de </w:t>
      </w:r>
      <w:proofErr w:type="spellStart"/>
      <w:r w:rsidR="00636A18">
        <w:t>Hüldehouse</w:t>
      </w:r>
      <w:proofErr w:type="spellEnd"/>
      <w:r>
        <w:t xml:space="preserve">. </w:t>
      </w:r>
      <w:r w:rsidR="00636A18">
        <w:t>Si je vous faisais fusiller</w:t>
      </w:r>
      <w:r>
        <w:t xml:space="preserve">, </w:t>
      </w:r>
      <w:r w:rsidR="00636A18">
        <w:t>qu</w:t>
      </w:r>
      <w:r>
        <w:t>’</w:t>
      </w:r>
      <w:r w:rsidR="00636A18">
        <w:t>est-ce que vous diriez</w:t>
      </w:r>
      <w:r>
        <w:t> ? »</w:t>
      </w:r>
    </w:p>
    <w:p w14:paraId="6E095A94" w14:textId="77777777" w:rsidR="00D37400" w:rsidRDefault="00636A18">
      <w:r>
        <w:t>Mais</w:t>
      </w:r>
      <w:r w:rsidR="00D37400">
        <w:t xml:space="preserve">, </w:t>
      </w:r>
      <w:r>
        <w:t>voyant qu</w:t>
      </w:r>
      <w:r w:rsidR="00D37400">
        <w:t>’</w:t>
      </w:r>
      <w:r>
        <w:t>au lieu de trembler</w:t>
      </w:r>
      <w:r w:rsidR="00D37400">
        <w:t xml:space="preserve">, </w:t>
      </w:r>
      <w:r>
        <w:t>ils se grattaient l</w:t>
      </w:r>
      <w:r w:rsidR="00D37400">
        <w:t>’</w:t>
      </w:r>
      <w:r>
        <w:t>oreille et le bas du dos d</w:t>
      </w:r>
      <w:r w:rsidR="00D37400">
        <w:t>’</w:t>
      </w:r>
      <w:r>
        <w:t>un air embarrassé</w:t>
      </w:r>
      <w:r w:rsidR="00D37400">
        <w:t xml:space="preserve">, </w:t>
      </w:r>
      <w:r>
        <w:t>il se tourna vers le brigadier de gendarmerie Klein</w:t>
      </w:r>
      <w:r w:rsidR="00D37400">
        <w:t xml:space="preserve">, </w:t>
      </w:r>
      <w:r>
        <w:t>en s</w:t>
      </w:r>
      <w:r w:rsidR="00D37400">
        <w:t>’</w:t>
      </w:r>
      <w:r>
        <w:t>écriant tout joyeux</w:t>
      </w:r>
      <w:r w:rsidR="00D37400">
        <w:t> :</w:t>
      </w:r>
    </w:p>
    <w:p w14:paraId="21404C8D" w14:textId="77777777" w:rsidR="00D37400" w:rsidRDefault="00D37400">
      <w:r>
        <w:t>« </w:t>
      </w:r>
      <w:r w:rsidR="00636A18">
        <w:t>Savez-vous</w:t>
      </w:r>
      <w:r>
        <w:t xml:space="preserve">, </w:t>
      </w:r>
      <w:r w:rsidR="00636A18">
        <w:t>brigadier</w:t>
      </w:r>
      <w:r>
        <w:t xml:space="preserve">, </w:t>
      </w:r>
      <w:r w:rsidR="00636A18">
        <w:t>que ces gueux-là feront de fameux soldats</w:t>
      </w:r>
      <w:r>
        <w:t xml:space="preserve">, </w:t>
      </w:r>
      <w:r w:rsidR="00636A18">
        <w:t>et que si la guerre commence</w:t>
      </w:r>
      <w:r>
        <w:t xml:space="preserve">, </w:t>
      </w:r>
      <w:r w:rsidR="00636A18">
        <w:t>dans vingt ans plus d</w:t>
      </w:r>
      <w:r>
        <w:t>’</w:t>
      </w:r>
      <w:r w:rsidR="00636A18">
        <w:t>un sera capitaine comme les anciens</w:t>
      </w:r>
      <w:r>
        <w:t> ?</w:t>
      </w:r>
    </w:p>
    <w:p w14:paraId="46B76FB6" w14:textId="77777777" w:rsidR="00D37400" w:rsidRDefault="00D37400">
      <w:r>
        <w:t>— </w:t>
      </w:r>
      <w:r w:rsidR="00636A18">
        <w:t>Certainement</w:t>
      </w:r>
      <w:r>
        <w:t xml:space="preserve">, </w:t>
      </w:r>
      <w:r w:rsidR="00636A18">
        <w:t>mon commandant</w:t>
      </w:r>
      <w:r>
        <w:t xml:space="preserve">, </w:t>
      </w:r>
      <w:r w:rsidR="00636A18">
        <w:t>dit le brigadier</w:t>
      </w:r>
      <w:r>
        <w:t xml:space="preserve">, </w:t>
      </w:r>
      <w:r w:rsidR="00636A18">
        <w:t>ça ne m</w:t>
      </w:r>
      <w:r>
        <w:t>’</w:t>
      </w:r>
      <w:r w:rsidR="00636A18">
        <w:t>étonnerait pas du tout</w:t>
      </w:r>
      <w:r>
        <w:t>.</w:t>
      </w:r>
    </w:p>
    <w:p w14:paraId="6AF92BBF" w14:textId="3AC58621" w:rsidR="00636A18" w:rsidRDefault="00D37400">
      <w:pPr>
        <w:rPr>
          <w:szCs w:val="36"/>
        </w:rPr>
      </w:pPr>
      <w:r>
        <w:t>— </w:t>
      </w:r>
      <w:r w:rsidR="00636A18">
        <w:t>Oui</w:t>
      </w:r>
      <w:r>
        <w:t xml:space="preserve">, </w:t>
      </w:r>
      <w:r w:rsidR="00636A18">
        <w:t>dit Florentin</w:t>
      </w:r>
      <w:r>
        <w:t xml:space="preserve">, </w:t>
      </w:r>
      <w:r w:rsidR="00636A18">
        <w:t>mais</w:t>
      </w:r>
      <w:r>
        <w:t xml:space="preserve">, </w:t>
      </w:r>
      <w:r w:rsidR="00636A18">
        <w:t>en attendant</w:t>
      </w:r>
      <w:r>
        <w:t xml:space="preserve">, </w:t>
      </w:r>
      <w:r w:rsidR="00636A18">
        <w:t>je vais faire reco</w:t>
      </w:r>
      <w:r w:rsidR="00636A18">
        <w:t>n</w:t>
      </w:r>
      <w:r w:rsidR="00636A18">
        <w:t>duire celui-ci à Phalsbourg</w:t>
      </w:r>
      <w:r>
        <w:t xml:space="preserve">, </w:t>
      </w:r>
      <w:r w:rsidR="00636A18">
        <w:t>car ses parents sont de braves gens</w:t>
      </w:r>
      <w:r>
        <w:t xml:space="preserve">. </w:t>
      </w:r>
      <w:r w:rsidR="00636A18">
        <w:t>Quant aux autres</w:t>
      </w:r>
      <w:r>
        <w:t xml:space="preserve">, </w:t>
      </w:r>
      <w:r w:rsidR="00636A18">
        <w:t>qu</w:t>
      </w:r>
      <w:r>
        <w:t>’</w:t>
      </w:r>
      <w:r w:rsidR="00636A18">
        <w:t>ils nous suivent ou qu</w:t>
      </w:r>
      <w:r>
        <w:t>’</w:t>
      </w:r>
      <w:r w:rsidR="00636A18">
        <w:t>ils s</w:t>
      </w:r>
      <w:r>
        <w:t>’</w:t>
      </w:r>
      <w:r w:rsidR="00636A18">
        <w:t>en r</w:t>
      </w:r>
      <w:r w:rsidR="00636A18">
        <w:t>e</w:t>
      </w:r>
      <w:r w:rsidR="00636A18">
        <w:t>tournent</w:t>
      </w:r>
      <w:r>
        <w:t xml:space="preserve">, </w:t>
      </w:r>
      <w:r w:rsidR="00636A18">
        <w:t>ça les regarde</w:t>
      </w:r>
      <w:r>
        <w:t>. »</w:t>
      </w:r>
    </w:p>
    <w:p w14:paraId="32DEE117" w14:textId="77777777" w:rsidR="00D37400" w:rsidRDefault="00636A18">
      <w:r>
        <w:t xml:space="preserve">Et voyant de loin une vieille en train de faire son fagot </w:t>
      </w:r>
      <w:proofErr w:type="spellStart"/>
      <w:r>
        <w:t>sous bois</w:t>
      </w:r>
      <w:proofErr w:type="spellEnd"/>
      <w:r w:rsidR="00D37400">
        <w:t xml:space="preserve">, </w:t>
      </w:r>
      <w:r>
        <w:t>il ordonna d</w:t>
      </w:r>
      <w:r w:rsidR="00D37400">
        <w:t>’</w:t>
      </w:r>
      <w:r>
        <w:t>aller la chercher</w:t>
      </w:r>
      <w:r w:rsidR="00D37400">
        <w:t>.</w:t>
      </w:r>
    </w:p>
    <w:p w14:paraId="33D17DF6" w14:textId="77777777" w:rsidR="00D37400" w:rsidRDefault="00636A18">
      <w:r>
        <w:t>C</w:t>
      </w:r>
      <w:r w:rsidR="00D37400">
        <w:t>’</w:t>
      </w:r>
      <w:r>
        <w:t>était Jeannette Magloire</w:t>
      </w:r>
      <w:r w:rsidR="00D37400">
        <w:t xml:space="preserve">, </w:t>
      </w:r>
      <w:r>
        <w:t>du Bois-de-Chênes</w:t>
      </w:r>
      <w:r w:rsidR="00D37400">
        <w:t xml:space="preserve">, </w:t>
      </w:r>
      <w:r>
        <w:t>qui venait souvent dans notre boutique</w:t>
      </w:r>
      <w:r w:rsidR="00D37400">
        <w:t>.</w:t>
      </w:r>
    </w:p>
    <w:p w14:paraId="79ECD918" w14:textId="77777777" w:rsidR="00D37400" w:rsidRDefault="00D37400">
      <w:r>
        <w:t>« </w:t>
      </w:r>
      <w:r w:rsidR="00636A18">
        <w:t>Vous connaissez cet enfant-là</w:t>
      </w:r>
      <w:r>
        <w:t xml:space="preserve"> ? </w:t>
      </w:r>
      <w:r w:rsidR="00636A18">
        <w:t>lui dit-il</w:t>
      </w:r>
      <w:r>
        <w:t>.</w:t>
      </w:r>
    </w:p>
    <w:p w14:paraId="63F0141E" w14:textId="7A746006" w:rsidR="00D37400" w:rsidRDefault="00D37400">
      <w:r>
        <w:t>— </w:t>
      </w:r>
      <w:r w:rsidR="00636A18">
        <w:t>Oui</w:t>
      </w:r>
      <w:r>
        <w:t xml:space="preserve">, </w:t>
      </w:r>
      <w:r w:rsidR="00636A18">
        <w:t>c</w:t>
      </w:r>
      <w:r>
        <w:t>’</w:t>
      </w:r>
      <w:r w:rsidR="00636A18">
        <w:t xml:space="preserve">est le fils de </w:t>
      </w:r>
      <w:r>
        <w:t>M. </w:t>
      </w:r>
      <w:proofErr w:type="spellStart"/>
      <w:r w:rsidR="00636A18">
        <w:t>Pélerin</w:t>
      </w:r>
      <w:proofErr w:type="spellEnd"/>
      <w:r>
        <w:t xml:space="preserve">, </w:t>
      </w:r>
      <w:r w:rsidR="00636A18">
        <w:t>l</w:t>
      </w:r>
      <w:r>
        <w:t>’</w:t>
      </w:r>
      <w:r w:rsidR="00636A18">
        <w:t>épicier en face de la halle</w:t>
      </w:r>
      <w:r>
        <w:t>.</w:t>
      </w:r>
    </w:p>
    <w:p w14:paraId="1CBF977F" w14:textId="0E51672E" w:rsidR="00636A18" w:rsidRDefault="00D37400">
      <w:pPr>
        <w:rPr>
          <w:szCs w:val="36"/>
        </w:rPr>
      </w:pPr>
      <w:r>
        <w:t>— </w:t>
      </w:r>
      <w:r w:rsidR="00636A18">
        <w:t>Eh bien</w:t>
      </w:r>
      <w:r>
        <w:t xml:space="preserve"> ! </w:t>
      </w:r>
      <w:r w:rsidR="00636A18">
        <w:t>vous allez le reconduire chez ses parents</w:t>
      </w:r>
      <w:r>
        <w:t xml:space="preserve">. </w:t>
      </w:r>
      <w:r w:rsidR="00636A18">
        <w:t>Voici pour vous</w:t>
      </w:r>
      <w:r>
        <w:t>. »</w:t>
      </w:r>
    </w:p>
    <w:p w14:paraId="2A9AF8DA" w14:textId="77777777" w:rsidR="00D37400" w:rsidRDefault="00636A18">
      <w:r>
        <w:t>Il lui serra quelque chose dans la main</w:t>
      </w:r>
      <w:r w:rsidR="00D37400">
        <w:t xml:space="preserve">, </w:t>
      </w:r>
      <w:r>
        <w:t>et Jeannette M</w:t>
      </w:r>
      <w:r>
        <w:t>a</w:t>
      </w:r>
      <w:r>
        <w:t>gloire parut bien contente</w:t>
      </w:r>
      <w:r w:rsidR="00D37400">
        <w:t>.</w:t>
      </w:r>
    </w:p>
    <w:p w14:paraId="208D5A48" w14:textId="77777777" w:rsidR="00D37400" w:rsidRDefault="00636A18">
      <w:r>
        <w:t>Moi je me révoltais</w:t>
      </w:r>
      <w:r w:rsidR="00D37400">
        <w:t xml:space="preserve">, </w:t>
      </w:r>
      <w:r>
        <w:t>je sanglotais</w:t>
      </w:r>
      <w:r w:rsidR="00D37400">
        <w:t xml:space="preserve">. </w:t>
      </w:r>
      <w:r>
        <w:t>Mais Florentin</w:t>
      </w:r>
      <w:r w:rsidR="00D37400">
        <w:t xml:space="preserve">, </w:t>
      </w:r>
      <w:r>
        <w:t>étendant le bras</w:t>
      </w:r>
      <w:r w:rsidR="00D37400">
        <w:t xml:space="preserve">, </w:t>
      </w:r>
      <w:r>
        <w:t>me dit cette fois d</w:t>
      </w:r>
      <w:r w:rsidR="00D37400">
        <w:t>’</w:t>
      </w:r>
      <w:r>
        <w:t>un ton vraiment fâché</w:t>
      </w:r>
      <w:r w:rsidR="00D37400">
        <w:t> :</w:t>
      </w:r>
    </w:p>
    <w:p w14:paraId="4746EDEB" w14:textId="1649995E" w:rsidR="00636A18" w:rsidRDefault="00D37400">
      <w:pPr>
        <w:rPr>
          <w:szCs w:val="36"/>
        </w:rPr>
      </w:pPr>
      <w:r>
        <w:lastRenderedPageBreak/>
        <w:t>« </w:t>
      </w:r>
      <w:r w:rsidR="00636A18">
        <w:t>File</w:t>
      </w:r>
      <w:r>
        <w:t xml:space="preserve"> !… </w:t>
      </w:r>
      <w:proofErr w:type="gramStart"/>
      <w:r w:rsidR="00636A18">
        <w:t>Et</w:t>
      </w:r>
      <w:proofErr w:type="gramEnd"/>
      <w:r w:rsidR="00636A18">
        <w:t xml:space="preserve"> bien vite</w:t>
      </w:r>
      <w:r>
        <w:t xml:space="preserve"> !… </w:t>
      </w:r>
      <w:r w:rsidR="00636A18">
        <w:t>Tu m</w:t>
      </w:r>
      <w:r>
        <w:t>’</w:t>
      </w:r>
      <w:r w:rsidR="00636A18">
        <w:t>entends</w:t>
      </w:r>
      <w:r>
        <w:t xml:space="preserve"> ?… </w:t>
      </w:r>
      <w:r w:rsidR="00636A18">
        <w:t>Il y a là des b</w:t>
      </w:r>
      <w:r w:rsidR="00636A18">
        <w:t>a</w:t>
      </w:r>
      <w:r w:rsidR="00636A18">
        <w:t>guettes de noisetier</w:t>
      </w:r>
      <w:r>
        <w:t xml:space="preserve">… </w:t>
      </w:r>
      <w:r w:rsidR="00636A18">
        <w:t>Attention</w:t>
      </w:r>
      <w:r>
        <w:t> !… »</w:t>
      </w:r>
    </w:p>
    <w:p w14:paraId="011BFAD8" w14:textId="77777777" w:rsidR="00D37400" w:rsidRDefault="00636A18">
      <w:r>
        <w:t>Je compris que c</w:t>
      </w:r>
      <w:r w:rsidR="00D37400">
        <w:t>’</w:t>
      </w:r>
      <w:r>
        <w:t>était sérieux</w:t>
      </w:r>
      <w:r w:rsidR="00D37400">
        <w:t xml:space="preserve">, </w:t>
      </w:r>
      <w:r>
        <w:t>et j</w:t>
      </w:r>
      <w:r w:rsidR="00D37400">
        <w:t>’</w:t>
      </w:r>
      <w:r>
        <w:t>enfilai le sentier devant la vieille</w:t>
      </w:r>
      <w:r w:rsidR="00D37400">
        <w:t xml:space="preserve">, </w:t>
      </w:r>
      <w:r>
        <w:t>tout penaud</w:t>
      </w:r>
      <w:r w:rsidR="00D37400">
        <w:t xml:space="preserve">. </w:t>
      </w:r>
      <w:r>
        <w:t>L</w:t>
      </w:r>
      <w:r w:rsidR="00D37400">
        <w:t>’</w:t>
      </w:r>
      <w:r>
        <w:t>idée me venait aussi que la nuit appr</w:t>
      </w:r>
      <w:r>
        <w:t>o</w:t>
      </w:r>
      <w:r>
        <w:t>chait</w:t>
      </w:r>
      <w:r w:rsidR="00D37400">
        <w:t xml:space="preserve">, </w:t>
      </w:r>
      <w:r>
        <w:t>que c</w:t>
      </w:r>
      <w:r w:rsidR="00D37400">
        <w:t>’</w:t>
      </w:r>
      <w:r>
        <w:t>était bientôt l</w:t>
      </w:r>
      <w:r w:rsidR="00D37400">
        <w:t>’</w:t>
      </w:r>
      <w:r>
        <w:t>heure du souper</w:t>
      </w:r>
      <w:r w:rsidR="00D37400">
        <w:t xml:space="preserve">, </w:t>
      </w:r>
      <w:r>
        <w:t>et cela contribuait à ma soumission</w:t>
      </w:r>
      <w:r w:rsidR="00D37400">
        <w:t>.</w:t>
      </w:r>
    </w:p>
    <w:p w14:paraId="386023EC" w14:textId="77777777" w:rsidR="00D37400" w:rsidRDefault="00636A18">
      <w:r>
        <w:t>Enfin je partis avec Jeannette</w:t>
      </w:r>
      <w:r w:rsidR="00D37400">
        <w:t xml:space="preserve">, </w:t>
      </w:r>
      <w:r>
        <w:t>repassant par toutes ces roches et gagnant le vallon à la nuit tombante</w:t>
      </w:r>
      <w:r w:rsidR="00D37400">
        <w:t>.</w:t>
      </w:r>
    </w:p>
    <w:p w14:paraId="7EA8F905" w14:textId="77777777" w:rsidR="00D37400" w:rsidRDefault="00636A18">
      <w:r>
        <w:t>Je n</w:t>
      </w:r>
      <w:r w:rsidR="00D37400">
        <w:t>’</w:t>
      </w:r>
      <w:r>
        <w:t>en pouvais plus de fatigue</w:t>
      </w:r>
      <w:r w:rsidR="00D37400">
        <w:t>.</w:t>
      </w:r>
    </w:p>
    <w:p w14:paraId="727D1907" w14:textId="77777777" w:rsidR="00D37400" w:rsidRDefault="00636A18">
      <w:r>
        <w:t>Nous passions le long des petits jardins</w:t>
      </w:r>
      <w:r w:rsidR="00D37400">
        <w:t xml:space="preserve">, </w:t>
      </w:r>
      <w:r>
        <w:t>au pied des glacis</w:t>
      </w:r>
      <w:r w:rsidR="00D37400">
        <w:t xml:space="preserve">, </w:t>
      </w:r>
      <w:r>
        <w:t>quand une voix se mit à crier</w:t>
      </w:r>
      <w:r w:rsidR="00D37400">
        <w:t> :</w:t>
      </w:r>
    </w:p>
    <w:p w14:paraId="399A3293" w14:textId="33663146" w:rsidR="00636A18" w:rsidRDefault="00D37400">
      <w:pPr>
        <w:rPr>
          <w:szCs w:val="36"/>
        </w:rPr>
      </w:pPr>
      <w:r>
        <w:t>« </w:t>
      </w:r>
      <w:r w:rsidR="00636A18">
        <w:t>Le voici</w:t>
      </w:r>
      <w:r>
        <w:t xml:space="preserve">… </w:t>
      </w:r>
      <w:r w:rsidR="00636A18">
        <w:t>maman</w:t>
      </w:r>
      <w:r>
        <w:t xml:space="preserve">… </w:t>
      </w:r>
      <w:r w:rsidR="00636A18">
        <w:t>le voici</w:t>
      </w:r>
      <w:r>
        <w:t> !… »</w:t>
      </w:r>
    </w:p>
    <w:p w14:paraId="6915EC73" w14:textId="77777777" w:rsidR="00D37400" w:rsidRDefault="00636A18">
      <w:r>
        <w:t>Je reconnus la voix de Justine</w:t>
      </w:r>
      <w:r w:rsidR="00D37400">
        <w:t>.</w:t>
      </w:r>
    </w:p>
    <w:p w14:paraId="32F87CAE" w14:textId="77777777" w:rsidR="00D37400" w:rsidRDefault="00636A18">
      <w:r>
        <w:t>Nicole sortit aussitôt de leur jardinet</w:t>
      </w:r>
      <w:r w:rsidR="00D37400">
        <w:t xml:space="preserve">, </w:t>
      </w:r>
      <w:r>
        <w:t>en s</w:t>
      </w:r>
      <w:r w:rsidR="00D37400">
        <w:t>’</w:t>
      </w:r>
      <w:r>
        <w:t>écriant</w:t>
      </w:r>
      <w:r w:rsidR="00D37400">
        <w:t> :</w:t>
      </w:r>
    </w:p>
    <w:p w14:paraId="26745B0B" w14:textId="091CDA89" w:rsidR="00636A18" w:rsidRDefault="00D37400">
      <w:pPr>
        <w:rPr>
          <w:szCs w:val="36"/>
        </w:rPr>
      </w:pPr>
      <w:r>
        <w:t>« </w:t>
      </w:r>
      <w:r w:rsidR="00636A18">
        <w:t>Oh</w:t>
      </w:r>
      <w:r>
        <w:t xml:space="preserve"> ! </w:t>
      </w:r>
      <w:r w:rsidR="00636A18">
        <w:t>malheureux</w:t>
      </w:r>
      <w:r>
        <w:t xml:space="preserve">, </w:t>
      </w:r>
      <w:r w:rsidR="00636A18">
        <w:t>dans quel état sont tes parents</w:t>
      </w:r>
      <w:r>
        <w:t xml:space="preserve"> !… </w:t>
      </w:r>
      <w:r w:rsidR="00636A18">
        <w:t>On te cherche depuis des heures</w:t>
      </w:r>
      <w:r>
        <w:t xml:space="preserve">… </w:t>
      </w:r>
      <w:proofErr w:type="spellStart"/>
      <w:r w:rsidR="00636A18">
        <w:t>Frentzel</w:t>
      </w:r>
      <w:proofErr w:type="spellEnd"/>
      <w:r>
        <w:t xml:space="preserve">… </w:t>
      </w:r>
      <w:r w:rsidR="00636A18">
        <w:t>ta mère</w:t>
      </w:r>
      <w:r>
        <w:t xml:space="preserve">… </w:t>
      </w:r>
      <w:r w:rsidR="00636A18">
        <w:t>Rose</w:t>
      </w:r>
      <w:r>
        <w:t xml:space="preserve">… </w:t>
      </w:r>
      <w:r w:rsidR="00636A18">
        <w:t>tout le monde</w:t>
      </w:r>
      <w:r>
        <w:t xml:space="preserve">… </w:t>
      </w:r>
      <w:r w:rsidR="00636A18">
        <w:t>On te cro</w:t>
      </w:r>
      <w:r w:rsidR="00B63EE5">
        <w:t>yait</w:t>
      </w:r>
      <w:r w:rsidR="00636A18">
        <w:t xml:space="preserve"> perdu</w:t>
      </w:r>
      <w:r>
        <w:t xml:space="preserve">… </w:t>
      </w:r>
      <w:r w:rsidR="00636A18">
        <w:t>Arrive</w:t>
      </w:r>
      <w:r>
        <w:t xml:space="preserve"> !… </w:t>
      </w:r>
      <w:r w:rsidR="00636A18">
        <w:t>arrive</w:t>
      </w:r>
      <w:r>
        <w:t> !… »</w:t>
      </w:r>
    </w:p>
    <w:p w14:paraId="3D340BD1" w14:textId="77777777" w:rsidR="00D37400" w:rsidRDefault="00636A18">
      <w:r>
        <w:t>Et</w:t>
      </w:r>
      <w:r w:rsidR="00D37400">
        <w:t xml:space="preserve">, </w:t>
      </w:r>
      <w:r>
        <w:t>me prenant par la main</w:t>
      </w:r>
      <w:r w:rsidR="00D37400">
        <w:t xml:space="preserve">, </w:t>
      </w:r>
      <w:r>
        <w:t>elle m</w:t>
      </w:r>
      <w:r w:rsidR="00D37400">
        <w:t>’</w:t>
      </w:r>
      <w:r>
        <w:t>entraîna</w:t>
      </w:r>
      <w:r w:rsidR="00D37400">
        <w:t>.</w:t>
      </w:r>
    </w:p>
    <w:p w14:paraId="35E73D26" w14:textId="77777777" w:rsidR="00D37400" w:rsidRDefault="00636A18">
      <w:r>
        <w:t>Justine</w:t>
      </w:r>
      <w:r w:rsidR="00D37400">
        <w:t xml:space="preserve">, </w:t>
      </w:r>
      <w:r>
        <w:t>à côté de moi</w:t>
      </w:r>
      <w:r w:rsidR="00D37400">
        <w:t xml:space="preserve">, </w:t>
      </w:r>
      <w:r>
        <w:t>courait</w:t>
      </w:r>
      <w:r w:rsidR="00D37400">
        <w:t>.</w:t>
      </w:r>
    </w:p>
    <w:p w14:paraId="3DB77FA6" w14:textId="77777777" w:rsidR="00D37400" w:rsidRDefault="00D37400">
      <w:r>
        <w:t>« </w:t>
      </w:r>
      <w:r w:rsidR="00636A18">
        <w:t>D</w:t>
      </w:r>
      <w:r>
        <w:t>’</w:t>
      </w:r>
      <w:r w:rsidR="00636A18">
        <w:t>où viens-tu</w:t>
      </w:r>
      <w:r>
        <w:t xml:space="preserve"> ? </w:t>
      </w:r>
      <w:r w:rsidR="00636A18">
        <w:t>faisait-elle en galopant tout essoufflée</w:t>
      </w:r>
      <w:r>
        <w:t>.</w:t>
      </w:r>
    </w:p>
    <w:p w14:paraId="41FEE8AF" w14:textId="77777777" w:rsidR="00D37400" w:rsidRDefault="00D37400">
      <w:r>
        <w:t>— </w:t>
      </w:r>
      <w:r w:rsidR="00636A18">
        <w:t>De là-bas</w:t>
      </w:r>
      <w:r>
        <w:t xml:space="preserve"> ! </w:t>
      </w:r>
      <w:r w:rsidR="00636A18">
        <w:t>J</w:t>
      </w:r>
      <w:r>
        <w:t>’</w:t>
      </w:r>
      <w:r w:rsidR="00636A18">
        <w:t>ai suivi la garde nationale</w:t>
      </w:r>
      <w:r>
        <w:t xml:space="preserve">… </w:t>
      </w:r>
      <w:r w:rsidR="00636A18">
        <w:t>On m</w:t>
      </w:r>
      <w:r>
        <w:t>’</w:t>
      </w:r>
      <w:r w:rsidR="00636A18">
        <w:t>a renvoyé avec Jeannette Magloire</w:t>
      </w:r>
      <w:r>
        <w:t xml:space="preserve">… </w:t>
      </w:r>
      <w:r w:rsidR="00636A18">
        <w:t>Je voulais voir la bataille</w:t>
      </w:r>
      <w:r>
        <w:t> !…</w:t>
      </w:r>
    </w:p>
    <w:p w14:paraId="5E47F1CB" w14:textId="77777777" w:rsidR="00D37400" w:rsidRDefault="00D37400">
      <w:r>
        <w:t>— </w:t>
      </w:r>
      <w:r w:rsidR="00636A18">
        <w:t>La bataille</w:t>
      </w:r>
      <w:r>
        <w:t xml:space="preserve"> !… </w:t>
      </w:r>
      <w:r w:rsidR="00636A18">
        <w:t>Mais on se tue dans les batailles</w:t>
      </w:r>
      <w:r>
        <w:t xml:space="preserve">… </w:t>
      </w:r>
      <w:r w:rsidR="00636A18">
        <w:t>tu ne sais donc pas cela</w:t>
      </w:r>
      <w:r>
        <w:t> ?</w:t>
      </w:r>
    </w:p>
    <w:p w14:paraId="59404DA1" w14:textId="77777777" w:rsidR="00D37400" w:rsidRDefault="00D37400">
      <w:r>
        <w:t>— </w:t>
      </w:r>
      <w:r w:rsidR="00636A18">
        <w:t>Si</w:t>
      </w:r>
      <w:r>
        <w:t xml:space="preserve">… </w:t>
      </w:r>
      <w:r w:rsidR="00636A18">
        <w:t>mon ami me l</w:t>
      </w:r>
      <w:r>
        <w:t>’</w:t>
      </w:r>
      <w:r w:rsidR="00636A18">
        <w:t>a raconté</w:t>
      </w:r>
      <w:r>
        <w:t>…</w:t>
      </w:r>
    </w:p>
    <w:p w14:paraId="3C701B3D" w14:textId="0913D789" w:rsidR="00636A18" w:rsidRDefault="00D37400">
      <w:pPr>
        <w:rPr>
          <w:szCs w:val="36"/>
        </w:rPr>
      </w:pPr>
      <w:r>
        <w:lastRenderedPageBreak/>
        <w:t>— </w:t>
      </w:r>
      <w:r w:rsidR="00636A18">
        <w:t>Eh bien</w:t>
      </w:r>
      <w:r>
        <w:t xml:space="preserve"> ?… </w:t>
      </w:r>
      <w:r w:rsidR="00636A18">
        <w:t>Et si l</w:t>
      </w:r>
      <w:r>
        <w:t>’</w:t>
      </w:r>
      <w:r w:rsidR="00636A18">
        <w:t>on t</w:t>
      </w:r>
      <w:r>
        <w:t>’</w:t>
      </w:r>
      <w:r w:rsidR="00636A18">
        <w:t>avait tué</w:t>
      </w:r>
      <w:r>
        <w:t xml:space="preserve">… </w:t>
      </w:r>
      <w:r w:rsidR="00636A18">
        <w:t>Oh</w:t>
      </w:r>
      <w:r>
        <w:t xml:space="preserve"> ! </w:t>
      </w:r>
      <w:r w:rsidR="00636A18">
        <w:t>Lucien</w:t>
      </w:r>
      <w:r>
        <w:t> !… »</w:t>
      </w:r>
    </w:p>
    <w:p w14:paraId="736435E9" w14:textId="77777777" w:rsidR="00D37400" w:rsidRDefault="00636A18">
      <w:r>
        <w:t>Puis</w:t>
      </w:r>
      <w:r w:rsidR="00D37400">
        <w:t xml:space="preserve">, </w:t>
      </w:r>
      <w:r>
        <w:t>me prenant la main et se penchant à mon oreille</w:t>
      </w:r>
      <w:r w:rsidR="00D37400">
        <w:t> :</w:t>
      </w:r>
    </w:p>
    <w:p w14:paraId="35AD51C6" w14:textId="77777777" w:rsidR="00D37400" w:rsidRDefault="00D37400">
      <w:r>
        <w:t>« </w:t>
      </w:r>
      <w:r w:rsidR="00636A18">
        <w:t>Tu ne sais pas</w:t>
      </w:r>
      <w:r>
        <w:t xml:space="preserve"> ? </w:t>
      </w:r>
      <w:r w:rsidR="00636A18">
        <w:t>disait-elle</w:t>
      </w:r>
      <w:r>
        <w:t xml:space="preserve">, </w:t>
      </w:r>
      <w:r w:rsidR="00636A18">
        <w:t>mon père est nommé co</w:t>
      </w:r>
      <w:r w:rsidR="00636A18">
        <w:t>m</w:t>
      </w:r>
      <w:r w:rsidR="00636A18">
        <w:t>mandant</w:t>
      </w:r>
      <w:r>
        <w:t xml:space="preserve">… </w:t>
      </w:r>
      <w:r w:rsidR="00636A18">
        <w:t>Il est parti ce matin pour rejoindre son régiment à Bayonne</w:t>
      </w:r>
      <w:r>
        <w:t xml:space="preserve">… </w:t>
      </w:r>
      <w:r w:rsidR="00636A18">
        <w:t>Nous</w:t>
      </w:r>
      <w:r>
        <w:t xml:space="preserve">… </w:t>
      </w:r>
      <w:r w:rsidR="00636A18">
        <w:t>nous restons ici</w:t>
      </w:r>
      <w:r>
        <w:t xml:space="preserve">… </w:t>
      </w:r>
      <w:r w:rsidR="00636A18">
        <w:t>Tu vas pouvoir revenir à la maison</w:t>
      </w:r>
      <w:r>
        <w:t xml:space="preserve">… </w:t>
      </w:r>
      <w:r w:rsidR="00636A18">
        <w:t>Nous allons encore une fois nous amuser</w:t>
      </w:r>
      <w:r>
        <w:t xml:space="preserve">… – </w:t>
      </w:r>
      <w:r w:rsidR="00636A18">
        <w:t>Ah</w:t>
      </w:r>
      <w:r>
        <w:t xml:space="preserve"> ! </w:t>
      </w:r>
      <w:r w:rsidR="00636A18">
        <w:t>que j</w:t>
      </w:r>
      <w:r>
        <w:t>’</w:t>
      </w:r>
      <w:r w:rsidR="00636A18">
        <w:t>ai trouvé le temps long après toi</w:t>
      </w:r>
      <w:r>
        <w:t> !…</w:t>
      </w:r>
    </w:p>
    <w:p w14:paraId="730A71A5" w14:textId="66751B83" w:rsidR="00636A18" w:rsidRDefault="00D37400">
      <w:pPr>
        <w:rPr>
          <w:szCs w:val="36"/>
        </w:rPr>
      </w:pPr>
      <w:r>
        <w:t>— </w:t>
      </w:r>
      <w:r w:rsidR="00636A18">
        <w:t>Oui</w:t>
      </w:r>
      <w:r>
        <w:t xml:space="preserve"> !… </w:t>
      </w:r>
      <w:r w:rsidR="00636A18">
        <w:t>oui</w:t>
      </w:r>
      <w:r>
        <w:t xml:space="preserve"> !… </w:t>
      </w:r>
      <w:r w:rsidR="00636A18">
        <w:t>disait Nicole</w:t>
      </w:r>
      <w:r>
        <w:t xml:space="preserve">. </w:t>
      </w:r>
      <w:r w:rsidR="00636A18">
        <w:t>Mais avant de s</w:t>
      </w:r>
      <w:r>
        <w:t>’</w:t>
      </w:r>
      <w:r w:rsidR="00636A18">
        <w:t>amuser</w:t>
      </w:r>
      <w:r>
        <w:t xml:space="preserve">, </w:t>
      </w:r>
      <w:r w:rsidR="00636A18">
        <w:t>L</w:t>
      </w:r>
      <w:r w:rsidR="00636A18">
        <w:t>u</w:t>
      </w:r>
      <w:r w:rsidR="00636A18">
        <w:t>cien peut apprêter son dos</w:t>
      </w:r>
      <w:r>
        <w:t xml:space="preserve"> !… </w:t>
      </w:r>
      <w:r w:rsidR="00636A18">
        <w:t>Ah</w:t>
      </w:r>
      <w:r>
        <w:t xml:space="preserve"> ! </w:t>
      </w:r>
      <w:r w:rsidR="00636A18">
        <w:t>le mauvais sujet</w:t>
      </w:r>
      <w:r>
        <w:t xml:space="preserve"> !… </w:t>
      </w:r>
      <w:r w:rsidR="00636A18">
        <w:t>ses pauvres parents</w:t>
      </w:r>
      <w:r>
        <w:t xml:space="preserve">… </w:t>
      </w:r>
      <w:r w:rsidR="00636A18">
        <w:t>leur en a-t-il donné des inquiétudes</w:t>
      </w:r>
      <w:r>
        <w:t xml:space="preserve"> !… </w:t>
      </w:r>
      <w:r w:rsidR="00636A18">
        <w:t>Quelle r</w:t>
      </w:r>
      <w:r w:rsidR="00636A18">
        <w:t>a</w:t>
      </w:r>
      <w:r w:rsidR="00636A18">
        <w:t>clée il va recevoir</w:t>
      </w:r>
      <w:r>
        <w:t> ! »</w:t>
      </w:r>
    </w:p>
    <w:p w14:paraId="4FDDBC86" w14:textId="77777777" w:rsidR="00D37400" w:rsidRDefault="00636A18">
      <w:r>
        <w:t>Elle ne me lâchait pas</w:t>
      </w:r>
      <w:r w:rsidR="00D37400">
        <w:t xml:space="preserve">, </w:t>
      </w:r>
      <w:r>
        <w:t>et moi</w:t>
      </w:r>
      <w:r w:rsidR="00D37400">
        <w:t xml:space="preserve">, </w:t>
      </w:r>
      <w:r>
        <w:t>entendant cela</w:t>
      </w:r>
      <w:r w:rsidR="00D37400">
        <w:t xml:space="preserve">, </w:t>
      </w:r>
      <w:r>
        <w:t>j</w:t>
      </w:r>
      <w:r w:rsidR="00D37400">
        <w:t>’</w:t>
      </w:r>
      <w:r>
        <w:t>aurais vo</w:t>
      </w:r>
      <w:r>
        <w:t>u</w:t>
      </w:r>
      <w:r>
        <w:t>lu reprendre le chemin du vallon des Roches</w:t>
      </w:r>
      <w:r w:rsidR="00D37400">
        <w:t>.</w:t>
      </w:r>
    </w:p>
    <w:p w14:paraId="0A12C6AB" w14:textId="77777777" w:rsidR="00D37400" w:rsidRDefault="00636A18">
      <w:r>
        <w:t>En ville</w:t>
      </w:r>
      <w:r w:rsidR="00D37400">
        <w:t xml:space="preserve">, </w:t>
      </w:r>
      <w:r>
        <w:t>lorsque nous entrâmes</w:t>
      </w:r>
      <w:r w:rsidR="00D37400">
        <w:t xml:space="preserve">, </w:t>
      </w:r>
      <w:r>
        <w:t>tout le monde me rega</w:t>
      </w:r>
      <w:r>
        <w:t>r</w:t>
      </w:r>
      <w:r>
        <w:t>dait</w:t>
      </w:r>
      <w:r w:rsidR="00D37400">
        <w:t>.</w:t>
      </w:r>
    </w:p>
    <w:p w14:paraId="27503C20" w14:textId="77777777" w:rsidR="00D37400" w:rsidRDefault="00636A18">
      <w:r>
        <w:t>Il paraît qu</w:t>
      </w:r>
      <w:r w:rsidR="00D37400">
        <w:t>’</w:t>
      </w:r>
      <w:r>
        <w:t>on avait couru partout</w:t>
      </w:r>
      <w:r w:rsidR="00D37400">
        <w:t xml:space="preserve">, </w:t>
      </w:r>
      <w:r>
        <w:t>qu</w:t>
      </w:r>
      <w:r w:rsidR="00D37400">
        <w:t>’</w:t>
      </w:r>
      <w:r>
        <w:t>on m</w:t>
      </w:r>
      <w:r w:rsidR="00D37400">
        <w:t>’</w:t>
      </w:r>
      <w:r>
        <w:t>avait cru tombé des remparts et noyé dans les mares à grenouilles des vieux fo</w:t>
      </w:r>
      <w:r>
        <w:t>s</w:t>
      </w:r>
      <w:r>
        <w:t>sés de la place</w:t>
      </w:r>
      <w:r w:rsidR="00D37400">
        <w:t>.</w:t>
      </w:r>
    </w:p>
    <w:p w14:paraId="6CA15BCA" w14:textId="77777777" w:rsidR="00D37400" w:rsidRDefault="00636A18">
      <w:r>
        <w:t>Naturellement la crainte de rentrer chez nous me serrait le cœur</w:t>
      </w:r>
      <w:r w:rsidR="00D37400">
        <w:t xml:space="preserve">, </w:t>
      </w:r>
      <w:r>
        <w:t>et je ralentissais le pas tant que je pouvais</w:t>
      </w:r>
      <w:r w:rsidR="00D37400">
        <w:t>.</w:t>
      </w:r>
    </w:p>
    <w:p w14:paraId="33554E8F" w14:textId="77777777" w:rsidR="00D37400" w:rsidRDefault="00636A18">
      <w:r>
        <w:t>Justine</w:t>
      </w:r>
      <w:r w:rsidR="00D37400">
        <w:t xml:space="preserve">, </w:t>
      </w:r>
      <w:r>
        <w:t>me tenant toujours par la main</w:t>
      </w:r>
      <w:r w:rsidR="00D37400">
        <w:t xml:space="preserve">, </w:t>
      </w:r>
      <w:r>
        <w:t>disait</w:t>
      </w:r>
      <w:r w:rsidR="00D37400">
        <w:t> :</w:t>
      </w:r>
    </w:p>
    <w:p w14:paraId="034F72E2" w14:textId="77777777" w:rsidR="00D37400" w:rsidRDefault="00D37400">
      <w:r>
        <w:t>« </w:t>
      </w:r>
      <w:r w:rsidR="00636A18">
        <w:t>Ne cours pas si vite</w:t>
      </w:r>
      <w:r>
        <w:t xml:space="preserve">, </w:t>
      </w:r>
      <w:r w:rsidR="00636A18">
        <w:t>maman</w:t>
      </w:r>
      <w:r>
        <w:t xml:space="preserve">… </w:t>
      </w:r>
      <w:r w:rsidR="00636A18">
        <w:t>Ce pauvre Lucien</w:t>
      </w:r>
      <w:r>
        <w:t xml:space="preserve">… </w:t>
      </w:r>
      <w:r w:rsidR="00636A18">
        <w:t>il est trop fatigué</w:t>
      </w:r>
      <w:r>
        <w:t xml:space="preserve">… </w:t>
      </w:r>
      <w:r w:rsidR="00636A18">
        <w:t>Tu vois</w:t>
      </w:r>
      <w:r>
        <w:t xml:space="preserve">… </w:t>
      </w:r>
      <w:r w:rsidR="00636A18">
        <w:t>il ne peut presque plus marcher</w:t>
      </w:r>
      <w:r>
        <w:t> !…</w:t>
      </w:r>
    </w:p>
    <w:p w14:paraId="1FA2C9FA" w14:textId="6AB38057" w:rsidR="00636A18" w:rsidRDefault="00D37400">
      <w:pPr>
        <w:rPr>
          <w:szCs w:val="36"/>
        </w:rPr>
      </w:pPr>
      <w:r>
        <w:t>— </w:t>
      </w:r>
      <w:r w:rsidR="00636A18">
        <w:t>Oui</w:t>
      </w:r>
      <w:r>
        <w:t xml:space="preserve">… </w:t>
      </w:r>
      <w:r w:rsidR="00636A18">
        <w:t>oui</w:t>
      </w:r>
      <w:r>
        <w:t xml:space="preserve">… </w:t>
      </w:r>
      <w:r w:rsidR="00636A18">
        <w:t>disait Nicole en m</w:t>
      </w:r>
      <w:r>
        <w:t>’</w:t>
      </w:r>
      <w:r w:rsidR="00636A18">
        <w:t>entraînant</w:t>
      </w:r>
      <w:r>
        <w:t xml:space="preserve">, </w:t>
      </w:r>
      <w:r w:rsidR="00636A18">
        <w:t>il a bien pu courir derrière la garde nationale</w:t>
      </w:r>
      <w:r>
        <w:t xml:space="preserve">… </w:t>
      </w:r>
      <w:r w:rsidR="00636A18">
        <w:t>Mais gare</w:t>
      </w:r>
      <w:r>
        <w:t xml:space="preserve"> !… </w:t>
      </w:r>
      <w:r w:rsidR="00636A18">
        <w:t>gare</w:t>
      </w:r>
      <w:r>
        <w:t> !… »</w:t>
      </w:r>
    </w:p>
    <w:p w14:paraId="344C00DD" w14:textId="77777777" w:rsidR="00D37400" w:rsidRDefault="00636A18">
      <w:r>
        <w:lastRenderedPageBreak/>
        <w:t>En approchant de la halle</w:t>
      </w:r>
      <w:r w:rsidR="00D37400">
        <w:t xml:space="preserve">, </w:t>
      </w:r>
      <w:r>
        <w:t>voyant de loin des ombres sur les vitres de notre boutique éclairée à l</w:t>
      </w:r>
      <w:r w:rsidR="00D37400">
        <w:t>’</w:t>
      </w:r>
      <w:r>
        <w:t>intérieur</w:t>
      </w:r>
      <w:r w:rsidR="00D37400">
        <w:t xml:space="preserve">, </w:t>
      </w:r>
      <w:r>
        <w:t>je compris qu</w:t>
      </w:r>
      <w:r w:rsidR="00D37400">
        <w:t>’</w:t>
      </w:r>
      <w:r>
        <w:t>on m</w:t>
      </w:r>
      <w:r w:rsidR="00D37400">
        <w:t>’</w:t>
      </w:r>
      <w:r>
        <w:t>attendait</w:t>
      </w:r>
      <w:r w:rsidR="00D37400">
        <w:t xml:space="preserve">, </w:t>
      </w:r>
      <w:r>
        <w:t>que la nouvelle de mon retour était anno</w:t>
      </w:r>
      <w:r>
        <w:t>n</w:t>
      </w:r>
      <w:r>
        <w:t>cée</w:t>
      </w:r>
      <w:r w:rsidR="00D37400">
        <w:t xml:space="preserve">, </w:t>
      </w:r>
      <w:r>
        <w:t>et je me figurai la mère</w:t>
      </w:r>
      <w:r w:rsidR="00D37400">
        <w:t xml:space="preserve">, </w:t>
      </w:r>
      <w:r>
        <w:t>qui ne plaisantait pas dans les grandes occasions</w:t>
      </w:r>
      <w:r w:rsidR="00D37400">
        <w:t xml:space="preserve">, </w:t>
      </w:r>
      <w:r>
        <w:t>toute prête à me faire bon accueil</w:t>
      </w:r>
      <w:r w:rsidR="00D37400">
        <w:t xml:space="preserve">. </w:t>
      </w:r>
      <w:r>
        <w:t>Alors</w:t>
      </w:r>
      <w:r w:rsidR="00D37400">
        <w:t xml:space="preserve">, </w:t>
      </w:r>
      <w:r>
        <w:t>à quelques pas de notre escalier</w:t>
      </w:r>
      <w:r w:rsidR="00D37400">
        <w:t xml:space="preserve">, </w:t>
      </w:r>
      <w:r>
        <w:t>je me laissai tomber</w:t>
      </w:r>
      <w:r w:rsidR="00D37400">
        <w:t xml:space="preserve">, </w:t>
      </w:r>
      <w:r>
        <w:t>et Nicole voulant m</w:t>
      </w:r>
      <w:r w:rsidR="00D37400">
        <w:t>’</w:t>
      </w:r>
      <w:r>
        <w:t>emporter</w:t>
      </w:r>
      <w:r w:rsidR="00D37400">
        <w:t xml:space="preserve">, </w:t>
      </w:r>
      <w:r>
        <w:t>je me pris à crier comme si on m</w:t>
      </w:r>
      <w:r w:rsidR="00D37400">
        <w:t>’</w:t>
      </w:r>
      <w:r>
        <w:t>avait écorché</w:t>
      </w:r>
      <w:r w:rsidR="00D37400">
        <w:t>.</w:t>
      </w:r>
    </w:p>
    <w:p w14:paraId="75472313" w14:textId="77777777" w:rsidR="00D37400" w:rsidRDefault="00636A18">
      <w:r>
        <w:t>Justine pleurait et disait</w:t>
      </w:r>
      <w:r w:rsidR="00D37400">
        <w:t> :</w:t>
      </w:r>
    </w:p>
    <w:p w14:paraId="00D12C86" w14:textId="77777777" w:rsidR="00D37400" w:rsidRDefault="00D37400">
      <w:r>
        <w:t>« </w:t>
      </w:r>
      <w:r w:rsidR="00636A18">
        <w:t>Oh</w:t>
      </w:r>
      <w:r>
        <w:t xml:space="preserve"> ! </w:t>
      </w:r>
      <w:r w:rsidR="00636A18">
        <w:t>maman</w:t>
      </w:r>
      <w:r>
        <w:t xml:space="preserve"> !… </w:t>
      </w:r>
      <w:r w:rsidR="00636A18">
        <w:t>oh</w:t>
      </w:r>
      <w:r>
        <w:t xml:space="preserve"> ! </w:t>
      </w:r>
      <w:r w:rsidR="00636A18">
        <w:t>maman</w:t>
      </w:r>
      <w:r>
        <w:t> !…</w:t>
      </w:r>
    </w:p>
    <w:p w14:paraId="3B2C0FA4" w14:textId="77777777" w:rsidR="00D37400" w:rsidRDefault="00D37400">
      <w:r>
        <w:t>— </w:t>
      </w:r>
      <w:r w:rsidR="00636A18">
        <w:t>Ah</w:t>
      </w:r>
      <w:r>
        <w:t xml:space="preserve"> ! </w:t>
      </w:r>
      <w:r w:rsidR="00636A18">
        <w:t>je te conseille de le plaindre</w:t>
      </w:r>
      <w:r>
        <w:t>, »</w:t>
      </w:r>
      <w:r w:rsidR="00636A18">
        <w:t xml:space="preserve"> criait Nicole</w:t>
      </w:r>
      <w:r>
        <w:t>.</w:t>
      </w:r>
    </w:p>
    <w:p w14:paraId="34C4AC94" w14:textId="77777777" w:rsidR="00D37400" w:rsidRDefault="00636A18">
      <w:r>
        <w:t>En ce moment</w:t>
      </w:r>
      <w:r w:rsidR="00D37400">
        <w:t xml:space="preserve">, </w:t>
      </w:r>
      <w:r>
        <w:t>la porte s</w:t>
      </w:r>
      <w:r w:rsidR="00D37400">
        <w:t>’</w:t>
      </w:r>
      <w:r>
        <w:t>ouvrit</w:t>
      </w:r>
      <w:r w:rsidR="00D37400">
        <w:t xml:space="preserve">, </w:t>
      </w:r>
      <w:r>
        <w:t>et ma mère parut sur les marches</w:t>
      </w:r>
      <w:r w:rsidR="00D37400">
        <w:t xml:space="preserve">, </w:t>
      </w:r>
      <w:r>
        <w:t>avec la grande verge de saint Nicolas</w:t>
      </w:r>
      <w:r w:rsidR="00D37400">
        <w:t xml:space="preserve">. </w:t>
      </w:r>
      <w:r>
        <w:t>Rose tenait la lampe</w:t>
      </w:r>
      <w:r w:rsidR="00D37400">
        <w:t xml:space="preserve">. </w:t>
      </w:r>
      <w:r>
        <w:t>Elles allaient descendre</w:t>
      </w:r>
      <w:r w:rsidR="00D37400">
        <w:t xml:space="preserve">, </w:t>
      </w:r>
      <w:r>
        <w:t>et tous les voisins regardaient déjà des fenêtres la réception qu</w:t>
      </w:r>
      <w:r w:rsidR="00D37400">
        <w:t>’</w:t>
      </w:r>
      <w:r>
        <w:t>on allait me faire</w:t>
      </w:r>
      <w:r w:rsidR="00D37400">
        <w:t xml:space="preserve">, </w:t>
      </w:r>
      <w:r>
        <w:t>lorsque Ju</w:t>
      </w:r>
      <w:r>
        <w:t>s</w:t>
      </w:r>
      <w:r>
        <w:t>tine</w:t>
      </w:r>
      <w:r w:rsidR="00D37400">
        <w:t xml:space="preserve">, </w:t>
      </w:r>
      <w:r>
        <w:t>s</w:t>
      </w:r>
      <w:r w:rsidR="00D37400">
        <w:t>’</w:t>
      </w:r>
      <w:r>
        <w:t>élançant devant moi</w:t>
      </w:r>
      <w:r w:rsidR="00D37400">
        <w:t xml:space="preserve">, </w:t>
      </w:r>
      <w:r>
        <w:t>se prit à plaider ma cause avec une gentillesse qui m</w:t>
      </w:r>
      <w:r w:rsidR="00D37400">
        <w:t>’</w:t>
      </w:r>
      <w:r>
        <w:t>attendrit encore quand j</w:t>
      </w:r>
      <w:r w:rsidR="00D37400">
        <w:t>’</w:t>
      </w:r>
      <w:r>
        <w:t>y pense</w:t>
      </w:r>
      <w:r w:rsidR="00D37400">
        <w:t>.</w:t>
      </w:r>
    </w:p>
    <w:p w14:paraId="4E1A1AAA" w14:textId="2460E883" w:rsidR="00636A18" w:rsidRDefault="00D37400">
      <w:pPr>
        <w:rPr>
          <w:szCs w:val="36"/>
        </w:rPr>
      </w:pPr>
      <w:r>
        <w:t>« </w:t>
      </w:r>
      <w:r w:rsidR="00636A18">
        <w:t>Oh</w:t>
      </w:r>
      <w:r>
        <w:t xml:space="preserve"> ! </w:t>
      </w:r>
      <w:r w:rsidR="00636A18">
        <w:t xml:space="preserve">madame </w:t>
      </w:r>
      <w:proofErr w:type="spellStart"/>
      <w:r w:rsidR="00636A18">
        <w:t>Pélerin</w:t>
      </w:r>
      <w:proofErr w:type="spellEnd"/>
      <w:r>
        <w:t xml:space="preserve">, </w:t>
      </w:r>
      <w:r w:rsidR="00636A18">
        <w:t>disait-elle</w:t>
      </w:r>
      <w:r>
        <w:t xml:space="preserve">, </w:t>
      </w:r>
      <w:r w:rsidR="00636A18">
        <w:t>il ne le fera plus</w:t>
      </w:r>
      <w:r>
        <w:t xml:space="preserve">… </w:t>
      </w:r>
      <w:r w:rsidR="00636A18">
        <w:t>Il s</w:t>
      </w:r>
      <w:r>
        <w:t>’</w:t>
      </w:r>
      <w:r w:rsidR="00636A18">
        <w:t>en repent</w:t>
      </w:r>
      <w:r>
        <w:t xml:space="preserve">… </w:t>
      </w:r>
      <w:r w:rsidR="00636A18">
        <w:t>N</w:t>
      </w:r>
      <w:r>
        <w:t>’</w:t>
      </w:r>
      <w:r w:rsidR="00636A18">
        <w:t>est-ce pas</w:t>
      </w:r>
      <w:r>
        <w:t xml:space="preserve">, </w:t>
      </w:r>
      <w:r w:rsidR="00636A18">
        <w:t>Lucien</w:t>
      </w:r>
      <w:r>
        <w:t xml:space="preserve">… </w:t>
      </w:r>
      <w:r w:rsidR="00636A18">
        <w:t>tu ne te sauveras plus</w:t>
      </w:r>
      <w:r>
        <w:t xml:space="preserve"> ?… </w:t>
      </w:r>
      <w:r w:rsidR="00636A18">
        <w:t>Ce n</w:t>
      </w:r>
      <w:r>
        <w:t>’</w:t>
      </w:r>
      <w:r w:rsidR="00636A18">
        <w:t>est pas sa faute</w:t>
      </w:r>
      <w:r>
        <w:t xml:space="preserve">, </w:t>
      </w:r>
      <w:r w:rsidR="00636A18">
        <w:t xml:space="preserve">madame </w:t>
      </w:r>
      <w:proofErr w:type="spellStart"/>
      <w:r w:rsidR="00636A18">
        <w:t>Pélerin</w:t>
      </w:r>
      <w:proofErr w:type="spellEnd"/>
      <w:r>
        <w:t xml:space="preserve">… </w:t>
      </w:r>
      <w:r w:rsidR="00636A18">
        <w:t>son ami Florentin lui a r</w:t>
      </w:r>
      <w:r w:rsidR="00636A18">
        <w:t>a</w:t>
      </w:r>
      <w:r w:rsidR="00636A18">
        <w:t>conté tant de batailles</w:t>
      </w:r>
      <w:r>
        <w:t xml:space="preserve"> !… </w:t>
      </w:r>
      <w:r w:rsidR="00636A18">
        <w:t>il voulait en voir une</w:t>
      </w:r>
      <w:r>
        <w:t xml:space="preserve">… </w:t>
      </w:r>
      <w:r w:rsidR="00636A18">
        <w:t>Si vous saviez</w:t>
      </w:r>
      <w:r>
        <w:t xml:space="preserve">… </w:t>
      </w:r>
      <w:r w:rsidR="00636A18">
        <w:t>comme il est las</w:t>
      </w:r>
      <w:r>
        <w:t xml:space="preserve"> !… </w:t>
      </w:r>
      <w:r w:rsidR="00636A18">
        <w:t>comme il est las</w:t>
      </w:r>
      <w:r>
        <w:t xml:space="preserve"> !… </w:t>
      </w:r>
      <w:r w:rsidR="00636A18">
        <w:t>Oh</w:t>
      </w:r>
      <w:r>
        <w:t xml:space="preserve"> ! </w:t>
      </w:r>
      <w:r w:rsidR="00636A18">
        <w:t>madame</w:t>
      </w:r>
      <w:r>
        <w:t> !… »</w:t>
      </w:r>
    </w:p>
    <w:p w14:paraId="1BC80B97" w14:textId="77777777" w:rsidR="00D37400" w:rsidRDefault="00636A18">
      <w:r>
        <w:t>Ma mère ne se laissait pas attendrir</w:t>
      </w:r>
      <w:r w:rsidR="00D37400">
        <w:t xml:space="preserve"> ; </w:t>
      </w:r>
      <w:r>
        <w:t>mais le père</w:t>
      </w:r>
      <w:r w:rsidR="00D37400">
        <w:t xml:space="preserve">, </w:t>
      </w:r>
      <w:r>
        <w:t>ayant fait deux pas dehors et regardant Justine qui parlait</w:t>
      </w:r>
      <w:r w:rsidR="00D37400">
        <w:t xml:space="preserve">, </w:t>
      </w:r>
      <w:r>
        <w:t>ses beaux yeux bleus remplis de grosses larmes</w:t>
      </w:r>
      <w:r w:rsidR="00D37400">
        <w:t xml:space="preserve">, </w:t>
      </w:r>
      <w:r>
        <w:t>ses petites mains jointes d</w:t>
      </w:r>
      <w:r w:rsidR="00D37400">
        <w:t>’</w:t>
      </w:r>
      <w:r>
        <w:t>un air suppliant</w:t>
      </w:r>
      <w:r w:rsidR="00D37400">
        <w:t xml:space="preserve">, </w:t>
      </w:r>
      <w:r>
        <w:t>s</w:t>
      </w:r>
      <w:r w:rsidR="00D37400">
        <w:t>’</w:t>
      </w:r>
      <w:r>
        <w:t>écria</w:t>
      </w:r>
      <w:r w:rsidR="00D37400">
        <w:t> :</w:t>
      </w:r>
    </w:p>
    <w:p w14:paraId="2837578E" w14:textId="781D6C13" w:rsidR="00636A18" w:rsidRDefault="00D37400">
      <w:pPr>
        <w:rPr>
          <w:szCs w:val="36"/>
        </w:rPr>
      </w:pPr>
      <w:r>
        <w:t>« </w:t>
      </w:r>
      <w:r w:rsidR="00636A18">
        <w:t>Ah</w:t>
      </w:r>
      <w:r>
        <w:t xml:space="preserve"> ! </w:t>
      </w:r>
      <w:r w:rsidR="00636A18">
        <w:t>mauvais drôle</w:t>
      </w:r>
      <w:r>
        <w:t xml:space="preserve">, </w:t>
      </w:r>
      <w:r w:rsidR="00636A18">
        <w:t>tu as de la chance d</w:t>
      </w:r>
      <w:r>
        <w:t>’</w:t>
      </w:r>
      <w:r w:rsidR="00636A18">
        <w:t>avoir un avocat pareil</w:t>
      </w:r>
      <w:r>
        <w:t xml:space="preserve"> !… </w:t>
      </w:r>
      <w:r w:rsidR="00636A18">
        <w:t>Sans cela</w:t>
      </w:r>
      <w:r>
        <w:t xml:space="preserve">, </w:t>
      </w:r>
      <w:r w:rsidR="00636A18">
        <w:t>on t</w:t>
      </w:r>
      <w:r>
        <w:t>’</w:t>
      </w:r>
      <w:r w:rsidR="00636A18">
        <w:t>aurait reçu comme tu le mérites</w:t>
      </w:r>
      <w:r>
        <w:t xml:space="preserve">… </w:t>
      </w:r>
      <w:r w:rsidR="00636A18">
        <w:lastRenderedPageBreak/>
        <w:t>Va te coucher sans souper</w:t>
      </w:r>
      <w:r>
        <w:t xml:space="preserve">… </w:t>
      </w:r>
      <w:r w:rsidR="00636A18">
        <w:t>Vite</w:t>
      </w:r>
      <w:r>
        <w:t xml:space="preserve"> !… </w:t>
      </w:r>
      <w:r w:rsidR="00636A18">
        <w:t>Et ne recommence pas</w:t>
      </w:r>
      <w:r>
        <w:t xml:space="preserve">… </w:t>
      </w:r>
      <w:r w:rsidR="00636A18">
        <w:t>ou tu auras affaire à moi</w:t>
      </w:r>
      <w:r>
        <w:t> !… »</w:t>
      </w:r>
    </w:p>
    <w:p w14:paraId="6EB885F5" w14:textId="77777777" w:rsidR="00D37400" w:rsidRDefault="00636A18">
      <w:r>
        <w:t>Alors j</w:t>
      </w:r>
      <w:r w:rsidR="00D37400">
        <w:t>’</w:t>
      </w:r>
      <w:r>
        <w:t>obéis</w:t>
      </w:r>
      <w:r w:rsidR="00D37400">
        <w:t xml:space="preserve"> ; </w:t>
      </w:r>
      <w:r>
        <w:t>et comme j</w:t>
      </w:r>
      <w:r w:rsidR="00D37400">
        <w:t>’</w:t>
      </w:r>
      <w:r>
        <w:t>entrais</w:t>
      </w:r>
      <w:r w:rsidR="00D37400">
        <w:t xml:space="preserve">, </w:t>
      </w:r>
      <w:r>
        <w:t>l</w:t>
      </w:r>
      <w:r w:rsidR="00D37400">
        <w:t>’</w:t>
      </w:r>
      <w:r>
        <w:t>oreille basse</w:t>
      </w:r>
      <w:r w:rsidR="00D37400">
        <w:t xml:space="preserve">, </w:t>
      </w:r>
      <w:r>
        <w:t>ma mère levant sa grande verge pour m</w:t>
      </w:r>
      <w:r w:rsidR="00D37400">
        <w:t>’</w:t>
      </w:r>
      <w:r>
        <w:t>en donner un coup sur le dos</w:t>
      </w:r>
      <w:r w:rsidR="00D37400">
        <w:t xml:space="preserve">, </w:t>
      </w:r>
      <w:r>
        <w:t>il lui retint le bras en disant</w:t>
      </w:r>
      <w:r w:rsidR="00D37400">
        <w:t> :</w:t>
      </w:r>
    </w:p>
    <w:p w14:paraId="5C0C7651" w14:textId="64716EE7" w:rsidR="00636A18" w:rsidRDefault="00D37400">
      <w:pPr>
        <w:rPr>
          <w:szCs w:val="36"/>
        </w:rPr>
      </w:pPr>
      <w:r>
        <w:t>« </w:t>
      </w:r>
      <w:r w:rsidR="00636A18">
        <w:t>Non</w:t>
      </w:r>
      <w:r>
        <w:t xml:space="preserve"> !… </w:t>
      </w:r>
      <w:r w:rsidR="00636A18">
        <w:t>J</w:t>
      </w:r>
      <w:r>
        <w:t>’</w:t>
      </w:r>
      <w:r w:rsidR="00636A18">
        <w:t>accorde sa grâce à Justine</w:t>
      </w:r>
      <w:r>
        <w:t>. »</w:t>
      </w:r>
    </w:p>
    <w:p w14:paraId="3E408EF4" w14:textId="77777777" w:rsidR="00D37400" w:rsidRDefault="00636A18">
      <w:r>
        <w:t>Et se baissant</w:t>
      </w:r>
      <w:r w:rsidR="00D37400">
        <w:t xml:space="preserve">, </w:t>
      </w:r>
      <w:r>
        <w:t>les mains étendues vers mon amie</w:t>
      </w:r>
      <w:r w:rsidR="00D37400">
        <w:t> :</w:t>
      </w:r>
    </w:p>
    <w:p w14:paraId="2C350AA7" w14:textId="37F7F361" w:rsidR="00636A18" w:rsidRDefault="00D37400">
      <w:pPr>
        <w:rPr>
          <w:szCs w:val="36"/>
        </w:rPr>
      </w:pPr>
      <w:r>
        <w:t>« </w:t>
      </w:r>
      <w:r w:rsidR="00636A18">
        <w:t>Viens ici</w:t>
      </w:r>
      <w:r>
        <w:t xml:space="preserve">, </w:t>
      </w:r>
      <w:r w:rsidR="00636A18">
        <w:t>petite</w:t>
      </w:r>
      <w:r>
        <w:t xml:space="preserve">, </w:t>
      </w:r>
      <w:r w:rsidR="00636A18">
        <w:t>fit-il</w:t>
      </w:r>
      <w:r>
        <w:t xml:space="preserve">… </w:t>
      </w:r>
      <w:r w:rsidR="00636A18">
        <w:t>Je vois que tu l</w:t>
      </w:r>
      <w:r>
        <w:t>’</w:t>
      </w:r>
      <w:r w:rsidR="00636A18">
        <w:t>aimes bien et que tu seras un jour une bonne femme</w:t>
      </w:r>
      <w:r>
        <w:t>. »</w:t>
      </w:r>
    </w:p>
    <w:p w14:paraId="4D851E28" w14:textId="77777777" w:rsidR="00D37400" w:rsidRDefault="00636A18">
      <w:r>
        <w:t>Il l</w:t>
      </w:r>
      <w:r w:rsidR="00D37400">
        <w:t>’</w:t>
      </w:r>
      <w:r>
        <w:t>embrassa</w:t>
      </w:r>
      <w:r w:rsidR="00D37400">
        <w:t>.</w:t>
      </w:r>
    </w:p>
    <w:p w14:paraId="449CA973" w14:textId="77777777" w:rsidR="00D37400" w:rsidRDefault="00636A18">
      <w:r>
        <w:t>Moi je courais déjà dans l</w:t>
      </w:r>
      <w:r w:rsidR="00D37400">
        <w:t>’</w:t>
      </w:r>
      <w:r>
        <w:t>allée</w:t>
      </w:r>
      <w:r w:rsidR="00D37400">
        <w:t xml:space="preserve">, </w:t>
      </w:r>
      <w:r>
        <w:t>bien content d</w:t>
      </w:r>
      <w:r w:rsidR="00D37400">
        <w:t>’</w:t>
      </w:r>
      <w:r>
        <w:t>en être quitte à si bon compte et peu curieux d</w:t>
      </w:r>
      <w:r w:rsidR="00D37400">
        <w:t>’</w:t>
      </w:r>
      <w:r>
        <w:t>entendre les compl</w:t>
      </w:r>
      <w:r>
        <w:t>i</w:t>
      </w:r>
      <w:r>
        <w:t>ments qu</w:t>
      </w:r>
      <w:r w:rsidR="00D37400">
        <w:t>’</w:t>
      </w:r>
      <w:r>
        <w:t>on pouvait encore me faire</w:t>
      </w:r>
      <w:r w:rsidR="00D37400">
        <w:t xml:space="preserve">. </w:t>
      </w:r>
      <w:r>
        <w:t>Tout ce que je sais</w:t>
      </w:r>
      <w:r w:rsidR="00D37400">
        <w:t xml:space="preserve">, </w:t>
      </w:r>
      <w:r>
        <w:t>c</w:t>
      </w:r>
      <w:r w:rsidR="00D37400">
        <w:t>’</w:t>
      </w:r>
      <w:r>
        <w:t>est que</w:t>
      </w:r>
      <w:r w:rsidR="00D37400">
        <w:t xml:space="preserve">, </w:t>
      </w:r>
      <w:r>
        <w:t>si l</w:t>
      </w:r>
      <w:r w:rsidR="00D37400">
        <w:t>’</w:t>
      </w:r>
      <w:r>
        <w:t xml:space="preserve">école du père </w:t>
      </w:r>
      <w:proofErr w:type="spellStart"/>
      <w:r>
        <w:t>Vassereau</w:t>
      </w:r>
      <w:proofErr w:type="spellEnd"/>
      <w:r>
        <w:t xml:space="preserve"> </w:t>
      </w:r>
      <w:proofErr w:type="gramStart"/>
      <w:r>
        <w:t>n</w:t>
      </w:r>
      <w:r w:rsidR="00D37400">
        <w:t>’</w:t>
      </w:r>
      <w:r>
        <w:t>avait pas été</w:t>
      </w:r>
      <w:proofErr w:type="gramEnd"/>
      <w:r>
        <w:t xml:space="preserve"> en vacances</w:t>
      </w:r>
      <w:r w:rsidR="00D37400">
        <w:t xml:space="preserve">, </w:t>
      </w:r>
      <w:r>
        <w:t>le lendemain on m</w:t>
      </w:r>
      <w:r w:rsidR="00D37400">
        <w:t>’</w:t>
      </w:r>
      <w:r>
        <w:t>y aurait mené pour sûr</w:t>
      </w:r>
      <w:r w:rsidR="00D37400">
        <w:t>.</w:t>
      </w:r>
    </w:p>
    <w:p w14:paraId="0B602C4A" w14:textId="77777777" w:rsidR="00D37400" w:rsidRDefault="00636A18">
      <w:r>
        <w:t>Quant à Justine</w:t>
      </w:r>
      <w:r w:rsidR="00D37400">
        <w:t xml:space="preserve">, </w:t>
      </w:r>
      <w:r>
        <w:t>on peut croire qu</w:t>
      </w:r>
      <w:r w:rsidR="00D37400">
        <w:t>’</w:t>
      </w:r>
      <w:r>
        <w:t>à partir de ce jour je l</w:t>
      </w:r>
      <w:r w:rsidR="00D37400">
        <w:t>’</w:t>
      </w:r>
      <w:r>
        <w:t>aimai mille fois plus encore</w:t>
      </w:r>
      <w:r w:rsidR="00D37400">
        <w:t xml:space="preserve"> ; </w:t>
      </w:r>
      <w:r>
        <w:t>mais la mère était devenue plus sévère</w:t>
      </w:r>
      <w:r w:rsidR="00D37400">
        <w:t xml:space="preserve">, </w:t>
      </w:r>
      <w:r>
        <w:t>surtout en apprenant que j</w:t>
      </w:r>
      <w:r w:rsidR="00D37400">
        <w:t>’</w:t>
      </w:r>
      <w:r>
        <w:t xml:space="preserve">avais couru avec les </w:t>
      </w:r>
      <w:proofErr w:type="spellStart"/>
      <w:r>
        <w:t>Gourdier</w:t>
      </w:r>
      <w:proofErr w:type="spellEnd"/>
      <w:r>
        <w:t xml:space="preserve"> et le rouge Materne</w:t>
      </w:r>
      <w:r w:rsidR="00D37400">
        <w:t xml:space="preserve"> ; </w:t>
      </w:r>
      <w:r>
        <w:t>elle attendait avec impatience la rentrée de l</w:t>
      </w:r>
      <w:r w:rsidR="00D37400">
        <w:t>’</w:t>
      </w:r>
      <w:r>
        <w:t>école</w:t>
      </w:r>
      <w:r w:rsidR="00D37400">
        <w:t xml:space="preserve">, </w:t>
      </w:r>
      <w:r>
        <w:t>ne se fiant plus autant qu</w:t>
      </w:r>
      <w:r w:rsidR="00D37400">
        <w:t>’</w:t>
      </w:r>
      <w:r>
        <w:t>autrefois à la surveillance de Françoise</w:t>
      </w:r>
      <w:r w:rsidR="00D37400">
        <w:t>.</w:t>
      </w:r>
    </w:p>
    <w:p w14:paraId="3DCDA830" w14:textId="2D216B14" w:rsidR="00D37400" w:rsidRDefault="00636A18">
      <w:r>
        <w:t xml:space="preserve">La perspective de me trouver bientôt sous la férule de </w:t>
      </w:r>
      <w:r w:rsidR="00D37400">
        <w:t>M. </w:t>
      </w:r>
      <w:proofErr w:type="spellStart"/>
      <w:r>
        <w:t>Vassereau</w:t>
      </w:r>
      <w:proofErr w:type="spellEnd"/>
      <w:r>
        <w:t xml:space="preserve"> me rendait tout inquiet</w:t>
      </w:r>
      <w:r w:rsidR="00D37400">
        <w:t xml:space="preserve"> ; </w:t>
      </w:r>
      <w:r>
        <w:t>ce fut le retour de mon ami Florentin</w:t>
      </w:r>
      <w:r w:rsidR="00D37400">
        <w:t xml:space="preserve">, </w:t>
      </w:r>
      <w:r>
        <w:t>rentrant victorieux à la tête de son détachement</w:t>
      </w:r>
      <w:r w:rsidR="00D37400">
        <w:t xml:space="preserve">, </w:t>
      </w:r>
      <w:r>
        <w:t>qui me ranima</w:t>
      </w:r>
      <w:r w:rsidR="00D37400">
        <w:t>.</w:t>
      </w:r>
    </w:p>
    <w:p w14:paraId="1FDE2CD2" w14:textId="77777777" w:rsidR="00D37400" w:rsidRDefault="00636A18">
      <w:r>
        <w:t>J</w:t>
      </w:r>
      <w:r w:rsidR="00D37400">
        <w:t>’</w:t>
      </w:r>
      <w:r>
        <w:t>aurai toujours ce spectacle sous les yeux</w:t>
      </w:r>
      <w:r w:rsidR="00D37400">
        <w:t>.</w:t>
      </w:r>
    </w:p>
    <w:p w14:paraId="6875FC85" w14:textId="77777777" w:rsidR="00D37400" w:rsidRDefault="00636A18">
      <w:r>
        <w:lastRenderedPageBreak/>
        <w:t>Le matin du troisième jour</w:t>
      </w:r>
      <w:r w:rsidR="00D37400">
        <w:t xml:space="preserve">, </w:t>
      </w:r>
      <w:r>
        <w:t>vers sept heures</w:t>
      </w:r>
      <w:r w:rsidR="00D37400">
        <w:t xml:space="preserve">, </w:t>
      </w:r>
      <w:r>
        <w:t>pendant le déjeuner</w:t>
      </w:r>
      <w:r w:rsidR="00D37400">
        <w:t xml:space="preserve">, </w:t>
      </w:r>
      <w:r>
        <w:t>on entend le tambour de Padoue battre la marche sous la porte de France</w:t>
      </w:r>
      <w:r w:rsidR="00D37400">
        <w:t xml:space="preserve"> ; </w:t>
      </w:r>
      <w:r>
        <w:t>tout le monde s</w:t>
      </w:r>
      <w:r w:rsidR="00D37400">
        <w:t>’</w:t>
      </w:r>
      <w:r>
        <w:t>écrie</w:t>
      </w:r>
      <w:r w:rsidR="00D37400">
        <w:t> :</w:t>
      </w:r>
    </w:p>
    <w:p w14:paraId="341BB7AE" w14:textId="296A2764" w:rsidR="00636A18" w:rsidRDefault="00D37400">
      <w:r>
        <w:t>« </w:t>
      </w:r>
      <w:r w:rsidR="00636A18">
        <w:t>Les voilà</w:t>
      </w:r>
      <w:r>
        <w:t xml:space="preserve"> !… </w:t>
      </w:r>
      <w:r w:rsidR="00636A18">
        <w:t>Ce sont eux qui rentrent</w:t>
      </w:r>
      <w:r>
        <w:t> ! »</w:t>
      </w:r>
    </w:p>
    <w:p w14:paraId="7A5F9169" w14:textId="77777777" w:rsidR="00D37400" w:rsidRDefault="00636A18">
      <w:r>
        <w:t>Et l</w:t>
      </w:r>
      <w:r w:rsidR="00D37400">
        <w:t>’</w:t>
      </w:r>
      <w:r>
        <w:t>on court</w:t>
      </w:r>
      <w:r w:rsidR="00D37400">
        <w:t xml:space="preserve">, </w:t>
      </w:r>
      <w:r>
        <w:t>on se presse dans la rue</w:t>
      </w:r>
      <w:r w:rsidR="00D37400">
        <w:t>.</w:t>
      </w:r>
    </w:p>
    <w:p w14:paraId="0B0F6714" w14:textId="77777777" w:rsidR="00D37400" w:rsidRDefault="00636A18">
      <w:r>
        <w:t>Je m</w:t>
      </w:r>
      <w:r w:rsidR="00D37400">
        <w:t>’</w:t>
      </w:r>
      <w:r>
        <w:t>étais levé</w:t>
      </w:r>
      <w:r w:rsidR="00D37400">
        <w:t xml:space="preserve">. </w:t>
      </w:r>
      <w:proofErr w:type="spellStart"/>
      <w:r>
        <w:t>Frentzel</w:t>
      </w:r>
      <w:proofErr w:type="spellEnd"/>
      <w:r w:rsidR="00D37400">
        <w:t xml:space="preserve">, </w:t>
      </w:r>
      <w:r>
        <w:t>elle-même</w:t>
      </w:r>
      <w:r w:rsidR="00D37400">
        <w:t xml:space="preserve">, </w:t>
      </w:r>
      <w:r>
        <w:t>tout émue</w:t>
      </w:r>
      <w:r w:rsidR="00D37400">
        <w:t xml:space="preserve">, </w:t>
      </w:r>
      <w:r>
        <w:t>me prit par la main en disant</w:t>
      </w:r>
      <w:r w:rsidR="00D37400">
        <w:t> :</w:t>
      </w:r>
    </w:p>
    <w:p w14:paraId="61CB3E91" w14:textId="3F5A6CDE" w:rsidR="00636A18" w:rsidRDefault="00D37400">
      <w:pPr>
        <w:rPr>
          <w:szCs w:val="36"/>
        </w:rPr>
      </w:pPr>
      <w:r>
        <w:t>« </w:t>
      </w:r>
      <w:r w:rsidR="00636A18">
        <w:t>Viens</w:t>
      </w:r>
      <w:r>
        <w:t> ! »</w:t>
      </w:r>
    </w:p>
    <w:p w14:paraId="2D295FA7" w14:textId="77777777" w:rsidR="00D37400" w:rsidRDefault="00636A18">
      <w:r>
        <w:t>Et nous courûmes jusqu</w:t>
      </w:r>
      <w:r w:rsidR="00D37400">
        <w:t>’</w:t>
      </w:r>
      <w:r>
        <w:t>à la place des Halles</w:t>
      </w:r>
      <w:r w:rsidR="00D37400">
        <w:t>.</w:t>
      </w:r>
    </w:p>
    <w:p w14:paraId="74F2CFBD" w14:textId="77777777" w:rsidR="00D37400" w:rsidRDefault="00636A18">
      <w:r>
        <w:t>En ce moment arrivait sur la route notre détachement</w:t>
      </w:r>
      <w:r w:rsidR="00D37400">
        <w:t xml:space="preserve">, </w:t>
      </w:r>
      <w:r>
        <w:t>e</w:t>
      </w:r>
      <w:r>
        <w:t>s</w:t>
      </w:r>
      <w:r>
        <w:t>cortant une longue file de gueux</w:t>
      </w:r>
      <w:r w:rsidR="00D37400">
        <w:t xml:space="preserve">, </w:t>
      </w:r>
      <w:r>
        <w:t>hommes et femmes</w:t>
      </w:r>
      <w:r w:rsidR="00D37400">
        <w:t xml:space="preserve">, </w:t>
      </w:r>
      <w:r>
        <w:t>liés deux à deux</w:t>
      </w:r>
      <w:r w:rsidR="00D37400">
        <w:t xml:space="preserve">, </w:t>
      </w:r>
      <w:r>
        <w:t>en haillons</w:t>
      </w:r>
      <w:r w:rsidR="00D37400">
        <w:t xml:space="preserve">, </w:t>
      </w:r>
      <w:r>
        <w:t>les guenilles pendantes</w:t>
      </w:r>
      <w:r w:rsidR="00D37400">
        <w:t xml:space="preserve">, </w:t>
      </w:r>
      <w:r>
        <w:t>la barbe et les ch</w:t>
      </w:r>
      <w:r>
        <w:t>e</w:t>
      </w:r>
      <w:r>
        <w:t>veux ébouriffés</w:t>
      </w:r>
      <w:r w:rsidR="00D37400">
        <w:t xml:space="preserve">, </w:t>
      </w:r>
      <w:r>
        <w:t>marchant fièrement entre les lignes de baïo</w:t>
      </w:r>
      <w:r>
        <w:t>n</w:t>
      </w:r>
      <w:r>
        <w:t>nettes</w:t>
      </w:r>
      <w:r w:rsidR="00D37400">
        <w:t>.</w:t>
      </w:r>
    </w:p>
    <w:p w14:paraId="1E67888E" w14:textId="77777777" w:rsidR="00D37400" w:rsidRDefault="00636A18">
      <w:r>
        <w:t>Florentin et son capitaine marchaient auprès</w:t>
      </w:r>
      <w:r w:rsidR="00D37400">
        <w:t xml:space="preserve">, </w:t>
      </w:r>
      <w:r>
        <w:t>tout blancs de poussière</w:t>
      </w:r>
      <w:r w:rsidR="00D37400">
        <w:t xml:space="preserve">, </w:t>
      </w:r>
      <w:r>
        <w:t>mais joyeux</w:t>
      </w:r>
      <w:r w:rsidR="00D37400">
        <w:t xml:space="preserve"> ; </w:t>
      </w:r>
      <w:r>
        <w:t>et derrière suivaient trois grandes charrettes de poudre et de tabac</w:t>
      </w:r>
      <w:r w:rsidR="00D37400">
        <w:t xml:space="preserve">, </w:t>
      </w:r>
      <w:r>
        <w:t>escortées par les gendarmes</w:t>
      </w:r>
      <w:r w:rsidR="00D37400">
        <w:t>.</w:t>
      </w:r>
    </w:p>
    <w:p w14:paraId="4904C6DB" w14:textId="77777777" w:rsidR="00D37400" w:rsidRDefault="00636A18">
      <w:r>
        <w:t>C</w:t>
      </w:r>
      <w:r w:rsidR="00D37400">
        <w:t>’</w:t>
      </w:r>
      <w:r>
        <w:t>était une razzia complète</w:t>
      </w:r>
      <w:r w:rsidR="00D37400">
        <w:t>.</w:t>
      </w:r>
    </w:p>
    <w:p w14:paraId="550026E0" w14:textId="77777777" w:rsidR="00D37400" w:rsidRDefault="00636A18">
      <w:r>
        <w:t>Arrivée devant la voûte de la mairie</w:t>
      </w:r>
      <w:r w:rsidR="00D37400">
        <w:t xml:space="preserve">, </w:t>
      </w:r>
      <w:r>
        <w:t>la colonne fit halte</w:t>
      </w:r>
      <w:r w:rsidR="00D37400">
        <w:t xml:space="preserve">, </w:t>
      </w:r>
      <w:r>
        <w:t xml:space="preserve">et le geôlier </w:t>
      </w:r>
      <w:proofErr w:type="spellStart"/>
      <w:r>
        <w:t>Harmentier</w:t>
      </w:r>
      <w:proofErr w:type="spellEnd"/>
      <w:r>
        <w:t xml:space="preserve"> sortit de sa loge avec son trousseau de </w:t>
      </w:r>
      <w:r w:rsidR="00BC1EA0">
        <w:t xml:space="preserve">clefs </w:t>
      </w:r>
      <w:r>
        <w:t>pour recevoir les prisonniers</w:t>
      </w:r>
      <w:r w:rsidR="00D37400">
        <w:t>.</w:t>
      </w:r>
    </w:p>
    <w:p w14:paraId="133ED64D" w14:textId="77777777" w:rsidR="00D37400" w:rsidRDefault="00636A18">
      <w:r>
        <w:t>On les délia</w:t>
      </w:r>
      <w:r w:rsidR="00D37400">
        <w:t xml:space="preserve"> ; </w:t>
      </w:r>
      <w:r>
        <w:t>ils défilèrent un à un dans le cachot</w:t>
      </w:r>
      <w:r w:rsidR="00D37400">
        <w:t xml:space="preserve">, </w:t>
      </w:r>
      <w:r>
        <w:t>lançant des regards effrontés et faisant des grimaces aux curieux</w:t>
      </w:r>
      <w:r w:rsidR="00D37400">
        <w:t xml:space="preserve">, </w:t>
      </w:r>
      <w:r>
        <w:t>éto</w:t>
      </w:r>
      <w:r>
        <w:t>n</w:t>
      </w:r>
      <w:r>
        <w:t>nés de leur air hardi</w:t>
      </w:r>
      <w:r w:rsidR="00D37400">
        <w:t>.</w:t>
      </w:r>
    </w:p>
    <w:p w14:paraId="36AD2F2F" w14:textId="77777777" w:rsidR="00D37400" w:rsidRDefault="00636A18">
      <w:r>
        <w:t>Puis le verrou de la première porte glissa dans son anneau</w:t>
      </w:r>
      <w:r w:rsidR="00D37400">
        <w:t xml:space="preserve">, </w:t>
      </w:r>
      <w:proofErr w:type="spellStart"/>
      <w:r>
        <w:t>Harmentier</w:t>
      </w:r>
      <w:proofErr w:type="spellEnd"/>
      <w:r>
        <w:t xml:space="preserve"> mit les cadenas et poussa la seconde porte </w:t>
      </w:r>
      <w:r>
        <w:lastRenderedPageBreak/>
        <w:t>massive sur la première</w:t>
      </w:r>
      <w:r w:rsidR="00D37400">
        <w:t xml:space="preserve">, </w:t>
      </w:r>
      <w:r>
        <w:t>en fermant l</w:t>
      </w:r>
      <w:r w:rsidR="00D37400">
        <w:t>’</w:t>
      </w:r>
      <w:r>
        <w:t>énorme serrure à double tour</w:t>
      </w:r>
      <w:r w:rsidR="00D37400">
        <w:t>.</w:t>
      </w:r>
    </w:p>
    <w:p w14:paraId="41250FB6" w14:textId="77777777" w:rsidR="00D37400" w:rsidRDefault="00636A18">
      <w:r>
        <w:t>J</w:t>
      </w:r>
      <w:r w:rsidR="00D37400">
        <w:t>’</w:t>
      </w:r>
      <w:r>
        <w:t>étais là</w:t>
      </w:r>
      <w:r w:rsidR="00D37400">
        <w:t xml:space="preserve">, </w:t>
      </w:r>
      <w:r>
        <w:t>dans la foule</w:t>
      </w:r>
      <w:r w:rsidR="00D37400">
        <w:t xml:space="preserve">, </w:t>
      </w:r>
      <w:r>
        <w:t>les yeux ronds</w:t>
      </w:r>
      <w:r w:rsidR="00D37400">
        <w:t xml:space="preserve">, </w:t>
      </w:r>
      <w:r>
        <w:t>la bouche béante</w:t>
      </w:r>
      <w:r w:rsidR="00D37400">
        <w:t xml:space="preserve">, </w:t>
      </w:r>
      <w:r>
        <w:t>me disant que les gros rats ne devaient pas manquer dans ce trou noir</w:t>
      </w:r>
      <w:r w:rsidR="00D37400">
        <w:t>.</w:t>
      </w:r>
    </w:p>
    <w:p w14:paraId="22C3B912" w14:textId="106ED16D" w:rsidR="00D37400" w:rsidRDefault="00636A18">
      <w:r>
        <w:t>Mon ami Florentin</w:t>
      </w:r>
      <w:r w:rsidR="00D37400">
        <w:t xml:space="preserve">, </w:t>
      </w:r>
      <w:r>
        <w:t>sur les marches de la mairie</w:t>
      </w:r>
      <w:r w:rsidR="00D37400">
        <w:t xml:space="preserve">, </w:t>
      </w:r>
      <w:r>
        <w:t>recevait les compliments du commandant de place et du colonel du 1</w:t>
      </w:r>
      <w:r w:rsidR="00D37400">
        <w:t>8</w:t>
      </w:r>
      <w:r w:rsidR="00D37400" w:rsidRPr="00D37400">
        <w:rPr>
          <w:vertAlign w:val="superscript"/>
        </w:rPr>
        <w:t>e</w:t>
      </w:r>
      <w:r w:rsidR="00D37400">
        <w:t>.</w:t>
      </w:r>
    </w:p>
    <w:p w14:paraId="0F2C8A89" w14:textId="77777777" w:rsidR="00D37400" w:rsidRDefault="00D37400">
      <w:r>
        <w:t>« </w:t>
      </w:r>
      <w:r w:rsidR="00636A18">
        <w:t>Un beau coup de filet</w:t>
      </w:r>
      <w:r>
        <w:t xml:space="preserve">, </w:t>
      </w:r>
      <w:r w:rsidR="00636A18">
        <w:t>commandant</w:t>
      </w:r>
      <w:r>
        <w:t xml:space="preserve"> ! </w:t>
      </w:r>
      <w:r w:rsidR="00636A18">
        <w:t>lui disaient-ils en riant</w:t>
      </w:r>
      <w:r>
        <w:t>.</w:t>
      </w:r>
    </w:p>
    <w:p w14:paraId="2965AD4C" w14:textId="77777777" w:rsidR="00D37400" w:rsidRDefault="00D37400">
      <w:pPr>
        <w:rPr>
          <w:szCs w:val="36"/>
        </w:rPr>
      </w:pPr>
      <w:r>
        <w:t>— </w:t>
      </w:r>
      <w:r w:rsidR="00636A18">
        <w:t>Oui</w:t>
      </w:r>
      <w:r>
        <w:t xml:space="preserve">, </w:t>
      </w:r>
      <w:r w:rsidR="00636A18">
        <w:t>mais nous n</w:t>
      </w:r>
      <w:r>
        <w:t>’</w:t>
      </w:r>
      <w:r w:rsidR="00636A18">
        <w:t>avons eu que la peine de les prendre</w:t>
      </w:r>
      <w:r>
        <w:t xml:space="preserve">, </w:t>
      </w:r>
      <w:r w:rsidR="00636A18">
        <w:t>comme la pie au nid</w:t>
      </w:r>
      <w:r>
        <w:t xml:space="preserve"> ; </w:t>
      </w:r>
      <w:r w:rsidR="00636A18">
        <w:t xml:space="preserve">ils ont </w:t>
      </w:r>
      <w:r w:rsidR="00636A18">
        <w:rPr>
          <w:szCs w:val="36"/>
        </w:rPr>
        <w:t>vu tout de suite que la retraite était coupée</w:t>
      </w:r>
      <w:r>
        <w:rPr>
          <w:szCs w:val="36"/>
        </w:rPr>
        <w:t>.</w:t>
      </w:r>
    </w:p>
    <w:p w14:paraId="2FAD9547" w14:textId="77777777" w:rsidR="00D37400" w:rsidRDefault="00D37400">
      <w:r>
        <w:rPr>
          <w:szCs w:val="36"/>
        </w:rPr>
        <w:t>— </w:t>
      </w:r>
      <w:r w:rsidR="00636A18">
        <w:t>Vous aviez tourné la montagne</w:t>
      </w:r>
      <w:r>
        <w:t> ?</w:t>
      </w:r>
    </w:p>
    <w:p w14:paraId="3FAEB734" w14:textId="3CB610C1" w:rsidR="00636A18" w:rsidRDefault="00D37400">
      <w:r>
        <w:t>— </w:t>
      </w:r>
      <w:r w:rsidR="00636A18">
        <w:t>C</w:t>
      </w:r>
      <w:r>
        <w:t>’</w:t>
      </w:r>
      <w:r w:rsidR="00636A18">
        <w:t>est clair</w:t>
      </w:r>
      <w:r>
        <w:t xml:space="preserve"> ! </w:t>
      </w:r>
      <w:r w:rsidR="00636A18">
        <w:t>J</w:t>
      </w:r>
      <w:r>
        <w:t>’</w:t>
      </w:r>
      <w:r w:rsidR="00636A18">
        <w:t>avais posté mes hommes dans la forêt</w:t>
      </w:r>
      <w:r>
        <w:t xml:space="preserve">, </w:t>
      </w:r>
      <w:r w:rsidR="00636A18">
        <w:t>a</w:t>
      </w:r>
      <w:r w:rsidR="00636A18">
        <w:t>u</w:t>
      </w:r>
      <w:r w:rsidR="00636A18">
        <w:t>tour du village</w:t>
      </w:r>
      <w:r>
        <w:t xml:space="preserve">. </w:t>
      </w:r>
      <w:r w:rsidR="00636A18">
        <w:t>Après cela les gendarmes et les gardes forestiers sont entrés dans les maisons</w:t>
      </w:r>
      <w:r>
        <w:t xml:space="preserve">. </w:t>
      </w:r>
      <w:r w:rsidR="00636A18">
        <w:t>Les bandits regardaient par leurs lucarnes</w:t>
      </w:r>
      <w:r>
        <w:t xml:space="preserve"> ; </w:t>
      </w:r>
      <w:r w:rsidR="00636A18">
        <w:t>ils avaient bien envie de décamper</w:t>
      </w:r>
      <w:r>
        <w:t xml:space="preserve">, </w:t>
      </w:r>
      <w:r w:rsidR="00636A18">
        <w:t>mais</w:t>
      </w:r>
      <w:r>
        <w:t xml:space="preserve">, </w:t>
      </w:r>
      <w:r w:rsidR="00636A18">
        <w:t>en aperc</w:t>
      </w:r>
      <w:r w:rsidR="00636A18">
        <w:t>e</w:t>
      </w:r>
      <w:r w:rsidR="00636A18">
        <w:t>vant les baïonnettes des hommes reluire au clair de lune sur la lisière du bois</w:t>
      </w:r>
      <w:r>
        <w:t xml:space="preserve">, </w:t>
      </w:r>
      <w:r w:rsidR="00636A18">
        <w:t>ils devenaient doux comme des moutons et te</w:t>
      </w:r>
      <w:r w:rsidR="00636A18">
        <w:t>n</w:t>
      </w:r>
      <w:r w:rsidR="00636A18">
        <w:t>daient eux-mêmes les mains aux menottes des gendarmes</w:t>
      </w:r>
      <w:r>
        <w:t xml:space="preserve">. </w:t>
      </w:r>
      <w:r w:rsidR="00636A18">
        <w:t>Pas un n</w:t>
      </w:r>
      <w:r>
        <w:t>’</w:t>
      </w:r>
      <w:r w:rsidR="00636A18">
        <w:t>a eu le courage de brûler une amorce</w:t>
      </w:r>
      <w:r>
        <w:t xml:space="preserve">… </w:t>
      </w:r>
      <w:r w:rsidR="00636A18">
        <w:t>Canailles</w:t>
      </w:r>
      <w:r>
        <w:t> ! »</w:t>
      </w:r>
    </w:p>
    <w:p w14:paraId="3166B470" w14:textId="77777777" w:rsidR="00D37400" w:rsidRDefault="00636A18">
      <w:r>
        <w:t>Florentin semblait vexé</w:t>
      </w:r>
      <w:r w:rsidR="00D37400">
        <w:t>.</w:t>
      </w:r>
    </w:p>
    <w:p w14:paraId="41395495" w14:textId="77777777" w:rsidR="00D37400" w:rsidRDefault="00D37400">
      <w:r>
        <w:t>« </w:t>
      </w:r>
      <w:r w:rsidR="00636A18">
        <w:t>C</w:t>
      </w:r>
      <w:r>
        <w:t>’</w:t>
      </w:r>
      <w:r w:rsidR="00636A18">
        <w:t>est comme les loups</w:t>
      </w:r>
      <w:r>
        <w:t xml:space="preserve">, </w:t>
      </w:r>
      <w:r w:rsidR="00636A18">
        <w:t>dit le commandant de place</w:t>
      </w:r>
      <w:r>
        <w:t xml:space="preserve">, </w:t>
      </w:r>
      <w:r w:rsidR="00636A18">
        <w:t>une fois dans la fosse</w:t>
      </w:r>
      <w:r>
        <w:t xml:space="preserve">, </w:t>
      </w:r>
      <w:r w:rsidR="00636A18">
        <w:t>ils ne bougent plus</w:t>
      </w:r>
      <w:r>
        <w:t xml:space="preserve"> ; </w:t>
      </w:r>
      <w:r w:rsidR="00636A18">
        <w:t>on descend leur passer la muselière</w:t>
      </w:r>
      <w:r>
        <w:t xml:space="preserve">, </w:t>
      </w:r>
      <w:r w:rsidR="00636A18">
        <w:t>ils n</w:t>
      </w:r>
      <w:r>
        <w:t>’</w:t>
      </w:r>
      <w:r w:rsidR="00636A18">
        <w:t>osent pas même montrer les dents</w:t>
      </w:r>
      <w:r>
        <w:t>.</w:t>
      </w:r>
    </w:p>
    <w:p w14:paraId="63CEEE6B" w14:textId="6DBED83C" w:rsidR="00636A18" w:rsidRDefault="00D37400">
      <w:pPr>
        <w:rPr>
          <w:szCs w:val="36"/>
        </w:rPr>
      </w:pPr>
      <w:r>
        <w:lastRenderedPageBreak/>
        <w:t>— </w:t>
      </w:r>
      <w:r w:rsidR="00636A18">
        <w:rPr>
          <w:szCs w:val="36"/>
        </w:rPr>
        <w:t>Vous n</w:t>
      </w:r>
      <w:r>
        <w:rPr>
          <w:szCs w:val="36"/>
        </w:rPr>
        <w:t>’</w:t>
      </w:r>
      <w:r w:rsidR="00636A18">
        <w:rPr>
          <w:szCs w:val="36"/>
        </w:rPr>
        <w:t>auriez pas mal fait</w:t>
      </w:r>
      <w:r>
        <w:rPr>
          <w:szCs w:val="36"/>
        </w:rPr>
        <w:t xml:space="preserve">, </w:t>
      </w:r>
      <w:r w:rsidR="00636A18">
        <w:rPr>
          <w:szCs w:val="36"/>
        </w:rPr>
        <w:t>s</w:t>
      </w:r>
      <w:r>
        <w:rPr>
          <w:szCs w:val="36"/>
        </w:rPr>
        <w:t>’</w:t>
      </w:r>
      <w:r w:rsidR="00636A18">
        <w:rPr>
          <w:szCs w:val="36"/>
        </w:rPr>
        <w:t>écria le colonel</w:t>
      </w:r>
      <w:r>
        <w:rPr>
          <w:szCs w:val="36"/>
        </w:rPr>
        <w:t xml:space="preserve">, </w:t>
      </w:r>
      <w:r w:rsidR="00636A18">
        <w:rPr>
          <w:szCs w:val="36"/>
        </w:rPr>
        <w:t>d</w:t>
      </w:r>
      <w:r>
        <w:rPr>
          <w:szCs w:val="36"/>
        </w:rPr>
        <w:t>’</w:t>
      </w:r>
      <w:r w:rsidR="00636A18">
        <w:rPr>
          <w:szCs w:val="36"/>
        </w:rPr>
        <w:t xml:space="preserve">en passer une demi-douzaine </w:t>
      </w:r>
      <w:r w:rsidR="00636A18">
        <w:t>par les armes</w:t>
      </w:r>
      <w:r>
        <w:t xml:space="preserve">, </w:t>
      </w:r>
      <w:r w:rsidR="00636A18">
        <w:t>pour l</w:t>
      </w:r>
      <w:r>
        <w:t>’</w:t>
      </w:r>
      <w:r w:rsidR="00636A18">
        <w:t>exemple</w:t>
      </w:r>
      <w:r>
        <w:t xml:space="preserve">. </w:t>
      </w:r>
      <w:r w:rsidR="00636A18">
        <w:t>Tuer un vieux garde</w:t>
      </w:r>
      <w:r>
        <w:t xml:space="preserve">, </w:t>
      </w:r>
      <w:r w:rsidR="00636A18">
        <w:t xml:space="preserve">un ancien sergent du </w:t>
      </w:r>
      <w:r>
        <w:t>6</w:t>
      </w:r>
      <w:r w:rsidRPr="00D37400">
        <w:rPr>
          <w:vertAlign w:val="superscript"/>
        </w:rPr>
        <w:t>e</w:t>
      </w:r>
      <w:r>
        <w:t xml:space="preserve"> </w:t>
      </w:r>
      <w:r w:rsidR="00636A18">
        <w:t>léger</w:t>
      </w:r>
      <w:r>
        <w:t xml:space="preserve">, </w:t>
      </w:r>
      <w:r w:rsidR="00636A18">
        <w:t>père de huit enfants</w:t>
      </w:r>
      <w:r>
        <w:t> ! »</w:t>
      </w:r>
    </w:p>
    <w:p w14:paraId="61A62BAF" w14:textId="77777777" w:rsidR="00D37400" w:rsidRDefault="00636A18">
      <w:r>
        <w:t xml:space="preserve">Comme </w:t>
      </w:r>
      <w:proofErr w:type="spellStart"/>
      <w:r>
        <w:t>Frentzel</w:t>
      </w:r>
      <w:proofErr w:type="spellEnd"/>
      <w:r>
        <w:t xml:space="preserve"> et moi nous écoutions</w:t>
      </w:r>
      <w:r w:rsidR="00D37400">
        <w:t xml:space="preserve">, </w:t>
      </w:r>
      <w:r>
        <w:t>Florentin nous vit et nous embrassa</w:t>
      </w:r>
      <w:r w:rsidR="00D37400">
        <w:t xml:space="preserve">, </w:t>
      </w:r>
      <w:r>
        <w:t>après avoir salué le commandant et le col</w:t>
      </w:r>
      <w:r>
        <w:t>o</w:t>
      </w:r>
      <w:r>
        <w:t>nel</w:t>
      </w:r>
      <w:r w:rsidR="00D37400">
        <w:t xml:space="preserve">. </w:t>
      </w:r>
      <w:r>
        <w:t>Ensuite nous partîmes pour la maison</w:t>
      </w:r>
      <w:r w:rsidR="00D37400">
        <w:t>.</w:t>
      </w:r>
    </w:p>
    <w:p w14:paraId="334BDEB3" w14:textId="77777777" w:rsidR="00D37400" w:rsidRDefault="00636A18">
      <w:r>
        <w:t>Le déjeuner était encore sur la table</w:t>
      </w:r>
      <w:r w:rsidR="00D37400">
        <w:t>.</w:t>
      </w:r>
    </w:p>
    <w:p w14:paraId="443E46DC" w14:textId="77777777" w:rsidR="00D37400" w:rsidRDefault="00636A18">
      <w:r>
        <w:t>Florentin ôta son épée</w:t>
      </w:r>
      <w:r w:rsidR="00D37400">
        <w:t xml:space="preserve">, </w:t>
      </w:r>
      <w:r>
        <w:t>mit son bonnet de police et s</w:t>
      </w:r>
      <w:r w:rsidR="00D37400">
        <w:t>’</w:t>
      </w:r>
      <w:r>
        <w:t>assit en retroussant ses moustaches et s</w:t>
      </w:r>
      <w:r w:rsidR="00D37400">
        <w:t>’</w:t>
      </w:r>
      <w:r>
        <w:t>écriant</w:t>
      </w:r>
      <w:r w:rsidR="00D37400">
        <w:t> :</w:t>
      </w:r>
    </w:p>
    <w:p w14:paraId="40129624" w14:textId="00AB3C8B" w:rsidR="00636A18" w:rsidRDefault="00D37400">
      <w:pPr>
        <w:rPr>
          <w:szCs w:val="36"/>
        </w:rPr>
      </w:pPr>
      <w:r>
        <w:t>« </w:t>
      </w:r>
      <w:r w:rsidR="00636A18">
        <w:t>Ça va</w:t>
      </w:r>
      <w:r>
        <w:t xml:space="preserve"> !… </w:t>
      </w:r>
      <w:r w:rsidR="00636A18">
        <w:t>ça marche</w:t>
      </w:r>
      <w:r>
        <w:t> !… »</w:t>
      </w:r>
    </w:p>
    <w:p w14:paraId="1067F8FB" w14:textId="77777777" w:rsidR="00D37400" w:rsidRDefault="00636A18">
      <w:r>
        <w:t>Et tout en mangeant d</w:t>
      </w:r>
      <w:r w:rsidR="00D37400">
        <w:t>’</w:t>
      </w:r>
      <w:r>
        <w:t>un fier appétit</w:t>
      </w:r>
      <w:r w:rsidR="00D37400">
        <w:t xml:space="preserve">, </w:t>
      </w:r>
      <w:r>
        <w:t>il me regardait avec attendrissement</w:t>
      </w:r>
      <w:r w:rsidR="00D37400">
        <w:t xml:space="preserve">, </w:t>
      </w:r>
      <w:r>
        <w:t>heureux de me revoir</w:t>
      </w:r>
      <w:r w:rsidR="00D37400">
        <w:t>.</w:t>
      </w:r>
    </w:p>
    <w:p w14:paraId="1EC21BAF" w14:textId="77777777" w:rsidR="00D37400" w:rsidRDefault="00636A18">
      <w:r>
        <w:t>Puis</w:t>
      </w:r>
      <w:r w:rsidR="00D37400">
        <w:t xml:space="preserve">, </w:t>
      </w:r>
      <w:r>
        <w:t>reprenant ses idées</w:t>
      </w:r>
      <w:r w:rsidR="00D37400">
        <w:t> :</w:t>
      </w:r>
    </w:p>
    <w:p w14:paraId="3E6AD13F" w14:textId="7FC76030" w:rsidR="00636A18" w:rsidRDefault="00D37400">
      <w:pPr>
        <w:rPr>
          <w:szCs w:val="36"/>
        </w:rPr>
      </w:pPr>
      <w:r>
        <w:t>« </w:t>
      </w:r>
      <w:r w:rsidR="00636A18">
        <w:t>On s</w:t>
      </w:r>
      <w:r>
        <w:t>’</w:t>
      </w:r>
      <w:r w:rsidR="00636A18">
        <w:t>est dégourdi les jambes</w:t>
      </w:r>
      <w:r>
        <w:t xml:space="preserve">, </w:t>
      </w:r>
      <w:r w:rsidR="00636A18">
        <w:t>disait-il</w:t>
      </w:r>
      <w:r>
        <w:t xml:space="preserve">, </w:t>
      </w:r>
      <w:r w:rsidR="00636A18">
        <w:t>tout a bien été</w:t>
      </w:r>
      <w:r>
        <w:t xml:space="preserve">. </w:t>
      </w:r>
      <w:r w:rsidR="00636A18">
        <w:t>Maintenant</w:t>
      </w:r>
      <w:r>
        <w:t xml:space="preserve">, </w:t>
      </w:r>
      <w:r w:rsidR="00636A18">
        <w:t>que la campagne s</w:t>
      </w:r>
      <w:r>
        <w:t>’</w:t>
      </w:r>
      <w:r w:rsidR="00636A18">
        <w:t>ouvre</w:t>
      </w:r>
      <w:r>
        <w:t xml:space="preserve"> ! </w:t>
      </w:r>
      <w:r w:rsidR="00636A18">
        <w:t>je réponds de mes hommes</w:t>
      </w:r>
      <w:r>
        <w:t> !… »</w:t>
      </w:r>
    </w:p>
    <w:p w14:paraId="22EA3DB9" w14:textId="77777777" w:rsidR="00636A18" w:rsidRDefault="00636A18" w:rsidP="00D37400">
      <w:pPr>
        <w:pStyle w:val="Titre2"/>
        <w:pageBreakBefore/>
      </w:pPr>
      <w:bookmarkStart w:id="32" w:name="_Toc344229471"/>
      <w:bookmarkStart w:id="33" w:name="_Toc194835734"/>
      <w:r>
        <w:lastRenderedPageBreak/>
        <w:t>XVI</w:t>
      </w:r>
      <w:bookmarkEnd w:id="32"/>
      <w:bookmarkEnd w:id="33"/>
    </w:p>
    <w:p w14:paraId="5974C7DC" w14:textId="77777777" w:rsidR="00D37400" w:rsidRDefault="00636A18">
      <w:r w:rsidRPr="005C1C83">
        <w:t>Après cette expédition de Florentin à</w:t>
      </w:r>
      <w:r>
        <w:t xml:space="preserve"> </w:t>
      </w:r>
      <w:proofErr w:type="spellStart"/>
      <w:r>
        <w:t>Hüldehouse</w:t>
      </w:r>
      <w:proofErr w:type="spellEnd"/>
      <w:r w:rsidR="00D37400">
        <w:t xml:space="preserve">, </w:t>
      </w:r>
      <w:r>
        <w:t>vers la fin de septembre</w:t>
      </w:r>
      <w:r w:rsidR="00D37400">
        <w:t xml:space="preserve">, </w:t>
      </w:r>
      <w:r>
        <w:t>le bruit se répandit qu</w:t>
      </w:r>
      <w:r w:rsidR="00D37400">
        <w:t>’</w:t>
      </w:r>
      <w:r>
        <w:t>on distribuerait des drapeaux à toutes les gardes nationales de France</w:t>
      </w:r>
      <w:r w:rsidR="00D37400">
        <w:t>.</w:t>
      </w:r>
    </w:p>
    <w:p w14:paraId="33DABD3D" w14:textId="77777777" w:rsidR="00D37400" w:rsidRDefault="00636A18">
      <w:r>
        <w:t>Alors commencèrent les lamentations des commères de Phalsbourg</w:t>
      </w:r>
      <w:r w:rsidR="00D37400">
        <w:t xml:space="preserve">, </w:t>
      </w:r>
      <w:r>
        <w:t>habituées à gouverner leurs maris</w:t>
      </w:r>
      <w:r w:rsidR="00D37400">
        <w:t xml:space="preserve">, </w:t>
      </w:r>
      <w:r>
        <w:t>et qui s</w:t>
      </w:r>
      <w:r w:rsidR="00D37400">
        <w:t>’</w:t>
      </w:r>
      <w:r>
        <w:t>attendaient à les voir partir d</w:t>
      </w:r>
      <w:r w:rsidR="00D37400">
        <w:t>’</w:t>
      </w:r>
      <w:r>
        <w:t>un jour à l</w:t>
      </w:r>
      <w:r w:rsidR="00D37400">
        <w:t>’</w:t>
      </w:r>
      <w:r>
        <w:t>autre pour reprendre Sarrelouis et Landau</w:t>
      </w:r>
      <w:r w:rsidR="00D37400">
        <w:t>.</w:t>
      </w:r>
    </w:p>
    <w:p w14:paraId="6A98989B" w14:textId="77777777" w:rsidR="00D37400" w:rsidRDefault="00636A18">
      <w:r>
        <w:t>Je me souviens qu</w:t>
      </w:r>
      <w:r w:rsidR="00D37400">
        <w:t>’</w:t>
      </w:r>
      <w:r>
        <w:t>une après-midi toutes se réunirent chez Nicole et se mirent à délibérer sur ce qu</w:t>
      </w:r>
      <w:r w:rsidR="00D37400">
        <w:t>’</w:t>
      </w:r>
      <w:r>
        <w:t>il fallait faire dans ces circonstances graves</w:t>
      </w:r>
      <w:r w:rsidR="00D37400">
        <w:t>.</w:t>
      </w:r>
    </w:p>
    <w:p w14:paraId="1546D2CE" w14:textId="77777777" w:rsidR="00D37400" w:rsidRDefault="00636A18">
      <w:r>
        <w:rPr>
          <w:szCs w:val="36"/>
        </w:rPr>
        <w:t>Le bocal de cerises à l</w:t>
      </w:r>
      <w:r w:rsidR="00D37400">
        <w:rPr>
          <w:szCs w:val="36"/>
        </w:rPr>
        <w:t>’</w:t>
      </w:r>
      <w:r>
        <w:rPr>
          <w:szCs w:val="36"/>
        </w:rPr>
        <w:t xml:space="preserve">eau-de-vie et le </w:t>
      </w:r>
      <w:r>
        <w:t>cruchon de cassis étaient sur la table</w:t>
      </w:r>
      <w:r w:rsidR="00D37400">
        <w:t xml:space="preserve"> ; </w:t>
      </w:r>
      <w:r>
        <w:t>chacune en prenait à son aise</w:t>
      </w:r>
      <w:r w:rsidR="00D37400">
        <w:t xml:space="preserve"> ; </w:t>
      </w:r>
      <w:r>
        <w:t>elles avaient toutes le nez rouge</w:t>
      </w:r>
      <w:r w:rsidR="00D37400">
        <w:t xml:space="preserve">, </w:t>
      </w:r>
      <w:r>
        <w:t>et cela ne les empêchait pas de se désoler</w:t>
      </w:r>
      <w:r w:rsidR="00D37400">
        <w:t>.</w:t>
      </w:r>
    </w:p>
    <w:p w14:paraId="1FE41C37" w14:textId="77FE37B1" w:rsidR="00D37400" w:rsidRDefault="00D37400">
      <w:r>
        <w:t>« </w:t>
      </w:r>
      <w:r w:rsidR="00636A18">
        <w:t>Maintenant</w:t>
      </w:r>
      <w:r>
        <w:t xml:space="preserve">, </w:t>
      </w:r>
      <w:r w:rsidR="00636A18">
        <w:t>disait la mère Desjardins</w:t>
      </w:r>
      <w:r>
        <w:t xml:space="preserve">, </w:t>
      </w:r>
      <w:r w:rsidR="00636A18">
        <w:t>tout est perdu</w:t>
      </w:r>
      <w:r>
        <w:t xml:space="preserve">, </w:t>
      </w:r>
      <w:r w:rsidR="00636A18">
        <w:t>nos vieux ne veulent plus rien entendre de raisonnable</w:t>
      </w:r>
      <w:r>
        <w:t xml:space="preserve">. </w:t>
      </w:r>
      <w:r w:rsidR="00636A18">
        <w:t>Le mien</w:t>
      </w:r>
      <w:r>
        <w:t xml:space="preserve">, </w:t>
      </w:r>
      <w:r w:rsidR="00636A18">
        <w:t>qui se traîne d</w:t>
      </w:r>
      <w:r>
        <w:t>’</w:t>
      </w:r>
      <w:r w:rsidR="00636A18">
        <w:t>une chaise à l</w:t>
      </w:r>
      <w:r>
        <w:t>’</w:t>
      </w:r>
      <w:r w:rsidR="00636A18">
        <w:t>autre</w:t>
      </w:r>
      <w:r>
        <w:t xml:space="preserve">, </w:t>
      </w:r>
      <w:r w:rsidR="00636A18">
        <w:t>tout criblé de vieilles blessures et de rhumatismes</w:t>
      </w:r>
      <w:r>
        <w:t xml:space="preserve">, </w:t>
      </w:r>
      <w:r w:rsidR="00636A18">
        <w:t>se figure pouvoir encore doubler les étapes</w:t>
      </w:r>
      <w:r>
        <w:t xml:space="preserve"> ; </w:t>
      </w:r>
      <w:r w:rsidR="00636A18">
        <w:t>il crie que le gouvernement lui fait tort</w:t>
      </w:r>
      <w:r>
        <w:t xml:space="preserve">, </w:t>
      </w:r>
      <w:r w:rsidR="00636A18">
        <w:t>qu</w:t>
      </w:r>
      <w:r>
        <w:t>’</w:t>
      </w:r>
      <w:r w:rsidR="00636A18">
        <w:t>il a droit à son grade au 8</w:t>
      </w:r>
      <w:r>
        <w:t>7</w:t>
      </w:r>
      <w:r w:rsidRPr="00D37400">
        <w:rPr>
          <w:vertAlign w:val="superscript"/>
        </w:rPr>
        <w:t>e</w:t>
      </w:r>
      <w:r w:rsidR="00636A18">
        <w:t xml:space="preserve"> comme en 1815</w:t>
      </w:r>
      <w:r>
        <w:t xml:space="preserve"> ; </w:t>
      </w:r>
      <w:r w:rsidR="00636A18">
        <w:t>que ses quinze années pa</w:t>
      </w:r>
      <w:r w:rsidR="00636A18">
        <w:t>s</w:t>
      </w:r>
      <w:r w:rsidR="00636A18">
        <w:t>sées depuis à la maison ne comptent pas</w:t>
      </w:r>
      <w:r>
        <w:t xml:space="preserve"> ; </w:t>
      </w:r>
      <w:r w:rsidR="00636A18">
        <w:t>qu</w:t>
      </w:r>
      <w:r>
        <w:t>’</w:t>
      </w:r>
      <w:r w:rsidR="00636A18">
        <w:t>au lieu d</w:t>
      </w:r>
      <w:r>
        <w:t>’</w:t>
      </w:r>
      <w:r w:rsidR="00636A18">
        <w:t>avoir soixante-trois ans</w:t>
      </w:r>
      <w:r>
        <w:t xml:space="preserve">, </w:t>
      </w:r>
      <w:r w:rsidR="00636A18">
        <w:t>il en a quinze de moins sur les cadres de l</w:t>
      </w:r>
      <w:r>
        <w:t>’</w:t>
      </w:r>
      <w:r w:rsidR="00636A18">
        <w:t>armée</w:t>
      </w:r>
      <w:r>
        <w:t xml:space="preserve">, </w:t>
      </w:r>
      <w:r w:rsidR="00636A18">
        <w:t>et que ce sont les cadres qu</w:t>
      </w:r>
      <w:r>
        <w:t>’</w:t>
      </w:r>
      <w:r w:rsidR="00636A18">
        <w:t>il faut consulter au lieu du calendrier</w:t>
      </w:r>
      <w:r>
        <w:t xml:space="preserve">. </w:t>
      </w:r>
      <w:r w:rsidR="00636A18">
        <w:t>Quand j</w:t>
      </w:r>
      <w:r>
        <w:t>’</w:t>
      </w:r>
      <w:r w:rsidR="00636A18">
        <w:t>ouvre la bouche pour lui répondre</w:t>
      </w:r>
      <w:r>
        <w:t xml:space="preserve">, </w:t>
      </w:r>
      <w:r w:rsidR="00636A18">
        <w:t>il crie</w:t>
      </w:r>
      <w:r>
        <w:t> : « </w:t>
      </w:r>
      <w:r w:rsidR="00636A18">
        <w:t>Taisez-vous</w:t>
      </w:r>
      <w:r>
        <w:t xml:space="preserve">, </w:t>
      </w:r>
      <w:r w:rsidR="00636A18">
        <w:t>madame</w:t>
      </w:r>
      <w:r>
        <w:t> ! »</w:t>
      </w:r>
      <w:r w:rsidR="00636A18">
        <w:t xml:space="preserve"> Il tousse</w:t>
      </w:r>
      <w:r>
        <w:t xml:space="preserve">, </w:t>
      </w:r>
      <w:r w:rsidR="00636A18">
        <w:t>il crache</w:t>
      </w:r>
      <w:r>
        <w:t xml:space="preserve"> ; </w:t>
      </w:r>
      <w:r w:rsidR="00636A18">
        <w:t>les yeux lui so</w:t>
      </w:r>
      <w:r w:rsidR="00636A18">
        <w:t>r</w:t>
      </w:r>
      <w:r w:rsidR="00636A18">
        <w:t>tent de la tête</w:t>
      </w:r>
      <w:r>
        <w:t xml:space="preserve">. </w:t>
      </w:r>
      <w:r w:rsidR="00636A18">
        <w:t>Quel malheur</w:t>
      </w:r>
      <w:r>
        <w:t xml:space="preserve"> ! </w:t>
      </w:r>
      <w:r w:rsidR="00636A18">
        <w:t>Nous étions si tranquilles depuis des années</w:t>
      </w:r>
      <w:r>
        <w:t xml:space="preserve">. </w:t>
      </w:r>
      <w:r w:rsidR="00636A18">
        <w:t xml:space="preserve">Cet imbécile de </w:t>
      </w:r>
      <w:r>
        <w:t>Charles X</w:t>
      </w:r>
      <w:r w:rsidR="00636A18">
        <w:t xml:space="preserve"> avait </w:t>
      </w:r>
      <w:r w:rsidR="00636A18">
        <w:lastRenderedPageBreak/>
        <w:t>bien besoin de se faire mettre à la porte</w:t>
      </w:r>
      <w:r>
        <w:t xml:space="preserve">, </w:t>
      </w:r>
      <w:r w:rsidR="00636A18">
        <w:t>avec ses ordonnances</w:t>
      </w:r>
      <w:r>
        <w:t> !</w:t>
      </w:r>
    </w:p>
    <w:p w14:paraId="67EEF903" w14:textId="4185806A" w:rsidR="00D37400" w:rsidRDefault="00D37400">
      <w:r>
        <w:t>— </w:t>
      </w:r>
      <w:r w:rsidR="00636A18">
        <w:t>Oui</w:t>
      </w:r>
      <w:r>
        <w:t xml:space="preserve">, </w:t>
      </w:r>
      <w:r w:rsidR="00636A18">
        <w:t>répondait Nicole</w:t>
      </w:r>
      <w:r>
        <w:t xml:space="preserve">, </w:t>
      </w:r>
      <w:r w:rsidR="00636A18">
        <w:t>et Vidal m</w:t>
      </w:r>
      <w:r>
        <w:t>’</w:t>
      </w:r>
      <w:r w:rsidR="00636A18">
        <w:t>écrit tous les huit jours d</w:t>
      </w:r>
      <w:r>
        <w:t>’</w:t>
      </w:r>
      <w:r w:rsidR="00636A18">
        <w:t>aller le rejoindre avec Justine à Bayonne</w:t>
      </w:r>
      <w:r>
        <w:t xml:space="preserve">, </w:t>
      </w:r>
      <w:r w:rsidR="00636A18">
        <w:t>d</w:t>
      </w:r>
      <w:r>
        <w:t>’</w:t>
      </w:r>
      <w:r w:rsidR="00636A18">
        <w:t xml:space="preserve">où le </w:t>
      </w:r>
      <w:r>
        <w:t>6</w:t>
      </w:r>
      <w:r w:rsidRPr="00D37400">
        <w:rPr>
          <w:vertAlign w:val="superscript"/>
        </w:rPr>
        <w:t>e</w:t>
      </w:r>
      <w:r>
        <w:t xml:space="preserve"> </w:t>
      </w:r>
      <w:r w:rsidR="00636A18">
        <w:t>léger o</w:t>
      </w:r>
      <w:r w:rsidR="00636A18">
        <w:t>b</w:t>
      </w:r>
      <w:r w:rsidR="00636A18">
        <w:t>serve l</w:t>
      </w:r>
      <w:r>
        <w:t>’</w:t>
      </w:r>
      <w:r w:rsidR="00636A18">
        <w:t>Espagne</w:t>
      </w:r>
      <w:r>
        <w:t xml:space="preserve">. </w:t>
      </w:r>
      <w:r w:rsidR="00636A18">
        <w:t>Il veut me trimbaler encore</w:t>
      </w:r>
      <w:r>
        <w:t xml:space="preserve">, </w:t>
      </w:r>
      <w:r w:rsidR="00636A18">
        <w:t>comme dans le temps</w:t>
      </w:r>
      <w:r>
        <w:t xml:space="preserve">, </w:t>
      </w:r>
      <w:r w:rsidR="00636A18">
        <w:t>jusqu</w:t>
      </w:r>
      <w:r>
        <w:t>’</w:t>
      </w:r>
      <w:r w:rsidR="00636A18">
        <w:t>à Madrid</w:t>
      </w:r>
      <w:r>
        <w:t xml:space="preserve">, </w:t>
      </w:r>
      <w:r w:rsidR="00636A18">
        <w:t>ou bien m</w:t>
      </w:r>
      <w:r>
        <w:t>’</w:t>
      </w:r>
      <w:r w:rsidR="00636A18">
        <w:t>embarquer avec lui sur un vaisseau</w:t>
      </w:r>
      <w:r>
        <w:t xml:space="preserve">, </w:t>
      </w:r>
      <w:r w:rsidR="00636A18">
        <w:t>pour descendre en Angleterre</w:t>
      </w:r>
      <w:r>
        <w:t xml:space="preserve">. </w:t>
      </w:r>
      <w:r w:rsidR="00636A18">
        <w:t>Mais je ne me presse pas</w:t>
      </w:r>
      <w:r>
        <w:t xml:space="preserve"> ; </w:t>
      </w:r>
      <w:r w:rsidR="00636A18">
        <w:t>je n</w:t>
      </w:r>
      <w:r>
        <w:t>’</w:t>
      </w:r>
      <w:r w:rsidR="00636A18">
        <w:t>ai pas envie de finir mes jours sur les pontons de Pl</w:t>
      </w:r>
      <w:r w:rsidR="00636A18">
        <w:t>y</w:t>
      </w:r>
      <w:r w:rsidR="00636A18">
        <w:t>mouth</w:t>
      </w:r>
      <w:r>
        <w:t xml:space="preserve">, </w:t>
      </w:r>
      <w:r w:rsidR="00636A18">
        <w:t>ou d</w:t>
      </w:r>
      <w:r>
        <w:t>’</w:t>
      </w:r>
      <w:r w:rsidR="00636A18">
        <w:t>avoir le cou coupé avec Justine</w:t>
      </w:r>
      <w:r>
        <w:t xml:space="preserve">, </w:t>
      </w:r>
      <w:r w:rsidR="00636A18">
        <w:t>dans un défilé de la Catalogne ou de l</w:t>
      </w:r>
      <w:r>
        <w:t>’</w:t>
      </w:r>
      <w:proofErr w:type="spellStart"/>
      <w:r w:rsidR="00636A18">
        <w:t>Estramadure</w:t>
      </w:r>
      <w:proofErr w:type="spellEnd"/>
      <w:r>
        <w:t xml:space="preserve">. </w:t>
      </w:r>
      <w:r w:rsidR="00636A18">
        <w:t>Qu</w:t>
      </w:r>
      <w:r>
        <w:t>’</w:t>
      </w:r>
      <w:r w:rsidR="00636A18">
        <w:t>il m</w:t>
      </w:r>
      <w:r>
        <w:t>’</w:t>
      </w:r>
      <w:r w:rsidR="00636A18">
        <w:t>écrive</w:t>
      </w:r>
      <w:r>
        <w:t xml:space="preserve"> !… </w:t>
      </w:r>
      <w:r w:rsidR="00636A18">
        <w:t>qu</w:t>
      </w:r>
      <w:r>
        <w:t>’</w:t>
      </w:r>
      <w:r w:rsidR="00636A18">
        <w:t>il m</w:t>
      </w:r>
      <w:r>
        <w:t>’</w:t>
      </w:r>
      <w:r w:rsidR="00636A18">
        <w:t>écrive</w:t>
      </w:r>
      <w:r>
        <w:t xml:space="preserve"> !… </w:t>
      </w:r>
      <w:r w:rsidR="00636A18">
        <w:t>Je ne bouge pas d</w:t>
      </w:r>
      <w:r>
        <w:t>’</w:t>
      </w:r>
      <w:r w:rsidR="00636A18">
        <w:t>ici</w:t>
      </w:r>
      <w:r>
        <w:t xml:space="preserve">. </w:t>
      </w:r>
      <w:r w:rsidR="00636A18">
        <w:t>Allons</w:t>
      </w:r>
      <w:r>
        <w:t xml:space="preserve">, </w:t>
      </w:r>
      <w:r w:rsidR="00636A18">
        <w:t>videz vos verres</w:t>
      </w:r>
      <w:r>
        <w:t xml:space="preserve">, </w:t>
      </w:r>
      <w:r w:rsidR="00636A18">
        <w:t>me</w:t>
      </w:r>
      <w:r w:rsidR="00636A18">
        <w:t>s</w:t>
      </w:r>
      <w:r w:rsidR="00636A18">
        <w:t>dames</w:t>
      </w:r>
      <w:r>
        <w:t xml:space="preserve"> ; </w:t>
      </w:r>
      <w:r w:rsidR="00636A18">
        <w:t>encore une cerise</w:t>
      </w:r>
      <w:r>
        <w:t xml:space="preserve">, </w:t>
      </w:r>
      <w:r w:rsidR="00636A18">
        <w:t>madame Desjardins</w:t>
      </w:r>
      <w:r>
        <w:t>.</w:t>
      </w:r>
    </w:p>
    <w:p w14:paraId="3D5558FD" w14:textId="77777777" w:rsidR="00D37400" w:rsidRDefault="00D37400">
      <w:r>
        <w:t>— </w:t>
      </w:r>
      <w:r w:rsidR="00636A18">
        <w:t>Volontiers</w:t>
      </w:r>
      <w:r>
        <w:t xml:space="preserve">, </w:t>
      </w:r>
      <w:r w:rsidR="00636A18">
        <w:t>Nicole</w:t>
      </w:r>
      <w:r>
        <w:t xml:space="preserve">, </w:t>
      </w:r>
      <w:r w:rsidR="00636A18">
        <w:t>volontiers</w:t>
      </w:r>
      <w:r>
        <w:t>.</w:t>
      </w:r>
    </w:p>
    <w:p w14:paraId="0511701A" w14:textId="55D3E718" w:rsidR="00636A18" w:rsidRDefault="00D37400">
      <w:r>
        <w:t>— </w:t>
      </w:r>
      <w:r w:rsidR="00636A18">
        <w:t>Justine</w:t>
      </w:r>
      <w:r>
        <w:t xml:space="preserve">… </w:t>
      </w:r>
      <w:r w:rsidR="00636A18">
        <w:t>Lucien</w:t>
      </w:r>
      <w:r>
        <w:t xml:space="preserve">, </w:t>
      </w:r>
      <w:r w:rsidR="00636A18">
        <w:t>venez ici</w:t>
      </w:r>
      <w:r>
        <w:t xml:space="preserve"> ! </w:t>
      </w:r>
      <w:r w:rsidR="00636A18">
        <w:t>disait Nicole</w:t>
      </w:r>
      <w:r>
        <w:t xml:space="preserve">. </w:t>
      </w:r>
      <w:r w:rsidR="00636A18">
        <w:t>Vous êtes bien sages</w:t>
      </w:r>
      <w:r>
        <w:t xml:space="preserve">, </w:t>
      </w:r>
      <w:r w:rsidR="00636A18">
        <w:t>c</w:t>
      </w:r>
      <w:r>
        <w:t>’</w:t>
      </w:r>
      <w:r w:rsidR="00636A18">
        <w:t>est bien</w:t>
      </w:r>
      <w:r>
        <w:t xml:space="preserve">… </w:t>
      </w:r>
      <w:r w:rsidR="00636A18">
        <w:t>Tenez</w:t>
      </w:r>
      <w:r>
        <w:t xml:space="preserve">, </w:t>
      </w:r>
      <w:r w:rsidR="00636A18">
        <w:t>prenez des macarons</w:t>
      </w:r>
      <w:r>
        <w:t xml:space="preserve"> ! </w:t>
      </w:r>
      <w:r w:rsidR="00636A18">
        <w:t>Quand je r</w:t>
      </w:r>
      <w:r w:rsidR="00636A18">
        <w:t>e</w:t>
      </w:r>
      <w:r w:rsidR="00636A18">
        <w:t>garde cette pauvre enfant</w:t>
      </w:r>
      <w:r>
        <w:t xml:space="preserve">, </w:t>
      </w:r>
      <w:r w:rsidR="00636A18">
        <w:t>faisait-elle en embrassant Justine</w:t>
      </w:r>
      <w:r>
        <w:t xml:space="preserve">, </w:t>
      </w:r>
      <w:r w:rsidR="00636A18">
        <w:t>de penser que son père est assez enragé pour vouloir l</w:t>
      </w:r>
      <w:r>
        <w:t>’</w:t>
      </w:r>
      <w:r w:rsidR="00636A18">
        <w:t>exposer</w:t>
      </w:r>
      <w:r>
        <w:t xml:space="preserve">, </w:t>
      </w:r>
      <w:r w:rsidR="00636A18">
        <w:t>avec sa malheureuse femme</w:t>
      </w:r>
      <w:r>
        <w:t xml:space="preserve">, </w:t>
      </w:r>
      <w:r w:rsidR="00636A18">
        <w:t>à tous les hasards de la guerre</w:t>
      </w:r>
      <w:r>
        <w:t xml:space="preserve">, </w:t>
      </w:r>
      <w:r w:rsidR="00636A18">
        <w:t>ça me retourne le cœur</w:t>
      </w:r>
      <w:r>
        <w:t>. »</w:t>
      </w:r>
    </w:p>
    <w:p w14:paraId="55D759D2" w14:textId="77777777" w:rsidR="00D37400" w:rsidRDefault="00636A18">
      <w:r>
        <w:t>Elle s</w:t>
      </w:r>
      <w:r w:rsidR="00D37400">
        <w:t>’</w:t>
      </w:r>
      <w:r>
        <w:t>essuyait les yeux avec son tablier</w:t>
      </w:r>
      <w:r w:rsidR="00D37400">
        <w:t xml:space="preserve">, </w:t>
      </w:r>
      <w:r>
        <w:t>puis prenait une bonne prise et nous disait</w:t>
      </w:r>
      <w:r w:rsidR="00D37400">
        <w:t> :</w:t>
      </w:r>
    </w:p>
    <w:p w14:paraId="5161D4D2" w14:textId="0E43B083" w:rsidR="00636A18" w:rsidRDefault="00D37400">
      <w:r>
        <w:t>« </w:t>
      </w:r>
      <w:proofErr w:type="spellStart"/>
      <w:r w:rsidR="00636A18">
        <w:t>Allez vous</w:t>
      </w:r>
      <w:proofErr w:type="spellEnd"/>
      <w:r w:rsidR="00636A18">
        <w:t xml:space="preserve"> rasseoir</w:t>
      </w:r>
      <w:r>
        <w:t xml:space="preserve">. </w:t>
      </w:r>
      <w:r w:rsidR="00636A18">
        <w:t>Et ne crains rien</w:t>
      </w:r>
      <w:r>
        <w:t xml:space="preserve">, </w:t>
      </w:r>
      <w:r w:rsidR="00636A18">
        <w:t>Justine</w:t>
      </w:r>
      <w:r>
        <w:t xml:space="preserve">, </w:t>
      </w:r>
      <w:r w:rsidR="00636A18">
        <w:t>nous rest</w:t>
      </w:r>
      <w:r w:rsidR="00636A18">
        <w:t>e</w:t>
      </w:r>
      <w:r w:rsidR="00636A18">
        <w:t>rons ensemble à Phalsbourg</w:t>
      </w:r>
      <w:r>
        <w:t xml:space="preserve">. </w:t>
      </w:r>
      <w:r w:rsidR="00636A18">
        <w:t>Ça vaudra mieux pour nous que de rouler notre bosse sur les grands chemins de l</w:t>
      </w:r>
      <w:r>
        <w:t>’</w:t>
      </w:r>
      <w:r w:rsidR="00636A18">
        <w:t>Europe</w:t>
      </w:r>
      <w:r>
        <w:t xml:space="preserve">, </w:t>
      </w:r>
      <w:r w:rsidR="00636A18">
        <w:t>depuis le Portugal jusqu</w:t>
      </w:r>
      <w:r>
        <w:t>’</w:t>
      </w:r>
      <w:r w:rsidR="00636A18">
        <w:t>à Moscou</w:t>
      </w:r>
      <w:r>
        <w:t> ! »</w:t>
      </w:r>
    </w:p>
    <w:p w14:paraId="58B6E7EF" w14:textId="77777777" w:rsidR="00D37400" w:rsidRDefault="00636A18">
      <w:r>
        <w:t>Les autres semblaient attendries</w:t>
      </w:r>
      <w:r w:rsidR="00D37400">
        <w:t xml:space="preserve"> ; </w:t>
      </w:r>
      <w:r>
        <w:t>elles serraient les lèvres en tricotant et restaient pensives</w:t>
      </w:r>
      <w:r w:rsidR="00D37400">
        <w:t>.</w:t>
      </w:r>
    </w:p>
    <w:p w14:paraId="408691CA" w14:textId="0BF4C3EC" w:rsidR="00D37400" w:rsidRDefault="00D37400">
      <w:r>
        <w:t>« </w:t>
      </w:r>
      <w:r w:rsidR="00636A18">
        <w:t>Ce qui me console un peu</w:t>
      </w:r>
      <w:r>
        <w:t xml:space="preserve">, </w:t>
      </w:r>
      <w:r w:rsidR="00636A18">
        <w:t xml:space="preserve">reprenait ensuite </w:t>
      </w:r>
      <w:r>
        <w:t>M</w:t>
      </w:r>
      <w:r w:rsidRPr="00D37400">
        <w:rPr>
          <w:vertAlign w:val="superscript"/>
        </w:rPr>
        <w:t>me</w:t>
      </w:r>
      <w:r>
        <w:t> </w:t>
      </w:r>
      <w:r w:rsidR="00636A18">
        <w:t>Richard</w:t>
      </w:r>
      <w:r>
        <w:t xml:space="preserve">, </w:t>
      </w:r>
      <w:r w:rsidR="00636A18">
        <w:t>c</w:t>
      </w:r>
      <w:r>
        <w:t>’</w:t>
      </w:r>
      <w:r w:rsidR="00636A18">
        <w:t xml:space="preserve">est que le mien a passé de la cavalerie légère dans les </w:t>
      </w:r>
      <w:r w:rsidR="00636A18">
        <w:lastRenderedPageBreak/>
        <w:t>cuira</w:t>
      </w:r>
      <w:r w:rsidR="00636A18">
        <w:t>s</w:t>
      </w:r>
      <w:r w:rsidR="00636A18">
        <w:t>siers</w:t>
      </w:r>
      <w:r>
        <w:t xml:space="preserve">. </w:t>
      </w:r>
      <w:r w:rsidR="00636A18">
        <w:t>Au lieu d</w:t>
      </w:r>
      <w:r>
        <w:t>’</w:t>
      </w:r>
      <w:r w:rsidR="00636A18">
        <w:t>être à l</w:t>
      </w:r>
      <w:r>
        <w:t>’</w:t>
      </w:r>
      <w:r w:rsidR="00636A18">
        <w:t>avant-garde</w:t>
      </w:r>
      <w:r>
        <w:t xml:space="preserve">, </w:t>
      </w:r>
      <w:r w:rsidR="00636A18">
        <w:t>toujours en reconnaissance</w:t>
      </w:r>
      <w:r>
        <w:t xml:space="preserve">, </w:t>
      </w:r>
      <w:r w:rsidR="00636A18">
        <w:t>ou bien à l</w:t>
      </w:r>
      <w:r>
        <w:t>’</w:t>
      </w:r>
      <w:r w:rsidR="00636A18">
        <w:t>arrière-garde pour soutenir la retraite</w:t>
      </w:r>
      <w:r>
        <w:t xml:space="preserve">, </w:t>
      </w:r>
      <w:r w:rsidR="00636A18">
        <w:t>il restera dans la réserve</w:t>
      </w:r>
      <w:r>
        <w:t xml:space="preserve">. </w:t>
      </w:r>
      <w:r w:rsidR="00636A18">
        <w:t>Les cuirassiers ne donnent jamais qu</w:t>
      </w:r>
      <w:r>
        <w:t>’</w:t>
      </w:r>
      <w:r w:rsidR="00636A18">
        <w:t>à la fin</w:t>
      </w:r>
      <w:r>
        <w:t xml:space="preserve">, </w:t>
      </w:r>
      <w:r w:rsidR="00636A18">
        <w:t>pour enfoncer le dernier carré</w:t>
      </w:r>
      <w:r>
        <w:t xml:space="preserve">, </w:t>
      </w:r>
      <w:r w:rsidR="00636A18">
        <w:t>et</w:t>
      </w:r>
      <w:r>
        <w:t xml:space="preserve">, </w:t>
      </w:r>
      <w:r w:rsidR="00636A18">
        <w:t>pourvu que le cheval soit solide</w:t>
      </w:r>
      <w:r>
        <w:t xml:space="preserve">, </w:t>
      </w:r>
      <w:r w:rsidR="00636A18">
        <w:t>qu</w:t>
      </w:r>
      <w:r>
        <w:t>’</w:t>
      </w:r>
      <w:r w:rsidR="00636A18">
        <w:t>on lui fasse lever la tête pour se couvrir le ventre</w:t>
      </w:r>
      <w:r>
        <w:t xml:space="preserve">, </w:t>
      </w:r>
      <w:r w:rsidR="00636A18">
        <w:t>c</w:t>
      </w:r>
      <w:r>
        <w:t>’</w:t>
      </w:r>
      <w:r w:rsidR="00636A18">
        <w:t>est lui qui reçoit tous les coups</w:t>
      </w:r>
      <w:r>
        <w:t xml:space="preserve"> ; </w:t>
      </w:r>
      <w:r w:rsidR="00636A18">
        <w:t xml:space="preserve">mon oncle </w:t>
      </w:r>
      <w:proofErr w:type="spellStart"/>
      <w:r w:rsidR="00636A18">
        <w:t>Vézenaire</w:t>
      </w:r>
      <w:proofErr w:type="spellEnd"/>
      <w:r w:rsidR="00636A18">
        <w:t xml:space="preserve"> m</w:t>
      </w:r>
      <w:r>
        <w:t>’</w:t>
      </w:r>
      <w:r w:rsidR="00636A18">
        <w:t>a bien expliqué ça</w:t>
      </w:r>
      <w:r>
        <w:t> !</w:t>
      </w:r>
    </w:p>
    <w:p w14:paraId="113F81B2" w14:textId="77777777" w:rsidR="00D37400" w:rsidRDefault="00D37400">
      <w:r>
        <w:t>— </w:t>
      </w:r>
      <w:r w:rsidR="00636A18">
        <w:t>Oh</w:t>
      </w:r>
      <w:r>
        <w:t xml:space="preserve"> ! </w:t>
      </w:r>
      <w:r w:rsidR="00636A18">
        <w:t>faisait Annette Metzinger</w:t>
      </w:r>
      <w:r>
        <w:t xml:space="preserve">, </w:t>
      </w:r>
      <w:r w:rsidR="00636A18">
        <w:t>la dame du colonel d</w:t>
      </w:r>
      <w:r>
        <w:t>’</w:t>
      </w:r>
      <w:r w:rsidR="00636A18">
        <w:t>artillerie</w:t>
      </w:r>
      <w:r>
        <w:t xml:space="preserve">, </w:t>
      </w:r>
      <w:r w:rsidR="00636A18">
        <w:t>un coup de mitraille vous balaie aussi bien des cu</w:t>
      </w:r>
      <w:r w:rsidR="00636A18">
        <w:t>i</w:t>
      </w:r>
      <w:r w:rsidR="00636A18">
        <w:t>rassiers que des chasseurs et des hussards</w:t>
      </w:r>
      <w:r>
        <w:t xml:space="preserve"> ; </w:t>
      </w:r>
      <w:r w:rsidR="00636A18">
        <w:t>ça fait des rues au milieu comme à Friedland</w:t>
      </w:r>
      <w:r>
        <w:t>.</w:t>
      </w:r>
    </w:p>
    <w:p w14:paraId="7A20019D" w14:textId="0593C6D5" w:rsidR="00636A18" w:rsidRDefault="00D37400">
      <w:pPr>
        <w:rPr>
          <w:szCs w:val="36"/>
        </w:rPr>
      </w:pPr>
      <w:r>
        <w:t>— </w:t>
      </w:r>
      <w:r w:rsidR="00636A18" w:rsidRPr="000D4419">
        <w:t>Hé</w:t>
      </w:r>
      <w:r>
        <w:t xml:space="preserve"> ! </w:t>
      </w:r>
      <w:r w:rsidR="00636A18" w:rsidRPr="000D4419">
        <w:t>criait l</w:t>
      </w:r>
      <w:r>
        <w:t>’</w:t>
      </w:r>
      <w:r w:rsidR="00636A18" w:rsidRPr="000D4419">
        <w:t>autre</w:t>
      </w:r>
      <w:r>
        <w:t xml:space="preserve">, </w:t>
      </w:r>
      <w:r w:rsidR="00636A18" w:rsidRPr="000D4419">
        <w:t>je ne dis pas non</w:t>
      </w:r>
      <w:r>
        <w:t xml:space="preserve"> ; </w:t>
      </w:r>
      <w:r w:rsidR="00636A18">
        <w:t>mais</w:t>
      </w:r>
      <w:r>
        <w:t xml:space="preserve">, </w:t>
      </w:r>
      <w:r w:rsidR="00636A18">
        <w:t>quand on a</w:t>
      </w:r>
      <w:r w:rsidR="00636A18">
        <w:t>r</w:t>
      </w:r>
      <w:r w:rsidR="00636A18">
        <w:t>rive sur les pièces</w:t>
      </w:r>
      <w:r>
        <w:t xml:space="preserve">, </w:t>
      </w:r>
      <w:r w:rsidR="00636A18">
        <w:t>on vous sabre drôlement les canonniers</w:t>
      </w:r>
      <w:r>
        <w:t xml:space="preserve"> ; </w:t>
      </w:r>
      <w:r w:rsidR="00636A18">
        <w:t>ton Metzinger doit le savoir</w:t>
      </w:r>
      <w:r>
        <w:t xml:space="preserve">, </w:t>
      </w:r>
      <w:r w:rsidR="00636A18">
        <w:t>il en a gardé les marques sur l</w:t>
      </w:r>
      <w:r>
        <w:t>’</w:t>
      </w:r>
      <w:r w:rsidR="00636A18">
        <w:t>oreille et sur la tête</w:t>
      </w:r>
      <w:r>
        <w:t> ! »</w:t>
      </w:r>
    </w:p>
    <w:p w14:paraId="7B21321C" w14:textId="77777777" w:rsidR="00D37400" w:rsidRDefault="00636A18">
      <w:r>
        <w:t>Elles se fâchaient</w:t>
      </w:r>
      <w:r w:rsidR="00D37400">
        <w:t xml:space="preserve">, </w:t>
      </w:r>
      <w:r>
        <w:t>prenant parti pour leurs hommes</w:t>
      </w:r>
      <w:r w:rsidR="00D37400">
        <w:t xml:space="preserve">, </w:t>
      </w:r>
      <w:r>
        <w:t>tout en gémissant de les voir repartir</w:t>
      </w:r>
      <w:r w:rsidR="00D37400">
        <w:t>.</w:t>
      </w:r>
    </w:p>
    <w:p w14:paraId="7C251095" w14:textId="77777777" w:rsidR="00D37400" w:rsidRDefault="00636A18">
      <w:pPr>
        <w:rPr>
          <w:szCs w:val="36"/>
        </w:rPr>
      </w:pPr>
      <w:r>
        <w:t xml:space="preserve">Mais </w:t>
      </w:r>
      <w:proofErr w:type="spellStart"/>
      <w:r>
        <w:t>Frentzel</w:t>
      </w:r>
      <w:proofErr w:type="spellEnd"/>
      <w:r>
        <w:t xml:space="preserve"> continuait à tricoter sans rien dire</w:t>
      </w:r>
      <w:r w:rsidR="00D37400">
        <w:t xml:space="preserve"> ; </w:t>
      </w:r>
      <w:r>
        <w:t>on la r</w:t>
      </w:r>
      <w:r>
        <w:t>e</w:t>
      </w:r>
      <w:r>
        <w:t>gardait à chaque instant</w:t>
      </w:r>
      <w:r w:rsidR="00D37400">
        <w:t xml:space="preserve">, </w:t>
      </w:r>
      <w:r>
        <w:rPr>
          <w:szCs w:val="36"/>
        </w:rPr>
        <w:t>comme pour demander son avis</w:t>
      </w:r>
      <w:r w:rsidR="00D37400">
        <w:rPr>
          <w:szCs w:val="36"/>
        </w:rPr>
        <w:t xml:space="preserve">, </w:t>
      </w:r>
      <w:r>
        <w:rPr>
          <w:szCs w:val="36"/>
        </w:rPr>
        <w:t>et</w:t>
      </w:r>
      <w:r w:rsidR="00D37400">
        <w:rPr>
          <w:szCs w:val="36"/>
        </w:rPr>
        <w:t xml:space="preserve">, </w:t>
      </w:r>
      <w:r>
        <w:rPr>
          <w:szCs w:val="36"/>
        </w:rPr>
        <w:t>toute pensive</w:t>
      </w:r>
      <w:r w:rsidR="00D37400">
        <w:rPr>
          <w:szCs w:val="36"/>
        </w:rPr>
        <w:t xml:space="preserve">, </w:t>
      </w:r>
      <w:r>
        <w:rPr>
          <w:szCs w:val="36"/>
        </w:rPr>
        <w:t>elle gardait le silence</w:t>
      </w:r>
      <w:r w:rsidR="00D37400">
        <w:rPr>
          <w:szCs w:val="36"/>
        </w:rPr>
        <w:t>.</w:t>
      </w:r>
    </w:p>
    <w:p w14:paraId="7A734CA8" w14:textId="77777777" w:rsidR="00D37400" w:rsidRDefault="00636A18">
      <w:r>
        <w:t>Pourtant</w:t>
      </w:r>
      <w:r w:rsidR="00D37400">
        <w:t xml:space="preserve">, </w:t>
      </w:r>
      <w:r>
        <w:t>à la fin</w:t>
      </w:r>
      <w:r w:rsidR="00D37400">
        <w:t xml:space="preserve">, </w:t>
      </w:r>
      <w:r>
        <w:t>fourrant une de ses aiguilles à tricoter dans ses cheveux</w:t>
      </w:r>
      <w:r w:rsidR="00D37400">
        <w:t xml:space="preserve">, </w:t>
      </w:r>
      <w:r>
        <w:t>elle prit la parole et dit</w:t>
      </w:r>
      <w:r w:rsidR="00D37400">
        <w:t> :</w:t>
      </w:r>
    </w:p>
    <w:p w14:paraId="6C12734F" w14:textId="34FA1E90" w:rsidR="00636A18" w:rsidRDefault="00D37400">
      <w:r>
        <w:t>« </w:t>
      </w:r>
      <w:r w:rsidR="00636A18">
        <w:t>Depuis deux mois que je rêve à tout ça</w:t>
      </w:r>
      <w:r>
        <w:t xml:space="preserve">, </w:t>
      </w:r>
      <w:r w:rsidR="00636A18">
        <w:t>je suis devenue bien tranquille</w:t>
      </w:r>
      <w:r>
        <w:t xml:space="preserve">. </w:t>
      </w:r>
      <w:r w:rsidR="00636A18">
        <w:t>Louis-Philippe</w:t>
      </w:r>
      <w:r>
        <w:t xml:space="preserve">, </w:t>
      </w:r>
      <w:r w:rsidR="00636A18">
        <w:t>Lafayette</w:t>
      </w:r>
      <w:r>
        <w:t xml:space="preserve">, </w:t>
      </w:r>
      <w:r w:rsidR="00636A18">
        <w:t>Soult</w:t>
      </w:r>
      <w:r>
        <w:t xml:space="preserve">, </w:t>
      </w:r>
      <w:r w:rsidR="00636A18">
        <w:t>Gérard</w:t>
      </w:r>
      <w:r>
        <w:t xml:space="preserve">, </w:t>
      </w:r>
      <w:r w:rsidR="00636A18">
        <w:t>Mo</w:t>
      </w:r>
      <w:r w:rsidR="00636A18">
        <w:t>u</w:t>
      </w:r>
      <w:r w:rsidR="00636A18">
        <w:t>ton et tous les vainqueurs</w:t>
      </w:r>
      <w:r>
        <w:t xml:space="preserve">, </w:t>
      </w:r>
      <w:r w:rsidR="00636A18">
        <w:t>les ministres</w:t>
      </w:r>
      <w:r>
        <w:t xml:space="preserve">, </w:t>
      </w:r>
      <w:r w:rsidR="00636A18">
        <w:t>les députés</w:t>
      </w:r>
      <w:r>
        <w:t xml:space="preserve">, </w:t>
      </w:r>
      <w:r w:rsidR="00636A18">
        <w:t>tous les marchands et fabricants n</w:t>
      </w:r>
      <w:r>
        <w:t>’</w:t>
      </w:r>
      <w:r w:rsidR="00636A18">
        <w:t>ont pas plus envie d</w:t>
      </w:r>
      <w:r>
        <w:t>’</w:t>
      </w:r>
      <w:r w:rsidR="00636A18">
        <w:t>aller reprendre Sarrelouis et Landau que moi de me faire arracher les dents</w:t>
      </w:r>
      <w:r>
        <w:t xml:space="preserve">. </w:t>
      </w:r>
      <w:r w:rsidR="00636A18" w:rsidRPr="008309B2">
        <w:t>Ce sont des gens de bon sens</w:t>
      </w:r>
      <w:r>
        <w:t xml:space="preserve"> ; </w:t>
      </w:r>
      <w:r w:rsidR="00636A18" w:rsidRPr="008309B2">
        <w:t>ils ont assez de grades</w:t>
      </w:r>
      <w:r>
        <w:t xml:space="preserve">, </w:t>
      </w:r>
      <w:r w:rsidR="00636A18" w:rsidRPr="008309B2">
        <w:t>de pensio</w:t>
      </w:r>
      <w:r w:rsidR="00636A18">
        <w:t>ns et de bénéfices</w:t>
      </w:r>
      <w:r>
        <w:t xml:space="preserve"> ; </w:t>
      </w:r>
      <w:r w:rsidR="00636A18">
        <w:t>qu</w:t>
      </w:r>
      <w:r>
        <w:t>’</w:t>
      </w:r>
      <w:r w:rsidR="00636A18">
        <w:t>est-ce qu</w:t>
      </w:r>
      <w:r>
        <w:t>’</w:t>
      </w:r>
      <w:r w:rsidR="00636A18">
        <w:t>ils pourraient gagner de plus</w:t>
      </w:r>
      <w:r>
        <w:t xml:space="preserve"> ? </w:t>
      </w:r>
      <w:r w:rsidR="00636A18">
        <w:t>D</w:t>
      </w:r>
      <w:r>
        <w:t>’</w:t>
      </w:r>
      <w:r w:rsidR="00636A18">
        <w:t>avoir une patte emportée</w:t>
      </w:r>
      <w:r>
        <w:t xml:space="preserve">, </w:t>
      </w:r>
      <w:r w:rsidR="00636A18">
        <w:t>d</w:t>
      </w:r>
      <w:r>
        <w:t>’</w:t>
      </w:r>
      <w:r w:rsidR="00636A18">
        <w:t>être coupés en deux</w:t>
      </w:r>
      <w:r>
        <w:t xml:space="preserve">, </w:t>
      </w:r>
      <w:r w:rsidR="00636A18">
        <w:t xml:space="preserve">ou </w:t>
      </w:r>
      <w:r w:rsidR="00636A18">
        <w:lastRenderedPageBreak/>
        <w:t>de r</w:t>
      </w:r>
      <w:r w:rsidR="00636A18">
        <w:t>e</w:t>
      </w:r>
      <w:r w:rsidR="00636A18">
        <w:t>tourner en exil</w:t>
      </w:r>
      <w:r>
        <w:t xml:space="preserve">, </w:t>
      </w:r>
      <w:r w:rsidR="00636A18">
        <w:t>si les Bourbons de la branche aînée</w:t>
      </w:r>
      <w:r>
        <w:t xml:space="preserve">, </w:t>
      </w:r>
      <w:r w:rsidR="00636A18">
        <w:t>comme on dit</w:t>
      </w:r>
      <w:r>
        <w:t xml:space="preserve">, </w:t>
      </w:r>
      <w:r w:rsidR="00636A18">
        <w:t>revenaient dans les fourgons de l</w:t>
      </w:r>
      <w:r>
        <w:t>’</w:t>
      </w:r>
      <w:r w:rsidR="00636A18">
        <w:t>ennemi</w:t>
      </w:r>
      <w:r>
        <w:t xml:space="preserve"> ! – </w:t>
      </w:r>
      <w:r w:rsidR="00636A18">
        <w:t>Pas si bêtes</w:t>
      </w:r>
      <w:r>
        <w:t xml:space="preserve"> !… </w:t>
      </w:r>
      <w:r w:rsidR="00636A18">
        <w:t>pas si bêtes</w:t>
      </w:r>
      <w:r>
        <w:t xml:space="preserve"> !… </w:t>
      </w:r>
      <w:r w:rsidR="00636A18">
        <w:t>Je les connais tous</w:t>
      </w:r>
      <w:r>
        <w:t xml:space="preserve">, </w:t>
      </w:r>
      <w:r w:rsidR="00636A18">
        <w:t>même Louis-Philippe</w:t>
      </w:r>
      <w:r>
        <w:t xml:space="preserve">, </w:t>
      </w:r>
      <w:r w:rsidR="00636A18">
        <w:t>car Florentin m</w:t>
      </w:r>
      <w:r>
        <w:t>’</w:t>
      </w:r>
      <w:r w:rsidR="00636A18">
        <w:t>a raconté qu</w:t>
      </w:r>
      <w:r>
        <w:t>’</w:t>
      </w:r>
      <w:r w:rsidR="00636A18">
        <w:t>à Jemmapes</w:t>
      </w:r>
      <w:r>
        <w:t xml:space="preserve">, </w:t>
      </w:r>
      <w:r w:rsidR="00636A18">
        <w:t>le colonel des dragons de Chartres était toujours au quartier général de Dumouriez</w:t>
      </w:r>
      <w:r>
        <w:t xml:space="preserve">. </w:t>
      </w:r>
      <w:r w:rsidR="00636A18">
        <w:t>D</w:t>
      </w:r>
      <w:r w:rsidR="00636A18">
        <w:t>e</w:t>
      </w:r>
      <w:r w:rsidR="00636A18">
        <w:t>puis</w:t>
      </w:r>
      <w:r>
        <w:t xml:space="preserve">, </w:t>
      </w:r>
      <w:r w:rsidR="00636A18">
        <w:t>il a roulé le monde sans le sou</w:t>
      </w:r>
      <w:r>
        <w:t>. Louis XVIII</w:t>
      </w:r>
      <w:r w:rsidR="00636A18">
        <w:t xml:space="preserve"> lui a rendu toutes ses forêts</w:t>
      </w:r>
      <w:r>
        <w:t xml:space="preserve">, </w:t>
      </w:r>
      <w:r w:rsidR="00636A18">
        <w:t>ses terres</w:t>
      </w:r>
      <w:r>
        <w:t xml:space="preserve">, </w:t>
      </w:r>
      <w:r w:rsidR="00636A18">
        <w:t>ses châteaux</w:t>
      </w:r>
      <w:r>
        <w:t xml:space="preserve">, </w:t>
      </w:r>
      <w:r w:rsidR="00636A18">
        <w:t>et lui a donné une grosse part du milliard des émigrés</w:t>
      </w:r>
      <w:r>
        <w:t xml:space="preserve">, </w:t>
      </w:r>
      <w:r w:rsidR="00636A18">
        <w:t>pour payer les dettes de son père</w:t>
      </w:r>
      <w:r>
        <w:t xml:space="preserve"> ; </w:t>
      </w:r>
      <w:r w:rsidR="00636A18">
        <w:t xml:space="preserve">et </w:t>
      </w:r>
      <w:r>
        <w:t>Charles X</w:t>
      </w:r>
      <w:r w:rsidR="00636A18">
        <w:t xml:space="preserve"> lui a octroyé le titre de prince royal</w:t>
      </w:r>
      <w:r>
        <w:t xml:space="preserve">. </w:t>
      </w:r>
      <w:r w:rsidR="00636A18">
        <w:t>Maint</w:t>
      </w:r>
      <w:r w:rsidR="00636A18">
        <w:t>e</w:t>
      </w:r>
      <w:r w:rsidR="00636A18">
        <w:t>nant les députés lui ont donné la couronne et un million à d</w:t>
      </w:r>
      <w:r w:rsidR="00636A18">
        <w:t>é</w:t>
      </w:r>
      <w:r w:rsidR="00636A18">
        <w:t>penser par mois</w:t>
      </w:r>
      <w:r>
        <w:t xml:space="preserve"> !… </w:t>
      </w:r>
      <w:r w:rsidR="00636A18">
        <w:t>Ne craignez rien</w:t>
      </w:r>
      <w:r>
        <w:t xml:space="preserve">, </w:t>
      </w:r>
      <w:r w:rsidR="00636A18">
        <w:t>il ne va pas mettre sa fo</w:t>
      </w:r>
      <w:r w:rsidR="00636A18">
        <w:t>r</w:t>
      </w:r>
      <w:r w:rsidR="00636A18">
        <w:t>tune à la roulette</w:t>
      </w:r>
      <w:r>
        <w:t xml:space="preserve"> ; </w:t>
      </w:r>
      <w:r w:rsidR="00636A18">
        <w:t>il tient à ses écus</w:t>
      </w:r>
      <w:r>
        <w:t xml:space="preserve">. – </w:t>
      </w:r>
      <w:r w:rsidR="00636A18">
        <w:t>Et Soult</w:t>
      </w:r>
      <w:r>
        <w:t xml:space="preserve">, </w:t>
      </w:r>
      <w:r w:rsidR="00636A18">
        <w:t>qu</w:t>
      </w:r>
      <w:r>
        <w:t>’</w:t>
      </w:r>
      <w:r w:rsidR="00636A18">
        <w:t>on dit le premier manœuvrier du monde</w:t>
      </w:r>
      <w:r>
        <w:t xml:space="preserve">, </w:t>
      </w:r>
      <w:r w:rsidR="00636A18">
        <w:t>à cause de sa bataille de To</w:t>
      </w:r>
      <w:r w:rsidR="00636A18">
        <w:t>u</w:t>
      </w:r>
      <w:r w:rsidR="00636A18">
        <w:t>louse</w:t>
      </w:r>
      <w:r>
        <w:t xml:space="preserve">, </w:t>
      </w:r>
      <w:r w:rsidR="00636A18">
        <w:t>j</w:t>
      </w:r>
      <w:r>
        <w:t>’</w:t>
      </w:r>
      <w:r w:rsidR="00636A18">
        <w:t>ai vu ses fourgons</w:t>
      </w:r>
      <w:r>
        <w:t xml:space="preserve">, </w:t>
      </w:r>
      <w:r w:rsidR="00636A18">
        <w:t>en Espagne</w:t>
      </w:r>
      <w:r>
        <w:t xml:space="preserve">, </w:t>
      </w:r>
      <w:r w:rsidR="00636A18">
        <w:t>je les ai vus</w:t>
      </w:r>
      <w:r>
        <w:t xml:space="preserve"> ! </w:t>
      </w:r>
      <w:r w:rsidR="00636A18">
        <w:t>Dieu du ciel</w:t>
      </w:r>
      <w:r>
        <w:t xml:space="preserve">, </w:t>
      </w:r>
      <w:r w:rsidR="00636A18">
        <w:t>quand j</w:t>
      </w:r>
      <w:r>
        <w:t>’</w:t>
      </w:r>
      <w:r w:rsidR="00636A18">
        <w:t>y pense</w:t>
      </w:r>
      <w:r>
        <w:t xml:space="preserve">, </w:t>
      </w:r>
      <w:r w:rsidR="00636A18">
        <w:t>y en avait-il du butin</w:t>
      </w:r>
      <w:r>
        <w:t xml:space="preserve"> !… </w:t>
      </w:r>
      <w:r w:rsidR="00636A18">
        <w:t>y en avait-il</w:t>
      </w:r>
      <w:r>
        <w:t xml:space="preserve"> !… </w:t>
      </w:r>
      <w:r w:rsidR="00636A18">
        <w:t>Ha</w:t>
      </w:r>
      <w:r>
        <w:t> ! »</w:t>
      </w:r>
    </w:p>
    <w:p w14:paraId="181A0D95" w14:textId="77777777" w:rsidR="00D37400" w:rsidRDefault="00636A18">
      <w:r>
        <w:t>Elle levait les yeux au plafond</w:t>
      </w:r>
      <w:r w:rsidR="00D37400">
        <w:t xml:space="preserve">, </w:t>
      </w:r>
      <w:r>
        <w:t>en soufflant dans ses joues</w:t>
      </w:r>
      <w:r w:rsidR="00D37400">
        <w:t xml:space="preserve">, </w:t>
      </w:r>
      <w:r>
        <w:t>qui devenaient toutes rondes</w:t>
      </w:r>
      <w:r w:rsidR="00D37400">
        <w:t>.</w:t>
      </w:r>
    </w:p>
    <w:p w14:paraId="0570666C" w14:textId="77777777" w:rsidR="00D37400" w:rsidRDefault="00636A18">
      <w:r>
        <w:t>Et comme on l</w:t>
      </w:r>
      <w:r w:rsidR="00D37400">
        <w:t>’</w:t>
      </w:r>
      <w:r>
        <w:t>écoutait</w:t>
      </w:r>
      <w:r w:rsidR="00D37400">
        <w:t> :</w:t>
      </w:r>
    </w:p>
    <w:p w14:paraId="78F77183" w14:textId="3A87C3D4" w:rsidR="00636A18" w:rsidRDefault="00D37400">
      <w:r>
        <w:t>« </w:t>
      </w:r>
      <w:r w:rsidR="00636A18" w:rsidRPr="00ED033C">
        <w:t>Croyez-vous qu</w:t>
      </w:r>
      <w:r>
        <w:t>’</w:t>
      </w:r>
      <w:r w:rsidR="00636A18" w:rsidRPr="00ED033C">
        <w:t>un vieux renard</w:t>
      </w:r>
      <w:r w:rsidR="00636A18">
        <w:t xml:space="preserve"> comme Soult</w:t>
      </w:r>
      <w:r>
        <w:t xml:space="preserve">, </w:t>
      </w:r>
      <w:r w:rsidR="00636A18">
        <w:t>reprit-elle</w:t>
      </w:r>
      <w:r>
        <w:t xml:space="preserve">, </w:t>
      </w:r>
      <w:r w:rsidR="00636A18">
        <w:t>et boiteux par-dessus le marché</w:t>
      </w:r>
      <w:r>
        <w:t xml:space="preserve">, </w:t>
      </w:r>
      <w:r w:rsidR="00636A18">
        <w:t>ait envie de reprendre la rive gauche</w:t>
      </w:r>
      <w:r>
        <w:t xml:space="preserve"> ?… </w:t>
      </w:r>
      <w:r w:rsidR="00636A18">
        <w:t>Qu</w:t>
      </w:r>
      <w:r>
        <w:t>’</w:t>
      </w:r>
      <w:r w:rsidR="00636A18">
        <w:t>est-ce que lui fait</w:t>
      </w:r>
      <w:r>
        <w:t xml:space="preserve">, </w:t>
      </w:r>
      <w:r w:rsidR="00636A18">
        <w:t>à lui</w:t>
      </w:r>
      <w:r>
        <w:t xml:space="preserve">, </w:t>
      </w:r>
      <w:r w:rsidR="00636A18">
        <w:t>la rive gauche</w:t>
      </w:r>
      <w:r>
        <w:t xml:space="preserve"> ? – </w:t>
      </w:r>
      <w:r w:rsidR="00636A18">
        <w:t>Ah</w:t>
      </w:r>
      <w:r>
        <w:t xml:space="preserve"> ! </w:t>
      </w:r>
      <w:r w:rsidR="00636A18">
        <w:t>s</w:t>
      </w:r>
      <w:r>
        <w:t>’</w:t>
      </w:r>
      <w:r w:rsidR="00636A18">
        <w:t>il y avait des cathédrales où personne n</w:t>
      </w:r>
      <w:r>
        <w:t>’</w:t>
      </w:r>
      <w:r w:rsidR="00636A18">
        <w:t>aurait passé depuis cinq cents ans</w:t>
      </w:r>
      <w:r>
        <w:t xml:space="preserve">, </w:t>
      </w:r>
      <w:r w:rsidR="00636A18">
        <w:t>que des pèl</w:t>
      </w:r>
      <w:r w:rsidR="00636A18">
        <w:t>e</w:t>
      </w:r>
      <w:r w:rsidR="00636A18">
        <w:t>rins pour faire leurs offrandes</w:t>
      </w:r>
      <w:r>
        <w:t xml:space="preserve">, </w:t>
      </w:r>
      <w:r w:rsidR="00636A18">
        <w:t>je ne dis pas</w:t>
      </w:r>
      <w:r>
        <w:t xml:space="preserve">… </w:t>
      </w:r>
      <w:r w:rsidR="00636A18">
        <w:t>mais toutes ces cathédrales de la rive gauche</w:t>
      </w:r>
      <w:r>
        <w:t xml:space="preserve">, </w:t>
      </w:r>
      <w:r w:rsidR="00636A18">
        <w:t>nous les avons visitées</w:t>
      </w:r>
      <w:r>
        <w:t xml:space="preserve"> ; </w:t>
      </w:r>
      <w:r w:rsidR="00636A18">
        <w:t>nos m</w:t>
      </w:r>
      <w:r w:rsidR="00636A18">
        <w:t>a</w:t>
      </w:r>
      <w:r w:rsidR="00636A18">
        <w:t>raudeurs en ont passé la revue depuis le haut du clocher jusque dans les caves</w:t>
      </w:r>
      <w:r>
        <w:t xml:space="preserve">, </w:t>
      </w:r>
      <w:r w:rsidR="00636A18">
        <w:t>dix fois</w:t>
      </w:r>
      <w:r>
        <w:t xml:space="preserve">, </w:t>
      </w:r>
      <w:r w:rsidR="00636A18">
        <w:t>vingt fois</w:t>
      </w:r>
      <w:r>
        <w:t xml:space="preserve"> ; </w:t>
      </w:r>
      <w:r w:rsidR="00636A18">
        <w:t>ils n</w:t>
      </w:r>
      <w:r>
        <w:t>’</w:t>
      </w:r>
      <w:r w:rsidR="00636A18">
        <w:t>ont rien oublié dans les escaliers</w:t>
      </w:r>
      <w:r>
        <w:t xml:space="preserve">, </w:t>
      </w:r>
      <w:r w:rsidR="00636A18">
        <w:t>excepté leurs d</w:t>
      </w:r>
      <w:r w:rsidR="00636A18">
        <w:t>é</w:t>
      </w:r>
      <w:r w:rsidR="00636A18">
        <w:t>froques hors de service</w:t>
      </w:r>
      <w:r>
        <w:t xml:space="preserve">, </w:t>
      </w:r>
      <w:r w:rsidR="00636A18">
        <w:t>et Soult</w:t>
      </w:r>
      <w:r>
        <w:t xml:space="preserve">, </w:t>
      </w:r>
      <w:r w:rsidR="00636A18">
        <w:t>qui a fait toutes les ca</w:t>
      </w:r>
      <w:r w:rsidR="00636A18">
        <w:t>m</w:t>
      </w:r>
      <w:r w:rsidR="00636A18">
        <w:t>pagnes du Rhin</w:t>
      </w:r>
      <w:r>
        <w:t xml:space="preserve">, </w:t>
      </w:r>
      <w:r w:rsidR="00636A18">
        <w:t>le sait mieux que personne</w:t>
      </w:r>
      <w:r>
        <w:t xml:space="preserve"> ! – </w:t>
      </w:r>
      <w:r w:rsidR="00636A18">
        <w:t>Il a déjà r</w:t>
      </w:r>
      <w:r w:rsidR="00636A18">
        <w:t>e</w:t>
      </w:r>
      <w:r w:rsidR="00636A18">
        <w:t>çu sa part du gâteau de Louis-Philippe</w:t>
      </w:r>
      <w:r>
        <w:t xml:space="preserve">, </w:t>
      </w:r>
      <w:r w:rsidR="00636A18">
        <w:t>je vous en réponds</w:t>
      </w:r>
      <w:r>
        <w:t xml:space="preserve">, </w:t>
      </w:r>
      <w:r w:rsidR="00636A18">
        <w:lastRenderedPageBreak/>
        <w:t>et des fournitures</w:t>
      </w:r>
      <w:r>
        <w:t xml:space="preserve">, </w:t>
      </w:r>
      <w:r w:rsidR="00636A18">
        <w:t>des pe</w:t>
      </w:r>
      <w:r w:rsidR="00636A18">
        <w:t>n</w:t>
      </w:r>
      <w:r w:rsidR="00636A18">
        <w:t>sions</w:t>
      </w:r>
      <w:r>
        <w:t xml:space="preserve">, </w:t>
      </w:r>
      <w:r w:rsidR="00636A18">
        <w:t>des arriérés</w:t>
      </w:r>
      <w:r>
        <w:t xml:space="preserve">, </w:t>
      </w:r>
      <w:r w:rsidR="00636A18">
        <w:t>qu</w:t>
      </w:r>
      <w:r>
        <w:t>’</w:t>
      </w:r>
      <w:r w:rsidR="00636A18">
        <w:t>est-ce que je sais</w:t>
      </w:r>
      <w:r>
        <w:t xml:space="preserve"> ? </w:t>
      </w:r>
      <w:r w:rsidR="00636A18">
        <w:t>pour se tenir tra</w:t>
      </w:r>
      <w:r w:rsidR="00636A18">
        <w:t>n</w:t>
      </w:r>
      <w:r w:rsidR="00636A18">
        <w:t>quille</w:t>
      </w:r>
      <w:r>
        <w:t>. »</w:t>
      </w:r>
    </w:p>
    <w:p w14:paraId="1ADF8F59" w14:textId="77777777" w:rsidR="00D37400" w:rsidRDefault="00636A18">
      <w:proofErr w:type="spellStart"/>
      <w:r>
        <w:t>Frentzel</w:t>
      </w:r>
      <w:proofErr w:type="spellEnd"/>
      <w:r>
        <w:t xml:space="preserve"> respira</w:t>
      </w:r>
      <w:r w:rsidR="00D37400">
        <w:t>.</w:t>
      </w:r>
    </w:p>
    <w:p w14:paraId="2C02557B" w14:textId="77777777" w:rsidR="00D37400" w:rsidRDefault="00636A18">
      <w:r>
        <w:t>Les autres l</w:t>
      </w:r>
      <w:r w:rsidR="00D37400">
        <w:t>’</w:t>
      </w:r>
      <w:r>
        <w:t>écoutaient avec admiration</w:t>
      </w:r>
      <w:r w:rsidR="00D37400">
        <w:t xml:space="preserve">, </w:t>
      </w:r>
      <w:r>
        <w:t>car elle avait plus d</w:t>
      </w:r>
      <w:r w:rsidR="00D37400">
        <w:t>’</w:t>
      </w:r>
      <w:r>
        <w:t>idées que toute la société ensemble</w:t>
      </w:r>
      <w:r w:rsidR="00D37400">
        <w:t xml:space="preserve">, </w:t>
      </w:r>
      <w:r>
        <w:t>et</w:t>
      </w:r>
      <w:r w:rsidR="00D37400">
        <w:t xml:space="preserve">, </w:t>
      </w:r>
      <w:r>
        <w:t>quand elle ouvrait son sac</w:t>
      </w:r>
      <w:r w:rsidR="00D37400">
        <w:t xml:space="preserve">, </w:t>
      </w:r>
      <w:r>
        <w:t>personne n</w:t>
      </w:r>
      <w:r w:rsidR="00D37400">
        <w:t>’</w:t>
      </w:r>
      <w:r>
        <w:t>osait la troubler</w:t>
      </w:r>
      <w:r w:rsidR="00D37400">
        <w:t>.</w:t>
      </w:r>
    </w:p>
    <w:p w14:paraId="23BBF1DA" w14:textId="0D8B171C" w:rsidR="00636A18" w:rsidRDefault="00D37400">
      <w:pPr>
        <w:rPr>
          <w:szCs w:val="36"/>
        </w:rPr>
      </w:pPr>
      <w:r>
        <w:t>« </w:t>
      </w:r>
      <w:r w:rsidR="00636A18">
        <w:t>Oui</w:t>
      </w:r>
      <w:r>
        <w:t xml:space="preserve">, </w:t>
      </w:r>
      <w:r w:rsidR="00636A18">
        <w:t>reprit-elle</w:t>
      </w:r>
      <w:r>
        <w:t xml:space="preserve">, </w:t>
      </w:r>
      <w:r w:rsidR="00636A18">
        <w:t>et Gérard</w:t>
      </w:r>
      <w:r>
        <w:t xml:space="preserve">, </w:t>
      </w:r>
      <w:r w:rsidR="00636A18">
        <w:t>qu</w:t>
      </w:r>
      <w:r>
        <w:t>’</w:t>
      </w:r>
      <w:r w:rsidR="00636A18">
        <w:t>on va nommer maréchal</w:t>
      </w:r>
      <w:r>
        <w:t xml:space="preserve"> ; </w:t>
      </w:r>
      <w:r w:rsidR="00636A18">
        <w:t>George Mouton</w:t>
      </w:r>
      <w:r>
        <w:t xml:space="preserve">, </w:t>
      </w:r>
      <w:r w:rsidR="00636A18">
        <w:t xml:space="preserve">que tous les journaux veulent pour remplacer </w:t>
      </w:r>
      <w:r w:rsidR="00636A18" w:rsidRPr="00ED033C">
        <w:t>Lafayette à la tête de la</w:t>
      </w:r>
      <w:r w:rsidR="00636A18">
        <w:t xml:space="preserve"> garde nationale de Paris</w:t>
      </w:r>
      <w:r>
        <w:t xml:space="preserve">, </w:t>
      </w:r>
      <w:r w:rsidR="00636A18">
        <w:t>avec des a</w:t>
      </w:r>
      <w:r w:rsidR="00636A18">
        <w:t>p</w:t>
      </w:r>
      <w:r w:rsidR="00636A18">
        <w:t>pointements</w:t>
      </w:r>
      <w:r>
        <w:t xml:space="preserve">, </w:t>
      </w:r>
      <w:r w:rsidR="00636A18">
        <w:t>des frais de bureaux</w:t>
      </w:r>
      <w:r>
        <w:t xml:space="preserve">, </w:t>
      </w:r>
      <w:r w:rsidR="00636A18">
        <w:t>des chevaux nourris aux frais de l</w:t>
      </w:r>
      <w:r>
        <w:t>’</w:t>
      </w:r>
      <w:r w:rsidR="00636A18">
        <w:t>État</w:t>
      </w:r>
      <w:r>
        <w:t xml:space="preserve">, </w:t>
      </w:r>
      <w:r w:rsidR="00636A18">
        <w:t>et tout le reste</w:t>
      </w:r>
      <w:r>
        <w:t xml:space="preserve"> !… </w:t>
      </w:r>
      <w:r w:rsidR="00636A18">
        <w:t>Allez donc croire qu</w:t>
      </w:r>
      <w:r>
        <w:t>’</w:t>
      </w:r>
      <w:r w:rsidR="00636A18">
        <w:t>ils iront tout risquer</w:t>
      </w:r>
      <w:r>
        <w:t xml:space="preserve"> ! – </w:t>
      </w:r>
      <w:r w:rsidR="00636A18">
        <w:t>C</w:t>
      </w:r>
      <w:r>
        <w:t>’</w:t>
      </w:r>
      <w:r w:rsidR="00636A18">
        <w:t>est bon pour nos vieux innocents</w:t>
      </w:r>
      <w:r>
        <w:t xml:space="preserve">, </w:t>
      </w:r>
      <w:r w:rsidR="00636A18">
        <w:t>qui n</w:t>
      </w:r>
      <w:r>
        <w:t>’</w:t>
      </w:r>
      <w:r w:rsidR="00636A18">
        <w:t>ont jamais attrapé que des coups et quelques petits rogatons de dessous la table</w:t>
      </w:r>
      <w:r>
        <w:t xml:space="preserve">. – </w:t>
      </w:r>
      <w:r w:rsidR="00636A18">
        <w:t>Oui</w:t>
      </w:r>
      <w:r>
        <w:t xml:space="preserve">, </w:t>
      </w:r>
      <w:r w:rsidR="00636A18">
        <w:t>ceux-là veulent faire la guerre</w:t>
      </w:r>
      <w:r>
        <w:t xml:space="preserve"> ! </w:t>
      </w:r>
      <w:r w:rsidR="00636A18">
        <w:t>et mon pauvre Fl</w:t>
      </w:r>
      <w:r w:rsidR="00636A18">
        <w:t>o</w:t>
      </w:r>
      <w:r w:rsidR="00636A18">
        <w:t>rentin sacrifierait tout</w:t>
      </w:r>
      <w:r>
        <w:t xml:space="preserve">, </w:t>
      </w:r>
      <w:r w:rsidR="00636A18">
        <w:t xml:space="preserve">pour </w:t>
      </w:r>
      <w:r w:rsidR="009E2025">
        <w:t xml:space="preserve">avoir </w:t>
      </w:r>
      <w:r w:rsidR="00636A18">
        <w:t>l</w:t>
      </w:r>
      <w:r>
        <w:t>’</w:t>
      </w:r>
      <w:r w:rsidR="00636A18">
        <w:t>honneur d</w:t>
      </w:r>
      <w:r>
        <w:t>’</w:t>
      </w:r>
      <w:r w:rsidR="00636A18">
        <w:t>être haché en morceaux à Sarrelouis</w:t>
      </w:r>
      <w:r>
        <w:t xml:space="preserve">, </w:t>
      </w:r>
      <w:r w:rsidR="00636A18">
        <w:t>après avoir vu les Prussiens en déroute</w:t>
      </w:r>
      <w:r>
        <w:t xml:space="preserve">. </w:t>
      </w:r>
      <w:r w:rsidR="00636A18">
        <w:t>Ça ne lui ferait rien d</w:t>
      </w:r>
      <w:r>
        <w:t>’</w:t>
      </w:r>
      <w:r w:rsidR="00636A18">
        <w:t>être estropié et de revenir pauvre comme Job</w:t>
      </w:r>
      <w:r>
        <w:t xml:space="preserve"> !… </w:t>
      </w:r>
      <w:r w:rsidR="00636A18">
        <w:t>Que voulez-vous</w:t>
      </w:r>
      <w:r>
        <w:t xml:space="preserve"> ? </w:t>
      </w:r>
      <w:r w:rsidR="00636A18">
        <w:t>On trouve des origi</w:t>
      </w:r>
      <w:r w:rsidR="00636A18">
        <w:rPr>
          <w:szCs w:val="36"/>
        </w:rPr>
        <w:t>naux comme ça</w:t>
      </w:r>
      <w:r>
        <w:rPr>
          <w:szCs w:val="36"/>
        </w:rPr>
        <w:t xml:space="preserve">, </w:t>
      </w:r>
      <w:r w:rsidR="00636A18">
        <w:rPr>
          <w:szCs w:val="36"/>
        </w:rPr>
        <w:t>mais pas beaucoup</w:t>
      </w:r>
      <w:r>
        <w:rPr>
          <w:szCs w:val="36"/>
        </w:rPr>
        <w:t xml:space="preserve">, </w:t>
      </w:r>
      <w:r w:rsidR="00636A18">
        <w:rPr>
          <w:szCs w:val="36"/>
        </w:rPr>
        <w:t>pas autant qu</w:t>
      </w:r>
      <w:r>
        <w:rPr>
          <w:szCs w:val="36"/>
        </w:rPr>
        <w:t>’</w:t>
      </w:r>
      <w:r w:rsidR="00636A18">
        <w:rPr>
          <w:szCs w:val="36"/>
        </w:rPr>
        <w:t>on pense</w:t>
      </w:r>
      <w:r>
        <w:rPr>
          <w:szCs w:val="36"/>
        </w:rPr>
        <w:t xml:space="preserve">. </w:t>
      </w:r>
      <w:r w:rsidR="00636A18">
        <w:rPr>
          <w:szCs w:val="36"/>
        </w:rPr>
        <w:t>J</w:t>
      </w:r>
      <w:r>
        <w:rPr>
          <w:szCs w:val="36"/>
        </w:rPr>
        <w:t>’</w:t>
      </w:r>
      <w:r w:rsidR="00636A18">
        <w:rPr>
          <w:szCs w:val="36"/>
        </w:rPr>
        <w:t>ai le bonheur d</w:t>
      </w:r>
      <w:r>
        <w:rPr>
          <w:szCs w:val="36"/>
        </w:rPr>
        <w:t>’</w:t>
      </w:r>
      <w:r w:rsidR="00636A18">
        <w:rPr>
          <w:szCs w:val="36"/>
        </w:rPr>
        <w:t>en avoir un</w:t>
      </w:r>
      <w:r>
        <w:rPr>
          <w:szCs w:val="36"/>
        </w:rPr>
        <w:t xml:space="preserve">… </w:t>
      </w:r>
      <w:r w:rsidR="00636A18">
        <w:rPr>
          <w:szCs w:val="36"/>
        </w:rPr>
        <w:t>Que la volonté du bon Dieu soit faite</w:t>
      </w:r>
      <w:r>
        <w:rPr>
          <w:szCs w:val="36"/>
        </w:rPr>
        <w:t> ! »</w:t>
      </w:r>
    </w:p>
    <w:p w14:paraId="47A4DAD0" w14:textId="77777777" w:rsidR="00D37400" w:rsidRDefault="00636A18">
      <w:r>
        <w:t>Elle baissa les yeux pour se remettre à tricoter</w:t>
      </w:r>
      <w:r w:rsidR="00D37400">
        <w:t>.</w:t>
      </w:r>
    </w:p>
    <w:p w14:paraId="209AA0AD" w14:textId="0A2948EF" w:rsidR="00D37400" w:rsidRDefault="00D37400">
      <w:r>
        <w:t>« </w:t>
      </w:r>
      <w:r w:rsidR="00636A18">
        <w:t>Mais</w:t>
      </w:r>
      <w:r>
        <w:t xml:space="preserve">, </w:t>
      </w:r>
      <w:r w:rsidR="00636A18">
        <w:t xml:space="preserve">dit alors </w:t>
      </w:r>
      <w:r>
        <w:t>M</w:t>
      </w:r>
      <w:r w:rsidRPr="00D37400">
        <w:rPr>
          <w:vertAlign w:val="superscript"/>
        </w:rPr>
        <w:t>me</w:t>
      </w:r>
      <w:r>
        <w:t> </w:t>
      </w:r>
      <w:r w:rsidR="00636A18">
        <w:t>Desjardins</w:t>
      </w:r>
      <w:r>
        <w:t xml:space="preserve">, </w:t>
      </w:r>
      <w:r w:rsidR="00636A18">
        <w:t>si l</w:t>
      </w:r>
      <w:r>
        <w:t>’</w:t>
      </w:r>
      <w:r w:rsidR="00636A18">
        <w:t>on ne doit rien faire</w:t>
      </w:r>
      <w:r>
        <w:t xml:space="preserve">, </w:t>
      </w:r>
      <w:r w:rsidR="00636A18">
        <w:t>pourquoi cette garde nationale</w:t>
      </w:r>
      <w:r>
        <w:t xml:space="preserve"> ? </w:t>
      </w:r>
      <w:r w:rsidR="00636A18">
        <w:t>Pourquoi ces exercices</w:t>
      </w:r>
      <w:r>
        <w:t xml:space="preserve"> ?… </w:t>
      </w:r>
      <w:r w:rsidR="00636A18">
        <w:t>Pourquoi</w:t>
      </w:r>
      <w:r>
        <w:t> ?</w:t>
      </w:r>
    </w:p>
    <w:p w14:paraId="07F389A7" w14:textId="1A6B474A" w:rsidR="00636A18" w:rsidRDefault="00D37400">
      <w:r>
        <w:t>— </w:t>
      </w:r>
      <w:r w:rsidR="00636A18">
        <w:t>Hé</w:t>
      </w:r>
      <w:r>
        <w:t xml:space="preserve"> ! </w:t>
      </w:r>
      <w:r w:rsidR="00636A18">
        <w:t>s</w:t>
      </w:r>
      <w:r>
        <w:t>’</w:t>
      </w:r>
      <w:r w:rsidR="00636A18">
        <w:t xml:space="preserve">écria </w:t>
      </w:r>
      <w:proofErr w:type="spellStart"/>
      <w:r w:rsidR="00636A18">
        <w:t>Frentzel</w:t>
      </w:r>
      <w:proofErr w:type="spellEnd"/>
      <w:r>
        <w:t xml:space="preserve">, </w:t>
      </w:r>
      <w:r w:rsidR="00636A18">
        <w:t>il faut bien amuser nos vieux</w:t>
      </w:r>
      <w:r>
        <w:t xml:space="preserve">, </w:t>
      </w:r>
      <w:r w:rsidR="00636A18">
        <w:t>il faut bien leur donner la comédie de la guerre</w:t>
      </w:r>
      <w:r>
        <w:t xml:space="preserve"> ; </w:t>
      </w:r>
      <w:r w:rsidR="00636A18">
        <w:t>sans cela ils crieraient trop fort</w:t>
      </w:r>
      <w:r>
        <w:t xml:space="preserve">, </w:t>
      </w:r>
      <w:r w:rsidR="00636A18">
        <w:t>ils crieraient à la trahison</w:t>
      </w:r>
      <w:r>
        <w:t xml:space="preserve"> : </w:t>
      </w:r>
      <w:r w:rsidR="00636A18">
        <w:t>ils réclameraient leur duc de Reichstadt</w:t>
      </w:r>
      <w:r>
        <w:t xml:space="preserve">, </w:t>
      </w:r>
      <w:r w:rsidR="00636A18">
        <w:t>ils embarrasseraient le gouvernement vis-à-vis de l</w:t>
      </w:r>
      <w:r>
        <w:t>’</w:t>
      </w:r>
      <w:r w:rsidR="00636A18">
        <w:t>étranger</w:t>
      </w:r>
      <w:r>
        <w:t xml:space="preserve"> ; </w:t>
      </w:r>
      <w:r w:rsidR="00636A18">
        <w:t>le peuple</w:t>
      </w:r>
      <w:r>
        <w:t xml:space="preserve">, </w:t>
      </w:r>
      <w:r w:rsidR="00636A18">
        <w:t>qui n</w:t>
      </w:r>
      <w:r>
        <w:t>’</w:t>
      </w:r>
      <w:r w:rsidR="00636A18">
        <w:t xml:space="preserve">a rien gagné à </w:t>
      </w:r>
      <w:r w:rsidR="00636A18">
        <w:lastRenderedPageBreak/>
        <w:t>cette révolution</w:t>
      </w:r>
      <w:r>
        <w:t xml:space="preserve">, </w:t>
      </w:r>
      <w:r w:rsidR="00636A18">
        <w:t>tiendrait avec eux</w:t>
      </w:r>
      <w:r>
        <w:t xml:space="preserve">… </w:t>
      </w:r>
      <w:r w:rsidR="00636A18">
        <w:t>Vous ne comprenez pas ça</w:t>
      </w:r>
      <w:r>
        <w:t xml:space="preserve"> ?… </w:t>
      </w:r>
      <w:r w:rsidR="00636A18">
        <w:t>On les amuse</w:t>
      </w:r>
      <w:r>
        <w:t> !… »</w:t>
      </w:r>
    </w:p>
    <w:p w14:paraId="56A53399" w14:textId="77777777" w:rsidR="00D37400" w:rsidRDefault="00636A18">
      <w:r>
        <w:t>Justine</w:t>
      </w:r>
      <w:r w:rsidR="00D37400">
        <w:t xml:space="preserve">, </w:t>
      </w:r>
      <w:r>
        <w:t>auprès de moi</w:t>
      </w:r>
      <w:r w:rsidR="00D37400">
        <w:t xml:space="preserve">, </w:t>
      </w:r>
      <w:r>
        <w:t>comprenait très bien</w:t>
      </w:r>
      <w:r w:rsidR="00D37400">
        <w:t xml:space="preserve"> ; </w:t>
      </w:r>
      <w:r>
        <w:t>elle me fa</w:t>
      </w:r>
      <w:r>
        <w:t>i</w:t>
      </w:r>
      <w:r>
        <w:t>sait signe de temps en temps d</w:t>
      </w:r>
      <w:r w:rsidR="00D37400">
        <w:t>’</w:t>
      </w:r>
      <w:r>
        <w:t>écouter</w:t>
      </w:r>
      <w:r w:rsidR="00D37400">
        <w:t xml:space="preserve">, </w:t>
      </w:r>
      <w:r>
        <w:t>et puis elle souriait avec malice et semblait dire</w:t>
      </w:r>
      <w:r w:rsidR="00D37400">
        <w:t> :</w:t>
      </w:r>
    </w:p>
    <w:p w14:paraId="557900B0" w14:textId="6712C890" w:rsidR="00636A18" w:rsidRDefault="00D37400">
      <w:r>
        <w:t>« </w:t>
      </w:r>
      <w:r w:rsidR="00636A18">
        <w:t>Tu entends</w:t>
      </w:r>
      <w:r>
        <w:t xml:space="preserve"> !… </w:t>
      </w:r>
      <w:r w:rsidR="00636A18">
        <w:t>Tu entends</w:t>
      </w:r>
      <w:r>
        <w:t> !… »</w:t>
      </w:r>
    </w:p>
    <w:p w14:paraId="52FF4B86" w14:textId="77777777" w:rsidR="00D37400" w:rsidRDefault="00636A18">
      <w:r>
        <w:t>Moi</w:t>
      </w:r>
      <w:r w:rsidR="00D37400">
        <w:t xml:space="preserve">, </w:t>
      </w:r>
      <w:r>
        <w:t>je ne comprenais rien du tout</w:t>
      </w:r>
      <w:r w:rsidR="00D37400">
        <w:t>.</w:t>
      </w:r>
    </w:p>
    <w:p w14:paraId="764FB58D" w14:textId="77777777" w:rsidR="00D37400" w:rsidRDefault="00636A18">
      <w:r>
        <w:t>Françoise venait de renfoncer son aiguille à tricoter dans son chignon</w:t>
      </w:r>
      <w:r w:rsidR="00D37400">
        <w:t xml:space="preserve">, </w:t>
      </w:r>
      <w:r>
        <w:t>derrière l</w:t>
      </w:r>
      <w:r w:rsidR="00D37400">
        <w:t>’</w:t>
      </w:r>
      <w:r>
        <w:t>oreille</w:t>
      </w:r>
      <w:r w:rsidR="00D37400">
        <w:t xml:space="preserve">, </w:t>
      </w:r>
      <w:r>
        <w:t>et disait</w:t>
      </w:r>
      <w:r w:rsidR="00D37400">
        <w:t> :</w:t>
      </w:r>
    </w:p>
    <w:p w14:paraId="4D0FDED5" w14:textId="77777777" w:rsidR="00D37400" w:rsidRDefault="00D37400">
      <w:r>
        <w:t>« </w:t>
      </w:r>
      <w:r w:rsidR="00636A18">
        <w:t>Ah</w:t>
      </w:r>
      <w:r>
        <w:t xml:space="preserve"> ! </w:t>
      </w:r>
      <w:r w:rsidR="00636A18">
        <w:t>si Napoléon était revenu</w:t>
      </w:r>
      <w:r>
        <w:t xml:space="preserve">, </w:t>
      </w:r>
      <w:r w:rsidR="00636A18">
        <w:t>comme en 1814</w:t>
      </w:r>
      <w:r>
        <w:t xml:space="preserve">, </w:t>
      </w:r>
      <w:r w:rsidR="00636A18">
        <w:t>ces gardes nationales et ces distributions de drapeaux voudraient dire autre chose</w:t>
      </w:r>
      <w:r>
        <w:t xml:space="preserve">… </w:t>
      </w:r>
      <w:r w:rsidR="00636A18">
        <w:t>Tout serait à recommencer</w:t>
      </w:r>
      <w:r>
        <w:t xml:space="preserve">… </w:t>
      </w:r>
      <w:r w:rsidR="00636A18">
        <w:t>Ce serait encore une fois l</w:t>
      </w:r>
      <w:r>
        <w:t>’</w:t>
      </w:r>
      <w:r w:rsidR="00636A18">
        <w:t>extermination générale</w:t>
      </w:r>
      <w:r>
        <w:t xml:space="preserve">. – </w:t>
      </w:r>
      <w:r w:rsidR="00636A18">
        <w:t>Mais</w:t>
      </w:r>
      <w:r>
        <w:t xml:space="preserve">, </w:t>
      </w:r>
      <w:r w:rsidR="00636A18">
        <w:t>d</w:t>
      </w:r>
      <w:r>
        <w:t>’</w:t>
      </w:r>
      <w:r w:rsidR="00636A18">
        <w:t>abord</w:t>
      </w:r>
      <w:r>
        <w:t xml:space="preserve">, </w:t>
      </w:r>
      <w:r w:rsidR="00636A18">
        <w:t>il aurait mis tous les vieux de côté et nommé des jeunes à leur place</w:t>
      </w:r>
      <w:r>
        <w:t xml:space="preserve">, </w:t>
      </w:r>
      <w:r w:rsidR="00636A18">
        <w:t>car il n</w:t>
      </w:r>
      <w:r>
        <w:t>’</w:t>
      </w:r>
      <w:r w:rsidR="00636A18">
        <w:t>était pas bête</w:t>
      </w:r>
      <w:r>
        <w:t xml:space="preserve">. </w:t>
      </w:r>
      <w:r w:rsidR="00636A18">
        <w:t>Les jeunes risquent tout pour avancer</w:t>
      </w:r>
      <w:r>
        <w:t xml:space="preserve"> ; </w:t>
      </w:r>
      <w:r w:rsidR="00636A18">
        <w:t>les vieux</w:t>
      </w:r>
      <w:r>
        <w:t xml:space="preserve">, </w:t>
      </w:r>
      <w:r w:rsidR="00636A18">
        <w:t>après le premier coup de collier</w:t>
      </w:r>
      <w:r>
        <w:t xml:space="preserve">, </w:t>
      </w:r>
      <w:r w:rsidR="00636A18">
        <w:t>tirent la langue</w:t>
      </w:r>
      <w:r>
        <w:t xml:space="preserve">, </w:t>
      </w:r>
      <w:r w:rsidR="00636A18">
        <w:t>ils sont rouillés</w:t>
      </w:r>
      <w:r>
        <w:t xml:space="preserve">, </w:t>
      </w:r>
      <w:r w:rsidR="00636A18">
        <w:t>poussifs</w:t>
      </w:r>
      <w:r>
        <w:t xml:space="preserve">, </w:t>
      </w:r>
      <w:r w:rsidR="00636A18">
        <w:t>et puis ils n</w:t>
      </w:r>
      <w:r>
        <w:t>’</w:t>
      </w:r>
      <w:r w:rsidR="00636A18">
        <w:t>ont plus rien à gagner</w:t>
      </w:r>
      <w:r>
        <w:t xml:space="preserve"> ! – </w:t>
      </w:r>
      <w:r w:rsidR="00636A18">
        <w:t>Il n</w:t>
      </w:r>
      <w:r>
        <w:t>’</w:t>
      </w:r>
      <w:r w:rsidR="00636A18">
        <w:t>aurait voulu que des jeunes</w:t>
      </w:r>
      <w:r>
        <w:t xml:space="preserve">, </w:t>
      </w:r>
      <w:r w:rsidR="00636A18">
        <w:t>et l</w:t>
      </w:r>
      <w:r>
        <w:t>’</w:t>
      </w:r>
      <w:r w:rsidR="00636A18">
        <w:t>on aurait marché</w:t>
      </w:r>
      <w:r>
        <w:t xml:space="preserve"> ! – </w:t>
      </w:r>
      <w:r w:rsidR="00636A18">
        <w:t>Mais Louis-Philippe</w:t>
      </w:r>
      <w:r>
        <w:t xml:space="preserve">, </w:t>
      </w:r>
      <w:r w:rsidR="00636A18">
        <w:t>soyez-en sûres</w:t>
      </w:r>
      <w:r>
        <w:t xml:space="preserve">, </w:t>
      </w:r>
      <w:r w:rsidR="00636A18">
        <w:t>n</w:t>
      </w:r>
      <w:r>
        <w:t>’</w:t>
      </w:r>
      <w:r w:rsidR="00636A18">
        <w:t>a qu</w:t>
      </w:r>
      <w:r>
        <w:t>’</w:t>
      </w:r>
      <w:r w:rsidR="00636A18">
        <w:t>une crainte</w:t>
      </w:r>
      <w:r>
        <w:t xml:space="preserve">, </w:t>
      </w:r>
      <w:r w:rsidR="00636A18">
        <w:t>c</w:t>
      </w:r>
      <w:r>
        <w:t>’</w:t>
      </w:r>
      <w:r w:rsidR="00636A18">
        <w:t>est que les autres rois ne veuillent pas de lui sur le trône</w:t>
      </w:r>
      <w:r>
        <w:t xml:space="preserve"> ; </w:t>
      </w:r>
      <w:r w:rsidR="00636A18">
        <w:t>pour rester sur le trône de son cousin</w:t>
      </w:r>
      <w:r>
        <w:t xml:space="preserve">, </w:t>
      </w:r>
      <w:r w:rsidR="00636A18">
        <w:t>il laissera les Allemands digérer tranquillement Landau et Sarrelouis</w:t>
      </w:r>
      <w:r>
        <w:t xml:space="preserve">. – </w:t>
      </w:r>
      <w:r w:rsidR="00636A18">
        <w:t>Il ne craint qu</w:t>
      </w:r>
      <w:r>
        <w:t>’</w:t>
      </w:r>
      <w:r w:rsidR="00636A18">
        <w:t>une nouvelle révolution du peuple</w:t>
      </w:r>
      <w:r>
        <w:t xml:space="preserve">, </w:t>
      </w:r>
      <w:r w:rsidR="00636A18">
        <w:t>qui pourrait le renverser</w:t>
      </w:r>
      <w:r>
        <w:t xml:space="preserve">, </w:t>
      </w:r>
      <w:r w:rsidR="00636A18">
        <w:t>et c</w:t>
      </w:r>
      <w:r>
        <w:t>’</w:t>
      </w:r>
      <w:r w:rsidR="00636A18">
        <w:t xml:space="preserve">est une grande chance pour lui que </w:t>
      </w:r>
      <w:r>
        <w:t xml:space="preserve">Charles X, </w:t>
      </w:r>
      <w:r w:rsidR="00636A18">
        <w:t>avant de partir</w:t>
      </w:r>
      <w:r>
        <w:t xml:space="preserve">, </w:t>
      </w:r>
      <w:r w:rsidR="00636A18">
        <w:t>ait pris Alger</w:t>
      </w:r>
      <w:r>
        <w:t>.</w:t>
      </w:r>
    </w:p>
    <w:p w14:paraId="7803AB42" w14:textId="77777777" w:rsidR="00D37400" w:rsidRDefault="00D37400">
      <w:r>
        <w:t>« </w:t>
      </w:r>
      <w:r w:rsidR="00636A18">
        <w:t>On enverra là-bas tous les bons sujets qui veulent se battre</w:t>
      </w:r>
      <w:r>
        <w:t xml:space="preserve">, </w:t>
      </w:r>
      <w:r w:rsidR="00636A18">
        <w:t>les vainqueurs de juillet</w:t>
      </w:r>
      <w:r>
        <w:t xml:space="preserve">, </w:t>
      </w:r>
      <w:r w:rsidR="00636A18">
        <w:t>les criards</w:t>
      </w:r>
      <w:r>
        <w:t xml:space="preserve"> ; </w:t>
      </w:r>
      <w:r w:rsidR="00636A18">
        <w:t>on les engagera</w:t>
      </w:r>
      <w:r>
        <w:t xml:space="preserve">, </w:t>
      </w:r>
      <w:r w:rsidR="00636A18">
        <w:t>et puis ils feront la guerre aux Arabes</w:t>
      </w:r>
      <w:r>
        <w:t xml:space="preserve"> ; </w:t>
      </w:r>
      <w:r w:rsidR="00636A18">
        <w:t>ça débarrassera le pays</w:t>
      </w:r>
      <w:r>
        <w:t xml:space="preserve">. – </w:t>
      </w:r>
      <w:r w:rsidR="00636A18">
        <w:t>Et seulement si les autres rois nous déclarent la guerre</w:t>
      </w:r>
      <w:r>
        <w:t xml:space="preserve">, </w:t>
      </w:r>
      <w:r w:rsidR="00636A18">
        <w:t>on les fera revenir</w:t>
      </w:r>
      <w:r>
        <w:t>.</w:t>
      </w:r>
    </w:p>
    <w:p w14:paraId="5A4EF0A2" w14:textId="77777777" w:rsidR="00D37400" w:rsidRDefault="00D37400">
      <w:r>
        <w:lastRenderedPageBreak/>
        <w:t>« </w:t>
      </w:r>
      <w:r w:rsidR="00636A18">
        <w:t>Croyez-vous donc qu</w:t>
      </w:r>
      <w:r>
        <w:t>’</w:t>
      </w:r>
      <w:r w:rsidR="00636A18">
        <w:t>après avoir roulé le monde et avoir vu George Mouton</w:t>
      </w:r>
      <w:r>
        <w:t xml:space="preserve">, </w:t>
      </w:r>
      <w:r w:rsidR="00636A18">
        <w:t>Gérard</w:t>
      </w:r>
      <w:r>
        <w:t xml:space="preserve">, </w:t>
      </w:r>
      <w:r w:rsidR="00636A18">
        <w:t>Vandamme et des centaines d</w:t>
      </w:r>
      <w:r>
        <w:t>’</w:t>
      </w:r>
      <w:r w:rsidR="00636A18">
        <w:t>autres</w:t>
      </w:r>
      <w:r>
        <w:t xml:space="preserve">, </w:t>
      </w:r>
      <w:r w:rsidR="00636A18">
        <w:t>anciens camarades de Florentin au temps de la rép</w:t>
      </w:r>
      <w:r w:rsidR="00636A18">
        <w:t>u</w:t>
      </w:r>
      <w:r w:rsidR="00636A18">
        <w:t>blique</w:t>
      </w:r>
      <w:r>
        <w:t xml:space="preserve">, </w:t>
      </w:r>
      <w:r w:rsidR="00636A18">
        <w:t>venir nous souhaiter le bonjour en passant</w:t>
      </w:r>
      <w:r>
        <w:t xml:space="preserve">, </w:t>
      </w:r>
      <w:r w:rsidR="00636A18">
        <w:t>dans tous les coins de l</w:t>
      </w:r>
      <w:r>
        <w:t>’</w:t>
      </w:r>
      <w:r w:rsidR="00636A18">
        <w:t>Europe</w:t>
      </w:r>
      <w:r>
        <w:t xml:space="preserve">, </w:t>
      </w:r>
      <w:r w:rsidR="00636A18">
        <w:t>je ne connaisse pas ces gens-là aussi bien que mon mari</w:t>
      </w:r>
      <w:r>
        <w:t xml:space="preserve">, </w:t>
      </w:r>
      <w:r w:rsidR="00636A18">
        <w:t>et que je ne sache pas ce qu</w:t>
      </w:r>
      <w:r>
        <w:t>’</w:t>
      </w:r>
      <w:r w:rsidR="00636A18">
        <w:t>ils pensent et ce qu</w:t>
      </w:r>
      <w:r>
        <w:t>’</w:t>
      </w:r>
      <w:r w:rsidR="00636A18">
        <w:t>ils veulent</w:t>
      </w:r>
      <w:r>
        <w:t> ?</w:t>
      </w:r>
    </w:p>
    <w:p w14:paraId="3BCA6E3D" w14:textId="77777777" w:rsidR="00D37400" w:rsidRDefault="00D37400">
      <w:r>
        <w:t>« </w:t>
      </w:r>
      <w:r w:rsidR="00636A18">
        <w:t>Maintenant ils veulent garder ce qu</w:t>
      </w:r>
      <w:r>
        <w:t>’</w:t>
      </w:r>
      <w:r w:rsidR="00636A18">
        <w:t>ils ont happé</w:t>
      </w:r>
      <w:r>
        <w:t xml:space="preserve">. </w:t>
      </w:r>
      <w:r w:rsidR="00636A18">
        <w:t>Et les Prussiens aussi veulent garder Sarrelouis</w:t>
      </w:r>
      <w:r>
        <w:t xml:space="preserve">, </w:t>
      </w:r>
      <w:r w:rsidR="00636A18">
        <w:t>les Bavarois veulent garder Landau</w:t>
      </w:r>
      <w:r>
        <w:t xml:space="preserve">, </w:t>
      </w:r>
      <w:r w:rsidR="00636A18">
        <w:t>le roi de Hollande veut garder la Belgique</w:t>
      </w:r>
      <w:r>
        <w:t xml:space="preserve"> ! </w:t>
      </w:r>
      <w:r w:rsidR="00636A18">
        <w:t>Quand on a mangé de bons morceaux</w:t>
      </w:r>
      <w:r>
        <w:t xml:space="preserve">, </w:t>
      </w:r>
      <w:r w:rsidR="00636A18">
        <w:t>on veut avoir le temps de les digérer</w:t>
      </w:r>
      <w:r>
        <w:t xml:space="preserve">, </w:t>
      </w:r>
      <w:r w:rsidR="00636A18">
        <w:t>c</w:t>
      </w:r>
      <w:r>
        <w:t>’</w:t>
      </w:r>
      <w:r w:rsidR="00636A18">
        <w:t>est tout naturel</w:t>
      </w:r>
      <w:r>
        <w:t xml:space="preserve">, </w:t>
      </w:r>
      <w:r w:rsidR="00636A18">
        <w:t>pour en avaler d</w:t>
      </w:r>
      <w:r>
        <w:t>’</w:t>
      </w:r>
      <w:r w:rsidR="00636A18">
        <w:t>autres plus tard</w:t>
      </w:r>
      <w:r>
        <w:t xml:space="preserve">, </w:t>
      </w:r>
      <w:r w:rsidR="00636A18">
        <w:t>quand l</w:t>
      </w:r>
      <w:r>
        <w:t>’</w:t>
      </w:r>
      <w:r w:rsidR="00636A18">
        <w:t>appétit reviendra</w:t>
      </w:r>
      <w:r>
        <w:t xml:space="preserve">. </w:t>
      </w:r>
      <w:r w:rsidR="00636A18">
        <w:t>Voilà pourquoi nous n</w:t>
      </w:r>
      <w:r>
        <w:t>’</w:t>
      </w:r>
      <w:r w:rsidR="00636A18">
        <w:t>aurons pas la guerre</w:t>
      </w:r>
      <w:r>
        <w:t xml:space="preserve">. – </w:t>
      </w:r>
      <w:r w:rsidR="00636A18">
        <w:t>Nicole</w:t>
      </w:r>
      <w:r>
        <w:t xml:space="preserve">, </w:t>
      </w:r>
      <w:r w:rsidR="00636A18">
        <w:t>passez-moi le bocal</w:t>
      </w:r>
      <w:r>
        <w:t> !</w:t>
      </w:r>
    </w:p>
    <w:p w14:paraId="2AA86F69" w14:textId="77777777" w:rsidR="00D37400" w:rsidRDefault="00D37400">
      <w:r>
        <w:t>— </w:t>
      </w:r>
      <w:r w:rsidR="00636A18">
        <w:t>Le voici</w:t>
      </w:r>
      <w:r>
        <w:t xml:space="preserve">, </w:t>
      </w:r>
      <w:r w:rsidR="00636A18">
        <w:t>Françoise</w:t>
      </w:r>
      <w:r>
        <w:t>.</w:t>
      </w:r>
    </w:p>
    <w:p w14:paraId="583EA740" w14:textId="77777777" w:rsidR="00D37400" w:rsidRDefault="00D37400">
      <w:r>
        <w:t>— </w:t>
      </w:r>
      <w:r w:rsidR="00636A18">
        <w:t>Je crois que vous avez raison</w:t>
      </w:r>
      <w:r>
        <w:t xml:space="preserve">, </w:t>
      </w:r>
      <w:proofErr w:type="spellStart"/>
      <w:r w:rsidR="00636A18">
        <w:t>Frentzel</w:t>
      </w:r>
      <w:proofErr w:type="spellEnd"/>
      <w:r>
        <w:t xml:space="preserve">, </w:t>
      </w:r>
      <w:r w:rsidR="00636A18">
        <w:t>dit la mère De</w:t>
      </w:r>
      <w:r w:rsidR="00636A18">
        <w:t>s</w:t>
      </w:r>
      <w:r w:rsidR="00636A18">
        <w:t>jardins</w:t>
      </w:r>
      <w:r>
        <w:t>.</w:t>
      </w:r>
    </w:p>
    <w:p w14:paraId="40510C81" w14:textId="1AC6D0A2" w:rsidR="00636A18" w:rsidRDefault="00D37400">
      <w:pPr>
        <w:rPr>
          <w:szCs w:val="36"/>
        </w:rPr>
      </w:pPr>
      <w:r>
        <w:t>— </w:t>
      </w:r>
      <w:r w:rsidR="00636A18">
        <w:t>Si j</w:t>
      </w:r>
      <w:r>
        <w:t>’</w:t>
      </w:r>
      <w:r w:rsidR="00636A18">
        <w:t>ai raison</w:t>
      </w:r>
      <w:r>
        <w:t xml:space="preserve"> ! </w:t>
      </w:r>
      <w:r w:rsidR="00636A18">
        <w:t>fit-elle en prenant une cerise et se tortillant la bouche pour sortir le noyau</w:t>
      </w:r>
      <w:r>
        <w:t xml:space="preserve">, </w:t>
      </w:r>
      <w:r w:rsidR="00636A18">
        <w:t>je crois bien que j</w:t>
      </w:r>
      <w:r>
        <w:t>’</w:t>
      </w:r>
      <w:r w:rsidR="00636A18">
        <w:t>ai raison</w:t>
      </w:r>
      <w:r>
        <w:t xml:space="preserve"> ! </w:t>
      </w:r>
      <w:r w:rsidR="00636A18">
        <w:t>Tout ce que je demande</w:t>
      </w:r>
      <w:r>
        <w:t xml:space="preserve">, </w:t>
      </w:r>
      <w:r w:rsidR="00636A18">
        <w:t>c</w:t>
      </w:r>
      <w:r>
        <w:t>’</w:t>
      </w:r>
      <w:r w:rsidR="00636A18">
        <w:t xml:space="preserve">est que Florentin ne se fasse pas casser les os par les voleurs de bois de </w:t>
      </w:r>
      <w:proofErr w:type="spellStart"/>
      <w:r w:rsidR="00636A18">
        <w:t>Hüldehouse</w:t>
      </w:r>
      <w:proofErr w:type="spellEnd"/>
      <w:r>
        <w:t xml:space="preserve"> ; </w:t>
      </w:r>
      <w:r w:rsidR="00636A18">
        <w:t>quant aux autres</w:t>
      </w:r>
      <w:r>
        <w:t xml:space="preserve">, </w:t>
      </w:r>
      <w:r w:rsidR="00636A18">
        <w:t>ils ne bougeront pas</w:t>
      </w:r>
      <w:r>
        <w:t xml:space="preserve">. – </w:t>
      </w:r>
      <w:r w:rsidR="00636A18">
        <w:t>Louis-Philippe n</w:t>
      </w:r>
      <w:r>
        <w:t>’</w:t>
      </w:r>
      <w:r w:rsidR="00636A18">
        <w:t>a pas envie de monter à cheval</w:t>
      </w:r>
      <w:r>
        <w:t xml:space="preserve">, </w:t>
      </w:r>
      <w:r w:rsidR="00636A18">
        <w:t xml:space="preserve">il est trop bien dans le lit à baldaquin de son cousin </w:t>
      </w:r>
      <w:r>
        <w:t xml:space="preserve">Charles X ; </w:t>
      </w:r>
      <w:r w:rsidR="00636A18">
        <w:t>et les gros bonnets</w:t>
      </w:r>
      <w:r>
        <w:t xml:space="preserve">, </w:t>
      </w:r>
      <w:r w:rsidR="00636A18">
        <w:t>les épaulettes à graines d</w:t>
      </w:r>
      <w:r>
        <w:t>’</w:t>
      </w:r>
      <w:r w:rsidR="00636A18">
        <w:t>épinard</w:t>
      </w:r>
      <w:r>
        <w:t xml:space="preserve">, </w:t>
      </w:r>
      <w:r w:rsidR="00636A18">
        <w:t>ne demandent qu</w:t>
      </w:r>
      <w:r>
        <w:t>’</w:t>
      </w:r>
      <w:r w:rsidR="00636A18">
        <w:t>à s</w:t>
      </w:r>
      <w:r>
        <w:t>’</w:t>
      </w:r>
      <w:r w:rsidR="00636A18">
        <w:t>allonger dans leurs fauteuils</w:t>
      </w:r>
      <w:r>
        <w:t xml:space="preserve">, </w:t>
      </w:r>
      <w:r w:rsidR="00636A18">
        <w:t xml:space="preserve">en touchant des </w:t>
      </w:r>
      <w:proofErr w:type="gramStart"/>
      <w:r w:rsidR="00636A18">
        <w:t>cents</w:t>
      </w:r>
      <w:proofErr w:type="gramEnd"/>
      <w:r w:rsidR="00636A18">
        <w:t xml:space="preserve"> et des mille</w:t>
      </w:r>
      <w:r>
        <w:t xml:space="preserve">, </w:t>
      </w:r>
      <w:r w:rsidR="00636A18">
        <w:t>pour se frotter les mains et se caresser le ventre</w:t>
      </w:r>
      <w:r>
        <w:t>. »</w:t>
      </w:r>
    </w:p>
    <w:p w14:paraId="69E6D69F" w14:textId="77777777" w:rsidR="00D37400" w:rsidRDefault="00636A18">
      <w:r>
        <w:t>Les commères l</w:t>
      </w:r>
      <w:r w:rsidR="00D37400">
        <w:t>’</w:t>
      </w:r>
      <w:r>
        <w:t>écoutaient encore quand elle se leva</w:t>
      </w:r>
      <w:r w:rsidR="00D37400">
        <w:t>.</w:t>
      </w:r>
    </w:p>
    <w:p w14:paraId="2812A595" w14:textId="77777777" w:rsidR="00D37400" w:rsidRDefault="00D37400">
      <w:r>
        <w:t>« </w:t>
      </w:r>
      <w:r w:rsidR="00636A18">
        <w:t>Voici six heures</w:t>
      </w:r>
      <w:r>
        <w:t xml:space="preserve">, </w:t>
      </w:r>
      <w:r w:rsidR="00636A18">
        <w:t>dit-elle</w:t>
      </w:r>
      <w:r>
        <w:t xml:space="preserve">, </w:t>
      </w:r>
      <w:r w:rsidR="00636A18">
        <w:t>la garde nationale va bientôt rentrer</w:t>
      </w:r>
      <w:r>
        <w:t xml:space="preserve"> ; </w:t>
      </w:r>
      <w:r w:rsidR="00636A18">
        <w:t>dépêchons-nous</w:t>
      </w:r>
      <w:r>
        <w:t xml:space="preserve">, </w:t>
      </w:r>
      <w:r w:rsidR="00636A18">
        <w:t>Lucien</w:t>
      </w:r>
      <w:r>
        <w:t xml:space="preserve">, </w:t>
      </w:r>
      <w:r w:rsidR="00636A18">
        <w:t>d</w:t>
      </w:r>
      <w:r>
        <w:t>’</w:t>
      </w:r>
      <w:r w:rsidR="00636A18">
        <w:t>aller préparer le souper</w:t>
      </w:r>
      <w:r>
        <w:t xml:space="preserve">. </w:t>
      </w:r>
      <w:r w:rsidR="00636A18">
        <w:lastRenderedPageBreak/>
        <w:t>À force de jacasser</w:t>
      </w:r>
      <w:r>
        <w:t xml:space="preserve">, </w:t>
      </w:r>
      <w:r w:rsidR="00636A18">
        <w:t>nous avons oublié que Florentin se croit déjà en campagne et qu</w:t>
      </w:r>
      <w:r>
        <w:t>’</w:t>
      </w:r>
      <w:r w:rsidR="00636A18">
        <w:t>il n</w:t>
      </w:r>
      <w:r>
        <w:t>’</w:t>
      </w:r>
      <w:r w:rsidR="00636A18">
        <w:t>aime plus attendre</w:t>
      </w:r>
      <w:r>
        <w:t xml:space="preserve">. – </w:t>
      </w:r>
      <w:r w:rsidR="00636A18">
        <w:t>Bonsoir</w:t>
      </w:r>
      <w:r>
        <w:t xml:space="preserve">, </w:t>
      </w:r>
      <w:r w:rsidR="00636A18">
        <w:t>me</w:t>
      </w:r>
      <w:r w:rsidR="00636A18">
        <w:t>s</w:t>
      </w:r>
      <w:r w:rsidR="00636A18">
        <w:t>dames</w:t>
      </w:r>
      <w:r>
        <w:t> !</w:t>
      </w:r>
    </w:p>
    <w:p w14:paraId="008CD647" w14:textId="77777777" w:rsidR="00D37400" w:rsidRDefault="00D37400">
      <w:r>
        <w:t>— </w:t>
      </w:r>
      <w:r w:rsidR="00636A18">
        <w:t>Quand reviendrez-vous</w:t>
      </w:r>
      <w:r>
        <w:t xml:space="preserve">, </w:t>
      </w:r>
      <w:proofErr w:type="spellStart"/>
      <w:r w:rsidR="00636A18">
        <w:t>Frentzel</w:t>
      </w:r>
      <w:proofErr w:type="spellEnd"/>
      <w:r>
        <w:t xml:space="preserve"> ? </w:t>
      </w:r>
      <w:r w:rsidR="00636A18">
        <w:t>s</w:t>
      </w:r>
      <w:r>
        <w:t>’</w:t>
      </w:r>
      <w:r w:rsidR="00636A18">
        <w:t>écria Nicole</w:t>
      </w:r>
      <w:r>
        <w:t>.</w:t>
      </w:r>
    </w:p>
    <w:p w14:paraId="72D77563" w14:textId="6E67008B" w:rsidR="00636A18" w:rsidRDefault="00D37400">
      <w:pPr>
        <w:rPr>
          <w:szCs w:val="36"/>
        </w:rPr>
      </w:pPr>
      <w:r>
        <w:t>— </w:t>
      </w:r>
      <w:r w:rsidR="00636A18">
        <w:t>Jeudi prochain</w:t>
      </w:r>
      <w:r>
        <w:t xml:space="preserve"> ; </w:t>
      </w:r>
      <w:r w:rsidR="00636A18">
        <w:t>il y aura manœuvre et grande revue au champ de Mars</w:t>
      </w:r>
      <w:r>
        <w:t xml:space="preserve"> ; </w:t>
      </w:r>
      <w:r w:rsidR="00636A18">
        <w:t>nos vieux seront là-bas</w:t>
      </w:r>
      <w:r>
        <w:t> ! »</w:t>
      </w:r>
    </w:p>
    <w:p w14:paraId="79C3641E" w14:textId="77777777" w:rsidR="00D37400" w:rsidRDefault="00636A18">
      <w:r>
        <w:t>Et nous sortîmes</w:t>
      </w:r>
      <w:r w:rsidR="00D37400">
        <w:t>.</w:t>
      </w:r>
    </w:p>
    <w:p w14:paraId="1E9F5170" w14:textId="360505FC" w:rsidR="00636A18" w:rsidRDefault="00636A18" w:rsidP="00D37400">
      <w:pPr>
        <w:pStyle w:val="Titre2"/>
        <w:pageBreakBefore/>
      </w:pPr>
      <w:bookmarkStart w:id="34" w:name="_Toc344229472"/>
      <w:bookmarkStart w:id="35" w:name="_Toc194835735"/>
      <w:r>
        <w:lastRenderedPageBreak/>
        <w:t>XVII</w:t>
      </w:r>
      <w:bookmarkEnd w:id="34"/>
      <w:bookmarkEnd w:id="35"/>
    </w:p>
    <w:p w14:paraId="292C893E" w14:textId="77777777" w:rsidR="00D37400" w:rsidRDefault="00636A18">
      <w:r w:rsidRPr="00ED1E78">
        <w:t>Enfin la grande nouvelle de la</w:t>
      </w:r>
      <w:r>
        <w:t xml:space="preserve"> distribution des drapeaux arriva</w:t>
      </w:r>
      <w:r w:rsidR="00D37400">
        <w:t>.</w:t>
      </w:r>
    </w:p>
    <w:p w14:paraId="2704ED2F" w14:textId="77777777" w:rsidR="00D37400" w:rsidRDefault="00636A18">
      <w:r>
        <w:t>C</w:t>
      </w:r>
      <w:r w:rsidR="00D37400">
        <w:t>’</w:t>
      </w:r>
      <w:r>
        <w:t>était un lundi du mois d</w:t>
      </w:r>
      <w:r w:rsidR="00D37400">
        <w:t>’</w:t>
      </w:r>
      <w:r>
        <w:t>octobre</w:t>
      </w:r>
      <w:r w:rsidR="00D37400">
        <w:t xml:space="preserve">. </w:t>
      </w:r>
      <w:r>
        <w:t>La distribution devait avoir lieu le dimanche suivant à Sarrebourg</w:t>
      </w:r>
      <w:r w:rsidR="00D37400">
        <w:t xml:space="preserve">, </w:t>
      </w:r>
      <w:r>
        <w:t>notre chef-lieu de sous-préfecture</w:t>
      </w:r>
      <w:r w:rsidR="00D37400">
        <w:t xml:space="preserve">, </w:t>
      </w:r>
      <w:r>
        <w:t>et le préfet devait présider lui-même à cette s</w:t>
      </w:r>
      <w:r>
        <w:t>o</w:t>
      </w:r>
      <w:r>
        <w:t>lennité</w:t>
      </w:r>
      <w:r w:rsidR="00D37400">
        <w:t>.</w:t>
      </w:r>
    </w:p>
    <w:p w14:paraId="7BA627DF" w14:textId="77777777" w:rsidR="00D37400" w:rsidRDefault="00636A18">
      <w:r>
        <w:t>Toute notre petite ville fut remplie de joie</w:t>
      </w:r>
      <w:r w:rsidR="00D37400">
        <w:t xml:space="preserve"> ; </w:t>
      </w:r>
      <w:r>
        <w:t>on ne s</w:t>
      </w:r>
      <w:r w:rsidR="00D37400">
        <w:t>’</w:t>
      </w:r>
      <w:r>
        <w:t>abordait plus qu</w:t>
      </w:r>
      <w:r w:rsidR="00D37400">
        <w:t>’</w:t>
      </w:r>
      <w:r>
        <w:t>en se demandant</w:t>
      </w:r>
      <w:r w:rsidR="00D37400">
        <w:t> :</w:t>
      </w:r>
    </w:p>
    <w:p w14:paraId="415035D4" w14:textId="030BED95" w:rsidR="00636A18" w:rsidRDefault="00D37400">
      <w:r>
        <w:t>« </w:t>
      </w:r>
      <w:r w:rsidR="00636A18">
        <w:t>Vous savez</w:t>
      </w:r>
      <w:r>
        <w:t xml:space="preserve">, </w:t>
      </w:r>
      <w:r w:rsidR="00636A18">
        <w:t>les drapeaux se distribuent dimanche pr</w:t>
      </w:r>
      <w:r w:rsidR="00636A18">
        <w:t>o</w:t>
      </w:r>
      <w:r w:rsidR="00636A18">
        <w:t>chain</w:t>
      </w:r>
      <w:r>
        <w:t xml:space="preserve"> ; </w:t>
      </w:r>
      <w:r w:rsidR="00636A18">
        <w:t>nous allons donc revoir les trois couleurs flotter à la tête de nos bataillons</w:t>
      </w:r>
      <w:r>
        <w:t> ! »</w:t>
      </w:r>
    </w:p>
    <w:p w14:paraId="34A9CBF9" w14:textId="77777777" w:rsidR="00D37400" w:rsidRDefault="00636A18">
      <w:r>
        <w:rPr>
          <w:szCs w:val="36"/>
        </w:rPr>
        <w:t>Quelques-uns parlaient même de recon</w:t>
      </w:r>
      <w:r>
        <w:t>stituer les a</w:t>
      </w:r>
      <w:r>
        <w:t>n</w:t>
      </w:r>
      <w:r>
        <w:t>ciennes demi-brigades</w:t>
      </w:r>
      <w:r w:rsidR="00D37400">
        <w:t xml:space="preserve">, </w:t>
      </w:r>
      <w:r>
        <w:t>qui nous avaient donné la victoire</w:t>
      </w:r>
      <w:r w:rsidR="00D37400">
        <w:t>.</w:t>
      </w:r>
    </w:p>
    <w:p w14:paraId="1455E178" w14:textId="77777777" w:rsidR="00D37400" w:rsidRDefault="00636A18">
      <w:r>
        <w:t>Qu</w:t>
      </w:r>
      <w:r w:rsidR="00D37400">
        <w:t>’</w:t>
      </w:r>
      <w:r>
        <w:t>on s</w:t>
      </w:r>
      <w:r w:rsidR="00D37400">
        <w:t>’</w:t>
      </w:r>
      <w:r>
        <w:t>imagine la satisfaction de mon ami Florentin</w:t>
      </w:r>
      <w:r w:rsidR="00D37400">
        <w:t xml:space="preserve"> ! </w:t>
      </w:r>
      <w:r>
        <w:t>Il semblait avoir grandi de six pouces et se dressait comme un vieux coq sur ses ergots pour lancer son cri de triomphe</w:t>
      </w:r>
      <w:r w:rsidR="00D37400">
        <w:t>.</w:t>
      </w:r>
    </w:p>
    <w:p w14:paraId="38394F2D" w14:textId="7102D297" w:rsidR="00636A18" w:rsidRDefault="00D37400">
      <w:pPr>
        <w:rPr>
          <w:szCs w:val="36"/>
        </w:rPr>
      </w:pPr>
      <w:r>
        <w:t>« </w:t>
      </w:r>
      <w:r w:rsidR="00636A18">
        <w:t>À la bonne heure</w:t>
      </w:r>
      <w:r>
        <w:t xml:space="preserve"> ! </w:t>
      </w:r>
      <w:r w:rsidR="00636A18">
        <w:t>disait-il</w:t>
      </w:r>
      <w:r>
        <w:t xml:space="preserve"> ; </w:t>
      </w:r>
      <w:r w:rsidR="00636A18">
        <w:t>à la bonne heure</w:t>
      </w:r>
      <w:r>
        <w:t xml:space="preserve"> ! </w:t>
      </w:r>
      <w:r w:rsidR="00636A18">
        <w:t>Maint</w:t>
      </w:r>
      <w:r w:rsidR="00636A18">
        <w:t>e</w:t>
      </w:r>
      <w:r w:rsidR="00636A18">
        <w:t>nant tout va bien</w:t>
      </w:r>
      <w:r>
        <w:t xml:space="preserve">, </w:t>
      </w:r>
      <w:r w:rsidR="00636A18">
        <w:t>la campagne ne peut plus tarder à s</w:t>
      </w:r>
      <w:r>
        <w:t>’</w:t>
      </w:r>
      <w:r w:rsidR="00636A18">
        <w:t>ouvrir</w:t>
      </w:r>
      <w:r>
        <w:t xml:space="preserve">… </w:t>
      </w:r>
      <w:r w:rsidR="00636A18">
        <w:t>Vive la France</w:t>
      </w:r>
      <w:r>
        <w:t> ! »</w:t>
      </w:r>
    </w:p>
    <w:p w14:paraId="43D31C84" w14:textId="77777777" w:rsidR="00D37400" w:rsidRDefault="00636A18">
      <w:proofErr w:type="spellStart"/>
      <w:r>
        <w:t>Frentzel</w:t>
      </w:r>
      <w:proofErr w:type="spellEnd"/>
      <w:r>
        <w:t xml:space="preserve"> souriait et lui répondit</w:t>
      </w:r>
      <w:r w:rsidR="00D37400">
        <w:t> :</w:t>
      </w:r>
    </w:p>
    <w:p w14:paraId="3B4E6D90" w14:textId="3DB780C0" w:rsidR="00636A18" w:rsidRDefault="00D37400">
      <w:pPr>
        <w:rPr>
          <w:szCs w:val="36"/>
        </w:rPr>
      </w:pPr>
      <w:r>
        <w:t>« </w:t>
      </w:r>
      <w:r w:rsidR="00636A18">
        <w:t>Oui</w:t>
      </w:r>
      <w:r>
        <w:t xml:space="preserve">, </w:t>
      </w:r>
      <w:r w:rsidR="00636A18">
        <w:t>Florentin</w:t>
      </w:r>
      <w:r>
        <w:t xml:space="preserve">, </w:t>
      </w:r>
      <w:r w:rsidR="00636A18">
        <w:t>oui</w:t>
      </w:r>
      <w:r>
        <w:t xml:space="preserve">, </w:t>
      </w:r>
      <w:r w:rsidR="00636A18">
        <w:t>nous allons passer les lignes de Wi</w:t>
      </w:r>
      <w:r w:rsidR="00636A18">
        <w:t>s</w:t>
      </w:r>
      <w:r w:rsidR="00636A18">
        <w:t>sembourg et marcher sur Landau</w:t>
      </w:r>
      <w:r>
        <w:t xml:space="preserve">, </w:t>
      </w:r>
      <w:r w:rsidR="00636A18">
        <w:t>c</w:t>
      </w:r>
      <w:r>
        <w:t>’</w:t>
      </w:r>
      <w:r w:rsidR="00636A18">
        <w:t>est sûr</w:t>
      </w:r>
      <w:r>
        <w:t xml:space="preserve">… </w:t>
      </w:r>
      <w:r w:rsidR="00636A18">
        <w:t>ça ne peut pas manquer</w:t>
      </w:r>
      <w:r>
        <w:t> ! »</w:t>
      </w:r>
    </w:p>
    <w:p w14:paraId="504CDFEA" w14:textId="77777777" w:rsidR="00D37400" w:rsidRDefault="00636A18">
      <w:r>
        <w:lastRenderedPageBreak/>
        <w:t>Florentin ordonna</w:t>
      </w:r>
      <w:r w:rsidR="00D37400">
        <w:t xml:space="preserve">, </w:t>
      </w:r>
      <w:r>
        <w:t>le jour même</w:t>
      </w:r>
      <w:r w:rsidR="00D37400">
        <w:t xml:space="preserve">, </w:t>
      </w:r>
      <w:r>
        <w:t>une revue générale au champ de Mars</w:t>
      </w:r>
      <w:r w:rsidR="00D37400">
        <w:t xml:space="preserve"> : </w:t>
      </w:r>
      <w:r>
        <w:t>alors tout le monde avait l</w:t>
      </w:r>
      <w:r w:rsidR="00D37400">
        <w:t>’</w:t>
      </w:r>
      <w:r>
        <w:t>uniforme</w:t>
      </w:r>
      <w:r w:rsidR="00D37400">
        <w:t xml:space="preserve">, </w:t>
      </w:r>
      <w:r>
        <w:t>on s</w:t>
      </w:r>
      <w:r w:rsidR="00D37400">
        <w:t>’</w:t>
      </w:r>
      <w:r>
        <w:t>était cotisé pour habiller les plus pauvres</w:t>
      </w:r>
      <w:r w:rsidR="00D37400">
        <w:t>.</w:t>
      </w:r>
    </w:p>
    <w:p w14:paraId="48045BD9" w14:textId="77777777" w:rsidR="00D37400" w:rsidRDefault="00636A18">
      <w:r>
        <w:t>J</w:t>
      </w:r>
      <w:r w:rsidR="00D37400">
        <w:t>’</w:t>
      </w:r>
      <w:r>
        <w:t>assiste à cette revue</w:t>
      </w:r>
      <w:r w:rsidR="00D37400">
        <w:t xml:space="preserve"> : </w:t>
      </w:r>
      <w:r>
        <w:t>les tambours font le roulement</w:t>
      </w:r>
      <w:r w:rsidR="00D37400">
        <w:t xml:space="preserve">, </w:t>
      </w:r>
      <w:r>
        <w:t>tout le bataillon est en ligne</w:t>
      </w:r>
      <w:r w:rsidR="00D37400">
        <w:t xml:space="preserve">, </w:t>
      </w:r>
      <w:r>
        <w:t>l</w:t>
      </w:r>
      <w:r w:rsidR="00D37400">
        <w:t>’</w:t>
      </w:r>
      <w:r>
        <w:t>arme au bras</w:t>
      </w:r>
      <w:r w:rsidR="00D37400">
        <w:t xml:space="preserve"> ; </w:t>
      </w:r>
      <w:r>
        <w:t>Florentin</w:t>
      </w:r>
      <w:r w:rsidR="00D37400">
        <w:t xml:space="preserve">, </w:t>
      </w:r>
      <w:r>
        <w:t>au milieu de son état-major</w:t>
      </w:r>
      <w:r w:rsidR="00D37400">
        <w:t xml:space="preserve">, </w:t>
      </w:r>
      <w:r>
        <w:t>se promène devant</w:t>
      </w:r>
      <w:r w:rsidR="00D37400">
        <w:t xml:space="preserve">, </w:t>
      </w:r>
      <w:r>
        <w:t>il examine</w:t>
      </w:r>
      <w:r w:rsidR="00D37400">
        <w:t xml:space="preserve">, </w:t>
      </w:r>
      <w:r>
        <w:t>il inspecte la t</w:t>
      </w:r>
      <w:r>
        <w:t>e</w:t>
      </w:r>
      <w:r>
        <w:t>nue</w:t>
      </w:r>
      <w:r w:rsidR="00D37400">
        <w:t xml:space="preserve">, </w:t>
      </w:r>
      <w:r>
        <w:t>l</w:t>
      </w:r>
      <w:r w:rsidR="00D37400">
        <w:t>’</w:t>
      </w:r>
      <w:r>
        <w:t>alignement</w:t>
      </w:r>
      <w:r w:rsidR="00D37400">
        <w:t xml:space="preserve">, </w:t>
      </w:r>
      <w:r>
        <w:t>la position des bras</w:t>
      </w:r>
      <w:r w:rsidR="00D37400">
        <w:t xml:space="preserve">, </w:t>
      </w:r>
      <w:r>
        <w:t>des pieds</w:t>
      </w:r>
      <w:r w:rsidR="00D37400">
        <w:t xml:space="preserve">, </w:t>
      </w:r>
      <w:r>
        <w:t>la hauteur de la main</w:t>
      </w:r>
      <w:r w:rsidR="00D37400">
        <w:t xml:space="preserve"> ; </w:t>
      </w:r>
      <w:r>
        <w:t>il est content</w:t>
      </w:r>
      <w:r w:rsidR="00D37400">
        <w:t xml:space="preserve">, </w:t>
      </w:r>
      <w:r>
        <w:t>ses yeux brillent</w:t>
      </w:r>
      <w:r w:rsidR="00D37400">
        <w:t xml:space="preserve">. </w:t>
      </w:r>
      <w:r>
        <w:t>Il fait marcher e</w:t>
      </w:r>
      <w:r>
        <w:t>n</w:t>
      </w:r>
      <w:r>
        <w:t>suite le bataillon en colonne par compagnie</w:t>
      </w:r>
      <w:r w:rsidR="00D37400">
        <w:t xml:space="preserve">, </w:t>
      </w:r>
      <w:r>
        <w:t>à distance de déploi</w:t>
      </w:r>
      <w:r>
        <w:t>e</w:t>
      </w:r>
      <w:r>
        <w:t>ment</w:t>
      </w:r>
      <w:r w:rsidR="00D37400">
        <w:t xml:space="preserve">. </w:t>
      </w:r>
      <w:r>
        <w:t>Il commande</w:t>
      </w:r>
      <w:r w:rsidR="00D37400">
        <w:t xml:space="preserve">, </w:t>
      </w:r>
      <w:r>
        <w:t>sa voix monte et s</w:t>
      </w:r>
      <w:r w:rsidR="00D37400">
        <w:t>’</w:t>
      </w:r>
      <w:r>
        <w:t>étend au loin</w:t>
      </w:r>
      <w:r w:rsidR="00D37400">
        <w:t xml:space="preserve"> : </w:t>
      </w:r>
      <w:r>
        <w:t>elle va jusque sur la place d</w:t>
      </w:r>
      <w:r w:rsidR="00D37400">
        <w:t>’</w:t>
      </w:r>
      <w:r>
        <w:t>Armes</w:t>
      </w:r>
      <w:r w:rsidR="00D37400">
        <w:t xml:space="preserve">, </w:t>
      </w:r>
      <w:r>
        <w:t>par-dessus les demi-lunes et les remparts</w:t>
      </w:r>
      <w:r w:rsidR="00D37400">
        <w:t xml:space="preserve">, </w:t>
      </w:r>
      <w:r>
        <w:t>comme celle de Vandamme</w:t>
      </w:r>
      <w:r w:rsidR="00D37400">
        <w:t xml:space="preserve">, </w:t>
      </w:r>
      <w:r>
        <w:t>la plus belle voix de la grande armée</w:t>
      </w:r>
      <w:r w:rsidR="00D37400">
        <w:t>.</w:t>
      </w:r>
    </w:p>
    <w:p w14:paraId="5C3C07A8" w14:textId="77777777" w:rsidR="00D37400" w:rsidRDefault="00636A18">
      <w:r>
        <w:t>Enfin il est satisfait</w:t>
      </w:r>
      <w:r w:rsidR="00D37400">
        <w:t xml:space="preserve">, </w:t>
      </w:r>
      <w:r>
        <w:t>et dit à ses officiers en riant</w:t>
      </w:r>
      <w:r w:rsidR="00D37400">
        <w:t> :</w:t>
      </w:r>
    </w:p>
    <w:p w14:paraId="0573FFE2" w14:textId="51CD2FE3" w:rsidR="00636A18" w:rsidRDefault="00D37400">
      <w:pPr>
        <w:rPr>
          <w:szCs w:val="36"/>
        </w:rPr>
      </w:pPr>
      <w:r>
        <w:t>« </w:t>
      </w:r>
      <w:r w:rsidR="00636A18">
        <w:t>Ma foi</w:t>
      </w:r>
      <w:r>
        <w:t xml:space="preserve">, </w:t>
      </w:r>
      <w:r w:rsidR="00636A18">
        <w:t>ils manœuvrent aussi bien qu</w:t>
      </w:r>
      <w:r>
        <w:t>’</w:t>
      </w:r>
      <w:r w:rsidR="00636A18">
        <w:t>un bataillon du 10</w:t>
      </w:r>
      <w:r>
        <w:t>1</w:t>
      </w:r>
      <w:r w:rsidRPr="00D37400">
        <w:rPr>
          <w:vertAlign w:val="superscript"/>
        </w:rPr>
        <w:t>e</w:t>
      </w:r>
      <w:r>
        <w:t> ! »</w:t>
      </w:r>
    </w:p>
    <w:p w14:paraId="16173CAE" w14:textId="77777777" w:rsidR="00D37400" w:rsidRDefault="00636A18">
      <w:r>
        <w:t>C</w:t>
      </w:r>
      <w:r w:rsidR="00D37400">
        <w:t>’</w:t>
      </w:r>
      <w:r>
        <w:t>était le plus grand éloge qu</w:t>
      </w:r>
      <w:r w:rsidR="00D37400">
        <w:t>’</w:t>
      </w:r>
      <w:r>
        <w:t>il pût faire de notre garde n</w:t>
      </w:r>
      <w:r>
        <w:t>a</w:t>
      </w:r>
      <w:r>
        <w:t>tionale</w:t>
      </w:r>
      <w:r w:rsidR="00D37400">
        <w:t>.</w:t>
      </w:r>
    </w:p>
    <w:p w14:paraId="0FA2322F" w14:textId="05FEABF3" w:rsidR="00636A18" w:rsidRDefault="00D37400">
      <w:pPr>
        <w:rPr>
          <w:szCs w:val="36"/>
        </w:rPr>
      </w:pPr>
      <w:r>
        <w:t>« </w:t>
      </w:r>
      <w:r w:rsidR="00636A18">
        <w:t>Oui</w:t>
      </w:r>
      <w:r>
        <w:t xml:space="preserve">, </w:t>
      </w:r>
      <w:r w:rsidR="00636A18">
        <w:t>reprit le brave homme</w:t>
      </w:r>
      <w:r>
        <w:t xml:space="preserve">, </w:t>
      </w:r>
      <w:r w:rsidR="00636A18">
        <w:t>en montrant l</w:t>
      </w:r>
      <w:r>
        <w:t>’</w:t>
      </w:r>
      <w:r w:rsidR="00636A18">
        <w:t>alignement parfait de la première compagnie au port d</w:t>
      </w:r>
      <w:r>
        <w:t>’</w:t>
      </w:r>
      <w:r w:rsidR="00636A18">
        <w:t>armes</w:t>
      </w:r>
      <w:r>
        <w:t xml:space="preserve">, </w:t>
      </w:r>
      <w:r w:rsidR="00636A18">
        <w:t>voyez</w:t>
      </w:r>
      <w:r>
        <w:t xml:space="preserve">… </w:t>
      </w:r>
      <w:r w:rsidR="00636A18">
        <w:t>un boulet passerait</w:t>
      </w:r>
      <w:r>
        <w:t xml:space="preserve">, </w:t>
      </w:r>
      <w:r w:rsidR="00636A18">
        <w:t>qu</w:t>
      </w:r>
      <w:r>
        <w:t>’</w:t>
      </w:r>
      <w:r w:rsidR="00636A18">
        <w:t xml:space="preserve">il enlèverait le bras de </w:t>
      </w:r>
      <w:r w:rsidR="00636A18">
        <w:rPr>
          <w:szCs w:val="36"/>
        </w:rPr>
        <w:t>toute la première file</w:t>
      </w:r>
      <w:r>
        <w:rPr>
          <w:szCs w:val="36"/>
        </w:rPr>
        <w:t xml:space="preserve">, </w:t>
      </w:r>
      <w:r w:rsidR="00636A18">
        <w:rPr>
          <w:szCs w:val="36"/>
        </w:rPr>
        <w:t>comme je l</w:t>
      </w:r>
      <w:r>
        <w:rPr>
          <w:szCs w:val="36"/>
        </w:rPr>
        <w:t>’</w:t>
      </w:r>
      <w:r w:rsidR="00636A18">
        <w:rPr>
          <w:szCs w:val="36"/>
        </w:rPr>
        <w:t>ai vu à Dantzig</w:t>
      </w:r>
      <w:r>
        <w:rPr>
          <w:szCs w:val="36"/>
        </w:rPr>
        <w:t> ! »</w:t>
      </w:r>
    </w:p>
    <w:p w14:paraId="00A65386" w14:textId="77777777" w:rsidR="00D37400" w:rsidRDefault="00636A18">
      <w:r>
        <w:t>Cela lui paraissait merveilleux</w:t>
      </w:r>
      <w:r w:rsidR="00D37400">
        <w:t>.</w:t>
      </w:r>
    </w:p>
    <w:p w14:paraId="0CBDB7E6" w14:textId="77777777" w:rsidR="00D37400" w:rsidRDefault="00636A18">
      <w:r>
        <w:t>Après cette revue</w:t>
      </w:r>
      <w:r w:rsidR="00D37400">
        <w:t xml:space="preserve">, </w:t>
      </w:r>
      <w:r>
        <w:t>comme nous rentrions en ville</w:t>
      </w:r>
      <w:r w:rsidR="00D37400">
        <w:t xml:space="preserve">, </w:t>
      </w:r>
      <w:r>
        <w:t>je m</w:t>
      </w:r>
      <w:r w:rsidR="00D37400">
        <w:t>’</w:t>
      </w:r>
      <w:r>
        <w:t>approchai de mon ami</w:t>
      </w:r>
      <w:r w:rsidR="00D37400">
        <w:t xml:space="preserve">, </w:t>
      </w:r>
      <w:r>
        <w:t>et</w:t>
      </w:r>
      <w:r w:rsidR="00D37400">
        <w:t xml:space="preserve">, </w:t>
      </w:r>
      <w:r>
        <w:t xml:space="preserve">me rappelant ma triste équipée de </w:t>
      </w:r>
      <w:proofErr w:type="spellStart"/>
      <w:r>
        <w:t>Hüldehouse</w:t>
      </w:r>
      <w:proofErr w:type="spellEnd"/>
      <w:r w:rsidR="00D37400">
        <w:t xml:space="preserve">, </w:t>
      </w:r>
      <w:r>
        <w:t>timidement je lui demandai</w:t>
      </w:r>
      <w:r w:rsidR="00D37400">
        <w:t> :</w:t>
      </w:r>
    </w:p>
    <w:p w14:paraId="0472DF77" w14:textId="07DEE32C" w:rsidR="00636A18" w:rsidRDefault="00D37400">
      <w:r>
        <w:t>« </w:t>
      </w:r>
      <w:r w:rsidR="00636A18">
        <w:t>N</w:t>
      </w:r>
      <w:r>
        <w:t>’</w:t>
      </w:r>
      <w:r w:rsidR="00636A18">
        <w:t>est-ce pas</w:t>
      </w:r>
      <w:r>
        <w:t xml:space="preserve">, </w:t>
      </w:r>
      <w:r w:rsidR="00636A18">
        <w:t>mon ami</w:t>
      </w:r>
      <w:r>
        <w:t xml:space="preserve">, </w:t>
      </w:r>
      <w:r w:rsidR="00636A18">
        <w:t>j</w:t>
      </w:r>
      <w:r>
        <w:t>’</w:t>
      </w:r>
      <w:r w:rsidR="00636A18">
        <w:t>oserai te suivre à Sarrebourg</w:t>
      </w:r>
      <w:r>
        <w:t xml:space="preserve">, </w:t>
      </w:r>
      <w:r w:rsidR="00636A18">
        <w:t>pour voir la distribution des drapeaux</w:t>
      </w:r>
      <w:r>
        <w:t> ? »</w:t>
      </w:r>
    </w:p>
    <w:p w14:paraId="185E4317" w14:textId="77777777" w:rsidR="00D37400" w:rsidRDefault="00636A18">
      <w:r>
        <w:lastRenderedPageBreak/>
        <w:t>Il me regarda et répondit</w:t>
      </w:r>
      <w:r w:rsidR="00D37400">
        <w:t> :</w:t>
      </w:r>
    </w:p>
    <w:p w14:paraId="2A82D918" w14:textId="6544B846" w:rsidR="00636A18" w:rsidRDefault="00D37400">
      <w:r>
        <w:t>« </w:t>
      </w:r>
      <w:r w:rsidR="00636A18">
        <w:t>Oui</w:t>
      </w:r>
      <w:r>
        <w:t xml:space="preserve">, </w:t>
      </w:r>
      <w:r w:rsidR="00636A18">
        <w:t>tu la verras</w:t>
      </w:r>
      <w:r>
        <w:t xml:space="preserve">, </w:t>
      </w:r>
      <w:r w:rsidR="00636A18">
        <w:t>ne crains rien</w:t>
      </w:r>
      <w:r>
        <w:t xml:space="preserve">… </w:t>
      </w:r>
      <w:r w:rsidR="00636A18">
        <w:t>Il faut que tu voies cela</w:t>
      </w:r>
      <w:r>
        <w:t xml:space="preserve">, </w:t>
      </w:r>
      <w:r w:rsidR="00636A18">
        <w:t>mon ami</w:t>
      </w:r>
      <w:r>
        <w:t xml:space="preserve">, </w:t>
      </w:r>
      <w:r w:rsidR="00636A18">
        <w:t>car la distribution des drapeaux</w:t>
      </w:r>
      <w:r>
        <w:t xml:space="preserve">, </w:t>
      </w:r>
      <w:r w:rsidR="00636A18">
        <w:t>c</w:t>
      </w:r>
      <w:r>
        <w:t>’</w:t>
      </w:r>
      <w:r w:rsidR="00636A18">
        <w:t>est la distribution de l</w:t>
      </w:r>
      <w:r>
        <w:t>’</w:t>
      </w:r>
      <w:r w:rsidR="00636A18">
        <w:t>honneur et du courage aux enfants de la France</w:t>
      </w:r>
      <w:r>
        <w:t>. »</w:t>
      </w:r>
    </w:p>
    <w:p w14:paraId="0DE79333" w14:textId="77777777" w:rsidR="00D37400" w:rsidRDefault="00636A18">
      <w:r>
        <w:t>Et</w:t>
      </w:r>
      <w:r w:rsidR="00D37400">
        <w:t xml:space="preserve">, </w:t>
      </w:r>
      <w:r>
        <w:t>dès qu</w:t>
      </w:r>
      <w:r w:rsidR="00D37400">
        <w:t>’</w:t>
      </w:r>
      <w:r>
        <w:t>on eut rompu les rangs sur la place d</w:t>
      </w:r>
      <w:r w:rsidR="00D37400">
        <w:t>’</w:t>
      </w:r>
      <w:r>
        <w:t>Armes</w:t>
      </w:r>
      <w:r w:rsidR="00D37400">
        <w:t xml:space="preserve">, </w:t>
      </w:r>
      <w:r>
        <w:t>il me prit par la main et me conduisit à la maison</w:t>
      </w:r>
      <w:r w:rsidR="00D37400">
        <w:t xml:space="preserve">, </w:t>
      </w:r>
      <w:r>
        <w:t>où mon père venait d</w:t>
      </w:r>
      <w:r w:rsidR="00D37400">
        <w:t>’</w:t>
      </w:r>
      <w:r>
        <w:t>entrer devant nous</w:t>
      </w:r>
      <w:r w:rsidR="00D37400">
        <w:t xml:space="preserve">, </w:t>
      </w:r>
      <w:r>
        <w:t>le fusil sur l</w:t>
      </w:r>
      <w:r w:rsidR="00D37400">
        <w:t>’</w:t>
      </w:r>
      <w:r>
        <w:t>épaule</w:t>
      </w:r>
      <w:r w:rsidR="00D37400">
        <w:t>.</w:t>
      </w:r>
    </w:p>
    <w:p w14:paraId="04E8E5E7" w14:textId="77777777" w:rsidR="00D37400" w:rsidRDefault="00D37400">
      <w:r>
        <w:rPr>
          <w:szCs w:val="36"/>
        </w:rPr>
        <w:t>« </w:t>
      </w:r>
      <w:r w:rsidR="00636A18">
        <w:rPr>
          <w:szCs w:val="36"/>
        </w:rPr>
        <w:t xml:space="preserve">Monsieur </w:t>
      </w:r>
      <w:proofErr w:type="spellStart"/>
      <w:r w:rsidR="00636A18">
        <w:rPr>
          <w:szCs w:val="36"/>
        </w:rPr>
        <w:t>Pélerin</w:t>
      </w:r>
      <w:proofErr w:type="spellEnd"/>
      <w:r>
        <w:rPr>
          <w:szCs w:val="36"/>
        </w:rPr>
        <w:t xml:space="preserve">, </w:t>
      </w:r>
      <w:r w:rsidR="00636A18">
        <w:rPr>
          <w:szCs w:val="36"/>
        </w:rPr>
        <w:t>lui dit-il</w:t>
      </w:r>
      <w:r>
        <w:rPr>
          <w:szCs w:val="36"/>
        </w:rPr>
        <w:t xml:space="preserve">, </w:t>
      </w:r>
      <w:r w:rsidR="00636A18">
        <w:rPr>
          <w:szCs w:val="36"/>
        </w:rPr>
        <w:t xml:space="preserve">je viens </w:t>
      </w:r>
      <w:r w:rsidR="00636A18">
        <w:t>vous demander quelque chose que vous ne pourrez pas me refuser</w:t>
      </w:r>
      <w:r>
        <w:t>.</w:t>
      </w:r>
    </w:p>
    <w:p w14:paraId="28506D97" w14:textId="77777777" w:rsidR="00D37400" w:rsidRDefault="00D37400">
      <w:r>
        <w:t>— </w:t>
      </w:r>
      <w:r w:rsidR="00636A18">
        <w:t>Quoi</w:t>
      </w:r>
      <w:r>
        <w:t xml:space="preserve">, </w:t>
      </w:r>
      <w:r w:rsidR="00636A18">
        <w:t>mon commandant</w:t>
      </w:r>
      <w:r>
        <w:t> ?</w:t>
      </w:r>
    </w:p>
    <w:p w14:paraId="71B294B5" w14:textId="75C882D7" w:rsidR="00636A18" w:rsidRDefault="00D37400">
      <w:pPr>
        <w:rPr>
          <w:szCs w:val="36"/>
        </w:rPr>
      </w:pPr>
      <w:r>
        <w:t>— </w:t>
      </w:r>
      <w:r w:rsidR="00636A18">
        <w:t>C</w:t>
      </w:r>
      <w:r>
        <w:t>’</w:t>
      </w:r>
      <w:r w:rsidR="00636A18">
        <w:t>est que cet enfant voie la distribution des drapeaux</w:t>
      </w:r>
      <w:r>
        <w:t xml:space="preserve">. </w:t>
      </w:r>
      <w:r w:rsidR="00636A18">
        <w:t>Vous le savez</w:t>
      </w:r>
      <w:r>
        <w:t xml:space="preserve">, </w:t>
      </w:r>
      <w:r w:rsidR="00636A18">
        <w:t xml:space="preserve">monsieur </w:t>
      </w:r>
      <w:proofErr w:type="spellStart"/>
      <w:r w:rsidR="00636A18">
        <w:t>Pélerin</w:t>
      </w:r>
      <w:proofErr w:type="spellEnd"/>
      <w:r>
        <w:t xml:space="preserve">, </w:t>
      </w:r>
      <w:r w:rsidR="00636A18">
        <w:t>le drapeau</w:t>
      </w:r>
      <w:r>
        <w:t xml:space="preserve">, </w:t>
      </w:r>
      <w:r w:rsidR="00636A18">
        <w:t>c</w:t>
      </w:r>
      <w:r>
        <w:t>’</w:t>
      </w:r>
      <w:r w:rsidR="00636A18">
        <w:t>est la France</w:t>
      </w:r>
      <w:r>
        <w:t xml:space="preserve">, </w:t>
      </w:r>
      <w:r w:rsidR="00636A18">
        <w:t>c</w:t>
      </w:r>
      <w:r>
        <w:t>’</w:t>
      </w:r>
      <w:r w:rsidR="00636A18">
        <w:t>est la gloire du pays et de l</w:t>
      </w:r>
      <w:r>
        <w:t>’</w:t>
      </w:r>
      <w:r w:rsidR="00636A18">
        <w:t>armée</w:t>
      </w:r>
      <w:r>
        <w:t xml:space="preserve">, </w:t>
      </w:r>
      <w:r w:rsidR="00636A18">
        <w:t>c</w:t>
      </w:r>
      <w:r>
        <w:t>’</w:t>
      </w:r>
      <w:r w:rsidR="00636A18">
        <w:t>est ce qu</w:t>
      </w:r>
      <w:r>
        <w:t>’</w:t>
      </w:r>
      <w:r w:rsidR="00636A18">
        <w:t>il y a de plus grand au monde</w:t>
      </w:r>
      <w:r>
        <w:t xml:space="preserve">. </w:t>
      </w:r>
      <w:r w:rsidR="00636A18">
        <w:t>Là où est son drapeau est aussi le cœur de la patrie</w:t>
      </w:r>
      <w:r>
        <w:t xml:space="preserve"> ; </w:t>
      </w:r>
      <w:r w:rsidR="00636A18">
        <w:t>et quand la nation vous dit</w:t>
      </w:r>
      <w:r>
        <w:t> : « </w:t>
      </w:r>
      <w:r w:rsidR="00636A18">
        <w:t>Tiens</w:t>
      </w:r>
      <w:r>
        <w:t xml:space="preserve">, </w:t>
      </w:r>
      <w:r w:rsidR="00636A18">
        <w:t>je te confie mon honneur</w:t>
      </w:r>
      <w:r>
        <w:t xml:space="preserve">, </w:t>
      </w:r>
      <w:r w:rsidR="00636A18">
        <w:t>ma gloire</w:t>
      </w:r>
      <w:r>
        <w:t xml:space="preserve">… </w:t>
      </w:r>
      <w:r w:rsidR="00636A18">
        <w:t>Tu les défendras jusqu</w:t>
      </w:r>
      <w:r>
        <w:t>’</w:t>
      </w:r>
      <w:r w:rsidR="00636A18">
        <w:t>à la mort</w:t>
      </w:r>
      <w:r>
        <w:t> !… »</w:t>
      </w:r>
      <w:r w:rsidR="00636A18">
        <w:t xml:space="preserve"> cela vous élève l</w:t>
      </w:r>
      <w:r>
        <w:t>’</w:t>
      </w:r>
      <w:r w:rsidR="00636A18">
        <w:t>âme</w:t>
      </w:r>
      <w:r>
        <w:t xml:space="preserve">, </w:t>
      </w:r>
      <w:r w:rsidR="00636A18">
        <w:t xml:space="preserve">monsieur </w:t>
      </w:r>
      <w:proofErr w:type="spellStart"/>
      <w:r w:rsidR="00636A18">
        <w:t>Pélerin</w:t>
      </w:r>
      <w:proofErr w:type="spellEnd"/>
      <w:r>
        <w:t xml:space="preserve">, </w:t>
      </w:r>
      <w:r w:rsidR="00636A18">
        <w:t>et il est bon qu</w:t>
      </w:r>
      <w:r>
        <w:t>’</w:t>
      </w:r>
      <w:r w:rsidR="00636A18">
        <w:t>un enfant voie cela</w:t>
      </w:r>
      <w:r>
        <w:t xml:space="preserve"> ; </w:t>
      </w:r>
      <w:r w:rsidR="00636A18">
        <w:t>c</w:t>
      </w:r>
      <w:r>
        <w:t>’</w:t>
      </w:r>
      <w:r w:rsidR="00636A18">
        <w:t>est la plus grande</w:t>
      </w:r>
      <w:r>
        <w:t xml:space="preserve">, </w:t>
      </w:r>
      <w:r w:rsidR="00636A18">
        <w:t>la plus belle leçon qu</w:t>
      </w:r>
      <w:r>
        <w:t>’</w:t>
      </w:r>
      <w:r w:rsidR="00636A18">
        <w:t>on puisse lui do</w:t>
      </w:r>
      <w:r w:rsidR="00636A18">
        <w:t>n</w:t>
      </w:r>
      <w:r w:rsidR="00636A18">
        <w:t>ner</w:t>
      </w:r>
      <w:r>
        <w:t> ! »</w:t>
      </w:r>
    </w:p>
    <w:p w14:paraId="11FF90CB" w14:textId="77777777" w:rsidR="00D37400" w:rsidRDefault="00636A18">
      <w:r>
        <w:t>Florentin</w:t>
      </w:r>
      <w:r w:rsidR="00D37400">
        <w:t xml:space="preserve">, </w:t>
      </w:r>
      <w:r>
        <w:t>en prononçant ces paroles</w:t>
      </w:r>
      <w:r w:rsidR="00D37400">
        <w:t xml:space="preserve">, </w:t>
      </w:r>
      <w:r>
        <w:t>était vraiment beau</w:t>
      </w:r>
      <w:r w:rsidR="00D37400">
        <w:t xml:space="preserve"> ; </w:t>
      </w:r>
      <w:r>
        <w:t>on voyait que chaque mot lui sortait des entrailles</w:t>
      </w:r>
      <w:r w:rsidR="00D37400">
        <w:t xml:space="preserve">, </w:t>
      </w:r>
      <w:r>
        <w:t>et qu</w:t>
      </w:r>
      <w:r w:rsidR="00D37400">
        <w:t>’</w:t>
      </w:r>
      <w:r>
        <w:t>il aurait donné mille fois sa vie pour sauver le drapeau</w:t>
      </w:r>
      <w:r w:rsidR="00D37400">
        <w:t>.</w:t>
      </w:r>
    </w:p>
    <w:p w14:paraId="1FCA69F3" w14:textId="77777777" w:rsidR="00D37400" w:rsidRDefault="00636A18">
      <w:r>
        <w:t>Mon père lui-même en était ému</w:t>
      </w:r>
      <w:r w:rsidR="00D37400">
        <w:t>.</w:t>
      </w:r>
    </w:p>
    <w:p w14:paraId="0D56EC1F" w14:textId="1462725F" w:rsidR="00636A18" w:rsidRDefault="00D37400">
      <w:pPr>
        <w:rPr>
          <w:szCs w:val="36"/>
        </w:rPr>
      </w:pPr>
      <w:r>
        <w:t>« </w:t>
      </w:r>
      <w:r w:rsidR="00636A18">
        <w:t>Certainement</w:t>
      </w:r>
      <w:r>
        <w:t xml:space="preserve">, </w:t>
      </w:r>
      <w:r w:rsidR="00636A18">
        <w:t>mon commandant</w:t>
      </w:r>
      <w:r>
        <w:t xml:space="preserve">, </w:t>
      </w:r>
      <w:r w:rsidR="00636A18">
        <w:t>lui dit-il</w:t>
      </w:r>
      <w:r>
        <w:t xml:space="preserve">, </w:t>
      </w:r>
      <w:r w:rsidR="00636A18">
        <w:t>que Lucien doit aller voir cette cérémonie</w:t>
      </w:r>
      <w:r>
        <w:t xml:space="preserve">, </w:t>
      </w:r>
      <w:r w:rsidR="00636A18">
        <w:t>je le veux comme vous</w:t>
      </w:r>
      <w:r>
        <w:t xml:space="preserve"> ; </w:t>
      </w:r>
      <w:r w:rsidR="00636A18">
        <w:t>et je veux aussi qu</w:t>
      </w:r>
      <w:r>
        <w:t>’</w:t>
      </w:r>
      <w:r w:rsidR="00636A18">
        <w:t>il se souvienne jusqu</w:t>
      </w:r>
      <w:r>
        <w:t>’</w:t>
      </w:r>
      <w:r w:rsidR="00636A18">
        <w:t>au dernier soupir des nobles paroles que vous venez de prononcer</w:t>
      </w:r>
      <w:r>
        <w:t xml:space="preserve">, </w:t>
      </w:r>
      <w:r w:rsidR="00636A18">
        <w:t>car c</w:t>
      </w:r>
      <w:r>
        <w:t>’</w:t>
      </w:r>
      <w:r w:rsidR="00636A18">
        <w:t>est la vérité</w:t>
      </w:r>
      <w:r>
        <w:t xml:space="preserve"> : </w:t>
      </w:r>
      <w:r w:rsidR="00636A18">
        <w:t>celui qui n</w:t>
      </w:r>
      <w:r>
        <w:t>’</w:t>
      </w:r>
      <w:r w:rsidR="00636A18">
        <w:t>aime pas son drapeau n</w:t>
      </w:r>
      <w:r>
        <w:t>’</w:t>
      </w:r>
      <w:r w:rsidR="00636A18">
        <w:t>aime pas sa patrie</w:t>
      </w:r>
      <w:r>
        <w:t xml:space="preserve">, </w:t>
      </w:r>
      <w:r w:rsidR="00636A18">
        <w:t xml:space="preserve">ni </w:t>
      </w:r>
      <w:r w:rsidR="00636A18">
        <w:lastRenderedPageBreak/>
        <w:t>sa famille</w:t>
      </w:r>
      <w:r>
        <w:t xml:space="preserve">, </w:t>
      </w:r>
      <w:r w:rsidR="00636A18">
        <w:t>ni son propre honneur</w:t>
      </w:r>
      <w:r>
        <w:t xml:space="preserve"> ; </w:t>
      </w:r>
      <w:r w:rsidR="00636A18">
        <w:t>c</w:t>
      </w:r>
      <w:r>
        <w:t>’</w:t>
      </w:r>
      <w:r w:rsidR="00636A18">
        <w:t>est un lâche et un traître</w:t>
      </w:r>
      <w:r>
        <w:t>. »</w:t>
      </w:r>
    </w:p>
    <w:p w14:paraId="057E183C" w14:textId="77777777" w:rsidR="00D37400" w:rsidRDefault="00636A18">
      <w:r>
        <w:t>Alors il m</w:t>
      </w:r>
      <w:r w:rsidR="00D37400">
        <w:t>’</w:t>
      </w:r>
      <w:r>
        <w:t>embrassa et dit à la mère qui nous écoutait</w:t>
      </w:r>
      <w:r w:rsidR="00D37400">
        <w:t> :</w:t>
      </w:r>
    </w:p>
    <w:p w14:paraId="3BD675C8" w14:textId="334F5509" w:rsidR="00636A18" w:rsidRDefault="00D37400">
      <w:pPr>
        <w:rPr>
          <w:szCs w:val="36"/>
        </w:rPr>
      </w:pPr>
      <w:r>
        <w:t>« </w:t>
      </w:r>
      <w:r w:rsidR="00636A18" w:rsidRPr="00BB483E">
        <w:t>Dimanche</w:t>
      </w:r>
      <w:r>
        <w:t xml:space="preserve">, </w:t>
      </w:r>
      <w:r w:rsidR="00636A18" w:rsidRPr="00BB483E">
        <w:t>de bon matin</w:t>
      </w:r>
      <w:r>
        <w:t xml:space="preserve">, </w:t>
      </w:r>
      <w:r w:rsidR="00636A18" w:rsidRPr="00BB483E">
        <w:t>tu mettras à Lucien</w:t>
      </w:r>
      <w:r w:rsidR="00636A18">
        <w:t xml:space="preserve"> ses plus beaux habits</w:t>
      </w:r>
      <w:r>
        <w:t xml:space="preserve"> ; </w:t>
      </w:r>
      <w:r w:rsidR="00636A18">
        <w:t>nous partirons ensemble</w:t>
      </w:r>
      <w:r>
        <w:t xml:space="preserve">, </w:t>
      </w:r>
      <w:r w:rsidR="00636A18">
        <w:t>je serai là</w:t>
      </w:r>
      <w:r>
        <w:t xml:space="preserve">. </w:t>
      </w:r>
      <w:r w:rsidR="00636A18">
        <w:t>Et nous r</w:t>
      </w:r>
      <w:r w:rsidR="00636A18">
        <w:t>e</w:t>
      </w:r>
      <w:r w:rsidR="00636A18">
        <w:t>viendrons avec le drapeau de Phalsbourg</w:t>
      </w:r>
      <w:r>
        <w:t>. »</w:t>
      </w:r>
    </w:p>
    <w:p w14:paraId="78AFC2D7" w14:textId="77777777" w:rsidR="00D37400" w:rsidRDefault="00636A18">
      <w:r>
        <w:t>Cela dit</w:t>
      </w:r>
      <w:r w:rsidR="00D37400">
        <w:t xml:space="preserve">, </w:t>
      </w:r>
      <w:r>
        <w:t>Florentin m</w:t>
      </w:r>
      <w:r w:rsidR="00D37400">
        <w:t>’</w:t>
      </w:r>
      <w:r>
        <w:t>emmena par la main pour aller dîner avec lui</w:t>
      </w:r>
      <w:r w:rsidR="00D37400">
        <w:t xml:space="preserve">. </w:t>
      </w:r>
      <w:r>
        <w:t>J</w:t>
      </w:r>
      <w:r w:rsidR="00D37400">
        <w:t>’</w:t>
      </w:r>
      <w:r>
        <w:t>étais le plus heureux enfant du monde</w:t>
      </w:r>
      <w:r w:rsidR="00D37400">
        <w:t>.</w:t>
      </w:r>
    </w:p>
    <w:p w14:paraId="746842ED" w14:textId="77777777" w:rsidR="00D37400" w:rsidRDefault="00D37400">
      <w:r>
        <w:t>« </w:t>
      </w:r>
      <w:r w:rsidR="00636A18">
        <w:t>Te voilà content</w:t>
      </w:r>
      <w:r>
        <w:t xml:space="preserve"> ! </w:t>
      </w:r>
      <w:r w:rsidR="00636A18">
        <w:t>me disait-il</w:t>
      </w:r>
      <w:r>
        <w:t>.</w:t>
      </w:r>
    </w:p>
    <w:p w14:paraId="47C2C99F" w14:textId="09D2BB4E" w:rsidR="00636A18" w:rsidRDefault="00D37400">
      <w:pPr>
        <w:rPr>
          <w:szCs w:val="36"/>
        </w:rPr>
      </w:pPr>
      <w:r>
        <w:t>— </w:t>
      </w:r>
      <w:r w:rsidR="00636A18">
        <w:t>Oui</w:t>
      </w:r>
      <w:r>
        <w:t xml:space="preserve">, </w:t>
      </w:r>
      <w:r w:rsidR="00636A18">
        <w:t>mon ami</w:t>
      </w:r>
      <w:r>
        <w:t xml:space="preserve">, </w:t>
      </w:r>
      <w:r w:rsidR="00636A18">
        <w:t>bien content</w:t>
      </w:r>
      <w:r>
        <w:t xml:space="preserve"> ; </w:t>
      </w:r>
      <w:r w:rsidR="00636A18">
        <w:t>et je ferai tout ce que tu d</w:t>
      </w:r>
      <w:r w:rsidR="00636A18">
        <w:t>i</w:t>
      </w:r>
      <w:r w:rsidR="00636A18">
        <w:t>ras</w:t>
      </w:r>
      <w:r>
        <w:t xml:space="preserve">, </w:t>
      </w:r>
      <w:r w:rsidR="00636A18">
        <w:t>je serai toujours obéissant</w:t>
      </w:r>
      <w:r>
        <w:t>. »</w:t>
      </w:r>
    </w:p>
    <w:p w14:paraId="47C17184" w14:textId="77777777" w:rsidR="00D37400" w:rsidRDefault="00636A18">
      <w:r>
        <w:t>Il paraissait ému de ma joie</w:t>
      </w:r>
      <w:r w:rsidR="00D37400">
        <w:t xml:space="preserve">, </w:t>
      </w:r>
      <w:r>
        <w:t>en sentant ma petite main frémir dans la sienne</w:t>
      </w:r>
      <w:r w:rsidR="00D37400">
        <w:t>.</w:t>
      </w:r>
    </w:p>
    <w:p w14:paraId="442C1411" w14:textId="77777777" w:rsidR="00D37400" w:rsidRDefault="00636A18">
      <w:r>
        <w:t>À la maison tout se passa comme à l</w:t>
      </w:r>
      <w:r w:rsidR="00D37400">
        <w:t>’</w:t>
      </w:r>
      <w:r>
        <w:t>ordinaire</w:t>
      </w:r>
      <w:r w:rsidR="00D37400">
        <w:t xml:space="preserve">. </w:t>
      </w:r>
      <w:proofErr w:type="spellStart"/>
      <w:r>
        <w:t>Frentzel</w:t>
      </w:r>
      <w:proofErr w:type="spellEnd"/>
      <w:r w:rsidR="00D37400">
        <w:t xml:space="preserve">, </w:t>
      </w:r>
      <w:r>
        <w:t>en apprenant que j</w:t>
      </w:r>
      <w:r w:rsidR="00D37400">
        <w:t>’</w:t>
      </w:r>
      <w:r>
        <w:t>irais à Sarrebourg</w:t>
      </w:r>
      <w:r w:rsidR="00D37400">
        <w:t xml:space="preserve">, </w:t>
      </w:r>
      <w:r>
        <w:t>demanda si mes parents y consentaient</w:t>
      </w:r>
      <w:r w:rsidR="00D37400">
        <w:t>.</w:t>
      </w:r>
    </w:p>
    <w:p w14:paraId="46F15DCC" w14:textId="632CAE6A" w:rsidR="00636A18" w:rsidRDefault="00D37400">
      <w:r>
        <w:t>« </w:t>
      </w:r>
      <w:r w:rsidR="00636A18">
        <w:t>Oui</w:t>
      </w:r>
      <w:r>
        <w:t xml:space="preserve">, </w:t>
      </w:r>
      <w:r w:rsidR="00636A18">
        <w:t>dit Florentin</w:t>
      </w:r>
      <w:r>
        <w:t xml:space="preserve">, </w:t>
      </w:r>
      <w:r w:rsidR="00636A18">
        <w:t>c</w:t>
      </w:r>
      <w:r>
        <w:t>’</w:t>
      </w:r>
      <w:r w:rsidR="00636A18">
        <w:t>est convenu</w:t>
      </w:r>
      <w:r>
        <w:t>. »</w:t>
      </w:r>
    </w:p>
    <w:p w14:paraId="336EAC8D" w14:textId="77777777" w:rsidR="00D37400" w:rsidRDefault="00636A18">
      <w:r>
        <w:t>Depuis ce moment</w:t>
      </w:r>
      <w:r w:rsidR="00D37400">
        <w:t xml:space="preserve">, </w:t>
      </w:r>
      <w:r>
        <w:t>je comptai les heures et les minutes jusqu</w:t>
      </w:r>
      <w:r w:rsidR="00D37400">
        <w:t>’</w:t>
      </w:r>
      <w:r>
        <w:t>à l</w:t>
      </w:r>
      <w:r w:rsidR="00D37400">
        <w:t>’</w:t>
      </w:r>
      <w:r>
        <w:t>instant du départ</w:t>
      </w:r>
      <w:r w:rsidR="00D37400">
        <w:t>.</w:t>
      </w:r>
    </w:p>
    <w:p w14:paraId="6D118C67" w14:textId="77777777" w:rsidR="00D37400" w:rsidRDefault="00636A18">
      <w:r w:rsidRPr="00ED5F19">
        <w:t>Tous les Phalsbourgeois étaient</w:t>
      </w:r>
      <w:r>
        <w:t xml:space="preserve"> d</w:t>
      </w:r>
      <w:r w:rsidR="00D37400">
        <w:t>’</w:t>
      </w:r>
      <w:r>
        <w:t>ailleurs dans le même e</w:t>
      </w:r>
      <w:r>
        <w:t>n</w:t>
      </w:r>
      <w:r>
        <w:t>thousiasme</w:t>
      </w:r>
      <w:r w:rsidR="00D37400">
        <w:t xml:space="preserve"> ; </w:t>
      </w:r>
      <w:r>
        <w:t>dans toutes les rues</w:t>
      </w:r>
      <w:r w:rsidR="00D37400">
        <w:t xml:space="preserve">, </w:t>
      </w:r>
      <w:r>
        <w:t>le long des fenêtres et sur les portes</w:t>
      </w:r>
      <w:r w:rsidR="00D37400">
        <w:t xml:space="preserve">, </w:t>
      </w:r>
      <w:r>
        <w:t>on les voyait blanchir à neuf leurs buffleteries et fourbir leurs armes</w:t>
      </w:r>
      <w:r w:rsidR="00D37400">
        <w:t xml:space="preserve">. </w:t>
      </w:r>
      <w:r>
        <w:t>Il y avait dispense de l</w:t>
      </w:r>
      <w:r w:rsidR="00D37400">
        <w:t>’</w:t>
      </w:r>
      <w:r>
        <w:t>exercice pour les jours su</w:t>
      </w:r>
      <w:r>
        <w:t>i</w:t>
      </w:r>
      <w:r>
        <w:t>vants</w:t>
      </w:r>
      <w:r w:rsidR="00D37400">
        <w:t xml:space="preserve">, </w:t>
      </w:r>
      <w:r>
        <w:t>chacun étant au fait de son école de peloton</w:t>
      </w:r>
      <w:r w:rsidR="00D37400">
        <w:t>.</w:t>
      </w:r>
    </w:p>
    <w:p w14:paraId="37BCC872" w14:textId="77777777" w:rsidR="00D37400" w:rsidRDefault="00636A18">
      <w:r w:rsidRPr="00753A4B">
        <w:t>C</w:t>
      </w:r>
      <w:r w:rsidR="00D37400">
        <w:t>’</w:t>
      </w:r>
      <w:r w:rsidRPr="00753A4B">
        <w:t>est avec raison qu</w:t>
      </w:r>
      <w:r w:rsidR="00D37400">
        <w:t>’</w:t>
      </w:r>
      <w:r w:rsidRPr="00753A4B">
        <w:t>on a dit</w:t>
      </w:r>
      <w:r>
        <w:t xml:space="preserve"> qu</w:t>
      </w:r>
      <w:r w:rsidR="00D37400">
        <w:t>’</w:t>
      </w:r>
      <w:r>
        <w:t>il suffit de trois mois bien employés pour faire d</w:t>
      </w:r>
      <w:r w:rsidR="00D37400">
        <w:t>’</w:t>
      </w:r>
      <w:r>
        <w:t>un Français un soldat</w:t>
      </w:r>
      <w:r w:rsidR="00D37400">
        <w:t xml:space="preserve"> ; </w:t>
      </w:r>
      <w:r>
        <w:t xml:space="preserve">mais la guerre </w:t>
      </w:r>
      <w:r>
        <w:lastRenderedPageBreak/>
        <w:t>seule développe à fond les qualités militaires</w:t>
      </w:r>
      <w:r w:rsidR="00D37400">
        <w:t xml:space="preserve">, </w:t>
      </w:r>
      <w:r>
        <w:t>c</w:t>
      </w:r>
      <w:r w:rsidR="00D37400">
        <w:t>’</w:t>
      </w:r>
      <w:r>
        <w:t>est la grande école</w:t>
      </w:r>
      <w:r w:rsidR="00D37400">
        <w:t>.</w:t>
      </w:r>
    </w:p>
    <w:p w14:paraId="3D66376C" w14:textId="77777777" w:rsidR="00D37400" w:rsidRDefault="00636A18">
      <w:r>
        <w:t>Un grand nombre de mes camarades et toutes les dames d</w:t>
      </w:r>
      <w:r w:rsidR="00D37400">
        <w:t>’</w:t>
      </w:r>
      <w:r>
        <w:t>officiers devant se rendre à Sarrebourg</w:t>
      </w:r>
      <w:r w:rsidR="00D37400">
        <w:t xml:space="preserve">, </w:t>
      </w:r>
      <w:r>
        <w:t>toutes les voitures de la ville et des environs étaient retenues</w:t>
      </w:r>
      <w:r w:rsidR="00D37400">
        <w:t xml:space="preserve"> : </w:t>
      </w:r>
      <w:r>
        <w:t>des chars à bancs</w:t>
      </w:r>
      <w:r w:rsidR="00D37400">
        <w:t xml:space="preserve">, </w:t>
      </w:r>
      <w:r>
        <w:t>et surtout de ces longues voitures d</w:t>
      </w:r>
      <w:r w:rsidR="00D37400">
        <w:t>’</w:t>
      </w:r>
      <w:r>
        <w:t>Alsace à longues échelles</w:t>
      </w:r>
      <w:r w:rsidR="00D37400">
        <w:t xml:space="preserve">, </w:t>
      </w:r>
      <w:r>
        <w:t>où quelques bottes de paille fraîche forment des sièges excellents et qu</w:t>
      </w:r>
      <w:r w:rsidR="00D37400">
        <w:t>’</w:t>
      </w:r>
      <w:r>
        <w:t>on trouve les jours de fête aussi doux que des banquettes à double ressort</w:t>
      </w:r>
      <w:r w:rsidR="00D37400">
        <w:t xml:space="preserve">. </w:t>
      </w:r>
      <w:r>
        <w:t>Nous en avions une de celles-là</w:t>
      </w:r>
      <w:r w:rsidR="00D37400">
        <w:t xml:space="preserve">, </w:t>
      </w:r>
      <w:r>
        <w:t xml:space="preserve">pour </w:t>
      </w:r>
      <w:proofErr w:type="spellStart"/>
      <w:r>
        <w:t>Frentzel</w:t>
      </w:r>
      <w:proofErr w:type="spellEnd"/>
      <w:r w:rsidR="00D37400">
        <w:t xml:space="preserve">, </w:t>
      </w:r>
      <w:r>
        <w:t>la mère Desjardins</w:t>
      </w:r>
      <w:r w:rsidR="00D37400">
        <w:t xml:space="preserve">, </w:t>
      </w:r>
      <w:r>
        <w:t>Nicole</w:t>
      </w:r>
      <w:r w:rsidR="00D37400">
        <w:t xml:space="preserve">, </w:t>
      </w:r>
      <w:r>
        <w:t>Justine et moi</w:t>
      </w:r>
      <w:r w:rsidR="00D37400">
        <w:t>.</w:t>
      </w:r>
    </w:p>
    <w:p w14:paraId="75CEA11A" w14:textId="77777777" w:rsidR="00D37400" w:rsidRDefault="00636A18">
      <w:r>
        <w:t>Quel beau moment</w:t>
      </w:r>
      <w:r w:rsidR="00D37400">
        <w:t xml:space="preserve">, </w:t>
      </w:r>
      <w:r>
        <w:t>le matin</w:t>
      </w:r>
      <w:r w:rsidR="00D37400">
        <w:t xml:space="preserve">, </w:t>
      </w:r>
      <w:r>
        <w:t>lorsqu</w:t>
      </w:r>
      <w:r w:rsidR="00D37400">
        <w:t>’</w:t>
      </w:r>
      <w:r>
        <w:t>on me mit mes habits des dimanches</w:t>
      </w:r>
      <w:r w:rsidR="00D37400">
        <w:t xml:space="preserve">, </w:t>
      </w:r>
      <w:r>
        <w:t>mes souliers neufs et que je me dis</w:t>
      </w:r>
      <w:r w:rsidR="00D37400">
        <w:t> :</w:t>
      </w:r>
    </w:p>
    <w:p w14:paraId="6479D385" w14:textId="1568F012" w:rsidR="00636A18" w:rsidRDefault="00D37400">
      <w:r>
        <w:t>« </w:t>
      </w:r>
      <w:r w:rsidR="00636A18">
        <w:t>C</w:t>
      </w:r>
      <w:r>
        <w:t>’</w:t>
      </w:r>
      <w:r w:rsidR="00636A18">
        <w:t>est pour aujourd</w:t>
      </w:r>
      <w:r>
        <w:t>’</w:t>
      </w:r>
      <w:r w:rsidR="00636A18">
        <w:t>hui</w:t>
      </w:r>
      <w:r>
        <w:t xml:space="preserve"> !… </w:t>
      </w:r>
      <w:r w:rsidR="00636A18">
        <w:t>Dans une heure nous pa</w:t>
      </w:r>
      <w:r w:rsidR="00636A18">
        <w:t>r</w:t>
      </w:r>
      <w:r w:rsidR="00636A18">
        <w:t>tons</w:t>
      </w:r>
      <w:r>
        <w:t> !… »</w:t>
      </w:r>
    </w:p>
    <w:p w14:paraId="1B7A81FC" w14:textId="77777777" w:rsidR="00D37400" w:rsidRDefault="00636A18">
      <w:r>
        <w:t>Le ciel lui-même semblait favoriser la fête</w:t>
      </w:r>
      <w:r w:rsidR="00D37400">
        <w:t xml:space="preserve">. </w:t>
      </w:r>
      <w:r>
        <w:t>On était en a</w:t>
      </w:r>
      <w:r>
        <w:t>u</w:t>
      </w:r>
      <w:r>
        <w:t>tomne</w:t>
      </w:r>
      <w:r w:rsidR="00D37400">
        <w:t xml:space="preserve">, </w:t>
      </w:r>
      <w:r>
        <w:t>après les récoltes</w:t>
      </w:r>
      <w:r w:rsidR="00D37400">
        <w:t xml:space="preserve"> ; </w:t>
      </w:r>
      <w:r>
        <w:t>des masses de paysans allaient comme nous à Sarrebourg</w:t>
      </w:r>
      <w:r w:rsidR="00D37400">
        <w:t xml:space="preserve">. </w:t>
      </w:r>
      <w:r>
        <w:t>Le ciel brillait</w:t>
      </w:r>
      <w:r w:rsidR="00D37400">
        <w:t xml:space="preserve">, </w:t>
      </w:r>
      <w:r>
        <w:t>les arbres et les haies avaient revêtu leurs belles teintes de rouille</w:t>
      </w:r>
      <w:r w:rsidR="00D37400">
        <w:t xml:space="preserve"> : </w:t>
      </w:r>
      <w:r>
        <w:t>pas un souffle dans l</w:t>
      </w:r>
      <w:r w:rsidR="00D37400">
        <w:t>’</w:t>
      </w:r>
      <w:r>
        <w:t>air</w:t>
      </w:r>
      <w:r w:rsidR="00D37400">
        <w:t xml:space="preserve">, </w:t>
      </w:r>
      <w:r>
        <w:t>quelques légers nuages blancs voguant dans l</w:t>
      </w:r>
      <w:r w:rsidR="00D37400">
        <w:t>’</w:t>
      </w:r>
      <w:r>
        <w:t>immensité</w:t>
      </w:r>
      <w:r w:rsidR="00D37400">
        <w:t>.</w:t>
      </w:r>
    </w:p>
    <w:p w14:paraId="4061BA5B" w14:textId="77777777" w:rsidR="00D37400" w:rsidRDefault="00636A18">
      <w:r>
        <w:t>Enfin le rappel bat</w:t>
      </w:r>
      <w:r w:rsidR="00D37400">
        <w:t xml:space="preserve">, </w:t>
      </w:r>
      <w:r>
        <w:t>les hommes passent en grande tenue</w:t>
      </w:r>
      <w:r w:rsidR="00D37400">
        <w:t xml:space="preserve"> ; </w:t>
      </w:r>
      <w:r>
        <w:t>mon père sort à son tour</w:t>
      </w:r>
      <w:r w:rsidR="00D37400">
        <w:t xml:space="preserve">, </w:t>
      </w:r>
      <w:r>
        <w:t>en disant</w:t>
      </w:r>
      <w:r w:rsidR="00D37400">
        <w:t> :</w:t>
      </w:r>
    </w:p>
    <w:p w14:paraId="6AA2C2D4" w14:textId="45D9676E" w:rsidR="00636A18" w:rsidRDefault="00D37400">
      <w:pPr>
        <w:rPr>
          <w:szCs w:val="36"/>
        </w:rPr>
      </w:pPr>
      <w:r>
        <w:t>« </w:t>
      </w:r>
      <w:r w:rsidR="00636A18">
        <w:t>À ce soir</w:t>
      </w:r>
      <w:r>
        <w:t> ! »</w:t>
      </w:r>
    </w:p>
    <w:p w14:paraId="5C37B43C" w14:textId="77777777" w:rsidR="00D37400" w:rsidRDefault="00636A18">
      <w:r>
        <w:t xml:space="preserve">Il allonge le pas vers la place </w:t>
      </w:r>
      <w:r w:rsidR="00753A4B">
        <w:t>d</w:t>
      </w:r>
      <w:r w:rsidR="00D37400">
        <w:t>’</w:t>
      </w:r>
      <w:r w:rsidR="00753A4B">
        <w:t>Armes</w:t>
      </w:r>
      <w:r w:rsidR="00D37400">
        <w:t>.</w:t>
      </w:r>
    </w:p>
    <w:p w14:paraId="02CCE5B8" w14:textId="678EEF19" w:rsidR="00D37400" w:rsidRDefault="00636A18">
      <w:r>
        <w:t xml:space="preserve">Puis arrive la grande voiture de </w:t>
      </w:r>
      <w:proofErr w:type="spellStart"/>
      <w:r>
        <w:t>Mâcri</w:t>
      </w:r>
      <w:proofErr w:type="spellEnd"/>
      <w:r w:rsidR="00D37400">
        <w:t xml:space="preserve">, </w:t>
      </w:r>
      <w:r>
        <w:t>où nous montons</w:t>
      </w:r>
      <w:r w:rsidR="00D37400">
        <w:t xml:space="preserve">. </w:t>
      </w:r>
      <w:proofErr w:type="spellStart"/>
      <w:r>
        <w:t>Mâcri</w:t>
      </w:r>
      <w:proofErr w:type="spellEnd"/>
      <w:r w:rsidR="00D37400">
        <w:t xml:space="preserve">, </w:t>
      </w:r>
      <w:r>
        <w:t>le dos rond sous sa blouse</w:t>
      </w:r>
      <w:r w:rsidR="00D37400">
        <w:t xml:space="preserve">, </w:t>
      </w:r>
      <w:r>
        <w:t>le grand chapeau rabattu le long des reins</w:t>
      </w:r>
      <w:r w:rsidR="00D37400">
        <w:t xml:space="preserve">, </w:t>
      </w:r>
      <w:r>
        <w:t>assis sur le devant</w:t>
      </w:r>
      <w:r w:rsidR="00D37400">
        <w:t xml:space="preserve">, </w:t>
      </w:r>
      <w:r>
        <w:t>le fouet à la main</w:t>
      </w:r>
      <w:r w:rsidR="00D37400">
        <w:t xml:space="preserve">, </w:t>
      </w:r>
      <w:r>
        <w:t>attend les retardataires</w:t>
      </w:r>
      <w:r w:rsidR="00D37400">
        <w:t xml:space="preserve">. </w:t>
      </w:r>
      <w:r>
        <w:t>Déjà nous avons pris notre place</w:t>
      </w:r>
      <w:r w:rsidR="00D37400">
        <w:t xml:space="preserve">, </w:t>
      </w:r>
      <w:r>
        <w:t xml:space="preserve">Justine et </w:t>
      </w:r>
      <w:r>
        <w:lastRenderedPageBreak/>
        <w:t>moi</w:t>
      </w:r>
      <w:r w:rsidR="00D37400">
        <w:t xml:space="preserve">, </w:t>
      </w:r>
      <w:r>
        <w:t>entre Françoise et Nicole</w:t>
      </w:r>
      <w:r w:rsidR="00D37400">
        <w:t>. M</w:t>
      </w:r>
      <w:r w:rsidR="00D37400" w:rsidRPr="00D37400">
        <w:rPr>
          <w:vertAlign w:val="superscript"/>
        </w:rPr>
        <w:t>me</w:t>
      </w:r>
      <w:r w:rsidR="00D37400">
        <w:t> </w:t>
      </w:r>
      <w:r>
        <w:t>Desjardins et sa nièce Lucie</w:t>
      </w:r>
      <w:r w:rsidR="00D37400">
        <w:t xml:space="preserve">, </w:t>
      </w:r>
      <w:r>
        <w:t>qu</w:t>
      </w:r>
      <w:r w:rsidR="00D37400">
        <w:t>’</w:t>
      </w:r>
      <w:r>
        <w:t>on attendait</w:t>
      </w:r>
      <w:r w:rsidR="00D37400">
        <w:t xml:space="preserve">, </w:t>
      </w:r>
      <w:r>
        <w:t>arrivent</w:t>
      </w:r>
      <w:r w:rsidR="00D37400">
        <w:t xml:space="preserve">… </w:t>
      </w:r>
      <w:r>
        <w:t>On rit</w:t>
      </w:r>
      <w:r w:rsidR="00D37400">
        <w:t xml:space="preserve">… </w:t>
      </w:r>
      <w:r>
        <w:t>on s</w:t>
      </w:r>
      <w:r w:rsidR="00D37400">
        <w:t>’</w:t>
      </w:r>
      <w:r>
        <w:t>établit</w:t>
      </w:r>
      <w:r w:rsidR="00D37400">
        <w:t>.</w:t>
      </w:r>
    </w:p>
    <w:p w14:paraId="445D49FE" w14:textId="77777777" w:rsidR="00D37400" w:rsidRDefault="00636A18">
      <w:r>
        <w:t>Et voilà que les tambours battent la marche</w:t>
      </w:r>
      <w:r w:rsidR="00D37400">
        <w:t xml:space="preserve">, </w:t>
      </w:r>
      <w:r>
        <w:t>la garde n</w:t>
      </w:r>
      <w:r>
        <w:t>a</w:t>
      </w:r>
      <w:r>
        <w:t>tionale se met en route</w:t>
      </w:r>
      <w:r w:rsidR="00D37400">
        <w:t xml:space="preserve">, </w:t>
      </w:r>
      <w:r>
        <w:t>nous la voyons défiler vers la porte de France</w:t>
      </w:r>
      <w:r w:rsidR="00D37400">
        <w:t xml:space="preserve">, </w:t>
      </w:r>
      <w:r>
        <w:t>et notre voiture la suit de loin au pas</w:t>
      </w:r>
      <w:r w:rsidR="00D37400">
        <w:t xml:space="preserve"> ; </w:t>
      </w:r>
      <w:r>
        <w:t>d</w:t>
      </w:r>
      <w:r w:rsidR="00D37400">
        <w:t>’</w:t>
      </w:r>
      <w:r>
        <w:t>autres nous précédaient</w:t>
      </w:r>
      <w:r w:rsidR="00D37400">
        <w:t>.</w:t>
      </w:r>
    </w:p>
    <w:p w14:paraId="0D556DDF" w14:textId="77777777" w:rsidR="00D37400" w:rsidRDefault="00636A18">
      <w:r>
        <w:t>Justine et moi</w:t>
      </w:r>
      <w:r w:rsidR="00D37400">
        <w:t xml:space="preserve">, </w:t>
      </w:r>
      <w:r>
        <w:t>pressés l</w:t>
      </w:r>
      <w:r w:rsidR="00D37400">
        <w:t>’</w:t>
      </w:r>
      <w:r>
        <w:t>un contre l</w:t>
      </w:r>
      <w:r w:rsidR="00D37400">
        <w:t>’</w:t>
      </w:r>
      <w:r>
        <w:t>autre</w:t>
      </w:r>
      <w:r w:rsidR="00D37400">
        <w:t xml:space="preserve">, </w:t>
      </w:r>
      <w:r>
        <w:t>nous regardions se suivre les vergers</w:t>
      </w:r>
      <w:r w:rsidR="00D37400">
        <w:t xml:space="preserve">, </w:t>
      </w:r>
      <w:r>
        <w:t>les petits villages de Mittelbronn</w:t>
      </w:r>
      <w:r w:rsidR="00D37400">
        <w:t xml:space="preserve">, </w:t>
      </w:r>
      <w:r>
        <w:t>de Saint-Jean</w:t>
      </w:r>
      <w:r w:rsidR="00D37400">
        <w:t xml:space="preserve">, </w:t>
      </w:r>
      <w:r>
        <w:t>etc</w:t>
      </w:r>
      <w:r w:rsidR="00D37400">
        <w:t xml:space="preserve">. ; </w:t>
      </w:r>
      <w:r>
        <w:t>les gens</w:t>
      </w:r>
      <w:r w:rsidR="00D37400">
        <w:t xml:space="preserve">, </w:t>
      </w:r>
      <w:r>
        <w:t>sur leurs portes</w:t>
      </w:r>
      <w:r w:rsidR="00D37400">
        <w:t xml:space="preserve">, </w:t>
      </w:r>
      <w:r>
        <w:t>nous saluer</w:t>
      </w:r>
      <w:r w:rsidR="00D37400">
        <w:t xml:space="preserve"> ; </w:t>
      </w:r>
      <w:r>
        <w:t>et puis les coqs</w:t>
      </w:r>
      <w:r w:rsidR="00D37400">
        <w:t xml:space="preserve">, </w:t>
      </w:r>
      <w:r>
        <w:t>les régiments de poules</w:t>
      </w:r>
      <w:r w:rsidR="00D37400">
        <w:t xml:space="preserve">, </w:t>
      </w:r>
      <w:r>
        <w:t>les chiens aboyant à la chaîne</w:t>
      </w:r>
      <w:r w:rsidR="00D37400">
        <w:t xml:space="preserve">, </w:t>
      </w:r>
      <w:r>
        <w:t>les vieilles masures lorraines à fenêtres carrées et toitures plates</w:t>
      </w:r>
      <w:r w:rsidR="00D37400">
        <w:t xml:space="preserve">, </w:t>
      </w:r>
      <w:r>
        <w:t>les hangars</w:t>
      </w:r>
      <w:r w:rsidR="00D37400">
        <w:t xml:space="preserve">, </w:t>
      </w:r>
      <w:r>
        <w:t>les grands puits à margelle</w:t>
      </w:r>
      <w:r w:rsidR="00D37400">
        <w:t xml:space="preserve">, </w:t>
      </w:r>
      <w:r>
        <w:t>surmontés de leurs longues poutres à bascule</w:t>
      </w:r>
      <w:r w:rsidR="00D37400">
        <w:t xml:space="preserve">, </w:t>
      </w:r>
      <w:r>
        <w:t>où pendent la corde et les seaux</w:t>
      </w:r>
      <w:r w:rsidR="00D37400">
        <w:t xml:space="preserve">… </w:t>
      </w:r>
      <w:r>
        <w:t>que sais-je</w:t>
      </w:r>
      <w:r w:rsidR="00D37400">
        <w:t> ?…</w:t>
      </w:r>
    </w:p>
    <w:p w14:paraId="32866990" w14:textId="77777777" w:rsidR="00D37400" w:rsidRDefault="00636A18">
      <w:r>
        <w:t>Étant rarement sortis de chez nous</w:t>
      </w:r>
      <w:r w:rsidR="00D37400">
        <w:t xml:space="preserve">, </w:t>
      </w:r>
      <w:r>
        <w:t>tout nous était no</w:t>
      </w:r>
      <w:r>
        <w:t>u</w:t>
      </w:r>
      <w:r>
        <w:t>veau</w:t>
      </w:r>
      <w:r w:rsidR="00D37400">
        <w:t xml:space="preserve">, </w:t>
      </w:r>
      <w:r>
        <w:t>extraordinaire</w:t>
      </w:r>
      <w:r w:rsidR="00D37400">
        <w:t xml:space="preserve">… </w:t>
      </w:r>
      <w:r>
        <w:t>Et devant nous</w:t>
      </w:r>
      <w:r w:rsidR="00D37400">
        <w:t xml:space="preserve">, </w:t>
      </w:r>
      <w:r>
        <w:t xml:space="preserve">à </w:t>
      </w:r>
      <w:proofErr w:type="spellStart"/>
      <w:r>
        <w:t>demi-portée</w:t>
      </w:r>
      <w:proofErr w:type="spellEnd"/>
      <w:r>
        <w:t xml:space="preserve"> de fusil</w:t>
      </w:r>
      <w:r w:rsidR="00D37400">
        <w:t xml:space="preserve">, </w:t>
      </w:r>
      <w:r>
        <w:t>marchait le bataillon</w:t>
      </w:r>
      <w:r w:rsidR="00D37400">
        <w:t xml:space="preserve">. </w:t>
      </w:r>
      <w:r>
        <w:t>Mon ami Florentin et les officiers scinti</w:t>
      </w:r>
      <w:r>
        <w:t>l</w:t>
      </w:r>
      <w:r>
        <w:t>laient au soleil avec leurs épaulettes</w:t>
      </w:r>
      <w:r w:rsidR="00D37400">
        <w:t xml:space="preserve"> ; </w:t>
      </w:r>
      <w:r>
        <w:t>les tambours</w:t>
      </w:r>
      <w:r w:rsidR="00D37400">
        <w:t xml:space="preserve">, </w:t>
      </w:r>
      <w:r>
        <w:t>la caisse sur le dos</w:t>
      </w:r>
      <w:r w:rsidR="00D37400">
        <w:t xml:space="preserve">, </w:t>
      </w:r>
      <w:r>
        <w:t>trottaient</w:t>
      </w:r>
      <w:r w:rsidR="00D37400">
        <w:t xml:space="preserve">. </w:t>
      </w:r>
      <w:r>
        <w:t>Tout cela marchait en bon ordre</w:t>
      </w:r>
      <w:r w:rsidR="00D37400">
        <w:t xml:space="preserve">, </w:t>
      </w:r>
      <w:r>
        <w:t>comme un bataillon de vieilles troupes</w:t>
      </w:r>
      <w:r w:rsidR="00D37400">
        <w:t>.</w:t>
      </w:r>
    </w:p>
    <w:p w14:paraId="4EDF68E5" w14:textId="77777777" w:rsidR="00D37400" w:rsidRDefault="00636A18">
      <w:r>
        <w:t>Et tout à coup au loin s</w:t>
      </w:r>
      <w:r w:rsidR="00D37400">
        <w:t>’</w:t>
      </w:r>
      <w:r>
        <w:t xml:space="preserve">élève le </w:t>
      </w:r>
      <w:r>
        <w:rPr>
          <w:i/>
          <w:iCs/>
        </w:rPr>
        <w:t>Chant du départ</w:t>
      </w:r>
      <w:r w:rsidR="00D37400">
        <w:t> :</w:t>
      </w:r>
    </w:p>
    <w:p w14:paraId="70954DA5" w14:textId="77777777" w:rsidR="00D37400" w:rsidRDefault="00636A18">
      <w:pPr>
        <w:pStyle w:val="Taille-1RetraitGauche1X"/>
      </w:pPr>
      <w:r>
        <w:t>La victoire</w:t>
      </w:r>
      <w:r w:rsidR="00D37400">
        <w:t xml:space="preserve">, </w:t>
      </w:r>
      <w:r>
        <w:t>en chantant</w:t>
      </w:r>
      <w:r w:rsidR="00D37400">
        <w:t xml:space="preserve">, </w:t>
      </w:r>
      <w:r>
        <w:t xml:space="preserve">nous ouvre la </w:t>
      </w:r>
      <w:r>
        <w:rPr>
          <w:iCs/>
        </w:rPr>
        <w:t>barrière</w:t>
      </w:r>
      <w:r w:rsidR="00D37400">
        <w:t>…</w:t>
      </w:r>
    </w:p>
    <w:p w14:paraId="21CBF755" w14:textId="77777777" w:rsidR="00D37400" w:rsidRDefault="00636A18">
      <w:r>
        <w:t>Il s</w:t>
      </w:r>
      <w:r w:rsidR="00D37400">
        <w:t>’</w:t>
      </w:r>
      <w:r>
        <w:t>étend sur les collines dépouillées de leurs récoltes</w:t>
      </w:r>
      <w:r w:rsidR="00D37400">
        <w:t>.</w:t>
      </w:r>
    </w:p>
    <w:p w14:paraId="21DCAF35" w14:textId="77777777" w:rsidR="00D37400" w:rsidRDefault="00636A18">
      <w:r>
        <w:t>Toutes ces impressions lointaines me sont restées</w:t>
      </w:r>
      <w:r w:rsidR="00D37400">
        <w:t xml:space="preserve">, </w:t>
      </w:r>
      <w:r>
        <w:t>c</w:t>
      </w:r>
      <w:r w:rsidR="00D37400">
        <w:t>’</w:t>
      </w:r>
      <w:r>
        <w:t>est un de mes plus beaux souvenirs</w:t>
      </w:r>
      <w:r w:rsidR="00D37400">
        <w:t>.</w:t>
      </w:r>
    </w:p>
    <w:p w14:paraId="17C9237A" w14:textId="77777777" w:rsidR="00D37400" w:rsidRDefault="00636A18">
      <w:r>
        <w:t>Après quatre heures de marche</w:t>
      </w:r>
      <w:r w:rsidR="00D37400">
        <w:t xml:space="preserve">, </w:t>
      </w:r>
      <w:r>
        <w:t>nous découvrîmes enfin Sarrebourg</w:t>
      </w:r>
      <w:r w:rsidR="00D37400">
        <w:t xml:space="preserve"> : </w:t>
      </w:r>
      <w:r>
        <w:t>une longue file de maisons à toiture rouge</w:t>
      </w:r>
      <w:r w:rsidR="00D37400">
        <w:t xml:space="preserve">, </w:t>
      </w:r>
      <w:r>
        <w:t>ento</w:t>
      </w:r>
      <w:r>
        <w:t>u</w:t>
      </w:r>
      <w:r>
        <w:t>rées de vieux remparts croulants</w:t>
      </w:r>
      <w:r w:rsidR="00D37400">
        <w:t xml:space="preserve">, </w:t>
      </w:r>
      <w:r>
        <w:t>au bas d</w:t>
      </w:r>
      <w:r w:rsidR="00D37400">
        <w:t>’</w:t>
      </w:r>
      <w:r>
        <w:t>une côte</w:t>
      </w:r>
      <w:r w:rsidR="00D37400">
        <w:t xml:space="preserve"> ; </w:t>
      </w:r>
      <w:r>
        <w:t>le clocher rustique au fond</w:t>
      </w:r>
      <w:r w:rsidR="00D37400">
        <w:t xml:space="preserve">, </w:t>
      </w:r>
      <w:r>
        <w:t>et plus loin la Sarre</w:t>
      </w:r>
      <w:r w:rsidR="00D37400">
        <w:t xml:space="preserve">, </w:t>
      </w:r>
      <w:r>
        <w:t xml:space="preserve">qui se déroule </w:t>
      </w:r>
      <w:r>
        <w:lastRenderedPageBreak/>
        <w:t>à perte de vue sur la droite</w:t>
      </w:r>
      <w:r w:rsidR="00D37400">
        <w:t xml:space="preserve">, </w:t>
      </w:r>
      <w:r>
        <w:t>entre les vieux saules et les meules de foin e</w:t>
      </w:r>
      <w:r>
        <w:t>n</w:t>
      </w:r>
      <w:r>
        <w:t>tassées sur ses rives</w:t>
      </w:r>
      <w:r w:rsidR="00D37400">
        <w:t>.</w:t>
      </w:r>
    </w:p>
    <w:p w14:paraId="59DC11FA" w14:textId="77777777" w:rsidR="00D37400" w:rsidRDefault="00636A18">
      <w:r>
        <w:t>Ah</w:t>
      </w:r>
      <w:r w:rsidR="00D37400">
        <w:t xml:space="preserve"> ! </w:t>
      </w:r>
      <w:r>
        <w:t>que l</w:t>
      </w:r>
      <w:r w:rsidR="00D37400">
        <w:t>’</w:t>
      </w:r>
      <w:r>
        <w:t>on reconnaît bien à ces rivières les paysages de notre compatriote Claude Lorrain</w:t>
      </w:r>
      <w:r w:rsidR="00D37400">
        <w:t xml:space="preserve"> !… </w:t>
      </w:r>
      <w:r>
        <w:t>Comme il a dû les co</w:t>
      </w:r>
      <w:r>
        <w:t>n</w:t>
      </w:r>
      <w:r>
        <w:t>templer et rêver sur leurs bords</w:t>
      </w:r>
      <w:r w:rsidR="00D37400">
        <w:t xml:space="preserve">, </w:t>
      </w:r>
      <w:r>
        <w:t>pour les peindre avec tant de grandeur mélancolique et de vérité</w:t>
      </w:r>
      <w:r w:rsidR="00D37400">
        <w:t xml:space="preserve"> !… </w:t>
      </w:r>
      <w:r>
        <w:t>Comme ces flots tumu</w:t>
      </w:r>
      <w:r>
        <w:t>l</w:t>
      </w:r>
      <w:r>
        <w:t>tueux galopent sur les cailloux</w:t>
      </w:r>
      <w:r w:rsidR="00D37400">
        <w:t xml:space="preserve">, </w:t>
      </w:r>
      <w:r>
        <w:t>en reflétant la lumière br</w:t>
      </w:r>
      <w:r>
        <w:t>i</w:t>
      </w:r>
      <w:r>
        <w:t>sée</w:t>
      </w:r>
      <w:r w:rsidR="00D37400">
        <w:t xml:space="preserve">, </w:t>
      </w:r>
      <w:r>
        <w:t>et puis se ralentissent sur les fonds de vase</w:t>
      </w:r>
      <w:r w:rsidR="00D37400">
        <w:t xml:space="preserve">, </w:t>
      </w:r>
      <w:r>
        <w:t>en miroitant avec calme au soleil</w:t>
      </w:r>
      <w:r w:rsidR="00D37400">
        <w:t xml:space="preserve"> !… </w:t>
      </w:r>
      <w:r>
        <w:t>Comme tout cela</w:t>
      </w:r>
      <w:r w:rsidR="00D37400">
        <w:t xml:space="preserve">, </w:t>
      </w:r>
      <w:r>
        <w:t>c</w:t>
      </w:r>
      <w:r w:rsidR="00D37400">
        <w:t>’</w:t>
      </w:r>
      <w:r>
        <w:t>est bien notre cher pays de Lorraine</w:t>
      </w:r>
      <w:r w:rsidR="00D37400">
        <w:t xml:space="preserve">, </w:t>
      </w:r>
      <w:r>
        <w:t>qu</w:t>
      </w:r>
      <w:r w:rsidR="00D37400">
        <w:t>’</w:t>
      </w:r>
      <w:r>
        <w:t>on ose dire allemand</w:t>
      </w:r>
      <w:r w:rsidR="00D37400">
        <w:t xml:space="preserve"> !… </w:t>
      </w:r>
      <w:r>
        <w:t>Notre âme</w:t>
      </w:r>
      <w:r w:rsidR="00D37400">
        <w:t xml:space="preserve">, </w:t>
      </w:r>
      <w:r>
        <w:t>nos souv</w:t>
      </w:r>
      <w:r>
        <w:t>e</w:t>
      </w:r>
      <w:r>
        <w:t>nirs</w:t>
      </w:r>
      <w:r w:rsidR="00D37400">
        <w:t xml:space="preserve">, </w:t>
      </w:r>
      <w:r>
        <w:t>les os de nos pères</w:t>
      </w:r>
      <w:r w:rsidR="00D37400">
        <w:t xml:space="preserve">, </w:t>
      </w:r>
      <w:r>
        <w:t>n</w:t>
      </w:r>
      <w:r w:rsidR="00D37400">
        <w:t>’</w:t>
      </w:r>
      <w:r>
        <w:t>en restent pas moins là-bas</w:t>
      </w:r>
      <w:r w:rsidR="00D37400">
        <w:t xml:space="preserve"> ; </w:t>
      </w:r>
      <w:r>
        <w:t>et si</w:t>
      </w:r>
      <w:r w:rsidR="00D37400">
        <w:t xml:space="preserve">, </w:t>
      </w:r>
      <w:r>
        <w:t>ce qu</w:t>
      </w:r>
      <w:r w:rsidR="00D37400">
        <w:t>’</w:t>
      </w:r>
      <w:r>
        <w:t>à Dieu ne plaise</w:t>
      </w:r>
      <w:r w:rsidR="00D37400">
        <w:t xml:space="preserve"> ! </w:t>
      </w:r>
      <w:r>
        <w:t>nous devons mourir sans le revoir</w:t>
      </w:r>
      <w:r w:rsidR="00D37400">
        <w:t xml:space="preserve">… </w:t>
      </w:r>
      <w:r>
        <w:t>eh bien</w:t>
      </w:r>
      <w:r w:rsidR="00D37400">
        <w:t xml:space="preserve"> ! </w:t>
      </w:r>
      <w:r>
        <w:t>longtemps notre esprit s</w:t>
      </w:r>
      <w:r w:rsidR="00D37400">
        <w:t>’</w:t>
      </w:r>
      <w:r>
        <w:t>y promènera pour maudire les envahisseurs et garder le souvenir de la patrie française</w:t>
      </w:r>
      <w:r w:rsidR="00D37400">
        <w:t>.</w:t>
      </w:r>
    </w:p>
    <w:p w14:paraId="2905752E" w14:textId="77777777" w:rsidR="00D37400" w:rsidRDefault="00636A18">
      <w:r>
        <w:t>À Sarrebourg</w:t>
      </w:r>
      <w:r w:rsidR="00D37400">
        <w:t xml:space="preserve">, </w:t>
      </w:r>
      <w:r>
        <w:t>on nous attendait</w:t>
      </w:r>
      <w:r w:rsidR="00D37400">
        <w:t xml:space="preserve">. </w:t>
      </w:r>
      <w:r>
        <w:t>Mille cris de</w:t>
      </w:r>
      <w:r w:rsidR="00D37400">
        <w:t> : « </w:t>
      </w:r>
      <w:r>
        <w:t>Vive la garde nationale de Phalsbourg</w:t>
      </w:r>
      <w:r w:rsidR="00D37400">
        <w:t> ! »</w:t>
      </w:r>
      <w:r>
        <w:t xml:space="preserve"> nous accueillirent</w:t>
      </w:r>
      <w:r w:rsidR="00D37400">
        <w:t xml:space="preserve">, </w:t>
      </w:r>
      <w:r>
        <w:t>partant de toutes les fenêtres</w:t>
      </w:r>
      <w:r w:rsidR="00D37400">
        <w:t xml:space="preserve">. </w:t>
      </w:r>
      <w:r>
        <w:t>Nos tambours battaient avec ardeur</w:t>
      </w:r>
      <w:r w:rsidR="00D37400">
        <w:t xml:space="preserve">, </w:t>
      </w:r>
      <w:r>
        <w:t>nos hommes emboîtaient le pas</w:t>
      </w:r>
      <w:r w:rsidR="00D37400">
        <w:t xml:space="preserve">, </w:t>
      </w:r>
      <w:r>
        <w:t>notre voiture roulait derrière</w:t>
      </w:r>
      <w:r w:rsidR="00D37400">
        <w:t>.</w:t>
      </w:r>
    </w:p>
    <w:p w14:paraId="66937CBF" w14:textId="77777777" w:rsidR="00D37400" w:rsidRDefault="00636A18">
      <w:r>
        <w:t>D</w:t>
      </w:r>
      <w:r w:rsidR="00D37400">
        <w:t>’</w:t>
      </w:r>
      <w:r>
        <w:t>autres gardes nationales</w:t>
      </w:r>
      <w:r w:rsidR="00D37400">
        <w:t xml:space="preserve"> : </w:t>
      </w:r>
      <w:r>
        <w:t>celles de Lorquin</w:t>
      </w:r>
      <w:r w:rsidR="00D37400">
        <w:t xml:space="preserve">, </w:t>
      </w:r>
      <w:r>
        <w:t>de Fén</w:t>
      </w:r>
      <w:r>
        <w:t>é</w:t>
      </w:r>
      <w:r>
        <w:t>trange</w:t>
      </w:r>
      <w:r w:rsidR="00D37400">
        <w:t xml:space="preserve">, </w:t>
      </w:r>
      <w:r>
        <w:t>de Réchicourt-le-Château</w:t>
      </w:r>
      <w:r w:rsidR="00D37400">
        <w:t xml:space="preserve">, </w:t>
      </w:r>
      <w:r>
        <w:t>étaient arrivées avant nous</w:t>
      </w:r>
      <w:r w:rsidR="00D37400">
        <w:t xml:space="preserve"> ; </w:t>
      </w:r>
      <w:r>
        <w:t>toutes les auberges en fourmillaient</w:t>
      </w:r>
      <w:r w:rsidR="00D37400">
        <w:t>.</w:t>
      </w:r>
    </w:p>
    <w:p w14:paraId="1560069C" w14:textId="77777777" w:rsidR="00D37400" w:rsidRDefault="00636A18">
      <w:r>
        <w:t>Sur la place</w:t>
      </w:r>
      <w:r w:rsidR="00D37400">
        <w:t xml:space="preserve">, </w:t>
      </w:r>
      <w:r>
        <w:t>on crie</w:t>
      </w:r>
      <w:r w:rsidR="00D37400">
        <w:t> : « </w:t>
      </w:r>
      <w:r>
        <w:t>Halte</w:t>
      </w:r>
      <w:r w:rsidR="00D37400">
        <w:t> ! »</w:t>
      </w:r>
      <w:r>
        <w:t xml:space="preserve"> On met les fusils en fai</w:t>
      </w:r>
      <w:r>
        <w:t>s</w:t>
      </w:r>
      <w:r>
        <w:t>ceaux</w:t>
      </w:r>
      <w:r w:rsidR="00D37400">
        <w:t xml:space="preserve">, </w:t>
      </w:r>
      <w:r>
        <w:t>on place les sentinelles pour les garder</w:t>
      </w:r>
      <w:r w:rsidR="00D37400">
        <w:t xml:space="preserve">, </w:t>
      </w:r>
      <w:r>
        <w:t>et les autorités viennent recevoir Florentin avec son état-major</w:t>
      </w:r>
      <w:r w:rsidR="00D37400">
        <w:t xml:space="preserve">. </w:t>
      </w:r>
      <w:r>
        <w:t>On les conduit à l</w:t>
      </w:r>
      <w:r w:rsidR="00D37400">
        <w:t>’</w:t>
      </w:r>
      <w:r w:rsidR="006354DF">
        <w:t>h</w:t>
      </w:r>
      <w:r>
        <w:t xml:space="preserve">ôtel de </w:t>
      </w:r>
      <w:r w:rsidR="00F62D8D">
        <w:t>ville</w:t>
      </w:r>
      <w:r w:rsidR="00D37400">
        <w:t xml:space="preserve">, </w:t>
      </w:r>
      <w:r>
        <w:t>où doit avoir lieu un grand ba</w:t>
      </w:r>
      <w:r>
        <w:t>n</w:t>
      </w:r>
      <w:r>
        <w:t>quet</w:t>
      </w:r>
      <w:r w:rsidR="00D37400">
        <w:t>.</w:t>
      </w:r>
    </w:p>
    <w:p w14:paraId="7BD57C7F" w14:textId="5D06059F" w:rsidR="00D37400" w:rsidRDefault="00636A18">
      <w:r>
        <w:t>Nous autres</w:t>
      </w:r>
      <w:r w:rsidR="00D37400">
        <w:t xml:space="preserve">, </w:t>
      </w:r>
      <w:r>
        <w:t>nous entrons à l</w:t>
      </w:r>
      <w:r w:rsidR="00D37400">
        <w:t>’</w:t>
      </w:r>
      <w:r>
        <w:t xml:space="preserve">auberge de </w:t>
      </w:r>
      <w:r w:rsidR="00D37400">
        <w:t>M</w:t>
      </w:r>
      <w:r w:rsidR="00D37400" w:rsidRPr="00D37400">
        <w:rPr>
          <w:vertAlign w:val="superscript"/>
        </w:rPr>
        <w:t>me</w:t>
      </w:r>
      <w:r w:rsidR="00D37400">
        <w:t> </w:t>
      </w:r>
      <w:r>
        <w:t>Adler</w:t>
      </w:r>
      <w:r w:rsidR="00D37400">
        <w:t xml:space="preserve">. </w:t>
      </w:r>
      <w:r>
        <w:t>Quel bruit</w:t>
      </w:r>
      <w:r w:rsidR="00D37400">
        <w:t xml:space="preserve"> !… </w:t>
      </w:r>
      <w:r>
        <w:t>quel tumulte dans la grande salle en bas</w:t>
      </w:r>
      <w:r w:rsidR="00D37400">
        <w:t xml:space="preserve"> !… </w:t>
      </w:r>
      <w:r>
        <w:t>que de gens entrent et sortent</w:t>
      </w:r>
      <w:r w:rsidR="00D37400">
        <w:t xml:space="preserve"> : </w:t>
      </w:r>
      <w:r>
        <w:t>des paysans</w:t>
      </w:r>
      <w:r w:rsidR="00D37400">
        <w:t xml:space="preserve">, </w:t>
      </w:r>
      <w:r>
        <w:t>des citadins</w:t>
      </w:r>
      <w:r w:rsidR="00D37400">
        <w:t xml:space="preserve">, </w:t>
      </w:r>
      <w:r>
        <w:t>des gardes nati</w:t>
      </w:r>
      <w:r>
        <w:t>o</w:t>
      </w:r>
      <w:r>
        <w:t>naux</w:t>
      </w:r>
      <w:r w:rsidR="00D37400">
        <w:t> !</w:t>
      </w:r>
    </w:p>
    <w:p w14:paraId="0FC41A0D" w14:textId="77777777" w:rsidR="00D37400" w:rsidRDefault="00636A18">
      <w:r>
        <w:lastRenderedPageBreak/>
        <w:t>Représentez-vous une longue table étincelante de verres</w:t>
      </w:r>
      <w:r w:rsidR="00D37400">
        <w:t xml:space="preserve">, </w:t>
      </w:r>
      <w:r>
        <w:t>de carafes</w:t>
      </w:r>
      <w:r w:rsidR="00D37400">
        <w:t xml:space="preserve">, </w:t>
      </w:r>
      <w:r>
        <w:t>d</w:t>
      </w:r>
      <w:r w:rsidR="00D37400">
        <w:t>’</w:t>
      </w:r>
      <w:r>
        <w:t>assiettes</w:t>
      </w:r>
      <w:r w:rsidR="00D37400">
        <w:t xml:space="preserve">, </w:t>
      </w:r>
      <w:r>
        <w:t>de fleurs</w:t>
      </w:r>
      <w:r w:rsidR="00D37400">
        <w:t xml:space="preserve">, </w:t>
      </w:r>
      <w:r>
        <w:t>et</w:t>
      </w:r>
      <w:r w:rsidR="00D37400">
        <w:t xml:space="preserve">, </w:t>
      </w:r>
      <w:r>
        <w:t>à côté</w:t>
      </w:r>
      <w:r w:rsidR="00D37400">
        <w:t xml:space="preserve">, </w:t>
      </w:r>
      <w:r>
        <w:t>la cuisine ouverte au large</w:t>
      </w:r>
      <w:r w:rsidR="00D37400">
        <w:t xml:space="preserve">, </w:t>
      </w:r>
      <w:r>
        <w:t>où flamboie l</w:t>
      </w:r>
      <w:r w:rsidR="00D37400">
        <w:t>’</w:t>
      </w:r>
      <w:r>
        <w:t>âtre</w:t>
      </w:r>
      <w:r w:rsidR="00D37400">
        <w:t xml:space="preserve">, </w:t>
      </w:r>
      <w:r>
        <w:t>envoyant mille bonnes odeurs de g</w:t>
      </w:r>
      <w:r>
        <w:t>i</w:t>
      </w:r>
      <w:r>
        <w:t>bier</w:t>
      </w:r>
      <w:r w:rsidR="00D37400">
        <w:t xml:space="preserve">, </w:t>
      </w:r>
      <w:r>
        <w:t>de poisson</w:t>
      </w:r>
      <w:r w:rsidR="00D37400">
        <w:t xml:space="preserve">, </w:t>
      </w:r>
      <w:r>
        <w:t>de rôtis jusque dans la rue</w:t>
      </w:r>
      <w:r w:rsidR="00D37400">
        <w:t xml:space="preserve">, </w:t>
      </w:r>
      <w:r>
        <w:t>par chaudes bou</w:t>
      </w:r>
      <w:r>
        <w:t>f</w:t>
      </w:r>
      <w:r>
        <w:t>fées</w:t>
      </w:r>
      <w:r w:rsidR="00D37400">
        <w:t xml:space="preserve"> ; </w:t>
      </w:r>
      <w:r>
        <w:t>les casseroles se remuent</w:t>
      </w:r>
      <w:r w:rsidR="00D37400">
        <w:t xml:space="preserve">, </w:t>
      </w:r>
      <w:r>
        <w:t xml:space="preserve">le </w:t>
      </w:r>
      <w:proofErr w:type="spellStart"/>
      <w:r>
        <w:t>tourne-broche</w:t>
      </w:r>
      <w:proofErr w:type="spellEnd"/>
      <w:r>
        <w:t xml:space="preserve"> va son train</w:t>
      </w:r>
      <w:r w:rsidR="00D37400">
        <w:t xml:space="preserve">… </w:t>
      </w:r>
      <w:r>
        <w:t>Quel coup d</w:t>
      </w:r>
      <w:r w:rsidR="00D37400">
        <w:t>’</w:t>
      </w:r>
      <w:r>
        <w:t>œil</w:t>
      </w:r>
      <w:r w:rsidR="00D37400">
        <w:t> !</w:t>
      </w:r>
    </w:p>
    <w:p w14:paraId="2B7FBF54" w14:textId="199877BF" w:rsidR="00D37400" w:rsidRDefault="00D37400">
      <w:r>
        <w:t>M</w:t>
      </w:r>
      <w:r w:rsidRPr="00D37400">
        <w:rPr>
          <w:vertAlign w:val="superscript"/>
        </w:rPr>
        <w:t>me</w:t>
      </w:r>
      <w:r>
        <w:t> </w:t>
      </w:r>
      <w:r w:rsidR="00636A18">
        <w:t>Adler était venue nous recevoir</w:t>
      </w:r>
      <w:r>
        <w:t>.</w:t>
      </w:r>
    </w:p>
    <w:p w14:paraId="303173C9" w14:textId="77777777" w:rsidR="00D37400" w:rsidRDefault="00636A18">
      <w:r>
        <w:t>Nous entrâmes dans une chambre à part</w:t>
      </w:r>
      <w:r w:rsidR="00D37400">
        <w:t xml:space="preserve">, </w:t>
      </w:r>
      <w:r>
        <w:t>où l</w:t>
      </w:r>
      <w:r w:rsidR="00D37400">
        <w:t>’</w:t>
      </w:r>
      <w:r>
        <w:t>on se lava les mains</w:t>
      </w:r>
      <w:r w:rsidR="00D37400">
        <w:t xml:space="preserve">, </w:t>
      </w:r>
      <w:r>
        <w:t>la figure</w:t>
      </w:r>
      <w:r w:rsidR="00D37400">
        <w:t>.</w:t>
      </w:r>
    </w:p>
    <w:p w14:paraId="00262EAB" w14:textId="77777777" w:rsidR="00D37400" w:rsidRDefault="00636A18">
      <w:r>
        <w:t>Justine et moi</w:t>
      </w:r>
      <w:r w:rsidR="00D37400">
        <w:t xml:space="preserve">, </w:t>
      </w:r>
      <w:r>
        <w:t>nous nous regardions émerveillés</w:t>
      </w:r>
      <w:r w:rsidR="00D37400">
        <w:t xml:space="preserve"> ; </w:t>
      </w:r>
      <w:r>
        <w:t>le bo</w:t>
      </w:r>
      <w:r>
        <w:t>n</w:t>
      </w:r>
      <w:r>
        <w:t>heur était peint sur notre figure</w:t>
      </w:r>
      <w:r w:rsidR="00D37400">
        <w:t>.</w:t>
      </w:r>
    </w:p>
    <w:p w14:paraId="46A89765" w14:textId="77777777" w:rsidR="00D37400" w:rsidRDefault="00636A18">
      <w:r>
        <w:t>Mais comment vous raconter le dîner</w:t>
      </w:r>
      <w:r w:rsidR="00D37400">
        <w:t xml:space="preserve">, </w:t>
      </w:r>
      <w:r>
        <w:t>qui commença vers onze heures et ne finit qu</w:t>
      </w:r>
      <w:r w:rsidR="00D37400">
        <w:t>’</w:t>
      </w:r>
      <w:r>
        <w:t>au moment du roulement des ta</w:t>
      </w:r>
      <w:r>
        <w:t>m</w:t>
      </w:r>
      <w:r>
        <w:t>bours sur la place</w:t>
      </w:r>
      <w:r w:rsidR="00D37400">
        <w:t xml:space="preserve">, </w:t>
      </w:r>
      <w:r>
        <w:t>à la distribution des drapeaux</w:t>
      </w:r>
      <w:r w:rsidR="00D37400">
        <w:t xml:space="preserve"> ? </w:t>
      </w:r>
      <w:r>
        <w:t>Comment vous représenter ces soupières ventrues</w:t>
      </w:r>
      <w:r w:rsidR="00D37400">
        <w:t xml:space="preserve">, </w:t>
      </w:r>
      <w:r>
        <w:t>ces quartiers de viande</w:t>
      </w:r>
      <w:r w:rsidR="00D37400">
        <w:t xml:space="preserve">, </w:t>
      </w:r>
      <w:r>
        <w:t>ces lièvres en civet</w:t>
      </w:r>
      <w:r w:rsidR="00D37400">
        <w:t xml:space="preserve">, </w:t>
      </w:r>
      <w:r>
        <w:t>ces ramiers à la crapaudine</w:t>
      </w:r>
      <w:r w:rsidR="00D37400">
        <w:t xml:space="preserve">, </w:t>
      </w:r>
      <w:r>
        <w:t>ces c</w:t>
      </w:r>
      <w:r>
        <w:t>a</w:t>
      </w:r>
      <w:r>
        <w:t>nards aux olives</w:t>
      </w:r>
      <w:r w:rsidR="00D37400">
        <w:t xml:space="preserve">, </w:t>
      </w:r>
      <w:r>
        <w:t>ces poissons de la Sarre</w:t>
      </w:r>
      <w:r w:rsidR="00D37400">
        <w:t xml:space="preserve"> : </w:t>
      </w:r>
      <w:r>
        <w:t>brochets</w:t>
      </w:r>
      <w:r w:rsidR="00D37400">
        <w:t xml:space="preserve">, </w:t>
      </w:r>
      <w:r>
        <w:t>carpes aux larges écailles</w:t>
      </w:r>
      <w:r w:rsidR="00D37400">
        <w:t xml:space="preserve">, </w:t>
      </w:r>
      <w:r>
        <w:t>tanches dorées et bronzées nourries dans l</w:t>
      </w:r>
      <w:r w:rsidR="00D37400">
        <w:t>’</w:t>
      </w:r>
      <w:r>
        <w:t>eau vive qui se précipite du Donon</w:t>
      </w:r>
      <w:r w:rsidR="00D37400">
        <w:t xml:space="preserve"> ? </w:t>
      </w:r>
      <w:r>
        <w:t>Comment surtout vous donner une idée des crèmes à la vanille</w:t>
      </w:r>
      <w:r w:rsidR="00D37400">
        <w:t xml:space="preserve">, </w:t>
      </w:r>
      <w:r>
        <w:t>au chocolat</w:t>
      </w:r>
      <w:r w:rsidR="00D37400">
        <w:t xml:space="preserve">, </w:t>
      </w:r>
      <w:r>
        <w:t>des gâteaux en forme de c</w:t>
      </w:r>
      <w:r>
        <w:t>a</w:t>
      </w:r>
      <w:r>
        <w:t>thédrale</w:t>
      </w:r>
      <w:r w:rsidR="00D37400">
        <w:t xml:space="preserve">, </w:t>
      </w:r>
      <w:r>
        <w:t>le coq gaulois en haut</w:t>
      </w:r>
      <w:r w:rsidR="00D37400">
        <w:t xml:space="preserve">, </w:t>
      </w:r>
      <w:r>
        <w:t>et des fruits</w:t>
      </w:r>
      <w:r w:rsidR="00D37400">
        <w:t xml:space="preserve"> : </w:t>
      </w:r>
      <w:r>
        <w:t>poires</w:t>
      </w:r>
      <w:r w:rsidR="00D37400">
        <w:t xml:space="preserve">, </w:t>
      </w:r>
      <w:r>
        <w:t>pêches</w:t>
      </w:r>
      <w:r w:rsidR="00D37400">
        <w:t xml:space="preserve">, </w:t>
      </w:r>
      <w:r>
        <w:t>raisins</w:t>
      </w:r>
      <w:r w:rsidR="00D37400">
        <w:t xml:space="preserve">, </w:t>
      </w:r>
      <w:r>
        <w:t>entassés en pyramides sur de larges plats fe</w:t>
      </w:r>
      <w:r>
        <w:t>s</w:t>
      </w:r>
      <w:r>
        <w:t>tonnés</w:t>
      </w:r>
      <w:r w:rsidR="00D37400">
        <w:t xml:space="preserve"> ?… </w:t>
      </w:r>
      <w:r>
        <w:t>C</w:t>
      </w:r>
      <w:r w:rsidR="00D37400">
        <w:t>’</w:t>
      </w:r>
      <w:r>
        <w:t>est impossible</w:t>
      </w:r>
      <w:r w:rsidR="00D37400">
        <w:t> !…</w:t>
      </w:r>
    </w:p>
    <w:p w14:paraId="380E7CC0" w14:textId="241204F2" w:rsidR="00D37400" w:rsidRDefault="00D37400">
      <w:r>
        <w:t>M</w:t>
      </w:r>
      <w:r w:rsidRPr="00D37400">
        <w:rPr>
          <w:vertAlign w:val="superscript"/>
        </w:rPr>
        <w:t>me</w:t>
      </w:r>
      <w:r>
        <w:t> </w:t>
      </w:r>
      <w:r w:rsidR="00636A18">
        <w:t>Adler passait avec raison pour l</w:t>
      </w:r>
      <w:r>
        <w:t>’</w:t>
      </w:r>
      <w:r w:rsidR="00636A18">
        <w:t>une des meilleures cuisinières du pays</w:t>
      </w:r>
      <w:r>
        <w:t xml:space="preserve">. </w:t>
      </w:r>
      <w:r w:rsidR="00636A18">
        <w:t>En a-t-elle régalé des générations de voy</w:t>
      </w:r>
      <w:r w:rsidR="00636A18">
        <w:t>a</w:t>
      </w:r>
      <w:r w:rsidR="00636A18">
        <w:t>geurs et de bons propriétaires des environs</w:t>
      </w:r>
      <w:r>
        <w:t xml:space="preserve">, </w:t>
      </w:r>
      <w:r w:rsidR="00636A18">
        <w:t>en route pour leurs affaires</w:t>
      </w:r>
      <w:r>
        <w:t xml:space="preserve">, </w:t>
      </w:r>
      <w:r w:rsidR="00636A18">
        <w:t>durant soixante ans</w:t>
      </w:r>
      <w:r>
        <w:t xml:space="preserve"> !… </w:t>
      </w:r>
      <w:r w:rsidR="00636A18">
        <w:t>Et le bon vin de Toul</w:t>
      </w:r>
      <w:r>
        <w:t xml:space="preserve"> !… </w:t>
      </w:r>
      <w:r w:rsidR="00636A18">
        <w:t>de Thiaucourt</w:t>
      </w:r>
      <w:r>
        <w:t> !…</w:t>
      </w:r>
    </w:p>
    <w:p w14:paraId="5D71AC6D" w14:textId="77777777" w:rsidR="00D37400" w:rsidRDefault="00636A18">
      <w:r>
        <w:t>On ne se figurera jamais le nombre de plats auxquels peut goûter un enfant</w:t>
      </w:r>
      <w:r w:rsidR="00D37400">
        <w:t xml:space="preserve">, – </w:t>
      </w:r>
      <w:r>
        <w:t xml:space="preserve">et surtout un enfant élevé sur le haut </w:t>
      </w:r>
      <w:r>
        <w:lastRenderedPageBreak/>
        <w:t>pl</w:t>
      </w:r>
      <w:r>
        <w:t>a</w:t>
      </w:r>
      <w:r>
        <w:t>teau de Phalsbourg</w:t>
      </w:r>
      <w:r w:rsidR="00D37400">
        <w:t xml:space="preserve">, – </w:t>
      </w:r>
      <w:r>
        <w:t>sans en éprouver autre chose qu</w:t>
      </w:r>
      <w:r w:rsidR="00D37400">
        <w:t>’</w:t>
      </w:r>
      <w:r>
        <w:t>une douce satisfaction</w:t>
      </w:r>
      <w:r w:rsidR="00D37400">
        <w:t xml:space="preserve">. </w:t>
      </w:r>
      <w:r>
        <w:t>Justine et moi</w:t>
      </w:r>
      <w:r w:rsidR="00D37400">
        <w:t xml:space="preserve">, </w:t>
      </w:r>
      <w:r>
        <w:t>nous n</w:t>
      </w:r>
      <w:r w:rsidR="00D37400">
        <w:t>’</w:t>
      </w:r>
      <w:r>
        <w:t>en laissions passer aucun</w:t>
      </w:r>
      <w:r w:rsidR="00D37400">
        <w:t xml:space="preserve"> ; </w:t>
      </w:r>
      <w:r>
        <w:t xml:space="preserve">et ni </w:t>
      </w:r>
      <w:proofErr w:type="spellStart"/>
      <w:r>
        <w:t>Frentzel</w:t>
      </w:r>
      <w:proofErr w:type="spellEnd"/>
      <w:r>
        <w:t xml:space="preserve"> ni Nicole n</w:t>
      </w:r>
      <w:r w:rsidR="00D37400">
        <w:t>’</w:t>
      </w:r>
      <w:r>
        <w:t>avaient la malheureuse idée de nous priver de quelque chose pour nous rendre la taille plus fine</w:t>
      </w:r>
      <w:r w:rsidR="00D37400">
        <w:t xml:space="preserve">. </w:t>
      </w:r>
      <w:r>
        <w:t>Aussi nous étions ventrus et joufflus</w:t>
      </w:r>
      <w:r w:rsidR="00D37400">
        <w:t xml:space="preserve">, </w:t>
      </w:r>
      <w:r>
        <w:t>et nous riions to</w:t>
      </w:r>
      <w:r>
        <w:t>u</w:t>
      </w:r>
      <w:r>
        <w:t>jours</w:t>
      </w:r>
      <w:r w:rsidR="00D37400">
        <w:t>.</w:t>
      </w:r>
    </w:p>
    <w:p w14:paraId="69D6635F" w14:textId="77777777" w:rsidR="00D37400" w:rsidRDefault="00636A18">
      <w:r>
        <w:t>Enfin</w:t>
      </w:r>
      <w:r w:rsidR="00D37400">
        <w:t xml:space="preserve">, </w:t>
      </w:r>
      <w:r>
        <w:t>au roulement des tambours sur la place</w:t>
      </w:r>
      <w:r w:rsidR="00D37400">
        <w:t xml:space="preserve">, </w:t>
      </w:r>
      <w:r>
        <w:t>tout le monde sortit</w:t>
      </w:r>
      <w:r w:rsidR="00D37400">
        <w:t>.</w:t>
      </w:r>
    </w:p>
    <w:p w14:paraId="3ACD5742" w14:textId="77777777" w:rsidR="00D37400" w:rsidRDefault="00636A18">
      <w:pPr>
        <w:rPr>
          <w:szCs w:val="36"/>
        </w:rPr>
      </w:pPr>
      <w:proofErr w:type="spellStart"/>
      <w:r>
        <w:t>Mâcri</w:t>
      </w:r>
      <w:proofErr w:type="spellEnd"/>
      <w:r w:rsidR="00D37400">
        <w:t xml:space="preserve">, </w:t>
      </w:r>
      <w:r>
        <w:t>qui mangeait à la cuisine</w:t>
      </w:r>
      <w:r w:rsidR="00D37400">
        <w:t xml:space="preserve">, </w:t>
      </w:r>
      <w:r>
        <w:t>était déjà sur sa cha</w:t>
      </w:r>
      <w:r>
        <w:t>r</w:t>
      </w:r>
      <w:r>
        <w:t>rette</w:t>
      </w:r>
      <w:r w:rsidR="00D37400">
        <w:t xml:space="preserve"> ; </w:t>
      </w:r>
      <w:r>
        <w:t>il nous aida lui-même à monter</w:t>
      </w:r>
      <w:r w:rsidR="00D37400">
        <w:t xml:space="preserve"> ; </w:t>
      </w:r>
      <w:r>
        <w:t>puis</w:t>
      </w:r>
      <w:r w:rsidR="00D37400">
        <w:t xml:space="preserve">, </w:t>
      </w:r>
      <w:r>
        <w:t>à travers la foule innombrable</w:t>
      </w:r>
      <w:r w:rsidR="00D37400">
        <w:t xml:space="preserve">, </w:t>
      </w:r>
      <w:r>
        <w:t>nous arrivâmes jusque devant la sous-préfecture</w:t>
      </w:r>
      <w:r w:rsidR="00D37400">
        <w:t xml:space="preserve">, </w:t>
      </w:r>
      <w:r>
        <w:t>et</w:t>
      </w:r>
      <w:r w:rsidR="00D37400">
        <w:t xml:space="preserve">, </w:t>
      </w:r>
      <w:r>
        <w:t>sur notre voiture</w:t>
      </w:r>
      <w:r w:rsidR="00D37400">
        <w:t xml:space="preserve">, </w:t>
      </w:r>
      <w:r>
        <w:t>comme du haut d</w:t>
      </w:r>
      <w:r w:rsidR="00D37400">
        <w:t>’</w:t>
      </w:r>
      <w:r>
        <w:t>une tribune</w:t>
      </w:r>
      <w:r w:rsidR="00D37400">
        <w:t xml:space="preserve">, </w:t>
      </w:r>
      <w:r>
        <w:t xml:space="preserve">nous vîmes distribuer les drapeaux à toutes les gardes nationales </w:t>
      </w:r>
      <w:r>
        <w:rPr>
          <w:szCs w:val="36"/>
        </w:rPr>
        <w:t>de l</w:t>
      </w:r>
      <w:r w:rsidR="00D37400">
        <w:rPr>
          <w:szCs w:val="36"/>
        </w:rPr>
        <w:t>’</w:t>
      </w:r>
      <w:r>
        <w:rPr>
          <w:szCs w:val="36"/>
        </w:rPr>
        <w:t>arrondissement</w:t>
      </w:r>
      <w:r w:rsidR="00D37400">
        <w:rPr>
          <w:szCs w:val="36"/>
        </w:rPr>
        <w:t xml:space="preserve"> ; </w:t>
      </w:r>
      <w:r>
        <w:rPr>
          <w:szCs w:val="36"/>
        </w:rPr>
        <w:t xml:space="preserve">nous entendîmes les tambours battre à chaque remise de ce </w:t>
      </w:r>
      <w:r w:rsidR="00D37400">
        <w:rPr>
          <w:szCs w:val="36"/>
        </w:rPr>
        <w:t>« </w:t>
      </w:r>
      <w:r>
        <w:rPr>
          <w:szCs w:val="36"/>
        </w:rPr>
        <w:t>noble insigne national</w:t>
      </w:r>
      <w:r w:rsidR="00D37400">
        <w:rPr>
          <w:szCs w:val="36"/>
        </w:rPr>
        <w:t xml:space="preserve"> », </w:t>
      </w:r>
      <w:r>
        <w:rPr>
          <w:szCs w:val="36"/>
        </w:rPr>
        <w:t>comme disait le préfet en habit bleu chamarré de broderies d</w:t>
      </w:r>
      <w:r w:rsidR="00D37400">
        <w:rPr>
          <w:szCs w:val="36"/>
        </w:rPr>
        <w:t>’</w:t>
      </w:r>
      <w:r>
        <w:rPr>
          <w:szCs w:val="36"/>
        </w:rPr>
        <w:t>or</w:t>
      </w:r>
      <w:r w:rsidR="00D37400">
        <w:rPr>
          <w:szCs w:val="36"/>
        </w:rPr>
        <w:t xml:space="preserve"> ; </w:t>
      </w:r>
      <w:r>
        <w:rPr>
          <w:szCs w:val="36"/>
        </w:rPr>
        <w:t>nous ente</w:t>
      </w:r>
      <w:r>
        <w:rPr>
          <w:szCs w:val="36"/>
        </w:rPr>
        <w:t>n</w:t>
      </w:r>
      <w:r>
        <w:rPr>
          <w:szCs w:val="36"/>
        </w:rPr>
        <w:t>dîmes les discours des autorités</w:t>
      </w:r>
      <w:r w:rsidR="00D37400">
        <w:rPr>
          <w:szCs w:val="36"/>
        </w:rPr>
        <w:t xml:space="preserve"> ; </w:t>
      </w:r>
      <w:r>
        <w:rPr>
          <w:szCs w:val="36"/>
        </w:rPr>
        <w:t>mais</w:t>
      </w:r>
      <w:r w:rsidR="00D37400">
        <w:rPr>
          <w:szCs w:val="36"/>
        </w:rPr>
        <w:t xml:space="preserve">, </w:t>
      </w:r>
      <w:r>
        <w:rPr>
          <w:szCs w:val="36"/>
        </w:rPr>
        <w:t>pour vous avouer la vér</w:t>
      </w:r>
      <w:r>
        <w:rPr>
          <w:szCs w:val="36"/>
        </w:rPr>
        <w:t>i</w:t>
      </w:r>
      <w:r>
        <w:rPr>
          <w:szCs w:val="36"/>
        </w:rPr>
        <w:t>té</w:t>
      </w:r>
      <w:r w:rsidR="00D37400">
        <w:rPr>
          <w:szCs w:val="36"/>
        </w:rPr>
        <w:t xml:space="preserve">, </w:t>
      </w:r>
      <w:r>
        <w:rPr>
          <w:szCs w:val="36"/>
        </w:rPr>
        <w:t xml:space="preserve">nous ne comprîmes pas </w:t>
      </w:r>
      <w:proofErr w:type="spellStart"/>
      <w:r>
        <w:rPr>
          <w:szCs w:val="36"/>
        </w:rPr>
        <w:t>grand</w:t>
      </w:r>
      <w:r w:rsidR="00D37400">
        <w:rPr>
          <w:szCs w:val="36"/>
        </w:rPr>
        <w:t>’</w:t>
      </w:r>
      <w:r>
        <w:rPr>
          <w:szCs w:val="36"/>
        </w:rPr>
        <w:t>chose</w:t>
      </w:r>
      <w:proofErr w:type="spellEnd"/>
      <w:r>
        <w:rPr>
          <w:szCs w:val="36"/>
        </w:rPr>
        <w:t xml:space="preserve"> à ces harangues</w:t>
      </w:r>
      <w:r w:rsidR="00D37400">
        <w:rPr>
          <w:szCs w:val="36"/>
        </w:rPr>
        <w:t xml:space="preserve">. </w:t>
      </w:r>
      <w:r>
        <w:rPr>
          <w:szCs w:val="36"/>
        </w:rPr>
        <w:t>C</w:t>
      </w:r>
      <w:r w:rsidR="00D37400">
        <w:rPr>
          <w:szCs w:val="36"/>
        </w:rPr>
        <w:t>’</w:t>
      </w:r>
      <w:r>
        <w:rPr>
          <w:szCs w:val="36"/>
        </w:rPr>
        <w:t>était trop magnifique pour nous</w:t>
      </w:r>
      <w:r w:rsidR="00D37400">
        <w:rPr>
          <w:szCs w:val="36"/>
        </w:rPr>
        <w:t xml:space="preserve">, </w:t>
      </w:r>
      <w:r>
        <w:rPr>
          <w:szCs w:val="36"/>
        </w:rPr>
        <w:t>et les quelques mots de Florentin et de mon père m</w:t>
      </w:r>
      <w:r w:rsidR="00D37400">
        <w:rPr>
          <w:szCs w:val="36"/>
        </w:rPr>
        <w:t>’</w:t>
      </w:r>
      <w:r>
        <w:rPr>
          <w:szCs w:val="36"/>
        </w:rPr>
        <w:t>en avaient plus appris sur le drapeau de la France et les devoirs du soldat que toutes ces paroles sole</w:t>
      </w:r>
      <w:r>
        <w:rPr>
          <w:szCs w:val="36"/>
        </w:rPr>
        <w:t>n</w:t>
      </w:r>
      <w:r>
        <w:rPr>
          <w:szCs w:val="36"/>
        </w:rPr>
        <w:t>nelles</w:t>
      </w:r>
      <w:r w:rsidR="00D37400">
        <w:rPr>
          <w:szCs w:val="36"/>
        </w:rPr>
        <w:t>.</w:t>
      </w:r>
    </w:p>
    <w:p w14:paraId="001959CB" w14:textId="77777777" w:rsidR="00D37400" w:rsidRDefault="00636A18">
      <w:r>
        <w:t>Après cela</w:t>
      </w:r>
      <w:r w:rsidR="00D37400">
        <w:t xml:space="preserve">, </w:t>
      </w:r>
      <w:r>
        <w:t>notre drapeau de Phalsbourg</w:t>
      </w:r>
      <w:r w:rsidR="00D37400">
        <w:t xml:space="preserve">, </w:t>
      </w:r>
      <w:r>
        <w:t>surmonté d</w:t>
      </w:r>
      <w:r w:rsidR="00D37400">
        <w:t>’</w:t>
      </w:r>
      <w:r>
        <w:t>un coq superbe</w:t>
      </w:r>
      <w:r w:rsidR="00D37400">
        <w:t xml:space="preserve">, </w:t>
      </w:r>
      <w:r>
        <w:t>ayant été salué</w:t>
      </w:r>
      <w:r w:rsidR="00D37400">
        <w:t xml:space="preserve">, </w:t>
      </w:r>
      <w:r>
        <w:t>fut remis au lieutenant Blanchet</w:t>
      </w:r>
      <w:r w:rsidR="00D37400">
        <w:t xml:space="preserve">, </w:t>
      </w:r>
      <w:r>
        <w:t>chargé de sa garde</w:t>
      </w:r>
      <w:r w:rsidR="00D37400">
        <w:t xml:space="preserve"> ; </w:t>
      </w:r>
      <w:r>
        <w:t>et</w:t>
      </w:r>
      <w:r w:rsidR="00D37400">
        <w:t xml:space="preserve">, </w:t>
      </w:r>
      <w:r>
        <w:t>la cérémonie étant terminée</w:t>
      </w:r>
      <w:r w:rsidR="00D37400">
        <w:t xml:space="preserve">, </w:t>
      </w:r>
      <w:r>
        <w:t>on songea qu</w:t>
      </w:r>
      <w:r w:rsidR="00D37400">
        <w:t>’</w:t>
      </w:r>
      <w:r>
        <w:t>il était temps de retourner chez nous</w:t>
      </w:r>
      <w:r w:rsidR="00D37400">
        <w:t xml:space="preserve">, </w:t>
      </w:r>
      <w:r>
        <w:t>d</w:t>
      </w:r>
      <w:r w:rsidR="00D37400">
        <w:t>’</w:t>
      </w:r>
      <w:r>
        <w:t>autant plus que les petits nuages du matin avaient fini par se réunir et qu</w:t>
      </w:r>
      <w:r w:rsidR="00D37400">
        <w:t>’</w:t>
      </w:r>
      <w:r>
        <w:t>il co</w:t>
      </w:r>
      <w:r>
        <w:t>m</w:t>
      </w:r>
      <w:r>
        <w:t>mençait à pleuvoir</w:t>
      </w:r>
      <w:r w:rsidR="00D37400">
        <w:t>.</w:t>
      </w:r>
    </w:p>
    <w:p w14:paraId="0EFEA287" w14:textId="77777777" w:rsidR="00D37400" w:rsidRDefault="00636A18">
      <w:r>
        <w:rPr>
          <w:szCs w:val="36"/>
        </w:rPr>
        <w:t>Toutefois</w:t>
      </w:r>
      <w:r w:rsidR="00D37400">
        <w:rPr>
          <w:szCs w:val="36"/>
        </w:rPr>
        <w:t xml:space="preserve">, </w:t>
      </w:r>
      <w:r>
        <w:rPr>
          <w:szCs w:val="36"/>
        </w:rPr>
        <w:t>avant de se remettre en route</w:t>
      </w:r>
      <w:r w:rsidR="00D37400">
        <w:rPr>
          <w:szCs w:val="36"/>
        </w:rPr>
        <w:t xml:space="preserve">, </w:t>
      </w:r>
      <w:r>
        <w:rPr>
          <w:szCs w:val="36"/>
        </w:rPr>
        <w:t>on but encore quelques bons coups</w:t>
      </w:r>
      <w:r w:rsidR="00D37400">
        <w:rPr>
          <w:szCs w:val="36"/>
        </w:rPr>
        <w:t xml:space="preserve">. </w:t>
      </w:r>
      <w:r>
        <w:rPr>
          <w:szCs w:val="36"/>
        </w:rPr>
        <w:t xml:space="preserve">Tout </w:t>
      </w:r>
      <w:r>
        <w:t>ce qui me revient de notre départ</w:t>
      </w:r>
      <w:r w:rsidR="00D37400">
        <w:t xml:space="preserve">, </w:t>
      </w:r>
      <w:r>
        <w:lastRenderedPageBreak/>
        <w:t>c</w:t>
      </w:r>
      <w:r w:rsidR="00D37400">
        <w:t>’</w:t>
      </w:r>
      <w:r>
        <w:t>est que j</w:t>
      </w:r>
      <w:r w:rsidR="00D37400">
        <w:t>’</w:t>
      </w:r>
      <w:r>
        <w:t>avais grand sommeil</w:t>
      </w:r>
      <w:r w:rsidR="00D37400">
        <w:t xml:space="preserve">, </w:t>
      </w:r>
      <w:r>
        <w:t>ainsi que Justine</w:t>
      </w:r>
      <w:r w:rsidR="00D37400">
        <w:t xml:space="preserve">, </w:t>
      </w:r>
      <w:r>
        <w:t>et que les dames nous prirent sur leurs genoux</w:t>
      </w:r>
      <w:r w:rsidR="00D37400">
        <w:t>.</w:t>
      </w:r>
    </w:p>
    <w:p w14:paraId="793D7BA5" w14:textId="77777777" w:rsidR="00D37400" w:rsidRDefault="00636A18">
      <w:r>
        <w:t>Nous dormions depuis quatre heures</w:t>
      </w:r>
      <w:r w:rsidR="00D37400">
        <w:t xml:space="preserve">, </w:t>
      </w:r>
      <w:r>
        <w:t>au roulement des pas</w:t>
      </w:r>
      <w:r w:rsidR="00D37400">
        <w:t xml:space="preserve">, </w:t>
      </w:r>
      <w:r>
        <w:t>aux cahots de la voiture</w:t>
      </w:r>
      <w:r w:rsidR="00D37400">
        <w:t xml:space="preserve"> ; </w:t>
      </w:r>
      <w:r>
        <w:t>rien ne troublait notre profond repos</w:t>
      </w:r>
      <w:r w:rsidR="00D37400">
        <w:t xml:space="preserve">, </w:t>
      </w:r>
      <w:r>
        <w:t>quand tout à coup un murmure étrange nous réveilla</w:t>
      </w:r>
      <w:r w:rsidR="00D37400">
        <w:t>.</w:t>
      </w:r>
    </w:p>
    <w:p w14:paraId="67896F73" w14:textId="77777777" w:rsidR="00D37400" w:rsidRDefault="00636A18">
      <w:r>
        <w:t>Notre charrette venait de s</w:t>
      </w:r>
      <w:r w:rsidR="00D37400">
        <w:t>’</w:t>
      </w:r>
      <w:r>
        <w:t>arrêter</w:t>
      </w:r>
      <w:r w:rsidR="00D37400">
        <w:t xml:space="preserve">. </w:t>
      </w:r>
      <w:r>
        <w:t>Je me dressai</w:t>
      </w:r>
      <w:r w:rsidR="00D37400">
        <w:t xml:space="preserve">, </w:t>
      </w:r>
      <w:r>
        <w:t>la tête encore alourdie</w:t>
      </w:r>
      <w:r w:rsidR="00D37400">
        <w:t xml:space="preserve">, </w:t>
      </w:r>
      <w:r>
        <w:t>et je regardai</w:t>
      </w:r>
      <w:r w:rsidR="00D37400">
        <w:t>.</w:t>
      </w:r>
    </w:p>
    <w:p w14:paraId="0374F440" w14:textId="4874191B" w:rsidR="00D37400" w:rsidRDefault="00636A18">
      <w:r>
        <w:t>Le bataillon</w:t>
      </w:r>
      <w:r w:rsidR="00D37400">
        <w:t xml:space="preserve">, </w:t>
      </w:r>
      <w:r>
        <w:t>en colonne de marche</w:t>
      </w:r>
      <w:r w:rsidR="00D37400">
        <w:t xml:space="preserve">, </w:t>
      </w:r>
      <w:r>
        <w:t>l</w:t>
      </w:r>
      <w:r w:rsidR="00D37400">
        <w:t>’</w:t>
      </w:r>
      <w:r>
        <w:t>arme au bras</w:t>
      </w:r>
      <w:r w:rsidR="00D37400">
        <w:t xml:space="preserve">, </w:t>
      </w:r>
      <w:r>
        <w:t>st</w:t>
      </w:r>
      <w:r>
        <w:t>a</w:t>
      </w:r>
      <w:r>
        <w:t>tionnait devant l</w:t>
      </w:r>
      <w:r w:rsidR="00D37400">
        <w:t>’</w:t>
      </w:r>
      <w:r>
        <w:t>avancée de Phalsbourg</w:t>
      </w:r>
      <w:r w:rsidR="00D37400">
        <w:t xml:space="preserve">. </w:t>
      </w:r>
      <w:r>
        <w:t>La sentinelle du 1</w:t>
      </w:r>
      <w:r w:rsidR="00D37400">
        <w:t>8</w:t>
      </w:r>
      <w:r w:rsidR="00D37400" w:rsidRPr="00D37400">
        <w:rPr>
          <w:vertAlign w:val="superscript"/>
        </w:rPr>
        <w:t>e</w:t>
      </w:r>
      <w:r w:rsidR="00D37400">
        <w:t xml:space="preserve">, </w:t>
      </w:r>
      <w:r>
        <w:t>au haut de la demi-lune</w:t>
      </w:r>
      <w:r w:rsidR="00D37400">
        <w:t xml:space="preserve">, </w:t>
      </w:r>
      <w:r>
        <w:t>criait</w:t>
      </w:r>
      <w:r w:rsidR="00D37400">
        <w:t> : « </w:t>
      </w:r>
      <w:r>
        <w:t>Qui vive</w:t>
      </w:r>
      <w:r w:rsidR="00D37400">
        <w:t> ! »</w:t>
      </w:r>
      <w:r>
        <w:t xml:space="preserve"> on lui répondait</w:t>
      </w:r>
      <w:r w:rsidR="00D37400">
        <w:t> : « </w:t>
      </w:r>
      <w:r>
        <w:t>France</w:t>
      </w:r>
      <w:r w:rsidR="00D37400">
        <w:t xml:space="preserve"> !… </w:t>
      </w:r>
      <w:r>
        <w:t>Garde nationale de Phalsbourg</w:t>
      </w:r>
      <w:r w:rsidR="00D37400">
        <w:t> ! »</w:t>
      </w:r>
      <w:r>
        <w:t xml:space="preserve"> Un piquet du poste de la porte de France s</w:t>
      </w:r>
      <w:r w:rsidR="00D37400">
        <w:t>’</w:t>
      </w:r>
      <w:r>
        <w:t>avançait pour nous reconnaître</w:t>
      </w:r>
      <w:r w:rsidR="00D37400">
        <w:t xml:space="preserve">, </w:t>
      </w:r>
      <w:r>
        <w:t>et</w:t>
      </w:r>
      <w:r w:rsidR="00D37400">
        <w:t xml:space="preserve">, </w:t>
      </w:r>
      <w:r>
        <w:t>dans ce moment</w:t>
      </w:r>
      <w:r w:rsidR="00D37400">
        <w:t xml:space="preserve">, </w:t>
      </w:r>
      <w:r>
        <w:t>d</w:t>
      </w:r>
      <w:r w:rsidR="00D37400">
        <w:t>’</w:t>
      </w:r>
      <w:r>
        <w:t>un bout à l</w:t>
      </w:r>
      <w:r w:rsidR="00D37400">
        <w:t>’</w:t>
      </w:r>
      <w:r>
        <w:t>autre de notre colonne</w:t>
      </w:r>
      <w:r w:rsidR="00D37400">
        <w:t xml:space="preserve">, </w:t>
      </w:r>
      <w:r>
        <w:t>tout le monde demandait</w:t>
      </w:r>
      <w:r w:rsidR="00D37400">
        <w:t> :</w:t>
      </w:r>
    </w:p>
    <w:p w14:paraId="64F76671" w14:textId="1E858611" w:rsidR="00636A18" w:rsidRDefault="00D37400">
      <w:pPr>
        <w:rPr>
          <w:szCs w:val="36"/>
        </w:rPr>
      </w:pPr>
      <w:r>
        <w:t>« </w:t>
      </w:r>
      <w:r w:rsidR="00636A18">
        <w:t>Le drapeau</w:t>
      </w:r>
      <w:r>
        <w:t xml:space="preserve"> ?… </w:t>
      </w:r>
      <w:r w:rsidR="00636A18">
        <w:t>Le drapeau</w:t>
      </w:r>
      <w:r>
        <w:t xml:space="preserve"> ?… </w:t>
      </w:r>
      <w:r w:rsidR="00636A18">
        <w:t>Où est le drapeau</w:t>
      </w:r>
      <w:r>
        <w:t> ?… »</w:t>
      </w:r>
    </w:p>
    <w:p w14:paraId="5AE4D65F" w14:textId="77777777" w:rsidR="00D37400" w:rsidRDefault="00636A18">
      <w:r>
        <w:t>Ce n</w:t>
      </w:r>
      <w:r w:rsidR="00D37400">
        <w:t>’</w:t>
      </w:r>
      <w:r>
        <w:t>était qu</w:t>
      </w:r>
      <w:r w:rsidR="00D37400">
        <w:t>’</w:t>
      </w:r>
      <w:r>
        <w:t>une rumeur sur toute la ligne</w:t>
      </w:r>
      <w:r w:rsidR="00D37400">
        <w:t>.</w:t>
      </w:r>
    </w:p>
    <w:p w14:paraId="76128D82" w14:textId="77777777" w:rsidR="00D37400" w:rsidRDefault="00636A18">
      <w:r>
        <w:t>Et comme la sentinelle criait</w:t>
      </w:r>
      <w:r w:rsidR="00D37400">
        <w:t> :</w:t>
      </w:r>
    </w:p>
    <w:p w14:paraId="2644FB97" w14:textId="1800E9B5" w:rsidR="00636A18" w:rsidRDefault="00D37400">
      <w:pPr>
        <w:rPr>
          <w:szCs w:val="36"/>
        </w:rPr>
      </w:pPr>
      <w:r>
        <w:t>« </w:t>
      </w:r>
      <w:r w:rsidR="00636A18">
        <w:t>Quand il vous plaira</w:t>
      </w:r>
      <w:r>
        <w:t>. »</w:t>
      </w:r>
    </w:p>
    <w:p w14:paraId="5E3AFB4B" w14:textId="77777777" w:rsidR="00D37400" w:rsidRDefault="00636A18">
      <w:r>
        <w:t>Florentin</w:t>
      </w:r>
      <w:r w:rsidR="00D37400">
        <w:t xml:space="preserve">, </w:t>
      </w:r>
      <w:r>
        <w:t>furieux</w:t>
      </w:r>
      <w:r w:rsidR="00D37400">
        <w:t xml:space="preserve">, </w:t>
      </w:r>
      <w:r>
        <w:t>accourait derrière la colonne</w:t>
      </w:r>
      <w:r w:rsidR="00D37400">
        <w:t xml:space="preserve">, </w:t>
      </w:r>
      <w:r>
        <w:t>criant de sa voix vibrante</w:t>
      </w:r>
      <w:r w:rsidR="00D37400">
        <w:t> :</w:t>
      </w:r>
    </w:p>
    <w:p w14:paraId="75889268" w14:textId="40CB9C61" w:rsidR="00636A18" w:rsidRDefault="00D37400">
      <w:pPr>
        <w:rPr>
          <w:szCs w:val="36"/>
        </w:rPr>
      </w:pPr>
      <w:r>
        <w:t>« </w:t>
      </w:r>
      <w:r w:rsidR="00636A18">
        <w:t>Que le drapeau s</w:t>
      </w:r>
      <w:r>
        <w:t>’</w:t>
      </w:r>
      <w:r w:rsidR="00636A18">
        <w:t>avance</w:t>
      </w:r>
      <w:r>
        <w:t xml:space="preserve">, </w:t>
      </w:r>
      <w:r w:rsidR="00636A18">
        <w:t>mille tonnerres</w:t>
      </w:r>
      <w:r>
        <w:t> !… »</w:t>
      </w:r>
    </w:p>
    <w:p w14:paraId="57A3F471" w14:textId="77777777" w:rsidR="00D37400" w:rsidRDefault="00636A18">
      <w:r>
        <w:t>Alors</w:t>
      </w:r>
      <w:r w:rsidR="00D37400">
        <w:t xml:space="preserve">, </w:t>
      </w:r>
      <w:r>
        <w:t>le capitaine Ader</w:t>
      </w:r>
      <w:r w:rsidR="00D37400">
        <w:t xml:space="preserve">, </w:t>
      </w:r>
      <w:r>
        <w:t>sortant des rangs</w:t>
      </w:r>
      <w:r w:rsidR="00D37400">
        <w:t xml:space="preserve">, </w:t>
      </w:r>
      <w:r>
        <w:t>lui répondit à deux pas de notre voiture</w:t>
      </w:r>
      <w:r w:rsidR="00D37400">
        <w:t> :</w:t>
      </w:r>
    </w:p>
    <w:p w14:paraId="483E909C" w14:textId="77777777" w:rsidR="00D37400" w:rsidRDefault="00D37400">
      <w:r>
        <w:t>« </w:t>
      </w:r>
      <w:r w:rsidR="00636A18">
        <w:t>Le porte-drapeau Blanchet et plusieurs hommes de la compagnie sont restés en arrière</w:t>
      </w:r>
      <w:r>
        <w:t xml:space="preserve"> ; </w:t>
      </w:r>
      <w:r w:rsidR="00636A18">
        <w:t>depuis deux heures le dr</w:t>
      </w:r>
      <w:r w:rsidR="00636A18">
        <w:t>a</w:t>
      </w:r>
      <w:r w:rsidR="00636A18">
        <w:t>peau n</w:t>
      </w:r>
      <w:r>
        <w:t>’</w:t>
      </w:r>
      <w:r w:rsidR="00636A18">
        <w:t>a pas paru au bataillon</w:t>
      </w:r>
      <w:r>
        <w:t>.</w:t>
      </w:r>
    </w:p>
    <w:p w14:paraId="33D5986C" w14:textId="77777777" w:rsidR="00D37400" w:rsidRDefault="00D37400">
      <w:r>
        <w:lastRenderedPageBreak/>
        <w:t>— </w:t>
      </w:r>
      <w:r w:rsidR="00636A18">
        <w:t>Ce sont donc des traîtres</w:t>
      </w:r>
      <w:r>
        <w:t xml:space="preserve">, </w:t>
      </w:r>
      <w:r w:rsidR="00636A18">
        <w:t>capitaine</w:t>
      </w:r>
      <w:r>
        <w:t> !</w:t>
      </w:r>
    </w:p>
    <w:p w14:paraId="4ED70EBD" w14:textId="233E9B39" w:rsidR="00636A18" w:rsidRDefault="00D37400">
      <w:pPr>
        <w:rPr>
          <w:szCs w:val="36"/>
        </w:rPr>
      </w:pPr>
      <w:r>
        <w:t>— </w:t>
      </w:r>
      <w:r w:rsidR="00636A18">
        <w:t>Non</w:t>
      </w:r>
      <w:r>
        <w:t xml:space="preserve">, </w:t>
      </w:r>
      <w:r w:rsidR="00636A18">
        <w:t>mon commandant</w:t>
      </w:r>
      <w:r>
        <w:t xml:space="preserve">, </w:t>
      </w:r>
      <w:r w:rsidR="00636A18">
        <w:t>ils se seront arrêtés dans quelque cabaret en chemin</w:t>
      </w:r>
      <w:r>
        <w:t xml:space="preserve">, </w:t>
      </w:r>
      <w:r w:rsidR="00636A18">
        <w:t>ils auront tout oublié pour boire</w:t>
      </w:r>
      <w:r>
        <w:t xml:space="preserve"> : </w:t>
      </w:r>
      <w:r w:rsidR="00636A18">
        <w:t>Bla</w:t>
      </w:r>
      <w:r w:rsidR="00636A18">
        <w:t>n</w:t>
      </w:r>
      <w:r w:rsidR="00636A18">
        <w:t>chet est un ivrogne</w:t>
      </w:r>
      <w:r>
        <w:t> ! »</w:t>
      </w:r>
    </w:p>
    <w:p w14:paraId="100F2561" w14:textId="77777777" w:rsidR="00D37400" w:rsidRDefault="00636A18">
      <w:r>
        <w:t>Florentin frémit</w:t>
      </w:r>
      <w:r w:rsidR="00D37400">
        <w:t xml:space="preserve">, </w:t>
      </w:r>
      <w:r>
        <w:t>et</w:t>
      </w:r>
      <w:r w:rsidR="00D37400">
        <w:t xml:space="preserve">, </w:t>
      </w:r>
      <w:r>
        <w:t>lançant un regard terrible au cap</w:t>
      </w:r>
      <w:r>
        <w:t>i</w:t>
      </w:r>
      <w:r>
        <w:t>taine</w:t>
      </w:r>
      <w:r w:rsidR="00D37400">
        <w:t> :</w:t>
      </w:r>
    </w:p>
    <w:p w14:paraId="6518AC6B" w14:textId="77777777" w:rsidR="00D37400" w:rsidRDefault="00D37400">
      <w:r>
        <w:t>« </w:t>
      </w:r>
      <w:r w:rsidR="00636A18">
        <w:t>Pourquoi ne m</w:t>
      </w:r>
      <w:r>
        <w:t>’</w:t>
      </w:r>
      <w:r w:rsidR="00636A18">
        <w:t>avez-vous pas prévenu</w:t>
      </w:r>
      <w:r>
        <w:t xml:space="preserve"> ? </w:t>
      </w:r>
      <w:r w:rsidR="00636A18">
        <w:t>dit-il</w:t>
      </w:r>
      <w:r>
        <w:t xml:space="preserve">, </w:t>
      </w:r>
      <w:r w:rsidR="00636A18">
        <w:t>les dents serrées</w:t>
      </w:r>
      <w:r>
        <w:t>.</w:t>
      </w:r>
    </w:p>
    <w:p w14:paraId="29F79901" w14:textId="77777777" w:rsidR="00D37400" w:rsidRDefault="00D37400">
      <w:r>
        <w:t>— </w:t>
      </w:r>
      <w:r w:rsidR="00636A18">
        <w:t>Je pensais qu</w:t>
      </w:r>
      <w:r>
        <w:t>’</w:t>
      </w:r>
      <w:r w:rsidR="00636A18">
        <w:t>ils rejoindraient avant notre arrivée à Phalsbourg</w:t>
      </w:r>
      <w:r>
        <w:t xml:space="preserve">, </w:t>
      </w:r>
      <w:r w:rsidR="00636A18">
        <w:t>dit Ader</w:t>
      </w:r>
      <w:r>
        <w:t xml:space="preserve">, </w:t>
      </w:r>
      <w:r w:rsidR="00636A18">
        <w:t>je ne pouvais pas croire à tant de honte</w:t>
      </w:r>
      <w:r>
        <w:t> !</w:t>
      </w:r>
    </w:p>
    <w:p w14:paraId="4340BC87" w14:textId="77777777" w:rsidR="00D37400" w:rsidRDefault="00D37400">
      <w:r>
        <w:t>— </w:t>
      </w:r>
      <w:r w:rsidR="00636A18">
        <w:t>Malheureux</w:t>
      </w:r>
      <w:r>
        <w:t xml:space="preserve"> ! </w:t>
      </w:r>
      <w:r w:rsidR="00636A18">
        <w:t>s</w:t>
      </w:r>
      <w:r>
        <w:t>’</w:t>
      </w:r>
      <w:r w:rsidR="00636A18">
        <w:t>écria Florentin</w:t>
      </w:r>
      <w:r>
        <w:t xml:space="preserve"> ; </w:t>
      </w:r>
      <w:r w:rsidR="00636A18">
        <w:t>et son épée</w:t>
      </w:r>
      <w:r>
        <w:t xml:space="preserve">, </w:t>
      </w:r>
      <w:r w:rsidR="00636A18">
        <w:t>jaillissant du fourreau</w:t>
      </w:r>
      <w:r>
        <w:t xml:space="preserve">, </w:t>
      </w:r>
      <w:r w:rsidR="00636A18">
        <w:t>s</w:t>
      </w:r>
      <w:r>
        <w:t>’</w:t>
      </w:r>
      <w:r w:rsidR="00636A18">
        <w:t>appuya sur la poitrine du capitaine</w:t>
      </w:r>
      <w:r>
        <w:t xml:space="preserve">, </w:t>
      </w:r>
      <w:r w:rsidR="00636A18">
        <w:t>qui pâlit</w:t>
      </w:r>
      <w:r>
        <w:t xml:space="preserve">, </w:t>
      </w:r>
      <w:r w:rsidR="00636A18">
        <w:t>mais resta ferme</w:t>
      </w:r>
      <w:r>
        <w:t>.</w:t>
      </w:r>
    </w:p>
    <w:p w14:paraId="2E4DF99C" w14:textId="1AB595CE" w:rsidR="00636A18" w:rsidRDefault="00D37400">
      <w:pPr>
        <w:rPr>
          <w:szCs w:val="36"/>
        </w:rPr>
      </w:pPr>
      <w:r>
        <w:t>— </w:t>
      </w:r>
      <w:r w:rsidR="00636A18">
        <w:t>Commandant</w:t>
      </w:r>
      <w:r>
        <w:t xml:space="preserve">, </w:t>
      </w:r>
      <w:r w:rsidR="00636A18">
        <w:t>fit-il en se redressant</w:t>
      </w:r>
      <w:r>
        <w:t xml:space="preserve">, </w:t>
      </w:r>
      <w:r w:rsidR="00636A18">
        <w:t>je suis un vieux so</w:t>
      </w:r>
      <w:r w:rsidR="00636A18">
        <w:t>l</w:t>
      </w:r>
      <w:r w:rsidR="00636A18">
        <w:t>dat de la grande armée</w:t>
      </w:r>
      <w:r>
        <w:t> ! »</w:t>
      </w:r>
    </w:p>
    <w:p w14:paraId="3C88473D" w14:textId="77777777" w:rsidR="00D37400" w:rsidRDefault="00636A18">
      <w:r>
        <w:t>À ces mots</w:t>
      </w:r>
      <w:r w:rsidR="00D37400">
        <w:t xml:space="preserve">, </w:t>
      </w:r>
      <w:r>
        <w:t>Florentin</w:t>
      </w:r>
      <w:r w:rsidR="00D37400">
        <w:t xml:space="preserve">, </w:t>
      </w:r>
      <w:r>
        <w:t>repoussant son épée dans le fou</w:t>
      </w:r>
      <w:r>
        <w:t>r</w:t>
      </w:r>
      <w:r>
        <w:t>reau d</w:t>
      </w:r>
      <w:r w:rsidR="00D37400">
        <w:t>’</w:t>
      </w:r>
      <w:r>
        <w:t>un geste sauvage et lançant un regard farouche sur la route</w:t>
      </w:r>
      <w:r w:rsidR="00D37400">
        <w:t xml:space="preserve">, </w:t>
      </w:r>
      <w:r>
        <w:t>bégaya</w:t>
      </w:r>
      <w:r w:rsidR="00D37400">
        <w:t xml:space="preserve">, </w:t>
      </w:r>
      <w:r>
        <w:t>la main en l</w:t>
      </w:r>
      <w:r w:rsidR="00D37400">
        <w:t>’</w:t>
      </w:r>
      <w:r>
        <w:t>air</w:t>
      </w:r>
      <w:r w:rsidR="00D37400">
        <w:t> :</w:t>
      </w:r>
    </w:p>
    <w:p w14:paraId="072A51D9" w14:textId="258D65D4" w:rsidR="00636A18" w:rsidRDefault="00D37400">
      <w:pPr>
        <w:rPr>
          <w:szCs w:val="36"/>
        </w:rPr>
      </w:pPr>
      <w:r>
        <w:t>« </w:t>
      </w:r>
      <w:r w:rsidR="00636A18">
        <w:t>Ah</w:t>
      </w:r>
      <w:r>
        <w:t xml:space="preserve"> ! </w:t>
      </w:r>
      <w:r w:rsidR="00636A18">
        <w:t>les misérables</w:t>
      </w:r>
      <w:r>
        <w:t xml:space="preserve"> ! </w:t>
      </w:r>
      <w:r w:rsidR="00636A18">
        <w:t>Et dire que je ne leur passerai pas mon épée dans le ventre</w:t>
      </w:r>
      <w:r>
        <w:t> ! »</w:t>
      </w:r>
    </w:p>
    <w:p w14:paraId="51935D65" w14:textId="77777777" w:rsidR="00D37400" w:rsidRDefault="00636A18">
      <w:r>
        <w:t>Sa figure était effrayante</w:t>
      </w:r>
      <w:r w:rsidR="00D37400">
        <w:t xml:space="preserve"> : </w:t>
      </w:r>
      <w:r>
        <w:t>les moustaches hérissées</w:t>
      </w:r>
      <w:r w:rsidR="00D37400">
        <w:t xml:space="preserve">, </w:t>
      </w:r>
      <w:r>
        <w:t>l</w:t>
      </w:r>
      <w:r w:rsidR="00D37400">
        <w:t>’</w:t>
      </w:r>
      <w:r>
        <w:t>œil sanglant</w:t>
      </w:r>
      <w:r w:rsidR="00D37400">
        <w:t>.</w:t>
      </w:r>
    </w:p>
    <w:p w14:paraId="5A5DDE0E" w14:textId="77777777" w:rsidR="00D37400" w:rsidRDefault="00636A18">
      <w:r>
        <w:t>Il voyait tout son travail</w:t>
      </w:r>
      <w:r w:rsidR="00D37400">
        <w:t xml:space="preserve">, </w:t>
      </w:r>
      <w:r>
        <w:t>toutes ses espérances perdues</w:t>
      </w:r>
      <w:r w:rsidR="00D37400">
        <w:t xml:space="preserve">, </w:t>
      </w:r>
      <w:r>
        <w:t>il voyait</w:t>
      </w:r>
      <w:r w:rsidR="00D37400">
        <w:t xml:space="preserve">, – </w:t>
      </w:r>
      <w:r>
        <w:t>au lieu de son entrée triomphale</w:t>
      </w:r>
      <w:r w:rsidR="00D37400">
        <w:t xml:space="preserve">, </w:t>
      </w:r>
      <w:r>
        <w:t>les trois couleurs d</w:t>
      </w:r>
      <w:r>
        <w:t>é</w:t>
      </w:r>
      <w:r>
        <w:t>ployées</w:t>
      </w:r>
      <w:r w:rsidR="00D37400">
        <w:t xml:space="preserve">, – </w:t>
      </w:r>
      <w:r>
        <w:t>le défilé de la colonne</w:t>
      </w:r>
      <w:r w:rsidR="00D37400">
        <w:t xml:space="preserve">, </w:t>
      </w:r>
      <w:r>
        <w:t>la tête basse</w:t>
      </w:r>
      <w:r w:rsidR="00D37400">
        <w:t xml:space="preserve">, </w:t>
      </w:r>
      <w:r>
        <w:t>devant le poste de la porte présentant les armes et battant aux champs pour s</w:t>
      </w:r>
      <w:r>
        <w:t>a</w:t>
      </w:r>
      <w:r>
        <w:t>luer un drapeau resté sur une table d</w:t>
      </w:r>
      <w:r w:rsidR="00D37400">
        <w:t>’</w:t>
      </w:r>
      <w:r>
        <w:t xml:space="preserve">auberge au </w:t>
      </w:r>
      <w:r>
        <w:lastRenderedPageBreak/>
        <w:t>milieu de quelques ivrognes</w:t>
      </w:r>
      <w:r w:rsidR="00D37400">
        <w:t xml:space="preserve"> ; </w:t>
      </w:r>
      <w:r>
        <w:t>il voyait</w:t>
      </w:r>
      <w:r w:rsidR="00D37400">
        <w:t xml:space="preserve">, </w:t>
      </w:r>
      <w:r>
        <w:t>en ville</w:t>
      </w:r>
      <w:r w:rsidR="00D37400">
        <w:t xml:space="preserve">, </w:t>
      </w:r>
      <w:r>
        <w:t>le sourire des envieux et des lâches</w:t>
      </w:r>
      <w:r w:rsidR="00D37400">
        <w:t xml:space="preserve">… </w:t>
      </w:r>
      <w:r>
        <w:t>et</w:t>
      </w:r>
      <w:r w:rsidR="00D37400">
        <w:t xml:space="preserve">, </w:t>
      </w:r>
      <w:r>
        <w:t>chose plus terrible encore</w:t>
      </w:r>
      <w:r w:rsidR="00D37400">
        <w:t xml:space="preserve">, </w:t>
      </w:r>
      <w:r>
        <w:t>la douleur des braves</w:t>
      </w:r>
      <w:r w:rsidR="00D37400">
        <w:t xml:space="preserve">, </w:t>
      </w:r>
      <w:r>
        <w:t>à la vue du bataillon rentrant comme une troupe vaincue</w:t>
      </w:r>
      <w:r w:rsidR="00D37400">
        <w:t xml:space="preserve">, </w:t>
      </w:r>
      <w:r>
        <w:t>dé</w:t>
      </w:r>
      <w:r>
        <w:t>s</w:t>
      </w:r>
      <w:r>
        <w:t>hon</w:t>
      </w:r>
      <w:r>
        <w:t>o</w:t>
      </w:r>
      <w:r>
        <w:t>rée</w:t>
      </w:r>
      <w:r w:rsidR="00D37400">
        <w:t xml:space="preserve">, </w:t>
      </w:r>
      <w:r>
        <w:t>qui a laissé son étendard aux mains de l</w:t>
      </w:r>
      <w:r w:rsidR="00D37400">
        <w:t>’</w:t>
      </w:r>
      <w:r>
        <w:t>ennemi</w:t>
      </w:r>
      <w:r w:rsidR="00D37400">
        <w:t> !</w:t>
      </w:r>
    </w:p>
    <w:p w14:paraId="0C7972E0" w14:textId="77777777" w:rsidR="00D37400" w:rsidRDefault="00636A18">
      <w:r>
        <w:t>Son cœur se retournait</w:t>
      </w:r>
      <w:r w:rsidR="00D37400">
        <w:t xml:space="preserve">, </w:t>
      </w:r>
      <w:r>
        <w:t>et</w:t>
      </w:r>
      <w:r w:rsidR="00D37400">
        <w:t xml:space="preserve">, </w:t>
      </w:r>
      <w:r>
        <w:t>regardant en arrière</w:t>
      </w:r>
      <w:r w:rsidR="00D37400">
        <w:t xml:space="preserve">, </w:t>
      </w:r>
      <w:r>
        <w:t>d</w:t>
      </w:r>
      <w:r w:rsidR="00D37400">
        <w:t>’</w:t>
      </w:r>
      <w:r>
        <w:t>une voix épouvantable</w:t>
      </w:r>
      <w:r w:rsidR="00D37400">
        <w:t xml:space="preserve">, </w:t>
      </w:r>
      <w:r>
        <w:t>il cria</w:t>
      </w:r>
      <w:r w:rsidR="00D37400">
        <w:t> :</w:t>
      </w:r>
    </w:p>
    <w:p w14:paraId="2E745FE9" w14:textId="5E1CA882" w:rsidR="00636A18" w:rsidRDefault="00D37400">
      <w:r>
        <w:t>« </w:t>
      </w:r>
      <w:r w:rsidR="00636A18">
        <w:t>Rompez les rangs</w:t>
      </w:r>
      <w:r>
        <w:t> ! »</w:t>
      </w:r>
    </w:p>
    <w:p w14:paraId="598D8A67" w14:textId="77777777" w:rsidR="00D37400" w:rsidRDefault="00636A18">
      <w:r>
        <w:t>Car il voulait sauver à la garde nationale la honte de rentrer sans les trois couleurs en tête</w:t>
      </w:r>
      <w:r w:rsidR="00D37400">
        <w:t xml:space="preserve"> ; </w:t>
      </w:r>
      <w:r>
        <w:t>il aimait mieux voir tout s</w:t>
      </w:r>
      <w:r w:rsidR="00D37400">
        <w:t>’</w:t>
      </w:r>
      <w:r>
        <w:t>en a</w:t>
      </w:r>
      <w:r>
        <w:t>l</w:t>
      </w:r>
      <w:r>
        <w:t>ler à la débandade</w:t>
      </w:r>
      <w:r w:rsidR="00D37400">
        <w:t>.</w:t>
      </w:r>
    </w:p>
    <w:p w14:paraId="6F4FF0F4" w14:textId="77777777" w:rsidR="00D37400" w:rsidRDefault="00636A18">
      <w:r>
        <w:rPr>
          <w:szCs w:val="36"/>
        </w:rPr>
        <w:t>Les rangs se rompirent</w:t>
      </w:r>
      <w:r w:rsidR="00D37400">
        <w:rPr>
          <w:szCs w:val="36"/>
        </w:rPr>
        <w:t xml:space="preserve">, </w:t>
      </w:r>
      <w:r>
        <w:rPr>
          <w:szCs w:val="36"/>
        </w:rPr>
        <w:t>et les gardes na</w:t>
      </w:r>
      <w:r>
        <w:t>tionaux</w:t>
      </w:r>
      <w:r w:rsidR="00D37400">
        <w:t xml:space="preserve">, </w:t>
      </w:r>
      <w:r>
        <w:t>par trois</w:t>
      </w:r>
      <w:r w:rsidR="00D37400">
        <w:t xml:space="preserve">, </w:t>
      </w:r>
      <w:r>
        <w:t>par cinq</w:t>
      </w:r>
      <w:r w:rsidR="00D37400">
        <w:t xml:space="preserve">, </w:t>
      </w:r>
      <w:r>
        <w:t>par six</w:t>
      </w:r>
      <w:r w:rsidR="00D37400">
        <w:t xml:space="preserve">, </w:t>
      </w:r>
      <w:r>
        <w:t>le fusil à volonté</w:t>
      </w:r>
      <w:r w:rsidR="00D37400">
        <w:t xml:space="preserve">, </w:t>
      </w:r>
      <w:r>
        <w:t>allongeant le pas</w:t>
      </w:r>
      <w:r w:rsidR="00D37400">
        <w:t xml:space="preserve">, </w:t>
      </w:r>
      <w:r>
        <w:t>travers</w:t>
      </w:r>
      <w:r>
        <w:t>è</w:t>
      </w:r>
      <w:r>
        <w:t>rent la porte en désordre</w:t>
      </w:r>
      <w:r w:rsidR="00D37400">
        <w:t xml:space="preserve"> ; </w:t>
      </w:r>
      <w:r>
        <w:t>et Florentin derrière</w:t>
      </w:r>
      <w:r w:rsidR="00D37400">
        <w:t xml:space="preserve">, </w:t>
      </w:r>
      <w:r>
        <w:t>assistant à cette débâcle</w:t>
      </w:r>
      <w:r w:rsidR="00D37400">
        <w:t xml:space="preserve">, </w:t>
      </w:r>
      <w:r>
        <w:t>s</w:t>
      </w:r>
      <w:r w:rsidR="00D37400">
        <w:t>’</w:t>
      </w:r>
      <w:r>
        <w:t>en alla le dernier</w:t>
      </w:r>
      <w:r w:rsidR="00D37400">
        <w:t xml:space="preserve">, </w:t>
      </w:r>
      <w:r>
        <w:t>comme un général qui suit la d</w:t>
      </w:r>
      <w:r>
        <w:t>é</w:t>
      </w:r>
      <w:r>
        <w:t>route de son armée</w:t>
      </w:r>
      <w:r w:rsidR="00D37400">
        <w:t xml:space="preserve">, </w:t>
      </w:r>
      <w:r>
        <w:t>la mort dans l</w:t>
      </w:r>
      <w:r w:rsidR="00D37400">
        <w:t>’</w:t>
      </w:r>
      <w:r>
        <w:t>âme</w:t>
      </w:r>
      <w:r w:rsidR="00D37400">
        <w:t>.</w:t>
      </w:r>
    </w:p>
    <w:p w14:paraId="4DB65BED" w14:textId="77777777" w:rsidR="00D37400" w:rsidRDefault="00636A18">
      <w:proofErr w:type="spellStart"/>
      <w:r>
        <w:t>Frentzel</w:t>
      </w:r>
      <w:proofErr w:type="spellEnd"/>
      <w:r>
        <w:t xml:space="preserve"> et nous tous</w:t>
      </w:r>
      <w:r w:rsidR="00D37400">
        <w:t xml:space="preserve">, </w:t>
      </w:r>
      <w:r>
        <w:t>ayant vu ces choses</w:t>
      </w:r>
      <w:r w:rsidR="00D37400">
        <w:t xml:space="preserve">, </w:t>
      </w:r>
      <w:r>
        <w:t>nous en étions consternés</w:t>
      </w:r>
      <w:r w:rsidR="00D37400">
        <w:t xml:space="preserve"> ; </w:t>
      </w:r>
      <w:r>
        <w:t>notre voiture se traînait lentement derrière la c</w:t>
      </w:r>
      <w:r>
        <w:t>o</w:t>
      </w:r>
      <w:r>
        <w:t>lonne</w:t>
      </w:r>
      <w:r w:rsidR="00D37400">
        <w:t>.</w:t>
      </w:r>
    </w:p>
    <w:p w14:paraId="36AD452D" w14:textId="77777777" w:rsidR="00D37400" w:rsidRDefault="00636A18">
      <w:r>
        <w:t>Nous ne comprenions pourtant pas encore l</w:t>
      </w:r>
      <w:r w:rsidR="00D37400">
        <w:t>’</w:t>
      </w:r>
      <w:r>
        <w:t>affreux ma</w:t>
      </w:r>
      <w:r>
        <w:t>l</w:t>
      </w:r>
      <w:r>
        <w:t>heur qui devait arriver</w:t>
      </w:r>
      <w:r w:rsidR="00D37400">
        <w:t xml:space="preserve"> ; </w:t>
      </w:r>
      <w:proofErr w:type="spellStart"/>
      <w:r>
        <w:t>Frentzel</w:t>
      </w:r>
      <w:proofErr w:type="spellEnd"/>
      <w:r>
        <w:t xml:space="preserve"> disait seulement</w:t>
      </w:r>
      <w:r w:rsidR="00D37400">
        <w:t> :</w:t>
      </w:r>
    </w:p>
    <w:p w14:paraId="2A550855" w14:textId="67F17F4B" w:rsidR="00636A18" w:rsidRDefault="00D37400">
      <w:pPr>
        <w:rPr>
          <w:szCs w:val="36"/>
        </w:rPr>
      </w:pPr>
      <w:r>
        <w:t>« </w:t>
      </w:r>
      <w:r w:rsidR="00636A18">
        <w:t>Mon Dieu</w:t>
      </w:r>
      <w:r>
        <w:t xml:space="preserve">, </w:t>
      </w:r>
      <w:r w:rsidR="00636A18">
        <w:t>que Florentin doit être malheureux</w:t>
      </w:r>
      <w:r>
        <w:t xml:space="preserve"> !… </w:t>
      </w:r>
      <w:r w:rsidR="00636A18">
        <w:t>Oh</w:t>
      </w:r>
      <w:r>
        <w:t xml:space="preserve"> ! </w:t>
      </w:r>
      <w:r w:rsidR="00636A18">
        <w:t>les gueux</w:t>
      </w:r>
      <w:r>
        <w:t xml:space="preserve"> !… </w:t>
      </w:r>
      <w:r w:rsidR="00636A18">
        <w:t>Rester en arrière avec le drapeau</w:t>
      </w:r>
      <w:r>
        <w:t xml:space="preserve"> ! </w:t>
      </w:r>
      <w:r w:rsidR="00636A18">
        <w:t>Si c</w:t>
      </w:r>
      <w:r>
        <w:t>’</w:t>
      </w:r>
      <w:r w:rsidR="00636A18">
        <w:t>était devant l</w:t>
      </w:r>
      <w:r>
        <w:t>’</w:t>
      </w:r>
      <w:r w:rsidR="00636A18">
        <w:t>ennemi</w:t>
      </w:r>
      <w:r>
        <w:t xml:space="preserve">, </w:t>
      </w:r>
      <w:r w:rsidR="00636A18">
        <w:t>on les fusillerait tous jusqu</w:t>
      </w:r>
      <w:r>
        <w:t>’</w:t>
      </w:r>
      <w:r w:rsidR="00636A18">
        <w:t>au dernier</w:t>
      </w:r>
      <w:r>
        <w:t> ! »</w:t>
      </w:r>
    </w:p>
    <w:p w14:paraId="2CD89DF8" w14:textId="77777777" w:rsidR="00D37400" w:rsidRDefault="00636A18">
      <w:r>
        <w:t>Et Nicole</w:t>
      </w:r>
      <w:r w:rsidR="00D37400">
        <w:t xml:space="preserve">, </w:t>
      </w:r>
      <w:r>
        <w:t>indignée</w:t>
      </w:r>
      <w:r w:rsidR="00D37400">
        <w:t xml:space="preserve">, </w:t>
      </w:r>
      <w:r>
        <w:t>disait</w:t>
      </w:r>
      <w:r w:rsidR="00D37400">
        <w:t> :</w:t>
      </w:r>
    </w:p>
    <w:p w14:paraId="3AF5EF6E" w14:textId="30439C86" w:rsidR="00636A18" w:rsidRDefault="00D37400">
      <w:pPr>
        <w:rPr>
          <w:szCs w:val="36"/>
        </w:rPr>
      </w:pPr>
      <w:r>
        <w:t>« </w:t>
      </w:r>
      <w:r w:rsidR="00636A18">
        <w:t>Oui</w:t>
      </w:r>
      <w:r>
        <w:t xml:space="preserve">, </w:t>
      </w:r>
      <w:r w:rsidR="00636A18">
        <w:t>ce sont de fameuses canailles</w:t>
      </w:r>
      <w:r>
        <w:t xml:space="preserve">… </w:t>
      </w:r>
      <w:r w:rsidR="00636A18">
        <w:t>des ivrognes</w:t>
      </w:r>
      <w:r>
        <w:t> !… »</w:t>
      </w:r>
    </w:p>
    <w:p w14:paraId="28DC1746" w14:textId="77777777" w:rsidR="00D37400" w:rsidRDefault="00636A18">
      <w:r>
        <w:t>C</w:t>
      </w:r>
      <w:r w:rsidR="00D37400">
        <w:t>’</w:t>
      </w:r>
      <w:r>
        <w:t>est ainsi que nous passâmes sur le pont</w:t>
      </w:r>
      <w:r w:rsidR="00D37400">
        <w:t>.</w:t>
      </w:r>
    </w:p>
    <w:p w14:paraId="1F5CAB42" w14:textId="77777777" w:rsidR="00D37400" w:rsidRDefault="00636A18">
      <w:r>
        <w:lastRenderedPageBreak/>
        <w:t>En ville</w:t>
      </w:r>
      <w:r w:rsidR="00D37400">
        <w:t xml:space="preserve">, </w:t>
      </w:r>
      <w:r>
        <w:t>devant notre boutique</w:t>
      </w:r>
      <w:r w:rsidR="00D37400">
        <w:t xml:space="preserve">, </w:t>
      </w:r>
      <w:r>
        <w:t>nous descendîmes de vo</w:t>
      </w:r>
      <w:r>
        <w:t>i</w:t>
      </w:r>
      <w:r>
        <w:t>ture</w:t>
      </w:r>
      <w:r w:rsidR="00D37400">
        <w:t>.</w:t>
      </w:r>
    </w:p>
    <w:p w14:paraId="6B59B656" w14:textId="77777777" w:rsidR="00D37400" w:rsidRDefault="00636A18">
      <w:r>
        <w:t>Mon père était là</w:t>
      </w:r>
      <w:r w:rsidR="00D37400">
        <w:t xml:space="preserve">, </w:t>
      </w:r>
      <w:r>
        <w:t>appuyé sur son fusil</w:t>
      </w:r>
      <w:r w:rsidR="00D37400">
        <w:t xml:space="preserve">, </w:t>
      </w:r>
      <w:r>
        <w:t>les yeux étincelants</w:t>
      </w:r>
      <w:r w:rsidR="00D37400">
        <w:t xml:space="preserve">, </w:t>
      </w:r>
      <w:r>
        <w:t>les mâchoires serrées</w:t>
      </w:r>
      <w:r w:rsidR="00D37400">
        <w:t>.</w:t>
      </w:r>
    </w:p>
    <w:p w14:paraId="096B76FB" w14:textId="4122B3D4" w:rsidR="00636A18" w:rsidRDefault="00D37400">
      <w:pPr>
        <w:rPr>
          <w:szCs w:val="36"/>
        </w:rPr>
      </w:pPr>
      <w:r>
        <w:t>« </w:t>
      </w:r>
      <w:r w:rsidR="00636A18">
        <w:t>Si je voyais ce Blanchet revenir</w:t>
      </w:r>
      <w:r>
        <w:t xml:space="preserve">, </w:t>
      </w:r>
      <w:r w:rsidR="00636A18">
        <w:t>disait-il</w:t>
      </w:r>
      <w:r>
        <w:t xml:space="preserve">, </w:t>
      </w:r>
      <w:r w:rsidR="00636A18">
        <w:t>je ferais feu sur lui comme sur un Prussien</w:t>
      </w:r>
      <w:r>
        <w:t> ! »</w:t>
      </w:r>
    </w:p>
    <w:p w14:paraId="189274EC" w14:textId="77777777" w:rsidR="00D37400" w:rsidRDefault="00636A18">
      <w:r>
        <w:t>Le souvenir de son départ</w:t>
      </w:r>
      <w:r w:rsidR="00D37400">
        <w:t xml:space="preserve">, </w:t>
      </w:r>
      <w:r>
        <w:t>comme volontaire</w:t>
      </w:r>
      <w:r w:rsidR="00D37400">
        <w:t xml:space="preserve">, </w:t>
      </w:r>
      <w:r>
        <w:t>en 1797</w:t>
      </w:r>
      <w:r w:rsidR="00D37400">
        <w:t xml:space="preserve">, </w:t>
      </w:r>
      <w:r>
        <w:t>le drapeau national en avant</w:t>
      </w:r>
      <w:r w:rsidR="00D37400">
        <w:t xml:space="preserve">, </w:t>
      </w:r>
      <w:r>
        <w:t>lui faisait sentir l</w:t>
      </w:r>
      <w:r w:rsidR="00D37400">
        <w:t>’</w:t>
      </w:r>
      <w:r>
        <w:t>horreur d</w:t>
      </w:r>
      <w:r w:rsidR="00D37400">
        <w:t>’</w:t>
      </w:r>
      <w:r>
        <w:t>un pareil crime</w:t>
      </w:r>
      <w:r w:rsidR="00D37400">
        <w:t>.</w:t>
      </w:r>
    </w:p>
    <w:p w14:paraId="15E89C53" w14:textId="77777777" w:rsidR="00D37400" w:rsidRDefault="00636A18">
      <w:r>
        <w:t>Que voulez-vous</w:t>
      </w:r>
      <w:r w:rsidR="00D37400">
        <w:t xml:space="preserve"> ! </w:t>
      </w:r>
      <w:r w:rsidR="007F0FA9">
        <w:t xml:space="preserve">on </w:t>
      </w:r>
      <w:r>
        <w:t>ne devrait jamais laisser des ivrognes dans un poste d</w:t>
      </w:r>
      <w:r w:rsidR="00D37400">
        <w:t>’</w:t>
      </w:r>
      <w:r>
        <w:t>honneur</w:t>
      </w:r>
      <w:r w:rsidR="00D37400">
        <w:t xml:space="preserve"> ; </w:t>
      </w:r>
      <w:r>
        <w:t>on devrait savoir qu</w:t>
      </w:r>
      <w:r w:rsidR="00D37400">
        <w:t>’</w:t>
      </w:r>
      <w:r>
        <w:t>ils sont capables de toutes les ignominies</w:t>
      </w:r>
      <w:r w:rsidR="00D37400">
        <w:t>.</w:t>
      </w:r>
    </w:p>
    <w:p w14:paraId="03804B8F" w14:textId="77777777" w:rsidR="00D37400" w:rsidRDefault="00636A18">
      <w:r>
        <w:t>Enfin</w:t>
      </w:r>
      <w:r w:rsidR="00D37400">
        <w:t xml:space="preserve">, </w:t>
      </w:r>
      <w:r>
        <w:t>étant descendus</w:t>
      </w:r>
      <w:r w:rsidR="00D37400">
        <w:t xml:space="preserve">, </w:t>
      </w:r>
      <w:proofErr w:type="spellStart"/>
      <w:r>
        <w:t>Frentzel</w:t>
      </w:r>
      <w:proofErr w:type="spellEnd"/>
      <w:r>
        <w:t xml:space="preserve"> et moi</w:t>
      </w:r>
      <w:r w:rsidR="00D37400">
        <w:t xml:space="preserve">, </w:t>
      </w:r>
      <w:r>
        <w:t>nous courûmes à la maison</w:t>
      </w:r>
      <w:r w:rsidR="00D37400">
        <w:t xml:space="preserve"> ; </w:t>
      </w:r>
      <w:r>
        <w:t>et</w:t>
      </w:r>
      <w:r w:rsidR="00D37400">
        <w:t xml:space="preserve">, </w:t>
      </w:r>
      <w:r>
        <w:t>comme nous arrivions</w:t>
      </w:r>
      <w:r w:rsidR="00D37400">
        <w:t xml:space="preserve">, </w:t>
      </w:r>
      <w:r>
        <w:t>Florentin jetait son sh</w:t>
      </w:r>
      <w:r>
        <w:t>a</w:t>
      </w:r>
      <w:r>
        <w:t>ko et son épée sur la table</w:t>
      </w:r>
      <w:r w:rsidR="00D37400">
        <w:t xml:space="preserve">, </w:t>
      </w:r>
      <w:r>
        <w:t>il s</w:t>
      </w:r>
      <w:r w:rsidR="00D37400">
        <w:t>’</w:t>
      </w:r>
      <w:r>
        <w:t>arrachait les épaulettes et la croix</w:t>
      </w:r>
      <w:r w:rsidR="00D37400">
        <w:t xml:space="preserve">, </w:t>
      </w:r>
      <w:r>
        <w:t>sans dire un mot</w:t>
      </w:r>
      <w:r w:rsidR="00D37400">
        <w:t xml:space="preserve"> ; </w:t>
      </w:r>
      <w:r>
        <w:t>il entrait dans l</w:t>
      </w:r>
      <w:r w:rsidR="00D37400">
        <w:t>’</w:t>
      </w:r>
      <w:r>
        <w:t>alcôve sombre et s</w:t>
      </w:r>
      <w:r w:rsidR="00D37400">
        <w:t>’</w:t>
      </w:r>
      <w:r>
        <w:t>étendait tout habillé sur son lit</w:t>
      </w:r>
      <w:r w:rsidR="00D37400">
        <w:t>.</w:t>
      </w:r>
    </w:p>
    <w:p w14:paraId="1E7DD1B2" w14:textId="17C1DE77" w:rsidR="00636A18" w:rsidRDefault="00D37400">
      <w:r>
        <w:t>« </w:t>
      </w:r>
      <w:r w:rsidR="00636A18">
        <w:t>Florentin</w:t>
      </w:r>
      <w:r>
        <w:t xml:space="preserve">, </w:t>
      </w:r>
      <w:r w:rsidR="00636A18">
        <w:t>criait Françoise d</w:t>
      </w:r>
      <w:r>
        <w:t>’</w:t>
      </w:r>
      <w:r w:rsidR="00636A18">
        <w:t>une voix désolée</w:t>
      </w:r>
      <w:r>
        <w:t xml:space="preserve">, </w:t>
      </w:r>
      <w:r w:rsidR="00636A18">
        <w:t>tu ne me parles pas</w:t>
      </w:r>
      <w:r>
        <w:t> !… »</w:t>
      </w:r>
    </w:p>
    <w:p w14:paraId="71E519E4" w14:textId="77777777" w:rsidR="00D37400" w:rsidRDefault="00636A18">
      <w:r>
        <w:t>Il n</w:t>
      </w:r>
      <w:r w:rsidR="00D37400">
        <w:t>’</w:t>
      </w:r>
      <w:r>
        <w:t>entendait rien</w:t>
      </w:r>
      <w:r w:rsidR="00D37400">
        <w:t>.</w:t>
      </w:r>
    </w:p>
    <w:p w14:paraId="16F7CA40" w14:textId="6BDF55A2" w:rsidR="00636A18" w:rsidRDefault="00D37400">
      <w:r>
        <w:t>« </w:t>
      </w:r>
      <w:r w:rsidR="00636A18">
        <w:t>Florentin</w:t>
      </w:r>
      <w:r>
        <w:t xml:space="preserve">, </w:t>
      </w:r>
      <w:r w:rsidR="00636A18">
        <w:t>au nom du ciel</w:t>
      </w:r>
      <w:r>
        <w:t xml:space="preserve">, </w:t>
      </w:r>
      <w:r w:rsidR="00636A18">
        <w:t>réponds-moi</w:t>
      </w:r>
      <w:r>
        <w:t> ! »</w:t>
      </w:r>
    </w:p>
    <w:p w14:paraId="2FCEE859" w14:textId="77777777" w:rsidR="00D37400" w:rsidRDefault="00636A18">
      <w:r>
        <w:t>Il gardait le silence</w:t>
      </w:r>
      <w:r w:rsidR="00D37400">
        <w:t>.</w:t>
      </w:r>
    </w:p>
    <w:p w14:paraId="386A8D8E" w14:textId="77777777" w:rsidR="00D37400" w:rsidRDefault="00636A18">
      <w:r>
        <w:t>Alors</w:t>
      </w:r>
      <w:r w:rsidR="00D37400">
        <w:t xml:space="preserve">, </w:t>
      </w:r>
      <w:r>
        <w:t>moi</w:t>
      </w:r>
      <w:r w:rsidR="00D37400">
        <w:t xml:space="preserve">, </w:t>
      </w:r>
      <w:r>
        <w:t>fondant en larmes</w:t>
      </w:r>
      <w:r w:rsidR="00D37400">
        <w:t xml:space="preserve">, </w:t>
      </w:r>
      <w:r>
        <w:t>je lui criai</w:t>
      </w:r>
      <w:r w:rsidR="00D37400">
        <w:t> :</w:t>
      </w:r>
    </w:p>
    <w:p w14:paraId="2F6D21CE" w14:textId="77777777" w:rsidR="00D37400" w:rsidRDefault="00D37400">
      <w:r>
        <w:t>« </w:t>
      </w:r>
      <w:r w:rsidR="00636A18">
        <w:t>Mon ami</w:t>
      </w:r>
      <w:r>
        <w:t xml:space="preserve"> !… </w:t>
      </w:r>
      <w:r w:rsidR="00636A18">
        <w:t>mon ami</w:t>
      </w:r>
      <w:r>
        <w:t xml:space="preserve"> !… </w:t>
      </w:r>
      <w:r w:rsidR="00636A18">
        <w:t>réponds-nous</w:t>
      </w:r>
      <w:r>
        <w:t> !…</w:t>
      </w:r>
    </w:p>
    <w:p w14:paraId="34D39A47" w14:textId="6AC5557A" w:rsidR="00636A18" w:rsidRDefault="00D37400">
      <w:r>
        <w:t>— </w:t>
      </w:r>
      <w:r w:rsidR="00636A18">
        <w:t>Allez-vous-en</w:t>
      </w:r>
      <w:r>
        <w:t xml:space="preserve"> ! </w:t>
      </w:r>
      <w:r w:rsidR="00636A18">
        <w:t>dit-il</w:t>
      </w:r>
      <w:r>
        <w:t xml:space="preserve">… </w:t>
      </w:r>
      <w:r w:rsidR="00636A18">
        <w:t>Allez-vous-en</w:t>
      </w:r>
      <w:r>
        <w:t> !… »</w:t>
      </w:r>
    </w:p>
    <w:p w14:paraId="64D77A58" w14:textId="77777777" w:rsidR="00D37400" w:rsidRDefault="00636A18">
      <w:r>
        <w:t>Et comme je sanglotais plus fort</w:t>
      </w:r>
      <w:r w:rsidR="00D37400">
        <w:t> :</w:t>
      </w:r>
    </w:p>
    <w:p w14:paraId="0556EAF4" w14:textId="08B6B8AD" w:rsidR="00636A18" w:rsidRDefault="00D37400">
      <w:r>
        <w:lastRenderedPageBreak/>
        <w:t>« </w:t>
      </w:r>
      <w:r w:rsidR="00636A18">
        <w:t>Va-t</w:t>
      </w:r>
      <w:r>
        <w:t>’</w:t>
      </w:r>
      <w:r w:rsidR="00636A18">
        <w:t>en</w:t>
      </w:r>
      <w:r>
        <w:t xml:space="preserve">, </w:t>
      </w:r>
      <w:r w:rsidR="00636A18">
        <w:t>mon ami</w:t>
      </w:r>
      <w:r>
        <w:t xml:space="preserve">, </w:t>
      </w:r>
      <w:r w:rsidR="00636A18">
        <w:t>fit-il</w:t>
      </w:r>
      <w:r>
        <w:t xml:space="preserve"> ; </w:t>
      </w:r>
      <w:r w:rsidR="00636A18">
        <w:t>va-t</w:t>
      </w:r>
      <w:r>
        <w:t>’</w:t>
      </w:r>
      <w:r w:rsidR="00636A18">
        <w:t>en</w:t>
      </w:r>
      <w:r>
        <w:t xml:space="preserve">… </w:t>
      </w:r>
      <w:r w:rsidR="00636A18">
        <w:t>Tu me déchires le cœur</w:t>
      </w:r>
      <w:r>
        <w:t> ! »</w:t>
      </w:r>
    </w:p>
    <w:p w14:paraId="1D317818" w14:textId="77777777" w:rsidR="00D37400" w:rsidRDefault="00636A18">
      <w:r>
        <w:t>Françoise courut dehors chercher du secours</w:t>
      </w:r>
      <w:r w:rsidR="00D37400">
        <w:t xml:space="preserve">, </w:t>
      </w:r>
      <w:r>
        <w:t>je la suivis</w:t>
      </w:r>
      <w:r w:rsidR="00D37400">
        <w:t xml:space="preserve">, </w:t>
      </w:r>
      <w:r>
        <w:t>et Florentin resta seul</w:t>
      </w:r>
      <w:r w:rsidR="00D37400">
        <w:t xml:space="preserve">, </w:t>
      </w:r>
      <w:r>
        <w:t>perdu dans sa douleur horrible</w:t>
      </w:r>
      <w:r w:rsidR="00D37400">
        <w:t xml:space="preserve"> : </w:t>
      </w:r>
      <w:r>
        <w:t>le drapeau pour lui</w:t>
      </w:r>
      <w:r w:rsidR="00D37400">
        <w:t xml:space="preserve">, </w:t>
      </w:r>
      <w:r>
        <w:t>c</w:t>
      </w:r>
      <w:r w:rsidR="00D37400">
        <w:t>’</w:t>
      </w:r>
      <w:r>
        <w:t>était l</w:t>
      </w:r>
      <w:r w:rsidR="00D37400">
        <w:t>’</w:t>
      </w:r>
      <w:r>
        <w:t>honneur</w:t>
      </w:r>
      <w:r w:rsidR="00D37400">
        <w:t xml:space="preserve">, </w:t>
      </w:r>
      <w:r>
        <w:t>il se croyait déshonoré</w:t>
      </w:r>
      <w:r w:rsidR="00D37400">
        <w:t> !</w:t>
      </w:r>
    </w:p>
    <w:p w14:paraId="547DA66C" w14:textId="77777777" w:rsidR="00D37400" w:rsidRDefault="00636A18">
      <w:r>
        <w:t>Mais que les enfants sont heureux</w:t>
      </w:r>
      <w:r w:rsidR="00D37400">
        <w:t xml:space="preserve"> ! </w:t>
      </w:r>
      <w:r>
        <w:t>Ils ne comprennent pas encore ces grandes douleurs de la vie</w:t>
      </w:r>
      <w:r w:rsidR="00D37400">
        <w:t xml:space="preserve">, </w:t>
      </w:r>
      <w:r>
        <w:t>ces désespoirs qui vous tuent plus sûrement que le poignard</w:t>
      </w:r>
      <w:r w:rsidR="00D37400">
        <w:t xml:space="preserve"> ; </w:t>
      </w:r>
      <w:r>
        <w:t>ils pleurent et tout de suite se consolent</w:t>
      </w:r>
      <w:r w:rsidR="00D37400">
        <w:t xml:space="preserve"> ! </w:t>
      </w:r>
      <w:r>
        <w:t>C</w:t>
      </w:r>
      <w:r w:rsidR="00D37400">
        <w:t>’</w:t>
      </w:r>
      <w:r>
        <w:t>est à l</w:t>
      </w:r>
      <w:r w:rsidR="00D37400">
        <w:t>’</w:t>
      </w:r>
      <w:r>
        <w:t>homme seul qu</w:t>
      </w:r>
      <w:r w:rsidR="00D37400">
        <w:t>’</w:t>
      </w:r>
      <w:r>
        <w:t>est réservée cette épreuve suprême de la souffrance morale</w:t>
      </w:r>
      <w:r w:rsidR="00D37400">
        <w:t xml:space="preserve">, </w:t>
      </w:r>
      <w:r>
        <w:t>qui vous montre la ruine de vos espérances et la honte pour tout avenir</w:t>
      </w:r>
      <w:r w:rsidR="00D37400">
        <w:t xml:space="preserve"> ; </w:t>
      </w:r>
      <w:r>
        <w:t>l</w:t>
      </w:r>
      <w:r w:rsidR="00D37400">
        <w:t>’</w:t>
      </w:r>
      <w:r>
        <w:t>enfant ne supporterait pas ce spectacle une seconde et tomberait fo</w:t>
      </w:r>
      <w:r>
        <w:t>u</w:t>
      </w:r>
      <w:r>
        <w:t>droyé</w:t>
      </w:r>
      <w:r w:rsidR="00D37400">
        <w:t xml:space="preserve">… </w:t>
      </w:r>
      <w:r>
        <w:t>À chacun son fardeau</w:t>
      </w:r>
      <w:r w:rsidR="00D37400">
        <w:t xml:space="preserve">, </w:t>
      </w:r>
      <w:r>
        <w:t>selon ses forces</w:t>
      </w:r>
      <w:r w:rsidR="00D37400">
        <w:t xml:space="preserve">, </w:t>
      </w:r>
      <w:r>
        <w:t>il est bien assez lourd pour nous tous</w:t>
      </w:r>
      <w:r w:rsidR="00D37400">
        <w:t xml:space="preserve">… </w:t>
      </w:r>
      <w:r>
        <w:t>Ainsi l</w:t>
      </w:r>
      <w:r w:rsidR="00D37400">
        <w:t>’</w:t>
      </w:r>
      <w:r>
        <w:t>a voulu l</w:t>
      </w:r>
      <w:r w:rsidR="00D37400">
        <w:t>’</w:t>
      </w:r>
      <w:r>
        <w:t>Éternel</w:t>
      </w:r>
      <w:r w:rsidR="00D37400">
        <w:t> !</w:t>
      </w:r>
    </w:p>
    <w:p w14:paraId="38F07C86" w14:textId="77777777" w:rsidR="00D37400" w:rsidRDefault="00636A18">
      <w:r>
        <w:t>Quelques bonnes gens</w:t>
      </w:r>
      <w:r w:rsidR="00D37400">
        <w:t xml:space="preserve">, </w:t>
      </w:r>
      <w:r>
        <w:t>me voyant sangloter sur la porte</w:t>
      </w:r>
      <w:r w:rsidR="00D37400">
        <w:t xml:space="preserve">, </w:t>
      </w:r>
      <w:r>
        <w:t>m</w:t>
      </w:r>
      <w:r w:rsidR="00D37400">
        <w:t>’</w:t>
      </w:r>
      <w:r>
        <w:t>emmenèrent chez nous</w:t>
      </w:r>
      <w:r w:rsidR="00D37400">
        <w:t xml:space="preserve"> ; </w:t>
      </w:r>
      <w:r>
        <w:t>et</w:t>
      </w:r>
      <w:r w:rsidR="00D37400">
        <w:t xml:space="preserve">, </w:t>
      </w:r>
      <w:r>
        <w:t>comme j</w:t>
      </w:r>
      <w:r w:rsidR="00D37400">
        <w:t>’</w:t>
      </w:r>
      <w:r>
        <w:t>étais accablé de fatigue</w:t>
      </w:r>
      <w:r w:rsidR="00D37400">
        <w:t xml:space="preserve">, </w:t>
      </w:r>
      <w:r>
        <w:t>on me coucha et je m</w:t>
      </w:r>
      <w:r w:rsidR="00D37400">
        <w:t>’</w:t>
      </w:r>
      <w:r>
        <w:t>endormis aussitôt</w:t>
      </w:r>
      <w:r w:rsidR="00D37400">
        <w:t>.</w:t>
      </w:r>
    </w:p>
    <w:p w14:paraId="1ABAB52B" w14:textId="77777777" w:rsidR="00D37400" w:rsidRDefault="00636A18">
      <w:r>
        <w:t>Le lendemain</w:t>
      </w:r>
      <w:r w:rsidR="00D37400">
        <w:t xml:space="preserve">, </w:t>
      </w:r>
      <w:r>
        <w:t>il pleuvait à verse</w:t>
      </w:r>
      <w:r w:rsidR="00D37400">
        <w:t xml:space="preserve"> ; </w:t>
      </w:r>
      <w:r>
        <w:t>en m</w:t>
      </w:r>
      <w:r w:rsidR="00D37400">
        <w:t>’</w:t>
      </w:r>
      <w:r>
        <w:t>éveillant je vis l</w:t>
      </w:r>
      <w:r w:rsidR="00D37400">
        <w:t>’</w:t>
      </w:r>
      <w:r>
        <w:t xml:space="preserve">ondée couler </w:t>
      </w:r>
      <w:r w:rsidR="007F0FA9">
        <w:t xml:space="preserve">à flot </w:t>
      </w:r>
      <w:r>
        <w:t>sur nos vitres</w:t>
      </w:r>
      <w:r w:rsidR="00D37400">
        <w:t xml:space="preserve">. </w:t>
      </w:r>
      <w:r>
        <w:t>Excepté ce grand murmure de l</w:t>
      </w:r>
      <w:r w:rsidR="00D37400">
        <w:t>’</w:t>
      </w:r>
      <w:r>
        <w:t>eau qui tombe</w:t>
      </w:r>
      <w:r w:rsidR="00D37400">
        <w:t xml:space="preserve">, </w:t>
      </w:r>
      <w:r>
        <w:t>pas un bruit ne s</w:t>
      </w:r>
      <w:r w:rsidR="00D37400">
        <w:t>’</w:t>
      </w:r>
      <w:r>
        <w:t>entendait au loin</w:t>
      </w:r>
      <w:r w:rsidR="00D37400">
        <w:t>.</w:t>
      </w:r>
    </w:p>
    <w:p w14:paraId="28F290CA" w14:textId="2C8444B8" w:rsidR="00D37400" w:rsidRDefault="00636A18">
      <w:r>
        <w:t>Je m</w:t>
      </w:r>
      <w:r w:rsidR="00D37400">
        <w:t>’</w:t>
      </w:r>
      <w:r>
        <w:t>habillais</w:t>
      </w:r>
      <w:r w:rsidR="00D37400">
        <w:t xml:space="preserve">, </w:t>
      </w:r>
      <w:r>
        <w:t>me rappelant à peine ce qui était arrivé la veille</w:t>
      </w:r>
      <w:r w:rsidR="00D37400">
        <w:t xml:space="preserve">, </w:t>
      </w:r>
      <w:r>
        <w:t>lorsque deux personnes passèrent en courant devant nos fenêtres</w:t>
      </w:r>
      <w:r w:rsidR="00D37400">
        <w:t xml:space="preserve"> : </w:t>
      </w:r>
      <w:r>
        <w:t>c</w:t>
      </w:r>
      <w:r w:rsidR="00D37400">
        <w:t>’</w:t>
      </w:r>
      <w:r>
        <w:t>était le médecin militaire</w:t>
      </w:r>
      <w:r w:rsidR="00D37400">
        <w:t>, M. </w:t>
      </w:r>
      <w:r>
        <w:t>Billard</w:t>
      </w:r>
      <w:r w:rsidR="00D37400">
        <w:t xml:space="preserve">, </w:t>
      </w:r>
      <w:r>
        <w:t>et celui de la ville</w:t>
      </w:r>
      <w:r w:rsidR="00D37400">
        <w:t>, M. </w:t>
      </w:r>
      <w:proofErr w:type="spellStart"/>
      <w:r>
        <w:t>Poirot</w:t>
      </w:r>
      <w:proofErr w:type="spellEnd"/>
      <w:r w:rsidR="00D37400">
        <w:t xml:space="preserve">, </w:t>
      </w:r>
      <w:r>
        <w:t>et</w:t>
      </w:r>
      <w:r w:rsidR="00D37400">
        <w:t xml:space="preserve">, </w:t>
      </w:r>
      <w:r>
        <w:t>tout enfant que j</w:t>
      </w:r>
      <w:r w:rsidR="00D37400">
        <w:t>’</w:t>
      </w:r>
      <w:r>
        <w:t>étais</w:t>
      </w:r>
      <w:r w:rsidR="00D37400">
        <w:t xml:space="preserve">, </w:t>
      </w:r>
      <w:r>
        <w:t>l</w:t>
      </w:r>
      <w:r w:rsidR="00D37400">
        <w:t>’</w:t>
      </w:r>
      <w:r>
        <w:t>idée me vint qu</w:t>
      </w:r>
      <w:r w:rsidR="00D37400">
        <w:t>’</w:t>
      </w:r>
      <w:r>
        <w:t>ils allaient chez un malade</w:t>
      </w:r>
      <w:r w:rsidR="00D37400">
        <w:t>.</w:t>
      </w:r>
    </w:p>
    <w:p w14:paraId="079617FE" w14:textId="77777777" w:rsidR="00D37400" w:rsidRDefault="00636A18">
      <w:r>
        <w:t>Quelques instants après</w:t>
      </w:r>
      <w:r w:rsidR="00D37400">
        <w:t xml:space="preserve">, </w:t>
      </w:r>
      <w:r>
        <w:t>Rose entra et me dit</w:t>
      </w:r>
      <w:r w:rsidR="00D37400">
        <w:t> :</w:t>
      </w:r>
    </w:p>
    <w:p w14:paraId="08585FF5" w14:textId="7CA957B1" w:rsidR="00636A18" w:rsidRDefault="00D37400">
      <w:r>
        <w:t>« </w:t>
      </w:r>
      <w:r w:rsidR="00636A18">
        <w:t>Ton pauvre ami Florentin est bien mal</w:t>
      </w:r>
      <w:r>
        <w:t>. »</w:t>
      </w:r>
    </w:p>
    <w:p w14:paraId="70C1900B" w14:textId="77777777" w:rsidR="00D37400" w:rsidRDefault="00636A18">
      <w:r>
        <w:lastRenderedPageBreak/>
        <w:t>Alors tout me revint</w:t>
      </w:r>
      <w:r w:rsidR="00D37400">
        <w:t xml:space="preserve">, </w:t>
      </w:r>
      <w:r>
        <w:t>et je sortis</w:t>
      </w:r>
      <w:r w:rsidR="00D37400">
        <w:t xml:space="preserve">, </w:t>
      </w:r>
      <w:r>
        <w:t>malgré la pluie</w:t>
      </w:r>
      <w:r w:rsidR="00D37400">
        <w:t xml:space="preserve">, </w:t>
      </w:r>
      <w:r>
        <w:t>pour co</w:t>
      </w:r>
      <w:r>
        <w:t>u</w:t>
      </w:r>
      <w:r>
        <w:t>rir chez mon ami</w:t>
      </w:r>
      <w:r w:rsidR="00D37400">
        <w:t>.</w:t>
      </w:r>
    </w:p>
    <w:p w14:paraId="7835B839" w14:textId="77777777" w:rsidR="00D37400" w:rsidRDefault="00636A18">
      <w:r>
        <w:t>La petite chambre</w:t>
      </w:r>
      <w:r w:rsidR="00D37400">
        <w:t xml:space="preserve">, </w:t>
      </w:r>
      <w:r>
        <w:t>où nous avions passé tant d</w:t>
      </w:r>
      <w:r w:rsidR="00D37400">
        <w:t>’</w:t>
      </w:r>
      <w:r>
        <w:t>heureux instants</w:t>
      </w:r>
      <w:r w:rsidR="00D37400">
        <w:t xml:space="preserve">, </w:t>
      </w:r>
      <w:r>
        <w:t>était pleine de gens qui se regardaient en silence</w:t>
      </w:r>
      <w:r w:rsidR="00D37400">
        <w:t xml:space="preserve">. </w:t>
      </w:r>
      <w:proofErr w:type="spellStart"/>
      <w:r>
        <w:t>Frentzel</w:t>
      </w:r>
      <w:proofErr w:type="spellEnd"/>
      <w:r w:rsidR="00D37400">
        <w:t xml:space="preserve">, </w:t>
      </w:r>
      <w:r>
        <w:t>assise dans le fauteuil</w:t>
      </w:r>
      <w:r w:rsidR="00D37400">
        <w:t xml:space="preserve">, </w:t>
      </w:r>
      <w:r>
        <w:t>la figure dans son tablier</w:t>
      </w:r>
      <w:r w:rsidR="00D37400">
        <w:t xml:space="preserve">, </w:t>
      </w:r>
      <w:r>
        <w:t>ne bougeait pas</w:t>
      </w:r>
      <w:r w:rsidR="00D37400">
        <w:t xml:space="preserve"> ; </w:t>
      </w:r>
      <w:r>
        <w:t>les deux médecins seuls se trouvaient dans l</w:t>
      </w:r>
      <w:r w:rsidR="00D37400">
        <w:t>’</w:t>
      </w:r>
      <w:r>
        <w:t>alcôve</w:t>
      </w:r>
      <w:r w:rsidR="00D37400">
        <w:t xml:space="preserve">, </w:t>
      </w:r>
      <w:r>
        <w:t>et l</w:t>
      </w:r>
      <w:r w:rsidR="00D37400">
        <w:t>’</w:t>
      </w:r>
      <w:r>
        <w:t>on entendait Florentin respirer profondément</w:t>
      </w:r>
      <w:r w:rsidR="00D37400">
        <w:t>.</w:t>
      </w:r>
    </w:p>
    <w:p w14:paraId="77B5341D" w14:textId="77777777" w:rsidR="00D37400" w:rsidRDefault="00636A18">
      <w:r>
        <w:t>Les médecins lui parlaient</w:t>
      </w:r>
      <w:r w:rsidR="00D37400">
        <w:t xml:space="preserve">, </w:t>
      </w:r>
      <w:r>
        <w:t>il ne leur répondait pas</w:t>
      </w:r>
      <w:r w:rsidR="00D37400">
        <w:t>.</w:t>
      </w:r>
    </w:p>
    <w:p w14:paraId="151E85C0" w14:textId="77777777" w:rsidR="00D37400" w:rsidRDefault="00636A18">
      <w:r w:rsidRPr="009868F2">
        <w:t>Mon père</w:t>
      </w:r>
      <w:r w:rsidR="00D37400">
        <w:t xml:space="preserve">, </w:t>
      </w:r>
      <w:r w:rsidRPr="009868F2">
        <w:t>qui se tenait près de la fenêtre</w:t>
      </w:r>
      <w:r w:rsidR="00D37400">
        <w:t xml:space="preserve">, </w:t>
      </w:r>
      <w:r>
        <w:t>me prenant par la main</w:t>
      </w:r>
      <w:r w:rsidR="00D37400">
        <w:t xml:space="preserve">, </w:t>
      </w:r>
      <w:r>
        <w:t>me conduisit dans l</w:t>
      </w:r>
      <w:r w:rsidR="00D37400">
        <w:t>’</w:t>
      </w:r>
      <w:r>
        <w:t>alcôve et dit à l</w:t>
      </w:r>
      <w:r w:rsidR="00D37400">
        <w:t>’</w:t>
      </w:r>
      <w:r>
        <w:t>oreille du médecin-major</w:t>
      </w:r>
      <w:r w:rsidR="00D37400">
        <w:t> :</w:t>
      </w:r>
    </w:p>
    <w:p w14:paraId="03094FF7" w14:textId="7D9D42F4" w:rsidR="00636A18" w:rsidRDefault="00D37400">
      <w:r>
        <w:t>« </w:t>
      </w:r>
      <w:r w:rsidR="00636A18">
        <w:t>Voici l</w:t>
      </w:r>
      <w:r>
        <w:t>’</w:t>
      </w:r>
      <w:r w:rsidR="00636A18">
        <w:t>enfant qu</w:t>
      </w:r>
      <w:r>
        <w:t>’</w:t>
      </w:r>
      <w:r w:rsidR="00636A18">
        <w:t>il aime</w:t>
      </w:r>
      <w:r>
        <w:t xml:space="preserve">… </w:t>
      </w:r>
      <w:r w:rsidR="00636A18">
        <w:t>peut-être l</w:t>
      </w:r>
      <w:r>
        <w:t>’</w:t>
      </w:r>
      <w:r w:rsidR="00636A18">
        <w:t>entendra-t-il</w:t>
      </w:r>
      <w:r>
        <w:t>. »</w:t>
      </w:r>
    </w:p>
    <w:p w14:paraId="7BC7C7C5" w14:textId="77777777" w:rsidR="00D37400" w:rsidRDefault="00636A18">
      <w:r>
        <w:t>Alors on me dressa sur une chaise</w:t>
      </w:r>
      <w:r w:rsidR="00D37400">
        <w:t xml:space="preserve">, </w:t>
      </w:r>
      <w:r>
        <w:t>et je vis devant moi Fl</w:t>
      </w:r>
      <w:r>
        <w:t>o</w:t>
      </w:r>
      <w:r>
        <w:t>rentin</w:t>
      </w:r>
      <w:r w:rsidR="00D37400">
        <w:t xml:space="preserve">, </w:t>
      </w:r>
      <w:r>
        <w:t>grand</w:t>
      </w:r>
      <w:r w:rsidR="00D37400">
        <w:t xml:space="preserve">, – </w:t>
      </w:r>
      <w:r>
        <w:t>il me parut plus grand que je ne l</w:t>
      </w:r>
      <w:r w:rsidR="00D37400">
        <w:t>’</w:t>
      </w:r>
      <w:r>
        <w:t>avais jamais vu</w:t>
      </w:r>
      <w:r w:rsidR="00D37400">
        <w:t xml:space="preserve"> ! – </w:t>
      </w:r>
      <w:r>
        <w:t>Et sa figure pâle</w:t>
      </w:r>
      <w:r w:rsidR="00D37400">
        <w:t xml:space="preserve">, </w:t>
      </w:r>
      <w:r>
        <w:t>ses moustaches grises</w:t>
      </w:r>
      <w:r w:rsidR="00D37400">
        <w:t xml:space="preserve">, </w:t>
      </w:r>
      <w:r>
        <w:t>les quelques ch</w:t>
      </w:r>
      <w:r>
        <w:t>e</w:t>
      </w:r>
      <w:r>
        <w:t>veux blancs qui lui restaient avaient quelque chose de si triste</w:t>
      </w:r>
      <w:r w:rsidR="00D37400">
        <w:t xml:space="preserve">, </w:t>
      </w:r>
      <w:r>
        <w:t>que je me pris à sangloter</w:t>
      </w:r>
      <w:r w:rsidR="00D37400">
        <w:t xml:space="preserve">, </w:t>
      </w:r>
      <w:r>
        <w:t>en l</w:t>
      </w:r>
      <w:r w:rsidR="00D37400">
        <w:t>’</w:t>
      </w:r>
      <w:r>
        <w:t>appelant</w:t>
      </w:r>
      <w:r w:rsidR="00D37400">
        <w:t> :</w:t>
      </w:r>
    </w:p>
    <w:p w14:paraId="10B0F343" w14:textId="4EFDDB02" w:rsidR="00636A18" w:rsidRDefault="00D37400">
      <w:r>
        <w:t>« </w:t>
      </w:r>
      <w:r w:rsidR="00636A18">
        <w:t>Mon ami</w:t>
      </w:r>
      <w:r>
        <w:t> !… »</w:t>
      </w:r>
    </w:p>
    <w:p w14:paraId="6FB3AC3A" w14:textId="77777777" w:rsidR="00D37400" w:rsidRDefault="00636A18" w:rsidP="00846B39">
      <w:r>
        <w:t>Il ouvrit lentement ses yeux et me regarda</w:t>
      </w:r>
      <w:r w:rsidR="00D37400">
        <w:t xml:space="preserve">, </w:t>
      </w:r>
      <w:r>
        <w:t>mais aucun trait de sa longue figure ne bougea</w:t>
      </w:r>
      <w:r w:rsidR="00D37400">
        <w:t xml:space="preserve"> ; </w:t>
      </w:r>
      <w:r>
        <w:t>pourtant il semblait me reco</w:t>
      </w:r>
      <w:r>
        <w:t>n</w:t>
      </w:r>
      <w:r>
        <w:t>naître</w:t>
      </w:r>
      <w:r w:rsidR="00D37400">
        <w:t xml:space="preserve">, </w:t>
      </w:r>
      <w:r>
        <w:t>et sa main</w:t>
      </w:r>
      <w:r w:rsidR="00D37400">
        <w:t xml:space="preserve">, </w:t>
      </w:r>
      <w:r>
        <w:t>s</w:t>
      </w:r>
      <w:r w:rsidR="00D37400">
        <w:t>’</w:t>
      </w:r>
      <w:r>
        <w:t>élevant de la couverture</w:t>
      </w:r>
      <w:r w:rsidR="00D37400">
        <w:t xml:space="preserve">, </w:t>
      </w:r>
      <w:r>
        <w:t>s</w:t>
      </w:r>
      <w:r w:rsidR="00D37400">
        <w:t>’</w:t>
      </w:r>
      <w:r>
        <w:t>étendit vers moi</w:t>
      </w:r>
      <w:r w:rsidR="00D37400">
        <w:t xml:space="preserve">. </w:t>
      </w:r>
      <w:r>
        <w:t>Tous les autres</w:t>
      </w:r>
      <w:r w:rsidR="00D37400">
        <w:t xml:space="preserve">, </w:t>
      </w:r>
      <w:r>
        <w:t>penchés à l</w:t>
      </w:r>
      <w:r w:rsidR="00D37400">
        <w:t>’</w:t>
      </w:r>
      <w:r>
        <w:t>entrée de l</w:t>
      </w:r>
      <w:r w:rsidR="00D37400">
        <w:t>’</w:t>
      </w:r>
      <w:r>
        <w:t>alcôve</w:t>
      </w:r>
      <w:r w:rsidR="00D37400">
        <w:t xml:space="preserve">, </w:t>
      </w:r>
      <w:r>
        <w:t>murm</w:t>
      </w:r>
      <w:r>
        <w:t>u</w:t>
      </w:r>
      <w:r>
        <w:t>raient</w:t>
      </w:r>
      <w:r w:rsidR="00D37400">
        <w:t> :</w:t>
      </w:r>
    </w:p>
    <w:p w14:paraId="5FDE7807" w14:textId="3A47CDEC" w:rsidR="00636A18" w:rsidRDefault="00D37400">
      <w:r>
        <w:t>« </w:t>
      </w:r>
      <w:r w:rsidR="00636A18">
        <w:t>Il l</w:t>
      </w:r>
      <w:r>
        <w:t>’</w:t>
      </w:r>
      <w:r w:rsidR="00636A18">
        <w:t>a reconnu</w:t>
      </w:r>
      <w:r>
        <w:t> !… »</w:t>
      </w:r>
    </w:p>
    <w:p w14:paraId="53FFB9A2" w14:textId="77777777" w:rsidR="00D37400" w:rsidRDefault="00636A18">
      <w:r>
        <w:t>Le médecin-major Billard dit</w:t>
      </w:r>
      <w:r w:rsidR="00D37400">
        <w:t> :</w:t>
      </w:r>
    </w:p>
    <w:p w14:paraId="0C81BC6A" w14:textId="5AE31093" w:rsidR="00636A18" w:rsidRDefault="00D37400">
      <w:r>
        <w:t>« </w:t>
      </w:r>
      <w:r w:rsidR="00636A18">
        <w:t>Oui</w:t>
      </w:r>
      <w:r>
        <w:t xml:space="preserve">, </w:t>
      </w:r>
      <w:r w:rsidR="00636A18">
        <w:t>il l</w:t>
      </w:r>
      <w:r>
        <w:t>’</w:t>
      </w:r>
      <w:r w:rsidR="00636A18">
        <w:t>a reconnu</w:t>
      </w:r>
      <w:r>
        <w:t xml:space="preserve">… </w:t>
      </w:r>
      <w:r w:rsidR="00636A18">
        <w:t>mais il est bien bas</w:t>
      </w:r>
      <w:r>
        <w:t> ! »</w:t>
      </w:r>
    </w:p>
    <w:p w14:paraId="4181D04F" w14:textId="77777777" w:rsidR="00D37400" w:rsidRDefault="00636A18">
      <w:r>
        <w:rPr>
          <w:szCs w:val="36"/>
        </w:rPr>
        <w:lastRenderedPageBreak/>
        <w:t>Dans ce moment</w:t>
      </w:r>
      <w:r w:rsidR="00D37400">
        <w:rPr>
          <w:szCs w:val="36"/>
        </w:rPr>
        <w:t xml:space="preserve">, </w:t>
      </w:r>
      <w:r>
        <w:rPr>
          <w:szCs w:val="36"/>
        </w:rPr>
        <w:t>un bruit s</w:t>
      </w:r>
      <w:r w:rsidR="00D37400">
        <w:rPr>
          <w:szCs w:val="36"/>
        </w:rPr>
        <w:t>’</w:t>
      </w:r>
      <w:r>
        <w:rPr>
          <w:szCs w:val="36"/>
        </w:rPr>
        <w:t>éleva dehors</w:t>
      </w:r>
      <w:r w:rsidR="00D37400">
        <w:rPr>
          <w:szCs w:val="36"/>
        </w:rPr>
        <w:t xml:space="preserve">, </w:t>
      </w:r>
      <w:r>
        <w:t>dans la petite a</w:t>
      </w:r>
      <w:r>
        <w:t>l</w:t>
      </w:r>
      <w:r>
        <w:t>lée</w:t>
      </w:r>
      <w:r w:rsidR="00D37400">
        <w:t xml:space="preserve">, </w:t>
      </w:r>
      <w:r>
        <w:t>et l</w:t>
      </w:r>
      <w:r w:rsidR="00D37400">
        <w:t>’</w:t>
      </w:r>
      <w:r>
        <w:t>on se demandait</w:t>
      </w:r>
      <w:r w:rsidR="00D37400">
        <w:t> :</w:t>
      </w:r>
    </w:p>
    <w:p w14:paraId="102D544B" w14:textId="14815AB7" w:rsidR="00636A18" w:rsidRDefault="00D37400">
      <w:pPr>
        <w:rPr>
          <w:szCs w:val="36"/>
        </w:rPr>
      </w:pPr>
      <w:r>
        <w:t>« </w:t>
      </w:r>
      <w:r w:rsidR="00636A18">
        <w:t>Qu</w:t>
      </w:r>
      <w:r>
        <w:t>’</w:t>
      </w:r>
      <w:r w:rsidR="00636A18">
        <w:t>est-ce que c</w:t>
      </w:r>
      <w:r>
        <w:t>’</w:t>
      </w:r>
      <w:r w:rsidR="00636A18">
        <w:t>est</w:t>
      </w:r>
      <w:r>
        <w:t> ? »</w:t>
      </w:r>
    </w:p>
    <w:p w14:paraId="11822DA5" w14:textId="77777777" w:rsidR="00D37400" w:rsidRDefault="00636A18">
      <w:r>
        <w:t>Quelqu</w:t>
      </w:r>
      <w:r w:rsidR="00D37400">
        <w:t>’</w:t>
      </w:r>
      <w:r>
        <w:t>un alla voir et vint dire que le capitaine Ader et le tambour-maître Padoue rapportaient le drapeau</w:t>
      </w:r>
      <w:r w:rsidR="00D37400">
        <w:t xml:space="preserve"> ; </w:t>
      </w:r>
      <w:r>
        <w:t>ils étaient partis la veille au soir à sa recherche</w:t>
      </w:r>
      <w:r w:rsidR="00D37400">
        <w:t xml:space="preserve"> ; </w:t>
      </w:r>
      <w:r>
        <w:t>et le capitaine Ader</w:t>
      </w:r>
      <w:r w:rsidR="00D37400">
        <w:t xml:space="preserve">, </w:t>
      </w:r>
      <w:r>
        <w:t>trempé de pluie</w:t>
      </w:r>
      <w:r w:rsidR="00D37400">
        <w:t xml:space="preserve">, </w:t>
      </w:r>
      <w:r>
        <w:t>l</w:t>
      </w:r>
      <w:r w:rsidR="00D37400">
        <w:t>’</w:t>
      </w:r>
      <w:r>
        <w:t>épée au côté</w:t>
      </w:r>
      <w:r w:rsidR="00D37400">
        <w:t xml:space="preserve">, </w:t>
      </w:r>
      <w:r>
        <w:t>l</w:t>
      </w:r>
      <w:r w:rsidR="00D37400">
        <w:t>’</w:t>
      </w:r>
      <w:r>
        <w:t>air farouche et le drapeau dans son étui à la main</w:t>
      </w:r>
      <w:r w:rsidR="00D37400">
        <w:t xml:space="preserve">, </w:t>
      </w:r>
      <w:r>
        <w:t>entra en disant</w:t>
      </w:r>
      <w:r w:rsidR="00D37400">
        <w:t> :</w:t>
      </w:r>
    </w:p>
    <w:p w14:paraId="55668247" w14:textId="2C213886" w:rsidR="00636A18" w:rsidRDefault="00D37400">
      <w:pPr>
        <w:rPr>
          <w:szCs w:val="36"/>
        </w:rPr>
      </w:pPr>
      <w:r>
        <w:t>« </w:t>
      </w:r>
      <w:r w:rsidR="00636A18">
        <w:t>Le misérable a reçu son compte</w:t>
      </w:r>
      <w:r>
        <w:t xml:space="preserve">… </w:t>
      </w:r>
      <w:r w:rsidR="00636A18">
        <w:t>il est là-bas dans l</w:t>
      </w:r>
      <w:r>
        <w:t>’</w:t>
      </w:r>
      <w:r w:rsidR="00636A18">
        <w:t>herbe</w:t>
      </w:r>
      <w:r>
        <w:t xml:space="preserve">, </w:t>
      </w:r>
      <w:r w:rsidR="00636A18">
        <w:t>derrière l</w:t>
      </w:r>
      <w:r>
        <w:t>’</w:t>
      </w:r>
      <w:r w:rsidR="00636A18">
        <w:t xml:space="preserve">auberge de la </w:t>
      </w:r>
      <w:proofErr w:type="spellStart"/>
      <w:r w:rsidR="00636A18">
        <w:t>Maladrie</w:t>
      </w:r>
      <w:proofErr w:type="spellEnd"/>
      <w:r>
        <w:t xml:space="preserve"> ; </w:t>
      </w:r>
      <w:r w:rsidR="00636A18">
        <w:t>il ne déshonorera plus les braves gens</w:t>
      </w:r>
      <w:r>
        <w:t xml:space="preserve">, </w:t>
      </w:r>
      <w:r w:rsidR="00636A18">
        <w:t>l</w:t>
      </w:r>
      <w:r>
        <w:t>’</w:t>
      </w:r>
      <w:r w:rsidR="00636A18">
        <w:t>ivrogne</w:t>
      </w:r>
      <w:r>
        <w:t> ! »</w:t>
      </w:r>
    </w:p>
    <w:p w14:paraId="7617C899" w14:textId="77777777" w:rsidR="00D37400" w:rsidRDefault="00636A18">
      <w:r>
        <w:t>On comprit qu</w:t>
      </w:r>
      <w:r w:rsidR="00D37400">
        <w:t>’</w:t>
      </w:r>
      <w:r>
        <w:t>un duel avait eu lieu et que Blanchet avait été tué</w:t>
      </w:r>
      <w:r w:rsidR="00D37400">
        <w:t>.</w:t>
      </w:r>
    </w:p>
    <w:p w14:paraId="489815C6" w14:textId="77777777" w:rsidR="00D37400" w:rsidRDefault="00636A18">
      <w:r>
        <w:t>Mais</w:t>
      </w:r>
      <w:r w:rsidR="00D37400">
        <w:t xml:space="preserve">, </w:t>
      </w:r>
      <w:r>
        <w:t>comme Ader s</w:t>
      </w:r>
      <w:r w:rsidR="00D37400">
        <w:t>’</w:t>
      </w:r>
      <w:r>
        <w:t>avançait vers l</w:t>
      </w:r>
      <w:r w:rsidR="00D37400">
        <w:t>’</w:t>
      </w:r>
      <w:r>
        <w:t>alcôve</w:t>
      </w:r>
      <w:r w:rsidR="00D37400">
        <w:t xml:space="preserve">, </w:t>
      </w:r>
      <w:r>
        <w:t>Françoise</w:t>
      </w:r>
      <w:r w:rsidR="00D37400">
        <w:t xml:space="preserve">, </w:t>
      </w:r>
      <w:r>
        <w:t>se l</w:t>
      </w:r>
      <w:r>
        <w:t>e</w:t>
      </w:r>
      <w:r>
        <w:t>vant précipitamment</w:t>
      </w:r>
      <w:r w:rsidR="00D37400">
        <w:t xml:space="preserve">, </w:t>
      </w:r>
      <w:r>
        <w:t>dit</w:t>
      </w:r>
      <w:r w:rsidR="00D37400">
        <w:t> :</w:t>
      </w:r>
    </w:p>
    <w:p w14:paraId="25C2D763" w14:textId="097780E2" w:rsidR="00636A18" w:rsidRDefault="00D37400">
      <w:pPr>
        <w:rPr>
          <w:szCs w:val="36"/>
        </w:rPr>
      </w:pPr>
      <w:r>
        <w:t>« </w:t>
      </w:r>
      <w:r w:rsidR="00636A18">
        <w:t>Non</w:t>
      </w:r>
      <w:r>
        <w:t xml:space="preserve"> !… </w:t>
      </w:r>
      <w:r w:rsidR="00636A18">
        <w:t>non</w:t>
      </w:r>
      <w:r>
        <w:t xml:space="preserve"> !… </w:t>
      </w:r>
      <w:r w:rsidR="00636A18">
        <w:t>n</w:t>
      </w:r>
      <w:r>
        <w:t>’</w:t>
      </w:r>
      <w:proofErr w:type="spellStart"/>
      <w:r w:rsidR="00636A18">
        <w:t>entrez</w:t>
      </w:r>
      <w:proofErr w:type="spellEnd"/>
      <w:r w:rsidR="00636A18">
        <w:t xml:space="preserve"> pas</w:t>
      </w:r>
      <w:r>
        <w:t xml:space="preserve">… </w:t>
      </w:r>
      <w:r w:rsidR="00636A18">
        <w:t>C</w:t>
      </w:r>
      <w:r>
        <w:t>’</w:t>
      </w:r>
      <w:r w:rsidR="00636A18">
        <w:t>est Lucien qui doit lui présenter le drapeau</w:t>
      </w:r>
      <w:r>
        <w:t xml:space="preserve">… </w:t>
      </w:r>
      <w:r w:rsidR="00636A18">
        <w:t>Votre vue le tuerait</w:t>
      </w:r>
      <w:r>
        <w:t xml:space="preserve">, </w:t>
      </w:r>
      <w:r w:rsidR="00636A18">
        <w:t>monsieur Ader</w:t>
      </w:r>
      <w:r>
        <w:t>. »</w:t>
      </w:r>
    </w:p>
    <w:p w14:paraId="3B07C7F4" w14:textId="77777777" w:rsidR="00D37400" w:rsidRDefault="00636A18">
      <w:r>
        <w:t>Elle fondait en larmes</w:t>
      </w:r>
      <w:r w:rsidR="00D37400">
        <w:t xml:space="preserve">, </w:t>
      </w:r>
      <w:r>
        <w:t>et tous les assistants comprirent qu</w:t>
      </w:r>
      <w:r w:rsidR="00D37400">
        <w:t>’</w:t>
      </w:r>
      <w:r>
        <w:t>elle avait raison</w:t>
      </w:r>
      <w:r w:rsidR="00D37400">
        <w:t xml:space="preserve">. </w:t>
      </w:r>
      <w:r>
        <w:t>On tira donc le drapeau de son étui et l</w:t>
      </w:r>
      <w:r w:rsidR="00D37400">
        <w:t>’</w:t>
      </w:r>
      <w:r>
        <w:t>on me dit de le tenir</w:t>
      </w:r>
      <w:r w:rsidR="00D37400">
        <w:t xml:space="preserve">, </w:t>
      </w:r>
      <w:r>
        <w:t>puis d</w:t>
      </w:r>
      <w:r w:rsidR="00D37400">
        <w:t>’</w:t>
      </w:r>
      <w:r>
        <w:t>appeler Florentin</w:t>
      </w:r>
      <w:r w:rsidR="00D37400">
        <w:t xml:space="preserve">, </w:t>
      </w:r>
      <w:r>
        <w:t>ce que je fis en criant</w:t>
      </w:r>
      <w:r w:rsidR="00D37400">
        <w:t> :</w:t>
      </w:r>
    </w:p>
    <w:p w14:paraId="73582724" w14:textId="0D882533" w:rsidR="00636A18" w:rsidRDefault="00D37400">
      <w:r>
        <w:t>« </w:t>
      </w:r>
      <w:r w:rsidR="00636A18">
        <w:t>Mon ami</w:t>
      </w:r>
      <w:r>
        <w:t xml:space="preserve"> !… </w:t>
      </w:r>
      <w:r w:rsidR="00636A18">
        <w:t>mon ami</w:t>
      </w:r>
      <w:r>
        <w:t xml:space="preserve"> !… </w:t>
      </w:r>
      <w:r w:rsidR="00636A18">
        <w:t>tiens</w:t>
      </w:r>
      <w:r>
        <w:t xml:space="preserve">, </w:t>
      </w:r>
      <w:r w:rsidR="00636A18">
        <w:t>voici ton drapeau</w:t>
      </w:r>
      <w:r>
        <w:t> ! »</w:t>
      </w:r>
    </w:p>
    <w:p w14:paraId="633C5130" w14:textId="77777777" w:rsidR="00D37400" w:rsidRDefault="00636A18">
      <w:r>
        <w:t>Et</w:t>
      </w:r>
      <w:r w:rsidR="00D37400">
        <w:t xml:space="preserve">, </w:t>
      </w:r>
      <w:r>
        <w:t>pour la seconde fois</w:t>
      </w:r>
      <w:r w:rsidR="00D37400">
        <w:t xml:space="preserve">, </w:t>
      </w:r>
      <w:r>
        <w:t>il ouvrit les yeux</w:t>
      </w:r>
      <w:r w:rsidR="00D37400">
        <w:t xml:space="preserve">, </w:t>
      </w:r>
      <w:r>
        <w:t>me regardant d</w:t>
      </w:r>
      <w:r w:rsidR="00D37400">
        <w:t>’</w:t>
      </w:r>
      <w:r>
        <w:t>abord</w:t>
      </w:r>
      <w:r w:rsidR="00D37400">
        <w:t xml:space="preserve">, </w:t>
      </w:r>
      <w:r>
        <w:t>puis le drapeau du haut en bas</w:t>
      </w:r>
      <w:r w:rsidR="00D37400">
        <w:t xml:space="preserve"> ; </w:t>
      </w:r>
      <w:r>
        <w:t>un éclair illumina son front</w:t>
      </w:r>
      <w:r w:rsidR="00D37400">
        <w:t xml:space="preserve">, </w:t>
      </w:r>
      <w:r>
        <w:t>sa main se leva</w:t>
      </w:r>
      <w:r w:rsidR="00D37400">
        <w:t xml:space="preserve">, </w:t>
      </w:r>
      <w:r>
        <w:t>et je couchai le drapeau près du vieillard</w:t>
      </w:r>
      <w:r w:rsidR="00D37400">
        <w:t xml:space="preserve">, </w:t>
      </w:r>
      <w:r>
        <w:t>contre son épaule</w:t>
      </w:r>
      <w:r w:rsidR="00D37400">
        <w:t xml:space="preserve">. </w:t>
      </w:r>
      <w:r>
        <w:t>Alors</w:t>
      </w:r>
      <w:r w:rsidR="00D37400">
        <w:t xml:space="preserve">, </w:t>
      </w:r>
      <w:r>
        <w:t>exhalant un long soupir</w:t>
      </w:r>
      <w:r w:rsidR="00D37400">
        <w:t xml:space="preserve">, </w:t>
      </w:r>
      <w:r>
        <w:t>il parut s</w:t>
      </w:r>
      <w:r w:rsidR="00D37400">
        <w:t>’</w:t>
      </w:r>
      <w:r>
        <w:t>apaiser</w:t>
      </w:r>
      <w:r w:rsidR="00D37400">
        <w:t xml:space="preserve"> ; </w:t>
      </w:r>
      <w:r>
        <w:t>ses traits rigides se détendirent</w:t>
      </w:r>
      <w:r w:rsidR="00D37400">
        <w:t xml:space="preserve">, </w:t>
      </w:r>
      <w:r>
        <w:t>une sorte de sourire entr</w:t>
      </w:r>
      <w:r w:rsidR="00D37400">
        <w:t>’</w:t>
      </w:r>
      <w:r>
        <w:t>ouvrit ses lèvres</w:t>
      </w:r>
      <w:r w:rsidR="00D37400">
        <w:t xml:space="preserve">, </w:t>
      </w:r>
      <w:r>
        <w:t xml:space="preserve">une grande pâleur couvrit sa </w:t>
      </w:r>
      <w:r>
        <w:lastRenderedPageBreak/>
        <w:t>face</w:t>
      </w:r>
      <w:r w:rsidR="00D37400">
        <w:t xml:space="preserve">… </w:t>
      </w:r>
      <w:r>
        <w:t>il ce</w:t>
      </w:r>
      <w:r>
        <w:t>s</w:t>
      </w:r>
      <w:r>
        <w:t>sa de respirer</w:t>
      </w:r>
      <w:r w:rsidR="00D37400">
        <w:t xml:space="preserve">… </w:t>
      </w:r>
      <w:r>
        <w:t>Son bras gauche s</w:t>
      </w:r>
      <w:r w:rsidR="00D37400">
        <w:t>’</w:t>
      </w:r>
      <w:r>
        <w:t>était replié</w:t>
      </w:r>
      <w:r w:rsidR="00D37400">
        <w:t xml:space="preserve">, </w:t>
      </w:r>
      <w:r>
        <w:t>serrant le dr</w:t>
      </w:r>
      <w:r>
        <w:t>a</w:t>
      </w:r>
      <w:r>
        <w:t>peau sur son cœur</w:t>
      </w:r>
      <w:r w:rsidR="00D37400">
        <w:t xml:space="preserve">… </w:t>
      </w:r>
      <w:r>
        <w:t>Je croyais qu</w:t>
      </w:r>
      <w:r w:rsidR="00D37400">
        <w:t>’</w:t>
      </w:r>
      <w:r>
        <w:t>il dormait</w:t>
      </w:r>
      <w:r w:rsidR="00D37400">
        <w:t>.</w:t>
      </w:r>
    </w:p>
    <w:p w14:paraId="4F630859" w14:textId="1C75ADBE" w:rsidR="00D37400" w:rsidRDefault="00636A18">
      <w:r>
        <w:t>Ainsi mourut Sébastien Florentin</w:t>
      </w:r>
      <w:r w:rsidR="00D37400">
        <w:t xml:space="preserve">, </w:t>
      </w:r>
      <w:r>
        <w:t>le 1</w:t>
      </w:r>
      <w:r w:rsidR="00D37400">
        <w:t>5 octobre</w:t>
      </w:r>
      <w:r>
        <w:t xml:space="preserve"> 1830</w:t>
      </w:r>
      <w:r w:rsidR="00D37400">
        <w:t>.</w:t>
      </w:r>
    </w:p>
    <w:p w14:paraId="4148F72E" w14:textId="77777777" w:rsidR="00D37400" w:rsidRDefault="00636A18">
      <w:r>
        <w:t>Et tout ce jour-là</w:t>
      </w:r>
      <w:r w:rsidR="00D37400">
        <w:t xml:space="preserve">, </w:t>
      </w:r>
      <w:r>
        <w:t>jusqu</w:t>
      </w:r>
      <w:r w:rsidR="00D37400">
        <w:t>’</w:t>
      </w:r>
      <w:r>
        <w:t>au soir</w:t>
      </w:r>
      <w:r w:rsidR="00D37400">
        <w:t xml:space="preserve">, </w:t>
      </w:r>
      <w:r>
        <w:t>ses nombreux amis de Phalsbourg</w:t>
      </w:r>
      <w:r w:rsidR="00D37400">
        <w:t xml:space="preserve">, </w:t>
      </w:r>
      <w:r>
        <w:t>les gardes nationaux qui l</w:t>
      </w:r>
      <w:r w:rsidR="00D37400">
        <w:t>’</w:t>
      </w:r>
      <w:r>
        <w:t>avaient nommé à l</w:t>
      </w:r>
      <w:r w:rsidR="00D37400">
        <w:t>’</w:t>
      </w:r>
      <w:r>
        <w:t>unanimité</w:t>
      </w:r>
      <w:r w:rsidR="00D37400">
        <w:t xml:space="preserve">, </w:t>
      </w:r>
      <w:r>
        <w:t>défilèrent dans son alcôve et le regardèrent</w:t>
      </w:r>
      <w:r w:rsidR="00D37400">
        <w:t>.</w:t>
      </w:r>
    </w:p>
    <w:p w14:paraId="4ACD74E2" w14:textId="77777777" w:rsidR="00D37400" w:rsidRDefault="00636A18">
      <w:r>
        <w:t>Il était grand et beau</w:t>
      </w:r>
      <w:r w:rsidR="00D37400">
        <w:t xml:space="preserve">, </w:t>
      </w:r>
      <w:r>
        <w:t>avec son drapeau tricolore dont les plis l</w:t>
      </w:r>
      <w:r w:rsidR="00D37400">
        <w:t>’</w:t>
      </w:r>
      <w:r>
        <w:t>enveloppaient</w:t>
      </w:r>
      <w:r w:rsidR="00D37400">
        <w:t xml:space="preserve"> ; </w:t>
      </w:r>
      <w:r>
        <w:t>il semblait être redevenu jeune et défendre le sol de la patrie</w:t>
      </w:r>
      <w:r w:rsidR="00D37400">
        <w:t xml:space="preserve">, </w:t>
      </w:r>
      <w:r>
        <w:t>comme à Valmy</w:t>
      </w:r>
      <w:r w:rsidR="00D37400">
        <w:t xml:space="preserve">, </w:t>
      </w:r>
      <w:r>
        <w:t>à Jemmapes</w:t>
      </w:r>
      <w:r w:rsidR="00D37400">
        <w:t xml:space="preserve">, </w:t>
      </w:r>
      <w:r>
        <w:t>à Fleurus</w:t>
      </w:r>
      <w:r w:rsidR="00D37400">
        <w:t>.</w:t>
      </w:r>
    </w:p>
    <w:p w14:paraId="6169D129" w14:textId="77777777" w:rsidR="00D37400" w:rsidRDefault="00636A18">
      <w:r>
        <w:t>Bien des années se sont passées depuis la mort du vieux soldat</w:t>
      </w:r>
      <w:r w:rsidR="00D37400">
        <w:t xml:space="preserve">, </w:t>
      </w:r>
      <w:r>
        <w:t>et la grande cérémonie funèbre qui suivit reste présente à ma mémoire</w:t>
      </w:r>
      <w:r w:rsidR="00D37400">
        <w:t>.</w:t>
      </w:r>
    </w:p>
    <w:p w14:paraId="4DF173C9" w14:textId="77777777" w:rsidR="00D37400" w:rsidRDefault="00636A18">
      <w:r>
        <w:t>C</w:t>
      </w:r>
      <w:r w:rsidR="00D37400">
        <w:t>’</w:t>
      </w:r>
      <w:r>
        <w:t>était une de ces journées d</w:t>
      </w:r>
      <w:r w:rsidR="00D37400">
        <w:t>’</w:t>
      </w:r>
      <w:r>
        <w:t>automne encore chaudes</w:t>
      </w:r>
      <w:r w:rsidR="00D37400">
        <w:t xml:space="preserve">, </w:t>
      </w:r>
      <w:r>
        <w:t>mais brumeuses</w:t>
      </w:r>
      <w:r w:rsidR="00D37400">
        <w:t xml:space="preserve">, </w:t>
      </w:r>
      <w:r>
        <w:t>qui suivent les orages</w:t>
      </w:r>
      <w:r w:rsidR="00D37400">
        <w:t xml:space="preserve">. </w:t>
      </w:r>
      <w:r>
        <w:t>Les arbres se voient comme des ombres au milieu du brouillard</w:t>
      </w:r>
      <w:r w:rsidR="00D37400">
        <w:t xml:space="preserve">. </w:t>
      </w:r>
      <w:r>
        <w:t>Dans ce temps au</w:t>
      </w:r>
      <w:r>
        <w:t>s</w:t>
      </w:r>
      <w:r>
        <w:t>si</w:t>
      </w:r>
      <w:r w:rsidR="00D37400">
        <w:t xml:space="preserve">, </w:t>
      </w:r>
      <w:r>
        <w:t>les oiseaux ayant fini depuis longtemps de nicher</w:t>
      </w:r>
      <w:r w:rsidR="00D37400">
        <w:t xml:space="preserve">, </w:t>
      </w:r>
      <w:r>
        <w:t>les hiro</w:t>
      </w:r>
      <w:r>
        <w:t>n</w:t>
      </w:r>
      <w:r>
        <w:t>delles étant parties</w:t>
      </w:r>
      <w:r w:rsidR="00D37400">
        <w:t xml:space="preserve">, </w:t>
      </w:r>
      <w:r>
        <w:t>tout est silencieux</w:t>
      </w:r>
      <w:r w:rsidR="00D37400">
        <w:t>.</w:t>
      </w:r>
    </w:p>
    <w:p w14:paraId="1E27F4AC" w14:textId="7289858A" w:rsidR="00D37400" w:rsidRDefault="00636A18">
      <w:r>
        <w:t>Toute la ville et les environs suivaient le cercueil de mon ami</w:t>
      </w:r>
      <w:r w:rsidR="00D37400">
        <w:t xml:space="preserve">, </w:t>
      </w:r>
      <w:r>
        <w:t>où reposaient sa croix et son épée</w:t>
      </w:r>
      <w:r w:rsidR="00D37400">
        <w:t xml:space="preserve">. </w:t>
      </w:r>
      <w:r>
        <w:t>Les tambours</w:t>
      </w:r>
      <w:r w:rsidR="00D37400">
        <w:t xml:space="preserve">, </w:t>
      </w:r>
      <w:r>
        <w:t>couverts d</w:t>
      </w:r>
      <w:r w:rsidR="00D37400">
        <w:t>’</w:t>
      </w:r>
      <w:r>
        <w:t>un crêpe</w:t>
      </w:r>
      <w:r w:rsidR="00D37400">
        <w:t xml:space="preserve">, </w:t>
      </w:r>
      <w:r>
        <w:t>battaient sourdement et s</w:t>
      </w:r>
      <w:r w:rsidR="00D37400">
        <w:t>’</w:t>
      </w:r>
      <w:r>
        <w:t>interrompaient de s</w:t>
      </w:r>
      <w:r>
        <w:t>e</w:t>
      </w:r>
      <w:r>
        <w:t>conde en seconde comme par un sanglot</w:t>
      </w:r>
      <w:r w:rsidR="00D37400">
        <w:t xml:space="preserve">. </w:t>
      </w:r>
      <w:r>
        <w:t>La garde nationale e</w:t>
      </w:r>
      <w:r>
        <w:t>n</w:t>
      </w:r>
      <w:r>
        <w:t>tière</w:t>
      </w:r>
      <w:r w:rsidR="00D37400">
        <w:t xml:space="preserve">, </w:t>
      </w:r>
      <w:r>
        <w:t>une compagnie du 1</w:t>
      </w:r>
      <w:r w:rsidR="00D37400">
        <w:t>8</w:t>
      </w:r>
      <w:r w:rsidR="00D37400" w:rsidRPr="00D37400">
        <w:rPr>
          <w:vertAlign w:val="superscript"/>
        </w:rPr>
        <w:t>e</w:t>
      </w:r>
      <w:r>
        <w:t xml:space="preserve"> en tête</w:t>
      </w:r>
      <w:r w:rsidR="00D37400">
        <w:t xml:space="preserve">, </w:t>
      </w:r>
      <w:r>
        <w:t>accompagnait le convoi f</w:t>
      </w:r>
      <w:r>
        <w:t>u</w:t>
      </w:r>
      <w:r>
        <w:t>nèbre</w:t>
      </w:r>
      <w:r w:rsidR="00D37400">
        <w:t xml:space="preserve">, </w:t>
      </w:r>
      <w:r>
        <w:t>les fusils renversés sous le bras</w:t>
      </w:r>
      <w:r w:rsidR="00D37400">
        <w:t xml:space="preserve">. </w:t>
      </w:r>
      <w:r>
        <w:t>Puis venaient les ho</w:t>
      </w:r>
      <w:r>
        <w:t>n</w:t>
      </w:r>
      <w:r>
        <w:t>nêtes bourgeois</w:t>
      </w:r>
      <w:r w:rsidR="00D37400">
        <w:t xml:space="preserve">, </w:t>
      </w:r>
      <w:r>
        <w:t>les bonnes femmes suivant à perte de vue</w:t>
      </w:r>
      <w:r w:rsidR="00D37400">
        <w:t xml:space="preserve"> ; </w:t>
      </w:r>
      <w:r>
        <w:t>le co</w:t>
      </w:r>
      <w:r>
        <w:t>r</w:t>
      </w:r>
      <w:r>
        <w:t>tège se prolongeait de la ville jusqu</w:t>
      </w:r>
      <w:r w:rsidR="00D37400">
        <w:t>’</w:t>
      </w:r>
      <w:r>
        <w:t>au cimetière</w:t>
      </w:r>
      <w:r w:rsidR="00D37400">
        <w:t>.</w:t>
      </w:r>
    </w:p>
    <w:p w14:paraId="674DD068" w14:textId="77777777" w:rsidR="00D37400" w:rsidRDefault="00636A18">
      <w:r>
        <w:t>Nicole et Françoise marchaient devant nous</w:t>
      </w:r>
      <w:r w:rsidR="00D37400">
        <w:t xml:space="preserve">, </w:t>
      </w:r>
      <w:r>
        <w:t>tout en larmes</w:t>
      </w:r>
      <w:r w:rsidR="00D37400">
        <w:t xml:space="preserve"> ; </w:t>
      </w:r>
      <w:r>
        <w:t>Justine me tenait par la main</w:t>
      </w:r>
      <w:r w:rsidR="00D37400">
        <w:t xml:space="preserve">. </w:t>
      </w:r>
      <w:r>
        <w:t>Nous n</w:t>
      </w:r>
      <w:r w:rsidR="00D37400">
        <w:t>’</w:t>
      </w:r>
      <w:r>
        <w:t>étions pas encore entrés au cimetière</w:t>
      </w:r>
      <w:r w:rsidR="00D37400">
        <w:t xml:space="preserve">, </w:t>
      </w:r>
      <w:r>
        <w:t>nous n</w:t>
      </w:r>
      <w:r w:rsidR="00D37400">
        <w:t>’</w:t>
      </w:r>
      <w:r>
        <w:t xml:space="preserve">avions jamais passé près de </w:t>
      </w:r>
      <w:r>
        <w:lastRenderedPageBreak/>
        <w:t>ces tombes</w:t>
      </w:r>
      <w:r w:rsidR="00D37400">
        <w:t xml:space="preserve">, </w:t>
      </w:r>
      <w:r>
        <w:t>de ces croix</w:t>
      </w:r>
      <w:r w:rsidR="00D37400">
        <w:t xml:space="preserve">, </w:t>
      </w:r>
      <w:r>
        <w:t>sous les vieux saules</w:t>
      </w:r>
      <w:r w:rsidR="00D37400">
        <w:t xml:space="preserve">, </w:t>
      </w:r>
      <w:r>
        <w:t>dont les feuilles se détachaient au souffle de l</w:t>
      </w:r>
      <w:r w:rsidR="00D37400">
        <w:t>’</w:t>
      </w:r>
      <w:r>
        <w:t>automne et voltigeaient autour de nous</w:t>
      </w:r>
      <w:r w:rsidR="00D37400">
        <w:t xml:space="preserve">, </w:t>
      </w:r>
      <w:r>
        <w:t>et nous n</w:t>
      </w:r>
      <w:r w:rsidR="00D37400">
        <w:t>’</w:t>
      </w:r>
      <w:r>
        <w:t>avions pas encore regardé la fosse ouverte</w:t>
      </w:r>
      <w:r w:rsidR="00D37400">
        <w:t xml:space="preserve">, </w:t>
      </w:r>
      <w:r>
        <w:t>e</w:t>
      </w:r>
      <w:r>
        <w:t>n</w:t>
      </w:r>
      <w:r>
        <w:t>tourée de terre fraîchement remuée</w:t>
      </w:r>
      <w:r w:rsidR="00D37400">
        <w:t xml:space="preserve">, </w:t>
      </w:r>
      <w:r>
        <w:t>où des os et des têtes app</w:t>
      </w:r>
      <w:r>
        <w:t>a</w:t>
      </w:r>
      <w:r>
        <w:t>raissent confondus avec la glèbe</w:t>
      </w:r>
      <w:r w:rsidR="00D37400">
        <w:t>.</w:t>
      </w:r>
    </w:p>
    <w:p w14:paraId="6F5B5D3C" w14:textId="77777777" w:rsidR="00D37400" w:rsidRDefault="00636A18">
      <w:r>
        <w:t>Cette vue</w:t>
      </w:r>
      <w:r w:rsidR="00D37400">
        <w:t xml:space="preserve">, </w:t>
      </w:r>
      <w:r>
        <w:t>je dois le dire</w:t>
      </w:r>
      <w:r w:rsidR="00D37400">
        <w:t xml:space="preserve">, </w:t>
      </w:r>
      <w:r>
        <w:t>me fit horreur</w:t>
      </w:r>
      <w:r w:rsidR="00D37400">
        <w:t xml:space="preserve">. </w:t>
      </w:r>
      <w:r>
        <w:t>Et quand le ce</w:t>
      </w:r>
      <w:r>
        <w:t>r</w:t>
      </w:r>
      <w:r>
        <w:t>cueil de mon ami glissa sur les cordes</w:t>
      </w:r>
      <w:r w:rsidR="00D37400">
        <w:t xml:space="preserve">, </w:t>
      </w:r>
      <w:r>
        <w:t>au fond du grand trou noir</w:t>
      </w:r>
      <w:r w:rsidR="00D37400">
        <w:t xml:space="preserve"> ; </w:t>
      </w:r>
      <w:r>
        <w:t>quand les soldats s</w:t>
      </w:r>
      <w:r w:rsidR="00D37400">
        <w:t>’</w:t>
      </w:r>
      <w:r>
        <w:t>approchèrent un à un</w:t>
      </w:r>
      <w:r w:rsidR="00D37400">
        <w:t xml:space="preserve">, </w:t>
      </w:r>
      <w:r>
        <w:t>la crosse du f</w:t>
      </w:r>
      <w:r>
        <w:t>u</w:t>
      </w:r>
      <w:r>
        <w:t>sil à l</w:t>
      </w:r>
      <w:r w:rsidR="00D37400">
        <w:t>’</w:t>
      </w:r>
      <w:r>
        <w:t>épaule</w:t>
      </w:r>
      <w:r w:rsidR="00D37400">
        <w:t xml:space="preserve">, </w:t>
      </w:r>
      <w:r>
        <w:t>pour tirer dans le gouffre</w:t>
      </w:r>
      <w:r w:rsidR="00D37400">
        <w:t xml:space="preserve"> ; </w:t>
      </w:r>
      <w:r>
        <w:t>quand les sanglots écl</w:t>
      </w:r>
      <w:r>
        <w:t>a</w:t>
      </w:r>
      <w:r>
        <w:t>tèrent de tous les côtés au milieu de la foule</w:t>
      </w:r>
      <w:r w:rsidR="00D37400">
        <w:t xml:space="preserve">, </w:t>
      </w:r>
      <w:r>
        <w:t>je fus sur le point de défaillir</w:t>
      </w:r>
      <w:r w:rsidR="00D37400">
        <w:t>.</w:t>
      </w:r>
    </w:p>
    <w:p w14:paraId="7BC41580" w14:textId="77777777" w:rsidR="00D37400" w:rsidRDefault="00636A18">
      <w:r>
        <w:t>Ah</w:t>
      </w:r>
      <w:r w:rsidR="00D37400">
        <w:t xml:space="preserve"> ! </w:t>
      </w:r>
      <w:r>
        <w:t>si quelque chose avait pu réveiller Florentin</w:t>
      </w:r>
      <w:r w:rsidR="00D37400">
        <w:t xml:space="preserve">, </w:t>
      </w:r>
      <w:r>
        <w:t>c</w:t>
      </w:r>
      <w:r w:rsidR="00D37400">
        <w:t>’</w:t>
      </w:r>
      <w:r>
        <w:t>était bien cette fusillade qu</w:t>
      </w:r>
      <w:r w:rsidR="00D37400">
        <w:t>’</w:t>
      </w:r>
      <w:r>
        <w:t>il avait entendue sur tous les champs de bataille depuis 92</w:t>
      </w:r>
      <w:r w:rsidR="00D37400">
        <w:t xml:space="preserve">, </w:t>
      </w:r>
      <w:r>
        <w:t>et qu</w:t>
      </w:r>
      <w:r w:rsidR="00D37400">
        <w:t>’</w:t>
      </w:r>
      <w:r>
        <w:t>il espérait encore entendre à Sarrelouis</w:t>
      </w:r>
      <w:r w:rsidR="00D37400">
        <w:t xml:space="preserve">, </w:t>
      </w:r>
      <w:r>
        <w:t>la vieille terre française qu</w:t>
      </w:r>
      <w:r w:rsidR="00D37400">
        <w:t>’</w:t>
      </w:r>
      <w:r>
        <w:t>on nous avait arrachée après nos d</w:t>
      </w:r>
      <w:r>
        <w:t>é</w:t>
      </w:r>
      <w:r>
        <w:t>sastres</w:t>
      </w:r>
      <w:r w:rsidR="00D37400">
        <w:t xml:space="preserve"> !… </w:t>
      </w:r>
      <w:r>
        <w:t>Oui</w:t>
      </w:r>
      <w:r w:rsidR="00D37400">
        <w:t xml:space="preserve"> !… </w:t>
      </w:r>
      <w:r>
        <w:t>Mais c</w:t>
      </w:r>
      <w:r w:rsidR="00D37400">
        <w:t>’</w:t>
      </w:r>
      <w:r>
        <w:t>était fini</w:t>
      </w:r>
      <w:r w:rsidR="00D37400">
        <w:t xml:space="preserve">… </w:t>
      </w:r>
      <w:r>
        <w:t>son souvenir seul restait d</w:t>
      </w:r>
      <w:r>
        <w:t>e</w:t>
      </w:r>
      <w:r>
        <w:t>bout devant moi</w:t>
      </w:r>
      <w:r w:rsidR="00D37400">
        <w:t>.</w:t>
      </w:r>
    </w:p>
    <w:p w14:paraId="590513FF" w14:textId="77777777" w:rsidR="00D37400" w:rsidRDefault="00636A18">
      <w:r>
        <w:t>En revenant de là</w:t>
      </w:r>
      <w:r w:rsidR="00D37400">
        <w:t xml:space="preserve">, </w:t>
      </w:r>
      <w:r>
        <w:t>parmi la foule dispersée</w:t>
      </w:r>
      <w:r w:rsidR="00D37400">
        <w:t xml:space="preserve">, </w:t>
      </w:r>
      <w:r>
        <w:t>les femmes d</w:t>
      </w:r>
      <w:r>
        <w:t>é</w:t>
      </w:r>
      <w:r>
        <w:t>solées</w:t>
      </w:r>
      <w:r w:rsidR="00D37400">
        <w:t xml:space="preserve">, </w:t>
      </w:r>
      <w:r>
        <w:t>je crois sentir encore la petite main de Justine me passer sur la figure pour essuyer mes larmes</w:t>
      </w:r>
      <w:r w:rsidR="00D37400">
        <w:t xml:space="preserve">, </w:t>
      </w:r>
      <w:r>
        <w:t>et je l</w:t>
      </w:r>
      <w:r w:rsidR="00D37400">
        <w:t>’</w:t>
      </w:r>
      <w:r>
        <w:t>entends murm</w:t>
      </w:r>
      <w:r>
        <w:t>u</w:t>
      </w:r>
      <w:r>
        <w:t>rer</w:t>
      </w:r>
      <w:r w:rsidR="00D37400">
        <w:t> :</w:t>
      </w:r>
    </w:p>
    <w:p w14:paraId="5E6BA37F" w14:textId="2C79D5A0" w:rsidR="00636A18" w:rsidRDefault="00D37400">
      <w:pPr>
        <w:rPr>
          <w:szCs w:val="36"/>
        </w:rPr>
      </w:pPr>
      <w:r>
        <w:t>« </w:t>
      </w:r>
      <w:r w:rsidR="00636A18">
        <w:t>Ne pleure pas comme cela</w:t>
      </w:r>
      <w:r>
        <w:t xml:space="preserve">, </w:t>
      </w:r>
      <w:r w:rsidR="00636A18">
        <w:t>Lucien</w:t>
      </w:r>
      <w:r>
        <w:t xml:space="preserve">… </w:t>
      </w:r>
      <w:r w:rsidR="00636A18">
        <w:t>Il t</w:t>
      </w:r>
      <w:r>
        <w:t>’</w:t>
      </w:r>
      <w:r w:rsidR="00636A18">
        <w:t>aime toujours</w:t>
      </w:r>
      <w:r>
        <w:t xml:space="preserve"> !… </w:t>
      </w:r>
      <w:r w:rsidR="00D7610C">
        <w:t xml:space="preserve">ma </w:t>
      </w:r>
      <w:r w:rsidR="00636A18">
        <w:t>mère m</w:t>
      </w:r>
      <w:r>
        <w:t>’</w:t>
      </w:r>
      <w:r w:rsidR="00636A18">
        <w:t>a dit que tous les braves gens reviennent et qu</w:t>
      </w:r>
      <w:r>
        <w:t>’</w:t>
      </w:r>
      <w:r w:rsidR="00636A18">
        <w:t>ils sont là-haut qui nous regardent</w:t>
      </w:r>
      <w:r>
        <w:t>. »</w:t>
      </w:r>
    </w:p>
    <w:p w14:paraId="626C1A3F" w14:textId="77777777" w:rsidR="00846B39" w:rsidRDefault="00846B39"/>
    <w:p w14:paraId="61487DEA" w14:textId="77777777" w:rsidR="00D37400" w:rsidRDefault="00636A18">
      <w:r>
        <w:t>Ainsi finirent les beaux jours de mon enfance</w:t>
      </w:r>
      <w:r w:rsidR="00D37400">
        <w:t xml:space="preserve"> : </w:t>
      </w:r>
      <w:r>
        <w:t>dans la d</w:t>
      </w:r>
      <w:r>
        <w:t>é</w:t>
      </w:r>
      <w:r>
        <w:t>solation</w:t>
      </w:r>
      <w:r w:rsidR="00D37400">
        <w:t xml:space="preserve"> ! </w:t>
      </w:r>
      <w:r>
        <w:t>Et bientôt allaient commencer les rudes épreuves de l</w:t>
      </w:r>
      <w:r w:rsidR="00D37400">
        <w:t>’</w:t>
      </w:r>
      <w:r>
        <w:t>école</w:t>
      </w:r>
      <w:r w:rsidR="00D37400">
        <w:t xml:space="preserve">, </w:t>
      </w:r>
      <w:r>
        <w:t>du travail et des illusions perdues</w:t>
      </w:r>
      <w:r w:rsidR="00D37400">
        <w:t xml:space="preserve">, </w:t>
      </w:r>
      <w:r>
        <w:t>auxquelles nous sommes tous destinés</w:t>
      </w:r>
      <w:r w:rsidR="00D37400">
        <w:t>.</w:t>
      </w:r>
    </w:p>
    <w:p w14:paraId="43D1C2FE" w14:textId="77777777" w:rsidR="00D37400" w:rsidRDefault="00636A18">
      <w:r>
        <w:lastRenderedPageBreak/>
        <w:t>Heureux ceux qui les supportent avec courage et qui pe</w:t>
      </w:r>
      <w:r>
        <w:t>u</w:t>
      </w:r>
      <w:r>
        <w:t>vent se dire</w:t>
      </w:r>
      <w:r w:rsidR="00D37400">
        <w:t> :</w:t>
      </w:r>
    </w:p>
    <w:p w14:paraId="3BEC5BEE" w14:textId="35136335" w:rsidR="00636A18" w:rsidRDefault="00D37400">
      <w:r>
        <w:t>« </w:t>
      </w:r>
      <w:r w:rsidR="00636A18">
        <w:t>J</w:t>
      </w:r>
      <w:r>
        <w:t>’</w:t>
      </w:r>
      <w:r w:rsidR="00636A18">
        <w:t>ai toujours fait mon devoir</w:t>
      </w:r>
      <w:r>
        <w:t> ! »</w:t>
      </w:r>
    </w:p>
    <w:p w14:paraId="6506A067" w14:textId="77777777" w:rsidR="00D37400" w:rsidRDefault="00636A18">
      <w:r>
        <w:t>C</w:t>
      </w:r>
      <w:r w:rsidR="00D37400">
        <w:t>’</w:t>
      </w:r>
      <w:r>
        <w:t>est la plus grande consolation de l</w:t>
      </w:r>
      <w:r w:rsidR="00D37400">
        <w:t>’</w:t>
      </w:r>
      <w:r>
        <w:t>honnête homme à sa dernière heure</w:t>
      </w:r>
      <w:r w:rsidR="00D37400">
        <w:t>.</w:t>
      </w:r>
    </w:p>
    <w:p w14:paraId="423584B8" w14:textId="77777777" w:rsidR="00D37400" w:rsidRDefault="00636A18" w:rsidP="00D37400">
      <w:pPr>
        <w:pStyle w:val="Centr"/>
      </w:pPr>
      <w:r>
        <w:t>FIN</w:t>
      </w:r>
      <w:r w:rsidR="00D37400">
        <w:t>.</w:t>
      </w:r>
    </w:p>
    <w:p w14:paraId="7AEF5B5B" w14:textId="4A448880" w:rsidR="00636A18" w:rsidRDefault="00636A18" w:rsidP="00D37400">
      <w:pPr>
        <w:pStyle w:val="Titre1"/>
      </w:pPr>
      <w:bookmarkStart w:id="36" w:name="_Toc344229473"/>
      <w:bookmarkStart w:id="37" w:name="_Toc194835736"/>
      <w:r>
        <w:lastRenderedPageBreak/>
        <w:t>LOÏS</w:t>
      </w:r>
      <w:bookmarkEnd w:id="36"/>
      <w:bookmarkEnd w:id="37"/>
    </w:p>
    <w:p w14:paraId="4B90BB7A" w14:textId="712643E7" w:rsidR="00636A18" w:rsidRDefault="00636A18" w:rsidP="00D37400">
      <w:pPr>
        <w:pStyle w:val="Centr"/>
      </w:pPr>
      <w:r>
        <w:t>Histoire d</w:t>
      </w:r>
      <w:r w:rsidR="00D37400">
        <w:t>’</w:t>
      </w:r>
      <w:r>
        <w:t>une petite bohémienne</w:t>
      </w:r>
    </w:p>
    <w:p w14:paraId="0A751642" w14:textId="77777777" w:rsidR="00636A18" w:rsidRDefault="00636A18" w:rsidP="00D37400">
      <w:pPr>
        <w:pStyle w:val="Titre2"/>
        <w:pageBreakBefore/>
      </w:pPr>
      <w:bookmarkStart w:id="38" w:name="_Toc344229474"/>
      <w:bookmarkStart w:id="39" w:name="_Toc194835737"/>
      <w:r>
        <w:lastRenderedPageBreak/>
        <w:t>I</w:t>
      </w:r>
      <w:bookmarkEnd w:id="38"/>
      <w:bookmarkEnd w:id="39"/>
    </w:p>
    <w:p w14:paraId="34F8EC52" w14:textId="4C7EC72E" w:rsidR="00D37400" w:rsidRDefault="00636A18">
      <w:r w:rsidRPr="00B22C01">
        <w:t>C</w:t>
      </w:r>
      <w:r w:rsidR="00D37400">
        <w:t>’</w:t>
      </w:r>
      <w:r w:rsidRPr="00B22C01">
        <w:t>est en 1856 que j</w:t>
      </w:r>
      <w:r w:rsidR="00D37400">
        <w:t>’</w:t>
      </w:r>
      <w:r w:rsidRPr="00B22C01">
        <w:t>acceptai la place d</w:t>
      </w:r>
      <w:r w:rsidR="00D37400">
        <w:t>’</w:t>
      </w:r>
      <w:r w:rsidRPr="00B22C01">
        <w:t>organiste</w:t>
      </w:r>
      <w:r>
        <w:t xml:space="preserve"> à Sainte-Suzanne</w:t>
      </w:r>
      <w:r w:rsidR="00D37400">
        <w:t xml:space="preserve">, </w:t>
      </w:r>
      <w:r>
        <w:t>me dit mon digne et vénéré maître de musique</w:t>
      </w:r>
      <w:r w:rsidR="00D37400">
        <w:t>, M. </w:t>
      </w:r>
      <w:r>
        <w:t>Chapuis</w:t>
      </w:r>
      <w:r w:rsidR="00D37400">
        <w:t xml:space="preserve">, </w:t>
      </w:r>
      <w:r>
        <w:t>mais la belle vie de Paris</w:t>
      </w:r>
      <w:r w:rsidR="00D37400">
        <w:t xml:space="preserve">, </w:t>
      </w:r>
      <w:r>
        <w:t>les théâtres</w:t>
      </w:r>
      <w:r w:rsidR="00D37400">
        <w:t xml:space="preserve">, </w:t>
      </w:r>
      <w:r>
        <w:t>les concerts</w:t>
      </w:r>
      <w:r w:rsidR="00D37400">
        <w:t xml:space="preserve">, </w:t>
      </w:r>
      <w:r>
        <w:t>toute cette joyeuse existence où l</w:t>
      </w:r>
      <w:r w:rsidR="00D37400">
        <w:t>’</w:t>
      </w:r>
      <w:r>
        <w:t>on n</w:t>
      </w:r>
      <w:r w:rsidR="00D37400">
        <w:t>’</w:t>
      </w:r>
      <w:r>
        <w:t>a pas le temps de s</w:t>
      </w:r>
      <w:r w:rsidR="00D37400">
        <w:t>’</w:t>
      </w:r>
      <w:r>
        <w:t>ennuyer une fois en dix ans</w:t>
      </w:r>
      <w:r w:rsidR="00D37400">
        <w:t xml:space="preserve">, </w:t>
      </w:r>
      <w:r>
        <w:t>me trotta longtemps dans la tête</w:t>
      </w:r>
      <w:r w:rsidR="00D37400">
        <w:t>.</w:t>
      </w:r>
    </w:p>
    <w:p w14:paraId="1EFDE27C" w14:textId="77777777" w:rsidR="00D37400" w:rsidRDefault="00636A18">
      <w:r>
        <w:t>Je ne pouvais me faire aux commérages de ces gens</w:t>
      </w:r>
      <w:r w:rsidR="00D37400">
        <w:t xml:space="preserve">, </w:t>
      </w:r>
      <w:r>
        <w:t>qui ne s</w:t>
      </w:r>
      <w:r w:rsidR="00D37400">
        <w:t>’</w:t>
      </w:r>
      <w:r>
        <w:t>inquiétaient que du prix des œufs sur le marché</w:t>
      </w:r>
      <w:r w:rsidR="00D37400">
        <w:t xml:space="preserve">, </w:t>
      </w:r>
      <w:r>
        <w:t>de la pr</w:t>
      </w:r>
      <w:r>
        <w:t>o</w:t>
      </w:r>
      <w:r>
        <w:t>chaine ouverture de la chasse</w:t>
      </w:r>
      <w:r w:rsidR="00D37400">
        <w:t xml:space="preserve">, </w:t>
      </w:r>
      <w:r>
        <w:t>ou d</w:t>
      </w:r>
      <w:r w:rsidR="00D37400">
        <w:t>’</w:t>
      </w:r>
      <w:r>
        <w:t>autres questions de la même importance</w:t>
      </w:r>
      <w:r w:rsidR="00D37400">
        <w:t>.</w:t>
      </w:r>
    </w:p>
    <w:p w14:paraId="7DAC1CDB" w14:textId="77777777" w:rsidR="00D37400" w:rsidRDefault="00636A18">
      <w:r>
        <w:t>Que de fois</w:t>
      </w:r>
      <w:r w:rsidR="00D37400">
        <w:t xml:space="preserve">, </w:t>
      </w:r>
      <w:r>
        <w:t>en écoutant mes élèves taper sur le piano</w:t>
      </w:r>
      <w:r w:rsidR="00D37400">
        <w:t xml:space="preserve">, </w:t>
      </w:r>
      <w:r>
        <w:t>sans goût et sans mesure</w:t>
      </w:r>
      <w:r w:rsidR="00D37400">
        <w:t xml:space="preserve">, </w:t>
      </w:r>
      <w:r>
        <w:t>ne me suis-je pas écrié au fond de mon âme</w:t>
      </w:r>
      <w:r w:rsidR="00D37400">
        <w:t> :</w:t>
      </w:r>
    </w:p>
    <w:p w14:paraId="18280544" w14:textId="0CE6648D" w:rsidR="00636A18" w:rsidRDefault="00D37400">
      <w:r>
        <w:t>« </w:t>
      </w:r>
      <w:r w:rsidR="00636A18">
        <w:t>Oh</w:t>
      </w:r>
      <w:r>
        <w:t xml:space="preserve"> ! </w:t>
      </w:r>
      <w:r w:rsidR="00636A18">
        <w:t>mon pauvre Chapuis</w:t>
      </w:r>
      <w:r>
        <w:t xml:space="preserve">, </w:t>
      </w:r>
      <w:r w:rsidR="00636A18">
        <w:t>quelle malheureuse idée tu as eue de venir t</w:t>
      </w:r>
      <w:r>
        <w:t>’</w:t>
      </w:r>
      <w:r w:rsidR="00636A18">
        <w:t>enterrer en province</w:t>
      </w:r>
      <w:r>
        <w:t xml:space="preserve"> ! </w:t>
      </w:r>
      <w:r w:rsidR="00636A18">
        <w:t>Il aurait mieux valu pour toi t</w:t>
      </w:r>
      <w:r>
        <w:t>’</w:t>
      </w:r>
      <w:r w:rsidR="00636A18">
        <w:t>engager comme clarinette dans un café-concert</w:t>
      </w:r>
      <w:r>
        <w:t> ! »</w:t>
      </w:r>
    </w:p>
    <w:p w14:paraId="69244DB1" w14:textId="77777777" w:rsidR="00D37400" w:rsidRDefault="00636A18">
      <w:r>
        <w:t>Mais c</w:t>
      </w:r>
      <w:r w:rsidR="00D37400">
        <w:t>’</w:t>
      </w:r>
      <w:r>
        <w:t>était fait</w:t>
      </w:r>
      <w:r w:rsidR="00D37400">
        <w:t xml:space="preserve">, </w:t>
      </w:r>
      <w:r>
        <w:t>et ma sœur Rosalie</w:t>
      </w:r>
      <w:r w:rsidR="00D37400">
        <w:t xml:space="preserve">, </w:t>
      </w:r>
      <w:r>
        <w:t>que vous connaissez</w:t>
      </w:r>
      <w:r w:rsidR="00D37400">
        <w:t xml:space="preserve">, </w:t>
      </w:r>
      <w:r>
        <w:t>étant venue me rejoindre à la mort de son mari</w:t>
      </w:r>
      <w:r w:rsidR="00D37400">
        <w:t xml:space="preserve">, </w:t>
      </w:r>
      <w:r>
        <w:t>pour gouverner mon petit ménage</w:t>
      </w:r>
      <w:r w:rsidR="00D37400">
        <w:t xml:space="preserve">, </w:t>
      </w:r>
      <w:r>
        <w:t>insensiblement je finis par m</w:t>
      </w:r>
      <w:r w:rsidR="00D37400">
        <w:t>’</w:t>
      </w:r>
      <w:r>
        <w:t>encroûter dans de nouvelles habitudes</w:t>
      </w:r>
      <w:r w:rsidR="00D37400">
        <w:t xml:space="preserve">. </w:t>
      </w:r>
      <w:r>
        <w:t>Je n</w:t>
      </w:r>
      <w:r w:rsidR="00D37400">
        <w:t>’</w:t>
      </w:r>
      <w:r>
        <w:t>avais plus à m</w:t>
      </w:r>
      <w:r w:rsidR="00D37400">
        <w:t>’</w:t>
      </w:r>
      <w:r>
        <w:t>inquiéter de rien</w:t>
      </w:r>
      <w:r w:rsidR="00D37400">
        <w:t xml:space="preserve">, </w:t>
      </w:r>
      <w:r>
        <w:t>que de m</w:t>
      </w:r>
      <w:r w:rsidR="00D37400">
        <w:t>’</w:t>
      </w:r>
      <w:r>
        <w:t>asseoir à table quand le couvert était mis et de m</w:t>
      </w:r>
      <w:r w:rsidR="00D37400">
        <w:t>’</w:t>
      </w:r>
      <w:r>
        <w:t>étendre dans mes draps blancs pour dormir</w:t>
      </w:r>
      <w:r w:rsidR="00D37400">
        <w:t xml:space="preserve">. </w:t>
      </w:r>
      <w:r>
        <w:t>Ma sœur avait les clefs de la maison</w:t>
      </w:r>
      <w:r w:rsidR="00D37400">
        <w:t xml:space="preserve">, </w:t>
      </w:r>
      <w:r>
        <w:t>elle veillait à tout</w:t>
      </w:r>
      <w:r w:rsidR="00D37400">
        <w:t xml:space="preserve">. </w:t>
      </w:r>
      <w:r>
        <w:t>Je ne crois pas avoir rencontré de meilleure femme</w:t>
      </w:r>
      <w:r w:rsidR="00D37400">
        <w:t xml:space="preserve"> ; </w:t>
      </w:r>
      <w:r>
        <w:t>c</w:t>
      </w:r>
      <w:r w:rsidR="00D37400">
        <w:t>’</w:t>
      </w:r>
      <w:r>
        <w:t>est à son économie que je dois d</w:t>
      </w:r>
      <w:r w:rsidR="00D37400">
        <w:t>’</w:t>
      </w:r>
      <w:r>
        <w:t>avoir pu m</w:t>
      </w:r>
      <w:r w:rsidR="00D37400">
        <w:t>’</w:t>
      </w:r>
      <w:r>
        <w:t>acheter cette petite maison et d</w:t>
      </w:r>
      <w:r w:rsidR="00D37400">
        <w:t>’</w:t>
      </w:r>
      <w:r>
        <w:t>avoir mis quelques rentes de côté</w:t>
      </w:r>
      <w:r w:rsidR="00D37400">
        <w:t>.</w:t>
      </w:r>
    </w:p>
    <w:p w14:paraId="1EDCA189" w14:textId="0210EB3A" w:rsidR="00D37400" w:rsidRDefault="00636A18">
      <w:r>
        <w:lastRenderedPageBreak/>
        <w:t>Le seul homme avec lequel je pouvais causer d</w:t>
      </w:r>
      <w:r w:rsidR="00D37400">
        <w:t>’</w:t>
      </w:r>
      <w:r>
        <w:t>art</w:t>
      </w:r>
      <w:r w:rsidR="00D37400">
        <w:t xml:space="preserve">, </w:t>
      </w:r>
      <w:r>
        <w:t>ce qui du reste arrivait assez rarement</w:t>
      </w:r>
      <w:r w:rsidR="00D37400">
        <w:t xml:space="preserve">, </w:t>
      </w:r>
      <w:r>
        <w:t>c</w:t>
      </w:r>
      <w:r w:rsidR="00D37400">
        <w:t>’</w:t>
      </w:r>
      <w:r>
        <w:t xml:space="preserve">était </w:t>
      </w:r>
      <w:r w:rsidR="00D37400">
        <w:t>M. </w:t>
      </w:r>
      <w:r>
        <w:t>le curé Miguel</w:t>
      </w:r>
      <w:r w:rsidR="00D37400">
        <w:t>.</w:t>
      </w:r>
    </w:p>
    <w:p w14:paraId="24E4D953" w14:textId="77777777" w:rsidR="00D37400" w:rsidRDefault="00636A18">
      <w:r>
        <w:t>Représentez-vous un grand vieillard sec</w:t>
      </w:r>
      <w:r w:rsidR="00D37400">
        <w:t xml:space="preserve">, </w:t>
      </w:r>
      <w:r>
        <w:t>brun de peau</w:t>
      </w:r>
      <w:r w:rsidR="00D37400">
        <w:t xml:space="preserve">, </w:t>
      </w:r>
      <w:r>
        <w:t>les yeux gris</w:t>
      </w:r>
      <w:r w:rsidR="00D37400">
        <w:t xml:space="preserve">, </w:t>
      </w:r>
      <w:r>
        <w:t>le front large</w:t>
      </w:r>
      <w:r w:rsidR="00D37400">
        <w:t xml:space="preserve">, </w:t>
      </w:r>
      <w:r>
        <w:t>la tête blanche comme un cygne</w:t>
      </w:r>
      <w:r w:rsidR="00D37400">
        <w:t xml:space="preserve"> ; </w:t>
      </w:r>
      <w:r>
        <w:t>il avait un accent légèrement étranger</w:t>
      </w:r>
      <w:r w:rsidR="00D37400">
        <w:t xml:space="preserve"> ; </w:t>
      </w:r>
      <w:r>
        <w:t>la discrétion m</w:t>
      </w:r>
      <w:r w:rsidR="00D37400">
        <w:t>’</w:t>
      </w:r>
      <w:r>
        <w:t>empêchait de lui demander s</w:t>
      </w:r>
      <w:r w:rsidR="00D37400">
        <w:t>’</w:t>
      </w:r>
      <w:r>
        <w:t>il n</w:t>
      </w:r>
      <w:r w:rsidR="00D37400">
        <w:t>’</w:t>
      </w:r>
      <w:r>
        <w:t>était pas d</w:t>
      </w:r>
      <w:r w:rsidR="00D37400">
        <w:t>’</w:t>
      </w:r>
      <w:r>
        <w:t>origine espagnole</w:t>
      </w:r>
      <w:r w:rsidR="00D37400">
        <w:t xml:space="preserve">, </w:t>
      </w:r>
      <w:r>
        <w:t>mais je le pensais</w:t>
      </w:r>
      <w:r w:rsidR="00D37400">
        <w:t>.</w:t>
      </w:r>
    </w:p>
    <w:p w14:paraId="038C90F2" w14:textId="77777777" w:rsidR="00D37400" w:rsidRDefault="00636A18">
      <w:r>
        <w:t>Plusieurs fois</w:t>
      </w:r>
      <w:r w:rsidR="00D37400">
        <w:t xml:space="preserve">, </w:t>
      </w:r>
      <w:r>
        <w:t>soit à l</w:t>
      </w:r>
      <w:r w:rsidR="00D37400">
        <w:t>’</w:t>
      </w:r>
      <w:r>
        <w:t>église</w:t>
      </w:r>
      <w:r w:rsidR="00D37400">
        <w:t xml:space="preserve">, </w:t>
      </w:r>
      <w:r>
        <w:t>soit au presbytère</w:t>
      </w:r>
      <w:r w:rsidR="00D37400">
        <w:t xml:space="preserve">, </w:t>
      </w:r>
      <w:r>
        <w:t>où j</w:t>
      </w:r>
      <w:r w:rsidR="00D37400">
        <w:t>’</w:t>
      </w:r>
      <w:r>
        <w:t>allais m</w:t>
      </w:r>
      <w:r w:rsidR="00D37400">
        <w:t>’</w:t>
      </w:r>
      <w:r>
        <w:t>informer du service des orgues</w:t>
      </w:r>
      <w:r w:rsidR="00D37400">
        <w:t xml:space="preserve">, </w:t>
      </w:r>
      <w:r>
        <w:t>du choix des morceaux</w:t>
      </w:r>
      <w:r w:rsidR="00D37400">
        <w:t xml:space="preserve">, </w:t>
      </w:r>
      <w:r>
        <w:t>qu</w:t>
      </w:r>
      <w:r w:rsidR="00D37400">
        <w:t>’</w:t>
      </w:r>
      <w:r>
        <w:t>il m</w:t>
      </w:r>
      <w:r w:rsidR="00D37400">
        <w:t>’</w:t>
      </w:r>
      <w:r>
        <w:t>indiquait lui-même</w:t>
      </w:r>
      <w:r w:rsidR="00D37400">
        <w:t xml:space="preserve">, </w:t>
      </w:r>
      <w:r>
        <w:t>plusieurs fois nous avions causé de m</w:t>
      </w:r>
      <w:r>
        <w:t>u</w:t>
      </w:r>
      <w:r>
        <w:t>sique et je m</w:t>
      </w:r>
      <w:r w:rsidR="00D37400">
        <w:t>’</w:t>
      </w:r>
      <w:r>
        <w:t>étais aperçu qu</w:t>
      </w:r>
      <w:r w:rsidR="00D37400">
        <w:t>’</w:t>
      </w:r>
      <w:r>
        <w:t>il s</w:t>
      </w:r>
      <w:r w:rsidR="00D37400">
        <w:t>’</w:t>
      </w:r>
      <w:r>
        <w:t>y connaissait à fond</w:t>
      </w:r>
      <w:r w:rsidR="00D37400">
        <w:t xml:space="preserve"> ; </w:t>
      </w:r>
      <w:r>
        <w:t>il avait même sur les grands maîtres de la musique religieuse des f</w:t>
      </w:r>
      <w:r>
        <w:t>a</w:t>
      </w:r>
      <w:r>
        <w:t>çons de voir qui m</w:t>
      </w:r>
      <w:r w:rsidR="00D37400">
        <w:t>’</w:t>
      </w:r>
      <w:r>
        <w:t>étonnaient par leur justesse et qui m</w:t>
      </w:r>
      <w:r w:rsidR="00D37400">
        <w:t>’</w:t>
      </w:r>
      <w:r>
        <w:t>ouvraient de nouvelles idées</w:t>
      </w:r>
      <w:r w:rsidR="00D37400">
        <w:t xml:space="preserve"> ; </w:t>
      </w:r>
      <w:r>
        <w:t>il jouissait aussi d</w:t>
      </w:r>
      <w:r w:rsidR="00D37400">
        <w:t>’</w:t>
      </w:r>
      <w:r>
        <w:t>une voix de basse qu</w:t>
      </w:r>
      <w:r w:rsidR="00D37400">
        <w:t>’</w:t>
      </w:r>
      <w:r>
        <w:t>il conduisait supérieurement</w:t>
      </w:r>
      <w:r w:rsidR="00D37400">
        <w:t xml:space="preserve">, </w:t>
      </w:r>
      <w:r>
        <w:t>en chantant la messe</w:t>
      </w:r>
      <w:r w:rsidR="00D37400">
        <w:t>.</w:t>
      </w:r>
    </w:p>
    <w:p w14:paraId="407BD628" w14:textId="0D6D473B" w:rsidR="00D37400" w:rsidRDefault="00636A18">
      <w:r>
        <w:t>Enfin</w:t>
      </w:r>
      <w:r w:rsidR="00D37400">
        <w:t xml:space="preserve">, </w:t>
      </w:r>
      <w:r>
        <w:t>avec cet homme</w:t>
      </w:r>
      <w:r w:rsidR="00D37400">
        <w:t xml:space="preserve">, </w:t>
      </w:r>
      <w:r>
        <w:t>on pouvait causer d</w:t>
      </w:r>
      <w:r w:rsidR="00D37400">
        <w:t>’</w:t>
      </w:r>
      <w:r>
        <w:t>art</w:t>
      </w:r>
      <w:r w:rsidR="00D37400">
        <w:t xml:space="preserve"> ; </w:t>
      </w:r>
      <w:r>
        <w:t>malhe</w:t>
      </w:r>
      <w:r>
        <w:t>u</w:t>
      </w:r>
      <w:r>
        <w:t>reusement</w:t>
      </w:r>
      <w:r w:rsidR="00D37400">
        <w:t xml:space="preserve">, </w:t>
      </w:r>
      <w:r w:rsidR="00A56B30">
        <w:t xml:space="preserve">cela </w:t>
      </w:r>
      <w:r>
        <w:t>n</w:t>
      </w:r>
      <w:r w:rsidR="00D37400">
        <w:t>’</w:t>
      </w:r>
      <w:r>
        <w:t>arrivait pas souvent</w:t>
      </w:r>
      <w:r w:rsidR="00D37400">
        <w:t> ; M. </w:t>
      </w:r>
      <w:r>
        <w:t>le curé Miguel</w:t>
      </w:r>
      <w:r w:rsidR="00D37400">
        <w:t xml:space="preserve">, </w:t>
      </w:r>
      <w:r>
        <w:t>n</w:t>
      </w:r>
      <w:r w:rsidR="00D37400">
        <w:t>’</w:t>
      </w:r>
      <w:r>
        <w:t>étant pas grand discoureur</w:t>
      </w:r>
      <w:r w:rsidR="00D37400">
        <w:t xml:space="preserve">, </w:t>
      </w:r>
      <w:r>
        <w:t>ne montrait sa science que par o</w:t>
      </w:r>
      <w:r>
        <w:t>c</w:t>
      </w:r>
      <w:r>
        <w:t>casion et ne donnait son opinion sur un morceau qu</w:t>
      </w:r>
      <w:r w:rsidR="00D37400">
        <w:t>’</w:t>
      </w:r>
      <w:r>
        <w:t>après avoir entendu celle des autres</w:t>
      </w:r>
      <w:r w:rsidR="00D37400">
        <w:t xml:space="preserve">, </w:t>
      </w:r>
      <w:r>
        <w:t>encore pas toujours</w:t>
      </w:r>
      <w:r w:rsidR="00D37400">
        <w:t xml:space="preserve">, </w:t>
      </w:r>
      <w:r>
        <w:t>quand cela lui conv</w:t>
      </w:r>
      <w:r>
        <w:t>e</w:t>
      </w:r>
      <w:r>
        <w:t>nait</w:t>
      </w:r>
      <w:r w:rsidR="00D37400">
        <w:t>.</w:t>
      </w:r>
    </w:p>
    <w:p w14:paraId="7314A503" w14:textId="77777777" w:rsidR="00D37400" w:rsidRDefault="00636A18">
      <w:r>
        <w:t>Outre les bons moments que je passais de loin en loin à m</w:t>
      </w:r>
      <w:r w:rsidR="00D37400">
        <w:t>’</w:t>
      </w:r>
      <w:r>
        <w:t>entretenir avec cet homme</w:t>
      </w:r>
      <w:r w:rsidR="00D37400">
        <w:t xml:space="preserve">, </w:t>
      </w:r>
      <w:r>
        <w:t>j</w:t>
      </w:r>
      <w:r w:rsidR="00D37400">
        <w:t>’</w:t>
      </w:r>
      <w:r>
        <w:t>avais le plaisir de me promener aux environs de Sainte-Suzanne</w:t>
      </w:r>
      <w:r w:rsidR="00D37400">
        <w:t xml:space="preserve">, </w:t>
      </w:r>
      <w:r>
        <w:t>qui sont fort beaux</w:t>
      </w:r>
      <w:r w:rsidR="00D37400">
        <w:t xml:space="preserve"> ; </w:t>
      </w:r>
      <w:r>
        <w:t>j</w:t>
      </w:r>
      <w:r w:rsidR="00D37400">
        <w:t>’</w:t>
      </w:r>
      <w:r>
        <w:t>en prof</w:t>
      </w:r>
      <w:r>
        <w:t>i</w:t>
      </w:r>
      <w:r>
        <w:t>tais tous les jours pendant la belle saison</w:t>
      </w:r>
      <w:r w:rsidR="00D37400">
        <w:t xml:space="preserve">, </w:t>
      </w:r>
      <w:r>
        <w:t>et quelquefois même en hiver</w:t>
      </w:r>
      <w:r w:rsidR="00D37400">
        <w:t xml:space="preserve">, </w:t>
      </w:r>
      <w:r>
        <w:t>quand le froid était sec et que la terre durcie vous permettait de sortir sans trop s</w:t>
      </w:r>
      <w:r w:rsidR="00D37400">
        <w:t>’</w:t>
      </w:r>
      <w:r>
        <w:t>enfoncer dans la boue</w:t>
      </w:r>
      <w:r w:rsidR="00D37400">
        <w:t>.</w:t>
      </w:r>
    </w:p>
    <w:p w14:paraId="1FDA3C9A" w14:textId="77777777" w:rsidR="00D37400" w:rsidRDefault="00636A18">
      <w:r>
        <w:t>Or</w:t>
      </w:r>
      <w:r w:rsidR="00D37400">
        <w:t xml:space="preserve">, </w:t>
      </w:r>
      <w:r>
        <w:t>dès les premiers temps de mon</w:t>
      </w:r>
      <w:r>
        <w:rPr>
          <w:vertAlign w:val="superscript"/>
        </w:rPr>
        <w:t xml:space="preserve"> </w:t>
      </w:r>
      <w:r>
        <w:t>arrivée</w:t>
      </w:r>
      <w:r w:rsidR="00D37400">
        <w:t xml:space="preserve">, </w:t>
      </w:r>
      <w:r>
        <w:t>en sortant par la porte des Vosges</w:t>
      </w:r>
      <w:r w:rsidR="00D37400">
        <w:t xml:space="preserve">, </w:t>
      </w:r>
      <w:r>
        <w:t>j</w:t>
      </w:r>
      <w:r w:rsidR="00D37400">
        <w:t>’</w:t>
      </w:r>
      <w:r>
        <w:t xml:space="preserve">avais remarqué une vieille femme et une </w:t>
      </w:r>
      <w:r>
        <w:lastRenderedPageBreak/>
        <w:t>petite fille assises sur la rampe de l</w:t>
      </w:r>
      <w:r w:rsidR="00D37400">
        <w:t>’</w:t>
      </w:r>
      <w:r>
        <w:t>avancée</w:t>
      </w:r>
      <w:r w:rsidR="00D37400">
        <w:t xml:space="preserve">, </w:t>
      </w:r>
      <w:r>
        <w:t>une sébile à la main</w:t>
      </w:r>
      <w:r w:rsidR="00D37400">
        <w:t>.</w:t>
      </w:r>
    </w:p>
    <w:p w14:paraId="2DD50AAE" w14:textId="77777777" w:rsidR="00D37400" w:rsidRDefault="00636A18">
      <w:r>
        <w:t>La vieille était aveugle et l</w:t>
      </w:r>
      <w:r w:rsidR="00D37400">
        <w:t>’</w:t>
      </w:r>
      <w:r>
        <w:t>enfant la conduisait là tous les matins pour implorer la charité des passants</w:t>
      </w:r>
      <w:r w:rsidR="00D37400">
        <w:t>.</w:t>
      </w:r>
    </w:p>
    <w:p w14:paraId="785E4A88" w14:textId="77777777" w:rsidR="00D37400" w:rsidRDefault="00636A18">
      <w:r>
        <w:t>Il me semble encore les voir</w:t>
      </w:r>
      <w:r w:rsidR="00D37400">
        <w:t xml:space="preserve"> ; </w:t>
      </w:r>
      <w:r>
        <w:t>la vieille</w:t>
      </w:r>
      <w:r w:rsidR="00D37400">
        <w:t xml:space="preserve">, </w:t>
      </w:r>
      <w:r>
        <w:t>toute triste</w:t>
      </w:r>
      <w:r w:rsidR="00D37400">
        <w:t xml:space="preserve">, </w:t>
      </w:r>
      <w:r>
        <w:t>ne pa</w:t>
      </w:r>
      <w:r>
        <w:t>r</w:t>
      </w:r>
      <w:r>
        <w:t>lait jamais</w:t>
      </w:r>
      <w:r w:rsidR="00D37400">
        <w:t xml:space="preserve"> ; </w:t>
      </w:r>
      <w:r>
        <w:t>elle était extrêmement vieille</w:t>
      </w:r>
      <w:r w:rsidR="00D37400">
        <w:t xml:space="preserve">, </w:t>
      </w:r>
      <w:r>
        <w:t>mais encore droite</w:t>
      </w:r>
      <w:r w:rsidR="00D37400">
        <w:t xml:space="preserve"> ; </w:t>
      </w:r>
      <w:r>
        <w:t>une sorte de simplicité digne et grave vous avertissait que ce n</w:t>
      </w:r>
      <w:r w:rsidR="00D37400">
        <w:t>’</w:t>
      </w:r>
      <w:r>
        <w:t>était pas là une mendiante de profession</w:t>
      </w:r>
      <w:r w:rsidR="00D37400">
        <w:t xml:space="preserve">, </w:t>
      </w:r>
      <w:r>
        <w:t>mais un être brave</w:t>
      </w:r>
      <w:r w:rsidR="00D37400">
        <w:t xml:space="preserve">, </w:t>
      </w:r>
      <w:r>
        <w:t>bon et courageux</w:t>
      </w:r>
      <w:r w:rsidR="00D37400">
        <w:t xml:space="preserve">, </w:t>
      </w:r>
      <w:r>
        <w:t>qui</w:t>
      </w:r>
      <w:r w:rsidR="00D37400">
        <w:t xml:space="preserve">, </w:t>
      </w:r>
      <w:r>
        <w:t>après avoir travaillé jusqu</w:t>
      </w:r>
      <w:r w:rsidR="00D37400">
        <w:t>’</w:t>
      </w:r>
      <w:r>
        <w:t>au bout</w:t>
      </w:r>
      <w:r w:rsidR="00D37400">
        <w:t xml:space="preserve">, </w:t>
      </w:r>
      <w:r>
        <w:t>se trouvait à la fin réduit à implorer l</w:t>
      </w:r>
      <w:r w:rsidR="00D37400">
        <w:t>’</w:t>
      </w:r>
      <w:r>
        <w:t>assistance de ses se</w:t>
      </w:r>
      <w:r>
        <w:t>m</w:t>
      </w:r>
      <w:r>
        <w:t>blables</w:t>
      </w:r>
      <w:r w:rsidR="00D37400">
        <w:t>.</w:t>
      </w:r>
    </w:p>
    <w:p w14:paraId="3EADD0EC" w14:textId="77777777" w:rsidR="00D37400" w:rsidRDefault="00636A18">
      <w:r>
        <w:t>La petite fille était brune</w:t>
      </w:r>
      <w:r w:rsidR="00D37400">
        <w:t xml:space="preserve">, </w:t>
      </w:r>
      <w:r>
        <w:t>hâlée</w:t>
      </w:r>
      <w:r w:rsidR="00D37400">
        <w:t xml:space="preserve">, </w:t>
      </w:r>
      <w:r>
        <w:t>vêtue d</w:t>
      </w:r>
      <w:r w:rsidR="00D37400">
        <w:t>’</w:t>
      </w:r>
      <w:r>
        <w:t>une pauvre robe rapiécée</w:t>
      </w:r>
      <w:r w:rsidR="00D37400">
        <w:t>.</w:t>
      </w:r>
    </w:p>
    <w:p w14:paraId="5966ABC7" w14:textId="77777777" w:rsidR="00D37400" w:rsidRDefault="00636A18">
      <w:r>
        <w:t>On ne pouvait s</w:t>
      </w:r>
      <w:r w:rsidR="00D37400">
        <w:t>’</w:t>
      </w:r>
      <w:r>
        <w:t>empêcher d</w:t>
      </w:r>
      <w:r w:rsidR="00D37400">
        <w:t>’</w:t>
      </w:r>
      <w:r>
        <w:t>admirer ses magnifiques ch</w:t>
      </w:r>
      <w:r>
        <w:t>e</w:t>
      </w:r>
      <w:r>
        <w:t>veux noirs</w:t>
      </w:r>
      <w:r w:rsidR="00D37400">
        <w:t xml:space="preserve">, </w:t>
      </w:r>
      <w:r>
        <w:t>tombant épars sur ses épaules</w:t>
      </w:r>
      <w:r w:rsidR="00D37400">
        <w:t xml:space="preserve"> ; </w:t>
      </w:r>
      <w:r>
        <w:t>ses petites mains</w:t>
      </w:r>
      <w:r w:rsidR="00D37400">
        <w:t xml:space="preserve">, </w:t>
      </w:r>
      <w:r>
        <w:t>ses petits pieds d</w:t>
      </w:r>
      <w:r w:rsidR="00D37400">
        <w:t>’</w:t>
      </w:r>
      <w:r>
        <w:t>une perfection de forme admirable</w:t>
      </w:r>
      <w:r w:rsidR="00D37400">
        <w:t xml:space="preserve">, </w:t>
      </w:r>
      <w:r>
        <w:t>et surtout ses yeux superbes annonçant la pensée et le sentiment</w:t>
      </w:r>
      <w:r w:rsidR="00D37400">
        <w:t>.</w:t>
      </w:r>
    </w:p>
    <w:p w14:paraId="61C4CB38" w14:textId="77777777" w:rsidR="00D37400" w:rsidRDefault="00636A18">
      <w:r>
        <w:t>C</w:t>
      </w:r>
      <w:r w:rsidR="00D37400">
        <w:t>’</w:t>
      </w:r>
      <w:r>
        <w:t>est elle qui vous présentait la sébile</w:t>
      </w:r>
      <w:r w:rsidR="00D37400">
        <w:t xml:space="preserve">, </w:t>
      </w:r>
      <w:r>
        <w:t>et chaque fois j</w:t>
      </w:r>
      <w:r w:rsidR="00D37400">
        <w:t>’</w:t>
      </w:r>
      <w:r>
        <w:t>y d</w:t>
      </w:r>
      <w:r>
        <w:t>é</w:t>
      </w:r>
      <w:r>
        <w:t>posais mon aumône</w:t>
      </w:r>
      <w:r w:rsidR="00D37400">
        <w:t xml:space="preserve">, </w:t>
      </w:r>
      <w:r>
        <w:t>en me disant</w:t>
      </w:r>
      <w:r w:rsidR="00D37400">
        <w:t> :</w:t>
      </w:r>
    </w:p>
    <w:p w14:paraId="66B9229D" w14:textId="52D8C9DB" w:rsidR="00636A18" w:rsidRDefault="00D37400">
      <w:r>
        <w:t>« </w:t>
      </w:r>
      <w:r w:rsidR="00636A18">
        <w:t>Que cette enfant sera belle dans quelques année</w:t>
      </w:r>
      <w:r w:rsidR="009D359C">
        <w:t>s</w:t>
      </w:r>
      <w:r>
        <w:t xml:space="preserve">, </w:t>
      </w:r>
      <w:r w:rsidR="00636A18">
        <w:t>et quel malheur de prévoir que cette beauté si frappante</w:t>
      </w:r>
      <w:r>
        <w:t xml:space="preserve">, </w:t>
      </w:r>
      <w:r w:rsidR="00636A18">
        <w:t>si rema</w:t>
      </w:r>
      <w:r w:rsidR="00636A18">
        <w:t>r</w:t>
      </w:r>
      <w:r w:rsidR="00636A18">
        <w:t>quable</w:t>
      </w:r>
      <w:r>
        <w:t xml:space="preserve">, </w:t>
      </w:r>
      <w:r w:rsidR="00636A18">
        <w:t>qui serait pour des gens riches</w:t>
      </w:r>
      <w:r>
        <w:t xml:space="preserve">, </w:t>
      </w:r>
      <w:r w:rsidR="00636A18">
        <w:t>ou simplement aisés</w:t>
      </w:r>
      <w:r>
        <w:t xml:space="preserve">, </w:t>
      </w:r>
      <w:r w:rsidR="00636A18">
        <w:t>un s</w:t>
      </w:r>
      <w:r w:rsidR="00636A18">
        <w:t>u</w:t>
      </w:r>
      <w:r w:rsidR="00636A18">
        <w:t>jet d</w:t>
      </w:r>
      <w:r>
        <w:t>’</w:t>
      </w:r>
      <w:r w:rsidR="00636A18">
        <w:t>orgueil</w:t>
      </w:r>
      <w:r>
        <w:t xml:space="preserve">, </w:t>
      </w:r>
      <w:r w:rsidR="00636A18">
        <w:t>de satisfaction et d</w:t>
      </w:r>
      <w:r>
        <w:t>’</w:t>
      </w:r>
      <w:r w:rsidR="00636A18">
        <w:t>espérance</w:t>
      </w:r>
      <w:r>
        <w:t xml:space="preserve">, </w:t>
      </w:r>
      <w:r w:rsidR="00636A18">
        <w:t>deviendra peut-être</w:t>
      </w:r>
      <w:r>
        <w:t xml:space="preserve">, </w:t>
      </w:r>
      <w:r w:rsidR="00636A18">
        <w:t>pour la pauvre enfant</w:t>
      </w:r>
      <w:r>
        <w:t xml:space="preserve">, </w:t>
      </w:r>
      <w:r w:rsidR="00636A18">
        <w:t>dans la triste position où elle est</w:t>
      </w:r>
      <w:r>
        <w:t xml:space="preserve">, </w:t>
      </w:r>
      <w:r w:rsidR="00636A18">
        <w:t>la cause de sa perte</w:t>
      </w:r>
      <w:r>
        <w:t>. »</w:t>
      </w:r>
    </w:p>
    <w:p w14:paraId="20106FD2" w14:textId="77777777" w:rsidR="00D37400" w:rsidRDefault="00636A18">
      <w:r>
        <w:t>Cette pensée mélancolique se présentait toujours à mon esprit</w:t>
      </w:r>
      <w:r w:rsidR="00D37400">
        <w:t xml:space="preserve"> ; </w:t>
      </w:r>
      <w:r>
        <w:t>puis</w:t>
      </w:r>
      <w:r w:rsidR="00D37400">
        <w:t xml:space="preserve">, </w:t>
      </w:r>
      <w:r>
        <w:t>continuant ma promenade aux environs</w:t>
      </w:r>
      <w:r w:rsidR="00D37400">
        <w:t xml:space="preserve">, </w:t>
      </w:r>
      <w:r>
        <w:t>mes idées prenaient un autre cours</w:t>
      </w:r>
      <w:r w:rsidR="00D37400">
        <w:t>.</w:t>
      </w:r>
    </w:p>
    <w:p w14:paraId="298E8A13" w14:textId="77777777" w:rsidR="00D37400" w:rsidRDefault="00636A18">
      <w:r>
        <w:lastRenderedPageBreak/>
        <w:t>Les choses en étaient là quand arriva l</w:t>
      </w:r>
      <w:r w:rsidR="00D37400">
        <w:t>’</w:t>
      </w:r>
      <w:r>
        <w:t>automne de 1860</w:t>
      </w:r>
      <w:r w:rsidR="00D37400">
        <w:t xml:space="preserve">, </w:t>
      </w:r>
      <w:r>
        <w:t>et tous les soirs</w:t>
      </w:r>
      <w:r w:rsidR="00D37400">
        <w:t xml:space="preserve">, </w:t>
      </w:r>
      <w:r>
        <w:t>après mes leçons</w:t>
      </w:r>
      <w:r w:rsidR="00D37400">
        <w:t xml:space="preserve">, </w:t>
      </w:r>
      <w:r>
        <w:t>j</w:t>
      </w:r>
      <w:r w:rsidR="00D37400">
        <w:t>’</w:t>
      </w:r>
      <w:r>
        <w:t>allais faire un tour au bois de chênes</w:t>
      </w:r>
      <w:r w:rsidR="00D37400">
        <w:t xml:space="preserve">, </w:t>
      </w:r>
      <w:r>
        <w:t>qui n</w:t>
      </w:r>
      <w:r w:rsidR="00D37400">
        <w:t>’</w:t>
      </w:r>
      <w:r>
        <w:t>est pas loin de la ville</w:t>
      </w:r>
      <w:r w:rsidR="00D37400">
        <w:t>.</w:t>
      </w:r>
    </w:p>
    <w:p w14:paraId="135DD981" w14:textId="77777777" w:rsidR="00D37400" w:rsidRDefault="00636A18">
      <w:r>
        <w:t xml:space="preserve">Rien ne me </w:t>
      </w:r>
      <w:r w:rsidR="009D359C">
        <w:t xml:space="preserve">plaît </w:t>
      </w:r>
      <w:r>
        <w:t>autant que cette belle teinte de rouille qui s</w:t>
      </w:r>
      <w:r w:rsidR="00D37400">
        <w:t>’</w:t>
      </w:r>
      <w:r>
        <w:t xml:space="preserve">étend sur les forêts aux </w:t>
      </w:r>
      <w:r w:rsidR="009D359C" w:rsidRPr="009D359C">
        <w:rPr>
          <w:rFonts w:cs="Arial"/>
          <w:szCs w:val="36"/>
        </w:rPr>
        <w:t>approches de</w:t>
      </w:r>
      <w:r>
        <w:t xml:space="preserve"> l</w:t>
      </w:r>
      <w:r w:rsidR="00D37400">
        <w:t>’</w:t>
      </w:r>
      <w:r>
        <w:t>hiver</w:t>
      </w:r>
      <w:r w:rsidR="00D37400">
        <w:t xml:space="preserve"> ; </w:t>
      </w:r>
      <w:r>
        <w:t>je ne sais quel sentiment de tristesse solennelle vous envahit le cœur</w:t>
      </w:r>
      <w:r w:rsidR="00D37400">
        <w:t xml:space="preserve">, </w:t>
      </w:r>
      <w:r>
        <w:t>quand vous marchez seul sous les grands r</w:t>
      </w:r>
      <w:r>
        <w:t>a</w:t>
      </w:r>
      <w:r>
        <w:t>meaux à moitié dépouillés</w:t>
      </w:r>
      <w:r w:rsidR="00D37400">
        <w:t xml:space="preserve">, </w:t>
      </w:r>
      <w:r>
        <w:t>sans qu</w:t>
      </w:r>
      <w:r w:rsidR="00D37400">
        <w:t>’</w:t>
      </w:r>
      <w:r>
        <w:t>un bruit autre que celui de vos pieds poussant les feuilles sonores</w:t>
      </w:r>
      <w:r w:rsidR="00D37400">
        <w:t xml:space="preserve">, </w:t>
      </w:r>
      <w:r>
        <w:t>vienne interrompre votre rêverie</w:t>
      </w:r>
      <w:r w:rsidR="00D37400">
        <w:t>.</w:t>
      </w:r>
    </w:p>
    <w:p w14:paraId="1EF32033" w14:textId="77777777" w:rsidR="00D37400" w:rsidRDefault="00636A18">
      <w:r>
        <w:t>Le travail des champs est fini</w:t>
      </w:r>
      <w:r w:rsidR="00D37400">
        <w:t xml:space="preserve">, </w:t>
      </w:r>
      <w:r>
        <w:t>les campagnards sont retirés chez eux</w:t>
      </w:r>
      <w:r w:rsidR="00D37400">
        <w:t xml:space="preserve"> ; </w:t>
      </w:r>
      <w:r>
        <w:t>à peine de loin en loin un pauvre homme en gros s</w:t>
      </w:r>
      <w:r>
        <w:t>a</w:t>
      </w:r>
      <w:r>
        <w:t>bots et camisole de laine déchirée aux coudes</w:t>
      </w:r>
      <w:r w:rsidR="00D37400">
        <w:t xml:space="preserve">, </w:t>
      </w:r>
      <w:r>
        <w:t>son fagot sur l</w:t>
      </w:r>
      <w:r w:rsidR="00D37400">
        <w:t>’</w:t>
      </w:r>
      <w:r>
        <w:t>épaule</w:t>
      </w:r>
      <w:r w:rsidR="00D37400">
        <w:t xml:space="preserve">, </w:t>
      </w:r>
      <w:r>
        <w:t>passe silencieux auprès de vous pour regagner son vi</w:t>
      </w:r>
      <w:r>
        <w:t>l</w:t>
      </w:r>
      <w:r>
        <w:t>lage</w:t>
      </w:r>
      <w:r w:rsidR="00D37400">
        <w:t>.</w:t>
      </w:r>
    </w:p>
    <w:p w14:paraId="221EEEE0" w14:textId="77777777" w:rsidR="00D37400" w:rsidRDefault="00636A18">
      <w:r>
        <w:t>C</w:t>
      </w:r>
      <w:r w:rsidR="00D37400">
        <w:t>’</w:t>
      </w:r>
      <w:r>
        <w:t>est triste</w:t>
      </w:r>
      <w:r w:rsidR="00D37400">
        <w:t xml:space="preserve">, </w:t>
      </w:r>
      <w:r>
        <w:t>mais c</w:t>
      </w:r>
      <w:r w:rsidR="00D37400">
        <w:t>’</w:t>
      </w:r>
      <w:r>
        <w:t>est grand comme tout ce qui vous aide à penser</w:t>
      </w:r>
      <w:r w:rsidR="00D37400">
        <w:t xml:space="preserve">, </w:t>
      </w:r>
      <w:r>
        <w:t>à réfléchir sur soi-même et sur la fin des choses en ce monde</w:t>
      </w:r>
      <w:r w:rsidR="00D37400">
        <w:t>.</w:t>
      </w:r>
    </w:p>
    <w:p w14:paraId="0B358D52" w14:textId="77777777" w:rsidR="00D37400" w:rsidRDefault="00636A18">
      <w:r>
        <w:t>Et comme un soir</w:t>
      </w:r>
      <w:r w:rsidR="00D37400">
        <w:t xml:space="preserve">, </w:t>
      </w:r>
      <w:r>
        <w:t>vers cinq heures</w:t>
      </w:r>
      <w:r w:rsidR="00D37400">
        <w:t xml:space="preserve">, </w:t>
      </w:r>
      <w:r>
        <w:t>je prenais le chemin de ma promenade habituelle</w:t>
      </w:r>
      <w:r w:rsidR="00D37400">
        <w:t xml:space="preserve">, </w:t>
      </w:r>
      <w:r>
        <w:t>une voix lointaine</w:t>
      </w:r>
      <w:r w:rsidR="00D37400">
        <w:t xml:space="preserve">, </w:t>
      </w:r>
      <w:r>
        <w:t>qui chantait</w:t>
      </w:r>
      <w:r w:rsidR="00D37400">
        <w:t xml:space="preserve">, </w:t>
      </w:r>
      <w:r>
        <w:t>att</w:t>
      </w:r>
      <w:r>
        <w:t>i</w:t>
      </w:r>
      <w:r>
        <w:t>ra mon attention au sortir de la ville</w:t>
      </w:r>
      <w:r w:rsidR="00D37400">
        <w:t xml:space="preserve"> ; </w:t>
      </w:r>
      <w:r>
        <w:t>cette voix était si pure</w:t>
      </w:r>
      <w:r w:rsidR="00D37400">
        <w:t xml:space="preserve">, </w:t>
      </w:r>
      <w:r>
        <w:t>si haute et si touchante</w:t>
      </w:r>
      <w:r w:rsidR="00D37400">
        <w:t xml:space="preserve">, </w:t>
      </w:r>
      <w:r>
        <w:t>que je m</w:t>
      </w:r>
      <w:r w:rsidR="00D37400">
        <w:t>’</w:t>
      </w:r>
      <w:r>
        <w:t>arrêtai sur le pont pour l</w:t>
      </w:r>
      <w:r w:rsidR="00D37400">
        <w:t>’</w:t>
      </w:r>
      <w:r>
        <w:t>écouter</w:t>
      </w:r>
      <w:r w:rsidR="00D37400">
        <w:t>.</w:t>
      </w:r>
    </w:p>
    <w:p w14:paraId="3022F44B" w14:textId="77777777" w:rsidR="00D37400" w:rsidRDefault="00636A18">
      <w:r>
        <w:t>La sentinelle allait et venait</w:t>
      </w:r>
      <w:r w:rsidR="00D37400">
        <w:t xml:space="preserve">, </w:t>
      </w:r>
      <w:r>
        <w:t>le percepteur de l</w:t>
      </w:r>
      <w:r w:rsidR="00D37400">
        <w:t>’</w:t>
      </w:r>
      <w:r>
        <w:t>octroi</w:t>
      </w:r>
      <w:r w:rsidR="00D37400">
        <w:t xml:space="preserve">, </w:t>
      </w:r>
      <w:r>
        <w:t>Ba</w:t>
      </w:r>
      <w:r>
        <w:t>r</w:t>
      </w:r>
      <w:r>
        <w:t>bazan</w:t>
      </w:r>
      <w:r w:rsidR="00D37400">
        <w:t xml:space="preserve">, </w:t>
      </w:r>
      <w:r>
        <w:t>balayait le devant de sa maisonnette</w:t>
      </w:r>
      <w:r w:rsidR="00D37400">
        <w:t xml:space="preserve">, </w:t>
      </w:r>
      <w:r>
        <w:t>les paysans</w:t>
      </w:r>
      <w:r w:rsidR="00D37400">
        <w:t xml:space="preserve">, </w:t>
      </w:r>
      <w:r>
        <w:t>après le marché</w:t>
      </w:r>
      <w:r w:rsidR="00D37400">
        <w:t xml:space="preserve">, </w:t>
      </w:r>
      <w:r>
        <w:t>retournaient par bandes à leurs villages</w:t>
      </w:r>
      <w:r w:rsidR="00D37400">
        <w:t xml:space="preserve">, </w:t>
      </w:r>
      <w:r>
        <w:t>hâtant le pas</w:t>
      </w:r>
      <w:r w:rsidR="00D37400">
        <w:t xml:space="preserve">, </w:t>
      </w:r>
      <w:r>
        <w:t>car la saison était déjà froide</w:t>
      </w:r>
      <w:r w:rsidR="00D37400">
        <w:t xml:space="preserve"> ; </w:t>
      </w:r>
      <w:r>
        <w:t>et la voix montait</w:t>
      </w:r>
      <w:r w:rsidR="00D37400">
        <w:t xml:space="preserve">… </w:t>
      </w:r>
      <w:r>
        <w:t>montait avec une aisance</w:t>
      </w:r>
      <w:r w:rsidR="00D37400">
        <w:t xml:space="preserve">, </w:t>
      </w:r>
      <w:r>
        <w:t>une grâce</w:t>
      </w:r>
      <w:r w:rsidR="00D37400">
        <w:t xml:space="preserve">, </w:t>
      </w:r>
      <w:r>
        <w:t>une souplesse qui m</w:t>
      </w:r>
      <w:r w:rsidR="00D37400">
        <w:t>’</w:t>
      </w:r>
      <w:r>
        <w:t>émerveillaient</w:t>
      </w:r>
      <w:r w:rsidR="00D37400">
        <w:t>.</w:t>
      </w:r>
    </w:p>
    <w:p w14:paraId="291E2BB4" w14:textId="77777777" w:rsidR="00D37400" w:rsidRDefault="00636A18">
      <w:r>
        <w:t>Enfin j</w:t>
      </w:r>
      <w:r w:rsidR="00D37400">
        <w:t>’</w:t>
      </w:r>
      <w:r>
        <w:t>entrai dans le défilé de l</w:t>
      </w:r>
      <w:r w:rsidR="00D37400">
        <w:t>’</w:t>
      </w:r>
      <w:r>
        <w:t>avancée</w:t>
      </w:r>
      <w:r w:rsidR="00D37400">
        <w:t xml:space="preserve">, </w:t>
      </w:r>
      <w:r>
        <w:t>me demandant qui possédait une voix de cette puissance à Sainte-Suzanne</w:t>
      </w:r>
      <w:r w:rsidR="00D37400">
        <w:t xml:space="preserve">, </w:t>
      </w:r>
      <w:r>
        <w:lastRenderedPageBreak/>
        <w:t>et qu</w:t>
      </w:r>
      <w:r w:rsidR="00D37400">
        <w:t>’</w:t>
      </w:r>
      <w:r>
        <w:t>est-ce que j</w:t>
      </w:r>
      <w:r w:rsidR="00D37400">
        <w:t>’</w:t>
      </w:r>
      <w:r>
        <w:t>aperçus</w:t>
      </w:r>
      <w:r w:rsidR="00D37400">
        <w:t xml:space="preserve"> ? </w:t>
      </w:r>
      <w:r>
        <w:t>la petite mendiante</w:t>
      </w:r>
      <w:r w:rsidR="00D37400">
        <w:t xml:space="preserve">, </w:t>
      </w:r>
      <w:r>
        <w:t>seule</w:t>
      </w:r>
      <w:r w:rsidR="00D37400">
        <w:t xml:space="preserve">, </w:t>
      </w:r>
      <w:r>
        <w:t>toute pâle et chétive</w:t>
      </w:r>
      <w:r w:rsidR="00D37400">
        <w:t xml:space="preserve">, </w:t>
      </w:r>
      <w:r>
        <w:t>sa pauvre robe collée aux jambes et ses beaux ch</w:t>
      </w:r>
      <w:r>
        <w:t>e</w:t>
      </w:r>
      <w:r>
        <w:t>veux agités par la bise</w:t>
      </w:r>
      <w:r w:rsidR="00D37400">
        <w:t>.</w:t>
      </w:r>
    </w:p>
    <w:p w14:paraId="03FAE25F" w14:textId="77777777" w:rsidR="00D37400" w:rsidRDefault="00636A18">
      <w:r>
        <w:t>Elle chantait de toute son âme</w:t>
      </w:r>
      <w:r w:rsidR="00D37400">
        <w:t xml:space="preserve">, </w:t>
      </w:r>
      <w:r>
        <w:t>et les gens passaient sans même tourner la tête</w:t>
      </w:r>
      <w:r w:rsidR="00D37400">
        <w:t xml:space="preserve"> ; </w:t>
      </w:r>
      <w:r>
        <w:t>pas un sou</w:t>
      </w:r>
      <w:r w:rsidR="00D37400">
        <w:t xml:space="preserve">, </w:t>
      </w:r>
      <w:r>
        <w:t>pas un liard ne tombait dans sa sébile</w:t>
      </w:r>
      <w:r w:rsidR="00D37400">
        <w:t>.</w:t>
      </w:r>
    </w:p>
    <w:p w14:paraId="685C96D3" w14:textId="77777777" w:rsidR="00D37400" w:rsidRDefault="00D37400">
      <w:r>
        <w:t>« </w:t>
      </w:r>
      <w:r w:rsidR="00636A18">
        <w:t>Te voilà seule</w:t>
      </w:r>
      <w:r>
        <w:t xml:space="preserve">, </w:t>
      </w:r>
      <w:r w:rsidR="00636A18">
        <w:t>ma pauvre enfant</w:t>
      </w:r>
      <w:r>
        <w:t xml:space="preserve">, </w:t>
      </w:r>
      <w:r w:rsidR="00636A18">
        <w:t>lui dis-je en m</w:t>
      </w:r>
      <w:r>
        <w:t>’</w:t>
      </w:r>
      <w:r w:rsidR="00636A18">
        <w:t>arrêtant tout ému</w:t>
      </w:r>
      <w:r>
        <w:t xml:space="preserve"> ; </w:t>
      </w:r>
      <w:r w:rsidR="00636A18">
        <w:t>la grand</w:t>
      </w:r>
      <w:r>
        <w:t>’</w:t>
      </w:r>
      <w:r w:rsidR="00636A18">
        <w:t>mère n</w:t>
      </w:r>
      <w:r>
        <w:t>’</w:t>
      </w:r>
      <w:r w:rsidR="00636A18">
        <w:t>est donc pas venue avec toi</w:t>
      </w:r>
      <w:r>
        <w:t xml:space="preserve">, </w:t>
      </w:r>
      <w:r w:rsidR="00636A18">
        <w:t>ce soir</w:t>
      </w:r>
      <w:r>
        <w:t> ?</w:t>
      </w:r>
    </w:p>
    <w:p w14:paraId="6729884A" w14:textId="4ACAFD19" w:rsidR="00636A18" w:rsidRDefault="00D37400">
      <w:r>
        <w:t>— </w:t>
      </w:r>
      <w:r w:rsidR="00636A18">
        <w:t>Elle est malade</w:t>
      </w:r>
      <w:r>
        <w:t xml:space="preserve">, </w:t>
      </w:r>
      <w:r w:rsidR="00636A18">
        <w:t>monsieur</w:t>
      </w:r>
      <w:r>
        <w:t xml:space="preserve">, </w:t>
      </w:r>
      <w:r w:rsidR="00636A18">
        <w:t>fit-elle d</w:t>
      </w:r>
      <w:r>
        <w:t>’</w:t>
      </w:r>
      <w:r w:rsidR="00636A18">
        <w:t>un accent qui me r</w:t>
      </w:r>
      <w:r w:rsidR="00636A18">
        <w:t>e</w:t>
      </w:r>
      <w:r w:rsidR="00636A18">
        <w:t>tourna le cœur</w:t>
      </w:r>
      <w:r>
        <w:t xml:space="preserve"> ; </w:t>
      </w:r>
      <w:r w:rsidR="00636A18">
        <w:t>elle est malade</w:t>
      </w:r>
      <w:r>
        <w:t xml:space="preserve"> ! </w:t>
      </w:r>
      <w:r w:rsidR="00636A18">
        <w:t>c</w:t>
      </w:r>
      <w:r>
        <w:t>’</w:t>
      </w:r>
      <w:r w:rsidR="00636A18">
        <w:t>est pour elle que je chante</w:t>
      </w:r>
      <w:r>
        <w:t xml:space="preserve">, </w:t>
      </w:r>
      <w:r w:rsidR="00636A18">
        <w:t>ne me refusez pas</w:t>
      </w:r>
      <w:r>
        <w:t xml:space="preserve">, </w:t>
      </w:r>
      <w:r w:rsidR="00636A18">
        <w:t>monsieur</w:t>
      </w:r>
      <w:r>
        <w:t xml:space="preserve">… </w:t>
      </w:r>
      <w:r w:rsidR="00636A18">
        <w:t>c</w:t>
      </w:r>
      <w:r>
        <w:t>’</w:t>
      </w:r>
      <w:r w:rsidR="00636A18">
        <w:t>est pour elle</w:t>
      </w:r>
      <w:r>
        <w:t> ! »</w:t>
      </w:r>
    </w:p>
    <w:p w14:paraId="4C3332AA" w14:textId="77777777" w:rsidR="00D37400" w:rsidRDefault="00636A18">
      <w:r>
        <w:t>Je me sentis bouleversé</w:t>
      </w:r>
      <w:r w:rsidR="00D37400">
        <w:t xml:space="preserve">, </w:t>
      </w:r>
      <w:r>
        <w:t>et prenant dans ma poche ce que j</w:t>
      </w:r>
      <w:r w:rsidR="00D37400">
        <w:t>’</w:t>
      </w:r>
      <w:r>
        <w:t>y trouvai</w:t>
      </w:r>
      <w:r w:rsidR="00D37400">
        <w:t> :</w:t>
      </w:r>
    </w:p>
    <w:p w14:paraId="226198AA" w14:textId="43130853" w:rsidR="00636A18" w:rsidRDefault="00D37400">
      <w:r>
        <w:t>« </w:t>
      </w:r>
      <w:r w:rsidR="00636A18">
        <w:t>Tiens</w:t>
      </w:r>
      <w:r>
        <w:t xml:space="preserve">, </w:t>
      </w:r>
      <w:r w:rsidR="00636A18">
        <w:t>lui dis-je</w:t>
      </w:r>
      <w:r>
        <w:t xml:space="preserve">, </w:t>
      </w:r>
      <w:r w:rsidR="00636A18">
        <w:t>va</w:t>
      </w:r>
      <w:r>
        <w:t xml:space="preserve"> ! </w:t>
      </w:r>
      <w:r w:rsidR="00636A18">
        <w:t>dépêche-toi d</w:t>
      </w:r>
      <w:r>
        <w:t>’</w:t>
      </w:r>
      <w:r w:rsidR="00636A18">
        <w:t>acheter ce qu</w:t>
      </w:r>
      <w:r>
        <w:t>’</w:t>
      </w:r>
      <w:r w:rsidR="00636A18">
        <w:t>il vous faut</w:t>
      </w:r>
      <w:r>
        <w:t xml:space="preserve">… </w:t>
      </w:r>
      <w:r w:rsidR="00636A18">
        <w:t>mais ne chante plus ici</w:t>
      </w:r>
      <w:r>
        <w:t xml:space="preserve">, </w:t>
      </w:r>
      <w:r w:rsidR="00636A18">
        <w:t>pauvre petite</w:t>
      </w:r>
      <w:r>
        <w:t xml:space="preserve">, </w:t>
      </w:r>
      <w:r w:rsidR="00636A18">
        <w:t>il fait trop froid d</w:t>
      </w:r>
      <w:r w:rsidR="00636A18">
        <w:t>e</w:t>
      </w:r>
      <w:r w:rsidR="00636A18">
        <w:t>hors maintenant pour chanter</w:t>
      </w:r>
      <w:r>
        <w:t xml:space="preserve">. </w:t>
      </w:r>
      <w:r w:rsidR="00636A18">
        <w:t>Tu diras à ta grand-mère que j</w:t>
      </w:r>
      <w:r>
        <w:t>’</w:t>
      </w:r>
      <w:r w:rsidR="00636A18">
        <w:t>irai la voir</w:t>
      </w:r>
      <w:r>
        <w:t>. »</w:t>
      </w:r>
    </w:p>
    <w:p w14:paraId="18EB0C52" w14:textId="77777777" w:rsidR="00D37400" w:rsidRDefault="00636A18">
      <w:r>
        <w:t>Elle me regardait de ses grands yeux</w:t>
      </w:r>
      <w:r w:rsidR="00D37400">
        <w:t xml:space="preserve">, </w:t>
      </w:r>
      <w:r>
        <w:t>et tout à coup</w:t>
      </w:r>
      <w:r w:rsidR="00D37400">
        <w:t xml:space="preserve">, </w:t>
      </w:r>
      <w:r>
        <w:t>fo</w:t>
      </w:r>
      <w:r>
        <w:t>n</w:t>
      </w:r>
      <w:r>
        <w:t>dant en larmes</w:t>
      </w:r>
      <w:r w:rsidR="00D37400">
        <w:t xml:space="preserve">, </w:t>
      </w:r>
      <w:r>
        <w:t>elle se prit à courir</w:t>
      </w:r>
      <w:r w:rsidR="00D37400">
        <w:t>.</w:t>
      </w:r>
    </w:p>
    <w:p w14:paraId="39A4E363" w14:textId="77777777" w:rsidR="00D37400" w:rsidRDefault="00D37400">
      <w:r>
        <w:t>« </w:t>
      </w:r>
      <w:r w:rsidR="00636A18">
        <w:t>Attends</w:t>
      </w:r>
      <w:r>
        <w:t xml:space="preserve"> ! </w:t>
      </w:r>
      <w:r w:rsidR="00D30A99">
        <w:t xml:space="preserve">où </w:t>
      </w:r>
      <w:r w:rsidR="00636A18">
        <w:t>demeurez-vous</w:t>
      </w:r>
      <w:r>
        <w:t> ? »</w:t>
      </w:r>
      <w:r w:rsidR="00636A18">
        <w:t xml:space="preserve"> lui criai-je</w:t>
      </w:r>
      <w:r>
        <w:t>.</w:t>
      </w:r>
    </w:p>
    <w:p w14:paraId="6A220B70" w14:textId="77777777" w:rsidR="00D37400" w:rsidRDefault="00636A18">
      <w:r>
        <w:t>Alors</w:t>
      </w:r>
      <w:r w:rsidR="00D37400">
        <w:t xml:space="preserve">, </w:t>
      </w:r>
      <w:r>
        <w:t>se retournant</w:t>
      </w:r>
      <w:r w:rsidR="00D37400">
        <w:t xml:space="preserve">, </w:t>
      </w:r>
      <w:r>
        <w:t>elle me répondit</w:t>
      </w:r>
      <w:r w:rsidR="00D37400">
        <w:t> :</w:t>
      </w:r>
    </w:p>
    <w:p w14:paraId="0AFD995A" w14:textId="77777777" w:rsidR="00D37400" w:rsidRDefault="00D37400">
      <w:r>
        <w:t>« </w:t>
      </w:r>
      <w:r w:rsidR="00636A18">
        <w:t>Rue du Vieux-Rempart</w:t>
      </w:r>
      <w:r>
        <w:t xml:space="preserve">, </w:t>
      </w:r>
      <w:r w:rsidR="00636A18">
        <w:t>monsieur</w:t>
      </w:r>
      <w:r>
        <w:t xml:space="preserve"> ! </w:t>
      </w:r>
      <w:r w:rsidR="00636A18">
        <w:t>Vous n</w:t>
      </w:r>
      <w:r>
        <w:t>’</w:t>
      </w:r>
      <w:r w:rsidR="00636A18">
        <w:t>avez qu</w:t>
      </w:r>
      <w:r>
        <w:t>’</w:t>
      </w:r>
      <w:r w:rsidR="00636A18">
        <w:t>à d</w:t>
      </w:r>
      <w:r w:rsidR="00636A18">
        <w:t>e</w:t>
      </w:r>
      <w:r w:rsidR="00636A18">
        <w:t>mander la grand</w:t>
      </w:r>
      <w:r>
        <w:t>’</w:t>
      </w:r>
      <w:r w:rsidR="00636A18">
        <w:t>mère Sabine</w:t>
      </w:r>
      <w:r>
        <w:t xml:space="preserve">, </w:t>
      </w:r>
      <w:r w:rsidR="00636A18">
        <w:t>tout le monde vous montrera</w:t>
      </w:r>
      <w:r>
        <w:t>.</w:t>
      </w:r>
    </w:p>
    <w:p w14:paraId="03A44E85" w14:textId="371DBD8D" w:rsidR="00636A18" w:rsidRDefault="00D37400">
      <w:r>
        <w:t>— </w:t>
      </w:r>
      <w:r w:rsidR="00636A18">
        <w:t>C</w:t>
      </w:r>
      <w:r>
        <w:t>’</w:t>
      </w:r>
      <w:r w:rsidR="00636A18">
        <w:t>est bien</w:t>
      </w:r>
      <w:r>
        <w:t xml:space="preserve">… </w:t>
      </w:r>
      <w:r w:rsidR="00636A18">
        <w:t>va</w:t>
      </w:r>
      <w:r>
        <w:t>. »</w:t>
      </w:r>
    </w:p>
    <w:p w14:paraId="57B50712" w14:textId="77777777" w:rsidR="00D37400" w:rsidRDefault="00636A18">
      <w:r>
        <w:t>Elle repartit</w:t>
      </w:r>
      <w:r w:rsidR="00D37400">
        <w:t xml:space="preserve">, </w:t>
      </w:r>
      <w:r>
        <w:t>et moi</w:t>
      </w:r>
      <w:r w:rsidR="00D37400">
        <w:t xml:space="preserve">, </w:t>
      </w:r>
      <w:r>
        <w:t>renonçant à ma promenade</w:t>
      </w:r>
      <w:r w:rsidR="00D37400">
        <w:t xml:space="preserve">, </w:t>
      </w:r>
      <w:r>
        <w:t>je rentrai en ville tout pensif</w:t>
      </w:r>
      <w:r w:rsidR="00D37400">
        <w:t>.</w:t>
      </w:r>
    </w:p>
    <w:p w14:paraId="7C9161FE" w14:textId="57126DAB" w:rsidR="00D37400" w:rsidRDefault="00636A18">
      <w:r>
        <w:lastRenderedPageBreak/>
        <w:t>Cette voix de soprano</w:t>
      </w:r>
      <w:r w:rsidR="00D37400">
        <w:t xml:space="preserve">, </w:t>
      </w:r>
      <w:r>
        <w:t>vraiment splendide</w:t>
      </w:r>
      <w:r w:rsidR="00D37400">
        <w:t xml:space="preserve">, </w:t>
      </w:r>
      <w:r>
        <w:t>que je venais de découvrir par le plus grand des hasards</w:t>
      </w:r>
      <w:r w:rsidR="00D37400">
        <w:t xml:space="preserve">, </w:t>
      </w:r>
      <w:r>
        <w:t>était un événement dans ma vie</w:t>
      </w:r>
      <w:r w:rsidR="00D37400">
        <w:t xml:space="preserve">. </w:t>
      </w:r>
      <w:r>
        <w:t>J</w:t>
      </w:r>
      <w:r w:rsidR="00D37400">
        <w:t>’</w:t>
      </w:r>
      <w:r>
        <w:t>avais l</w:t>
      </w:r>
      <w:r w:rsidR="00D37400">
        <w:t>’</w:t>
      </w:r>
      <w:r>
        <w:t>intention d</w:t>
      </w:r>
      <w:r w:rsidR="00D37400">
        <w:t>’</w:t>
      </w:r>
      <w:r>
        <w:t>aller voir tout de suite la grand</w:t>
      </w:r>
      <w:r w:rsidR="00D37400">
        <w:t>’</w:t>
      </w:r>
      <w:r>
        <w:t>mère Sabine</w:t>
      </w:r>
      <w:r w:rsidR="00D37400">
        <w:t xml:space="preserve">, </w:t>
      </w:r>
      <w:r>
        <w:t>mais changeant d</w:t>
      </w:r>
      <w:r w:rsidR="00D37400">
        <w:t>’</w:t>
      </w:r>
      <w:r>
        <w:t>idée en route</w:t>
      </w:r>
      <w:r w:rsidR="00D37400">
        <w:t xml:space="preserve">, </w:t>
      </w:r>
      <w:r>
        <w:t>je me re</w:t>
      </w:r>
      <w:r>
        <w:t>n</w:t>
      </w:r>
      <w:r>
        <w:t>d</w:t>
      </w:r>
      <w:r w:rsidR="00D30A99">
        <w:t>i</w:t>
      </w:r>
      <w:r>
        <w:t>s au presbytère</w:t>
      </w:r>
      <w:r w:rsidR="00D37400">
        <w:t xml:space="preserve">, </w:t>
      </w:r>
      <w:r>
        <w:t xml:space="preserve">chez </w:t>
      </w:r>
      <w:r w:rsidR="00D37400">
        <w:t>M. </w:t>
      </w:r>
      <w:r>
        <w:t>le curé Miguel</w:t>
      </w:r>
      <w:r w:rsidR="00D37400">
        <w:t xml:space="preserve">, </w:t>
      </w:r>
      <w:r>
        <w:t>pour lui faire part de cette découverte incroyable</w:t>
      </w:r>
      <w:r w:rsidR="00D37400">
        <w:t xml:space="preserve"> ; </w:t>
      </w:r>
      <w:r>
        <w:t>lui seul à Sainte-Suzanne pouvait en reconnaître toute l</w:t>
      </w:r>
      <w:r w:rsidR="00D37400">
        <w:t>’</w:t>
      </w:r>
      <w:r>
        <w:t>importance</w:t>
      </w:r>
      <w:r w:rsidR="00D37400">
        <w:t>.</w:t>
      </w:r>
    </w:p>
    <w:p w14:paraId="0F9DB7CD" w14:textId="77777777" w:rsidR="00D37400" w:rsidRDefault="00636A18">
      <w:r>
        <w:t>Les grandes et belles voix de ténor pour l</w:t>
      </w:r>
      <w:r w:rsidR="00D37400">
        <w:t>’</w:t>
      </w:r>
      <w:r>
        <w:t>homme et de s</w:t>
      </w:r>
      <w:r>
        <w:t>o</w:t>
      </w:r>
      <w:r>
        <w:t>prano pour la femme sont si rares</w:t>
      </w:r>
      <w:r w:rsidR="00D37400">
        <w:t xml:space="preserve">, </w:t>
      </w:r>
      <w:r>
        <w:t>que leur valeur</w:t>
      </w:r>
      <w:r w:rsidR="00D37400">
        <w:t xml:space="preserve">, </w:t>
      </w:r>
      <w:r>
        <w:t>comme celle du diamant</w:t>
      </w:r>
      <w:r w:rsidR="00D37400">
        <w:t xml:space="preserve">, </w:t>
      </w:r>
      <w:r>
        <w:t>est inappréciable</w:t>
      </w:r>
      <w:r w:rsidR="00D37400">
        <w:t xml:space="preserve">. </w:t>
      </w:r>
      <w:r>
        <w:t>Tous les gouvernements en e</w:t>
      </w:r>
      <w:r>
        <w:t>n</w:t>
      </w:r>
      <w:r>
        <w:t>couragent la recherche</w:t>
      </w:r>
      <w:r w:rsidR="00D37400">
        <w:t xml:space="preserve">, </w:t>
      </w:r>
      <w:r>
        <w:t>elles font en quelque sorte partie de la gloire d</w:t>
      </w:r>
      <w:r w:rsidR="00D37400">
        <w:t>’</w:t>
      </w:r>
      <w:r>
        <w:t>un pays</w:t>
      </w:r>
      <w:r w:rsidR="00D37400">
        <w:t xml:space="preserve">, </w:t>
      </w:r>
      <w:r>
        <w:t>en ajoutant au lustre de l</w:t>
      </w:r>
      <w:r w:rsidR="00D37400">
        <w:t>’</w:t>
      </w:r>
      <w:r>
        <w:t>art</w:t>
      </w:r>
      <w:r w:rsidR="00D37400">
        <w:t xml:space="preserve">. </w:t>
      </w:r>
      <w:r>
        <w:t>Mais tous ces e</w:t>
      </w:r>
      <w:r>
        <w:t>n</w:t>
      </w:r>
      <w:r>
        <w:t>couragements ne servent à rien</w:t>
      </w:r>
      <w:r w:rsidR="00D37400">
        <w:t xml:space="preserve">, </w:t>
      </w:r>
      <w:r>
        <w:t>la nature ne prodigue pas ses trésors</w:t>
      </w:r>
      <w:r w:rsidR="00D37400">
        <w:t xml:space="preserve">, </w:t>
      </w:r>
      <w:r>
        <w:t>et le hasard quelquefois</w:t>
      </w:r>
      <w:r w:rsidR="00D37400">
        <w:t xml:space="preserve">… </w:t>
      </w:r>
      <w:r>
        <w:t>un heureux hasard</w:t>
      </w:r>
      <w:r w:rsidR="00D37400">
        <w:t xml:space="preserve">, </w:t>
      </w:r>
      <w:r>
        <w:t>en amène seul la découverte</w:t>
      </w:r>
      <w:r w:rsidR="00D37400">
        <w:t>.</w:t>
      </w:r>
    </w:p>
    <w:p w14:paraId="25F15F29" w14:textId="77777777" w:rsidR="00D37400" w:rsidRDefault="00636A18">
      <w:r>
        <w:t>C</w:t>
      </w:r>
      <w:r w:rsidR="00D37400">
        <w:t>’</w:t>
      </w:r>
      <w:r>
        <w:t>est ce que je me disais en arrivant au presbytère</w:t>
      </w:r>
      <w:r w:rsidR="00D37400">
        <w:t>.</w:t>
      </w:r>
    </w:p>
    <w:p w14:paraId="1F253518" w14:textId="7903D9AF" w:rsidR="00D37400" w:rsidRDefault="00D37400">
      <w:r>
        <w:t>M. </w:t>
      </w:r>
      <w:r w:rsidR="00636A18" w:rsidRPr="00170ADD">
        <w:t>le curé Miguel</w:t>
      </w:r>
      <w:r>
        <w:t xml:space="preserve">, </w:t>
      </w:r>
      <w:r w:rsidR="00636A18" w:rsidRPr="00170ADD">
        <w:t>comme d</w:t>
      </w:r>
      <w:r>
        <w:t>’</w:t>
      </w:r>
      <w:r w:rsidR="00636A18" w:rsidRPr="00170ADD">
        <w:t>habitude</w:t>
      </w:r>
      <w:r>
        <w:t xml:space="preserve">, </w:t>
      </w:r>
      <w:r w:rsidR="00636A18">
        <w:t>était dans sa bibli</w:t>
      </w:r>
      <w:r w:rsidR="00636A18">
        <w:t>o</w:t>
      </w:r>
      <w:r w:rsidR="00636A18">
        <w:t>thèque</w:t>
      </w:r>
      <w:r>
        <w:t xml:space="preserve">, </w:t>
      </w:r>
      <w:r w:rsidR="00636A18">
        <w:t>seul</w:t>
      </w:r>
      <w:r>
        <w:t xml:space="preserve">, </w:t>
      </w:r>
      <w:r w:rsidR="00636A18">
        <w:t>assis en face de sa petite cheminée</w:t>
      </w:r>
      <w:r>
        <w:t xml:space="preserve">, </w:t>
      </w:r>
      <w:r w:rsidR="00636A18">
        <w:t>ses pantoufles sur les chenets</w:t>
      </w:r>
      <w:r>
        <w:t xml:space="preserve">, </w:t>
      </w:r>
      <w:r w:rsidR="00636A18">
        <w:t>tout rêveur</w:t>
      </w:r>
      <w:r>
        <w:t xml:space="preserve">, </w:t>
      </w:r>
      <w:r w:rsidR="00636A18">
        <w:t>quand j</w:t>
      </w:r>
      <w:r>
        <w:t>’</w:t>
      </w:r>
      <w:r w:rsidR="00636A18">
        <w:t>ouvris la porte</w:t>
      </w:r>
      <w:r>
        <w:t>.</w:t>
      </w:r>
    </w:p>
    <w:p w14:paraId="56935B50" w14:textId="77777777" w:rsidR="00D37400" w:rsidRDefault="00636A18">
      <w:r>
        <w:t>Il fut étonné de me voir</w:t>
      </w:r>
      <w:r w:rsidR="00D37400">
        <w:t>.</w:t>
      </w:r>
    </w:p>
    <w:p w14:paraId="4CE314B1" w14:textId="77777777" w:rsidR="00D37400" w:rsidRDefault="00D37400">
      <w:r>
        <w:t>« </w:t>
      </w:r>
      <w:r w:rsidR="00636A18">
        <w:t>C</w:t>
      </w:r>
      <w:r>
        <w:t>’</w:t>
      </w:r>
      <w:r w:rsidR="00636A18">
        <w:t>est vous</w:t>
      </w:r>
      <w:r>
        <w:t xml:space="preserve">, </w:t>
      </w:r>
      <w:r w:rsidR="00636A18">
        <w:t>monsieur Chapuis</w:t>
      </w:r>
      <w:r>
        <w:t xml:space="preserve">, </w:t>
      </w:r>
      <w:r w:rsidR="00636A18">
        <w:t>me dit-il</w:t>
      </w:r>
      <w:r>
        <w:t xml:space="preserve"> ? </w:t>
      </w:r>
      <w:r w:rsidR="00636A18">
        <w:t>Vous venez vous informer du service</w:t>
      </w:r>
      <w:r>
        <w:t xml:space="preserve"> ? </w:t>
      </w:r>
      <w:r w:rsidR="00636A18">
        <w:t>Mais cette semaine</w:t>
      </w:r>
      <w:r>
        <w:t xml:space="preserve">, </w:t>
      </w:r>
      <w:r w:rsidR="00636A18">
        <w:t>nous n</w:t>
      </w:r>
      <w:r>
        <w:t>’</w:t>
      </w:r>
      <w:r w:rsidR="00636A18">
        <w:t>avons rien</w:t>
      </w:r>
      <w:r>
        <w:t xml:space="preserve"> ; </w:t>
      </w:r>
      <w:r w:rsidR="00636A18">
        <w:t>pas de baptême</w:t>
      </w:r>
      <w:r>
        <w:t xml:space="preserve">, </w:t>
      </w:r>
      <w:r w:rsidR="00636A18">
        <w:t>pas de mariage</w:t>
      </w:r>
      <w:r>
        <w:t xml:space="preserve">, </w:t>
      </w:r>
      <w:r w:rsidR="00636A18">
        <w:t>pas d</w:t>
      </w:r>
      <w:r>
        <w:t>’</w:t>
      </w:r>
      <w:r w:rsidR="00636A18">
        <w:t>enterrement</w:t>
      </w:r>
      <w:r>
        <w:t xml:space="preserve"> ; </w:t>
      </w:r>
      <w:r w:rsidR="00636A18">
        <w:t>au moins jusqu</w:t>
      </w:r>
      <w:r>
        <w:t>’</w:t>
      </w:r>
      <w:r w:rsidR="00636A18">
        <w:t>à présent rien n</w:t>
      </w:r>
      <w:r>
        <w:t>’</w:t>
      </w:r>
      <w:r w:rsidR="00636A18">
        <w:t>est annoncé</w:t>
      </w:r>
      <w:r>
        <w:t xml:space="preserve">. </w:t>
      </w:r>
      <w:r w:rsidR="00636A18">
        <w:t>Asseyez-vous</w:t>
      </w:r>
      <w:r>
        <w:t>.</w:t>
      </w:r>
    </w:p>
    <w:p w14:paraId="414FC382" w14:textId="77777777" w:rsidR="00D37400" w:rsidRDefault="00D37400">
      <w:r>
        <w:t>— </w:t>
      </w:r>
      <w:r w:rsidR="00636A18">
        <w:t>Ce n</w:t>
      </w:r>
      <w:r>
        <w:t>’</w:t>
      </w:r>
      <w:r w:rsidR="00636A18">
        <w:t>est pas ce qui m</w:t>
      </w:r>
      <w:r>
        <w:t>’</w:t>
      </w:r>
      <w:r w:rsidR="00636A18">
        <w:t>amène</w:t>
      </w:r>
      <w:r>
        <w:t xml:space="preserve">, </w:t>
      </w:r>
      <w:r w:rsidR="00636A18">
        <w:t>monsieur le curé</w:t>
      </w:r>
      <w:r>
        <w:t xml:space="preserve">, </w:t>
      </w:r>
      <w:r w:rsidR="00636A18">
        <w:t>lui répo</w:t>
      </w:r>
      <w:r w:rsidR="00636A18">
        <w:t>n</w:t>
      </w:r>
      <w:r w:rsidR="00636A18">
        <w:t>dis-je en m</w:t>
      </w:r>
      <w:r>
        <w:t>’</w:t>
      </w:r>
      <w:r w:rsidR="00636A18">
        <w:t>asseyant</w:t>
      </w:r>
      <w:r>
        <w:t xml:space="preserve"> ; </w:t>
      </w:r>
      <w:r w:rsidR="00636A18">
        <w:t>c</w:t>
      </w:r>
      <w:r>
        <w:t>’</w:t>
      </w:r>
      <w:r w:rsidR="00636A18">
        <w:t>est un événement qui ne peut manquer de vous intéresser</w:t>
      </w:r>
      <w:r>
        <w:t xml:space="preserve"> ; </w:t>
      </w:r>
      <w:r w:rsidR="00636A18">
        <w:t>je viens de découvrir à Sainte-Suzanne</w:t>
      </w:r>
      <w:r>
        <w:t xml:space="preserve">, </w:t>
      </w:r>
      <w:r w:rsidR="00636A18">
        <w:t>une voix pure</w:t>
      </w:r>
      <w:r>
        <w:t xml:space="preserve">, </w:t>
      </w:r>
      <w:r w:rsidR="00636A18">
        <w:t>de la plus grande ampleur</w:t>
      </w:r>
      <w:r>
        <w:t xml:space="preserve">, </w:t>
      </w:r>
      <w:r w:rsidR="00636A18">
        <w:t xml:space="preserve">allant du </w:t>
      </w:r>
      <w:r w:rsidR="00636A18">
        <w:rPr>
          <w:i/>
          <w:iCs/>
        </w:rPr>
        <w:t xml:space="preserve">fa </w:t>
      </w:r>
      <w:r w:rsidR="00636A18">
        <w:t>deux</w:t>
      </w:r>
      <w:r>
        <w:t xml:space="preserve"> (</w:t>
      </w:r>
      <w:r w:rsidR="00636A18">
        <w:t>contra</w:t>
      </w:r>
      <w:r w:rsidR="00636A18">
        <w:t>l</w:t>
      </w:r>
      <w:r w:rsidR="00636A18">
        <w:t>to</w:t>
      </w:r>
      <w:r>
        <w:t xml:space="preserve">) </w:t>
      </w:r>
      <w:r w:rsidR="00636A18">
        <w:t>jusqu</w:t>
      </w:r>
      <w:r>
        <w:t>’</w:t>
      </w:r>
      <w:r w:rsidR="00636A18">
        <w:t xml:space="preserve">au </w:t>
      </w:r>
      <w:r w:rsidR="00636A18">
        <w:rPr>
          <w:i/>
          <w:iCs/>
        </w:rPr>
        <w:t xml:space="preserve">mi </w:t>
      </w:r>
      <w:r w:rsidR="00636A18">
        <w:t>cinq</w:t>
      </w:r>
      <w:r>
        <w:t xml:space="preserve"> (</w:t>
      </w:r>
      <w:r w:rsidR="00636A18">
        <w:t>soprano</w:t>
      </w:r>
      <w:r>
        <w:t xml:space="preserve">), </w:t>
      </w:r>
      <w:r w:rsidR="00636A18">
        <w:t>largement</w:t>
      </w:r>
      <w:r>
        <w:t xml:space="preserve">, </w:t>
      </w:r>
      <w:r w:rsidR="00636A18">
        <w:t>et en plein</w:t>
      </w:r>
      <w:r>
        <w:t>.</w:t>
      </w:r>
    </w:p>
    <w:p w14:paraId="69DB1BA8" w14:textId="77777777" w:rsidR="00D37400" w:rsidRDefault="00D37400">
      <w:r>
        <w:lastRenderedPageBreak/>
        <w:t>— </w:t>
      </w:r>
      <w:r w:rsidR="00636A18">
        <w:t>Trois octaves</w:t>
      </w:r>
      <w:r>
        <w:t xml:space="preserve"> ! </w:t>
      </w:r>
      <w:r w:rsidR="00636A18">
        <w:t>dit-il en se retournant dans son fauteuil brusquement</w:t>
      </w:r>
      <w:r>
        <w:t xml:space="preserve">, </w:t>
      </w:r>
      <w:r w:rsidR="00636A18">
        <w:t>pour me regarder en face</w:t>
      </w:r>
      <w:r>
        <w:t xml:space="preserve">. </w:t>
      </w:r>
      <w:r w:rsidR="00636A18">
        <w:t>Mais il n</w:t>
      </w:r>
      <w:r>
        <w:t>’</w:t>
      </w:r>
      <w:r w:rsidR="00636A18">
        <w:t>y a que la M</w:t>
      </w:r>
      <w:r w:rsidR="00636A18">
        <w:t>a</w:t>
      </w:r>
      <w:r w:rsidR="00636A18">
        <w:t>riani</w:t>
      </w:r>
      <w:r>
        <w:t xml:space="preserve">, </w:t>
      </w:r>
      <w:r w:rsidR="00636A18">
        <w:t>et deux ou trois autres artistes hors ligne qui possèdent en Europe une voix pareille</w:t>
      </w:r>
      <w:r>
        <w:t xml:space="preserve">. </w:t>
      </w:r>
      <w:r w:rsidR="00636A18">
        <w:t>En êtes-vous bien sûr</w:t>
      </w:r>
      <w:r>
        <w:t xml:space="preserve">, </w:t>
      </w:r>
      <w:r w:rsidR="00636A18">
        <w:t>monsieur Ch</w:t>
      </w:r>
      <w:r w:rsidR="00636A18">
        <w:t>a</w:t>
      </w:r>
      <w:r w:rsidR="00636A18">
        <w:t>puis</w:t>
      </w:r>
      <w:r>
        <w:t> ?</w:t>
      </w:r>
    </w:p>
    <w:p w14:paraId="24ADFD18" w14:textId="77777777" w:rsidR="00D37400" w:rsidRDefault="00D37400">
      <w:r>
        <w:t>— </w:t>
      </w:r>
      <w:r w:rsidR="00636A18">
        <w:t>Monsieur le curé</w:t>
      </w:r>
      <w:r>
        <w:t xml:space="preserve">, </w:t>
      </w:r>
      <w:r w:rsidR="00636A18">
        <w:t>lui répondis-je</w:t>
      </w:r>
      <w:r>
        <w:t xml:space="preserve">, </w:t>
      </w:r>
      <w:r w:rsidR="00636A18">
        <w:t>comme violon à l</w:t>
      </w:r>
      <w:r>
        <w:t>’</w:t>
      </w:r>
      <w:r w:rsidR="00636A18">
        <w:t>Opéra pendant dix ans</w:t>
      </w:r>
      <w:r>
        <w:t xml:space="preserve">, </w:t>
      </w:r>
      <w:r w:rsidR="00636A18">
        <w:t>je me suis formé l</w:t>
      </w:r>
      <w:r>
        <w:t>’</w:t>
      </w:r>
      <w:r w:rsidR="00636A18">
        <w:t>oreille</w:t>
      </w:r>
      <w:r>
        <w:t xml:space="preserve">, </w:t>
      </w:r>
      <w:r w:rsidR="00636A18">
        <w:t>et je crois savoir m</w:t>
      </w:r>
      <w:r w:rsidR="00636A18">
        <w:t>e</w:t>
      </w:r>
      <w:r w:rsidR="00636A18">
        <w:t>surer l</w:t>
      </w:r>
      <w:r>
        <w:t>’</w:t>
      </w:r>
      <w:r w:rsidR="00636A18">
        <w:t>étendue d</w:t>
      </w:r>
      <w:r>
        <w:t>’</w:t>
      </w:r>
      <w:r w:rsidR="00636A18">
        <w:t>une voix au juste</w:t>
      </w:r>
      <w:r>
        <w:t xml:space="preserve">, </w:t>
      </w:r>
      <w:r w:rsidR="00636A18">
        <w:t>rien qu</w:t>
      </w:r>
      <w:r>
        <w:t>’</w:t>
      </w:r>
      <w:r w:rsidR="00636A18">
        <w:t>en l</w:t>
      </w:r>
      <w:r>
        <w:t>’</w:t>
      </w:r>
      <w:r w:rsidR="00636A18">
        <w:t>écoutant</w:t>
      </w:r>
      <w:r>
        <w:t xml:space="preserve"> ; </w:t>
      </w:r>
      <w:r w:rsidR="00636A18">
        <w:t>je ne me trompe pas</w:t>
      </w:r>
      <w:r>
        <w:t> !</w:t>
      </w:r>
    </w:p>
    <w:p w14:paraId="63F3940D" w14:textId="77777777" w:rsidR="00D37400" w:rsidRDefault="00D37400">
      <w:r>
        <w:t>— </w:t>
      </w:r>
      <w:r w:rsidR="00636A18">
        <w:t>Ah</w:t>
      </w:r>
      <w:r>
        <w:t xml:space="preserve"> ! </w:t>
      </w:r>
      <w:r w:rsidR="00636A18">
        <w:t>dit-il</w:t>
      </w:r>
      <w:r>
        <w:t xml:space="preserve">, </w:t>
      </w:r>
      <w:r w:rsidR="00636A18">
        <w:t xml:space="preserve">celle qui possède cette voix </w:t>
      </w:r>
      <w:r w:rsidR="00636A18">
        <w:rPr>
          <w:bCs/>
        </w:rPr>
        <w:t>a</w:t>
      </w:r>
      <w:r w:rsidR="00636A18">
        <w:t>ura bien des jouissances d</w:t>
      </w:r>
      <w:r>
        <w:t>’</w:t>
      </w:r>
      <w:r w:rsidR="00636A18">
        <w:t>amour-propre</w:t>
      </w:r>
      <w:r>
        <w:t xml:space="preserve">, </w:t>
      </w:r>
      <w:r w:rsidR="00636A18">
        <w:t>bien des plaisirs mondains</w:t>
      </w:r>
      <w:r>
        <w:t xml:space="preserve">, </w:t>
      </w:r>
      <w:r w:rsidR="00636A18">
        <w:t xml:space="preserve">bien des heures </w:t>
      </w:r>
      <w:r w:rsidR="00636A18">
        <w:rPr>
          <w:bCs/>
        </w:rPr>
        <w:t>e</w:t>
      </w:r>
      <w:r w:rsidR="00636A18">
        <w:t>nivrantes</w:t>
      </w:r>
      <w:r>
        <w:t xml:space="preserve"> ; </w:t>
      </w:r>
      <w:r w:rsidR="00636A18">
        <w:t>c</w:t>
      </w:r>
      <w:r>
        <w:t>’</w:t>
      </w:r>
      <w:r w:rsidR="00636A18">
        <w:t>est ce qu</w:t>
      </w:r>
      <w:r>
        <w:t>’</w:t>
      </w:r>
      <w:r w:rsidR="00636A18">
        <w:t>on appelle une prédestinée de la gloire</w:t>
      </w:r>
      <w:r>
        <w:t xml:space="preserve">… </w:t>
      </w:r>
      <w:r w:rsidR="00636A18">
        <w:t>Est-ce une de vos élèves</w:t>
      </w:r>
      <w:r>
        <w:t> ?</w:t>
      </w:r>
    </w:p>
    <w:p w14:paraId="19A4F820" w14:textId="41D35869" w:rsidR="00636A18" w:rsidRDefault="00D37400">
      <w:r>
        <w:t>— </w:t>
      </w:r>
      <w:r w:rsidR="00636A18">
        <w:t>C</w:t>
      </w:r>
      <w:r>
        <w:t>’</w:t>
      </w:r>
      <w:r w:rsidR="00636A18">
        <w:t>est une pauvre petite fille</w:t>
      </w:r>
      <w:r>
        <w:t xml:space="preserve">, </w:t>
      </w:r>
      <w:r w:rsidR="00636A18">
        <w:t>une petite mendiante qui conduit chaque jour sa grand</w:t>
      </w:r>
      <w:r>
        <w:t>’</w:t>
      </w:r>
      <w:r w:rsidR="00636A18">
        <w:t xml:space="preserve">mère aveugle à la porte des Vosges pour </w:t>
      </w:r>
      <w:r w:rsidR="00636A18">
        <w:rPr>
          <w:bCs/>
        </w:rPr>
        <w:t>i</w:t>
      </w:r>
      <w:r w:rsidR="00636A18">
        <w:t>mplorer la charité publique</w:t>
      </w:r>
      <w:r>
        <w:t>. »</w:t>
      </w:r>
    </w:p>
    <w:p w14:paraId="5F2D94E0" w14:textId="0A631957" w:rsidR="00D37400" w:rsidRDefault="00D37400">
      <w:r>
        <w:t>M. </w:t>
      </w:r>
      <w:r w:rsidR="00636A18">
        <w:t>le curé me regardait</w:t>
      </w:r>
      <w:r>
        <w:t xml:space="preserve">, </w:t>
      </w:r>
      <w:r w:rsidR="00636A18">
        <w:t>il était devenu grave</w:t>
      </w:r>
      <w:r>
        <w:t xml:space="preserve">, </w:t>
      </w:r>
      <w:r w:rsidR="00636A18">
        <w:t>et je lui r</w:t>
      </w:r>
      <w:r w:rsidR="00636A18">
        <w:t>a</w:t>
      </w:r>
      <w:r w:rsidR="00636A18">
        <w:t>contai ce qui venait de se passer</w:t>
      </w:r>
      <w:r>
        <w:t>.</w:t>
      </w:r>
    </w:p>
    <w:p w14:paraId="2EAFC252" w14:textId="77777777" w:rsidR="00D37400" w:rsidRDefault="00D37400">
      <w:r>
        <w:t>« </w:t>
      </w:r>
      <w:r w:rsidR="00636A18">
        <w:t>Je sais de qui vous voulez parler</w:t>
      </w:r>
      <w:r>
        <w:t xml:space="preserve">, </w:t>
      </w:r>
      <w:r w:rsidR="00170ADD">
        <w:t>fit</w:t>
      </w:r>
      <w:r w:rsidR="00636A18">
        <w:t>-il</w:t>
      </w:r>
      <w:r>
        <w:t xml:space="preserve">, </w:t>
      </w:r>
      <w:r w:rsidR="00636A18">
        <w:t>les yeux fixés sur le feu qui se ranimait dans sa petite cheminée</w:t>
      </w:r>
      <w:r>
        <w:t xml:space="preserve"> ; </w:t>
      </w:r>
      <w:r w:rsidR="00636A18">
        <w:t>la bonne vieille est une de mes plus anciennes connaissances à Sainte-Suzanne</w:t>
      </w:r>
      <w:r>
        <w:t xml:space="preserve">, </w:t>
      </w:r>
      <w:r w:rsidR="00636A18">
        <w:t>une pauvre cardeuse de laine</w:t>
      </w:r>
      <w:r>
        <w:t xml:space="preserve">, </w:t>
      </w:r>
      <w:r w:rsidR="00636A18">
        <w:t>nommée Françoise S</w:t>
      </w:r>
      <w:r w:rsidR="00636A18">
        <w:t>a</w:t>
      </w:r>
      <w:r w:rsidR="00636A18">
        <w:t>bine</w:t>
      </w:r>
      <w:r>
        <w:t xml:space="preserve">. </w:t>
      </w:r>
      <w:r w:rsidR="00636A18">
        <w:t>C</w:t>
      </w:r>
      <w:r>
        <w:t>’</w:t>
      </w:r>
      <w:r w:rsidR="00636A18">
        <w:t>est une brave femme</w:t>
      </w:r>
      <w:r>
        <w:t xml:space="preserve"> ; </w:t>
      </w:r>
      <w:r w:rsidR="00636A18">
        <w:t>elle demeure rue du Vieux-Rempart</w:t>
      </w:r>
      <w:r>
        <w:t xml:space="preserve">. </w:t>
      </w:r>
      <w:r w:rsidR="00636A18">
        <w:t>La p</w:t>
      </w:r>
      <w:r w:rsidR="00636A18">
        <w:t>e</w:t>
      </w:r>
      <w:r w:rsidR="00636A18">
        <w:t>tite fille est une enfant abandonnée par des b</w:t>
      </w:r>
      <w:r w:rsidR="00636A18">
        <w:t>o</w:t>
      </w:r>
      <w:r w:rsidR="00636A18">
        <w:t>hémiens pendant le rude hiver de 1852</w:t>
      </w:r>
      <w:r>
        <w:t xml:space="preserve"> ; </w:t>
      </w:r>
      <w:r w:rsidR="00636A18">
        <w:t>elle avait quatre ans alors</w:t>
      </w:r>
      <w:r>
        <w:t xml:space="preserve">, </w:t>
      </w:r>
      <w:r w:rsidR="00636A18">
        <w:t>elle en a donc aujourd</w:t>
      </w:r>
      <w:r>
        <w:t>’</w:t>
      </w:r>
      <w:r w:rsidR="00636A18">
        <w:t>hui douze</w:t>
      </w:r>
      <w:r>
        <w:t>.</w:t>
      </w:r>
    </w:p>
    <w:p w14:paraId="5775725D" w14:textId="77777777" w:rsidR="00D37400" w:rsidRDefault="00D37400">
      <w:r>
        <w:t>« </w:t>
      </w:r>
      <w:r w:rsidR="00636A18">
        <w:t>On ne savait qu</w:t>
      </w:r>
      <w:r>
        <w:t>’</w:t>
      </w:r>
      <w:r w:rsidR="00636A18">
        <w:t>en faire</w:t>
      </w:r>
      <w:r>
        <w:t xml:space="preserve">, </w:t>
      </w:r>
      <w:r w:rsidR="00636A18">
        <w:t>et la pauvre Françoise tira notre municipalité d</w:t>
      </w:r>
      <w:r>
        <w:t>’</w:t>
      </w:r>
      <w:r w:rsidR="00636A18">
        <w:t>un grand embarras</w:t>
      </w:r>
      <w:r>
        <w:t xml:space="preserve">, </w:t>
      </w:r>
      <w:r w:rsidR="00636A18">
        <w:t>en recueillant chez elle le pauvre petit être</w:t>
      </w:r>
      <w:r>
        <w:t>.</w:t>
      </w:r>
    </w:p>
    <w:p w14:paraId="3E202D52" w14:textId="27BEA2BA" w:rsidR="00636A18" w:rsidRDefault="00D37400">
      <w:r>
        <w:lastRenderedPageBreak/>
        <w:t>« </w:t>
      </w:r>
      <w:r w:rsidR="00636A18">
        <w:t>Ce grand acte de charité ne s</w:t>
      </w:r>
      <w:r>
        <w:t>’</w:t>
      </w:r>
      <w:r w:rsidR="00636A18">
        <w:t>est pas effacé de ma m</w:t>
      </w:r>
      <w:r w:rsidR="00636A18">
        <w:t>é</w:t>
      </w:r>
      <w:r w:rsidR="00636A18">
        <w:t>moire</w:t>
      </w:r>
      <w:r>
        <w:t>. »</w:t>
      </w:r>
    </w:p>
    <w:p w14:paraId="60046588" w14:textId="77777777" w:rsidR="00D37400" w:rsidRDefault="00636A18">
      <w:r>
        <w:t>Ainsi parlait le digne homme</w:t>
      </w:r>
      <w:r w:rsidR="00D37400">
        <w:t xml:space="preserve">, </w:t>
      </w:r>
      <w:r>
        <w:t>avec attendrissement</w:t>
      </w:r>
      <w:r w:rsidR="00D37400">
        <w:t xml:space="preserve">. – </w:t>
      </w:r>
      <w:r>
        <w:t>Puis se retournant vers moi</w:t>
      </w:r>
      <w:r w:rsidR="00D37400">
        <w:t> :</w:t>
      </w:r>
    </w:p>
    <w:p w14:paraId="4B6AAD59" w14:textId="4FB14DD9" w:rsidR="00636A18" w:rsidRDefault="00D37400">
      <w:r>
        <w:t>« </w:t>
      </w:r>
      <w:r w:rsidR="00636A18">
        <w:t>Eh bien</w:t>
      </w:r>
      <w:r>
        <w:t xml:space="preserve">, </w:t>
      </w:r>
      <w:r w:rsidR="00636A18">
        <w:t>fit-il en souriant</w:t>
      </w:r>
      <w:r>
        <w:t xml:space="preserve">, </w:t>
      </w:r>
      <w:r w:rsidR="00636A18">
        <w:t>je souhaite que la bonne no</w:t>
      </w:r>
      <w:r w:rsidR="00636A18">
        <w:t>u</w:t>
      </w:r>
      <w:r w:rsidR="00636A18">
        <w:t>velle se confirme</w:t>
      </w:r>
      <w:r>
        <w:t xml:space="preserve"> ; </w:t>
      </w:r>
      <w:r w:rsidR="00636A18">
        <w:t>j</w:t>
      </w:r>
      <w:r>
        <w:t>’</w:t>
      </w:r>
      <w:r w:rsidR="00636A18">
        <w:t>en serai vraiment heureux</w:t>
      </w:r>
      <w:r>
        <w:t xml:space="preserve">. </w:t>
      </w:r>
      <w:r w:rsidR="00636A18">
        <w:t>Nous irons voir cela demain après la messe</w:t>
      </w:r>
      <w:r>
        <w:t>. »</w:t>
      </w:r>
    </w:p>
    <w:p w14:paraId="642DE4B1" w14:textId="77777777" w:rsidR="00D37400" w:rsidRDefault="00636A18">
      <w:r>
        <w:t>Il me serrait les mains et voulait m</w:t>
      </w:r>
      <w:r w:rsidR="00D37400">
        <w:t>’</w:t>
      </w:r>
      <w:r>
        <w:t>accompagner dans le vestibule</w:t>
      </w:r>
      <w:r w:rsidR="00D37400">
        <w:t xml:space="preserve">, </w:t>
      </w:r>
      <w:r>
        <w:t>mais je le priai de rester au coin de son feu</w:t>
      </w:r>
      <w:r w:rsidR="00D37400">
        <w:t xml:space="preserve">, </w:t>
      </w:r>
      <w:r>
        <w:t>car la nuit venait</w:t>
      </w:r>
      <w:r w:rsidR="00D37400">
        <w:t xml:space="preserve">, </w:t>
      </w:r>
      <w:r>
        <w:t>l</w:t>
      </w:r>
      <w:r w:rsidR="00D37400">
        <w:t>’</w:t>
      </w:r>
      <w:r>
        <w:t>air était humide</w:t>
      </w:r>
      <w:r w:rsidR="00D37400">
        <w:t xml:space="preserve">, </w:t>
      </w:r>
      <w:r>
        <w:t>et je regagnai mon logis</w:t>
      </w:r>
      <w:r w:rsidR="00D37400">
        <w:t xml:space="preserve">, </w:t>
      </w:r>
      <w:r>
        <w:t>en traversant la grande place des Ormes</w:t>
      </w:r>
      <w:r w:rsidR="00D37400">
        <w:t xml:space="preserve">, </w:t>
      </w:r>
      <w:r>
        <w:t>perdu dans mes réflexions</w:t>
      </w:r>
      <w:r w:rsidR="00D37400">
        <w:t>.</w:t>
      </w:r>
    </w:p>
    <w:p w14:paraId="78E1B961" w14:textId="3EAF964F" w:rsidR="00D37400" w:rsidRDefault="00636A18">
      <w:r>
        <w:t>Le lendemain</w:t>
      </w:r>
      <w:r w:rsidR="00D37400">
        <w:t xml:space="preserve">, </w:t>
      </w:r>
      <w:r>
        <w:t>après la messe basse</w:t>
      </w:r>
      <w:r w:rsidR="00D37400">
        <w:t xml:space="preserve">, </w:t>
      </w:r>
      <w:r>
        <w:t>vers neuf heures</w:t>
      </w:r>
      <w:r w:rsidR="00D37400">
        <w:t>, M. </w:t>
      </w:r>
      <w:r>
        <w:t>le curé Miguel et moi nous prenions le chemin de la ruelle du Vieux-Rempart</w:t>
      </w:r>
      <w:r w:rsidR="00D37400">
        <w:t xml:space="preserve">, </w:t>
      </w:r>
      <w:r>
        <w:t>l</w:t>
      </w:r>
      <w:r w:rsidR="00D37400">
        <w:t>’</w:t>
      </w:r>
      <w:r>
        <w:t>une des plus retirées de la ville</w:t>
      </w:r>
      <w:r w:rsidR="00D37400">
        <w:t xml:space="preserve">, </w:t>
      </w:r>
      <w:r>
        <w:t>près de l</w:t>
      </w:r>
      <w:r w:rsidR="00D37400">
        <w:t>’</w:t>
      </w:r>
      <w:r>
        <w:t>ancien pavillon du génie abandonné depuis 1814</w:t>
      </w:r>
      <w:r w:rsidR="00D37400">
        <w:t>.</w:t>
      </w:r>
    </w:p>
    <w:p w14:paraId="21D634B2" w14:textId="77777777" w:rsidR="00D37400" w:rsidRDefault="00636A18">
      <w:r>
        <w:t>Elle ne comptait que cinq ou six vieilles maisons basses et décrépites</w:t>
      </w:r>
      <w:r w:rsidR="00D37400">
        <w:t xml:space="preserve"> ; </w:t>
      </w:r>
      <w:r>
        <w:t>la dernière était celle de Françoise Sabine</w:t>
      </w:r>
      <w:r w:rsidR="00D37400">
        <w:t>.</w:t>
      </w:r>
    </w:p>
    <w:p w14:paraId="52F38216" w14:textId="60025F3E" w:rsidR="00D37400" w:rsidRDefault="00636A18">
      <w:r>
        <w:t>Arrivés devant l</w:t>
      </w:r>
      <w:r w:rsidR="00D37400">
        <w:t>’</w:t>
      </w:r>
      <w:r>
        <w:t>antique masure</w:t>
      </w:r>
      <w:r w:rsidR="00D37400">
        <w:t>, M. </w:t>
      </w:r>
      <w:r>
        <w:t>le curé</w:t>
      </w:r>
      <w:r w:rsidR="00D37400">
        <w:t xml:space="preserve">, </w:t>
      </w:r>
      <w:r>
        <w:t>entrant dans l</w:t>
      </w:r>
      <w:r w:rsidR="00D37400">
        <w:t>’</w:t>
      </w:r>
      <w:r>
        <w:t>allée</w:t>
      </w:r>
      <w:r w:rsidR="00D37400">
        <w:t xml:space="preserve">, </w:t>
      </w:r>
      <w:r>
        <w:t>frappa doucement à la porte</w:t>
      </w:r>
      <w:r w:rsidR="00D37400">
        <w:t>.</w:t>
      </w:r>
    </w:p>
    <w:p w14:paraId="3A7FADE4" w14:textId="77777777" w:rsidR="00D37400" w:rsidRDefault="00636A18">
      <w:r>
        <w:t>Une voix nous dit d</w:t>
      </w:r>
      <w:r w:rsidR="00D37400">
        <w:t>’</w:t>
      </w:r>
      <w:r>
        <w:t>entrer</w:t>
      </w:r>
      <w:r w:rsidR="00D37400">
        <w:t xml:space="preserve"> ; </w:t>
      </w:r>
      <w:r>
        <w:t>ce qu</w:t>
      </w:r>
      <w:r w:rsidR="00D37400">
        <w:t>’</w:t>
      </w:r>
      <w:r>
        <w:t>ayant fait</w:t>
      </w:r>
      <w:r w:rsidR="00D37400">
        <w:t xml:space="preserve">, </w:t>
      </w:r>
      <w:r>
        <w:t>nous vîmes la vieille aveugle assise dans son lit</w:t>
      </w:r>
      <w:r w:rsidR="00D37400">
        <w:t xml:space="preserve">, </w:t>
      </w:r>
      <w:r>
        <w:t>les yeux fermés</w:t>
      </w:r>
      <w:r w:rsidR="00D37400">
        <w:t xml:space="preserve">, </w:t>
      </w:r>
      <w:r>
        <w:t>les longues mèches de ses cheveux blancs s</w:t>
      </w:r>
      <w:r w:rsidR="00D37400">
        <w:t>’</w:t>
      </w:r>
      <w:r>
        <w:t>échappant d</w:t>
      </w:r>
      <w:r w:rsidR="00D37400">
        <w:t>’</w:t>
      </w:r>
      <w:r>
        <w:t>un bonnet noir</w:t>
      </w:r>
      <w:r w:rsidR="00D37400">
        <w:t xml:space="preserve">, </w:t>
      </w:r>
      <w:r>
        <w:t>et les mains amaigries</w:t>
      </w:r>
      <w:r w:rsidR="00D37400">
        <w:t xml:space="preserve">, </w:t>
      </w:r>
      <w:r>
        <w:t>sillonnées de grosses veines</w:t>
      </w:r>
      <w:r w:rsidR="00D37400">
        <w:t xml:space="preserve">, </w:t>
      </w:r>
      <w:r>
        <w:t>entre les mains de la jeune fille</w:t>
      </w:r>
      <w:r w:rsidR="00D37400">
        <w:t xml:space="preserve">, </w:t>
      </w:r>
      <w:r>
        <w:t>qui se trouvait assise près d</w:t>
      </w:r>
      <w:r w:rsidR="00D37400">
        <w:t>’</w:t>
      </w:r>
      <w:r>
        <w:t>elle</w:t>
      </w:r>
      <w:r w:rsidR="00D37400">
        <w:t xml:space="preserve">, </w:t>
      </w:r>
      <w:r>
        <w:t>sur un escabeau</w:t>
      </w:r>
      <w:r w:rsidR="00D37400">
        <w:t>.</w:t>
      </w:r>
    </w:p>
    <w:p w14:paraId="36D0FD11" w14:textId="77777777" w:rsidR="00D37400" w:rsidRDefault="00636A18">
      <w:r>
        <w:t>Rien de grave comme cette solitude de la vieillesse</w:t>
      </w:r>
      <w:r w:rsidR="00D37400">
        <w:t xml:space="preserve"> : </w:t>
      </w:r>
      <w:r>
        <w:t>le tic-tac monotone d</w:t>
      </w:r>
      <w:r w:rsidR="00D37400">
        <w:t>’</w:t>
      </w:r>
      <w:r>
        <w:t>une horloge de bois</w:t>
      </w:r>
      <w:r w:rsidR="00D37400">
        <w:t xml:space="preserve">, </w:t>
      </w:r>
      <w:r>
        <w:t>la propreté de l</w:t>
      </w:r>
      <w:r w:rsidR="00D37400">
        <w:t>’</w:t>
      </w:r>
      <w:r>
        <w:t>humble demeure</w:t>
      </w:r>
      <w:r w:rsidR="00D37400">
        <w:t xml:space="preserve">, </w:t>
      </w:r>
      <w:r>
        <w:t xml:space="preserve">dont les meubles vermoulus rappelaient </w:t>
      </w:r>
      <w:r>
        <w:lastRenderedPageBreak/>
        <w:t>un autre âge</w:t>
      </w:r>
      <w:r w:rsidR="00D37400">
        <w:t xml:space="preserve">, </w:t>
      </w:r>
      <w:r>
        <w:t>le petit fourneau de fonte</w:t>
      </w:r>
      <w:r w:rsidR="00D37400">
        <w:t xml:space="preserve">, </w:t>
      </w:r>
      <w:r>
        <w:t>où cuisait le repas des pauvres gens</w:t>
      </w:r>
      <w:r w:rsidR="00D37400">
        <w:t xml:space="preserve">, </w:t>
      </w:r>
      <w:r>
        <w:t>tout est là</w:t>
      </w:r>
      <w:r w:rsidR="00D37400">
        <w:t xml:space="preserve">… </w:t>
      </w:r>
      <w:r>
        <w:t>je le vois</w:t>
      </w:r>
      <w:r w:rsidR="00D37400">
        <w:t>.</w:t>
      </w:r>
    </w:p>
    <w:p w14:paraId="4D872235" w14:textId="77777777" w:rsidR="00D37400" w:rsidRDefault="00636A18">
      <w:r>
        <w:t>Et je vois aussi l</w:t>
      </w:r>
      <w:r w:rsidR="00D37400">
        <w:t>’</w:t>
      </w:r>
      <w:r>
        <w:t>enfant rougir légèrement à notre vue et se lever en nous présentant son escabeau et le vieux fauteuil de la grand</w:t>
      </w:r>
      <w:r w:rsidR="00D37400">
        <w:t>’</w:t>
      </w:r>
      <w:r>
        <w:t>mère</w:t>
      </w:r>
      <w:r w:rsidR="00D37400">
        <w:t xml:space="preserve">, </w:t>
      </w:r>
      <w:r>
        <w:t>puis se pencher à l</w:t>
      </w:r>
      <w:r w:rsidR="00D37400">
        <w:t>’</w:t>
      </w:r>
      <w:r>
        <w:t>oreille de la bonne femme et lui dire</w:t>
      </w:r>
      <w:r w:rsidR="00D37400">
        <w:t> :</w:t>
      </w:r>
    </w:p>
    <w:p w14:paraId="63BE9D17" w14:textId="4345F55D" w:rsidR="00636A18" w:rsidRDefault="00D37400">
      <w:r>
        <w:t>« </w:t>
      </w:r>
      <w:r w:rsidR="00636A18">
        <w:t>C</w:t>
      </w:r>
      <w:r>
        <w:t>’</w:t>
      </w:r>
      <w:r w:rsidR="00636A18">
        <w:t xml:space="preserve">est </w:t>
      </w:r>
      <w:r>
        <w:t>M. </w:t>
      </w:r>
      <w:r w:rsidR="00636A18">
        <w:t>le curé qui vient vous voir</w:t>
      </w:r>
      <w:r>
        <w:t xml:space="preserve">, </w:t>
      </w:r>
      <w:r w:rsidR="00636A18">
        <w:t>grand</w:t>
      </w:r>
      <w:r>
        <w:t>’</w:t>
      </w:r>
      <w:r w:rsidR="00636A18">
        <w:t>mère</w:t>
      </w:r>
      <w:r>
        <w:t xml:space="preserve">, </w:t>
      </w:r>
      <w:r w:rsidR="00636A18">
        <w:t>avec le monsieur dont je vous ai parlé hier soir</w:t>
      </w:r>
      <w:r>
        <w:t>. »</w:t>
      </w:r>
    </w:p>
    <w:p w14:paraId="08B77E1C" w14:textId="77777777" w:rsidR="00D37400" w:rsidRDefault="00636A18">
      <w:r>
        <w:t>Tous ces détails me reviennent</w:t>
      </w:r>
      <w:r w:rsidR="00D37400">
        <w:t xml:space="preserve">, </w:t>
      </w:r>
      <w:r>
        <w:t>il me semble que c</w:t>
      </w:r>
      <w:r w:rsidR="00D37400">
        <w:t>’</w:t>
      </w:r>
      <w:r>
        <w:t>était hier</w:t>
      </w:r>
      <w:r w:rsidR="00D37400">
        <w:t>.</w:t>
      </w:r>
    </w:p>
    <w:p w14:paraId="45C620D0" w14:textId="77777777" w:rsidR="00D37400" w:rsidRDefault="00636A18">
      <w:r>
        <w:t>Et la bonne vieille qui se ranime</w:t>
      </w:r>
      <w:r w:rsidR="00D37400">
        <w:t xml:space="preserve">, </w:t>
      </w:r>
      <w:r>
        <w:t>qui ouvre les yeux et murmure</w:t>
      </w:r>
      <w:r w:rsidR="00D37400">
        <w:t> :</w:t>
      </w:r>
    </w:p>
    <w:p w14:paraId="2B14FDF5" w14:textId="31D19ECC" w:rsidR="00636A18" w:rsidRDefault="00D37400">
      <w:r>
        <w:t>« </w:t>
      </w:r>
      <w:r w:rsidR="00636A18">
        <w:t>Asseyez-vous</w:t>
      </w:r>
      <w:r>
        <w:t xml:space="preserve">, </w:t>
      </w:r>
      <w:r w:rsidR="00636A18">
        <w:t>monsieur le curé</w:t>
      </w:r>
      <w:r>
        <w:t xml:space="preserve">, </w:t>
      </w:r>
      <w:r w:rsidR="00636A18">
        <w:t>et vous aussi</w:t>
      </w:r>
      <w:r>
        <w:t xml:space="preserve">, </w:t>
      </w:r>
      <w:r w:rsidR="00636A18">
        <w:t>monsieur</w:t>
      </w:r>
      <w:r>
        <w:t xml:space="preserve"> ; </w:t>
      </w:r>
      <w:r w:rsidR="00636A18">
        <w:t>je ne puis plus vous voir</w:t>
      </w:r>
      <w:r>
        <w:t xml:space="preserve">, </w:t>
      </w:r>
      <w:r w:rsidR="00636A18">
        <w:t>ni me lever pour vous remercier</w:t>
      </w:r>
      <w:r>
        <w:t xml:space="preserve">, </w:t>
      </w:r>
      <w:r w:rsidR="00636A18">
        <w:t>mais mon enfant m</w:t>
      </w:r>
      <w:r>
        <w:t>’</w:t>
      </w:r>
      <w:r w:rsidR="00636A18">
        <w:t>a dit que vous deviez venir et je vous attendais</w:t>
      </w:r>
      <w:r>
        <w:t xml:space="preserve">. </w:t>
      </w:r>
      <w:r w:rsidR="00636A18">
        <w:t>C</w:t>
      </w:r>
      <w:r>
        <w:t>’</w:t>
      </w:r>
      <w:r w:rsidR="00636A18">
        <w:t>est une brave enfant</w:t>
      </w:r>
      <w:r>
        <w:t xml:space="preserve">, </w:t>
      </w:r>
      <w:r w:rsidR="00636A18">
        <w:t xml:space="preserve">et si </w:t>
      </w:r>
      <w:r>
        <w:t>M. </w:t>
      </w:r>
      <w:r w:rsidR="00636A18">
        <w:t>le curé veut s</w:t>
      </w:r>
      <w:r>
        <w:t>’</w:t>
      </w:r>
      <w:r w:rsidR="00636A18">
        <w:t>intéresser à elle</w:t>
      </w:r>
      <w:r>
        <w:t xml:space="preserve">, </w:t>
      </w:r>
      <w:r w:rsidR="00636A18">
        <w:t>je serai soulagée d</w:t>
      </w:r>
      <w:r>
        <w:t>’</w:t>
      </w:r>
      <w:r w:rsidR="00636A18">
        <w:t>un bien grand chagrin</w:t>
      </w:r>
      <w:r>
        <w:t xml:space="preserve">, </w:t>
      </w:r>
      <w:r w:rsidR="00636A18">
        <w:t>d</w:t>
      </w:r>
      <w:r>
        <w:t>’</w:t>
      </w:r>
      <w:r w:rsidR="00636A18">
        <w:t>une grande inqui</w:t>
      </w:r>
      <w:r w:rsidR="00636A18">
        <w:t>é</w:t>
      </w:r>
      <w:r w:rsidR="00636A18">
        <w:t>tude</w:t>
      </w:r>
      <w:r>
        <w:t xml:space="preserve"> ; </w:t>
      </w:r>
      <w:r w:rsidR="00636A18">
        <w:t>car</w:t>
      </w:r>
      <w:r>
        <w:t xml:space="preserve">, </w:t>
      </w:r>
      <w:r w:rsidR="00636A18">
        <w:t>messieurs</w:t>
      </w:r>
      <w:r>
        <w:t xml:space="preserve">, </w:t>
      </w:r>
      <w:r w:rsidR="00636A18">
        <w:t>comme je suis</w:t>
      </w:r>
      <w:r>
        <w:t xml:space="preserve">, </w:t>
      </w:r>
      <w:r w:rsidR="00636A18">
        <w:t>à mon âge</w:t>
      </w:r>
      <w:r>
        <w:t xml:space="preserve">, </w:t>
      </w:r>
      <w:r w:rsidR="00636A18">
        <w:t>je ne puis plus rien faire pour elle</w:t>
      </w:r>
      <w:r>
        <w:t xml:space="preserve">, </w:t>
      </w:r>
      <w:r w:rsidR="00636A18">
        <w:t>et souvent je pense</w:t>
      </w:r>
      <w:r>
        <w:t xml:space="preserve"> : – </w:t>
      </w:r>
      <w:r w:rsidR="00636A18">
        <w:t>Mon Dieu</w:t>
      </w:r>
      <w:r>
        <w:t xml:space="preserve">, </w:t>
      </w:r>
      <w:r w:rsidR="00636A18">
        <w:t>que d</w:t>
      </w:r>
      <w:r w:rsidR="00636A18">
        <w:t>e</w:t>
      </w:r>
      <w:r w:rsidR="00636A18">
        <w:t>viendra-t-elle</w:t>
      </w:r>
      <w:r>
        <w:t xml:space="preserve">, </w:t>
      </w:r>
      <w:r w:rsidR="00636A18">
        <w:t>quand je ne serai plus là</w:t>
      </w:r>
      <w:r>
        <w:t xml:space="preserve"> ? – </w:t>
      </w:r>
      <w:r w:rsidR="00636A18">
        <w:t>C</w:t>
      </w:r>
      <w:r>
        <w:t>’</w:t>
      </w:r>
      <w:r w:rsidR="00636A18">
        <w:t>est mon plus grand tourment</w:t>
      </w:r>
      <w:r>
        <w:t xml:space="preserve">, </w:t>
      </w:r>
      <w:r w:rsidR="00636A18">
        <w:t>monsieur le curé</w:t>
      </w:r>
      <w:r>
        <w:t>. »</w:t>
      </w:r>
    </w:p>
    <w:p w14:paraId="6E808630" w14:textId="77777777" w:rsidR="00D37400" w:rsidRDefault="00636A18">
      <w:r>
        <w:t>Le digne homme était touché profondément</w:t>
      </w:r>
      <w:r w:rsidR="00D37400">
        <w:t xml:space="preserve">, </w:t>
      </w:r>
      <w:r>
        <w:t>comme moi</w:t>
      </w:r>
      <w:r w:rsidR="00D37400">
        <w:t>.</w:t>
      </w:r>
    </w:p>
    <w:p w14:paraId="10256D80" w14:textId="2A6247FD" w:rsidR="00D37400" w:rsidRDefault="00D37400">
      <w:r>
        <w:t>« </w:t>
      </w:r>
      <w:r w:rsidR="00636A18">
        <w:t>Eh bien</w:t>
      </w:r>
      <w:r>
        <w:t xml:space="preserve">, </w:t>
      </w:r>
      <w:r w:rsidR="00636A18">
        <w:t>grand</w:t>
      </w:r>
      <w:r>
        <w:t>’</w:t>
      </w:r>
      <w:r w:rsidR="00636A18">
        <w:t>mère</w:t>
      </w:r>
      <w:r>
        <w:t xml:space="preserve">, </w:t>
      </w:r>
      <w:r w:rsidR="00636A18">
        <w:t>dit-il</w:t>
      </w:r>
      <w:r>
        <w:t xml:space="preserve">, </w:t>
      </w:r>
      <w:r w:rsidR="00636A18">
        <w:t>rassurez-vous</w:t>
      </w:r>
      <w:r>
        <w:t xml:space="preserve"> ; </w:t>
      </w:r>
      <w:r w:rsidR="00636A18">
        <w:t>nous venons vous ôter ce grand souci</w:t>
      </w:r>
      <w:r>
        <w:t>. M. </w:t>
      </w:r>
      <w:r w:rsidR="00636A18">
        <w:t>Chapuis</w:t>
      </w:r>
      <w:r>
        <w:t xml:space="preserve">, </w:t>
      </w:r>
      <w:r w:rsidR="00636A18">
        <w:t>l</w:t>
      </w:r>
      <w:r>
        <w:t>’</w:t>
      </w:r>
      <w:r w:rsidR="00636A18">
        <w:t>organiste de l</w:t>
      </w:r>
      <w:r>
        <w:t>’</w:t>
      </w:r>
      <w:r w:rsidR="00636A18">
        <w:t>église</w:t>
      </w:r>
      <w:r>
        <w:t xml:space="preserve">, </w:t>
      </w:r>
      <w:r w:rsidR="00636A18">
        <w:t>m</w:t>
      </w:r>
      <w:r>
        <w:t>’</w:t>
      </w:r>
      <w:r w:rsidR="00636A18">
        <w:t>a dit que votre petite fille avait une voix charmante</w:t>
      </w:r>
      <w:r>
        <w:t xml:space="preserve">, </w:t>
      </w:r>
      <w:r w:rsidR="00636A18">
        <w:t>et que cette voix</w:t>
      </w:r>
      <w:r>
        <w:t xml:space="preserve">, </w:t>
      </w:r>
      <w:r w:rsidR="00636A18">
        <w:t>étant cultivée</w:t>
      </w:r>
      <w:r>
        <w:t xml:space="preserve">, </w:t>
      </w:r>
      <w:r w:rsidR="00636A18">
        <w:t>pourrait devenir pour elle une véritable fo</w:t>
      </w:r>
      <w:r w:rsidR="00636A18">
        <w:t>r</w:t>
      </w:r>
      <w:r w:rsidR="00636A18">
        <w:t>tune</w:t>
      </w:r>
      <w:r>
        <w:t>.</w:t>
      </w:r>
    </w:p>
    <w:p w14:paraId="3561687C" w14:textId="53A8DCA4" w:rsidR="00636A18" w:rsidRDefault="00D37400">
      <w:r>
        <w:t>— </w:t>
      </w:r>
      <w:r w:rsidR="00636A18">
        <w:t>Oh</w:t>
      </w:r>
      <w:r>
        <w:t xml:space="preserve"> ! </w:t>
      </w:r>
      <w:r w:rsidR="00636A18">
        <w:t>oui</w:t>
      </w:r>
      <w:r>
        <w:t xml:space="preserve">, </w:t>
      </w:r>
      <w:r w:rsidR="00636A18">
        <w:t>monsieur le curé</w:t>
      </w:r>
      <w:r>
        <w:t xml:space="preserve">, </w:t>
      </w:r>
      <w:r w:rsidR="00636A18">
        <w:t>c</w:t>
      </w:r>
      <w:r>
        <w:t>’</w:t>
      </w:r>
      <w:r w:rsidR="00636A18">
        <w:t>est bien vrai</w:t>
      </w:r>
      <w:r>
        <w:t xml:space="preserve">, </w:t>
      </w:r>
      <w:r w:rsidR="00636A18">
        <w:t>dit la bonne femme attendrie</w:t>
      </w:r>
      <w:r>
        <w:t xml:space="preserve">, </w:t>
      </w:r>
      <w:r w:rsidR="00636A18">
        <w:t>la pauvre enfant chante comme un ange</w:t>
      </w:r>
      <w:r>
        <w:t xml:space="preserve">. </w:t>
      </w:r>
      <w:r w:rsidR="00636A18">
        <w:lastRenderedPageBreak/>
        <w:t>Quand j</w:t>
      </w:r>
      <w:r>
        <w:t>’</w:t>
      </w:r>
      <w:r w:rsidR="00636A18">
        <w:t>étais jeune</w:t>
      </w:r>
      <w:r>
        <w:t xml:space="preserve">, </w:t>
      </w:r>
      <w:r w:rsidR="00636A18">
        <w:t>je chantais aussi</w:t>
      </w:r>
      <w:r>
        <w:t xml:space="preserve">, </w:t>
      </w:r>
      <w:r w:rsidR="00636A18">
        <w:t>mais il y a bien des années de cela</w:t>
      </w:r>
      <w:r>
        <w:t xml:space="preserve"> ; </w:t>
      </w:r>
      <w:r w:rsidR="00636A18">
        <w:t>maintenant je fais chanter à Loïs mes vieux airs</w:t>
      </w:r>
      <w:r>
        <w:t xml:space="preserve">, </w:t>
      </w:r>
      <w:r w:rsidR="00636A18">
        <w:t>et je crois redevenir jeune</w:t>
      </w:r>
      <w:r>
        <w:t xml:space="preserve">, </w:t>
      </w:r>
      <w:r w:rsidR="00636A18">
        <w:t>comme à quinze ans</w:t>
      </w:r>
      <w:r>
        <w:t>. »</w:t>
      </w:r>
    </w:p>
    <w:p w14:paraId="55B79B95" w14:textId="77777777" w:rsidR="00D37400" w:rsidRDefault="00636A18">
      <w:r>
        <w:t>Ces paroles naïves nous apprirent que Loïs n</w:t>
      </w:r>
      <w:r w:rsidR="00D37400">
        <w:t>’</w:t>
      </w:r>
      <w:r>
        <w:t>avait pas dit à la grand</w:t>
      </w:r>
      <w:r w:rsidR="00D37400">
        <w:t>’</w:t>
      </w:r>
      <w:r>
        <w:t>mère Sabine qu</w:t>
      </w:r>
      <w:r w:rsidR="00D37400">
        <w:t>’</w:t>
      </w:r>
      <w:r>
        <w:t>elle allait chanter seule à l</w:t>
      </w:r>
      <w:r w:rsidR="00D37400">
        <w:t>’</w:t>
      </w:r>
      <w:r>
        <w:t>avancée de la porte des Vosges</w:t>
      </w:r>
      <w:r w:rsidR="00D37400">
        <w:t xml:space="preserve">, </w:t>
      </w:r>
      <w:r>
        <w:t>pour gagner leur pauvre existence</w:t>
      </w:r>
      <w:r w:rsidR="00D37400">
        <w:t xml:space="preserve">, </w:t>
      </w:r>
      <w:r>
        <w:t>et cette délicatesse nous émut</w:t>
      </w:r>
      <w:r w:rsidR="00D37400">
        <w:t>.</w:t>
      </w:r>
    </w:p>
    <w:p w14:paraId="09FA021C" w14:textId="52CDFCAE" w:rsidR="00636A18" w:rsidRDefault="00D37400">
      <w:r>
        <w:t>« </w:t>
      </w:r>
      <w:r w:rsidR="00636A18" w:rsidRPr="00744CA1">
        <w:t>C</w:t>
      </w:r>
      <w:r>
        <w:t>’</w:t>
      </w:r>
      <w:r w:rsidR="00636A18" w:rsidRPr="00744CA1">
        <w:t>est bien</w:t>
      </w:r>
      <w:r>
        <w:t xml:space="preserve">, </w:t>
      </w:r>
      <w:r w:rsidR="00636A18" w:rsidRPr="00744CA1">
        <w:t xml:space="preserve">dit </w:t>
      </w:r>
      <w:r>
        <w:t>M. </w:t>
      </w:r>
      <w:r w:rsidR="00636A18" w:rsidRPr="00744CA1">
        <w:t>le curé Miguel</w:t>
      </w:r>
      <w:r>
        <w:t xml:space="preserve">, </w:t>
      </w:r>
      <w:r w:rsidR="00636A18" w:rsidRPr="00744CA1">
        <w:t>en me regardant</w:t>
      </w:r>
      <w:r>
        <w:t xml:space="preserve">, </w:t>
      </w:r>
      <w:r w:rsidR="00636A18">
        <w:t>vous avez deviné juste</w:t>
      </w:r>
      <w:r>
        <w:t xml:space="preserve">, </w:t>
      </w:r>
      <w:r w:rsidR="00636A18">
        <w:t>monsieur Chapuis</w:t>
      </w:r>
      <w:r>
        <w:t xml:space="preserve"> ; </w:t>
      </w:r>
      <w:r w:rsidR="00636A18">
        <w:t>cette enfant mérite qu</w:t>
      </w:r>
      <w:r>
        <w:t>’</w:t>
      </w:r>
      <w:r w:rsidR="00636A18">
        <w:t>on l</w:t>
      </w:r>
      <w:r>
        <w:t>’</w:t>
      </w:r>
      <w:r w:rsidR="00636A18">
        <w:t>instruise</w:t>
      </w:r>
      <w:r>
        <w:t xml:space="preserve">, </w:t>
      </w:r>
      <w:r w:rsidR="00636A18">
        <w:t>qu</w:t>
      </w:r>
      <w:r>
        <w:t>’</w:t>
      </w:r>
      <w:r w:rsidR="00636A18">
        <w:t>on l</w:t>
      </w:r>
      <w:r>
        <w:t>’</w:t>
      </w:r>
      <w:r w:rsidR="00636A18">
        <w:t>aide et qu</w:t>
      </w:r>
      <w:r>
        <w:t>’</w:t>
      </w:r>
      <w:r w:rsidR="00636A18">
        <w:t>on lui donne de bons conseils</w:t>
      </w:r>
      <w:r>
        <w:t xml:space="preserve">. </w:t>
      </w:r>
      <w:r w:rsidR="00636A18">
        <w:t>Nous y penserons</w:t>
      </w:r>
      <w:r>
        <w:t>. »</w:t>
      </w:r>
    </w:p>
    <w:p w14:paraId="310DD2F2" w14:textId="77777777" w:rsidR="00D37400" w:rsidRDefault="00636A18">
      <w:r>
        <w:t>Et s</w:t>
      </w:r>
      <w:r w:rsidR="00D37400">
        <w:t>’</w:t>
      </w:r>
      <w:r>
        <w:t>adressant à Loïs</w:t>
      </w:r>
      <w:r w:rsidR="00D37400">
        <w:t xml:space="preserve">, </w:t>
      </w:r>
      <w:r>
        <w:t>toute confuse</w:t>
      </w:r>
      <w:r w:rsidR="00D37400">
        <w:t> :</w:t>
      </w:r>
    </w:p>
    <w:p w14:paraId="56B68FE0" w14:textId="7FD88907" w:rsidR="00636A18" w:rsidRDefault="00D37400">
      <w:r>
        <w:t>« </w:t>
      </w:r>
      <w:r w:rsidR="00636A18">
        <w:t>Ne voudrais-tu pas nous chanter un de tes airs</w:t>
      </w:r>
      <w:r>
        <w:t xml:space="preserve">, </w:t>
      </w:r>
      <w:r w:rsidR="00636A18">
        <w:t>mon e</w:t>
      </w:r>
      <w:r w:rsidR="00636A18">
        <w:t>n</w:t>
      </w:r>
      <w:r w:rsidR="00636A18">
        <w:t>fant</w:t>
      </w:r>
      <w:r>
        <w:t xml:space="preserve">, </w:t>
      </w:r>
      <w:r w:rsidR="00636A18">
        <w:t>lui dit-il</w:t>
      </w:r>
      <w:r>
        <w:t xml:space="preserve">. </w:t>
      </w:r>
      <w:r w:rsidR="00636A18">
        <w:t>Je serais heureux de l</w:t>
      </w:r>
      <w:r>
        <w:t>’</w:t>
      </w:r>
      <w:r w:rsidR="00636A18">
        <w:t>entendre</w:t>
      </w:r>
      <w:r>
        <w:t>. »</w:t>
      </w:r>
    </w:p>
    <w:p w14:paraId="2A72BCF6" w14:textId="77777777" w:rsidR="00D37400" w:rsidRDefault="00636A18">
      <w:r>
        <w:t>Et la grand</w:t>
      </w:r>
      <w:r w:rsidR="00D37400">
        <w:t>’</w:t>
      </w:r>
      <w:r>
        <w:t>mère toute contente s</w:t>
      </w:r>
      <w:r w:rsidR="00D37400">
        <w:t>’</w:t>
      </w:r>
      <w:r>
        <w:t>écria</w:t>
      </w:r>
      <w:r w:rsidR="00D37400">
        <w:t> :</w:t>
      </w:r>
    </w:p>
    <w:p w14:paraId="6EA5DFAA" w14:textId="7A625C10" w:rsidR="00636A18" w:rsidRDefault="00D37400">
      <w:r>
        <w:t>« </w:t>
      </w:r>
      <w:r w:rsidR="00636A18">
        <w:t>Oui</w:t>
      </w:r>
      <w:r>
        <w:t xml:space="preserve">, </w:t>
      </w:r>
      <w:r w:rsidR="00636A18">
        <w:t>Loïs</w:t>
      </w:r>
      <w:r>
        <w:t xml:space="preserve">, </w:t>
      </w:r>
      <w:r w:rsidR="00636A18">
        <w:t>il faut que notre bon curé t</w:t>
      </w:r>
      <w:r>
        <w:t>’</w:t>
      </w:r>
      <w:r w:rsidR="00636A18">
        <w:t>entende</w:t>
      </w:r>
      <w:r>
        <w:t xml:space="preserve">… </w:t>
      </w:r>
      <w:r w:rsidR="00636A18">
        <w:t>Tu sais</w:t>
      </w:r>
      <w:r>
        <w:t xml:space="preserve">… </w:t>
      </w:r>
      <w:r w:rsidR="00636A18">
        <w:t>chante-lui cet air qui m</w:t>
      </w:r>
      <w:r>
        <w:t>’</w:t>
      </w:r>
      <w:r w:rsidR="00636A18">
        <w:t>a fait pleurer l</w:t>
      </w:r>
      <w:r>
        <w:t>’</w:t>
      </w:r>
      <w:r w:rsidR="00636A18">
        <w:t>autre jour</w:t>
      </w:r>
      <w:r>
        <w:t xml:space="preserve">… </w:t>
      </w:r>
      <w:r w:rsidR="00636A18">
        <w:t>cela co</w:t>
      </w:r>
      <w:r w:rsidR="00636A18">
        <w:t>m</w:t>
      </w:r>
      <w:r w:rsidR="00636A18">
        <w:t>mençait</w:t>
      </w:r>
      <w:r>
        <w:t xml:space="preserve">… </w:t>
      </w:r>
      <w:r w:rsidR="00636A18">
        <w:t>Attends</w:t>
      </w:r>
      <w:r>
        <w:t xml:space="preserve">, </w:t>
      </w:r>
      <w:r w:rsidR="00636A18">
        <w:t>que je me rappelle</w:t>
      </w:r>
      <w:r>
        <w:t xml:space="preserve">… </w:t>
      </w:r>
      <w:r w:rsidR="00636A18">
        <w:t xml:space="preserve">cela commençait par </w:t>
      </w:r>
      <w:r w:rsidR="00636A18">
        <w:rPr>
          <w:i/>
          <w:iCs/>
        </w:rPr>
        <w:t>Ave Maria</w:t>
      </w:r>
      <w:r>
        <w:rPr>
          <w:i/>
          <w:iCs/>
        </w:rPr>
        <w:t>. »</w:t>
      </w:r>
    </w:p>
    <w:p w14:paraId="28BFEA7B" w14:textId="77777777" w:rsidR="00D37400" w:rsidRDefault="00636A18">
      <w:r>
        <w:t>C</w:t>
      </w:r>
      <w:r w:rsidR="00D37400">
        <w:t>’</w:t>
      </w:r>
      <w:r>
        <w:t>était l</w:t>
      </w:r>
      <w:r w:rsidR="00D37400">
        <w:t>’</w:t>
      </w:r>
      <w:r>
        <w:rPr>
          <w:i/>
          <w:iCs/>
        </w:rPr>
        <w:t xml:space="preserve">Ave Maria </w:t>
      </w:r>
      <w:r>
        <w:t>de Schubert</w:t>
      </w:r>
      <w:r w:rsidR="00D37400">
        <w:t xml:space="preserve">, </w:t>
      </w:r>
      <w:r>
        <w:t>qu</w:t>
      </w:r>
      <w:r w:rsidR="00D37400">
        <w:t>’</w:t>
      </w:r>
      <w:r>
        <w:t>elle avait entendu à l</w:t>
      </w:r>
      <w:r w:rsidR="00D37400">
        <w:t>’</w:t>
      </w:r>
      <w:r>
        <w:t>église</w:t>
      </w:r>
      <w:r w:rsidR="00D37400">
        <w:t>.</w:t>
      </w:r>
    </w:p>
    <w:p w14:paraId="5D1D99AE" w14:textId="77777777" w:rsidR="00D37400" w:rsidRDefault="00D37400">
      <w:r>
        <w:t>« </w:t>
      </w:r>
      <w:r w:rsidR="00636A18">
        <w:t>Je veux bien</w:t>
      </w:r>
      <w:r>
        <w:t xml:space="preserve">, </w:t>
      </w:r>
      <w:r w:rsidR="00636A18">
        <w:t>grand</w:t>
      </w:r>
      <w:r>
        <w:t>’</w:t>
      </w:r>
      <w:r w:rsidR="00636A18">
        <w:t>mère</w:t>
      </w:r>
      <w:r>
        <w:t xml:space="preserve">, </w:t>
      </w:r>
      <w:r w:rsidR="00636A18">
        <w:t>répondit Lois en nous rega</w:t>
      </w:r>
      <w:r w:rsidR="00636A18">
        <w:t>r</w:t>
      </w:r>
      <w:r w:rsidR="00636A18">
        <w:t>dant timidement</w:t>
      </w:r>
      <w:r>
        <w:t xml:space="preserve">, </w:t>
      </w:r>
      <w:r w:rsidR="00636A18">
        <w:t>comme pour implorer notre indulgence</w:t>
      </w:r>
      <w:r>
        <w:t>.</w:t>
      </w:r>
    </w:p>
    <w:p w14:paraId="19953F47" w14:textId="5DF90D6C" w:rsidR="00636A18" w:rsidRDefault="00D37400">
      <w:r>
        <w:t>— </w:t>
      </w:r>
      <w:r w:rsidR="00636A18">
        <w:t>Commence doucement</w:t>
      </w:r>
      <w:r>
        <w:t xml:space="preserve">, </w:t>
      </w:r>
      <w:r w:rsidR="00636A18">
        <w:t>mon enfant</w:t>
      </w:r>
      <w:r>
        <w:t xml:space="preserve">, </w:t>
      </w:r>
      <w:r w:rsidR="00636A18">
        <w:t>lui dis-je</w:t>
      </w:r>
      <w:r>
        <w:t xml:space="preserve">, </w:t>
      </w:r>
      <w:r w:rsidR="00636A18">
        <w:t xml:space="preserve">pour que </w:t>
      </w:r>
      <w:r>
        <w:t>M. </w:t>
      </w:r>
      <w:r w:rsidR="00636A18">
        <w:t>le curé t</w:t>
      </w:r>
      <w:r>
        <w:t>’</w:t>
      </w:r>
      <w:r w:rsidR="00636A18">
        <w:t>entende bien</w:t>
      </w:r>
      <w:r>
        <w:t xml:space="preserve"> ; </w:t>
      </w:r>
      <w:r w:rsidR="00636A18">
        <w:t>chante sans te dépêcher</w:t>
      </w:r>
      <w:r>
        <w:t xml:space="preserve">, </w:t>
      </w:r>
      <w:r w:rsidR="00636A18">
        <w:t>et n</w:t>
      </w:r>
      <w:r>
        <w:t>’</w:t>
      </w:r>
      <w:r w:rsidR="00636A18">
        <w:t>aie pas peur</w:t>
      </w:r>
      <w:r>
        <w:t>. »</w:t>
      </w:r>
    </w:p>
    <w:p w14:paraId="5EC6650C" w14:textId="77777777" w:rsidR="00D37400" w:rsidRDefault="00636A18">
      <w:r>
        <w:lastRenderedPageBreak/>
        <w:t>Elle commença donc dans les tons graves du contralto</w:t>
      </w:r>
      <w:r w:rsidR="00D37400">
        <w:t xml:space="preserve"> : </w:t>
      </w:r>
      <w:r>
        <w:rPr>
          <w:i/>
          <w:iCs/>
        </w:rPr>
        <w:t>Ave Maria</w:t>
      </w:r>
      <w:r w:rsidR="00D37400">
        <w:rPr>
          <w:i/>
          <w:iCs/>
        </w:rPr>
        <w:t xml:space="preserve"> ! </w:t>
      </w:r>
      <w:r>
        <w:t>pour s</w:t>
      </w:r>
      <w:r w:rsidR="00D37400">
        <w:t>’</w:t>
      </w:r>
      <w:r>
        <w:t>élever aux notes les plus hautes de sa voix incomparable</w:t>
      </w:r>
      <w:r w:rsidR="00D37400">
        <w:t>.</w:t>
      </w:r>
    </w:p>
    <w:p w14:paraId="58FF5598" w14:textId="20C245CC" w:rsidR="00D37400" w:rsidRDefault="00636A18">
      <w:r>
        <w:t xml:space="preserve">Je regardais </w:t>
      </w:r>
      <w:r w:rsidR="00D37400">
        <w:t>M. </w:t>
      </w:r>
      <w:r>
        <w:t>le curé Miguel qui</w:t>
      </w:r>
      <w:r w:rsidR="00D37400">
        <w:t xml:space="preserve">, </w:t>
      </w:r>
      <w:r>
        <w:t>la tête penchée</w:t>
      </w:r>
      <w:r w:rsidR="00D37400">
        <w:t xml:space="preserve">, </w:t>
      </w:r>
      <w:r>
        <w:t>l</w:t>
      </w:r>
      <w:r w:rsidR="00D37400">
        <w:t>’</w:t>
      </w:r>
      <w:r>
        <w:t>air grave</w:t>
      </w:r>
      <w:r w:rsidR="00D37400">
        <w:t xml:space="preserve">, </w:t>
      </w:r>
      <w:r>
        <w:t>écoutait avec une attention profonde</w:t>
      </w:r>
      <w:r w:rsidR="00D37400">
        <w:t xml:space="preserve"> ; </w:t>
      </w:r>
      <w:r>
        <w:t>il devenait tout pâle et jusqu</w:t>
      </w:r>
      <w:r w:rsidR="00D37400">
        <w:t>’</w:t>
      </w:r>
      <w:r>
        <w:t>à la dernière note ne murmura pas un mot</w:t>
      </w:r>
      <w:r w:rsidR="00D37400">
        <w:t>.</w:t>
      </w:r>
    </w:p>
    <w:p w14:paraId="11D020B5" w14:textId="77777777" w:rsidR="00D37400" w:rsidRDefault="00636A18">
      <w:r>
        <w:t>Alors se relevant</w:t>
      </w:r>
      <w:r w:rsidR="00D37400">
        <w:t xml:space="preserve">, </w:t>
      </w:r>
      <w:r>
        <w:t>il dit à Loïs</w:t>
      </w:r>
      <w:r w:rsidR="00D37400">
        <w:t> :</w:t>
      </w:r>
    </w:p>
    <w:p w14:paraId="3D9520EC" w14:textId="56839AA2" w:rsidR="00636A18" w:rsidRDefault="00D37400">
      <w:r>
        <w:t>« </w:t>
      </w:r>
      <w:r w:rsidR="00636A18">
        <w:t>C</w:t>
      </w:r>
      <w:r>
        <w:t>’</w:t>
      </w:r>
      <w:r w:rsidR="00636A18">
        <w:t>est bien</w:t>
      </w:r>
      <w:r>
        <w:t xml:space="preserve">, </w:t>
      </w:r>
      <w:r w:rsidR="00636A18">
        <w:t>mon enfant</w:t>
      </w:r>
      <w:r>
        <w:t xml:space="preserve">, </w:t>
      </w:r>
      <w:r w:rsidR="00636A18">
        <w:t>tu as bien chanté</w:t>
      </w:r>
      <w:r>
        <w:t>. »</w:t>
      </w:r>
    </w:p>
    <w:p w14:paraId="647E4066" w14:textId="77777777" w:rsidR="00D37400" w:rsidRDefault="00636A18">
      <w:r>
        <w:t>Et se penchant à mon oreille</w:t>
      </w:r>
      <w:r w:rsidR="00D37400">
        <w:t xml:space="preserve">, </w:t>
      </w:r>
      <w:r>
        <w:t>il murmura</w:t>
      </w:r>
      <w:r w:rsidR="00D37400">
        <w:t> :</w:t>
      </w:r>
    </w:p>
    <w:p w14:paraId="746A8C62" w14:textId="788369C9" w:rsidR="00636A18" w:rsidRDefault="00D37400">
      <w:r>
        <w:t>« </w:t>
      </w:r>
      <w:r w:rsidR="00636A18">
        <w:t>C</w:t>
      </w:r>
      <w:r>
        <w:t>’</w:t>
      </w:r>
      <w:r w:rsidR="00636A18">
        <w:t>est une merveille</w:t>
      </w:r>
      <w:r>
        <w:t xml:space="preserve"> ! </w:t>
      </w:r>
      <w:r w:rsidR="00636A18">
        <w:t>Vous avez découvert une me</w:t>
      </w:r>
      <w:r w:rsidR="00636A18">
        <w:t>r</w:t>
      </w:r>
      <w:r w:rsidR="00636A18">
        <w:t>veille</w:t>
      </w:r>
      <w:r>
        <w:t> ! »</w:t>
      </w:r>
    </w:p>
    <w:p w14:paraId="00D61A35" w14:textId="77777777" w:rsidR="00D37400" w:rsidRDefault="00636A18">
      <w:r>
        <w:t>Après cela</w:t>
      </w:r>
      <w:r w:rsidR="00D37400">
        <w:t xml:space="preserve">, </w:t>
      </w:r>
      <w:r>
        <w:t>nous nous levâmes</w:t>
      </w:r>
      <w:r w:rsidR="00D37400">
        <w:t xml:space="preserve">, </w:t>
      </w:r>
      <w:r>
        <w:t>et renouvelant à la grand</w:t>
      </w:r>
      <w:r w:rsidR="00D37400">
        <w:t>’</w:t>
      </w:r>
      <w:r>
        <w:t>mère notre promesse de ne pas oublier Loïs</w:t>
      </w:r>
      <w:r w:rsidR="00D37400">
        <w:t xml:space="preserve">, </w:t>
      </w:r>
      <w:r>
        <w:t>nous so</w:t>
      </w:r>
      <w:r>
        <w:t>r</w:t>
      </w:r>
      <w:r>
        <w:t>tîmes dans une sorte de recueillement</w:t>
      </w:r>
      <w:r w:rsidR="00D37400">
        <w:t xml:space="preserve">, </w:t>
      </w:r>
      <w:r>
        <w:t>sans nous communiquer d</w:t>
      </w:r>
      <w:r w:rsidR="00D37400">
        <w:t>’</w:t>
      </w:r>
      <w:r>
        <w:t>abord les mille pensées qui se pressaient dans notre esprit</w:t>
      </w:r>
      <w:r w:rsidR="00D37400">
        <w:t>.</w:t>
      </w:r>
    </w:p>
    <w:p w14:paraId="2272086B" w14:textId="08FF6E3C" w:rsidR="00D37400" w:rsidRDefault="00636A18">
      <w:r>
        <w:t>Ce n</w:t>
      </w:r>
      <w:r w:rsidR="00D37400">
        <w:t>’</w:t>
      </w:r>
      <w:r>
        <w:t>est que plus loin</w:t>
      </w:r>
      <w:r w:rsidR="00D37400">
        <w:t xml:space="preserve">, </w:t>
      </w:r>
      <w:r>
        <w:t>au bout de la ruelle</w:t>
      </w:r>
      <w:r w:rsidR="00D37400">
        <w:t xml:space="preserve">, </w:t>
      </w:r>
      <w:r>
        <w:t>sur la place des Ormes</w:t>
      </w:r>
      <w:r w:rsidR="00D37400">
        <w:t xml:space="preserve">, </w:t>
      </w:r>
      <w:r>
        <w:t xml:space="preserve">que </w:t>
      </w:r>
      <w:r w:rsidR="00D37400">
        <w:t>M. </w:t>
      </w:r>
      <w:r>
        <w:t>le curé</w:t>
      </w:r>
      <w:r w:rsidR="00D37400">
        <w:t xml:space="preserve">, </w:t>
      </w:r>
      <w:r>
        <w:t>se coiffant de son tricorne</w:t>
      </w:r>
      <w:r w:rsidR="00D37400">
        <w:t xml:space="preserve">, </w:t>
      </w:r>
      <w:r>
        <w:t>qu</w:t>
      </w:r>
      <w:r w:rsidR="00D37400">
        <w:t>’</w:t>
      </w:r>
      <w:r>
        <w:t>il avait gardé sous le bras</w:t>
      </w:r>
      <w:r w:rsidR="00D37400">
        <w:t xml:space="preserve">, </w:t>
      </w:r>
      <w:r>
        <w:t>et me regardant comme au sortir d</w:t>
      </w:r>
      <w:r w:rsidR="00D37400">
        <w:t>’</w:t>
      </w:r>
      <w:r>
        <w:t>un rêve</w:t>
      </w:r>
      <w:r w:rsidR="00D37400">
        <w:t xml:space="preserve">, </w:t>
      </w:r>
      <w:r>
        <w:t>me dit</w:t>
      </w:r>
      <w:r w:rsidR="00D37400">
        <w:t> :</w:t>
      </w:r>
    </w:p>
    <w:p w14:paraId="25612936" w14:textId="30B81E60" w:rsidR="00636A18" w:rsidRDefault="00D37400">
      <w:r>
        <w:t>« </w:t>
      </w:r>
      <w:r w:rsidR="00636A18">
        <w:t>Cette voix</w:t>
      </w:r>
      <w:r>
        <w:t xml:space="preserve">, </w:t>
      </w:r>
      <w:r w:rsidR="00636A18">
        <w:t>mon cher ami</w:t>
      </w:r>
      <w:r>
        <w:t xml:space="preserve">, </w:t>
      </w:r>
      <w:r w:rsidR="00636A18">
        <w:t>je l</w:t>
      </w:r>
      <w:r>
        <w:t>’</w:t>
      </w:r>
      <w:r w:rsidR="00636A18">
        <w:t>ai déjà entendue</w:t>
      </w:r>
      <w:r>
        <w:t xml:space="preserve">, </w:t>
      </w:r>
      <w:r w:rsidR="00636A18">
        <w:t>mais il y a bien des années</w:t>
      </w:r>
      <w:r>
        <w:t xml:space="preserve"> ; </w:t>
      </w:r>
      <w:r w:rsidR="00636A18">
        <w:t>c</w:t>
      </w:r>
      <w:r>
        <w:t>’</w:t>
      </w:r>
      <w:r w:rsidR="00636A18">
        <w:t>est la voix d</w:t>
      </w:r>
      <w:r>
        <w:t>’</w:t>
      </w:r>
      <w:r w:rsidR="00636A18">
        <w:t>Angelica Mariani</w:t>
      </w:r>
      <w:r>
        <w:t xml:space="preserve">, </w:t>
      </w:r>
      <w:r w:rsidR="00636A18">
        <w:t>chantant pour la première fois à la chapelle du roi dom Pedro de Portugal</w:t>
      </w:r>
      <w:r>
        <w:t xml:space="preserve"> ; </w:t>
      </w:r>
      <w:r w:rsidR="00636A18">
        <w:t>c</w:t>
      </w:r>
      <w:r>
        <w:t>’</w:t>
      </w:r>
      <w:r w:rsidR="00636A18">
        <w:t>est le même timbre</w:t>
      </w:r>
      <w:r>
        <w:t xml:space="preserve">, </w:t>
      </w:r>
      <w:r w:rsidR="00636A18">
        <w:t>la même expression</w:t>
      </w:r>
      <w:r>
        <w:t xml:space="preserve">, </w:t>
      </w:r>
      <w:r w:rsidR="00636A18">
        <w:t>la même puissance</w:t>
      </w:r>
      <w:r>
        <w:t xml:space="preserve">, </w:t>
      </w:r>
      <w:r w:rsidR="00636A18">
        <w:t>la même étendue</w:t>
      </w:r>
      <w:r>
        <w:t>. »</w:t>
      </w:r>
    </w:p>
    <w:p w14:paraId="6DC9F615" w14:textId="77777777" w:rsidR="00D37400" w:rsidRDefault="00636A18">
      <w:r w:rsidRPr="00BC46F0">
        <w:t>Et comme je le regardais étonné</w:t>
      </w:r>
      <w:r w:rsidR="00D37400">
        <w:t xml:space="preserve">, </w:t>
      </w:r>
      <w:r w:rsidRPr="00BC46F0">
        <w:t>comprenant</w:t>
      </w:r>
      <w:r>
        <w:t xml:space="preserve"> ma pensée</w:t>
      </w:r>
      <w:r w:rsidR="00D37400">
        <w:t xml:space="preserve">, </w:t>
      </w:r>
      <w:r>
        <w:t>il ajouta</w:t>
      </w:r>
      <w:r w:rsidR="00D37400">
        <w:t> :</w:t>
      </w:r>
    </w:p>
    <w:p w14:paraId="299513D2" w14:textId="77777777" w:rsidR="00D37400" w:rsidRDefault="00D37400">
      <w:r>
        <w:lastRenderedPageBreak/>
        <w:t>« </w:t>
      </w:r>
      <w:r w:rsidR="00636A18">
        <w:t>Je faisais partie alors de la chapelle du roi</w:t>
      </w:r>
      <w:r>
        <w:t xml:space="preserve"> ; </w:t>
      </w:r>
      <w:r w:rsidR="00636A18">
        <w:t>j</w:t>
      </w:r>
      <w:r>
        <w:t>’</w:t>
      </w:r>
      <w:r w:rsidR="00636A18">
        <w:t>avais une basse-taille profonde</w:t>
      </w:r>
      <w:r>
        <w:t xml:space="preserve">, </w:t>
      </w:r>
      <w:r w:rsidR="00636A18">
        <w:t>qui m</w:t>
      </w:r>
      <w:r>
        <w:t>’</w:t>
      </w:r>
      <w:r w:rsidR="00636A18">
        <w:t>a longtemps demandé de grandes études</w:t>
      </w:r>
      <w:r>
        <w:t xml:space="preserve">, </w:t>
      </w:r>
      <w:r w:rsidR="00636A18">
        <w:t>aussi nous serons à deux pour diriger l</w:t>
      </w:r>
      <w:r>
        <w:t>’</w:t>
      </w:r>
      <w:r w:rsidR="00636A18">
        <w:t>éducation mus</w:t>
      </w:r>
      <w:r w:rsidR="00636A18">
        <w:t>i</w:t>
      </w:r>
      <w:r w:rsidR="00636A18">
        <w:t>cale de cette jeune fille</w:t>
      </w:r>
      <w:r>
        <w:t xml:space="preserve">, </w:t>
      </w:r>
      <w:r w:rsidR="00636A18">
        <w:t>ne me dédaignez pas comme conseil</w:t>
      </w:r>
      <w:r>
        <w:t>.</w:t>
      </w:r>
    </w:p>
    <w:p w14:paraId="6F8A42BF" w14:textId="77777777" w:rsidR="00D37400" w:rsidRDefault="00D37400">
      <w:r>
        <w:t>— </w:t>
      </w:r>
      <w:r w:rsidR="00636A18">
        <w:t>Il m</w:t>
      </w:r>
      <w:r>
        <w:t>’</w:t>
      </w:r>
      <w:r w:rsidR="00636A18">
        <w:t>a suffi de vous entendre chanter la messe</w:t>
      </w:r>
      <w:r>
        <w:t xml:space="preserve">, </w:t>
      </w:r>
      <w:r w:rsidR="00636A18">
        <w:t>monsieur le curé</w:t>
      </w:r>
      <w:r>
        <w:t xml:space="preserve">, </w:t>
      </w:r>
      <w:r w:rsidR="00636A18">
        <w:t>lui répondis-je</w:t>
      </w:r>
      <w:r>
        <w:t xml:space="preserve">, </w:t>
      </w:r>
      <w:r w:rsidR="00636A18">
        <w:t>pour savoir que vous connaissiez la m</w:t>
      </w:r>
      <w:r w:rsidR="00636A18">
        <w:t>u</w:t>
      </w:r>
      <w:r w:rsidR="00636A18">
        <w:t>sique à fond et que vous aviez le droit d</w:t>
      </w:r>
      <w:r>
        <w:t>’</w:t>
      </w:r>
      <w:r w:rsidR="00636A18">
        <w:t>en parler en maître</w:t>
      </w:r>
      <w:r>
        <w:t>.</w:t>
      </w:r>
    </w:p>
    <w:p w14:paraId="365AE0CA" w14:textId="57263348" w:rsidR="00636A18" w:rsidRDefault="00D37400">
      <w:r>
        <w:t>— </w:t>
      </w:r>
      <w:r w:rsidR="00636A18">
        <w:t>J</w:t>
      </w:r>
      <w:r>
        <w:t>’</w:t>
      </w:r>
      <w:r w:rsidR="00636A18">
        <w:t>ai su chanter</w:t>
      </w:r>
      <w:r>
        <w:t xml:space="preserve">, </w:t>
      </w:r>
      <w:r w:rsidR="00636A18">
        <w:t>fit-il simplement</w:t>
      </w:r>
      <w:r>
        <w:t xml:space="preserve"> ; </w:t>
      </w:r>
      <w:r w:rsidR="00636A18">
        <w:t>mais de mon talent d</w:t>
      </w:r>
      <w:r>
        <w:t>’</w:t>
      </w:r>
      <w:r w:rsidR="00636A18">
        <w:t>autrefois</w:t>
      </w:r>
      <w:r>
        <w:t xml:space="preserve">, </w:t>
      </w:r>
      <w:r w:rsidR="00636A18">
        <w:t>de ma vieille expérience</w:t>
      </w:r>
      <w:r>
        <w:t xml:space="preserve">, </w:t>
      </w:r>
      <w:r w:rsidR="00636A18">
        <w:t>il ne me reste que la m</w:t>
      </w:r>
      <w:r w:rsidR="00636A18">
        <w:t>é</w:t>
      </w:r>
      <w:r w:rsidR="00636A18">
        <w:t>thode</w:t>
      </w:r>
      <w:r>
        <w:t xml:space="preserve">, </w:t>
      </w:r>
      <w:r w:rsidR="00636A18">
        <w:t>et pourvu que notre sujet si remarquable en profite</w:t>
      </w:r>
      <w:r>
        <w:t xml:space="preserve">, </w:t>
      </w:r>
      <w:r w:rsidR="00636A18">
        <w:t>je serai content</w:t>
      </w:r>
      <w:r>
        <w:t>. »</w:t>
      </w:r>
    </w:p>
    <w:p w14:paraId="0780B182" w14:textId="5FC5C853" w:rsidR="00D37400" w:rsidRDefault="00636A18">
      <w:r>
        <w:t>Nous arrivions à la porte du presbytère</w:t>
      </w:r>
      <w:r w:rsidR="00D37400">
        <w:t xml:space="preserve">, </w:t>
      </w:r>
      <w:r>
        <w:t>où</w:t>
      </w:r>
      <w:r w:rsidR="00D37400">
        <w:t xml:space="preserve">, </w:t>
      </w:r>
      <w:r>
        <w:t>s</w:t>
      </w:r>
      <w:r w:rsidR="00D37400">
        <w:t>’</w:t>
      </w:r>
      <w:r>
        <w:t>arrêtant e</w:t>
      </w:r>
      <w:r>
        <w:t>n</w:t>
      </w:r>
      <w:r>
        <w:t>core deux minutes</w:t>
      </w:r>
      <w:r w:rsidR="00D37400">
        <w:t>, M. </w:t>
      </w:r>
      <w:r>
        <w:t>le curé reprit</w:t>
      </w:r>
      <w:r w:rsidR="00D37400">
        <w:t> :</w:t>
      </w:r>
    </w:p>
    <w:p w14:paraId="323F1BBF" w14:textId="77777777" w:rsidR="00D37400" w:rsidRDefault="00D37400">
      <w:r>
        <w:t>« </w:t>
      </w:r>
      <w:r w:rsidR="00636A18">
        <w:t>Avant tout</w:t>
      </w:r>
      <w:r>
        <w:t xml:space="preserve">, </w:t>
      </w:r>
      <w:r w:rsidR="00636A18">
        <w:t>il s</w:t>
      </w:r>
      <w:r>
        <w:t>’</w:t>
      </w:r>
      <w:r w:rsidR="00636A18">
        <w:t>agit de tirer l</w:t>
      </w:r>
      <w:r>
        <w:t>’</w:t>
      </w:r>
      <w:r w:rsidR="00636A18">
        <w:t>enfant de là</w:t>
      </w:r>
      <w:r>
        <w:t xml:space="preserve">, </w:t>
      </w:r>
      <w:r w:rsidR="00636A18">
        <w:t>ce qui n</w:t>
      </w:r>
      <w:r>
        <w:t>’</w:t>
      </w:r>
      <w:r w:rsidR="00636A18">
        <w:t>est po</w:t>
      </w:r>
      <w:r w:rsidR="00636A18">
        <w:t>s</w:t>
      </w:r>
      <w:r w:rsidR="00636A18">
        <w:t>sible qu</w:t>
      </w:r>
      <w:r>
        <w:t>’</w:t>
      </w:r>
      <w:r w:rsidR="00636A18">
        <w:t>en décidant la grand</w:t>
      </w:r>
      <w:r>
        <w:t>’</w:t>
      </w:r>
      <w:r w:rsidR="00636A18">
        <w:t>mère à se laisser transporter à notre hospice</w:t>
      </w:r>
      <w:r>
        <w:t xml:space="preserve"> ; </w:t>
      </w:r>
      <w:r w:rsidR="00636A18">
        <w:t xml:space="preserve">elle </w:t>
      </w:r>
      <w:r w:rsidR="00180F6A">
        <w:t xml:space="preserve">y </w:t>
      </w:r>
      <w:r w:rsidR="00636A18">
        <w:t>sera mieux</w:t>
      </w:r>
      <w:r>
        <w:t xml:space="preserve">, </w:t>
      </w:r>
      <w:r w:rsidR="00636A18">
        <w:t>sous tous les rapports</w:t>
      </w:r>
      <w:r>
        <w:t xml:space="preserve">, </w:t>
      </w:r>
      <w:r w:rsidR="00636A18">
        <w:t>que dans son réduit</w:t>
      </w:r>
      <w:r>
        <w:t xml:space="preserve"> ; </w:t>
      </w:r>
      <w:r w:rsidR="00636A18">
        <w:t>l</w:t>
      </w:r>
      <w:r>
        <w:t>’</w:t>
      </w:r>
      <w:r w:rsidR="00636A18">
        <w:t>humidité de la ruelle</w:t>
      </w:r>
      <w:r>
        <w:t xml:space="preserve">, </w:t>
      </w:r>
      <w:r w:rsidR="00636A18">
        <w:t>le défaut d</w:t>
      </w:r>
      <w:r>
        <w:t>’</w:t>
      </w:r>
      <w:r w:rsidR="00636A18">
        <w:t>air et de l</w:t>
      </w:r>
      <w:r w:rsidR="00636A18">
        <w:t>u</w:t>
      </w:r>
      <w:r w:rsidR="00636A18">
        <w:t>mière</w:t>
      </w:r>
      <w:r>
        <w:t xml:space="preserve">, </w:t>
      </w:r>
      <w:r w:rsidR="00636A18">
        <w:t>ne peuvent que lui nuire</w:t>
      </w:r>
      <w:r>
        <w:t xml:space="preserve">. </w:t>
      </w:r>
      <w:r w:rsidR="00636A18">
        <w:t>Je me charge de la décider</w:t>
      </w:r>
      <w:r>
        <w:t>.</w:t>
      </w:r>
    </w:p>
    <w:p w14:paraId="4D11135A" w14:textId="77777777" w:rsidR="00D37400" w:rsidRDefault="00D37400">
      <w:r>
        <w:t>« </w:t>
      </w:r>
      <w:r w:rsidR="00636A18" w:rsidRPr="00C9597D">
        <w:t>Loïs ira la voir à tous ses instants</w:t>
      </w:r>
      <w:r w:rsidR="00636A18">
        <w:t xml:space="preserve"> de récréation</w:t>
      </w:r>
      <w:r>
        <w:t xml:space="preserve">, </w:t>
      </w:r>
      <w:r w:rsidR="00636A18">
        <w:t>qui ne seront pas trop fréquents</w:t>
      </w:r>
      <w:r>
        <w:t xml:space="preserve">, </w:t>
      </w:r>
      <w:r w:rsidR="00636A18">
        <w:t>car il ne faut pas se dissimuler que nous aurons beaucoup à faire pour l</w:t>
      </w:r>
      <w:r>
        <w:t>’</w:t>
      </w:r>
      <w:r w:rsidR="00636A18">
        <w:t>instruire</w:t>
      </w:r>
      <w:r>
        <w:t xml:space="preserve"> ; </w:t>
      </w:r>
      <w:r w:rsidR="00636A18">
        <w:t>elle ne sait rien</w:t>
      </w:r>
      <w:r>
        <w:t xml:space="preserve"> ; </w:t>
      </w:r>
      <w:r w:rsidR="00636A18">
        <w:t>il lui faut l</w:t>
      </w:r>
      <w:r>
        <w:t>’</w:t>
      </w:r>
      <w:r w:rsidR="00636A18">
        <w:t>instruction religieuse</w:t>
      </w:r>
      <w:r>
        <w:t xml:space="preserve">, </w:t>
      </w:r>
      <w:r w:rsidR="00636A18">
        <w:t>il lui faut la tenue</w:t>
      </w:r>
      <w:r>
        <w:t xml:space="preserve">, </w:t>
      </w:r>
      <w:r w:rsidR="00636A18">
        <w:t>il lui faut tout</w:t>
      </w:r>
      <w:r>
        <w:t> !</w:t>
      </w:r>
    </w:p>
    <w:p w14:paraId="25479511" w14:textId="77777777" w:rsidR="00D37400" w:rsidRDefault="00D37400">
      <w:r>
        <w:t>« </w:t>
      </w:r>
      <w:r w:rsidR="00636A18">
        <w:t>Heureusement nous avons à Sainte-Suzanne des âmes charitables</w:t>
      </w:r>
      <w:r>
        <w:t xml:space="preserve">, </w:t>
      </w:r>
      <w:r w:rsidR="00636A18">
        <w:t>et je dispose moi-même d</w:t>
      </w:r>
      <w:r>
        <w:t>’</w:t>
      </w:r>
      <w:r w:rsidR="00636A18">
        <w:t>aumônes qui ne sauraient être mieux employées</w:t>
      </w:r>
      <w:r>
        <w:t>.</w:t>
      </w:r>
    </w:p>
    <w:p w14:paraId="7EDF5A13" w14:textId="77777777" w:rsidR="00D37400" w:rsidRDefault="00D37400">
      <w:r>
        <w:t>« </w:t>
      </w:r>
      <w:r w:rsidR="00636A18">
        <w:t>Réfléchissons à cela</w:t>
      </w:r>
      <w:r>
        <w:t xml:space="preserve">, </w:t>
      </w:r>
      <w:r w:rsidR="00636A18">
        <w:t>je vais y songer</w:t>
      </w:r>
      <w:r>
        <w:t>.</w:t>
      </w:r>
    </w:p>
    <w:p w14:paraId="71FDE662" w14:textId="77777777" w:rsidR="00D37400" w:rsidRDefault="00D37400">
      <w:r>
        <w:lastRenderedPageBreak/>
        <w:t>« </w:t>
      </w:r>
      <w:r w:rsidR="00636A18">
        <w:t>Pour le surplus</w:t>
      </w:r>
      <w:r>
        <w:t xml:space="preserve">, </w:t>
      </w:r>
      <w:r w:rsidR="00636A18">
        <w:t>je m</w:t>
      </w:r>
      <w:r>
        <w:t>’</w:t>
      </w:r>
      <w:r w:rsidR="00636A18">
        <w:t>en rapporte à vous</w:t>
      </w:r>
      <w:r>
        <w:t xml:space="preserve"> ; </w:t>
      </w:r>
      <w:r w:rsidR="00636A18">
        <w:t>je ne veux i</w:t>
      </w:r>
      <w:r w:rsidR="00636A18">
        <w:t>n</w:t>
      </w:r>
      <w:r w:rsidR="00636A18">
        <w:t>tervenir dans ses études musicales qu</w:t>
      </w:r>
      <w:r>
        <w:t>’</w:t>
      </w:r>
      <w:r w:rsidR="00636A18">
        <w:t>à la fin</w:t>
      </w:r>
      <w:r>
        <w:t xml:space="preserve">, </w:t>
      </w:r>
      <w:r w:rsidR="00636A18">
        <w:t>quand elle poss</w:t>
      </w:r>
      <w:r w:rsidR="00636A18">
        <w:t>é</w:t>
      </w:r>
      <w:r w:rsidR="00636A18">
        <w:t>dera les principes de l</w:t>
      </w:r>
      <w:r>
        <w:t>’</w:t>
      </w:r>
      <w:r w:rsidR="00636A18">
        <w:t>harmonie</w:t>
      </w:r>
      <w:r>
        <w:t xml:space="preserve"> ; </w:t>
      </w:r>
      <w:r w:rsidR="00636A18">
        <w:t>alors je viendrai quelquefois assister à vos leçons</w:t>
      </w:r>
      <w:r>
        <w:t xml:space="preserve">, </w:t>
      </w:r>
      <w:r w:rsidR="00636A18">
        <w:t xml:space="preserve">si Dieu me continue la vie </w:t>
      </w:r>
      <w:proofErr w:type="spellStart"/>
      <w:r w:rsidR="00636A18">
        <w:t>jusque là</w:t>
      </w:r>
      <w:proofErr w:type="spellEnd"/>
      <w:r>
        <w:t>.</w:t>
      </w:r>
    </w:p>
    <w:p w14:paraId="4FDEB247" w14:textId="598F8569" w:rsidR="00636A18" w:rsidRDefault="00D37400">
      <w:r>
        <w:t>« </w:t>
      </w:r>
      <w:r w:rsidR="00636A18" w:rsidRPr="007F1545">
        <w:t>Votre œuvre sera longue</w:t>
      </w:r>
      <w:r>
        <w:t xml:space="preserve">, </w:t>
      </w:r>
      <w:r w:rsidR="00636A18">
        <w:t>mais vous avez trouvé ce qu</w:t>
      </w:r>
      <w:r>
        <w:t>’</w:t>
      </w:r>
      <w:r w:rsidR="00636A18">
        <w:t>un professeur</w:t>
      </w:r>
      <w:r>
        <w:t xml:space="preserve">, </w:t>
      </w:r>
      <w:r w:rsidR="00636A18">
        <w:t>digne de ce nom</w:t>
      </w:r>
      <w:r>
        <w:t xml:space="preserve">, </w:t>
      </w:r>
      <w:r w:rsidR="00636A18">
        <w:t>cherche quelquefois toute sa vie sans le rencontrer</w:t>
      </w:r>
      <w:r>
        <w:t xml:space="preserve"> : </w:t>
      </w:r>
      <w:r w:rsidR="00636A18">
        <w:t>un sujet d</w:t>
      </w:r>
      <w:r>
        <w:t>’</w:t>
      </w:r>
      <w:r w:rsidR="00636A18">
        <w:t>élite</w:t>
      </w:r>
      <w:r>
        <w:t xml:space="preserve">, </w:t>
      </w:r>
      <w:r w:rsidR="00636A18">
        <w:t>réunissant toutes les cond</w:t>
      </w:r>
      <w:r w:rsidR="00636A18">
        <w:t>i</w:t>
      </w:r>
      <w:r w:rsidR="00636A18">
        <w:t>tions voulues</w:t>
      </w:r>
      <w:r>
        <w:t xml:space="preserve">, </w:t>
      </w:r>
      <w:r w:rsidR="00636A18">
        <w:t>pour atteindre à la grande réputation</w:t>
      </w:r>
      <w:r>
        <w:t xml:space="preserve"> : </w:t>
      </w:r>
      <w:r w:rsidR="00636A18">
        <w:t>le sent</w:t>
      </w:r>
      <w:r w:rsidR="00636A18">
        <w:t>i</w:t>
      </w:r>
      <w:r w:rsidR="00636A18">
        <w:t>ment</w:t>
      </w:r>
      <w:r>
        <w:t xml:space="preserve">, </w:t>
      </w:r>
      <w:r w:rsidR="00636A18">
        <w:t>l</w:t>
      </w:r>
      <w:r>
        <w:t>’</w:t>
      </w:r>
      <w:r w:rsidR="00636A18">
        <w:t>organe</w:t>
      </w:r>
      <w:r>
        <w:t xml:space="preserve">, </w:t>
      </w:r>
      <w:r w:rsidR="00636A18">
        <w:t>et cet autre don du ciel</w:t>
      </w:r>
      <w:r>
        <w:t xml:space="preserve"> : </w:t>
      </w:r>
      <w:r w:rsidR="00636A18">
        <w:t>la beauté</w:t>
      </w:r>
      <w:r>
        <w:t xml:space="preserve">, </w:t>
      </w:r>
      <w:r w:rsidR="00636A18">
        <w:t>la noblesse des traits et l</w:t>
      </w:r>
      <w:r>
        <w:t>’</w:t>
      </w:r>
      <w:r w:rsidR="00636A18">
        <w:t>expression du regard</w:t>
      </w:r>
      <w:r>
        <w:t xml:space="preserve">, </w:t>
      </w:r>
      <w:r w:rsidR="00636A18">
        <w:t>qui contribuent si puissa</w:t>
      </w:r>
      <w:r w:rsidR="00636A18">
        <w:t>m</w:t>
      </w:r>
      <w:r w:rsidR="00636A18">
        <w:t>ment à la plus sublime des éloquences</w:t>
      </w:r>
      <w:r>
        <w:t xml:space="preserve">, </w:t>
      </w:r>
      <w:r w:rsidR="00636A18">
        <w:t>celle du chant</w:t>
      </w:r>
      <w:r>
        <w:t xml:space="preserve">, </w:t>
      </w:r>
      <w:r w:rsidR="00636A18">
        <w:t>dans une œuvre religieuse ou dramatique</w:t>
      </w:r>
      <w:r>
        <w:t>. »</w:t>
      </w:r>
    </w:p>
    <w:p w14:paraId="1987A5C3" w14:textId="27CAB9AA" w:rsidR="00D37400" w:rsidRDefault="00636A18">
      <w:r>
        <w:t xml:space="preserve">Ainsi me parla </w:t>
      </w:r>
      <w:r w:rsidR="00D37400">
        <w:t>M. </w:t>
      </w:r>
      <w:r>
        <w:t>le curé Miguel</w:t>
      </w:r>
      <w:r w:rsidR="00D37400">
        <w:t xml:space="preserve"> ; </w:t>
      </w:r>
      <w:r>
        <w:t>puis</w:t>
      </w:r>
      <w:r w:rsidR="00D37400">
        <w:t xml:space="preserve">, </w:t>
      </w:r>
      <w:r>
        <w:t>nous étant salués</w:t>
      </w:r>
      <w:r w:rsidR="00D37400">
        <w:t xml:space="preserve">, </w:t>
      </w:r>
      <w:r>
        <w:t>il rentra dans son pres</w:t>
      </w:r>
      <w:r>
        <w:rPr>
          <w:bCs/>
        </w:rPr>
        <w:t>b</w:t>
      </w:r>
      <w:r>
        <w:t>ytère et je courus au collège où l</w:t>
      </w:r>
      <w:r w:rsidR="00D37400">
        <w:t>’</w:t>
      </w:r>
      <w:r>
        <w:t>on m</w:t>
      </w:r>
      <w:r w:rsidR="00D37400">
        <w:t>’</w:t>
      </w:r>
      <w:r>
        <w:t>at</w:t>
      </w:r>
      <w:r>
        <w:rPr>
          <w:bCs/>
        </w:rPr>
        <w:t>t</w:t>
      </w:r>
      <w:r>
        <w:t>endait pour mes leçons de piano</w:t>
      </w:r>
      <w:r w:rsidR="00D37400">
        <w:t>.</w:t>
      </w:r>
    </w:p>
    <w:p w14:paraId="5C290767" w14:textId="347C2441" w:rsidR="00636A18" w:rsidRDefault="00636A18" w:rsidP="00D37400">
      <w:pPr>
        <w:pStyle w:val="Titre2"/>
        <w:pageBreakBefore/>
      </w:pPr>
      <w:bookmarkStart w:id="40" w:name="_Toc344229475"/>
      <w:bookmarkStart w:id="41" w:name="_Toc194835738"/>
      <w:r>
        <w:lastRenderedPageBreak/>
        <w:t>II</w:t>
      </w:r>
      <w:bookmarkEnd w:id="40"/>
      <w:bookmarkEnd w:id="41"/>
    </w:p>
    <w:p w14:paraId="6496FB25" w14:textId="77777777" w:rsidR="00D37400" w:rsidRDefault="00636A18">
      <w:r>
        <w:t>Quelques jours après notre visite à la ruelle du Vieux-Rempart</w:t>
      </w:r>
      <w:r w:rsidR="00D37400">
        <w:t xml:space="preserve">, </w:t>
      </w:r>
      <w:r>
        <w:t>Françoise Sabine repo</w:t>
      </w:r>
      <w:r>
        <w:rPr>
          <w:bCs/>
        </w:rPr>
        <w:t>s</w:t>
      </w:r>
      <w:r>
        <w:t>ait dans un bon lit à l</w:t>
      </w:r>
      <w:r w:rsidR="00D37400">
        <w:t>’</w:t>
      </w:r>
      <w:r>
        <w:t>hospice</w:t>
      </w:r>
      <w:r w:rsidR="00D37400">
        <w:t xml:space="preserve">, </w:t>
      </w:r>
      <w:r>
        <w:t>sous la surveillance des sœurs</w:t>
      </w:r>
      <w:r w:rsidR="00D37400">
        <w:t xml:space="preserve">, </w:t>
      </w:r>
      <w:r>
        <w:t>qui ne la laissaient manquer de rien</w:t>
      </w:r>
      <w:r w:rsidR="00D37400">
        <w:t>.</w:t>
      </w:r>
    </w:p>
    <w:p w14:paraId="63143A86" w14:textId="7B623A1A" w:rsidR="00D37400" w:rsidRDefault="00D37400">
      <w:r>
        <w:t>M. </w:t>
      </w:r>
      <w:r w:rsidR="00636A18">
        <w:t>le curé Miguel</w:t>
      </w:r>
      <w:r>
        <w:t xml:space="preserve">, </w:t>
      </w:r>
      <w:r w:rsidR="00636A18">
        <w:t>aidé de quelques dames charitables</w:t>
      </w:r>
      <w:r>
        <w:t xml:space="preserve">, </w:t>
      </w:r>
      <w:r w:rsidR="00636A18">
        <w:t>avait placé Loïs dans une honnête pension</w:t>
      </w:r>
      <w:r>
        <w:t xml:space="preserve">, </w:t>
      </w:r>
      <w:r w:rsidR="00636A18">
        <w:t xml:space="preserve">celle de </w:t>
      </w:r>
      <w:r>
        <w:t>M</w:t>
      </w:r>
      <w:r w:rsidRPr="00D37400">
        <w:rPr>
          <w:vertAlign w:val="superscript"/>
        </w:rPr>
        <w:t>me</w:t>
      </w:r>
      <w:r>
        <w:t> </w:t>
      </w:r>
      <w:proofErr w:type="spellStart"/>
      <w:r w:rsidR="00636A18">
        <w:t>Auburtin</w:t>
      </w:r>
      <w:proofErr w:type="spellEnd"/>
      <w:r>
        <w:t xml:space="preserve">, </w:t>
      </w:r>
      <w:r w:rsidR="00636A18">
        <w:t>veuve d</w:t>
      </w:r>
      <w:r>
        <w:t>’</w:t>
      </w:r>
      <w:r w:rsidR="00636A18">
        <w:t>un ancien officier</w:t>
      </w:r>
      <w:r>
        <w:t xml:space="preserve">, </w:t>
      </w:r>
      <w:r w:rsidR="00636A18">
        <w:t>qui recevait chez elle beaucoup de jeunes filles d</w:t>
      </w:r>
      <w:r>
        <w:t>’</w:t>
      </w:r>
      <w:r w:rsidR="00636A18">
        <w:t>Alsace</w:t>
      </w:r>
      <w:r>
        <w:t xml:space="preserve">, </w:t>
      </w:r>
      <w:r w:rsidR="00636A18">
        <w:t>que leurs familles envoyaient à Sainte-Suzanne pour y apprendre le français</w:t>
      </w:r>
      <w:r>
        <w:t>.</w:t>
      </w:r>
    </w:p>
    <w:p w14:paraId="5C7A3952" w14:textId="77777777" w:rsidR="00D37400" w:rsidRDefault="00636A18">
      <w:r>
        <w:t>Loïs</w:t>
      </w:r>
      <w:r w:rsidR="00D37400">
        <w:t xml:space="preserve">, </w:t>
      </w:r>
      <w:r>
        <w:t>dont les bonnes dames de la ville avaient monté le p</w:t>
      </w:r>
      <w:r>
        <w:t>e</w:t>
      </w:r>
      <w:r>
        <w:t>tit trousseau</w:t>
      </w:r>
      <w:r w:rsidR="00D37400">
        <w:t xml:space="preserve">, </w:t>
      </w:r>
      <w:r>
        <w:t>vêtue simplement comme ses jeunes cama</w:t>
      </w:r>
      <w:r>
        <w:rPr>
          <w:rFonts w:cs="Arial"/>
        </w:rPr>
        <w:t>rades</w:t>
      </w:r>
      <w:r w:rsidR="00D37400">
        <w:t xml:space="preserve">, </w:t>
      </w:r>
      <w:r>
        <w:t>se trouvait la plus heureuse du monde dans cette nouvelle co</w:t>
      </w:r>
      <w:r>
        <w:t>n</w:t>
      </w:r>
      <w:r>
        <w:t>dition</w:t>
      </w:r>
      <w:r w:rsidR="00D37400">
        <w:t>.</w:t>
      </w:r>
    </w:p>
    <w:p w14:paraId="0CC3D2D4" w14:textId="77777777" w:rsidR="00D37400" w:rsidRDefault="00636A18">
      <w:r>
        <w:t>Une seule difficulté s</w:t>
      </w:r>
      <w:r w:rsidR="00D37400">
        <w:t>’</w:t>
      </w:r>
      <w:r>
        <w:t>était présentée</w:t>
      </w:r>
      <w:r w:rsidR="00D37400">
        <w:t xml:space="preserve">, </w:t>
      </w:r>
      <w:r>
        <w:t>celle du baptême</w:t>
      </w:r>
      <w:r w:rsidR="00D37400">
        <w:t xml:space="preserve"> ; </w:t>
      </w:r>
      <w:r>
        <w:t>car les bohémiens</w:t>
      </w:r>
      <w:r w:rsidR="00D37400">
        <w:t xml:space="preserve">, </w:t>
      </w:r>
      <w:r>
        <w:t>race de pillards</w:t>
      </w:r>
      <w:r w:rsidR="00D37400">
        <w:t xml:space="preserve">, </w:t>
      </w:r>
      <w:r>
        <w:t>de diseurs de bonne aventure</w:t>
      </w:r>
      <w:r w:rsidR="00D37400">
        <w:t xml:space="preserve">, </w:t>
      </w:r>
      <w:r>
        <w:t>signalée depuis nombre d</w:t>
      </w:r>
      <w:r w:rsidR="00D37400">
        <w:t>’</w:t>
      </w:r>
      <w:r>
        <w:t>années à la gendarmerie</w:t>
      </w:r>
      <w:r w:rsidR="00D37400">
        <w:t xml:space="preserve">, </w:t>
      </w:r>
      <w:r>
        <w:t>n</w:t>
      </w:r>
      <w:r w:rsidR="00D37400">
        <w:t>’</w:t>
      </w:r>
      <w:r>
        <w:t>étaient pas en odeur de sainteté à Sainte-Suzanne</w:t>
      </w:r>
      <w:r w:rsidR="00D37400">
        <w:t xml:space="preserve"> ; </w:t>
      </w:r>
      <w:r>
        <w:t>personne ne voulait être le parrain et la marraine de la petite</w:t>
      </w:r>
      <w:r w:rsidR="00D37400">
        <w:t xml:space="preserve"> ; </w:t>
      </w:r>
      <w:r>
        <w:t>il avait fallu décider ma sœur Rosalie à se dévouer avec moi</w:t>
      </w:r>
      <w:r w:rsidR="00D37400">
        <w:t>.</w:t>
      </w:r>
    </w:p>
    <w:p w14:paraId="5AF24128" w14:textId="77777777" w:rsidR="00D37400" w:rsidRDefault="00636A18">
      <w:r>
        <w:t>Mais enfin la cérémonie avait eu lieu dans la chapelle Sainte-Élisabeth</w:t>
      </w:r>
      <w:r w:rsidR="00D37400">
        <w:t xml:space="preserve">, </w:t>
      </w:r>
      <w:r>
        <w:t>un matin après la messe</w:t>
      </w:r>
      <w:r w:rsidR="00D37400">
        <w:t xml:space="preserve">, </w:t>
      </w:r>
      <w:r>
        <w:t>à la grande édific</w:t>
      </w:r>
      <w:r>
        <w:t>a</w:t>
      </w:r>
      <w:r>
        <w:t>tion des fidèles</w:t>
      </w:r>
      <w:r w:rsidR="00D37400">
        <w:t xml:space="preserve"> ; </w:t>
      </w:r>
      <w:r>
        <w:t>et depuis</w:t>
      </w:r>
      <w:r w:rsidR="00D37400">
        <w:t xml:space="preserve">, </w:t>
      </w:r>
      <w:r>
        <w:t>Rosalie</w:t>
      </w:r>
      <w:r w:rsidR="00D37400">
        <w:t xml:space="preserve">, </w:t>
      </w:r>
      <w:r>
        <w:t>que Loïs appelait marraine</w:t>
      </w:r>
      <w:r w:rsidR="00D37400">
        <w:t xml:space="preserve">, </w:t>
      </w:r>
      <w:r>
        <w:t>et qui se considérait comme responsable devant Dieu du salut de son âme</w:t>
      </w:r>
      <w:r w:rsidR="00D37400">
        <w:t xml:space="preserve">, </w:t>
      </w:r>
      <w:r>
        <w:t>adorait cette enfant</w:t>
      </w:r>
      <w:r w:rsidR="00D37400">
        <w:t xml:space="preserve">, </w:t>
      </w:r>
      <w:r>
        <w:t>ne songeait qu</w:t>
      </w:r>
      <w:r w:rsidR="00D37400">
        <w:t>’</w:t>
      </w:r>
      <w:r>
        <w:t>à ses étrennes et tr</w:t>
      </w:r>
      <w:r>
        <w:t>a</w:t>
      </w:r>
      <w:r>
        <w:t>vaillait même à lui tricoter des bas et à réparer ses effets</w:t>
      </w:r>
      <w:r w:rsidR="00D37400">
        <w:t xml:space="preserve">, </w:t>
      </w:r>
      <w:r>
        <w:t>chaque fois que le besoin s</w:t>
      </w:r>
      <w:r w:rsidR="00D37400">
        <w:t>’</w:t>
      </w:r>
      <w:r>
        <w:t>en faisait sentir</w:t>
      </w:r>
      <w:r w:rsidR="00D37400">
        <w:t>.</w:t>
      </w:r>
    </w:p>
    <w:p w14:paraId="02B63B54" w14:textId="77777777" w:rsidR="00D37400" w:rsidRDefault="00636A18">
      <w:r>
        <w:lastRenderedPageBreak/>
        <w:t>Loïs venait deux fois par jour à la maison prendre sa leçon de musique</w:t>
      </w:r>
      <w:r w:rsidR="00D37400">
        <w:t xml:space="preserve">, </w:t>
      </w:r>
      <w:r>
        <w:t>et c</w:t>
      </w:r>
      <w:r w:rsidR="00D37400">
        <w:t>’</w:t>
      </w:r>
      <w:r>
        <w:t>est le plus beau temps de ma vie</w:t>
      </w:r>
      <w:r w:rsidR="00D37400">
        <w:t xml:space="preserve">, </w:t>
      </w:r>
      <w:r>
        <w:t>car autant il est triste</w:t>
      </w:r>
      <w:r w:rsidR="00D37400">
        <w:t xml:space="preserve">, </w:t>
      </w:r>
      <w:r>
        <w:t>ennuyeux</w:t>
      </w:r>
      <w:r w:rsidR="00D37400">
        <w:t xml:space="preserve">, </w:t>
      </w:r>
      <w:r>
        <w:t>de donner son travail à des élèves sans a</w:t>
      </w:r>
      <w:r>
        <w:t>r</w:t>
      </w:r>
      <w:r>
        <w:t>deur</w:t>
      </w:r>
      <w:r w:rsidR="00D37400">
        <w:t xml:space="preserve">, </w:t>
      </w:r>
      <w:r>
        <w:t>sans goût</w:t>
      </w:r>
      <w:r w:rsidR="00D37400">
        <w:t xml:space="preserve">, </w:t>
      </w:r>
      <w:r>
        <w:t>sans dispositions</w:t>
      </w:r>
      <w:r w:rsidR="00D37400">
        <w:t xml:space="preserve">, </w:t>
      </w:r>
      <w:r>
        <w:t>autant il est agréable d</w:t>
      </w:r>
      <w:r w:rsidR="00D37400">
        <w:t>’</w:t>
      </w:r>
      <w:r>
        <w:t>en avoir qui saisissent vos explications au vol</w:t>
      </w:r>
      <w:r w:rsidR="00D37400">
        <w:t xml:space="preserve">, </w:t>
      </w:r>
      <w:r>
        <w:t>qui préviennent vos pensées et se font un bonheur eux-mêmes de vous contenter</w:t>
      </w:r>
      <w:r w:rsidR="00D37400">
        <w:t>.</w:t>
      </w:r>
    </w:p>
    <w:p w14:paraId="635A5FC4" w14:textId="77777777" w:rsidR="00D37400" w:rsidRDefault="00636A18">
      <w:r>
        <w:t>Oui</w:t>
      </w:r>
      <w:r w:rsidR="00D37400">
        <w:t xml:space="preserve"> ! </w:t>
      </w:r>
      <w:r>
        <w:t>c</w:t>
      </w:r>
      <w:r w:rsidR="00D37400">
        <w:t>’</w:t>
      </w:r>
      <w:r>
        <w:t>est une joie pour l</w:t>
      </w:r>
      <w:r w:rsidR="00D37400">
        <w:t>’</w:t>
      </w:r>
      <w:r>
        <w:t>homme</w:t>
      </w:r>
      <w:r w:rsidR="00D37400">
        <w:t xml:space="preserve">, </w:t>
      </w:r>
      <w:r>
        <w:t>de s</w:t>
      </w:r>
      <w:r w:rsidR="00D37400">
        <w:t>’</w:t>
      </w:r>
      <w:r>
        <w:t>apercevoir que ses peines ne sont pas perdues</w:t>
      </w:r>
      <w:r w:rsidR="00D37400">
        <w:t xml:space="preserve"> ; </w:t>
      </w:r>
      <w:r>
        <w:t>et ceux qui se figurent vous réco</w:t>
      </w:r>
      <w:r>
        <w:t>m</w:t>
      </w:r>
      <w:r>
        <w:t>penser avec quelques poignées d</w:t>
      </w:r>
      <w:r w:rsidR="00D37400">
        <w:t>’</w:t>
      </w:r>
      <w:r>
        <w:t>argent se trompent</w:t>
      </w:r>
      <w:r w:rsidR="00D37400">
        <w:t xml:space="preserve"> ; </w:t>
      </w:r>
      <w:r>
        <w:t>on ne r</w:t>
      </w:r>
      <w:r>
        <w:t>é</w:t>
      </w:r>
      <w:r>
        <w:t>compense le dévouement que par le dévouement</w:t>
      </w:r>
      <w:r w:rsidR="00D37400">
        <w:t xml:space="preserve"> ; </w:t>
      </w:r>
      <w:r>
        <w:t>un élève qui n</w:t>
      </w:r>
      <w:r w:rsidR="00D37400">
        <w:t>’</w:t>
      </w:r>
      <w:r>
        <w:t>écoute pas les avis de son maître est un ingrat</w:t>
      </w:r>
      <w:r w:rsidR="00D37400">
        <w:t xml:space="preserve">, </w:t>
      </w:r>
      <w:r>
        <w:t>à moins qu</w:t>
      </w:r>
      <w:r w:rsidR="00D37400">
        <w:t>’</w:t>
      </w:r>
      <w:r>
        <w:t>il ne soit un imbécile</w:t>
      </w:r>
      <w:r w:rsidR="00D37400">
        <w:t>.</w:t>
      </w:r>
    </w:p>
    <w:p w14:paraId="5B5FA7BB" w14:textId="77777777" w:rsidR="00D37400" w:rsidRDefault="00636A18">
      <w:r>
        <w:t>Je dis franchement ce que je pense</w:t>
      </w:r>
      <w:r w:rsidR="00D37400">
        <w:t xml:space="preserve">, </w:t>
      </w:r>
      <w:r>
        <w:t>car c</w:t>
      </w:r>
      <w:r w:rsidR="00D37400">
        <w:t>’</w:t>
      </w:r>
      <w:r>
        <w:t>est la vérité</w:t>
      </w:r>
      <w:r w:rsidR="00D37400">
        <w:t xml:space="preserve">. </w:t>
      </w:r>
      <w:r>
        <w:t>Mais</w:t>
      </w:r>
      <w:r w:rsidR="00D37400">
        <w:t xml:space="preserve">, </w:t>
      </w:r>
      <w:r>
        <w:t>Dieu merci</w:t>
      </w:r>
      <w:r w:rsidR="00D37400">
        <w:t xml:space="preserve"> ! </w:t>
      </w:r>
      <w:r>
        <w:t>ce n</w:t>
      </w:r>
      <w:r w:rsidR="00D37400">
        <w:t>’</w:t>
      </w:r>
      <w:r>
        <w:t>était pas le cas avec Loïs</w:t>
      </w:r>
      <w:r w:rsidR="00D37400">
        <w:t>.</w:t>
      </w:r>
    </w:p>
    <w:p w14:paraId="04062B9E" w14:textId="77777777" w:rsidR="00D37400" w:rsidRDefault="00636A18">
      <w:r>
        <w:t>Il me semble encore la voir traverser la place</w:t>
      </w:r>
      <w:r w:rsidR="00D37400">
        <w:t xml:space="preserve">, </w:t>
      </w:r>
      <w:r>
        <w:t>son cahier sous le bras</w:t>
      </w:r>
      <w:r w:rsidR="00D37400">
        <w:t xml:space="preserve">, </w:t>
      </w:r>
      <w:r>
        <w:t>toute vive et souriante</w:t>
      </w:r>
      <w:r w:rsidR="00D37400">
        <w:t xml:space="preserve">. </w:t>
      </w:r>
      <w:r>
        <w:t>Je la regardais de cette f</w:t>
      </w:r>
      <w:r>
        <w:t>e</w:t>
      </w:r>
      <w:r>
        <w:t>nêtre</w:t>
      </w:r>
      <w:r w:rsidR="00D37400">
        <w:t xml:space="preserve">, </w:t>
      </w:r>
      <w:r>
        <w:t>en me réjouissant d</w:t>
      </w:r>
      <w:r w:rsidR="00D37400">
        <w:t>’</w:t>
      </w:r>
      <w:r>
        <w:t>avance</w:t>
      </w:r>
      <w:r w:rsidR="00D37400">
        <w:t>.</w:t>
      </w:r>
    </w:p>
    <w:p w14:paraId="281C92FB" w14:textId="77777777" w:rsidR="00D37400" w:rsidRDefault="00636A18">
      <w:r>
        <w:t>Elle courait</w:t>
      </w:r>
      <w:r w:rsidR="00D37400">
        <w:t xml:space="preserve">, </w:t>
      </w:r>
      <w:r>
        <w:t>les cheveux ébouriffés</w:t>
      </w:r>
      <w:r w:rsidR="00D37400">
        <w:t xml:space="preserve"> ; </w:t>
      </w:r>
      <w:r>
        <w:t>le désir d</w:t>
      </w:r>
      <w:r w:rsidR="00D37400">
        <w:t>’</w:t>
      </w:r>
      <w:r>
        <w:t>apprendre se lisait dans ses yeux</w:t>
      </w:r>
      <w:r w:rsidR="00D37400">
        <w:t>.</w:t>
      </w:r>
    </w:p>
    <w:p w14:paraId="7CBEA670" w14:textId="77777777" w:rsidR="00D37400" w:rsidRDefault="00636A18">
      <w:r>
        <w:t>Puis</w:t>
      </w:r>
      <w:r w:rsidR="00D37400">
        <w:t xml:space="preserve">, </w:t>
      </w:r>
      <w:r>
        <w:t>la grande porte en bas s</w:t>
      </w:r>
      <w:r w:rsidR="00D37400">
        <w:t>’</w:t>
      </w:r>
      <w:r>
        <w:t>ouvrait avec son bruit de poulie</w:t>
      </w:r>
      <w:r w:rsidR="00D37400">
        <w:t xml:space="preserve">, </w:t>
      </w:r>
      <w:r>
        <w:t>dans le vestibule</w:t>
      </w:r>
      <w:r w:rsidR="00D37400">
        <w:t xml:space="preserve">, </w:t>
      </w:r>
      <w:r>
        <w:t>et</w:t>
      </w:r>
      <w:r w:rsidR="00D37400">
        <w:t xml:space="preserve">, </w:t>
      </w:r>
      <w:r>
        <w:t>dans la même seconde</w:t>
      </w:r>
      <w:r w:rsidR="00D37400">
        <w:t xml:space="preserve">, </w:t>
      </w:r>
      <w:r>
        <w:t>la petite était au haut de l</w:t>
      </w:r>
      <w:r w:rsidR="00D37400">
        <w:t>’</w:t>
      </w:r>
      <w:r>
        <w:t>escalier</w:t>
      </w:r>
      <w:r w:rsidR="00D37400">
        <w:t xml:space="preserve"> ; </w:t>
      </w:r>
      <w:r>
        <w:t>elle entrait en me disant</w:t>
      </w:r>
      <w:r w:rsidR="00D37400">
        <w:t> :</w:t>
      </w:r>
    </w:p>
    <w:p w14:paraId="36696C50" w14:textId="6B3F76D4" w:rsidR="00636A18" w:rsidRDefault="00D37400">
      <w:r>
        <w:t>« </w:t>
      </w:r>
      <w:r w:rsidR="00636A18">
        <w:t>Bonjour</w:t>
      </w:r>
      <w:r>
        <w:t xml:space="preserve">, </w:t>
      </w:r>
      <w:r w:rsidR="00636A18">
        <w:t>monsieur Chapuis</w:t>
      </w:r>
      <w:r>
        <w:t xml:space="preserve">… </w:t>
      </w:r>
      <w:r w:rsidR="00636A18">
        <w:t>c</w:t>
      </w:r>
      <w:r>
        <w:t>’</w:t>
      </w:r>
      <w:r w:rsidR="00636A18">
        <w:t>est moi</w:t>
      </w:r>
      <w:r>
        <w:t>. »</w:t>
      </w:r>
    </w:p>
    <w:p w14:paraId="6AA494F5" w14:textId="77777777" w:rsidR="00D37400" w:rsidRDefault="00636A18">
      <w:r>
        <w:t>J</w:t>
      </w:r>
      <w:r w:rsidR="00D37400">
        <w:t>’</w:t>
      </w:r>
      <w:r>
        <w:t>avais pris mon air sérieux</w:t>
      </w:r>
      <w:r w:rsidR="00D37400">
        <w:t xml:space="preserve">, </w:t>
      </w:r>
      <w:r>
        <w:t>et je lui demandais</w:t>
      </w:r>
      <w:r w:rsidR="00D37400">
        <w:t> :</w:t>
      </w:r>
    </w:p>
    <w:p w14:paraId="00864E95" w14:textId="77777777" w:rsidR="00D37400" w:rsidRDefault="00D37400">
      <w:r>
        <w:t>« </w:t>
      </w:r>
      <w:r w:rsidR="00636A18">
        <w:t>Est-ce qu</w:t>
      </w:r>
      <w:r>
        <w:t>’</w:t>
      </w:r>
      <w:r w:rsidR="00636A18">
        <w:t>on sait sa leçon</w:t>
      </w:r>
      <w:r>
        <w:t xml:space="preserve">, </w:t>
      </w:r>
      <w:r w:rsidR="00636A18">
        <w:t>mademoiselle</w:t>
      </w:r>
      <w:r>
        <w:t> ?</w:t>
      </w:r>
    </w:p>
    <w:p w14:paraId="48ABBC0E" w14:textId="46F35811" w:rsidR="00636A18" w:rsidRDefault="00D37400">
      <w:r>
        <w:t>— </w:t>
      </w:r>
      <w:r w:rsidR="00636A18">
        <w:t>Vous allez voir</w:t>
      </w:r>
      <w:r>
        <w:t xml:space="preserve">, </w:t>
      </w:r>
      <w:r w:rsidR="00636A18">
        <w:t>monsieur Chapuis</w:t>
      </w:r>
      <w:r>
        <w:t xml:space="preserve"> ; </w:t>
      </w:r>
      <w:r w:rsidR="00636A18">
        <w:t>j</w:t>
      </w:r>
      <w:r>
        <w:t>’</w:t>
      </w:r>
      <w:r w:rsidR="00636A18">
        <w:t>ai bien étudié</w:t>
      </w:r>
      <w:r>
        <w:t xml:space="preserve">… </w:t>
      </w:r>
      <w:r w:rsidR="00636A18">
        <w:t>mais je ne suis pas sûre de bien savoir</w:t>
      </w:r>
      <w:r>
        <w:t>. »</w:t>
      </w:r>
    </w:p>
    <w:p w14:paraId="6F101C89" w14:textId="77777777" w:rsidR="00D37400" w:rsidRDefault="00636A18">
      <w:r>
        <w:lastRenderedPageBreak/>
        <w:t>Alors je m</w:t>
      </w:r>
      <w:r w:rsidR="00D37400">
        <w:t>’</w:t>
      </w:r>
      <w:r>
        <w:t>asseyais au piano</w:t>
      </w:r>
      <w:r w:rsidR="00D37400">
        <w:t xml:space="preserve">, </w:t>
      </w:r>
      <w:r>
        <w:t>et les explications comme</w:t>
      </w:r>
      <w:r>
        <w:t>n</w:t>
      </w:r>
      <w:r>
        <w:t>çaient</w:t>
      </w:r>
      <w:r w:rsidR="00D37400">
        <w:t>.</w:t>
      </w:r>
    </w:p>
    <w:p w14:paraId="6CA52A3C" w14:textId="77777777" w:rsidR="00D37400" w:rsidRDefault="00636A18">
      <w:r>
        <w:t>Rosalie venait s</w:t>
      </w:r>
      <w:r w:rsidR="00D37400">
        <w:t>’</w:t>
      </w:r>
      <w:r>
        <w:t>asseoir là</w:t>
      </w:r>
      <w:r w:rsidR="00D37400">
        <w:t xml:space="preserve">, </w:t>
      </w:r>
      <w:r>
        <w:t>dans le coin de la fenêtre</w:t>
      </w:r>
      <w:r w:rsidR="00D37400">
        <w:t xml:space="preserve">, </w:t>
      </w:r>
      <w:r>
        <w:t>pour tricoter en prêtant l</w:t>
      </w:r>
      <w:r w:rsidR="00D37400">
        <w:t>’</w:t>
      </w:r>
      <w:r>
        <w:t>oreille</w:t>
      </w:r>
      <w:r w:rsidR="00D37400">
        <w:t xml:space="preserve"> ; </w:t>
      </w:r>
      <w:r>
        <w:t>on aurait dit qu</w:t>
      </w:r>
      <w:r w:rsidR="00D37400">
        <w:t>’</w:t>
      </w:r>
      <w:r>
        <w:t>elle voulait aussi apprendre la musique</w:t>
      </w:r>
      <w:r w:rsidR="00D37400">
        <w:t xml:space="preserve">, </w:t>
      </w:r>
      <w:r>
        <w:t>tant nos leçons l</w:t>
      </w:r>
      <w:r w:rsidR="00D37400">
        <w:t>’</w:t>
      </w:r>
      <w:r>
        <w:t>intéressaient</w:t>
      </w:r>
      <w:r w:rsidR="00D37400">
        <w:t xml:space="preserve">, </w:t>
      </w:r>
      <w:r>
        <w:t>et</w:t>
      </w:r>
      <w:r w:rsidR="00D37400">
        <w:t xml:space="preserve">, </w:t>
      </w:r>
      <w:r>
        <w:t>de temps en temps</w:t>
      </w:r>
      <w:r w:rsidR="00D37400">
        <w:t xml:space="preserve">, </w:t>
      </w:r>
      <w:r>
        <w:t>je l</w:t>
      </w:r>
      <w:r w:rsidR="00D37400">
        <w:t>’</w:t>
      </w:r>
      <w:r>
        <w:t>entendais murmurer tout bas</w:t>
      </w:r>
      <w:r w:rsidR="00D37400">
        <w:t> :</w:t>
      </w:r>
    </w:p>
    <w:p w14:paraId="0BA6990E" w14:textId="5823B35F" w:rsidR="00636A18" w:rsidRDefault="00D37400">
      <w:r>
        <w:t>« </w:t>
      </w:r>
      <w:r w:rsidR="00636A18">
        <w:t>Ça va bien</w:t>
      </w:r>
      <w:r>
        <w:t xml:space="preserve"> !… </w:t>
      </w:r>
      <w:r w:rsidR="00636A18">
        <w:t>Elle apprend bien</w:t>
      </w:r>
      <w:r>
        <w:t xml:space="preserve">… </w:t>
      </w:r>
      <w:r w:rsidR="00636A18">
        <w:t>n</w:t>
      </w:r>
      <w:r>
        <w:t>’</w:t>
      </w:r>
      <w:r w:rsidR="00636A18">
        <w:t>est-ce pas</w:t>
      </w:r>
      <w:r>
        <w:t xml:space="preserve">, </w:t>
      </w:r>
      <w:r w:rsidR="00636A18">
        <w:t>Ch</w:t>
      </w:r>
      <w:r w:rsidR="00636A18">
        <w:t>a</w:t>
      </w:r>
      <w:r w:rsidR="00636A18">
        <w:t>puis</w:t>
      </w:r>
      <w:r>
        <w:t> ? »</w:t>
      </w:r>
    </w:p>
    <w:p w14:paraId="49992FE2" w14:textId="77777777" w:rsidR="00D37400" w:rsidRDefault="00636A18">
      <w:r>
        <w:t>Et je lui répondais d</w:t>
      </w:r>
      <w:r w:rsidR="00D37400">
        <w:t>’</w:t>
      </w:r>
      <w:r>
        <w:t>un air de doute</w:t>
      </w:r>
      <w:r w:rsidR="00D37400">
        <w:t> :</w:t>
      </w:r>
    </w:p>
    <w:p w14:paraId="6ECCB4A0" w14:textId="17524120" w:rsidR="00636A18" w:rsidRDefault="00D37400">
      <w:r>
        <w:t>« </w:t>
      </w:r>
      <w:r w:rsidR="00636A18">
        <w:t>Eh</w:t>
      </w:r>
      <w:r>
        <w:t xml:space="preserve"> ! </w:t>
      </w:r>
      <w:r w:rsidR="00636A18">
        <w:t>eh</w:t>
      </w:r>
      <w:r>
        <w:t xml:space="preserve"> ! </w:t>
      </w:r>
      <w:r w:rsidR="00636A18">
        <w:t>ça ne va pas trop mal</w:t>
      </w:r>
      <w:r>
        <w:t xml:space="preserve">, </w:t>
      </w:r>
      <w:r w:rsidR="00636A18">
        <w:t>non</w:t>
      </w:r>
      <w:r>
        <w:t xml:space="preserve"> ! </w:t>
      </w:r>
      <w:r w:rsidR="00636A18">
        <w:t>pas trop mal</w:t>
      </w:r>
      <w:r>
        <w:t>. »</w:t>
      </w:r>
    </w:p>
    <w:p w14:paraId="5ACE026C" w14:textId="77777777" w:rsidR="00D37400" w:rsidRDefault="00636A18">
      <w:r>
        <w:t>Le fait est que j</w:t>
      </w:r>
      <w:r w:rsidR="00D37400">
        <w:t>’</w:t>
      </w:r>
      <w:r>
        <w:t>étais aux anges</w:t>
      </w:r>
      <w:r w:rsidR="00D37400">
        <w:t>.</w:t>
      </w:r>
    </w:p>
    <w:p w14:paraId="26C0CF57" w14:textId="77777777" w:rsidR="00D37400" w:rsidRDefault="00636A18">
      <w:r>
        <w:t>Au bout de cinq semaines</w:t>
      </w:r>
      <w:r w:rsidR="00D37400">
        <w:t xml:space="preserve">, </w:t>
      </w:r>
      <w:r>
        <w:t>Loïs savait déchiffrer</w:t>
      </w:r>
      <w:r w:rsidR="00D37400">
        <w:t xml:space="preserve"> ; </w:t>
      </w:r>
      <w:r>
        <w:t>elle co</w:t>
      </w:r>
      <w:r>
        <w:t>n</w:t>
      </w:r>
      <w:r>
        <w:t>naissait toutes les notes et leur valeur</w:t>
      </w:r>
      <w:r w:rsidR="00D37400">
        <w:t xml:space="preserve">, </w:t>
      </w:r>
      <w:r>
        <w:t>tous les signes</w:t>
      </w:r>
      <w:r w:rsidR="00D37400">
        <w:t xml:space="preserve"> : </w:t>
      </w:r>
      <w:r>
        <w:t>so</w:t>
      </w:r>
      <w:r>
        <w:t>u</w:t>
      </w:r>
      <w:r>
        <w:t>pirs</w:t>
      </w:r>
      <w:r w:rsidR="00D37400">
        <w:t xml:space="preserve">, </w:t>
      </w:r>
      <w:r>
        <w:t>demi-soupirs</w:t>
      </w:r>
      <w:r w:rsidR="00D37400">
        <w:t xml:space="preserve">, </w:t>
      </w:r>
      <w:r>
        <w:t>points d</w:t>
      </w:r>
      <w:r w:rsidR="00D37400">
        <w:t>’</w:t>
      </w:r>
      <w:r>
        <w:t>orgue</w:t>
      </w:r>
      <w:r w:rsidR="00D37400">
        <w:t xml:space="preserve">, </w:t>
      </w:r>
      <w:r>
        <w:t>tons</w:t>
      </w:r>
      <w:r w:rsidR="00D37400">
        <w:t xml:space="preserve">, </w:t>
      </w:r>
      <w:r>
        <w:t>demi-tons</w:t>
      </w:r>
      <w:r w:rsidR="00D37400">
        <w:t xml:space="preserve">, </w:t>
      </w:r>
      <w:r>
        <w:t>enfin tout</w:t>
      </w:r>
      <w:r w:rsidR="00D37400">
        <w:t xml:space="preserve">, </w:t>
      </w:r>
      <w:r>
        <w:t xml:space="preserve">et les deux clefs de </w:t>
      </w:r>
      <w:r>
        <w:rPr>
          <w:i/>
          <w:iCs/>
        </w:rPr>
        <w:t xml:space="preserve">sol </w:t>
      </w:r>
      <w:r>
        <w:t xml:space="preserve">et </w:t>
      </w:r>
      <w:r>
        <w:rPr>
          <w:i/>
          <w:iCs/>
        </w:rPr>
        <w:t xml:space="preserve">fa </w:t>
      </w:r>
      <w:r>
        <w:t>à fond</w:t>
      </w:r>
      <w:r w:rsidR="00D37400">
        <w:t xml:space="preserve">. </w:t>
      </w:r>
      <w:r>
        <w:t>Au bout de trois mois</w:t>
      </w:r>
      <w:r w:rsidR="00D37400">
        <w:t xml:space="preserve">, </w:t>
      </w:r>
      <w:r>
        <w:t>elle lisait couramment</w:t>
      </w:r>
      <w:r w:rsidR="00D37400">
        <w:t>.</w:t>
      </w:r>
    </w:p>
    <w:p w14:paraId="01840F91" w14:textId="77777777" w:rsidR="00D37400" w:rsidRDefault="00636A18">
      <w:r>
        <w:t>Mais</w:t>
      </w:r>
      <w:r w:rsidR="00D37400">
        <w:t xml:space="preserve">, </w:t>
      </w:r>
      <w:r>
        <w:t>aussitôt qu</w:t>
      </w:r>
      <w:r w:rsidR="00D37400">
        <w:t>’</w:t>
      </w:r>
      <w:r>
        <w:t>elle sut lire</w:t>
      </w:r>
      <w:r w:rsidR="00D37400">
        <w:t xml:space="preserve">, </w:t>
      </w:r>
      <w:r>
        <w:t>je dis</w:t>
      </w:r>
      <w:r w:rsidR="00D37400">
        <w:t> :</w:t>
      </w:r>
    </w:p>
    <w:p w14:paraId="431509EF" w14:textId="4DDF1060" w:rsidR="00636A18" w:rsidRDefault="00D37400">
      <w:r>
        <w:t>« </w:t>
      </w:r>
      <w:r w:rsidR="00636A18">
        <w:t>Halte</w:t>
      </w:r>
      <w:r>
        <w:t xml:space="preserve"> ! </w:t>
      </w:r>
      <w:r w:rsidR="00636A18">
        <w:t>on ne lira plus que des gammes chromatiques et diatoniques</w:t>
      </w:r>
      <w:r>
        <w:t xml:space="preserve">, </w:t>
      </w:r>
      <w:r w:rsidR="00636A18">
        <w:t>dans tous les tons majeurs et mineurs</w:t>
      </w:r>
      <w:r>
        <w:t>. »</w:t>
      </w:r>
    </w:p>
    <w:p w14:paraId="71E25B67" w14:textId="77777777" w:rsidR="00D37400" w:rsidRDefault="00636A18">
      <w:r>
        <w:t>Des exercices</w:t>
      </w:r>
      <w:r w:rsidR="00D37400">
        <w:t xml:space="preserve">, </w:t>
      </w:r>
      <w:r>
        <w:t>toujours des exercices</w:t>
      </w:r>
      <w:r w:rsidR="00D37400">
        <w:t xml:space="preserve"> ! </w:t>
      </w:r>
      <w:r>
        <w:t>des trilles</w:t>
      </w:r>
      <w:r w:rsidR="00D37400">
        <w:t xml:space="preserve">, </w:t>
      </w:r>
      <w:r>
        <w:t>des a</w:t>
      </w:r>
      <w:r>
        <w:t>r</w:t>
      </w:r>
      <w:r>
        <w:t>pèges</w:t>
      </w:r>
      <w:r w:rsidR="00D37400">
        <w:t xml:space="preserve">, </w:t>
      </w:r>
      <w:r>
        <w:t>dont je surveillais l</w:t>
      </w:r>
      <w:r w:rsidR="00D37400">
        <w:t>’</w:t>
      </w:r>
      <w:r>
        <w:t>exécution avec sévérité et que je fa</w:t>
      </w:r>
      <w:r>
        <w:t>i</w:t>
      </w:r>
      <w:r>
        <w:t>sais répéter cent fois de suite</w:t>
      </w:r>
      <w:r w:rsidR="00D37400">
        <w:t xml:space="preserve">, </w:t>
      </w:r>
      <w:r>
        <w:t>s</w:t>
      </w:r>
      <w:r w:rsidR="00D37400">
        <w:t>’</w:t>
      </w:r>
      <w:r>
        <w:t>il le fallait</w:t>
      </w:r>
      <w:r w:rsidR="00D37400">
        <w:t xml:space="preserve">, </w:t>
      </w:r>
      <w:r>
        <w:t>pour arriver à la pe</w:t>
      </w:r>
      <w:r>
        <w:t>r</w:t>
      </w:r>
      <w:r>
        <w:t>fection</w:t>
      </w:r>
      <w:r w:rsidR="00D37400">
        <w:t xml:space="preserve">, </w:t>
      </w:r>
      <w:r>
        <w:t>fronçant les sourcils et ne trouvant jamais que c</w:t>
      </w:r>
      <w:r w:rsidR="00D37400">
        <w:t>’</w:t>
      </w:r>
      <w:r>
        <w:t>était assez bien</w:t>
      </w:r>
      <w:r w:rsidR="00D37400">
        <w:t>.</w:t>
      </w:r>
    </w:p>
    <w:p w14:paraId="1638156A" w14:textId="77777777" w:rsidR="00D37400" w:rsidRDefault="00636A18">
      <w:r>
        <w:t>Il fallait entendre comme cela roulait</w:t>
      </w:r>
      <w:r w:rsidR="00D37400">
        <w:t xml:space="preserve">, </w:t>
      </w:r>
      <w:r>
        <w:t>comme cela montait et descendait</w:t>
      </w:r>
      <w:r w:rsidR="00D37400">
        <w:t xml:space="preserve">… </w:t>
      </w:r>
      <w:r>
        <w:t>Quelles roulades</w:t>
      </w:r>
      <w:r w:rsidR="00D37400">
        <w:t> !</w:t>
      </w:r>
    </w:p>
    <w:p w14:paraId="3716D4E7" w14:textId="77777777" w:rsidR="00D37400" w:rsidRDefault="00636A18">
      <w:r>
        <w:lastRenderedPageBreak/>
        <w:t>Et</w:t>
      </w:r>
      <w:r w:rsidR="00D37400">
        <w:t xml:space="preserve">, </w:t>
      </w:r>
      <w:r>
        <w:t>tous les jours</w:t>
      </w:r>
      <w:r w:rsidR="00D37400">
        <w:t xml:space="preserve">, </w:t>
      </w:r>
      <w:r>
        <w:t>de mieux en mieux</w:t>
      </w:r>
      <w:r w:rsidR="00D37400">
        <w:t xml:space="preserve">… </w:t>
      </w:r>
      <w:r>
        <w:t>Ah</w:t>
      </w:r>
      <w:r w:rsidR="00D37400">
        <w:t xml:space="preserve"> ! </w:t>
      </w:r>
      <w:r>
        <w:t>je ne me co</w:t>
      </w:r>
      <w:r>
        <w:t>n</w:t>
      </w:r>
      <w:r>
        <w:t>tentais pas de peu</w:t>
      </w:r>
      <w:r w:rsidR="00D37400">
        <w:t xml:space="preserve">, </w:t>
      </w:r>
      <w:r>
        <w:t>vous pouvez me croire</w:t>
      </w:r>
      <w:r w:rsidR="00D37400">
        <w:t>…</w:t>
      </w:r>
    </w:p>
    <w:p w14:paraId="4AF9275A" w14:textId="4824329B" w:rsidR="00D37400" w:rsidRDefault="00636A18">
      <w:r>
        <w:t>Quelquefois</w:t>
      </w:r>
      <w:r w:rsidR="00D37400">
        <w:t>, M. </w:t>
      </w:r>
      <w:r>
        <w:t>le curé Miguel venait nous voir</w:t>
      </w:r>
      <w:r w:rsidR="00D37400">
        <w:t>.</w:t>
      </w:r>
    </w:p>
    <w:p w14:paraId="6B8496A7" w14:textId="01F26429" w:rsidR="00636A18" w:rsidRDefault="00D37400">
      <w:r>
        <w:t>« </w:t>
      </w:r>
      <w:r w:rsidR="00636A18">
        <w:t>Ne vous dérangez pas</w:t>
      </w:r>
      <w:r>
        <w:t xml:space="preserve">, </w:t>
      </w:r>
      <w:r w:rsidR="00636A18">
        <w:t>disait-il en entrant</w:t>
      </w:r>
      <w:r>
        <w:t xml:space="preserve"> ; </w:t>
      </w:r>
      <w:r w:rsidR="00636A18">
        <w:t>continuez</w:t>
      </w:r>
      <w:r>
        <w:t> ! »</w:t>
      </w:r>
    </w:p>
    <w:p w14:paraId="42ADE6CB" w14:textId="77777777" w:rsidR="00D37400" w:rsidRDefault="00636A18">
      <w:r>
        <w:t>Et</w:t>
      </w:r>
      <w:r w:rsidR="00D37400">
        <w:t xml:space="preserve">, </w:t>
      </w:r>
      <w:r>
        <w:t>tout en prêtant l</w:t>
      </w:r>
      <w:r w:rsidR="00D37400">
        <w:t>’</w:t>
      </w:r>
      <w:r>
        <w:t>oreille</w:t>
      </w:r>
      <w:r w:rsidR="00D37400">
        <w:t xml:space="preserve">, </w:t>
      </w:r>
      <w:r>
        <w:t>il se promenait lentement</w:t>
      </w:r>
      <w:r w:rsidR="00D37400">
        <w:t xml:space="preserve">, </w:t>
      </w:r>
      <w:r>
        <w:t>de long en large</w:t>
      </w:r>
      <w:r w:rsidR="00D37400">
        <w:t xml:space="preserve">, </w:t>
      </w:r>
      <w:r>
        <w:t>le front penché</w:t>
      </w:r>
      <w:r w:rsidR="00D37400">
        <w:t xml:space="preserve">, </w:t>
      </w:r>
      <w:r>
        <w:t>sans dire un mot</w:t>
      </w:r>
      <w:r w:rsidR="00D37400">
        <w:t xml:space="preserve">. </w:t>
      </w:r>
      <w:r>
        <w:t>Seulement</w:t>
      </w:r>
      <w:r w:rsidR="00D37400">
        <w:t xml:space="preserve">, </w:t>
      </w:r>
      <w:r>
        <w:t>quand la voix atteignait l</w:t>
      </w:r>
      <w:r w:rsidR="00D37400">
        <w:t>’</w:t>
      </w:r>
      <w:r>
        <w:rPr>
          <w:i/>
        </w:rPr>
        <w:t>ut</w:t>
      </w:r>
      <w:r>
        <w:rPr>
          <w:i/>
          <w:iCs/>
        </w:rPr>
        <w:t xml:space="preserve"> </w:t>
      </w:r>
      <w:r>
        <w:t>cinq avec une facilité merveilleuse</w:t>
      </w:r>
      <w:r w:rsidR="00D37400">
        <w:t xml:space="preserve">, </w:t>
      </w:r>
      <w:r>
        <w:t>et qu</w:t>
      </w:r>
      <w:r w:rsidR="00D37400">
        <w:t>’</w:t>
      </w:r>
      <w:r>
        <w:t>elle redescendait la gamme en roulant comme si j</w:t>
      </w:r>
      <w:r w:rsidR="00D37400">
        <w:t>’</w:t>
      </w:r>
      <w:r>
        <w:t>avais passé la main sur mon clavier</w:t>
      </w:r>
      <w:r w:rsidR="00D37400">
        <w:t xml:space="preserve">, </w:t>
      </w:r>
      <w:r>
        <w:t>nous échangions un regard</w:t>
      </w:r>
      <w:r w:rsidR="00D37400">
        <w:t xml:space="preserve">, </w:t>
      </w:r>
      <w:r>
        <w:t>comme pour nous dire</w:t>
      </w:r>
      <w:r w:rsidR="00D37400">
        <w:t> :</w:t>
      </w:r>
    </w:p>
    <w:p w14:paraId="53E29A62" w14:textId="536772DA" w:rsidR="00636A18" w:rsidRDefault="00D37400">
      <w:r>
        <w:t>« </w:t>
      </w:r>
      <w:r w:rsidR="00636A18" w:rsidRPr="00016087">
        <w:t>Elle ne se doute pas seulement</w:t>
      </w:r>
      <w:r w:rsidR="00636A18">
        <w:t xml:space="preserve"> que ce </w:t>
      </w:r>
      <w:r w:rsidR="00636A18">
        <w:rPr>
          <w:i/>
          <w:iCs/>
        </w:rPr>
        <w:t>do</w:t>
      </w:r>
      <w:r>
        <w:rPr>
          <w:i/>
          <w:iCs/>
        </w:rPr>
        <w:t xml:space="preserve">… </w:t>
      </w:r>
      <w:r w:rsidR="00636A18">
        <w:t>vaut de l</w:t>
      </w:r>
      <w:r>
        <w:t>’</w:t>
      </w:r>
      <w:r w:rsidR="00636A18">
        <w:t>or</w:t>
      </w:r>
      <w:r>
        <w:t xml:space="preserve"> ; </w:t>
      </w:r>
      <w:r w:rsidR="00636A18">
        <w:t>elle ne se doute pas que deux ou trois grandes cantatrices en Europe</w:t>
      </w:r>
      <w:r>
        <w:t xml:space="preserve">, </w:t>
      </w:r>
      <w:r w:rsidR="00636A18">
        <w:t>des célébrités</w:t>
      </w:r>
      <w:r>
        <w:t xml:space="preserve">, </w:t>
      </w:r>
      <w:r w:rsidR="00636A18">
        <w:t>sont seules capables de le donner</w:t>
      </w:r>
      <w:r>
        <w:t xml:space="preserve"> ; </w:t>
      </w:r>
      <w:r w:rsidR="00636A18">
        <w:t>elle ne se doute de rien</w:t>
      </w:r>
      <w:r>
        <w:t> ! »</w:t>
      </w:r>
    </w:p>
    <w:p w14:paraId="3C545FF8" w14:textId="77777777" w:rsidR="00D37400" w:rsidRDefault="00636A18">
      <w:r>
        <w:t>Et les habitants de Sainte-Suzanne</w:t>
      </w:r>
      <w:r w:rsidR="00D37400">
        <w:t xml:space="preserve">, </w:t>
      </w:r>
      <w:r>
        <w:t>non plus</w:t>
      </w:r>
      <w:r w:rsidR="00D37400">
        <w:t xml:space="preserve">, </w:t>
      </w:r>
      <w:r>
        <w:t>ne se do</w:t>
      </w:r>
      <w:r>
        <w:t>u</w:t>
      </w:r>
      <w:r>
        <w:t>taient de rien</w:t>
      </w:r>
      <w:r w:rsidR="00D37400">
        <w:t xml:space="preserve"> ; </w:t>
      </w:r>
      <w:r>
        <w:t>en écoutant de la place</w:t>
      </w:r>
      <w:r w:rsidR="00D37400">
        <w:t xml:space="preserve">, </w:t>
      </w:r>
      <w:r>
        <w:t>ils se figuraient que ch</w:t>
      </w:r>
      <w:r>
        <w:t>a</w:t>
      </w:r>
      <w:r>
        <w:t>cun d</w:t>
      </w:r>
      <w:r w:rsidR="00D37400">
        <w:t>’</w:t>
      </w:r>
      <w:r>
        <w:t>eux</w:t>
      </w:r>
      <w:r w:rsidR="00D37400">
        <w:t xml:space="preserve">, </w:t>
      </w:r>
      <w:r>
        <w:t>avec un peu d</w:t>
      </w:r>
      <w:r w:rsidR="00D37400">
        <w:t>’</w:t>
      </w:r>
      <w:r>
        <w:t>exercice et de bonne volonté</w:t>
      </w:r>
      <w:r w:rsidR="00D37400">
        <w:t xml:space="preserve">, </w:t>
      </w:r>
      <w:r>
        <w:t>aurait été capable d</w:t>
      </w:r>
      <w:r w:rsidR="00D37400">
        <w:t>’</w:t>
      </w:r>
      <w:r>
        <w:t>en faire autant</w:t>
      </w:r>
      <w:r w:rsidR="00D37400">
        <w:t>.</w:t>
      </w:r>
    </w:p>
    <w:p w14:paraId="19538CC0" w14:textId="247BCC2B" w:rsidR="00636A18" w:rsidRDefault="00636A18">
      <w:r>
        <w:t>Voilà comme sont bien des gens en province</w:t>
      </w:r>
      <w:r w:rsidR="00D37400">
        <w:t xml:space="preserve"> ; </w:t>
      </w:r>
      <w:r>
        <w:t>ils se disent</w:t>
      </w:r>
      <w:r w:rsidR="00D37400">
        <w:t xml:space="preserve">, </w:t>
      </w:r>
      <w:r>
        <w:t>après le succès</w:t>
      </w:r>
      <w:r w:rsidR="00D37400">
        <w:t> : « </w:t>
      </w:r>
      <w:r>
        <w:t>Un tel s</w:t>
      </w:r>
      <w:r w:rsidR="00D37400">
        <w:t>’</w:t>
      </w:r>
      <w:r>
        <w:t>est obstiné à faire des roulades pe</w:t>
      </w:r>
      <w:r>
        <w:t>n</w:t>
      </w:r>
      <w:r>
        <w:t>dant vingt ans</w:t>
      </w:r>
      <w:r w:rsidR="00D37400">
        <w:t xml:space="preserve">, </w:t>
      </w:r>
      <w:r>
        <w:t>à Paris</w:t>
      </w:r>
      <w:r w:rsidR="00D37400">
        <w:t xml:space="preserve">… ; </w:t>
      </w:r>
      <w:r>
        <w:t>il s</w:t>
      </w:r>
      <w:r w:rsidR="00D37400">
        <w:t>’</w:t>
      </w:r>
      <w:r>
        <w:t>est perfectionné le gosier</w:t>
      </w:r>
      <w:r w:rsidR="00D37400">
        <w:t xml:space="preserve">… ; </w:t>
      </w:r>
      <w:r>
        <w:t>il gagne maintenant de l</w:t>
      </w:r>
      <w:r w:rsidR="00D37400">
        <w:t>’</w:t>
      </w:r>
      <w:r>
        <w:t>argent</w:t>
      </w:r>
      <w:r w:rsidR="00D37400">
        <w:t xml:space="preserve">… ; </w:t>
      </w:r>
      <w:r>
        <w:t>il a de la chance</w:t>
      </w:r>
      <w:r w:rsidR="00D37400">
        <w:t> ! »</w:t>
      </w:r>
    </w:p>
    <w:p w14:paraId="70048974" w14:textId="77777777" w:rsidR="00D37400" w:rsidRDefault="00636A18">
      <w:r>
        <w:t>Quant au talent naturel</w:t>
      </w:r>
      <w:r w:rsidR="00D37400">
        <w:t xml:space="preserve">, </w:t>
      </w:r>
      <w:r>
        <w:t>on n</w:t>
      </w:r>
      <w:r w:rsidR="00D37400">
        <w:t>’</w:t>
      </w:r>
      <w:r>
        <w:t>en parle pas</w:t>
      </w:r>
      <w:r w:rsidR="00D37400">
        <w:t xml:space="preserve"> ; </w:t>
      </w:r>
      <w:r>
        <w:t>chaque pierrot se figure qu</w:t>
      </w:r>
      <w:r w:rsidR="00D37400">
        <w:t>’</w:t>
      </w:r>
      <w:r>
        <w:t>il aurait chanté comme un rossignol</w:t>
      </w:r>
      <w:r w:rsidR="00D37400">
        <w:t xml:space="preserve">, </w:t>
      </w:r>
      <w:r>
        <w:t>avec un peu d</w:t>
      </w:r>
      <w:r w:rsidR="00D37400">
        <w:t>’</w:t>
      </w:r>
      <w:r>
        <w:t>exercice</w:t>
      </w:r>
      <w:r w:rsidR="00D37400">
        <w:t xml:space="preserve">. </w:t>
      </w:r>
      <w:r>
        <w:t>C</w:t>
      </w:r>
      <w:r w:rsidR="00D37400">
        <w:t>’</w:t>
      </w:r>
      <w:r>
        <w:t>est ce que j</w:t>
      </w:r>
      <w:r w:rsidR="00D37400">
        <w:t>’</w:t>
      </w:r>
      <w:r>
        <w:t>ai vu mille fois et ce que je vois encore tous les jours</w:t>
      </w:r>
      <w:r w:rsidR="00D37400">
        <w:t xml:space="preserve"> ; </w:t>
      </w:r>
      <w:r>
        <w:t>aussi</w:t>
      </w:r>
      <w:r w:rsidR="00D37400">
        <w:t xml:space="preserve">, </w:t>
      </w:r>
      <w:r>
        <w:t>je n</w:t>
      </w:r>
      <w:r w:rsidR="00D37400">
        <w:t>’</w:t>
      </w:r>
      <w:r>
        <w:t>ai jamais pu m</w:t>
      </w:r>
      <w:r w:rsidR="00D37400">
        <w:t>’</w:t>
      </w:r>
      <w:r>
        <w:t>empêcher de regretter Paris</w:t>
      </w:r>
      <w:r w:rsidR="00D37400">
        <w:t xml:space="preserve">, </w:t>
      </w:r>
      <w:r>
        <w:t>où chaque talent</w:t>
      </w:r>
      <w:r w:rsidR="00D37400">
        <w:t xml:space="preserve">, </w:t>
      </w:r>
      <w:r>
        <w:t>chaque mérite est mis à sa place</w:t>
      </w:r>
      <w:r w:rsidR="00D37400">
        <w:t xml:space="preserve">, </w:t>
      </w:r>
      <w:r>
        <w:t>pri</w:t>
      </w:r>
      <w:r>
        <w:t>n</w:t>
      </w:r>
      <w:r>
        <w:t>cipalement dans les arts</w:t>
      </w:r>
      <w:r w:rsidR="00D37400">
        <w:t>.</w:t>
      </w:r>
    </w:p>
    <w:p w14:paraId="79C91F22" w14:textId="7F3B754C" w:rsidR="00D37400" w:rsidRDefault="00D37400">
      <w:r>
        <w:lastRenderedPageBreak/>
        <w:t>M. </w:t>
      </w:r>
      <w:r w:rsidR="00636A18">
        <w:t>le curé Miguel et moi</w:t>
      </w:r>
      <w:r>
        <w:t xml:space="preserve">, </w:t>
      </w:r>
      <w:r w:rsidR="00636A18">
        <w:t>nous riions tous les deux après la leçon</w:t>
      </w:r>
      <w:r>
        <w:t xml:space="preserve">, </w:t>
      </w:r>
      <w:r w:rsidR="00636A18">
        <w:t>en nous donnant la main et disant</w:t>
      </w:r>
      <w:r>
        <w:t> :</w:t>
      </w:r>
    </w:p>
    <w:p w14:paraId="2B0FE671" w14:textId="791A1CA0" w:rsidR="00636A18" w:rsidRDefault="00D37400">
      <w:r>
        <w:t>« </w:t>
      </w:r>
      <w:r w:rsidR="00636A18">
        <w:t>Cela marche</w:t>
      </w:r>
      <w:r>
        <w:t xml:space="preserve"> ! </w:t>
      </w:r>
      <w:r w:rsidR="00636A18">
        <w:t>cela marchera</w:t>
      </w:r>
      <w:r>
        <w:t> ! »</w:t>
      </w:r>
    </w:p>
    <w:p w14:paraId="5856D345" w14:textId="77777777" w:rsidR="00D37400" w:rsidRDefault="00636A18">
      <w:r>
        <w:t xml:space="preserve">Et la petite était </w:t>
      </w:r>
      <w:proofErr w:type="gramStart"/>
      <w:r>
        <w:t>toute</w:t>
      </w:r>
      <w:proofErr w:type="gramEnd"/>
      <w:r>
        <w:t xml:space="preserve"> heureuse de nous voir contents</w:t>
      </w:r>
      <w:r w:rsidR="00D37400">
        <w:t>.</w:t>
      </w:r>
    </w:p>
    <w:p w14:paraId="45BA5BF2" w14:textId="77777777" w:rsidR="00D37400" w:rsidRDefault="00636A18">
      <w:r>
        <w:t>Moi</w:t>
      </w:r>
      <w:r w:rsidR="00D37400">
        <w:t xml:space="preserve">, </w:t>
      </w:r>
      <w:r>
        <w:t>comme je viens de vous le dire</w:t>
      </w:r>
      <w:r w:rsidR="00D37400">
        <w:t xml:space="preserve">, </w:t>
      </w:r>
      <w:r>
        <w:t>en allant ensuite do</w:t>
      </w:r>
      <w:r>
        <w:t>n</w:t>
      </w:r>
      <w:r>
        <w:t>ner mes autres leçons en ville</w:t>
      </w:r>
      <w:r w:rsidR="00D37400">
        <w:t xml:space="preserve">, </w:t>
      </w:r>
      <w:r>
        <w:t>je me figurais entrer du royaume des rossignols dans le royaume des moineaux</w:t>
      </w:r>
      <w:r w:rsidR="00D37400">
        <w:t xml:space="preserve">. </w:t>
      </w:r>
      <w:r>
        <w:t>J</w:t>
      </w:r>
      <w:r w:rsidR="00D37400">
        <w:t>’</w:t>
      </w:r>
      <w:r>
        <w:t>acceptais cela comme une expiation de mes péchés et de mon bonheur</w:t>
      </w:r>
      <w:r w:rsidR="00D37400">
        <w:t xml:space="preserve">, </w:t>
      </w:r>
      <w:r>
        <w:t>car il faut toujours qu</w:t>
      </w:r>
      <w:r w:rsidR="00D37400">
        <w:t>’</w:t>
      </w:r>
      <w:r>
        <w:t>une chose ou l</w:t>
      </w:r>
      <w:r w:rsidR="00D37400">
        <w:t>’</w:t>
      </w:r>
      <w:r>
        <w:t>autre cloche en ce monde</w:t>
      </w:r>
      <w:r w:rsidR="00D37400">
        <w:t xml:space="preserve"> : </w:t>
      </w:r>
      <w:r>
        <w:t>on ne peut pas être parfaitement heureux</w:t>
      </w:r>
      <w:r w:rsidR="00D37400">
        <w:t>.</w:t>
      </w:r>
    </w:p>
    <w:p w14:paraId="007F11E7" w14:textId="77777777" w:rsidR="00D37400" w:rsidRDefault="00636A18">
      <w:r>
        <w:t xml:space="preserve">Loïs aurait </w:t>
      </w:r>
      <w:proofErr w:type="gramStart"/>
      <w:r>
        <w:t>fait</w:t>
      </w:r>
      <w:proofErr w:type="gramEnd"/>
      <w:r>
        <w:t xml:space="preserve"> des exercices vingt-quatre heures de suite sans avoir le plus petit enrouement</w:t>
      </w:r>
      <w:r w:rsidR="00D37400">
        <w:t xml:space="preserve">, </w:t>
      </w:r>
      <w:r>
        <w:t>et j</w:t>
      </w:r>
      <w:r w:rsidR="00D37400">
        <w:t>’</w:t>
      </w:r>
      <w:r>
        <w:t>ai souvent pensé depuis</w:t>
      </w:r>
      <w:r w:rsidR="00D37400">
        <w:t xml:space="preserve">, </w:t>
      </w:r>
      <w:r>
        <w:t>que cela venait du grand air qu</w:t>
      </w:r>
      <w:r w:rsidR="00D37400">
        <w:t>’</w:t>
      </w:r>
      <w:r>
        <w:t>elle avait respiré dans sa je</w:t>
      </w:r>
      <w:r>
        <w:t>u</w:t>
      </w:r>
      <w:r>
        <w:t>nesse</w:t>
      </w:r>
      <w:r w:rsidR="00D37400">
        <w:t xml:space="preserve">, </w:t>
      </w:r>
      <w:r>
        <w:t>sans s</w:t>
      </w:r>
      <w:r w:rsidR="00D37400">
        <w:t>’</w:t>
      </w:r>
      <w:r>
        <w:t>envelopper le cou d</w:t>
      </w:r>
      <w:r>
        <w:rPr>
          <w:bCs/>
        </w:rPr>
        <w:t xml:space="preserve">e </w:t>
      </w:r>
      <w:r>
        <w:t>soie ou de laine</w:t>
      </w:r>
      <w:r w:rsidR="00D37400">
        <w:t xml:space="preserve">, </w:t>
      </w:r>
      <w:r>
        <w:t>comme tant d</w:t>
      </w:r>
      <w:r w:rsidR="00D37400">
        <w:t>’</w:t>
      </w:r>
      <w:r>
        <w:t>autres</w:t>
      </w:r>
      <w:r w:rsidR="00D37400">
        <w:t xml:space="preserve">, </w:t>
      </w:r>
      <w:r>
        <w:t>qui n</w:t>
      </w:r>
      <w:r w:rsidR="00D37400">
        <w:t>’</w:t>
      </w:r>
      <w:r>
        <w:t>en chantent pas mieux pour cela</w:t>
      </w:r>
      <w:r w:rsidR="00D37400">
        <w:t>.</w:t>
      </w:r>
    </w:p>
    <w:p w14:paraId="6064FFBD" w14:textId="77777777" w:rsidR="00D37400" w:rsidRDefault="00636A18">
      <w:r w:rsidRPr="005C1192">
        <w:t>Enfin ces exercices-là durèrent trois</w:t>
      </w:r>
      <w:r>
        <w:t xml:space="preserve"> ans</w:t>
      </w:r>
      <w:r w:rsidR="00D37400">
        <w:t xml:space="preserve"> ! </w:t>
      </w:r>
      <w:r>
        <w:t>Deux heures le matin et deux heures le soir</w:t>
      </w:r>
      <w:r w:rsidR="00D37400">
        <w:t xml:space="preserve"> ; </w:t>
      </w:r>
      <w:r>
        <w:rPr>
          <w:bCs/>
        </w:rPr>
        <w:t>d</w:t>
      </w:r>
      <w:r>
        <w:t>e sorte qu</w:t>
      </w:r>
      <w:r w:rsidR="00D37400">
        <w:t>’</w:t>
      </w:r>
      <w:r>
        <w:t xml:space="preserve">au bout de ces trois ans sa voix </w:t>
      </w:r>
      <w:r>
        <w:rPr>
          <w:bCs/>
        </w:rPr>
        <w:t>é</w:t>
      </w:r>
      <w:r>
        <w:t>tait devenue l</w:t>
      </w:r>
      <w:r w:rsidR="00D37400">
        <w:t>’</w:t>
      </w:r>
      <w:r>
        <w:t>instrument le plus parfait</w:t>
      </w:r>
      <w:r w:rsidR="00D37400">
        <w:t xml:space="preserve">, </w:t>
      </w:r>
      <w:r>
        <w:t xml:space="preserve">le </w:t>
      </w:r>
      <w:r>
        <w:rPr>
          <w:bCs/>
        </w:rPr>
        <w:t>p</w:t>
      </w:r>
      <w:r>
        <w:t>lus harmonieux</w:t>
      </w:r>
      <w:r w:rsidR="00D37400">
        <w:t xml:space="preserve">, </w:t>
      </w:r>
      <w:r>
        <w:t>le plus complet que j</w:t>
      </w:r>
      <w:r w:rsidR="00D37400">
        <w:t>’</w:t>
      </w:r>
      <w:r>
        <w:t xml:space="preserve">aie </w:t>
      </w:r>
      <w:r>
        <w:rPr>
          <w:bCs/>
        </w:rPr>
        <w:t>j</w:t>
      </w:r>
      <w:r>
        <w:t>amais entendu</w:t>
      </w:r>
      <w:r w:rsidR="00D37400">
        <w:t>.</w:t>
      </w:r>
    </w:p>
    <w:p w14:paraId="18164D16" w14:textId="77777777" w:rsidR="00D37400" w:rsidRDefault="00636A18">
      <w:r>
        <w:t>Mais il nous en avait fallu de la persévé</w:t>
      </w:r>
      <w:r>
        <w:rPr>
          <w:bCs/>
        </w:rPr>
        <w:t>r</w:t>
      </w:r>
      <w:r>
        <w:t>ance pour arriver à ce résultat</w:t>
      </w:r>
      <w:r w:rsidR="00D37400">
        <w:t xml:space="preserve"> ! </w:t>
      </w:r>
      <w:r>
        <w:t xml:space="preserve">Je </w:t>
      </w:r>
      <w:proofErr w:type="spellStart"/>
      <w:r>
        <w:t>dis nous</w:t>
      </w:r>
      <w:proofErr w:type="spellEnd"/>
      <w:r w:rsidR="00D37400">
        <w:t xml:space="preserve"> ; </w:t>
      </w:r>
      <w:r>
        <w:rPr>
          <w:bCs/>
        </w:rPr>
        <w:t>j</w:t>
      </w:r>
      <w:r>
        <w:t>e parle d</w:t>
      </w:r>
      <w:r w:rsidR="00D37400">
        <w:t>’</w:t>
      </w:r>
      <w:r>
        <w:t>elle aussi</w:t>
      </w:r>
      <w:r w:rsidR="00D37400">
        <w:t xml:space="preserve">, </w:t>
      </w:r>
      <w:r>
        <w:t>bien entendu</w:t>
      </w:r>
      <w:r w:rsidR="00D37400">
        <w:t>.</w:t>
      </w:r>
    </w:p>
    <w:p w14:paraId="267C7EBA" w14:textId="291D020D" w:rsidR="00D37400" w:rsidRDefault="00636A18">
      <w:r>
        <w:t>Alors seulement nous commençâmes la lecture de mo</w:t>
      </w:r>
      <w:r>
        <w:t>r</w:t>
      </w:r>
      <w:r>
        <w:t>ceaux classiques</w:t>
      </w:r>
      <w:r w:rsidR="00D37400">
        <w:t xml:space="preserve">, </w:t>
      </w:r>
      <w:r>
        <w:t xml:space="preserve">et </w:t>
      </w:r>
      <w:r w:rsidR="00D37400">
        <w:t>M. </w:t>
      </w:r>
      <w:r>
        <w:t>le curé vint régulièrement surveiller l</w:t>
      </w:r>
      <w:r w:rsidR="00D37400">
        <w:t>’</w:t>
      </w:r>
      <w:r>
        <w:t xml:space="preserve">expression du </w:t>
      </w:r>
      <w:r>
        <w:rPr>
          <w:bCs/>
        </w:rPr>
        <w:t>c</w:t>
      </w:r>
      <w:r>
        <w:t>hant</w:t>
      </w:r>
      <w:r w:rsidR="00D37400">
        <w:t xml:space="preserve">, </w:t>
      </w:r>
      <w:r>
        <w:t>qui forme une partie aussi sérieuse que l</w:t>
      </w:r>
      <w:r w:rsidR="00D37400">
        <w:t>’</w:t>
      </w:r>
      <w:r>
        <w:t>autre</w:t>
      </w:r>
      <w:r w:rsidR="00D37400">
        <w:t xml:space="preserve">, </w:t>
      </w:r>
      <w:r>
        <w:t>car elle tient au goût</w:t>
      </w:r>
      <w:r w:rsidR="00D37400">
        <w:t xml:space="preserve">, </w:t>
      </w:r>
      <w:r>
        <w:t>au sentiment</w:t>
      </w:r>
      <w:r w:rsidR="00D37400">
        <w:t xml:space="preserve">, </w:t>
      </w:r>
      <w:r>
        <w:t>à l</w:t>
      </w:r>
      <w:r w:rsidR="00D37400">
        <w:t>’</w:t>
      </w:r>
      <w:r>
        <w:t>âme</w:t>
      </w:r>
      <w:r w:rsidR="00D37400">
        <w:t xml:space="preserve">, </w:t>
      </w:r>
      <w:r>
        <w:t>toutes choses que l</w:t>
      </w:r>
      <w:r w:rsidR="00D37400">
        <w:t>’</w:t>
      </w:r>
      <w:r>
        <w:t>étude peut bien perfectionner</w:t>
      </w:r>
      <w:r w:rsidR="00D37400">
        <w:t xml:space="preserve">, </w:t>
      </w:r>
      <w:r>
        <w:t>mais dont le pri</w:t>
      </w:r>
      <w:r>
        <w:t>n</w:t>
      </w:r>
      <w:r>
        <w:t>cipe doit être en nous dès la naissance</w:t>
      </w:r>
      <w:r w:rsidR="00D37400">
        <w:t>.</w:t>
      </w:r>
    </w:p>
    <w:p w14:paraId="2700325F" w14:textId="4F22957B" w:rsidR="00D37400" w:rsidRDefault="00D37400">
      <w:r>
        <w:t>M. </w:t>
      </w:r>
      <w:r w:rsidR="00636A18">
        <w:t>Miguel ayant chanté lui-même et médité longtemps sur le génie de chaque auteur</w:t>
      </w:r>
      <w:r>
        <w:t xml:space="preserve">, </w:t>
      </w:r>
      <w:r w:rsidR="00636A18">
        <w:t xml:space="preserve">était plus capable que moi de </w:t>
      </w:r>
      <w:r w:rsidR="00636A18">
        <w:lastRenderedPageBreak/>
        <w:t>diriger Loïs sous ce rapport</w:t>
      </w:r>
      <w:r>
        <w:t xml:space="preserve">, </w:t>
      </w:r>
      <w:r w:rsidR="00636A18">
        <w:t>et je vous avoue qu</w:t>
      </w:r>
      <w:r>
        <w:t>’</w:t>
      </w:r>
      <w:r w:rsidR="00636A18">
        <w:t>il m</w:t>
      </w:r>
      <w:r>
        <w:t>’</w:t>
      </w:r>
      <w:r w:rsidR="00636A18">
        <w:t>est arrivé plus d</w:t>
      </w:r>
      <w:r>
        <w:t>’</w:t>
      </w:r>
      <w:r w:rsidR="00636A18">
        <w:t>une fois de profiter moi-même de ses leçons</w:t>
      </w:r>
      <w:r>
        <w:t>.</w:t>
      </w:r>
    </w:p>
    <w:p w14:paraId="071EFE39" w14:textId="77777777" w:rsidR="00D37400" w:rsidRDefault="00636A18">
      <w:r>
        <w:t>Il est inutile de vous dire que</w:t>
      </w:r>
      <w:r w:rsidR="00D37400">
        <w:t xml:space="preserve">, </w:t>
      </w:r>
      <w:r>
        <w:t>durant ces longues années d</w:t>
      </w:r>
      <w:r w:rsidR="00D37400">
        <w:t>’</w:t>
      </w:r>
      <w:r>
        <w:t>étude</w:t>
      </w:r>
      <w:r w:rsidR="00D37400">
        <w:t xml:space="preserve">, </w:t>
      </w:r>
      <w:r>
        <w:t>l</w:t>
      </w:r>
      <w:r w:rsidR="00D37400">
        <w:t>’</w:t>
      </w:r>
      <w:r>
        <w:t>enfant n</w:t>
      </w:r>
      <w:r w:rsidR="00D37400">
        <w:t>’</w:t>
      </w:r>
      <w:r>
        <w:t>avait jamais manqué d</w:t>
      </w:r>
      <w:r w:rsidR="00D37400">
        <w:t>’</w:t>
      </w:r>
      <w:r>
        <w:t>aller au moins une fois par semaine</w:t>
      </w:r>
      <w:r w:rsidR="00D37400">
        <w:t xml:space="preserve">, </w:t>
      </w:r>
      <w:r>
        <w:t>et le plus souvent deux fois</w:t>
      </w:r>
      <w:r w:rsidR="00D37400">
        <w:t xml:space="preserve">, </w:t>
      </w:r>
      <w:r>
        <w:t>voir sa grand</w:t>
      </w:r>
      <w:r w:rsidR="00D37400">
        <w:t>’</w:t>
      </w:r>
      <w:r>
        <w:t>mère Sabine à l</w:t>
      </w:r>
      <w:r w:rsidR="00D37400">
        <w:t>’</w:t>
      </w:r>
      <w:r>
        <w:t>hospice</w:t>
      </w:r>
      <w:r w:rsidR="00D37400">
        <w:t xml:space="preserve"> ; </w:t>
      </w:r>
      <w:r>
        <w:t>c</w:t>
      </w:r>
      <w:r w:rsidR="00D37400">
        <w:t>’</w:t>
      </w:r>
      <w:r>
        <w:t>étaient les seuls instants de joie qu</w:t>
      </w:r>
      <w:r w:rsidR="00D37400">
        <w:t>’</w:t>
      </w:r>
      <w:r>
        <w:t>eût la pauvre vieille</w:t>
      </w:r>
      <w:r w:rsidR="00D37400">
        <w:t xml:space="preserve"> ; </w:t>
      </w:r>
      <w:r>
        <w:t>elles s</w:t>
      </w:r>
      <w:r w:rsidR="00D37400">
        <w:t>’</w:t>
      </w:r>
      <w:r>
        <w:t>embrassaient</w:t>
      </w:r>
      <w:r w:rsidR="00D37400">
        <w:t xml:space="preserve">, </w:t>
      </w:r>
      <w:r w:rsidRPr="004A1B8D">
        <w:t>elles se racontaient tout ce qu</w:t>
      </w:r>
      <w:r w:rsidR="00D37400">
        <w:t>’</w:t>
      </w:r>
      <w:r w:rsidRPr="004A1B8D">
        <w:t>on avait fait</w:t>
      </w:r>
      <w:r w:rsidR="00D37400">
        <w:t xml:space="preserve">, </w:t>
      </w:r>
      <w:r w:rsidRPr="004A1B8D">
        <w:t>pensé</w:t>
      </w:r>
      <w:r w:rsidR="00D37400">
        <w:t xml:space="preserve">, </w:t>
      </w:r>
      <w:r w:rsidRPr="004A1B8D">
        <w:t xml:space="preserve">rêvé </w:t>
      </w:r>
      <w:r w:rsidRPr="00B83853">
        <w:t xml:space="preserve">dans ces </w:t>
      </w:r>
      <w:r w:rsidR="00B83853" w:rsidRPr="00B83853">
        <w:t xml:space="preserve">huit </w:t>
      </w:r>
      <w:r w:rsidRPr="00B83853">
        <w:t>jours</w:t>
      </w:r>
      <w:r w:rsidR="00D37400">
        <w:t xml:space="preserve"> ; </w:t>
      </w:r>
      <w:r w:rsidRPr="004A1B8D">
        <w:t>on</w:t>
      </w:r>
      <w:r>
        <w:t xml:space="preserve"> riait</w:t>
      </w:r>
      <w:r w:rsidR="00D37400">
        <w:t xml:space="preserve">, </w:t>
      </w:r>
      <w:r>
        <w:t>on était heureux de se retrouver l</w:t>
      </w:r>
      <w:r w:rsidR="00D37400">
        <w:t>’</w:t>
      </w:r>
      <w:r>
        <w:t>une près de l</w:t>
      </w:r>
      <w:r w:rsidR="00D37400">
        <w:t>’</w:t>
      </w:r>
      <w:r>
        <w:t>autre</w:t>
      </w:r>
      <w:r w:rsidR="00D37400">
        <w:t>.</w:t>
      </w:r>
    </w:p>
    <w:p w14:paraId="1253E256" w14:textId="77777777" w:rsidR="00D37400" w:rsidRDefault="00636A18">
      <w:r>
        <w:t>Quelquefois j</w:t>
      </w:r>
      <w:r w:rsidR="00D37400">
        <w:t>’</w:t>
      </w:r>
      <w:r>
        <w:t>accompagnais Loïs</w:t>
      </w:r>
      <w:r w:rsidR="00D37400">
        <w:t xml:space="preserve">, </w:t>
      </w:r>
      <w:r>
        <w:t>pour jouir moi-même de ce spectacle d</w:t>
      </w:r>
      <w:r w:rsidR="00D37400">
        <w:t>’</w:t>
      </w:r>
      <w:r>
        <w:t>amour et de reconnaissance</w:t>
      </w:r>
      <w:r w:rsidR="00D37400">
        <w:t xml:space="preserve"> ; </w:t>
      </w:r>
      <w:r>
        <w:t>cela me faisait du bien</w:t>
      </w:r>
      <w:r w:rsidR="00D37400">
        <w:t>.</w:t>
      </w:r>
    </w:p>
    <w:p w14:paraId="32DDECF1" w14:textId="77777777" w:rsidR="00D37400" w:rsidRDefault="00636A18">
      <w:r>
        <w:t>Et puis</w:t>
      </w:r>
      <w:r w:rsidR="00D37400">
        <w:t xml:space="preserve">, </w:t>
      </w:r>
      <w:r>
        <w:t>quand il fallait se quitter</w:t>
      </w:r>
      <w:r w:rsidR="00D37400">
        <w:t xml:space="preserve">, </w:t>
      </w:r>
      <w:r>
        <w:t>on redevenait un peu triste</w:t>
      </w:r>
      <w:r w:rsidR="00D37400">
        <w:t xml:space="preserve"> ; </w:t>
      </w:r>
      <w:r>
        <w:t>mais on avait pris du courage</w:t>
      </w:r>
      <w:r w:rsidR="00D37400">
        <w:t xml:space="preserve">, </w:t>
      </w:r>
      <w:r>
        <w:t>de l</w:t>
      </w:r>
      <w:r w:rsidR="00D37400">
        <w:t>’</w:t>
      </w:r>
      <w:r>
        <w:t>espérance pour arriver à la semaine suivante</w:t>
      </w:r>
      <w:r w:rsidR="00D37400">
        <w:t xml:space="preserve">, </w:t>
      </w:r>
      <w:r>
        <w:t>et l</w:t>
      </w:r>
      <w:r w:rsidR="00D37400">
        <w:t>’</w:t>
      </w:r>
      <w:r>
        <w:t>on s</w:t>
      </w:r>
      <w:r w:rsidR="00D37400">
        <w:t>’</w:t>
      </w:r>
      <w:r>
        <w:t>embrassait</w:t>
      </w:r>
      <w:r w:rsidR="00D8491E">
        <w:t xml:space="preserve"> encore</w:t>
      </w:r>
      <w:r w:rsidR="00D37400">
        <w:t xml:space="preserve">, </w:t>
      </w:r>
      <w:r>
        <w:t>en prome</w:t>
      </w:r>
      <w:r>
        <w:t>t</w:t>
      </w:r>
      <w:r>
        <w:t>tant de ne plus attendre si longtemps</w:t>
      </w:r>
      <w:r w:rsidR="00D37400">
        <w:t>.</w:t>
      </w:r>
    </w:p>
    <w:p w14:paraId="1CB64D3E" w14:textId="77777777" w:rsidR="00D37400" w:rsidRDefault="00636A18">
      <w:r>
        <w:t>Loïs</w:t>
      </w:r>
      <w:r w:rsidR="00D37400">
        <w:t xml:space="preserve">, </w:t>
      </w:r>
      <w:r>
        <w:t>dans ces trois années</w:t>
      </w:r>
      <w:r w:rsidR="00D37400">
        <w:t xml:space="preserve">, </w:t>
      </w:r>
      <w:r>
        <w:t>avait grandi</w:t>
      </w:r>
      <w:r w:rsidR="00D37400">
        <w:t xml:space="preserve"> ; </w:t>
      </w:r>
      <w:r>
        <w:t>elle était devenue charmante</w:t>
      </w:r>
      <w:r w:rsidR="00D37400">
        <w:t xml:space="preserve">, </w:t>
      </w:r>
      <w:r>
        <w:t>et je l</w:t>
      </w:r>
      <w:r w:rsidR="00D37400">
        <w:t>’</w:t>
      </w:r>
      <w:r>
        <w:t>aimais comme ma fille</w:t>
      </w:r>
      <w:r w:rsidR="00D37400">
        <w:t>.</w:t>
      </w:r>
    </w:p>
    <w:p w14:paraId="4DD8A8B8" w14:textId="77777777" w:rsidR="00D37400" w:rsidRDefault="00636A18">
      <w:r>
        <w:t>Nous avions aussi de longues conversations ensemble après les leçons</w:t>
      </w:r>
      <w:r w:rsidR="00D37400">
        <w:t xml:space="preserve"> ; </w:t>
      </w:r>
      <w:r>
        <w:t>des conversations gaies</w:t>
      </w:r>
      <w:r w:rsidR="00D37400">
        <w:t xml:space="preserve">, </w:t>
      </w:r>
      <w:r>
        <w:t>quelquefois mélanc</w:t>
      </w:r>
      <w:r>
        <w:t>o</w:t>
      </w:r>
      <w:r>
        <w:t>liques</w:t>
      </w:r>
      <w:r w:rsidR="00D37400">
        <w:t xml:space="preserve"> ; </w:t>
      </w:r>
      <w:r>
        <w:t>c</w:t>
      </w:r>
      <w:r w:rsidR="00D37400">
        <w:t>’</w:t>
      </w:r>
      <w:r>
        <w:t>étaient les délassements de nos fatigues</w:t>
      </w:r>
      <w:r w:rsidR="00D37400">
        <w:t xml:space="preserve">, </w:t>
      </w:r>
      <w:r>
        <w:t>nos récré</w:t>
      </w:r>
      <w:r>
        <w:t>a</w:t>
      </w:r>
      <w:r>
        <w:t>tions</w:t>
      </w:r>
      <w:r w:rsidR="00D37400">
        <w:t>.</w:t>
      </w:r>
    </w:p>
    <w:p w14:paraId="64BA26F8" w14:textId="77777777" w:rsidR="00D37400" w:rsidRDefault="00636A18">
      <w:r>
        <w:t>Je m</w:t>
      </w:r>
      <w:r w:rsidR="00D37400">
        <w:t>’</w:t>
      </w:r>
      <w:r>
        <w:t>étonnais toujours de la persistance de ses souvenirs d</w:t>
      </w:r>
      <w:r w:rsidR="00D37400">
        <w:t>’</w:t>
      </w:r>
      <w:r>
        <w:t>enfance</w:t>
      </w:r>
      <w:r w:rsidR="00D37400">
        <w:t xml:space="preserve">, </w:t>
      </w:r>
      <w:r>
        <w:t>remontant à la vie errante des bohémiens au milieu des bois</w:t>
      </w:r>
      <w:r w:rsidR="00D37400">
        <w:t xml:space="preserve">, </w:t>
      </w:r>
      <w:r>
        <w:t>et je me disais que cette existence aventureuse</w:t>
      </w:r>
      <w:r w:rsidR="00D37400">
        <w:t xml:space="preserve">, </w:t>
      </w:r>
      <w:r>
        <w:t>malgré ses incertitudes</w:t>
      </w:r>
      <w:r w:rsidR="00D37400">
        <w:t xml:space="preserve">, </w:t>
      </w:r>
      <w:r>
        <w:t>ses dangers et ses privations</w:t>
      </w:r>
      <w:r w:rsidR="00D37400">
        <w:t xml:space="preserve">, </w:t>
      </w:r>
      <w:r>
        <w:t>devait avoir un attrait extraordinaire pour laisser de si profondes empreintes dans la mémoire d</w:t>
      </w:r>
      <w:r w:rsidR="00D37400">
        <w:t>’</w:t>
      </w:r>
      <w:r>
        <w:t>un enfant</w:t>
      </w:r>
      <w:r w:rsidR="00D37400">
        <w:t>.</w:t>
      </w:r>
    </w:p>
    <w:p w14:paraId="47AA47FF" w14:textId="77777777" w:rsidR="00D37400" w:rsidRDefault="00636A18">
      <w:r>
        <w:lastRenderedPageBreak/>
        <w:t>Que de fois</w:t>
      </w:r>
      <w:r w:rsidR="00D37400">
        <w:t xml:space="preserve">, </w:t>
      </w:r>
      <w:r>
        <w:t>après la leçon</w:t>
      </w:r>
      <w:r w:rsidR="00D37400">
        <w:t xml:space="preserve">, </w:t>
      </w:r>
      <w:r>
        <w:t>penchée sur le piano et s</w:t>
      </w:r>
      <w:r w:rsidR="00D37400">
        <w:t>’</w:t>
      </w:r>
      <w:r>
        <w:t>abandonnant à ses rêveries lointaines</w:t>
      </w:r>
      <w:r w:rsidR="00D37400">
        <w:t xml:space="preserve">, </w:t>
      </w:r>
      <w:r>
        <w:t>ne m</w:t>
      </w:r>
      <w:r w:rsidR="00D37400">
        <w:t>’</w:t>
      </w:r>
      <w:r>
        <w:t>a-t-elle pas raco</w:t>
      </w:r>
      <w:r>
        <w:t>n</w:t>
      </w:r>
      <w:r>
        <w:t>té les émotions de ses premières années</w:t>
      </w:r>
      <w:r w:rsidR="00D37400">
        <w:t xml:space="preserve">, </w:t>
      </w:r>
      <w:r>
        <w:t>quand s</w:t>
      </w:r>
      <w:r w:rsidR="00D37400">
        <w:t>’</w:t>
      </w:r>
      <w:r>
        <w:t>éveillant au petit jour</w:t>
      </w:r>
      <w:r w:rsidR="00D37400">
        <w:t xml:space="preserve">, </w:t>
      </w:r>
      <w:r>
        <w:t>au pied d</w:t>
      </w:r>
      <w:r w:rsidR="00D37400">
        <w:t>’</w:t>
      </w:r>
      <w:r>
        <w:t>un arbre</w:t>
      </w:r>
      <w:r w:rsidR="00D37400">
        <w:t xml:space="preserve">, </w:t>
      </w:r>
      <w:r>
        <w:t>elle écoutait le chant de la grive à la cime d</w:t>
      </w:r>
      <w:r w:rsidR="00D37400">
        <w:t>’</w:t>
      </w:r>
      <w:r>
        <w:t>un sapin</w:t>
      </w:r>
      <w:r w:rsidR="00D37400">
        <w:t xml:space="preserve">, </w:t>
      </w:r>
      <w:r>
        <w:t>le gazouillement léger d</w:t>
      </w:r>
      <w:r w:rsidR="00D37400">
        <w:t>’</w:t>
      </w:r>
      <w:r>
        <w:t>une mésange à la poursuite des pucerons sous la feuillée</w:t>
      </w:r>
      <w:r w:rsidR="00D37400">
        <w:t xml:space="preserve"> ; </w:t>
      </w:r>
      <w:r>
        <w:t>puis ce grand frisson de la forêt</w:t>
      </w:r>
      <w:r w:rsidR="00D37400">
        <w:t xml:space="preserve">, </w:t>
      </w:r>
      <w:r>
        <w:t>quand le soleil</w:t>
      </w:r>
      <w:r w:rsidR="00D37400">
        <w:t xml:space="preserve">, </w:t>
      </w:r>
      <w:r>
        <w:t>émergeant de la brume</w:t>
      </w:r>
      <w:r w:rsidR="00D37400">
        <w:t xml:space="preserve">, </w:t>
      </w:r>
      <w:r>
        <w:t>éclairait tout à coup les sommets des Vosges et s</w:t>
      </w:r>
      <w:r w:rsidR="00D37400">
        <w:t>’</w:t>
      </w:r>
      <w:r>
        <w:t>emparait de l</w:t>
      </w:r>
      <w:r w:rsidR="00D37400">
        <w:t>’</w:t>
      </w:r>
      <w:r>
        <w:t>espace</w:t>
      </w:r>
      <w:r w:rsidR="00D37400">
        <w:t xml:space="preserve">. </w:t>
      </w:r>
      <w:r>
        <w:t>Les voix innombrables d</w:t>
      </w:r>
      <w:r w:rsidR="00D37400">
        <w:t>’</w:t>
      </w:r>
      <w:r>
        <w:t>insectes qui s</w:t>
      </w:r>
      <w:r w:rsidR="00D37400">
        <w:t>’</w:t>
      </w:r>
      <w:r>
        <w:t>élevaient alors du fond des mousses et des herbes</w:t>
      </w:r>
      <w:r w:rsidR="00D37400">
        <w:t xml:space="preserve"> : </w:t>
      </w:r>
      <w:r>
        <w:t>les unes aiguës comme le fifre</w:t>
      </w:r>
      <w:r w:rsidR="00D37400">
        <w:t xml:space="preserve">, </w:t>
      </w:r>
      <w:r>
        <w:t>d</w:t>
      </w:r>
      <w:r w:rsidR="00D37400">
        <w:t>’</w:t>
      </w:r>
      <w:r>
        <w:t>autres nasillardes comme la clarinette</w:t>
      </w:r>
      <w:r w:rsidR="00D37400">
        <w:t xml:space="preserve">, </w:t>
      </w:r>
      <w:r>
        <w:t>d</w:t>
      </w:r>
      <w:r w:rsidR="00D37400">
        <w:t>’</w:t>
      </w:r>
      <w:r>
        <w:t>autres douces</w:t>
      </w:r>
      <w:r w:rsidR="00D37400">
        <w:t xml:space="preserve">, </w:t>
      </w:r>
      <w:r>
        <w:t>tendres</w:t>
      </w:r>
      <w:r w:rsidR="00D37400">
        <w:t xml:space="preserve">, </w:t>
      </w:r>
      <w:r>
        <w:t>m</w:t>
      </w:r>
      <w:r>
        <w:t>é</w:t>
      </w:r>
      <w:r>
        <w:t>lancoliques comme le hautbois</w:t>
      </w:r>
      <w:r w:rsidR="00D37400">
        <w:t xml:space="preserve">, </w:t>
      </w:r>
      <w:r>
        <w:t>ou vivantes</w:t>
      </w:r>
      <w:r w:rsidR="00D37400">
        <w:t xml:space="preserve">, </w:t>
      </w:r>
      <w:r>
        <w:t>émues</w:t>
      </w:r>
      <w:r w:rsidR="00D37400">
        <w:t xml:space="preserve">, </w:t>
      </w:r>
      <w:r>
        <w:t>frémi</w:t>
      </w:r>
      <w:r>
        <w:t>s</w:t>
      </w:r>
      <w:r>
        <w:t>santes comme le chant de la corde sous l</w:t>
      </w:r>
      <w:r w:rsidR="00D37400">
        <w:t>’</w:t>
      </w:r>
      <w:r>
        <w:t>archet</w:t>
      </w:r>
      <w:r w:rsidR="00D37400">
        <w:t>.</w:t>
      </w:r>
    </w:p>
    <w:p w14:paraId="03C43908" w14:textId="77777777" w:rsidR="00D37400" w:rsidRDefault="00636A18">
      <w:r>
        <w:t>Toutes ces voix</w:t>
      </w:r>
      <w:r w:rsidR="00D37400">
        <w:t xml:space="preserve">, </w:t>
      </w:r>
      <w:r>
        <w:t>Loïs les avait encore dans l</w:t>
      </w:r>
      <w:r w:rsidR="00D37400">
        <w:t>’</w:t>
      </w:r>
      <w:r>
        <w:t>oreille</w:t>
      </w:r>
      <w:r w:rsidR="00D37400">
        <w:t xml:space="preserve"> ; </w:t>
      </w:r>
      <w:r>
        <w:t>elle me les décrivait avec une justesse</w:t>
      </w:r>
      <w:r w:rsidR="00D37400">
        <w:t xml:space="preserve">, </w:t>
      </w:r>
      <w:r>
        <w:t>une précision telles</w:t>
      </w:r>
      <w:r w:rsidR="00D37400">
        <w:t xml:space="preserve">, </w:t>
      </w:r>
      <w:r>
        <w:t>qu</w:t>
      </w:r>
      <w:r w:rsidR="00D37400">
        <w:t>’</w:t>
      </w:r>
      <w:r>
        <w:t>il me semblait moi-même entendre cet orchestre invisible des infin</w:t>
      </w:r>
      <w:r>
        <w:t>i</w:t>
      </w:r>
      <w:r>
        <w:t>ment petits</w:t>
      </w:r>
      <w:r w:rsidR="00D37400">
        <w:t xml:space="preserve">, </w:t>
      </w:r>
      <w:r>
        <w:t>saluant à son lever l</w:t>
      </w:r>
      <w:r w:rsidR="00D37400">
        <w:t>’</w:t>
      </w:r>
      <w:r>
        <w:t>astre de la chaleur et de la l</w:t>
      </w:r>
      <w:r>
        <w:t>u</w:t>
      </w:r>
      <w:r>
        <w:t>mière</w:t>
      </w:r>
      <w:r w:rsidR="00D37400">
        <w:t> !</w:t>
      </w:r>
    </w:p>
    <w:p w14:paraId="5B37FBD7" w14:textId="77777777" w:rsidR="00D37400" w:rsidRDefault="00636A18">
      <w:r>
        <w:t>Et puis la veillée du soir</w:t>
      </w:r>
      <w:r w:rsidR="00D37400">
        <w:t xml:space="preserve">, </w:t>
      </w:r>
      <w:r>
        <w:t>quand la troupe avait fait halte</w:t>
      </w:r>
      <w:r w:rsidR="00D37400">
        <w:t xml:space="preserve">, </w:t>
      </w:r>
      <w:r>
        <w:t>que le feu s</w:t>
      </w:r>
      <w:r w:rsidR="00D37400">
        <w:t>’</w:t>
      </w:r>
      <w:r>
        <w:t>allumait</w:t>
      </w:r>
      <w:r w:rsidR="00D37400">
        <w:t xml:space="preserve">, </w:t>
      </w:r>
      <w:r>
        <w:t>courant de brindille en brindille avec un pétillement joyeux</w:t>
      </w:r>
      <w:r w:rsidR="00D37400">
        <w:t xml:space="preserve">, </w:t>
      </w:r>
      <w:r>
        <w:t>et rayonnait dans la solitude</w:t>
      </w:r>
      <w:r w:rsidR="00D37400">
        <w:t>.</w:t>
      </w:r>
    </w:p>
    <w:p w14:paraId="6370548D" w14:textId="77777777" w:rsidR="00D37400" w:rsidRDefault="00636A18">
      <w:r>
        <w:t>Le vieux et la vieille</w:t>
      </w:r>
      <w:r w:rsidR="00D37400">
        <w:t xml:space="preserve">, </w:t>
      </w:r>
      <w:r>
        <w:t>entourés de leur nichée</w:t>
      </w:r>
      <w:r w:rsidR="00D37400">
        <w:t xml:space="preserve">, </w:t>
      </w:r>
      <w:r>
        <w:t>écoutant au loin le chant d</w:t>
      </w:r>
      <w:r w:rsidR="00D37400">
        <w:t>’</w:t>
      </w:r>
      <w:r>
        <w:t>un coq au village</w:t>
      </w:r>
      <w:r w:rsidR="00D37400">
        <w:t xml:space="preserve">, </w:t>
      </w:r>
      <w:r>
        <w:t>et se disant</w:t>
      </w:r>
      <w:r w:rsidR="00D37400">
        <w:t> :</w:t>
      </w:r>
    </w:p>
    <w:p w14:paraId="7CB40FDC" w14:textId="0DC5418C" w:rsidR="00636A18" w:rsidRDefault="00D37400">
      <w:r>
        <w:t>« </w:t>
      </w:r>
      <w:r w:rsidR="00636A18">
        <w:t>Hé</w:t>
      </w:r>
      <w:r>
        <w:t xml:space="preserve"> ! </w:t>
      </w:r>
      <w:r w:rsidR="00636A18">
        <w:t>si nous le tenions</w:t>
      </w:r>
      <w:r>
        <w:t xml:space="preserve">, </w:t>
      </w:r>
      <w:r w:rsidR="00636A18">
        <w:t>il serait bien vite plumé et dans la marmite</w:t>
      </w:r>
      <w:r>
        <w:t>. »</w:t>
      </w:r>
    </w:p>
    <w:p w14:paraId="2F9D11F3" w14:textId="6E3F37E5" w:rsidR="00D37400" w:rsidRDefault="00636A18">
      <w:r>
        <w:t>Elle souriait</w:t>
      </w:r>
      <w:r w:rsidR="00D37400">
        <w:t xml:space="preserve">, </w:t>
      </w:r>
      <w:r>
        <w:t>et je devinais</w:t>
      </w:r>
      <w:r w:rsidR="00D37400">
        <w:t xml:space="preserve">, </w:t>
      </w:r>
      <w:r>
        <w:t>à l</w:t>
      </w:r>
      <w:r w:rsidR="00D37400">
        <w:t>’</w:t>
      </w:r>
      <w:r>
        <w:t>expression de ses yeux m</w:t>
      </w:r>
      <w:r>
        <w:t>a</w:t>
      </w:r>
      <w:r>
        <w:t>lins</w:t>
      </w:r>
      <w:r w:rsidR="00D37400">
        <w:t xml:space="preserve">, </w:t>
      </w:r>
      <w:r>
        <w:t>qu</w:t>
      </w:r>
      <w:r w:rsidR="00D37400">
        <w:t>’</w:t>
      </w:r>
      <w:r>
        <w:t>elle trouvait ces idées toutes naturelles</w:t>
      </w:r>
      <w:r w:rsidR="00D37400">
        <w:t xml:space="preserve">, </w:t>
      </w:r>
      <w:r>
        <w:t>et que l</w:t>
      </w:r>
      <w:r w:rsidR="00D37400">
        <w:t>’</w:t>
      </w:r>
      <w:r>
        <w:t xml:space="preserve">instruction religieuse de </w:t>
      </w:r>
      <w:r w:rsidR="00D37400">
        <w:t>M. </w:t>
      </w:r>
      <w:r>
        <w:t>le curé n</w:t>
      </w:r>
      <w:r w:rsidR="00D37400">
        <w:t>’</w:t>
      </w:r>
      <w:r>
        <w:t>avait pas assez modifié ses idées sous ce rapport</w:t>
      </w:r>
      <w:r w:rsidR="00D37400">
        <w:t>.</w:t>
      </w:r>
    </w:p>
    <w:p w14:paraId="5258E44B" w14:textId="77777777" w:rsidR="00D37400" w:rsidRDefault="00636A18">
      <w:r>
        <w:lastRenderedPageBreak/>
        <w:t>Mais d</w:t>
      </w:r>
      <w:r w:rsidR="00D37400">
        <w:t>’</w:t>
      </w:r>
      <w:r>
        <w:t>autres fois</w:t>
      </w:r>
      <w:r w:rsidR="00D37400">
        <w:t xml:space="preserve">, </w:t>
      </w:r>
      <w:r>
        <w:t>lorsqu</w:t>
      </w:r>
      <w:r w:rsidR="00D37400">
        <w:t>’</w:t>
      </w:r>
      <w:r>
        <w:t>elle me parlait de l</w:t>
      </w:r>
      <w:r w:rsidR="00D37400">
        <w:t>’</w:t>
      </w:r>
      <w:r>
        <w:t>hiver</w:t>
      </w:r>
      <w:r w:rsidR="00D37400">
        <w:t xml:space="preserve">, </w:t>
      </w:r>
      <w:r>
        <w:t>des fl</w:t>
      </w:r>
      <w:r>
        <w:t>o</w:t>
      </w:r>
      <w:r>
        <w:t>cons de neige tombant par milliers du ciel et s</w:t>
      </w:r>
      <w:r w:rsidR="00D37400">
        <w:t>’</w:t>
      </w:r>
      <w:r>
        <w:t>entassant sur la terre durcie</w:t>
      </w:r>
      <w:r w:rsidR="00D37400">
        <w:t xml:space="preserve">, </w:t>
      </w:r>
      <w:r>
        <w:t>sa voix devenait toute plaintive</w:t>
      </w:r>
      <w:r w:rsidR="00D37400">
        <w:t>.</w:t>
      </w:r>
    </w:p>
    <w:p w14:paraId="6DA696A4" w14:textId="77777777" w:rsidR="00D37400" w:rsidRDefault="00D37400">
      <w:r>
        <w:t>« </w:t>
      </w:r>
      <w:r w:rsidR="00636A18">
        <w:t>Ah</w:t>
      </w:r>
      <w:r>
        <w:t xml:space="preserve"> ! </w:t>
      </w:r>
      <w:r w:rsidR="00636A18">
        <w:t>comme nous grelottions</w:t>
      </w:r>
      <w:r>
        <w:t xml:space="preserve">, </w:t>
      </w:r>
      <w:r w:rsidR="00636A18">
        <w:t>disait-elle</w:t>
      </w:r>
      <w:r>
        <w:t xml:space="preserve">, </w:t>
      </w:r>
      <w:r w:rsidR="00636A18">
        <w:t>et comme on se serrait les uns contre les autres au fond du trou</w:t>
      </w:r>
      <w:r>
        <w:t xml:space="preserve">, </w:t>
      </w:r>
      <w:r w:rsidR="00636A18">
        <w:t>pour se r</w:t>
      </w:r>
      <w:r w:rsidR="00636A18">
        <w:t>é</w:t>
      </w:r>
      <w:r w:rsidR="00636A18">
        <w:t>chauffer</w:t>
      </w:r>
      <w:r>
        <w:t>.</w:t>
      </w:r>
    </w:p>
    <w:p w14:paraId="06C31EB9" w14:textId="77777777" w:rsidR="00D37400" w:rsidRDefault="00D37400">
      <w:r>
        <w:t>« </w:t>
      </w:r>
      <w:r w:rsidR="00636A18">
        <w:t>La mère Zèbe</w:t>
      </w:r>
      <w:r>
        <w:t xml:space="preserve">, </w:t>
      </w:r>
      <w:r w:rsidR="00636A18">
        <w:t>lorsqu</w:t>
      </w:r>
      <w:r>
        <w:t>’</w:t>
      </w:r>
      <w:r w:rsidR="00636A18">
        <w:t>il ne restait rien dans la marmite</w:t>
      </w:r>
      <w:r>
        <w:t xml:space="preserve">, </w:t>
      </w:r>
      <w:r w:rsidR="00636A18">
        <w:t>devenait toute sombre</w:t>
      </w:r>
      <w:r>
        <w:t xml:space="preserve"> ; </w:t>
      </w:r>
      <w:r w:rsidR="00636A18">
        <w:t>les garçons partaient d</w:t>
      </w:r>
      <w:r>
        <w:t>’</w:t>
      </w:r>
      <w:r w:rsidR="00636A18">
        <w:t>abord avec le père</w:t>
      </w:r>
      <w:r>
        <w:t xml:space="preserve">, </w:t>
      </w:r>
      <w:r w:rsidR="00636A18">
        <w:t>pour chercher quelque chose à manger</w:t>
      </w:r>
      <w:r>
        <w:t xml:space="preserve"> ; </w:t>
      </w:r>
      <w:r w:rsidR="00636A18">
        <w:t>nous les atte</w:t>
      </w:r>
      <w:r w:rsidR="00636A18">
        <w:t>n</w:t>
      </w:r>
      <w:r w:rsidR="00636A18">
        <w:t>dions</w:t>
      </w:r>
      <w:r>
        <w:t xml:space="preserve">. </w:t>
      </w:r>
      <w:r w:rsidR="00636A18">
        <w:t>Mais quand vers le soir ils n</w:t>
      </w:r>
      <w:r>
        <w:t>’</w:t>
      </w:r>
      <w:r w:rsidR="00636A18">
        <w:t>étaient pas revenus</w:t>
      </w:r>
      <w:r>
        <w:t xml:space="preserve">, </w:t>
      </w:r>
      <w:r w:rsidR="00636A18">
        <w:t>nous partions aussi</w:t>
      </w:r>
      <w:r>
        <w:t xml:space="preserve">, </w:t>
      </w:r>
      <w:r w:rsidR="00636A18">
        <w:t>bien tristes</w:t>
      </w:r>
      <w:r>
        <w:t xml:space="preserve">, </w:t>
      </w:r>
      <w:r w:rsidR="00636A18">
        <w:t>en rêvant au beau printemps qui ne devait pas revenir de sitôt</w:t>
      </w:r>
      <w:r>
        <w:t>.</w:t>
      </w:r>
    </w:p>
    <w:p w14:paraId="363700C2" w14:textId="77777777" w:rsidR="00D37400" w:rsidRDefault="00D37400">
      <w:r>
        <w:t>« </w:t>
      </w:r>
      <w:r w:rsidR="00636A18">
        <w:t>On ne chantait plus</w:t>
      </w:r>
      <w:r>
        <w:t xml:space="preserve">, </w:t>
      </w:r>
      <w:r w:rsidR="00636A18">
        <w:t>et dans les villages les gens criaient contre nous</w:t>
      </w:r>
      <w:r>
        <w:t xml:space="preserve">, </w:t>
      </w:r>
      <w:r w:rsidR="00636A18">
        <w:t>les chiens aboyaient</w:t>
      </w:r>
      <w:r>
        <w:t xml:space="preserve">, </w:t>
      </w:r>
      <w:r w:rsidR="00636A18">
        <w:t>je me cachais derrière ma mère</w:t>
      </w:r>
      <w:r>
        <w:t>.</w:t>
      </w:r>
    </w:p>
    <w:p w14:paraId="64F21CC0" w14:textId="067E4C05" w:rsidR="00636A18" w:rsidRDefault="00D37400">
      <w:r>
        <w:t>« </w:t>
      </w:r>
      <w:r w:rsidR="00636A18">
        <w:t>Oui</w:t>
      </w:r>
      <w:r>
        <w:t xml:space="preserve"> ! </w:t>
      </w:r>
      <w:r w:rsidR="00636A18">
        <w:t>oui</w:t>
      </w:r>
      <w:r>
        <w:t xml:space="preserve"> ! </w:t>
      </w:r>
      <w:r w:rsidR="00636A18">
        <w:t>faisait-elle</w:t>
      </w:r>
      <w:r>
        <w:t xml:space="preserve">, </w:t>
      </w:r>
      <w:r w:rsidR="00636A18">
        <w:t>nous avions de bien beaux m</w:t>
      </w:r>
      <w:r w:rsidR="00636A18">
        <w:t>o</w:t>
      </w:r>
      <w:r w:rsidR="00636A18">
        <w:t>ments</w:t>
      </w:r>
      <w:r>
        <w:t xml:space="preserve">, </w:t>
      </w:r>
      <w:r w:rsidR="00636A18">
        <w:t>mais aussi de bien tristes</w:t>
      </w:r>
      <w:r>
        <w:t>. »</w:t>
      </w:r>
    </w:p>
    <w:p w14:paraId="5BF2AEF8" w14:textId="77777777" w:rsidR="00D37400" w:rsidRDefault="00636A18">
      <w:r>
        <w:t xml:space="preserve">Puis elle se demandait ce que ses parents </w:t>
      </w:r>
      <w:r>
        <w:rPr>
          <w:bCs/>
        </w:rPr>
        <w:t>é</w:t>
      </w:r>
      <w:r>
        <w:t xml:space="preserve">taient devenus depuis le matin </w:t>
      </w:r>
      <w:proofErr w:type="spellStart"/>
      <w:r>
        <w:t>où</w:t>
      </w:r>
      <w:proofErr w:type="spellEnd"/>
      <w:r>
        <w:t xml:space="preserve"> s</w:t>
      </w:r>
      <w:r w:rsidR="00D37400">
        <w:t>’</w:t>
      </w:r>
      <w:r>
        <w:t xml:space="preserve">éveillant </w:t>
      </w:r>
      <w:r>
        <w:rPr>
          <w:bCs/>
        </w:rPr>
        <w:t>t</w:t>
      </w:r>
      <w:r>
        <w:t>oute petite</w:t>
      </w:r>
      <w:r w:rsidR="00D37400">
        <w:t xml:space="preserve">, </w:t>
      </w:r>
      <w:r>
        <w:t>elle s</w:t>
      </w:r>
      <w:r w:rsidR="00D37400">
        <w:t>’</w:t>
      </w:r>
      <w:r>
        <w:t xml:space="preserve">était vue seule dans la </w:t>
      </w:r>
      <w:r>
        <w:rPr>
          <w:bCs/>
        </w:rPr>
        <w:t>n</w:t>
      </w:r>
      <w:r>
        <w:t>eige près de la ville et s</w:t>
      </w:r>
      <w:r w:rsidR="00D37400">
        <w:t>’</w:t>
      </w:r>
      <w:r>
        <w:t>était mise à crier</w:t>
      </w:r>
      <w:r w:rsidR="00D37400">
        <w:t>.</w:t>
      </w:r>
    </w:p>
    <w:p w14:paraId="0D693CF8" w14:textId="7724DB01" w:rsidR="00636A18" w:rsidRDefault="00D37400">
      <w:r>
        <w:t>« </w:t>
      </w:r>
      <w:r w:rsidR="00636A18">
        <w:t>Ah</w:t>
      </w:r>
      <w:r>
        <w:t xml:space="preserve"> ! </w:t>
      </w:r>
      <w:r w:rsidR="00636A18">
        <w:t>monsieur Chapuis</w:t>
      </w:r>
      <w:r>
        <w:t xml:space="preserve">, </w:t>
      </w:r>
      <w:r w:rsidR="00636A18">
        <w:t>me disait-elle</w:t>
      </w:r>
      <w:r>
        <w:t xml:space="preserve">, </w:t>
      </w:r>
      <w:r w:rsidR="00636A18">
        <w:rPr>
          <w:bCs/>
        </w:rPr>
        <w:t>c</w:t>
      </w:r>
      <w:r w:rsidR="00636A18">
        <w:t>ette année-là nous avions trop souffert</w:t>
      </w:r>
      <w:r>
        <w:t xml:space="preserve"> ! </w:t>
      </w:r>
      <w:r w:rsidR="00636A18">
        <w:t>Ils m</w:t>
      </w:r>
      <w:r>
        <w:t>’</w:t>
      </w:r>
      <w:r w:rsidR="00636A18">
        <w:t>ont abandonnée près de la ville</w:t>
      </w:r>
      <w:r>
        <w:t xml:space="preserve">, </w:t>
      </w:r>
      <w:r w:rsidR="00636A18">
        <w:t>c</w:t>
      </w:r>
      <w:r>
        <w:t>’</w:t>
      </w:r>
      <w:r w:rsidR="00636A18">
        <w:t>est vrai</w:t>
      </w:r>
      <w:r>
        <w:t xml:space="preserve">, </w:t>
      </w:r>
      <w:r w:rsidR="00636A18">
        <w:t>mais ils n</w:t>
      </w:r>
      <w:r>
        <w:t>’</w:t>
      </w:r>
      <w:r w:rsidR="00636A18">
        <w:t>avaient plus rien à me donner</w:t>
      </w:r>
      <w:r>
        <w:t xml:space="preserve"> ; </w:t>
      </w:r>
      <w:r w:rsidR="00636A18">
        <w:t>ils ont compté sur la charité des bonnes gens</w:t>
      </w:r>
      <w:r>
        <w:t xml:space="preserve"> !… </w:t>
      </w:r>
      <w:r w:rsidR="00636A18">
        <w:rPr>
          <w:bCs/>
        </w:rPr>
        <w:t>J</w:t>
      </w:r>
      <w:r w:rsidR="00636A18">
        <w:t>e ne leur en veux pas</w:t>
      </w:r>
      <w:r>
        <w:t xml:space="preserve">. </w:t>
      </w:r>
      <w:r w:rsidR="00636A18">
        <w:t>Qu</w:t>
      </w:r>
      <w:r>
        <w:t>’</w:t>
      </w:r>
      <w:r w:rsidR="00636A18">
        <w:t>ont-ils fait</w:t>
      </w:r>
      <w:r>
        <w:t xml:space="preserve">, </w:t>
      </w:r>
      <w:r w:rsidR="00636A18">
        <w:t>depuis</w:t>
      </w:r>
      <w:r>
        <w:t xml:space="preserve"> ? </w:t>
      </w:r>
      <w:r w:rsidR="00636A18">
        <w:t>Vivent-ils encore</w:t>
      </w:r>
      <w:r>
        <w:t xml:space="preserve"> ? </w:t>
      </w:r>
      <w:r w:rsidR="00636A18">
        <w:t>Le père</w:t>
      </w:r>
      <w:r>
        <w:t xml:space="preserve">… </w:t>
      </w:r>
      <w:r w:rsidR="00636A18">
        <w:t>la mère</w:t>
      </w:r>
      <w:r>
        <w:t xml:space="preserve">… </w:t>
      </w:r>
      <w:r w:rsidR="00636A18">
        <w:t>les frères et sœurs</w:t>
      </w:r>
      <w:r>
        <w:t xml:space="preserve">… </w:t>
      </w:r>
      <w:r w:rsidR="00636A18">
        <w:t>Pensent-ils encore à moi</w:t>
      </w:r>
      <w:r>
        <w:t xml:space="preserve">, </w:t>
      </w:r>
      <w:r w:rsidR="00636A18">
        <w:t>comme je pense à eux</w:t>
      </w:r>
      <w:r>
        <w:t> ? »</w:t>
      </w:r>
    </w:p>
    <w:p w14:paraId="1B6EA237" w14:textId="77777777" w:rsidR="00D37400" w:rsidRDefault="00636A18">
      <w:r>
        <w:t>Ses yeux se remplissaient de larmes et je m</w:t>
      </w:r>
      <w:r w:rsidR="00D37400">
        <w:t>’</w:t>
      </w:r>
      <w:r>
        <w:t>écriais</w:t>
      </w:r>
      <w:r w:rsidR="00D37400">
        <w:t> :</w:t>
      </w:r>
    </w:p>
    <w:p w14:paraId="5F72FDCA" w14:textId="082F58CF" w:rsidR="00636A18" w:rsidRDefault="00D37400">
      <w:r>
        <w:lastRenderedPageBreak/>
        <w:t>« </w:t>
      </w:r>
      <w:r w:rsidR="00636A18">
        <w:t>Allons</w:t>
      </w:r>
      <w:r>
        <w:t xml:space="preserve"> ! </w:t>
      </w:r>
      <w:r w:rsidR="00636A18">
        <w:t>allons</w:t>
      </w:r>
      <w:r>
        <w:t xml:space="preserve"> ! </w:t>
      </w:r>
      <w:r w:rsidR="00636A18">
        <w:t>la leçon n</w:t>
      </w:r>
      <w:r>
        <w:t>’</w:t>
      </w:r>
      <w:r w:rsidR="00636A18">
        <w:t>est pas finie</w:t>
      </w:r>
      <w:r>
        <w:t xml:space="preserve">… </w:t>
      </w:r>
      <w:r w:rsidR="00636A18">
        <w:t>Recomme</w:t>
      </w:r>
      <w:r w:rsidR="00636A18">
        <w:t>n</w:t>
      </w:r>
      <w:r w:rsidR="00636A18">
        <w:t>çons</w:t>
      </w:r>
      <w:r>
        <w:t xml:space="preserve">… </w:t>
      </w:r>
      <w:r w:rsidR="00636A18">
        <w:t>c</w:t>
      </w:r>
      <w:r>
        <w:t>’</w:t>
      </w:r>
      <w:r w:rsidR="00636A18">
        <w:t>est assez causé comme cela</w:t>
      </w:r>
      <w:r>
        <w:t xml:space="preserve">… </w:t>
      </w:r>
      <w:r w:rsidR="00636A18">
        <w:t>nous perdons notre temps</w:t>
      </w:r>
      <w:r>
        <w:t>. »</w:t>
      </w:r>
    </w:p>
    <w:p w14:paraId="272A28CF" w14:textId="77777777" w:rsidR="00D37400" w:rsidRDefault="00636A18">
      <w:r>
        <w:t>Chaque jour je prenais un intérêt plus vif à mon élève</w:t>
      </w:r>
      <w:r w:rsidR="00D37400">
        <w:t>.</w:t>
      </w:r>
    </w:p>
    <w:p w14:paraId="33A5C8B9" w14:textId="422B777F" w:rsidR="00D37400" w:rsidRDefault="00636A18">
      <w:r>
        <w:t>Vous ne sauriez croire combien à seize ans elle était dev</w:t>
      </w:r>
      <w:r>
        <w:t>e</w:t>
      </w:r>
      <w:r>
        <w:t>nue jolie</w:t>
      </w:r>
      <w:r w:rsidR="00D37400">
        <w:t xml:space="preserve"> ; </w:t>
      </w:r>
      <w:r>
        <w:t>son teint légèrement doré lui donnait quelque chose d</w:t>
      </w:r>
      <w:r w:rsidR="00D37400">
        <w:t>’</w:t>
      </w:r>
      <w:r>
        <w:t>à part</w:t>
      </w:r>
      <w:r w:rsidR="00D37400">
        <w:t xml:space="preserve">, </w:t>
      </w:r>
      <w:r>
        <w:t>inconnu dans nos pays</w:t>
      </w:r>
      <w:r w:rsidR="00D37400">
        <w:t xml:space="preserve">. </w:t>
      </w:r>
      <w:r w:rsidR="003C55CC">
        <w:t>C</w:t>
      </w:r>
      <w:r w:rsidR="00D37400">
        <w:t>’</w:t>
      </w:r>
      <w:r w:rsidR="003C55CC">
        <w:t xml:space="preserve">était </w:t>
      </w:r>
      <w:r>
        <w:t>comme le reflet d</w:t>
      </w:r>
      <w:r w:rsidR="00D37400">
        <w:t>’</w:t>
      </w:r>
      <w:r>
        <w:t>un s</w:t>
      </w:r>
      <w:r>
        <w:t>o</w:t>
      </w:r>
      <w:r>
        <w:t>leil plus chaud que le nôtre</w:t>
      </w:r>
      <w:r w:rsidR="00D37400">
        <w:t xml:space="preserve"> ; </w:t>
      </w:r>
      <w:r>
        <w:t xml:space="preserve">et </w:t>
      </w:r>
      <w:r w:rsidR="00D37400">
        <w:t>M. </w:t>
      </w:r>
      <w:r>
        <w:t>le curé Miguel me disait quelquefois en souriant</w:t>
      </w:r>
      <w:r w:rsidR="00D37400">
        <w:t> :</w:t>
      </w:r>
    </w:p>
    <w:p w14:paraId="5264F28D" w14:textId="176C5FD9" w:rsidR="00636A18" w:rsidRDefault="00D37400">
      <w:r>
        <w:t>« </w:t>
      </w:r>
      <w:r w:rsidR="00636A18">
        <w:t>C</w:t>
      </w:r>
      <w:r>
        <w:t>’</w:t>
      </w:r>
      <w:r w:rsidR="00636A18">
        <w:t xml:space="preserve">est une </w:t>
      </w:r>
      <w:proofErr w:type="spellStart"/>
      <w:r w:rsidR="00636A18">
        <w:t>gitana</w:t>
      </w:r>
      <w:proofErr w:type="spellEnd"/>
      <w:r>
        <w:t xml:space="preserve">, </w:t>
      </w:r>
      <w:r w:rsidR="00636A18">
        <w:t xml:space="preserve">une vraie </w:t>
      </w:r>
      <w:proofErr w:type="spellStart"/>
      <w:r w:rsidR="00636A18">
        <w:t>gitana</w:t>
      </w:r>
      <w:proofErr w:type="spellEnd"/>
      <w:r>
        <w:t xml:space="preserve">, </w:t>
      </w:r>
      <w:r w:rsidR="00636A18">
        <w:t>telle que je les ai vues autrefois en Espagne</w:t>
      </w:r>
      <w:r>
        <w:t>. »</w:t>
      </w:r>
    </w:p>
    <w:p w14:paraId="246AFB55" w14:textId="77777777" w:rsidR="00D37400" w:rsidRDefault="00636A18">
      <w:r>
        <w:t>Ses yeux</w:t>
      </w:r>
      <w:r w:rsidR="00D37400">
        <w:t xml:space="preserve">, </w:t>
      </w:r>
      <w:r>
        <w:t>d</w:t>
      </w:r>
      <w:r w:rsidR="00D37400">
        <w:t>’</w:t>
      </w:r>
      <w:r>
        <w:t>une finesse extrême</w:t>
      </w:r>
      <w:r w:rsidR="00D37400">
        <w:t xml:space="preserve">, </w:t>
      </w:r>
      <w:r>
        <w:t>se noyaient parfois d</w:t>
      </w:r>
      <w:r w:rsidR="00D37400">
        <w:t>’</w:t>
      </w:r>
      <w:r>
        <w:t>un sentiment de rêverie indéfinissable</w:t>
      </w:r>
      <w:r w:rsidR="00D37400">
        <w:t xml:space="preserve"> ; </w:t>
      </w:r>
      <w:r>
        <w:t>et tout dans ses mouv</w:t>
      </w:r>
      <w:r>
        <w:t>e</w:t>
      </w:r>
      <w:r>
        <w:t>ments</w:t>
      </w:r>
      <w:r w:rsidR="00D37400">
        <w:t xml:space="preserve">, </w:t>
      </w:r>
      <w:r>
        <w:t>dans son sourire exprimait la grâce et la distinction n</w:t>
      </w:r>
      <w:r>
        <w:t>a</w:t>
      </w:r>
      <w:r>
        <w:t>tive des races orientales</w:t>
      </w:r>
      <w:r w:rsidR="00D37400">
        <w:t>.</w:t>
      </w:r>
    </w:p>
    <w:p w14:paraId="14D59A3F" w14:textId="77777777" w:rsidR="00D37400" w:rsidRDefault="00636A18">
      <w:r>
        <w:t>Vous pensez bien que j</w:t>
      </w:r>
      <w:r w:rsidR="00D37400">
        <w:t>’</w:t>
      </w:r>
      <w:r>
        <w:t>éprouvais un grand ennui de voir</w:t>
      </w:r>
      <w:r w:rsidR="00D37400">
        <w:t xml:space="preserve">, </w:t>
      </w:r>
      <w:r>
        <w:t>vêtue d</w:t>
      </w:r>
      <w:r w:rsidR="00D37400">
        <w:t>’</w:t>
      </w:r>
      <w:r>
        <w:t>une façon vulgaire</w:t>
      </w:r>
      <w:r w:rsidR="00D37400">
        <w:t xml:space="preserve">, </w:t>
      </w:r>
      <w:r>
        <w:t>cette figure spirituelle et poétique</w:t>
      </w:r>
      <w:r w:rsidR="00D37400">
        <w:t xml:space="preserve"> ; </w:t>
      </w:r>
      <w:r>
        <w:t xml:space="preserve">le costume du pensionnat </w:t>
      </w:r>
      <w:proofErr w:type="spellStart"/>
      <w:r>
        <w:t>Auburtin</w:t>
      </w:r>
      <w:proofErr w:type="spellEnd"/>
      <w:r>
        <w:t xml:space="preserve"> ne pouvait plus lui conv</w:t>
      </w:r>
      <w:r>
        <w:t>e</w:t>
      </w:r>
      <w:r>
        <w:t>nir</w:t>
      </w:r>
      <w:r w:rsidR="00D37400">
        <w:t xml:space="preserve"> ; </w:t>
      </w:r>
      <w:r>
        <w:t>c</w:t>
      </w:r>
      <w:r w:rsidR="00D37400">
        <w:t>’</w:t>
      </w:r>
      <w:r>
        <w:t>était comme une fausse note en musique</w:t>
      </w:r>
      <w:r w:rsidR="00D37400">
        <w:t>.</w:t>
      </w:r>
    </w:p>
    <w:p w14:paraId="32BFDE9C" w14:textId="77777777" w:rsidR="00D37400" w:rsidRDefault="00636A18">
      <w:r>
        <w:t>En définitive</w:t>
      </w:r>
      <w:r w:rsidR="00D37400">
        <w:t xml:space="preserve">, </w:t>
      </w:r>
      <w:r>
        <w:t>Loïs m</w:t>
      </w:r>
      <w:r w:rsidR="00D37400">
        <w:t>’</w:t>
      </w:r>
      <w:r>
        <w:t>appartenait</w:t>
      </w:r>
      <w:r w:rsidR="00D37400">
        <w:t xml:space="preserve">, </w:t>
      </w:r>
      <w:r>
        <w:t>je la considérais comme ma fille</w:t>
      </w:r>
      <w:r w:rsidR="00D37400">
        <w:t xml:space="preserve"> ; </w:t>
      </w:r>
      <w:r>
        <w:t>aussi</w:t>
      </w:r>
      <w:r w:rsidR="00D37400">
        <w:t xml:space="preserve">, </w:t>
      </w:r>
      <w:r>
        <w:t>dans ce temps</w:t>
      </w:r>
      <w:r w:rsidR="00D37400">
        <w:t xml:space="preserve">, </w:t>
      </w:r>
      <w:r>
        <w:t>chaque jour</w:t>
      </w:r>
      <w:r w:rsidR="00D37400">
        <w:t xml:space="preserve">, </w:t>
      </w:r>
      <w:r>
        <w:t>à toute occasion</w:t>
      </w:r>
      <w:r w:rsidR="00D37400">
        <w:t xml:space="preserve">, </w:t>
      </w:r>
      <w:r>
        <w:t xml:space="preserve">je lui </w:t>
      </w:r>
      <w:proofErr w:type="gramStart"/>
      <w:r>
        <w:t>faisais</w:t>
      </w:r>
      <w:proofErr w:type="gramEnd"/>
      <w:r>
        <w:t xml:space="preserve"> quelque petit cadeau</w:t>
      </w:r>
      <w:r w:rsidR="00D37400">
        <w:t xml:space="preserve"> : </w:t>
      </w:r>
      <w:r>
        <w:t>une robe de jaconas couleur paille</w:t>
      </w:r>
      <w:r w:rsidR="00D37400">
        <w:t xml:space="preserve">, </w:t>
      </w:r>
      <w:r>
        <w:t>qui lui allait à ravir</w:t>
      </w:r>
      <w:r w:rsidR="00D37400">
        <w:t xml:space="preserve">, </w:t>
      </w:r>
      <w:r>
        <w:t>un mantelet de tulle anglais</w:t>
      </w:r>
      <w:r w:rsidR="00D37400">
        <w:t xml:space="preserve">, </w:t>
      </w:r>
      <w:r>
        <w:t>un petit chapeau doublé de satin blanc</w:t>
      </w:r>
      <w:r w:rsidR="00D37400">
        <w:t xml:space="preserve">, </w:t>
      </w:r>
      <w:r>
        <w:t>du linge plus fin</w:t>
      </w:r>
      <w:r w:rsidR="00D37400">
        <w:t xml:space="preserve">, </w:t>
      </w:r>
      <w:r>
        <w:t>des gants</w:t>
      </w:r>
      <w:r w:rsidR="00D37400">
        <w:t xml:space="preserve">… </w:t>
      </w:r>
      <w:r>
        <w:t>que sais-je</w:t>
      </w:r>
      <w:r w:rsidR="00D37400">
        <w:t> ?</w:t>
      </w:r>
    </w:p>
    <w:p w14:paraId="77BBE6EB" w14:textId="77777777" w:rsidR="00D37400" w:rsidRDefault="00636A18">
      <w:r>
        <w:t>Elle s</w:t>
      </w:r>
      <w:r w:rsidR="00D37400">
        <w:t>’</w:t>
      </w:r>
      <w:r>
        <w:t>arrangeait tout cela très bien</w:t>
      </w:r>
      <w:r w:rsidR="00D37400">
        <w:t xml:space="preserve">, </w:t>
      </w:r>
      <w:r>
        <w:t>avec un goût parfait</w:t>
      </w:r>
      <w:r w:rsidR="00D37400">
        <w:t xml:space="preserve"> ; </w:t>
      </w:r>
      <w:r>
        <w:t>et bientôt</w:t>
      </w:r>
      <w:r w:rsidR="00D37400">
        <w:t xml:space="preserve">, </w:t>
      </w:r>
      <w:r>
        <w:t>sans que personne se fût aperçu de la transition</w:t>
      </w:r>
      <w:r w:rsidR="00D37400">
        <w:t xml:space="preserve">, </w:t>
      </w:r>
      <w:r>
        <w:t>Loïs</w:t>
      </w:r>
      <w:r w:rsidR="00D37400">
        <w:t xml:space="preserve">, </w:t>
      </w:r>
      <w:r>
        <w:t>en même temps qu</w:t>
      </w:r>
      <w:r w:rsidR="00D37400">
        <w:t>’</w:t>
      </w:r>
      <w:r>
        <w:t>elle avait appris sous la direction de Rosalie à être une bonne petite femme de ménage</w:t>
      </w:r>
      <w:r w:rsidR="00D37400">
        <w:t xml:space="preserve">, </w:t>
      </w:r>
      <w:r>
        <w:t xml:space="preserve">était </w:t>
      </w:r>
      <w:r>
        <w:lastRenderedPageBreak/>
        <w:t>devenue la plus charmante</w:t>
      </w:r>
      <w:r w:rsidR="00D37400">
        <w:t xml:space="preserve">, </w:t>
      </w:r>
      <w:r>
        <w:t>la plus élégante jeune fille de Sainte-Suzanne</w:t>
      </w:r>
      <w:r w:rsidR="00D37400">
        <w:t>.</w:t>
      </w:r>
    </w:p>
    <w:p w14:paraId="75385769" w14:textId="77777777" w:rsidR="00D37400" w:rsidRDefault="00636A18">
      <w:r>
        <w:t>Alors les dimanches</w:t>
      </w:r>
      <w:r w:rsidR="00D37400">
        <w:t xml:space="preserve">, </w:t>
      </w:r>
      <w:r>
        <w:t>après vêpres</w:t>
      </w:r>
      <w:r w:rsidR="00D37400">
        <w:t xml:space="preserve">, </w:t>
      </w:r>
      <w:r>
        <w:t>nous allions faire un tour hors ville</w:t>
      </w:r>
      <w:r w:rsidR="00D37400">
        <w:t xml:space="preserve">, </w:t>
      </w:r>
      <w:r>
        <w:t>sur les glacis</w:t>
      </w:r>
      <w:r w:rsidR="00D37400">
        <w:t xml:space="preserve">, </w:t>
      </w:r>
      <w:r>
        <w:t>sa main mignonne</w:t>
      </w:r>
      <w:r w:rsidR="00D37400">
        <w:t xml:space="preserve">, </w:t>
      </w:r>
      <w:r>
        <w:t>finement ga</w:t>
      </w:r>
      <w:r>
        <w:t>n</w:t>
      </w:r>
      <w:r>
        <w:t>tée</w:t>
      </w:r>
      <w:r w:rsidR="00D37400">
        <w:t xml:space="preserve">, </w:t>
      </w:r>
      <w:r>
        <w:t>sur mon vieux bras</w:t>
      </w:r>
      <w:r w:rsidR="00D37400">
        <w:t xml:space="preserve">, </w:t>
      </w:r>
      <w:r>
        <w:t>ses petits pieds</w:t>
      </w:r>
      <w:r w:rsidR="00D37400">
        <w:t xml:space="preserve">, </w:t>
      </w:r>
      <w:r>
        <w:t>chaussés de jolies bo</w:t>
      </w:r>
      <w:r>
        <w:t>t</w:t>
      </w:r>
      <w:r>
        <w:t>tines</w:t>
      </w:r>
      <w:r w:rsidR="00D37400">
        <w:t xml:space="preserve">, </w:t>
      </w:r>
      <w:r>
        <w:t>trottinant à mon côté dans l</w:t>
      </w:r>
      <w:r w:rsidR="00D37400">
        <w:t>’</w:t>
      </w:r>
      <w:r>
        <w:t>herbe</w:t>
      </w:r>
      <w:r w:rsidR="00D37400">
        <w:t>.</w:t>
      </w:r>
    </w:p>
    <w:p w14:paraId="41969257" w14:textId="77777777" w:rsidR="00D37400" w:rsidRDefault="00636A18">
      <w:r>
        <w:t>J</w:t>
      </w:r>
      <w:r w:rsidR="00D37400">
        <w:t>’</w:t>
      </w:r>
      <w:r>
        <w:t>étais aussi en grande tenue</w:t>
      </w:r>
      <w:r w:rsidR="00D37400">
        <w:t xml:space="preserve"> : </w:t>
      </w:r>
      <w:r>
        <w:t>habit bleu de ciel</w:t>
      </w:r>
      <w:r w:rsidR="00D37400">
        <w:t xml:space="preserve">, </w:t>
      </w:r>
      <w:r>
        <w:t>cravate blanche et pantalon de nankin</w:t>
      </w:r>
      <w:r w:rsidR="00D37400">
        <w:t xml:space="preserve">. </w:t>
      </w:r>
      <w:r>
        <w:t>Ma sœur Rosalie nous suivait quelquefois</w:t>
      </w:r>
      <w:r w:rsidR="00D37400">
        <w:t xml:space="preserve">, </w:t>
      </w:r>
      <w:r>
        <w:t>et nous causions gaiement</w:t>
      </w:r>
      <w:r w:rsidR="00D37400">
        <w:t xml:space="preserve">, </w:t>
      </w:r>
      <w:r>
        <w:t>comme un bon papa cause avec sa fillette</w:t>
      </w:r>
      <w:r w:rsidR="00D37400">
        <w:t>.</w:t>
      </w:r>
    </w:p>
    <w:p w14:paraId="6156EA4D" w14:textId="77777777" w:rsidR="00D37400" w:rsidRDefault="00636A18">
      <w:r>
        <w:t>Tous les honnêtes bourgeois</w:t>
      </w:r>
      <w:r w:rsidR="00D37400">
        <w:t xml:space="preserve">, </w:t>
      </w:r>
      <w:r>
        <w:t>entourés de leurs familles</w:t>
      </w:r>
      <w:r w:rsidR="00D37400">
        <w:t xml:space="preserve">, </w:t>
      </w:r>
      <w:r>
        <w:t>se promenaient comme nous au soleil</w:t>
      </w:r>
      <w:r w:rsidR="00D37400">
        <w:t xml:space="preserve">. </w:t>
      </w:r>
      <w:r>
        <w:t>On se saluait</w:t>
      </w:r>
      <w:r w:rsidR="00D37400">
        <w:t xml:space="preserve"> ; </w:t>
      </w:r>
      <w:r>
        <w:t>on s</w:t>
      </w:r>
      <w:r w:rsidR="00D37400">
        <w:t>’</w:t>
      </w:r>
      <w:r>
        <w:t>arrêtait un instant pour s</w:t>
      </w:r>
      <w:r w:rsidR="00D37400">
        <w:t>’</w:t>
      </w:r>
      <w:r>
        <w:t>offrir une prise</w:t>
      </w:r>
      <w:r w:rsidR="00D37400">
        <w:t xml:space="preserve">, </w:t>
      </w:r>
      <w:r>
        <w:t>pour se demander des no</w:t>
      </w:r>
      <w:r>
        <w:t>u</w:t>
      </w:r>
      <w:r>
        <w:t>velles</w:t>
      </w:r>
      <w:r w:rsidR="00D37400">
        <w:t xml:space="preserve"> ; </w:t>
      </w:r>
      <w:r>
        <w:t>les dames et les demoiselles s</w:t>
      </w:r>
      <w:r w:rsidR="00D37400">
        <w:t>’</w:t>
      </w:r>
      <w:r>
        <w:t>inspectaient l</w:t>
      </w:r>
      <w:r w:rsidR="00D37400">
        <w:t>’</w:t>
      </w:r>
      <w:r>
        <w:t>une l</w:t>
      </w:r>
      <w:r w:rsidR="00D37400">
        <w:t>’</w:t>
      </w:r>
      <w:r>
        <w:t>autre</w:t>
      </w:r>
      <w:r w:rsidR="00D37400">
        <w:t xml:space="preserve">, </w:t>
      </w:r>
      <w:r>
        <w:t>et nous n</w:t>
      </w:r>
      <w:r w:rsidR="00D37400">
        <w:t>’</w:t>
      </w:r>
      <w:r>
        <w:t>avions jamais le dessous</w:t>
      </w:r>
      <w:r w:rsidR="00D37400">
        <w:t xml:space="preserve"> : </w:t>
      </w:r>
      <w:r>
        <w:t>nous étions bien</w:t>
      </w:r>
      <w:r w:rsidR="00D37400">
        <w:t xml:space="preserve">… </w:t>
      </w:r>
      <w:r>
        <w:t>très bien</w:t>
      </w:r>
      <w:r w:rsidR="00D37400">
        <w:t xml:space="preserve"> !… </w:t>
      </w:r>
      <w:r>
        <w:t>on ne trouvait rien à reprendre à notre toilette</w:t>
      </w:r>
      <w:r w:rsidR="00D37400">
        <w:t xml:space="preserve">, </w:t>
      </w:r>
      <w:r>
        <w:t>il fallait en convenir</w:t>
      </w:r>
      <w:r w:rsidR="00D37400">
        <w:t>.</w:t>
      </w:r>
    </w:p>
    <w:p w14:paraId="42742ECF" w14:textId="77777777" w:rsidR="00D37400" w:rsidRDefault="00636A18">
      <w:r>
        <w:t>Voilà</w:t>
      </w:r>
      <w:r w:rsidR="00D37400">
        <w:t xml:space="preserve">, </w:t>
      </w:r>
      <w:r>
        <w:t>mon cher</w:t>
      </w:r>
      <w:r w:rsidR="00D37400">
        <w:t xml:space="preserve">, </w:t>
      </w:r>
      <w:r>
        <w:t>comment les choses se passaient en l</w:t>
      </w:r>
      <w:r w:rsidR="00D37400">
        <w:t>’</w:t>
      </w:r>
      <w:r>
        <w:t>an de grâce 1864</w:t>
      </w:r>
      <w:r w:rsidR="00D37400">
        <w:t xml:space="preserve">. </w:t>
      </w:r>
      <w:r>
        <w:t>C</w:t>
      </w:r>
      <w:r w:rsidR="00D37400">
        <w:t>’</w:t>
      </w:r>
      <w:r>
        <w:t>est le plus beau temps de ma vie</w:t>
      </w:r>
      <w:r w:rsidR="00D37400">
        <w:t> !</w:t>
      </w:r>
    </w:p>
    <w:p w14:paraId="419CD9EF" w14:textId="77777777" w:rsidR="00D37400" w:rsidRDefault="00636A18">
      <w:r>
        <w:t>Et rentrée au logis</w:t>
      </w:r>
      <w:r w:rsidR="00D37400">
        <w:t xml:space="preserve">, </w:t>
      </w:r>
      <w:r>
        <w:t>Loïs</w:t>
      </w:r>
      <w:r w:rsidR="00D37400">
        <w:t xml:space="preserve">, </w:t>
      </w:r>
      <w:r>
        <w:t>contente de sa journée</w:t>
      </w:r>
      <w:r w:rsidR="00D37400">
        <w:t xml:space="preserve">, </w:t>
      </w:r>
      <w:r>
        <w:t>lançait des roulades qui n</w:t>
      </w:r>
      <w:r w:rsidR="00D37400">
        <w:t>’</w:t>
      </w:r>
      <w:r>
        <w:t>en finissaient plus</w:t>
      </w:r>
      <w:r w:rsidR="00D37400">
        <w:t>.</w:t>
      </w:r>
    </w:p>
    <w:p w14:paraId="6E4E58B3" w14:textId="77777777" w:rsidR="00D37400" w:rsidRDefault="00636A18">
      <w:r>
        <w:t>Elle était quelquefois capricieuse</w:t>
      </w:r>
      <w:r w:rsidR="00D37400">
        <w:t xml:space="preserve">, </w:t>
      </w:r>
      <w:r>
        <w:t>fantasque</w:t>
      </w:r>
      <w:r w:rsidR="00D37400">
        <w:t xml:space="preserve">, </w:t>
      </w:r>
      <w:r>
        <w:t>aimant à t</w:t>
      </w:r>
      <w:r>
        <w:t>a</w:t>
      </w:r>
      <w:r>
        <w:t>quiner son papa Chapuis</w:t>
      </w:r>
      <w:r w:rsidR="00D37400">
        <w:t xml:space="preserve">, </w:t>
      </w:r>
      <w:r>
        <w:t>à faire endêver sa marraine</w:t>
      </w:r>
      <w:r w:rsidR="00D37400">
        <w:t xml:space="preserve"> ; </w:t>
      </w:r>
      <w:r>
        <w:t>mais en somme c</w:t>
      </w:r>
      <w:r w:rsidR="00D37400">
        <w:t>’</w:t>
      </w:r>
      <w:r>
        <w:t>était la meilleure enfant du monde</w:t>
      </w:r>
      <w:r w:rsidR="00D37400">
        <w:t xml:space="preserve">, </w:t>
      </w:r>
      <w:r>
        <w:t>et tout finissait par des éclats de rire</w:t>
      </w:r>
      <w:r w:rsidR="00D37400">
        <w:t>.</w:t>
      </w:r>
    </w:p>
    <w:p w14:paraId="7C042C0F" w14:textId="77777777" w:rsidR="00D37400" w:rsidRDefault="00636A18">
      <w:r>
        <w:t>On n</w:t>
      </w:r>
      <w:r w:rsidR="00D37400">
        <w:t>’</w:t>
      </w:r>
      <w:r>
        <w:t>avait qu</w:t>
      </w:r>
      <w:r w:rsidR="00D37400">
        <w:t>’</w:t>
      </w:r>
      <w:r>
        <w:t>un ennui dans la journée</w:t>
      </w:r>
      <w:r w:rsidR="00D37400">
        <w:t xml:space="preserve">, </w:t>
      </w:r>
      <w:r>
        <w:t>c</w:t>
      </w:r>
      <w:r w:rsidR="00D37400">
        <w:t>’</w:t>
      </w:r>
      <w:r>
        <w:t>était le soir</w:t>
      </w:r>
      <w:r w:rsidR="00D37400">
        <w:t xml:space="preserve">, </w:t>
      </w:r>
      <w:r>
        <w:t>de se séparer pour retourner à la pension</w:t>
      </w:r>
      <w:r w:rsidR="00D37400">
        <w:t>.</w:t>
      </w:r>
    </w:p>
    <w:p w14:paraId="6A907E84" w14:textId="4EADC8FB" w:rsidR="00636A18" w:rsidRDefault="00636A18" w:rsidP="00D37400">
      <w:pPr>
        <w:pStyle w:val="Titre2"/>
        <w:pageBreakBefore/>
      </w:pPr>
      <w:bookmarkStart w:id="42" w:name="_Toc344229476"/>
      <w:bookmarkStart w:id="43" w:name="_Toc194835739"/>
      <w:r>
        <w:lastRenderedPageBreak/>
        <w:t>III</w:t>
      </w:r>
      <w:bookmarkEnd w:id="42"/>
      <w:bookmarkEnd w:id="43"/>
    </w:p>
    <w:p w14:paraId="6E5AC865" w14:textId="77777777" w:rsidR="00D37400" w:rsidRDefault="00636A18">
      <w:r>
        <w:t>Au commencement du printemps de l</w:t>
      </w:r>
      <w:r w:rsidR="00D37400">
        <w:t>’</w:t>
      </w:r>
      <w:r>
        <w:t>année 1865</w:t>
      </w:r>
      <w:r w:rsidR="00D37400">
        <w:t xml:space="preserve">, </w:t>
      </w:r>
      <w:r>
        <w:t>nous eûmes un gros chagrin</w:t>
      </w:r>
      <w:r w:rsidR="00D37400">
        <w:t xml:space="preserve"> : </w:t>
      </w:r>
      <w:r>
        <w:t>la grand</w:t>
      </w:r>
      <w:r w:rsidR="00D37400">
        <w:t>’</w:t>
      </w:r>
      <w:r>
        <w:t>mère Sabine mourut à quatre-vingt-neuf ans</w:t>
      </w:r>
      <w:r w:rsidR="00D37400">
        <w:t xml:space="preserve">, </w:t>
      </w:r>
      <w:r>
        <w:t>tout doucement</w:t>
      </w:r>
      <w:r w:rsidR="00D37400">
        <w:t xml:space="preserve">, </w:t>
      </w:r>
      <w:r>
        <w:t>comme on s</w:t>
      </w:r>
      <w:r w:rsidR="00D37400">
        <w:t>’</w:t>
      </w:r>
      <w:r>
        <w:t>endort</w:t>
      </w:r>
      <w:r w:rsidR="00D37400">
        <w:t>.</w:t>
      </w:r>
    </w:p>
    <w:p w14:paraId="04FADE03" w14:textId="77777777" w:rsidR="00D37400" w:rsidRDefault="00636A18">
      <w:r>
        <w:t>Loïs n</w:t>
      </w:r>
      <w:r w:rsidR="00D37400">
        <w:t>’</w:t>
      </w:r>
      <w:r>
        <w:t>avait pas quitté son lit les huit derniers jours</w:t>
      </w:r>
      <w:r w:rsidR="00D37400">
        <w:t xml:space="preserve"> ; </w:t>
      </w:r>
      <w:r>
        <w:t>la bonne vieille étant aveugle et ne la voyant plus</w:t>
      </w:r>
      <w:r w:rsidR="00D37400">
        <w:t xml:space="preserve">, </w:t>
      </w:r>
      <w:r>
        <w:t>voulait tenir sa main dans la sienne</w:t>
      </w:r>
      <w:r w:rsidR="00D37400">
        <w:t xml:space="preserve">, </w:t>
      </w:r>
      <w:r>
        <w:t>comme autrefois rue du Vieux-Rempart</w:t>
      </w:r>
      <w:r w:rsidR="00D37400">
        <w:t xml:space="preserve"> ; </w:t>
      </w:r>
      <w:r>
        <w:t>à chaque instant elle lui demandait</w:t>
      </w:r>
      <w:r w:rsidR="00D37400">
        <w:t> :</w:t>
      </w:r>
    </w:p>
    <w:p w14:paraId="251DB4D2" w14:textId="77777777" w:rsidR="00D37400" w:rsidRDefault="00D37400">
      <w:r>
        <w:t>« </w:t>
      </w:r>
      <w:r w:rsidR="00636A18">
        <w:t>C</w:t>
      </w:r>
      <w:r>
        <w:t>’</w:t>
      </w:r>
      <w:r w:rsidR="00636A18">
        <w:t>est toi</w:t>
      </w:r>
      <w:r>
        <w:t xml:space="preserve">, </w:t>
      </w:r>
      <w:r w:rsidR="00636A18">
        <w:t>Loïs</w:t>
      </w:r>
      <w:r>
        <w:t> ?</w:t>
      </w:r>
    </w:p>
    <w:p w14:paraId="6B37D10C" w14:textId="77777777" w:rsidR="00D37400" w:rsidRDefault="00D37400">
      <w:r>
        <w:t>— </w:t>
      </w:r>
      <w:r w:rsidR="00636A18">
        <w:t>Oui</w:t>
      </w:r>
      <w:r>
        <w:t xml:space="preserve">, </w:t>
      </w:r>
      <w:r w:rsidR="00636A18">
        <w:t>grand</w:t>
      </w:r>
      <w:r>
        <w:t>’</w:t>
      </w:r>
      <w:r w:rsidR="00636A18">
        <w:t>mère</w:t>
      </w:r>
      <w:r>
        <w:t xml:space="preserve">, </w:t>
      </w:r>
      <w:r w:rsidR="00636A18">
        <w:t>c</w:t>
      </w:r>
      <w:r>
        <w:t>’</w:t>
      </w:r>
      <w:r w:rsidR="00636A18">
        <w:t>est moi</w:t>
      </w:r>
      <w:r>
        <w:t>.</w:t>
      </w:r>
    </w:p>
    <w:p w14:paraId="739D2A0F" w14:textId="77777777" w:rsidR="00D37400" w:rsidRDefault="00D37400">
      <w:r>
        <w:t>— </w:t>
      </w:r>
      <w:r w:rsidR="00636A18">
        <w:t>Ah</w:t>
      </w:r>
      <w:r>
        <w:t xml:space="preserve"> ! </w:t>
      </w:r>
      <w:r w:rsidR="00636A18">
        <w:t>bon</w:t>
      </w:r>
      <w:r>
        <w:t xml:space="preserve"> ! </w:t>
      </w:r>
      <w:r w:rsidR="00636A18">
        <w:t>bon</w:t>
      </w:r>
      <w:r>
        <w:t xml:space="preserve"> ! </w:t>
      </w:r>
      <w:r w:rsidR="00636A18">
        <w:t>Je suis contente</w:t>
      </w:r>
      <w:r>
        <w:t xml:space="preserve">, </w:t>
      </w:r>
      <w:r w:rsidR="00636A18">
        <w:t>mais il ne faut pas me quitter quand je dors</w:t>
      </w:r>
      <w:r>
        <w:t>.</w:t>
      </w:r>
    </w:p>
    <w:p w14:paraId="3CF8AD21" w14:textId="575BB0DE" w:rsidR="00636A18" w:rsidRDefault="00D37400">
      <w:r>
        <w:t>— </w:t>
      </w:r>
      <w:r w:rsidR="00636A18">
        <w:t>Non</w:t>
      </w:r>
      <w:r>
        <w:t xml:space="preserve">, </w:t>
      </w:r>
      <w:r w:rsidR="00636A18">
        <w:t>grand</w:t>
      </w:r>
      <w:r>
        <w:t>’</w:t>
      </w:r>
      <w:r w:rsidR="00636A18">
        <w:t>mère</w:t>
      </w:r>
      <w:r>
        <w:t>. »</w:t>
      </w:r>
    </w:p>
    <w:p w14:paraId="2B16AA00" w14:textId="203A69EC" w:rsidR="00636A18" w:rsidRDefault="00636A18">
      <w:r>
        <w:t>Il paraît que la pauvre vieille avait peur à la fin et qu</w:t>
      </w:r>
      <w:r w:rsidR="00D37400">
        <w:t>’</w:t>
      </w:r>
      <w:r>
        <w:t>elle se disait</w:t>
      </w:r>
      <w:r w:rsidR="00D37400">
        <w:t> : « </w:t>
      </w:r>
      <w:r>
        <w:t>Tant que cet ange sera là pour me garder</w:t>
      </w:r>
      <w:r w:rsidR="00D37400">
        <w:t xml:space="preserve">, </w:t>
      </w:r>
      <w:r>
        <w:t>la mort n</w:t>
      </w:r>
      <w:r w:rsidR="00D37400">
        <w:t>’</w:t>
      </w:r>
      <w:r>
        <w:t>osera pas venir</w:t>
      </w:r>
      <w:r w:rsidR="00D37400">
        <w:t> ! »</w:t>
      </w:r>
    </w:p>
    <w:p w14:paraId="55526DEE" w14:textId="77777777" w:rsidR="00D37400" w:rsidRDefault="00636A18">
      <w:r>
        <w:t>Enfin elle s</w:t>
      </w:r>
      <w:r w:rsidR="00D37400">
        <w:t>’</w:t>
      </w:r>
      <w:r>
        <w:t>éteignit</w:t>
      </w:r>
      <w:r w:rsidR="00D37400">
        <w:t>.</w:t>
      </w:r>
    </w:p>
    <w:p w14:paraId="5E46B931" w14:textId="1170C423" w:rsidR="00D37400" w:rsidRDefault="00636A18">
      <w:r>
        <w:t>Je ne crois pas avoir vu de ma vie de douleur comparable à celle de Loïs</w:t>
      </w:r>
      <w:r w:rsidR="00D37400">
        <w:t xml:space="preserve">, </w:t>
      </w:r>
      <w:r>
        <w:t>lorsqu</w:t>
      </w:r>
      <w:r w:rsidR="00D37400">
        <w:t>’</w:t>
      </w:r>
      <w:r>
        <w:t>il fallut descendre la pauvre grand</w:t>
      </w:r>
      <w:r w:rsidR="00D37400">
        <w:t>’</w:t>
      </w:r>
      <w:r>
        <w:t>mère S</w:t>
      </w:r>
      <w:r>
        <w:t>a</w:t>
      </w:r>
      <w:r>
        <w:t>bine dans sa dernière demeure</w:t>
      </w:r>
      <w:r w:rsidR="00D37400">
        <w:t xml:space="preserve"> ; </w:t>
      </w:r>
      <w:r>
        <w:t>elle voulait se précipiter dans la fosse</w:t>
      </w:r>
      <w:r w:rsidR="00D37400">
        <w:t xml:space="preserve">… </w:t>
      </w:r>
      <w:r>
        <w:t>Je la retenais</w:t>
      </w:r>
      <w:r w:rsidR="00D37400">
        <w:t xml:space="preserve">, </w:t>
      </w:r>
      <w:r>
        <w:t>tout hors de moi</w:t>
      </w:r>
      <w:r w:rsidR="00D37400">
        <w:t xml:space="preserve">… </w:t>
      </w:r>
      <w:r>
        <w:t>Finalement</w:t>
      </w:r>
      <w:r w:rsidR="00D37400">
        <w:t xml:space="preserve">, </w:t>
      </w:r>
      <w:r>
        <w:t>elle tomba dans mes bras</w:t>
      </w:r>
      <w:r w:rsidR="00D37400">
        <w:t xml:space="preserve">, </w:t>
      </w:r>
      <w:r>
        <w:t>inanimée</w:t>
      </w:r>
      <w:r w:rsidR="00D37400">
        <w:t xml:space="preserve"> !… </w:t>
      </w:r>
      <w:r>
        <w:t>Il fallut la rapporter à la maison</w:t>
      </w:r>
      <w:r w:rsidR="00D37400">
        <w:t xml:space="preserve">, </w:t>
      </w:r>
      <w:r>
        <w:t>sur la même civière qui avait servi pour le cercueil</w:t>
      </w:r>
      <w:r w:rsidR="00D37400">
        <w:t xml:space="preserve">, </w:t>
      </w:r>
      <w:r>
        <w:t>et durant plus de six semaines elle fut comme suspendue entre la vie et la mort</w:t>
      </w:r>
      <w:r w:rsidR="00D37400">
        <w:t xml:space="preserve">. </w:t>
      </w:r>
      <w:r>
        <w:t>Rosalie la veillait</w:t>
      </w:r>
      <w:r w:rsidR="00D37400">
        <w:t>. M. </w:t>
      </w:r>
      <w:proofErr w:type="spellStart"/>
      <w:r>
        <w:t>Georgel</w:t>
      </w:r>
      <w:proofErr w:type="spellEnd"/>
      <w:r w:rsidR="00D37400">
        <w:t xml:space="preserve">, </w:t>
      </w:r>
      <w:r>
        <w:t>le meilleur médecin de la ville</w:t>
      </w:r>
      <w:r w:rsidR="00D37400">
        <w:t xml:space="preserve">, </w:t>
      </w:r>
      <w:r>
        <w:t>que j</w:t>
      </w:r>
      <w:r w:rsidR="00D37400">
        <w:t>’</w:t>
      </w:r>
      <w:r>
        <w:t>avais fait appeler tout de suite</w:t>
      </w:r>
      <w:r w:rsidR="00D37400">
        <w:t xml:space="preserve">, </w:t>
      </w:r>
      <w:r>
        <w:t>n</w:t>
      </w:r>
      <w:r w:rsidR="00D37400">
        <w:t>’</w:t>
      </w:r>
      <w:r>
        <w:t>osait répondre de rien</w:t>
      </w:r>
      <w:r w:rsidR="00D37400">
        <w:t xml:space="preserve">. </w:t>
      </w:r>
      <w:r>
        <w:t>J</w:t>
      </w:r>
      <w:r w:rsidR="00D37400">
        <w:t>’</w:t>
      </w:r>
      <w:r>
        <w:t xml:space="preserve">étais dans une désolation </w:t>
      </w:r>
      <w:r>
        <w:lastRenderedPageBreak/>
        <w:t>inexprimable</w:t>
      </w:r>
      <w:r w:rsidR="00D37400">
        <w:t xml:space="preserve"> ; </w:t>
      </w:r>
      <w:r>
        <w:t xml:space="preserve">et </w:t>
      </w:r>
      <w:r w:rsidR="00D37400">
        <w:t>M. </w:t>
      </w:r>
      <w:r>
        <w:t>le curé lui-même</w:t>
      </w:r>
      <w:r w:rsidR="00D37400">
        <w:t xml:space="preserve">, </w:t>
      </w:r>
      <w:r>
        <w:t>chaque fois qu</w:t>
      </w:r>
      <w:r w:rsidR="00D37400">
        <w:t>’</w:t>
      </w:r>
      <w:r>
        <w:t>il venait voir la pauvre enfant</w:t>
      </w:r>
      <w:r w:rsidR="00D37400">
        <w:t xml:space="preserve">, </w:t>
      </w:r>
      <w:r>
        <w:t>en proie à des cauchemars terribles</w:t>
      </w:r>
      <w:r w:rsidR="00D37400">
        <w:t xml:space="preserve">, </w:t>
      </w:r>
      <w:r>
        <w:t>s</w:t>
      </w:r>
      <w:r w:rsidR="00D37400">
        <w:t>’</w:t>
      </w:r>
      <w:r>
        <w:t>en retournait con</w:t>
      </w:r>
      <w:r>
        <w:t>s</w:t>
      </w:r>
      <w:r>
        <w:t>terné</w:t>
      </w:r>
      <w:r w:rsidR="00D37400">
        <w:t>.</w:t>
      </w:r>
    </w:p>
    <w:p w14:paraId="33423A3C" w14:textId="4BA2D65D" w:rsidR="00D37400" w:rsidRDefault="00636A18">
      <w:r>
        <w:t>Enfin la jeunesse</w:t>
      </w:r>
      <w:r w:rsidR="00D37400">
        <w:t xml:space="preserve">, </w:t>
      </w:r>
      <w:r>
        <w:t>le retour de la belle saison et les bons soins de Rosalie triomphèrent peu à peu de ces crises nerveuses</w:t>
      </w:r>
      <w:r w:rsidR="00D37400">
        <w:t xml:space="preserve">, </w:t>
      </w:r>
      <w:r>
        <w:t>qui se suivaient en s</w:t>
      </w:r>
      <w:r w:rsidR="00D37400">
        <w:t>’</w:t>
      </w:r>
      <w:r>
        <w:t>affaiblissant toujours</w:t>
      </w:r>
      <w:r w:rsidR="00D37400">
        <w:t xml:space="preserve">, </w:t>
      </w:r>
      <w:r>
        <w:t>et qui finirent par disparaître</w:t>
      </w:r>
      <w:r w:rsidR="00D37400">
        <w:t xml:space="preserve">. </w:t>
      </w:r>
      <w:r>
        <w:t>Mais Loïs était bien faible</w:t>
      </w:r>
      <w:r w:rsidR="00D37400">
        <w:t xml:space="preserve">, </w:t>
      </w:r>
      <w:r>
        <w:t>elle ne pouvait entendre une note de musique sans fondre en larmes</w:t>
      </w:r>
      <w:r w:rsidR="00D37400">
        <w:t xml:space="preserve">, </w:t>
      </w:r>
      <w:r>
        <w:t xml:space="preserve">et </w:t>
      </w:r>
      <w:r w:rsidR="00D37400">
        <w:t>M. </w:t>
      </w:r>
      <w:proofErr w:type="spellStart"/>
      <w:r>
        <w:t>Georgel</w:t>
      </w:r>
      <w:proofErr w:type="spellEnd"/>
      <w:r>
        <w:t xml:space="preserve"> me dit que les bains de rivière pourraient seuls la rétablir compl</w:t>
      </w:r>
      <w:r>
        <w:t>è</w:t>
      </w:r>
      <w:r>
        <w:t>tement</w:t>
      </w:r>
      <w:r w:rsidR="00D37400">
        <w:t>.</w:t>
      </w:r>
    </w:p>
    <w:p w14:paraId="189971DB" w14:textId="36A9346B" w:rsidR="00D37400" w:rsidRDefault="00636A18">
      <w:r>
        <w:t>Il fut donc résolu qu</w:t>
      </w:r>
      <w:r w:rsidR="00D37400">
        <w:t>’</w:t>
      </w:r>
      <w:r>
        <w:t>elle irait passer un ou deux mois à Clairefontaine</w:t>
      </w:r>
      <w:r w:rsidR="00D37400">
        <w:t xml:space="preserve">, </w:t>
      </w:r>
      <w:r>
        <w:t>avec ma sœur Rosalie</w:t>
      </w:r>
      <w:r w:rsidR="00D37400">
        <w:t xml:space="preserve">, </w:t>
      </w:r>
      <w:r>
        <w:t>et qu</w:t>
      </w:r>
      <w:r w:rsidR="00D37400">
        <w:t>’</w:t>
      </w:r>
      <w:r>
        <w:t>en attendant leur retour je prendrais ma pension à l</w:t>
      </w:r>
      <w:r w:rsidR="00D37400">
        <w:t>’</w:t>
      </w:r>
      <w:r>
        <w:t>hôtel de la Carpe</w:t>
      </w:r>
      <w:r w:rsidR="00D37400">
        <w:t xml:space="preserve">, </w:t>
      </w:r>
      <w:r>
        <w:t xml:space="preserve">où </w:t>
      </w:r>
      <w:r w:rsidR="00D37400">
        <w:t>M. </w:t>
      </w:r>
      <w:r>
        <w:t>le juge de paix Richard</w:t>
      </w:r>
      <w:r w:rsidR="00D37400">
        <w:t>, M. </w:t>
      </w:r>
      <w:r>
        <w:t>l</w:t>
      </w:r>
      <w:r w:rsidR="00D37400">
        <w:t>’</w:t>
      </w:r>
      <w:r>
        <w:t>adjoint Duhem</w:t>
      </w:r>
      <w:r w:rsidR="00D37400">
        <w:t xml:space="preserve">, </w:t>
      </w:r>
      <w:r>
        <w:t>quelques vieux off</w:t>
      </w:r>
      <w:r>
        <w:t>i</w:t>
      </w:r>
      <w:r>
        <w:t>ciers en retraite et d</w:t>
      </w:r>
      <w:r w:rsidR="00D37400">
        <w:t>’</w:t>
      </w:r>
      <w:r>
        <w:t>autres bourgeois honorables vivaient comme en famille</w:t>
      </w:r>
      <w:r w:rsidR="00D37400">
        <w:t>.</w:t>
      </w:r>
    </w:p>
    <w:p w14:paraId="27A04DE3" w14:textId="77777777" w:rsidR="00D37400" w:rsidRDefault="00636A18">
      <w:r>
        <w:t>Je comptais bien aller voir de temps en temps Loïs</w:t>
      </w:r>
      <w:r w:rsidR="00D37400">
        <w:t xml:space="preserve">, </w:t>
      </w:r>
      <w:r>
        <w:t>car Clairefontaine n</w:t>
      </w:r>
      <w:r w:rsidR="00D37400">
        <w:t>’</w:t>
      </w:r>
      <w:r>
        <w:t>est pas à plus d</w:t>
      </w:r>
      <w:r w:rsidR="00D37400">
        <w:t>’</w:t>
      </w:r>
      <w:r>
        <w:t>une lieue de Sainte-Suzanne</w:t>
      </w:r>
      <w:r w:rsidR="00D37400">
        <w:t xml:space="preserve">, </w:t>
      </w:r>
      <w:r>
        <w:t>et rien ne m</w:t>
      </w:r>
      <w:r w:rsidR="00D37400">
        <w:t>’</w:t>
      </w:r>
      <w:r>
        <w:t>était plus facile que de partir après mes leçons vers cinq heures</w:t>
      </w:r>
      <w:r w:rsidR="00D37400">
        <w:t xml:space="preserve">, </w:t>
      </w:r>
      <w:r>
        <w:t>de gagner tranquillement la vallée sans me presser et d</w:t>
      </w:r>
      <w:r w:rsidR="00D37400">
        <w:t>’</w:t>
      </w:r>
      <w:r>
        <w:t>être de retour à la nuit</w:t>
      </w:r>
      <w:r w:rsidR="00D37400">
        <w:t>.</w:t>
      </w:r>
    </w:p>
    <w:p w14:paraId="562DBB03" w14:textId="77777777" w:rsidR="00D37400" w:rsidRDefault="00636A18">
      <w:r>
        <w:t>Les choses furent donc arrêtées de la sorte</w:t>
      </w:r>
      <w:r w:rsidR="00D37400">
        <w:t xml:space="preserve">, </w:t>
      </w:r>
      <w:r>
        <w:t>et</w:t>
      </w:r>
      <w:r w:rsidR="00D37400">
        <w:t xml:space="preserve">, </w:t>
      </w:r>
      <w:r>
        <w:t>dès le milieu de juin</w:t>
      </w:r>
      <w:r w:rsidR="00D37400">
        <w:t xml:space="preserve">, </w:t>
      </w:r>
      <w:r>
        <w:t>Rosalie et Loïs se trouvaient là-bas en bonne et no</w:t>
      </w:r>
      <w:r>
        <w:t>m</w:t>
      </w:r>
      <w:r>
        <w:t>breuse compagnie</w:t>
      </w:r>
      <w:r w:rsidR="00D37400">
        <w:t>.</w:t>
      </w:r>
    </w:p>
    <w:p w14:paraId="59BFB115" w14:textId="77777777" w:rsidR="00D37400" w:rsidRDefault="00636A18">
      <w:r>
        <w:t>Le petit village de Clairefontaine</w:t>
      </w:r>
      <w:r w:rsidR="00D37400">
        <w:t xml:space="preserve">, </w:t>
      </w:r>
      <w:r>
        <w:t>aujourd</w:t>
      </w:r>
      <w:r w:rsidR="00D37400">
        <w:t>’</w:t>
      </w:r>
      <w:r>
        <w:t>hui gâté par le chemin de fer</w:t>
      </w:r>
      <w:r w:rsidR="00D37400">
        <w:t xml:space="preserve">, </w:t>
      </w:r>
      <w:r>
        <w:t>était alors la plus jolie retraite qu</w:t>
      </w:r>
      <w:r w:rsidR="00D37400">
        <w:t>’</w:t>
      </w:r>
      <w:r>
        <w:t>il soit possible d</w:t>
      </w:r>
      <w:r w:rsidR="00D37400">
        <w:t>’</w:t>
      </w:r>
      <w:r>
        <w:t>imaginer</w:t>
      </w:r>
      <w:r w:rsidR="00D37400">
        <w:t xml:space="preserve"> ; </w:t>
      </w:r>
      <w:r>
        <w:t>un véritable nid de mousse et de verdure perdu dans la montagne</w:t>
      </w:r>
      <w:r w:rsidR="00D37400">
        <w:t>.</w:t>
      </w:r>
    </w:p>
    <w:p w14:paraId="5B8FEDEC" w14:textId="77777777" w:rsidR="00D37400" w:rsidRDefault="00636A18">
      <w:r>
        <w:t>Au-dessus de la côte</w:t>
      </w:r>
      <w:r w:rsidR="00D37400">
        <w:t xml:space="preserve">, </w:t>
      </w:r>
      <w:r>
        <w:t>une ruine</w:t>
      </w:r>
      <w:r w:rsidR="00D37400">
        <w:t xml:space="preserve"> ; </w:t>
      </w:r>
      <w:r>
        <w:t>au pied</w:t>
      </w:r>
      <w:r w:rsidR="00D37400">
        <w:t xml:space="preserve">, </w:t>
      </w:r>
      <w:r>
        <w:t>une centaine de maisonnettes tapissées de lierre</w:t>
      </w:r>
      <w:r w:rsidR="00D37400">
        <w:t xml:space="preserve">, </w:t>
      </w:r>
      <w:r>
        <w:t xml:space="preserve">les toits de bardeaux en </w:t>
      </w:r>
      <w:r>
        <w:lastRenderedPageBreak/>
        <w:t>a</w:t>
      </w:r>
      <w:r>
        <w:t>u</w:t>
      </w:r>
      <w:r>
        <w:t>vent</w:t>
      </w:r>
      <w:r w:rsidR="00D37400">
        <w:t xml:space="preserve">, </w:t>
      </w:r>
      <w:r>
        <w:t>les petites fenêtres presque à ras de terre</w:t>
      </w:r>
      <w:r w:rsidR="00D37400">
        <w:t xml:space="preserve">, </w:t>
      </w:r>
      <w:r>
        <w:t>les étables</w:t>
      </w:r>
      <w:r w:rsidR="00D37400">
        <w:t xml:space="preserve">, </w:t>
      </w:r>
      <w:r>
        <w:t>les hangars appuyés aux pignons</w:t>
      </w:r>
      <w:r w:rsidR="00D37400">
        <w:t xml:space="preserve"> ; </w:t>
      </w:r>
      <w:r>
        <w:t>le tout côtoyant la rivière</w:t>
      </w:r>
      <w:r w:rsidR="00D37400">
        <w:t xml:space="preserve">, </w:t>
      </w:r>
      <w:r>
        <w:t>qui fuyait</w:t>
      </w:r>
      <w:r w:rsidR="00D37400">
        <w:t xml:space="preserve">, </w:t>
      </w:r>
      <w:r>
        <w:t>étincelante et vive comme une truite</w:t>
      </w:r>
      <w:r w:rsidR="00D37400">
        <w:t xml:space="preserve">, </w:t>
      </w:r>
      <w:r>
        <w:t>sur son lit de beau sable roux</w:t>
      </w:r>
      <w:r w:rsidR="00D37400">
        <w:t>.</w:t>
      </w:r>
    </w:p>
    <w:p w14:paraId="1BF632A6" w14:textId="77777777" w:rsidR="00D37400" w:rsidRDefault="00636A18">
      <w:r>
        <w:t>Chaque maisonnette avait sa porte de derrière et sa petite allée traversant le jardinet</w:t>
      </w:r>
      <w:r w:rsidR="00D37400">
        <w:t xml:space="preserve">, </w:t>
      </w:r>
      <w:r>
        <w:t>pour se rendre à la rivière</w:t>
      </w:r>
      <w:r w:rsidR="00D37400">
        <w:t xml:space="preserve">, </w:t>
      </w:r>
      <w:r>
        <w:t>où l</w:t>
      </w:r>
      <w:r w:rsidR="00D37400">
        <w:t>’</w:t>
      </w:r>
      <w:r>
        <w:t>on entrait jusqu</w:t>
      </w:r>
      <w:r w:rsidR="00D37400">
        <w:t>’</w:t>
      </w:r>
      <w:r>
        <w:t>aux épaules par un escalier de cinq ou six marches</w:t>
      </w:r>
      <w:r w:rsidR="00D37400">
        <w:t>.</w:t>
      </w:r>
    </w:p>
    <w:p w14:paraId="107E7778" w14:textId="77777777" w:rsidR="00D37400" w:rsidRDefault="00636A18">
      <w:r>
        <w:t>Les dames</w:t>
      </w:r>
      <w:r w:rsidR="00D37400">
        <w:t xml:space="preserve">, </w:t>
      </w:r>
      <w:r>
        <w:t>leur bain pris</w:t>
      </w:r>
      <w:r w:rsidR="00D37400">
        <w:t xml:space="preserve">, </w:t>
      </w:r>
      <w:r>
        <w:t>n</w:t>
      </w:r>
      <w:r w:rsidR="00D37400">
        <w:t>’</w:t>
      </w:r>
      <w:r>
        <w:t>avaient que deux pas à faire pour être chez elles</w:t>
      </w:r>
      <w:r w:rsidR="00D37400">
        <w:t xml:space="preserve">, </w:t>
      </w:r>
      <w:r>
        <w:t>sous la loge en charmille où papillotait le soleil et s</w:t>
      </w:r>
      <w:r w:rsidR="00D37400">
        <w:t>’</w:t>
      </w:r>
      <w:r>
        <w:t>égosillaient les mésanges et les fauvettes du matin au soir</w:t>
      </w:r>
      <w:r w:rsidR="00D37400">
        <w:t>.</w:t>
      </w:r>
    </w:p>
    <w:p w14:paraId="1FC82A05" w14:textId="77777777" w:rsidR="00D37400" w:rsidRDefault="00636A18">
      <w:r>
        <w:t>Au milieu de tout cela</w:t>
      </w:r>
      <w:r w:rsidR="00D37400">
        <w:t xml:space="preserve">, </w:t>
      </w:r>
      <w:r>
        <w:t>s</w:t>
      </w:r>
      <w:r w:rsidR="00D37400">
        <w:t>’</w:t>
      </w:r>
      <w:r>
        <w:t>élançait le clocher de l</w:t>
      </w:r>
      <w:r w:rsidR="00D37400">
        <w:t>’</w:t>
      </w:r>
      <w:r>
        <w:t>antique église</w:t>
      </w:r>
      <w:r w:rsidR="00D37400">
        <w:t xml:space="preserve">, </w:t>
      </w:r>
      <w:r>
        <w:t>surmonté de son coq</w:t>
      </w:r>
      <w:r w:rsidR="00D37400">
        <w:t xml:space="preserve"> ; </w:t>
      </w:r>
      <w:r>
        <w:t>le cimetière derrière</w:t>
      </w:r>
      <w:r w:rsidR="00D37400">
        <w:t xml:space="preserve">, </w:t>
      </w:r>
      <w:r>
        <w:t>avec ses croix moussues et ses tombes aux inscriptions effacées</w:t>
      </w:r>
      <w:r w:rsidR="00D37400">
        <w:t>.</w:t>
      </w:r>
    </w:p>
    <w:p w14:paraId="027F2A29" w14:textId="77777777" w:rsidR="00D37400" w:rsidRDefault="00636A18">
      <w:r>
        <w:t>Rien ne manquait aux agréments de Clairefontaine</w:t>
      </w:r>
      <w:r w:rsidR="00D37400">
        <w:t xml:space="preserve">, </w:t>
      </w:r>
      <w:r>
        <w:t>ni le chant des orgues le dimanche</w:t>
      </w:r>
      <w:r w:rsidR="00D37400">
        <w:t xml:space="preserve">, </w:t>
      </w:r>
      <w:r>
        <w:t>ni le son des cloches</w:t>
      </w:r>
      <w:r w:rsidR="00D37400">
        <w:t xml:space="preserve">, </w:t>
      </w:r>
      <w:r>
        <w:t>qui se pr</w:t>
      </w:r>
      <w:r>
        <w:t>o</w:t>
      </w:r>
      <w:r>
        <w:t>longe au loin dans les échos de la montagne</w:t>
      </w:r>
      <w:r w:rsidR="00D37400">
        <w:t>.</w:t>
      </w:r>
    </w:p>
    <w:p w14:paraId="68AFD946" w14:textId="77777777" w:rsidR="00D37400" w:rsidRDefault="00636A18">
      <w:r>
        <w:t>Aussi les bonnes vieilles de Sainte-Suzanne</w:t>
      </w:r>
      <w:r w:rsidR="00D37400">
        <w:t xml:space="preserve">, </w:t>
      </w:r>
      <w:r>
        <w:t>épouses ou veuves d</w:t>
      </w:r>
      <w:r w:rsidR="00D37400">
        <w:t>’</w:t>
      </w:r>
      <w:r>
        <w:t>officiers en retraite</w:t>
      </w:r>
      <w:r w:rsidR="00D37400">
        <w:t xml:space="preserve">, </w:t>
      </w:r>
      <w:r>
        <w:t>de petits fonctionnaires</w:t>
      </w:r>
      <w:r w:rsidR="00D37400">
        <w:t xml:space="preserve">, </w:t>
      </w:r>
      <w:r>
        <w:t>de petits rentiers</w:t>
      </w:r>
      <w:r w:rsidR="00D37400">
        <w:t xml:space="preserve">, </w:t>
      </w:r>
      <w:r>
        <w:t>aussitôt la belle saison venue</w:t>
      </w:r>
      <w:r w:rsidR="00D37400">
        <w:t xml:space="preserve">, </w:t>
      </w:r>
      <w:r>
        <w:t>descendaient à Clair</w:t>
      </w:r>
      <w:r>
        <w:t>e</w:t>
      </w:r>
      <w:r>
        <w:t>fontaine en procession</w:t>
      </w:r>
      <w:r w:rsidR="00D37400">
        <w:t xml:space="preserve">, </w:t>
      </w:r>
      <w:r>
        <w:t>leurs grands chapeaux à la bibi allongés devant le nez</w:t>
      </w:r>
      <w:r w:rsidR="00D37400">
        <w:t xml:space="preserve">, </w:t>
      </w:r>
      <w:r>
        <w:t>le</w:t>
      </w:r>
      <w:r w:rsidRPr="00B83853">
        <w:t xml:space="preserve"> ridicule </w:t>
      </w:r>
      <w:r>
        <w:t>au coude</w:t>
      </w:r>
      <w:r w:rsidR="00D37400">
        <w:t xml:space="preserve">, </w:t>
      </w:r>
      <w:r>
        <w:t>leurs affiquets sur le bras</w:t>
      </w:r>
      <w:r w:rsidR="00D37400">
        <w:t xml:space="preserve">, </w:t>
      </w:r>
      <w:r>
        <w:t>pour aller s</w:t>
      </w:r>
      <w:r w:rsidR="00D37400">
        <w:t>’</w:t>
      </w:r>
      <w:r>
        <w:t>installer au village</w:t>
      </w:r>
      <w:r w:rsidR="00D37400">
        <w:t xml:space="preserve">, </w:t>
      </w:r>
      <w:r>
        <w:t>chez quelque paysanne que l</w:t>
      </w:r>
      <w:r w:rsidR="00D37400">
        <w:t>’</w:t>
      </w:r>
      <w:r>
        <w:t>on connaissait</w:t>
      </w:r>
      <w:r w:rsidR="00D37400">
        <w:t xml:space="preserve">, </w:t>
      </w:r>
      <w:r>
        <w:t>pour lui acheter habituellement ses œufs</w:t>
      </w:r>
      <w:r w:rsidR="00D37400">
        <w:t xml:space="preserve">, </w:t>
      </w:r>
      <w:r>
        <w:t>ses po</w:t>
      </w:r>
      <w:r>
        <w:t>u</w:t>
      </w:r>
      <w:r>
        <w:t>lets et ses légumes au marché de la ville</w:t>
      </w:r>
      <w:r w:rsidR="00D37400">
        <w:t xml:space="preserve">, </w:t>
      </w:r>
      <w:r>
        <w:t>et qui vous recevait à bras ouverts</w:t>
      </w:r>
      <w:r w:rsidR="00D37400">
        <w:t>.</w:t>
      </w:r>
    </w:p>
    <w:p w14:paraId="5837A86A" w14:textId="77777777" w:rsidR="00D37400" w:rsidRDefault="00636A18">
      <w:r>
        <w:t>Et l</w:t>
      </w:r>
      <w:r w:rsidR="00D37400">
        <w:t>’</w:t>
      </w:r>
      <w:r>
        <w:t>on se baignait</w:t>
      </w:r>
      <w:r w:rsidR="00D37400">
        <w:t xml:space="preserve">, </w:t>
      </w:r>
      <w:r>
        <w:t>on se réunissait à quatre ou cinq</w:t>
      </w:r>
      <w:r w:rsidR="00D37400">
        <w:t xml:space="preserve">, </w:t>
      </w:r>
      <w:r>
        <w:t>tantôt chez l</w:t>
      </w:r>
      <w:r w:rsidR="00D37400">
        <w:t>’</w:t>
      </w:r>
      <w:r>
        <w:t>une</w:t>
      </w:r>
      <w:r w:rsidR="00D37400">
        <w:t xml:space="preserve">, </w:t>
      </w:r>
      <w:r>
        <w:t>tantôt chez l</w:t>
      </w:r>
      <w:r w:rsidR="00D37400">
        <w:t>’</w:t>
      </w:r>
      <w:r>
        <w:t>autre</w:t>
      </w:r>
      <w:r w:rsidR="00D37400">
        <w:t xml:space="preserve">, </w:t>
      </w:r>
      <w:r>
        <w:t>pour jaser</w:t>
      </w:r>
      <w:r w:rsidR="00D37400">
        <w:t xml:space="preserve">, </w:t>
      </w:r>
      <w:r>
        <w:t>pour tricoter ou faire sa partie de loto</w:t>
      </w:r>
      <w:r w:rsidR="00D37400">
        <w:t xml:space="preserve"> ; </w:t>
      </w:r>
      <w:r>
        <w:t>on assistait à la messe</w:t>
      </w:r>
      <w:r w:rsidR="00D37400">
        <w:t xml:space="preserve"> ; </w:t>
      </w:r>
      <w:r>
        <w:t xml:space="preserve">aucune de vos </w:t>
      </w:r>
      <w:r>
        <w:lastRenderedPageBreak/>
        <w:t>hab</w:t>
      </w:r>
      <w:r>
        <w:t>i</w:t>
      </w:r>
      <w:r>
        <w:t>tudes n</w:t>
      </w:r>
      <w:r w:rsidR="00D37400">
        <w:t>’</w:t>
      </w:r>
      <w:r>
        <w:t>était dérangée et l</w:t>
      </w:r>
      <w:r w:rsidR="00D37400">
        <w:t>’</w:t>
      </w:r>
      <w:r>
        <w:t>on jouissait</w:t>
      </w:r>
      <w:r w:rsidR="00D37400">
        <w:t xml:space="preserve">, </w:t>
      </w:r>
      <w:r>
        <w:t>presque pour rien</w:t>
      </w:r>
      <w:r w:rsidR="00D37400">
        <w:t xml:space="preserve">, </w:t>
      </w:r>
      <w:r>
        <w:t>des plaisirs de la campagne</w:t>
      </w:r>
      <w:r w:rsidR="00D37400">
        <w:t>.</w:t>
      </w:r>
    </w:p>
    <w:p w14:paraId="6DD69D5A" w14:textId="77777777" w:rsidR="00D37400" w:rsidRDefault="00636A18">
      <w:r>
        <w:t>Aujourd</w:t>
      </w:r>
      <w:r w:rsidR="00D37400">
        <w:t>’</w:t>
      </w:r>
      <w:r>
        <w:t>hui que toutes les provisions vont à Paris par le chemin de fer</w:t>
      </w:r>
      <w:r w:rsidR="00D37400">
        <w:t xml:space="preserve">, </w:t>
      </w:r>
      <w:r>
        <w:t>et que les bons paysans ne songent plus qu</w:t>
      </w:r>
      <w:r w:rsidR="00D37400">
        <w:t>’</w:t>
      </w:r>
      <w:r>
        <w:t>à g</w:t>
      </w:r>
      <w:r>
        <w:t>a</w:t>
      </w:r>
      <w:r>
        <w:t>gner de l</w:t>
      </w:r>
      <w:r w:rsidR="00D37400">
        <w:t>’</w:t>
      </w:r>
      <w:r>
        <w:t>argent</w:t>
      </w:r>
      <w:r w:rsidR="00D37400">
        <w:t xml:space="preserve">, </w:t>
      </w:r>
      <w:r>
        <w:t>Clairefontaine</w:t>
      </w:r>
      <w:r w:rsidR="00D37400">
        <w:t xml:space="preserve">, </w:t>
      </w:r>
      <w:r>
        <w:t>comme tant d</w:t>
      </w:r>
      <w:r w:rsidR="00D37400">
        <w:t>’</w:t>
      </w:r>
      <w:r>
        <w:t>autres endroits pittoresques</w:t>
      </w:r>
      <w:r w:rsidR="00D37400">
        <w:t xml:space="preserve">, </w:t>
      </w:r>
      <w:r>
        <w:t>n</w:t>
      </w:r>
      <w:r w:rsidR="00D37400">
        <w:t>’</w:t>
      </w:r>
      <w:r>
        <w:t>offre plus aux regards des visiteurs que sa belle gare</w:t>
      </w:r>
      <w:r w:rsidR="00D37400">
        <w:t xml:space="preserve">, </w:t>
      </w:r>
      <w:r>
        <w:t>ses tas de houille et de ballots</w:t>
      </w:r>
      <w:r w:rsidR="00D37400">
        <w:t xml:space="preserve">, </w:t>
      </w:r>
      <w:r>
        <w:t>ses treuils</w:t>
      </w:r>
      <w:r w:rsidR="00D37400">
        <w:t xml:space="preserve">, </w:t>
      </w:r>
      <w:r>
        <w:t>ses futailles</w:t>
      </w:r>
      <w:r w:rsidR="00D37400">
        <w:t xml:space="preserve">, </w:t>
      </w:r>
      <w:r>
        <w:t>etc</w:t>
      </w:r>
      <w:r w:rsidR="00D37400">
        <w:t>.</w:t>
      </w:r>
    </w:p>
    <w:p w14:paraId="31EBD98C" w14:textId="77777777" w:rsidR="00D37400" w:rsidRDefault="00636A18">
      <w:r>
        <w:t>Vous n</w:t>
      </w:r>
      <w:r w:rsidR="00D37400">
        <w:t>’</w:t>
      </w:r>
      <w:r>
        <w:t>entendez plus que les sifflements de la locomotive et le passage des trains descendant ou remontant la vallée</w:t>
      </w:r>
      <w:r w:rsidR="00D37400">
        <w:t xml:space="preserve">, </w:t>
      </w:r>
      <w:r>
        <w:t>avec un bruit de tonnerre</w:t>
      </w:r>
      <w:r w:rsidR="00D37400">
        <w:t>.</w:t>
      </w:r>
    </w:p>
    <w:p w14:paraId="2FEDDC02" w14:textId="77777777" w:rsidR="00D37400" w:rsidRDefault="00636A18">
      <w:r w:rsidRPr="0000601A">
        <w:t>La poésie s</w:t>
      </w:r>
      <w:r w:rsidR="00D37400">
        <w:t>’</w:t>
      </w:r>
      <w:r w:rsidRPr="0000601A">
        <w:t>en est allée</w:t>
      </w:r>
      <w:r w:rsidR="00D37400">
        <w:t xml:space="preserve"> ! </w:t>
      </w:r>
      <w:r w:rsidRPr="0000601A">
        <w:t>Mais en 1865</w:t>
      </w:r>
      <w:r>
        <w:t xml:space="preserve"> nous n</w:t>
      </w:r>
      <w:r w:rsidR="00D37400">
        <w:t>’</w:t>
      </w:r>
      <w:r>
        <w:t>en étions pas encore là</w:t>
      </w:r>
      <w:r w:rsidR="00D37400">
        <w:t xml:space="preserve">. </w:t>
      </w:r>
      <w:r>
        <w:t>Dieu merci</w:t>
      </w:r>
      <w:r w:rsidR="00D37400">
        <w:t xml:space="preserve"> ! </w:t>
      </w:r>
      <w:r>
        <w:t xml:space="preserve">Nous </w:t>
      </w:r>
      <w:r>
        <w:rPr>
          <w:bCs/>
        </w:rPr>
        <w:t>a</w:t>
      </w:r>
      <w:r>
        <w:t>vions encore quelques belles a</w:t>
      </w:r>
      <w:r>
        <w:t>n</w:t>
      </w:r>
      <w:r>
        <w:t>nées à passer</w:t>
      </w:r>
      <w:r w:rsidR="00D37400">
        <w:t>.</w:t>
      </w:r>
    </w:p>
    <w:p w14:paraId="42708538" w14:textId="77777777" w:rsidR="00D37400" w:rsidRDefault="00636A18">
      <w:r w:rsidRPr="0000601A">
        <w:t>J</w:t>
      </w:r>
      <w:r w:rsidR="00D37400">
        <w:t>’</w:t>
      </w:r>
      <w:r w:rsidRPr="0000601A">
        <w:t>avais loué pour Rosalie et Loïs</w:t>
      </w:r>
      <w:r>
        <w:t xml:space="preserve"> un mo</w:t>
      </w:r>
      <w:r>
        <w:rPr>
          <w:bCs/>
        </w:rPr>
        <w:t>d</w:t>
      </w:r>
      <w:r>
        <w:t>este logement chez la mère Jeannette</w:t>
      </w:r>
      <w:r w:rsidR="00D37400">
        <w:t xml:space="preserve">, </w:t>
      </w:r>
      <w:r>
        <w:t>dont la fille Charlotte venait tous les vendr</w:t>
      </w:r>
      <w:r>
        <w:t>e</w:t>
      </w:r>
      <w:r>
        <w:t>dis approvisionner notre petit ménage de tout ce qui se co</w:t>
      </w:r>
      <w:r>
        <w:t>n</w:t>
      </w:r>
      <w:r>
        <w:t>sommait à la maison</w:t>
      </w:r>
      <w:r w:rsidR="00D37400">
        <w:t xml:space="preserve">. </w:t>
      </w:r>
      <w:r>
        <w:t>Cent francs par mois pour deux pe</w:t>
      </w:r>
      <w:r>
        <w:t>r</w:t>
      </w:r>
      <w:r>
        <w:t>sonnes</w:t>
      </w:r>
      <w:r w:rsidR="00D37400">
        <w:t xml:space="preserve">, </w:t>
      </w:r>
      <w:r>
        <w:t>c</w:t>
      </w:r>
      <w:r w:rsidR="00D37400">
        <w:t>’</w:t>
      </w:r>
      <w:r>
        <w:t>était une grosse somme à l</w:t>
      </w:r>
      <w:r w:rsidR="00D37400">
        <w:t>’</w:t>
      </w:r>
      <w:r>
        <w:t>époque</w:t>
      </w:r>
      <w:r w:rsidR="00D37400">
        <w:t xml:space="preserve"> ; </w:t>
      </w:r>
      <w:r>
        <w:t>aussi</w:t>
      </w:r>
      <w:r w:rsidR="00D37400">
        <w:t xml:space="preserve">, </w:t>
      </w:r>
      <w:r>
        <w:t>comme la mère Jeannette soignait ses pensionnaires</w:t>
      </w:r>
      <w:r w:rsidR="00D37400">
        <w:t> !</w:t>
      </w:r>
    </w:p>
    <w:p w14:paraId="127FD91E" w14:textId="77777777" w:rsidR="00D37400" w:rsidRDefault="00636A18">
      <w:r>
        <w:t>Vous aviez les œufs du jour même</w:t>
      </w:r>
      <w:r w:rsidR="00D37400">
        <w:t xml:space="preserve">, </w:t>
      </w:r>
      <w:r>
        <w:t>le beurre au sortir de la baratte</w:t>
      </w:r>
      <w:r w:rsidR="00D37400">
        <w:t xml:space="preserve">, </w:t>
      </w:r>
      <w:r>
        <w:t>la crème était de la veille</w:t>
      </w:r>
      <w:r w:rsidR="00D37400">
        <w:t xml:space="preserve">, </w:t>
      </w:r>
      <w:r>
        <w:t>le petit vin rosé aigrelet était à discrétion</w:t>
      </w:r>
      <w:r w:rsidR="00D37400">
        <w:t xml:space="preserve"> ; </w:t>
      </w:r>
      <w:r>
        <w:t>la galette</w:t>
      </w:r>
      <w:r w:rsidR="00D37400">
        <w:t xml:space="preserve">, </w:t>
      </w:r>
      <w:r>
        <w:t>les gibelottes</w:t>
      </w:r>
      <w:r w:rsidR="00D37400">
        <w:t xml:space="preserve">, </w:t>
      </w:r>
      <w:r>
        <w:t>les poulets formaient l</w:t>
      </w:r>
      <w:r w:rsidR="00D37400">
        <w:t>’</w:t>
      </w:r>
      <w:r>
        <w:t>ordinaire</w:t>
      </w:r>
      <w:r w:rsidR="00D37400">
        <w:t xml:space="preserve">, </w:t>
      </w:r>
      <w:r>
        <w:t>et vous aviez tou</w:t>
      </w:r>
      <w:r>
        <w:rPr>
          <w:bCs/>
        </w:rPr>
        <w:t>j</w:t>
      </w:r>
      <w:r>
        <w:t>ours de ce bon pain de ménage dont l</w:t>
      </w:r>
      <w:r w:rsidR="00D37400">
        <w:t>’</w:t>
      </w:r>
      <w:r>
        <w:t>odeur seule vous ouvre l</w:t>
      </w:r>
      <w:r w:rsidR="00D37400">
        <w:t>’</w:t>
      </w:r>
      <w:r>
        <w:t>appétit</w:t>
      </w:r>
      <w:r w:rsidR="00D37400">
        <w:t>.</w:t>
      </w:r>
    </w:p>
    <w:p w14:paraId="4F7672DF" w14:textId="77777777" w:rsidR="00D37400" w:rsidRDefault="00636A18">
      <w:r>
        <w:t>Il ne fallait acheter en ville que la viande de boucherie</w:t>
      </w:r>
      <w:r w:rsidR="00D37400">
        <w:t xml:space="preserve">, </w:t>
      </w:r>
      <w:r>
        <w:t>le sucre</w:t>
      </w:r>
      <w:r w:rsidR="00D37400">
        <w:t xml:space="preserve">, </w:t>
      </w:r>
      <w:r>
        <w:t>le café et les autres épices</w:t>
      </w:r>
      <w:r w:rsidR="00D37400">
        <w:t xml:space="preserve">, </w:t>
      </w:r>
      <w:r>
        <w:t>que Charlotte apportait en r</w:t>
      </w:r>
      <w:r>
        <w:t>e</w:t>
      </w:r>
      <w:r>
        <w:t>venant du marché</w:t>
      </w:r>
      <w:r w:rsidR="00D37400">
        <w:t>.</w:t>
      </w:r>
    </w:p>
    <w:p w14:paraId="3FE41459" w14:textId="77777777" w:rsidR="00D37400" w:rsidRDefault="00636A18">
      <w:r>
        <w:lastRenderedPageBreak/>
        <w:t>Les petites chambres et les lits</w:t>
      </w:r>
      <w:r w:rsidR="00D37400">
        <w:t xml:space="preserve">, </w:t>
      </w:r>
      <w:r>
        <w:t>toujours bien propres et parfumés de lavande</w:t>
      </w:r>
      <w:r w:rsidR="00D37400">
        <w:t xml:space="preserve">, </w:t>
      </w:r>
      <w:r>
        <w:t>ne laissaient rien à désirer</w:t>
      </w:r>
      <w:r w:rsidR="00D37400">
        <w:t xml:space="preserve">. </w:t>
      </w:r>
      <w:r>
        <w:t>Loïs</w:t>
      </w:r>
      <w:r w:rsidR="00D37400">
        <w:t xml:space="preserve">, </w:t>
      </w:r>
      <w:r>
        <w:t>en s</w:t>
      </w:r>
      <w:r w:rsidR="00D37400">
        <w:t>’</w:t>
      </w:r>
      <w:r>
        <w:t>éveillant au chant du coq</w:t>
      </w:r>
      <w:r w:rsidR="00D37400">
        <w:t xml:space="preserve">, </w:t>
      </w:r>
      <w:r>
        <w:t>voyait par sa petite fenêtre</w:t>
      </w:r>
      <w:r w:rsidR="00D37400">
        <w:t xml:space="preserve">, </w:t>
      </w:r>
      <w:r>
        <w:t>entourée d</w:t>
      </w:r>
      <w:r w:rsidR="00D37400">
        <w:t>’</w:t>
      </w:r>
      <w:r>
        <w:t>un cep de vigne</w:t>
      </w:r>
      <w:r w:rsidR="00D37400">
        <w:t xml:space="preserve">, </w:t>
      </w:r>
      <w:r>
        <w:t>toute la vallée</w:t>
      </w:r>
      <w:r w:rsidR="00D37400">
        <w:t xml:space="preserve">, </w:t>
      </w:r>
      <w:r>
        <w:t>tantôt empourprée par le s</w:t>
      </w:r>
      <w:r>
        <w:t>o</w:t>
      </w:r>
      <w:r>
        <w:t>leil levant</w:t>
      </w:r>
      <w:r w:rsidR="00D37400">
        <w:t xml:space="preserve">, </w:t>
      </w:r>
      <w:r>
        <w:t>tantôt couverte encore de cette brume blanche</w:t>
      </w:r>
      <w:r w:rsidR="00D37400">
        <w:t xml:space="preserve">, </w:t>
      </w:r>
      <w:r>
        <w:t>la</w:t>
      </w:r>
      <w:r>
        <w:t>i</w:t>
      </w:r>
      <w:r>
        <w:t>teuse qui s</w:t>
      </w:r>
      <w:r w:rsidR="00D37400">
        <w:t>’</w:t>
      </w:r>
      <w:r>
        <w:t>étend</w:t>
      </w:r>
      <w:r w:rsidR="00D37400">
        <w:t xml:space="preserve">, </w:t>
      </w:r>
      <w:r>
        <w:t>comme les ondes d</w:t>
      </w:r>
      <w:r w:rsidR="00D37400">
        <w:t>’</w:t>
      </w:r>
      <w:r>
        <w:t>un lac</w:t>
      </w:r>
      <w:r w:rsidR="00D37400">
        <w:t xml:space="preserve">, </w:t>
      </w:r>
      <w:r>
        <w:t>au-dessus de la r</w:t>
      </w:r>
      <w:r>
        <w:t>i</w:t>
      </w:r>
      <w:r>
        <w:t>vière</w:t>
      </w:r>
      <w:r w:rsidR="00D37400">
        <w:t xml:space="preserve">, </w:t>
      </w:r>
      <w:r>
        <w:t>et retombe en rosée dès que paraît le jour</w:t>
      </w:r>
      <w:r w:rsidR="00D37400">
        <w:t>.</w:t>
      </w:r>
    </w:p>
    <w:p w14:paraId="4D77E5B6" w14:textId="77777777" w:rsidR="00D37400" w:rsidRDefault="00636A18">
      <w:r>
        <w:t>Elle sentait la bonne odeur des foins fraîchement coupés</w:t>
      </w:r>
      <w:r w:rsidR="00D37400">
        <w:t xml:space="preserve">, </w:t>
      </w:r>
      <w:r>
        <w:t>elle entendait les pigeons roucouler sur le toit de bardeaux</w:t>
      </w:r>
      <w:r w:rsidR="00D37400">
        <w:t xml:space="preserve">, </w:t>
      </w:r>
      <w:r>
        <w:t>elle prenait son premier bain avant déjeuner et je ne doutais pas qu</w:t>
      </w:r>
      <w:r w:rsidR="00D37400">
        <w:t>’</w:t>
      </w:r>
      <w:r>
        <w:t>en suivant cet excellent régime</w:t>
      </w:r>
      <w:r w:rsidR="00D37400">
        <w:t xml:space="preserve">, </w:t>
      </w:r>
      <w:r>
        <w:t>sa santé ne fût bientôt rét</w:t>
      </w:r>
      <w:r>
        <w:t>a</w:t>
      </w:r>
      <w:r>
        <w:t>blie</w:t>
      </w:r>
      <w:r w:rsidR="00D37400">
        <w:t>.</w:t>
      </w:r>
    </w:p>
    <w:p w14:paraId="1F649ABF" w14:textId="77777777" w:rsidR="00D37400" w:rsidRDefault="00636A18">
      <w:r>
        <w:t>En effet</w:t>
      </w:r>
      <w:r w:rsidR="00D37400">
        <w:t xml:space="preserve">, </w:t>
      </w:r>
      <w:r>
        <w:t>au bout de quinze jours</w:t>
      </w:r>
      <w:r w:rsidR="00D37400">
        <w:t xml:space="preserve">, </w:t>
      </w:r>
      <w:r>
        <w:t>sa fraîcheur et sa gaieté lui revenaient déjà</w:t>
      </w:r>
      <w:r w:rsidR="00D37400">
        <w:t xml:space="preserve"> ; </w:t>
      </w:r>
      <w:r>
        <w:t>elle recommençait ses roulades d</w:t>
      </w:r>
      <w:r w:rsidR="00D37400">
        <w:t>’</w:t>
      </w:r>
      <w:r>
        <w:t>autrefois et me demandait à chacun de mes voyages</w:t>
      </w:r>
      <w:r w:rsidR="00D37400">
        <w:t xml:space="preserve">, </w:t>
      </w:r>
      <w:r>
        <w:t>de lui apporter quelque partition de Weber</w:t>
      </w:r>
      <w:r w:rsidR="00D37400">
        <w:t xml:space="preserve">, </w:t>
      </w:r>
      <w:r>
        <w:t>de Mozart</w:t>
      </w:r>
      <w:r w:rsidR="00D37400">
        <w:t xml:space="preserve">, </w:t>
      </w:r>
      <w:r>
        <w:t>de Rossini</w:t>
      </w:r>
      <w:r w:rsidR="00D37400">
        <w:t xml:space="preserve">, </w:t>
      </w:r>
      <w:r>
        <w:t>qu</w:t>
      </w:r>
      <w:r w:rsidR="00D37400">
        <w:t>’</w:t>
      </w:r>
      <w:r>
        <w:t>elle se plaisait à lire</w:t>
      </w:r>
      <w:r w:rsidR="00D37400">
        <w:t xml:space="preserve">, </w:t>
      </w:r>
      <w:r>
        <w:t>et qu</w:t>
      </w:r>
      <w:r w:rsidR="00D37400">
        <w:t>’</w:t>
      </w:r>
      <w:r>
        <w:t>elle n</w:t>
      </w:r>
      <w:r w:rsidR="00D37400">
        <w:t>’</w:t>
      </w:r>
      <w:r>
        <w:t>aurait pas été fâchée de chanter en mon absence</w:t>
      </w:r>
      <w:r w:rsidR="00D37400">
        <w:t xml:space="preserve"> ; </w:t>
      </w:r>
      <w:r>
        <w:t>mais j</w:t>
      </w:r>
      <w:r w:rsidR="00D37400">
        <w:t>’</w:t>
      </w:r>
      <w:r>
        <w:t>avais résolu de la laisser se reposer encore et de ne reprendre le travail que du moment où le danger serait complètement écarté</w:t>
      </w:r>
      <w:r w:rsidR="00D37400">
        <w:t xml:space="preserve">, </w:t>
      </w:r>
      <w:r>
        <w:t>sans retour possible</w:t>
      </w:r>
      <w:r w:rsidR="00D37400">
        <w:t>.</w:t>
      </w:r>
    </w:p>
    <w:p w14:paraId="711C3523" w14:textId="5E9E5ABD" w:rsidR="00D37400" w:rsidRDefault="00636A18">
      <w:r w:rsidRPr="00180880">
        <w:t>Outre les bonnes gens des environs</w:t>
      </w:r>
      <w:r w:rsidR="00D37400">
        <w:t xml:space="preserve">, </w:t>
      </w:r>
      <w:r>
        <w:t>quelques riches étra</w:t>
      </w:r>
      <w:r>
        <w:t>n</w:t>
      </w:r>
      <w:r>
        <w:t>gers venaient aussi de temps en temps s</w:t>
      </w:r>
      <w:r w:rsidR="00D37400">
        <w:t>’</w:t>
      </w:r>
      <w:r>
        <w:t>établir à Clairefontaine</w:t>
      </w:r>
      <w:r w:rsidR="00D37400">
        <w:t xml:space="preserve">, </w:t>
      </w:r>
      <w:r>
        <w:t>attirés sans doute par la beauté du paysage</w:t>
      </w:r>
      <w:r w:rsidR="00D37400">
        <w:t xml:space="preserve">, </w:t>
      </w:r>
      <w:r>
        <w:t>autant que par l</w:t>
      </w:r>
      <w:r w:rsidR="00D37400">
        <w:t>’</w:t>
      </w:r>
      <w:r>
        <w:t>efficacité des eaux contre les maladies nerveuses</w:t>
      </w:r>
      <w:r w:rsidR="00D37400">
        <w:t xml:space="preserve"> ; </w:t>
      </w:r>
      <w:r>
        <w:t xml:space="preserve">mais ils étaient toujours en petit nombre et logeaient tous chez </w:t>
      </w:r>
      <w:r w:rsidR="00D37400">
        <w:t>M. </w:t>
      </w:r>
      <w:proofErr w:type="spellStart"/>
      <w:r>
        <w:t>Jespère</w:t>
      </w:r>
      <w:proofErr w:type="spellEnd"/>
      <w:r w:rsidR="00D37400">
        <w:t xml:space="preserve">, </w:t>
      </w:r>
      <w:r>
        <w:t>à l</w:t>
      </w:r>
      <w:r w:rsidR="00D37400">
        <w:t>’</w:t>
      </w:r>
      <w:r>
        <w:t xml:space="preserve">auberge de </w:t>
      </w:r>
      <w:r>
        <w:rPr>
          <w:i/>
          <w:iCs/>
        </w:rPr>
        <w:t>la Cigogne</w:t>
      </w:r>
      <w:r w:rsidR="00D37400">
        <w:rPr>
          <w:iCs/>
        </w:rPr>
        <w:t xml:space="preserve">, </w:t>
      </w:r>
      <w:r>
        <w:rPr>
          <w:iCs/>
        </w:rPr>
        <w:t xml:space="preserve">dont la </w:t>
      </w:r>
      <w:r>
        <w:t>façade peinte en jaune</w:t>
      </w:r>
      <w:r w:rsidR="00D37400">
        <w:t xml:space="preserve">, </w:t>
      </w:r>
      <w:r>
        <w:t>les hautes fenêtres</w:t>
      </w:r>
      <w:r w:rsidR="00D37400">
        <w:t xml:space="preserve">, </w:t>
      </w:r>
      <w:r>
        <w:t>la grande cour entourée d</w:t>
      </w:r>
      <w:r w:rsidR="00D37400">
        <w:t>’</w:t>
      </w:r>
      <w:r>
        <w:t>écuries spacieuses</w:t>
      </w:r>
      <w:r w:rsidR="00D37400">
        <w:t xml:space="preserve">, </w:t>
      </w:r>
      <w:r>
        <w:t>la porte cochère</w:t>
      </w:r>
      <w:r w:rsidR="00D37400">
        <w:t xml:space="preserve">, </w:t>
      </w:r>
      <w:r>
        <w:t>formée de deux colonnes surmo</w:t>
      </w:r>
      <w:r>
        <w:t>n</w:t>
      </w:r>
      <w:r>
        <w:t>tées de vases pleins de fleurs</w:t>
      </w:r>
      <w:r w:rsidR="00D37400">
        <w:t xml:space="preserve">, </w:t>
      </w:r>
      <w:r>
        <w:t>et le réservoir d</w:t>
      </w:r>
      <w:r w:rsidR="00D37400">
        <w:t>’</w:t>
      </w:r>
      <w:r>
        <w:t>eau de roche</w:t>
      </w:r>
      <w:r w:rsidR="00D37400">
        <w:t xml:space="preserve">, </w:t>
      </w:r>
      <w:r>
        <w:t>où fourmillaient les truites qu</w:t>
      </w:r>
      <w:r w:rsidR="00D37400">
        <w:t>’</w:t>
      </w:r>
      <w:r>
        <w:t>on apportait de la vanne du moulin</w:t>
      </w:r>
      <w:r w:rsidR="00D37400">
        <w:t xml:space="preserve">, </w:t>
      </w:r>
      <w:r>
        <w:t>présentaient un aspect fort confortable</w:t>
      </w:r>
      <w:r w:rsidR="00D37400">
        <w:t>.</w:t>
      </w:r>
    </w:p>
    <w:p w14:paraId="53E0A564" w14:textId="4C548EDD" w:rsidR="00D37400" w:rsidRDefault="00636A18">
      <w:r>
        <w:lastRenderedPageBreak/>
        <w:t>En cette année 1865</w:t>
      </w:r>
      <w:r w:rsidR="00D37400">
        <w:t>, M. </w:t>
      </w:r>
      <w:r>
        <w:t>le curé Miguel loua l</w:t>
      </w:r>
      <w:r w:rsidR="00D37400">
        <w:t>’</w:t>
      </w:r>
      <w:r>
        <w:t xml:space="preserve">auberge de </w:t>
      </w:r>
      <w:r>
        <w:rPr>
          <w:i/>
        </w:rPr>
        <w:t>la Cigogne</w:t>
      </w:r>
      <w:r>
        <w:rPr>
          <w:i/>
          <w:iCs/>
        </w:rPr>
        <w:t xml:space="preserve"> </w:t>
      </w:r>
      <w:r>
        <w:t>pour une dame étrangère</w:t>
      </w:r>
      <w:r w:rsidR="00D37400">
        <w:t>, M</w:t>
      </w:r>
      <w:r w:rsidR="00D37400" w:rsidRPr="00D37400">
        <w:rPr>
          <w:vertAlign w:val="superscript"/>
        </w:rPr>
        <w:t>me</w:t>
      </w:r>
      <w:r w:rsidR="00D37400">
        <w:t> de </w:t>
      </w:r>
      <w:proofErr w:type="spellStart"/>
      <w:r>
        <w:t>Valabrège</w:t>
      </w:r>
      <w:proofErr w:type="spellEnd"/>
      <w:r w:rsidR="00D37400">
        <w:t xml:space="preserve">, </w:t>
      </w:r>
      <w:r>
        <w:t>qui d</w:t>
      </w:r>
      <w:r>
        <w:t>e</w:t>
      </w:r>
      <w:r>
        <w:t>vait venir l</w:t>
      </w:r>
      <w:r w:rsidR="00D37400">
        <w:t>’</w:t>
      </w:r>
      <w:r>
        <w:t>occuper dans le courant du mois de juillet</w:t>
      </w:r>
      <w:r w:rsidR="00D37400">
        <w:t>.</w:t>
      </w:r>
    </w:p>
    <w:p w14:paraId="6982079F" w14:textId="7F60FC77" w:rsidR="00D37400" w:rsidRDefault="00636A18">
      <w:r>
        <w:t xml:space="preserve">Les relations nombreuses que </w:t>
      </w:r>
      <w:r w:rsidR="00D37400">
        <w:t>M. </w:t>
      </w:r>
      <w:r>
        <w:t>le curé Miguel avait co</w:t>
      </w:r>
      <w:r>
        <w:t>n</w:t>
      </w:r>
      <w:r>
        <w:t>servées dans le monde rendaient cette démarche toute nat</w:t>
      </w:r>
      <w:r>
        <w:t>u</w:t>
      </w:r>
      <w:r>
        <w:t>relle de sa part</w:t>
      </w:r>
      <w:r w:rsidR="00D37400">
        <w:t>.</w:t>
      </w:r>
    </w:p>
    <w:p w14:paraId="7D6943EF" w14:textId="77777777" w:rsidR="00D37400" w:rsidRDefault="00636A18">
      <w:r w:rsidRPr="00F00620">
        <w:t>Mais quand on apprit que l</w:t>
      </w:r>
      <w:r w:rsidR="00D37400">
        <w:t>’</w:t>
      </w:r>
      <w:r w:rsidRPr="00F00620">
        <w:t>auberge</w:t>
      </w:r>
      <w:r>
        <w:t xml:space="preserve"> avait été louée deux mille francs pour la saison des bains</w:t>
      </w:r>
      <w:r w:rsidR="00D37400">
        <w:t xml:space="preserve">, </w:t>
      </w:r>
      <w:r>
        <w:t>personne ne douta que la dame ne fut pour le moins une duchesse</w:t>
      </w:r>
      <w:r w:rsidR="00D37400">
        <w:t xml:space="preserve">, </w:t>
      </w:r>
      <w:r>
        <w:t>qui voulait garder l</w:t>
      </w:r>
      <w:r w:rsidR="00D37400">
        <w:t>’</w:t>
      </w:r>
      <w:r>
        <w:t>incognito</w:t>
      </w:r>
      <w:r w:rsidR="00D37400">
        <w:t xml:space="preserve"> ; </w:t>
      </w:r>
      <w:r>
        <w:t>et les bonnes vieilles</w:t>
      </w:r>
      <w:r w:rsidR="00D37400">
        <w:t xml:space="preserve">, </w:t>
      </w:r>
      <w:r>
        <w:t>réunies le soir à leurs parties de loto</w:t>
      </w:r>
      <w:r w:rsidR="00D37400">
        <w:t xml:space="preserve">, </w:t>
      </w:r>
      <w:r>
        <w:t>ne firent plus que s</w:t>
      </w:r>
      <w:r w:rsidR="00D37400">
        <w:t>’</w:t>
      </w:r>
      <w:r>
        <w:t>entretenir des grandes toilettes</w:t>
      </w:r>
      <w:r w:rsidR="00D37400">
        <w:t xml:space="preserve">, </w:t>
      </w:r>
      <w:r>
        <w:t xml:space="preserve">des équipages splendides qui bientôt allaient </w:t>
      </w:r>
      <w:r w:rsidR="00F00620">
        <w:t xml:space="preserve">paraître </w:t>
      </w:r>
      <w:r>
        <w:t>à Clairefo</w:t>
      </w:r>
      <w:r>
        <w:t>n</w:t>
      </w:r>
      <w:r>
        <w:t>taine et rompre la monotonie de l</w:t>
      </w:r>
      <w:r w:rsidR="00D37400">
        <w:t>’</w:t>
      </w:r>
      <w:r>
        <w:t>existence</w:t>
      </w:r>
      <w:r w:rsidR="00D37400">
        <w:t>.</w:t>
      </w:r>
    </w:p>
    <w:p w14:paraId="665F611D" w14:textId="77777777" w:rsidR="00D37400" w:rsidRDefault="00636A18">
      <w:r>
        <w:t>L</w:t>
      </w:r>
      <w:r w:rsidR="00D37400">
        <w:t>’</w:t>
      </w:r>
      <w:r>
        <w:t>impatience grandissait de jour en jour</w:t>
      </w:r>
      <w:r w:rsidR="00D37400">
        <w:t xml:space="preserve"> ; </w:t>
      </w:r>
      <w:r>
        <w:t>à chaque heure on annonçait l</w:t>
      </w:r>
      <w:r w:rsidR="00D37400">
        <w:t>’</w:t>
      </w:r>
      <w:r>
        <w:t>arrivée de la dame</w:t>
      </w:r>
      <w:r w:rsidR="00D37400">
        <w:t xml:space="preserve">, </w:t>
      </w:r>
      <w:r>
        <w:t>puis la nouvelle était déme</w:t>
      </w:r>
      <w:r>
        <w:t>n</w:t>
      </w:r>
      <w:r>
        <w:t>tie</w:t>
      </w:r>
      <w:r w:rsidR="00D37400">
        <w:t>.</w:t>
      </w:r>
    </w:p>
    <w:p w14:paraId="2D4B6DBD" w14:textId="07DE8C00" w:rsidR="00D37400" w:rsidRDefault="00D37400">
      <w:r>
        <w:t>M</w:t>
      </w:r>
      <w:r w:rsidRPr="00D37400">
        <w:rPr>
          <w:vertAlign w:val="superscript"/>
        </w:rPr>
        <w:t>me</w:t>
      </w:r>
      <w:r>
        <w:t> de </w:t>
      </w:r>
      <w:proofErr w:type="spellStart"/>
      <w:r w:rsidR="00636A18">
        <w:t>Valabrège</w:t>
      </w:r>
      <w:proofErr w:type="spellEnd"/>
      <w:r w:rsidR="00636A18">
        <w:t xml:space="preserve"> parut enfin</w:t>
      </w:r>
      <w:r>
        <w:t xml:space="preserve"> : </w:t>
      </w:r>
      <w:r w:rsidR="00636A18">
        <w:t xml:space="preserve">elle </w:t>
      </w:r>
      <w:r w:rsidR="00636A18">
        <w:rPr>
          <w:rFonts w:cs="Georgia"/>
        </w:rPr>
        <w:t>é</w:t>
      </w:r>
      <w:r w:rsidR="00636A18">
        <w:t>tait de la plus grande simplicit</w:t>
      </w:r>
      <w:r w:rsidR="00636A18">
        <w:rPr>
          <w:rFonts w:cs="Georgia"/>
        </w:rPr>
        <w:t>é</w:t>
      </w:r>
      <w:r>
        <w:t>.</w:t>
      </w:r>
    </w:p>
    <w:p w14:paraId="282652FC" w14:textId="77777777" w:rsidR="00D37400" w:rsidRDefault="00636A18">
      <w:r>
        <w:t>Je me trouvais justement chez la mère Jeannette</w:t>
      </w:r>
      <w:r w:rsidR="00D37400">
        <w:t xml:space="preserve">, </w:t>
      </w:r>
      <w:r>
        <w:t>quand elle passa devant notre maisonnette</w:t>
      </w:r>
      <w:r w:rsidR="00D37400">
        <w:t xml:space="preserve">, </w:t>
      </w:r>
      <w:r>
        <w:t>dans une calèche fort él</w:t>
      </w:r>
      <w:r>
        <w:t>é</w:t>
      </w:r>
      <w:r>
        <w:t>gante il est vrai</w:t>
      </w:r>
      <w:r w:rsidR="00D37400">
        <w:t xml:space="preserve">, </w:t>
      </w:r>
      <w:r>
        <w:t>attelée de deux chevaux superbes</w:t>
      </w:r>
      <w:r w:rsidR="00D37400">
        <w:t xml:space="preserve">, </w:t>
      </w:r>
      <w:r>
        <w:t>mais vêtue de noir</w:t>
      </w:r>
      <w:r w:rsidR="00D37400">
        <w:t xml:space="preserve">, </w:t>
      </w:r>
      <w:r>
        <w:t>sans diamants</w:t>
      </w:r>
      <w:r w:rsidR="00D37400">
        <w:t xml:space="preserve">, </w:t>
      </w:r>
      <w:r>
        <w:t>sans cachemires</w:t>
      </w:r>
      <w:r w:rsidR="00D37400">
        <w:t xml:space="preserve">, </w:t>
      </w:r>
      <w:r>
        <w:t>son épaisse chevelure grise rejetée derrière les oreilles et tordue négligemment sur la nuque</w:t>
      </w:r>
      <w:r w:rsidR="00D37400">
        <w:t>.</w:t>
      </w:r>
    </w:p>
    <w:p w14:paraId="7B81B442" w14:textId="77777777" w:rsidR="00D37400" w:rsidRDefault="00636A18">
      <w:r>
        <w:t>Une berline suivait</w:t>
      </w:r>
      <w:r w:rsidR="00D37400">
        <w:t xml:space="preserve">, </w:t>
      </w:r>
      <w:r>
        <w:t>chargée des bagages et occupée par deux femmes de chambre</w:t>
      </w:r>
      <w:r w:rsidR="00D37400">
        <w:t xml:space="preserve">, </w:t>
      </w:r>
      <w:r>
        <w:t>plus richement vêtues que leur ma</w:t>
      </w:r>
      <w:r>
        <w:t>î</w:t>
      </w:r>
      <w:r>
        <w:t>tresse et souriant de la foule des braves gens accourus sur leur</w:t>
      </w:r>
      <w:r w:rsidR="00F00620">
        <w:t>s</w:t>
      </w:r>
      <w:r>
        <w:t xml:space="preserve"> porte</w:t>
      </w:r>
      <w:r w:rsidR="00F00620">
        <w:t>s</w:t>
      </w:r>
      <w:r>
        <w:t xml:space="preserve"> pour les contempler au passage</w:t>
      </w:r>
      <w:r w:rsidR="00D37400">
        <w:t>.</w:t>
      </w:r>
    </w:p>
    <w:p w14:paraId="5E7E23E3" w14:textId="11E1DC31" w:rsidR="00D37400" w:rsidRDefault="00636A18">
      <w:r>
        <w:lastRenderedPageBreak/>
        <w:t>Du reste</w:t>
      </w:r>
      <w:r w:rsidR="00D37400">
        <w:t xml:space="preserve">, </w:t>
      </w:r>
      <w:r>
        <w:t>rien de ce qu</w:t>
      </w:r>
      <w:r w:rsidR="00D37400">
        <w:t>’</w:t>
      </w:r>
      <w:r>
        <w:t>on avait prévu n</w:t>
      </w:r>
      <w:r w:rsidR="00D37400">
        <w:t>’</w:t>
      </w:r>
      <w:r>
        <w:t>arriva</w:t>
      </w:r>
      <w:r w:rsidR="00D37400">
        <w:t> ; M</w:t>
      </w:r>
      <w:r w:rsidR="00D37400" w:rsidRPr="00D37400">
        <w:rPr>
          <w:vertAlign w:val="superscript"/>
        </w:rPr>
        <w:t>me</w:t>
      </w:r>
      <w:r w:rsidR="00D37400">
        <w:t> de </w:t>
      </w:r>
      <w:proofErr w:type="spellStart"/>
      <w:r>
        <w:t>Valabrège</w:t>
      </w:r>
      <w:proofErr w:type="spellEnd"/>
      <w:r w:rsidR="00D37400">
        <w:t xml:space="preserve">, </w:t>
      </w:r>
      <w:r>
        <w:t>installée à l</w:t>
      </w:r>
      <w:r w:rsidR="00D37400">
        <w:t>’</w:t>
      </w:r>
      <w:r>
        <w:t>auberge</w:t>
      </w:r>
      <w:r w:rsidR="00D37400">
        <w:t xml:space="preserve">, </w:t>
      </w:r>
      <w:r>
        <w:t>vivait fort retirée</w:t>
      </w:r>
      <w:r w:rsidR="00D37400">
        <w:t xml:space="preserve"> ; </w:t>
      </w:r>
      <w:r>
        <w:t>elle se promenait quelquefois en calèche à l</w:t>
      </w:r>
      <w:r w:rsidR="00D37400">
        <w:t>’</w:t>
      </w:r>
      <w:r>
        <w:t>ombre des forêts le m</w:t>
      </w:r>
      <w:r>
        <w:t>a</w:t>
      </w:r>
      <w:r>
        <w:t>tin</w:t>
      </w:r>
      <w:r w:rsidR="00D37400">
        <w:t xml:space="preserve">, </w:t>
      </w:r>
      <w:r>
        <w:t>lisant un livre</w:t>
      </w:r>
      <w:r w:rsidR="00D37400">
        <w:t xml:space="preserve">, </w:t>
      </w:r>
      <w:r>
        <w:t>un journal</w:t>
      </w:r>
      <w:r w:rsidR="00D37400">
        <w:t xml:space="preserve">, </w:t>
      </w:r>
      <w:r>
        <w:t>puis rentrait chez elle à l</w:t>
      </w:r>
      <w:r w:rsidR="00D37400">
        <w:t>’</w:t>
      </w:r>
      <w:r>
        <w:t>heure du déjeuner</w:t>
      </w:r>
      <w:r w:rsidR="00D37400">
        <w:t xml:space="preserve">, </w:t>
      </w:r>
      <w:r>
        <w:t>et c</w:t>
      </w:r>
      <w:r w:rsidR="00D37400">
        <w:t>’</w:t>
      </w:r>
      <w:r>
        <w:t>était tout</w:t>
      </w:r>
      <w:r w:rsidR="00D37400">
        <w:t>.</w:t>
      </w:r>
    </w:p>
    <w:p w14:paraId="61DED5DF" w14:textId="2B82413E" w:rsidR="00D37400" w:rsidRDefault="00636A18">
      <w:r>
        <w:t>Elle assistait à la messe les dimanches</w:t>
      </w:r>
      <w:r w:rsidR="00D37400">
        <w:t xml:space="preserve">, </w:t>
      </w:r>
      <w:r>
        <w:t xml:space="preserve">et </w:t>
      </w:r>
      <w:r w:rsidR="00D37400">
        <w:t>M. </w:t>
      </w:r>
      <w:r>
        <w:t>le curé Miguel venait de temps en temps la voir</w:t>
      </w:r>
      <w:r w:rsidR="00D37400">
        <w:t>.</w:t>
      </w:r>
    </w:p>
    <w:p w14:paraId="22276CE4" w14:textId="77777777" w:rsidR="00D37400" w:rsidRDefault="00636A18">
      <w:r>
        <w:t>Il paraissait de bonne humeur et nous souhaitait chaque fois le bonjour en passant</w:t>
      </w:r>
      <w:r w:rsidR="00D37400">
        <w:t xml:space="preserve">, </w:t>
      </w:r>
      <w:r>
        <w:t>demandant des nouvelles de Loïs</w:t>
      </w:r>
      <w:r w:rsidR="00D37400">
        <w:t>.</w:t>
      </w:r>
    </w:p>
    <w:p w14:paraId="732FAC90" w14:textId="0D5A4DBE" w:rsidR="00D37400" w:rsidRDefault="00636A18">
      <w:r>
        <w:t>Il n</w:t>
      </w:r>
      <w:r w:rsidR="00D37400">
        <w:t>’</w:t>
      </w:r>
      <w:r>
        <w:t xml:space="preserve">était jamais question de </w:t>
      </w:r>
      <w:r w:rsidR="00D37400">
        <w:t>M</w:t>
      </w:r>
      <w:r w:rsidR="00D37400" w:rsidRPr="00D37400">
        <w:rPr>
          <w:vertAlign w:val="superscript"/>
        </w:rPr>
        <w:t>me</w:t>
      </w:r>
      <w:r w:rsidR="00D37400">
        <w:t> de </w:t>
      </w:r>
      <w:proofErr w:type="spellStart"/>
      <w:r>
        <w:t>Valabrège</w:t>
      </w:r>
      <w:proofErr w:type="spellEnd"/>
      <w:r w:rsidR="00D37400">
        <w:t xml:space="preserve">, </w:t>
      </w:r>
      <w:r>
        <w:t>mais la ph</w:t>
      </w:r>
      <w:r>
        <w:t>y</w:t>
      </w:r>
      <w:r>
        <w:t>sionomie de cette dame m</w:t>
      </w:r>
      <w:r w:rsidR="00D37400">
        <w:t>’</w:t>
      </w:r>
      <w:r>
        <w:t>avait frappé</w:t>
      </w:r>
      <w:r w:rsidR="00D37400">
        <w:t xml:space="preserve"> ; </w:t>
      </w:r>
      <w:r>
        <w:t>son air sérieux</w:t>
      </w:r>
      <w:r w:rsidR="00D37400">
        <w:t xml:space="preserve">, </w:t>
      </w:r>
      <w:r>
        <w:t>son front large et haut</w:t>
      </w:r>
      <w:r w:rsidR="00D37400">
        <w:t xml:space="preserve">, </w:t>
      </w:r>
      <w:r>
        <w:t>son regard pensif me revenaient comme un lointain souvenir</w:t>
      </w:r>
      <w:r w:rsidR="00D37400">
        <w:t xml:space="preserve"> ; </w:t>
      </w:r>
      <w:r>
        <w:t>cette physionomie ne m</w:t>
      </w:r>
      <w:r w:rsidR="00D37400">
        <w:t>’</w:t>
      </w:r>
      <w:r>
        <w:t>était pas inconnue</w:t>
      </w:r>
      <w:r w:rsidR="00D37400">
        <w:t xml:space="preserve">, </w:t>
      </w:r>
      <w:r>
        <w:t>et je cherchais à me la rappeler</w:t>
      </w:r>
      <w:r w:rsidR="00D37400">
        <w:t xml:space="preserve"> ; </w:t>
      </w:r>
      <w:r>
        <w:t>tant de figures passent devant nos yeux en trente ans</w:t>
      </w:r>
      <w:r w:rsidR="00D37400">
        <w:t xml:space="preserve">, </w:t>
      </w:r>
      <w:r>
        <w:t>qu</w:t>
      </w:r>
      <w:r w:rsidR="00D37400">
        <w:t>’</w:t>
      </w:r>
      <w:r>
        <w:t>il est bien difficile de retrouver dans un passé</w:t>
      </w:r>
      <w:r w:rsidR="00D37400">
        <w:t xml:space="preserve">, </w:t>
      </w:r>
      <w:r>
        <w:t>peut-être déjà fort éloigné</w:t>
      </w:r>
      <w:r w:rsidR="00D37400">
        <w:t xml:space="preserve">, </w:t>
      </w:r>
      <w:r>
        <w:t>toutes celles qu</w:t>
      </w:r>
      <w:r w:rsidR="00D37400">
        <w:t>’</w:t>
      </w:r>
      <w:r>
        <w:t>on a pe</w:t>
      </w:r>
      <w:r>
        <w:t>r</w:t>
      </w:r>
      <w:r>
        <w:t>dues de vue</w:t>
      </w:r>
      <w:r w:rsidR="00D37400">
        <w:t>.</w:t>
      </w:r>
    </w:p>
    <w:p w14:paraId="0A9D3D1F" w14:textId="08CC377E" w:rsidR="00D37400" w:rsidRDefault="00636A18">
      <w:r>
        <w:t>Je pensais donc n</w:t>
      </w:r>
      <w:r w:rsidR="00D37400">
        <w:t>’</w:t>
      </w:r>
      <w:r>
        <w:t>avoir jamais de rapports avec cette dame</w:t>
      </w:r>
      <w:r w:rsidR="00D37400">
        <w:t xml:space="preserve">, </w:t>
      </w:r>
      <w:r>
        <w:t>lorsqu</w:t>
      </w:r>
      <w:r w:rsidR="00D37400">
        <w:t>’</w:t>
      </w:r>
      <w:r>
        <w:t xml:space="preserve">un matin je reçus la visite de </w:t>
      </w:r>
      <w:r w:rsidR="00D37400">
        <w:t>M. </w:t>
      </w:r>
      <w:r>
        <w:t>le curé Miguel</w:t>
      </w:r>
      <w:r w:rsidR="00D37400">
        <w:t>.</w:t>
      </w:r>
    </w:p>
    <w:p w14:paraId="72012175" w14:textId="2CBCB936" w:rsidR="00D37400" w:rsidRDefault="00D37400">
      <w:r>
        <w:t>« </w:t>
      </w:r>
      <w:r w:rsidR="00636A18">
        <w:t>Mon cher monsieur Chapuis</w:t>
      </w:r>
      <w:r>
        <w:t xml:space="preserve">, </w:t>
      </w:r>
      <w:r w:rsidR="00636A18">
        <w:t>me dit-il</w:t>
      </w:r>
      <w:r>
        <w:t xml:space="preserve">, </w:t>
      </w:r>
      <w:r w:rsidR="00636A18">
        <w:t>je viens vous d</w:t>
      </w:r>
      <w:r w:rsidR="00636A18">
        <w:t>e</w:t>
      </w:r>
      <w:r w:rsidR="00636A18">
        <w:t>mander un service</w:t>
      </w:r>
      <w:r>
        <w:t xml:space="preserve">… </w:t>
      </w:r>
      <w:r w:rsidR="00636A18">
        <w:t xml:space="preserve">Vous savez que </w:t>
      </w:r>
      <w:r>
        <w:t>M</w:t>
      </w:r>
      <w:r w:rsidRPr="00D37400">
        <w:rPr>
          <w:vertAlign w:val="superscript"/>
        </w:rPr>
        <w:t>me</w:t>
      </w:r>
      <w:r>
        <w:t> de </w:t>
      </w:r>
      <w:proofErr w:type="spellStart"/>
      <w:r w:rsidR="00636A18">
        <w:t>Valabrège</w:t>
      </w:r>
      <w:proofErr w:type="spellEnd"/>
      <w:r w:rsidR="00636A18">
        <w:t xml:space="preserve"> se trouve en ce moment à Clairefontaine</w:t>
      </w:r>
      <w:r>
        <w:t xml:space="preserve">. </w:t>
      </w:r>
      <w:r w:rsidR="00636A18">
        <w:t>Cette dame a perdu son mari l</w:t>
      </w:r>
      <w:r>
        <w:t>’</w:t>
      </w:r>
      <w:r w:rsidR="00636A18">
        <w:t>année dernière</w:t>
      </w:r>
      <w:r>
        <w:t xml:space="preserve">, </w:t>
      </w:r>
      <w:r w:rsidR="00636A18">
        <w:t xml:space="preserve">elle voudrait faire chanter une messe de </w:t>
      </w:r>
      <w:r w:rsidR="00636A18">
        <w:rPr>
          <w:i/>
          <w:iCs/>
        </w:rPr>
        <w:t>r</w:t>
      </w:r>
      <w:r w:rsidR="00636A18">
        <w:rPr>
          <w:i/>
          <w:iCs/>
        </w:rPr>
        <w:t>e</w:t>
      </w:r>
      <w:r w:rsidR="00636A18">
        <w:rPr>
          <w:i/>
          <w:iCs/>
        </w:rPr>
        <w:t xml:space="preserve">quiem </w:t>
      </w:r>
      <w:r w:rsidR="00636A18">
        <w:t>à l</w:t>
      </w:r>
      <w:r>
        <w:t>’</w:t>
      </w:r>
      <w:r w:rsidR="00636A18">
        <w:t>église du village et manifeste l</w:t>
      </w:r>
      <w:r>
        <w:t>’</w:t>
      </w:r>
      <w:r w:rsidR="00636A18">
        <w:t>intention de la fonder à perpétuité</w:t>
      </w:r>
      <w:r>
        <w:t>.</w:t>
      </w:r>
    </w:p>
    <w:p w14:paraId="753C1C16" w14:textId="5DB380FF" w:rsidR="00D37400" w:rsidRDefault="00D37400">
      <w:r>
        <w:t>« </w:t>
      </w:r>
      <w:r w:rsidR="00636A18">
        <w:t>Ce serait un grand bienfait pour la pauvre église</w:t>
      </w:r>
      <w:r>
        <w:t xml:space="preserve">. </w:t>
      </w:r>
      <w:r w:rsidR="00636A18">
        <w:t>Malhe</w:t>
      </w:r>
      <w:r w:rsidR="00636A18">
        <w:t>u</w:t>
      </w:r>
      <w:r w:rsidR="00636A18">
        <w:t xml:space="preserve">reusement </w:t>
      </w:r>
      <w:r>
        <w:t>M. </w:t>
      </w:r>
      <w:r w:rsidR="00636A18">
        <w:t>le curé Tanneur n</w:t>
      </w:r>
      <w:r>
        <w:t>’</w:t>
      </w:r>
      <w:r w:rsidR="00636A18">
        <w:t>est plus d</w:t>
      </w:r>
      <w:r>
        <w:t>’</w:t>
      </w:r>
      <w:r w:rsidR="00636A18">
        <w:t>âge à chanter une messe en musique</w:t>
      </w:r>
      <w:r>
        <w:t xml:space="preserve">, </w:t>
      </w:r>
      <w:r w:rsidR="00636A18">
        <w:t>et</w:t>
      </w:r>
      <w:r>
        <w:t xml:space="preserve">, </w:t>
      </w:r>
      <w:r w:rsidR="00636A18">
        <w:t>quoique bien vieux aussi</w:t>
      </w:r>
      <w:r>
        <w:t xml:space="preserve">, </w:t>
      </w:r>
      <w:r w:rsidR="00636A18">
        <w:t>je la chanterai pour lui</w:t>
      </w:r>
      <w:r>
        <w:t>.</w:t>
      </w:r>
    </w:p>
    <w:p w14:paraId="2A909A39" w14:textId="7B0E6E2E" w:rsidR="00D37400" w:rsidRDefault="00D37400">
      <w:r>
        <w:lastRenderedPageBreak/>
        <w:t>« </w:t>
      </w:r>
      <w:r w:rsidR="00636A18">
        <w:t>L</w:t>
      </w:r>
      <w:r>
        <w:t>’</w:t>
      </w:r>
      <w:r w:rsidR="00636A18">
        <w:t xml:space="preserve">anniversaire de la mort de </w:t>
      </w:r>
      <w:r>
        <w:t>M. de </w:t>
      </w:r>
      <w:proofErr w:type="spellStart"/>
      <w:r w:rsidR="00636A18">
        <w:t>Valabrège</w:t>
      </w:r>
      <w:proofErr w:type="spellEnd"/>
      <w:r w:rsidR="00636A18">
        <w:t xml:space="preserve"> tombe au jeudi de la semaine prochaine</w:t>
      </w:r>
      <w:r>
        <w:t xml:space="preserve">, </w:t>
      </w:r>
      <w:r w:rsidR="00636A18">
        <w:t>je viens donc vous prier de vo</w:t>
      </w:r>
      <w:r w:rsidR="00636A18">
        <w:t>u</w:t>
      </w:r>
      <w:r w:rsidR="00636A18">
        <w:t xml:space="preserve">loir bien tenir les orgues et de permettre que Loïs chante le </w:t>
      </w:r>
      <w:r w:rsidR="00636A18">
        <w:rPr>
          <w:i/>
          <w:iCs/>
        </w:rPr>
        <w:t>r</w:t>
      </w:r>
      <w:r w:rsidR="00636A18">
        <w:rPr>
          <w:i/>
          <w:iCs/>
        </w:rPr>
        <w:t>e</w:t>
      </w:r>
      <w:r w:rsidR="00636A18">
        <w:rPr>
          <w:i/>
          <w:iCs/>
        </w:rPr>
        <w:t xml:space="preserve">quiem </w:t>
      </w:r>
      <w:r w:rsidR="00636A18">
        <w:t>avec moi</w:t>
      </w:r>
      <w:r>
        <w:t>.</w:t>
      </w:r>
    </w:p>
    <w:p w14:paraId="2F174BC5" w14:textId="77777777" w:rsidR="00D37400" w:rsidRDefault="00D37400">
      <w:r>
        <w:t>— </w:t>
      </w:r>
      <w:r w:rsidR="00636A18">
        <w:t>Monsieur le curé</w:t>
      </w:r>
      <w:r>
        <w:t xml:space="preserve">, </w:t>
      </w:r>
      <w:r w:rsidR="00636A18">
        <w:t>lui répondis-je</w:t>
      </w:r>
      <w:r>
        <w:t xml:space="preserve">, </w:t>
      </w:r>
      <w:r w:rsidR="00636A18">
        <w:t>je suis complètement à vos ordres</w:t>
      </w:r>
      <w:r>
        <w:t xml:space="preserve">, </w:t>
      </w:r>
      <w:r w:rsidR="00636A18">
        <w:t>et quant à Loïs</w:t>
      </w:r>
      <w:r>
        <w:t xml:space="preserve">, </w:t>
      </w:r>
      <w:r w:rsidR="00636A18">
        <w:t>elle sera trop heureuse de pouvoir vous être agréable</w:t>
      </w:r>
      <w:r>
        <w:t>.</w:t>
      </w:r>
    </w:p>
    <w:p w14:paraId="61F0C839" w14:textId="77777777" w:rsidR="00D37400" w:rsidRDefault="00D37400">
      <w:r>
        <w:t>— </w:t>
      </w:r>
      <w:r w:rsidR="00636A18">
        <w:t>Alors</w:t>
      </w:r>
      <w:r>
        <w:t xml:space="preserve">, </w:t>
      </w:r>
      <w:r w:rsidR="00636A18">
        <w:t>c</w:t>
      </w:r>
      <w:r>
        <w:t>’</w:t>
      </w:r>
      <w:r w:rsidR="00636A18">
        <w:t>est entendu</w:t>
      </w:r>
      <w:r>
        <w:t xml:space="preserve">, </w:t>
      </w:r>
      <w:r w:rsidR="00636A18">
        <w:t>fit-il</w:t>
      </w:r>
      <w:r>
        <w:t>.</w:t>
      </w:r>
    </w:p>
    <w:p w14:paraId="01BEB9AA" w14:textId="77777777" w:rsidR="00D37400" w:rsidRDefault="00D37400">
      <w:r>
        <w:t>— </w:t>
      </w:r>
      <w:r w:rsidR="00636A18">
        <w:t>Oui</w:t>
      </w:r>
      <w:r>
        <w:t xml:space="preserve">, </w:t>
      </w:r>
      <w:r w:rsidR="00636A18">
        <w:t>monsieur le curé</w:t>
      </w:r>
      <w:r>
        <w:t xml:space="preserve"> ; </w:t>
      </w:r>
      <w:r w:rsidR="00636A18">
        <w:t xml:space="preserve">seulement quel </w:t>
      </w:r>
      <w:r w:rsidR="00636A18">
        <w:rPr>
          <w:i/>
          <w:iCs/>
        </w:rPr>
        <w:t xml:space="preserve">requiem </w:t>
      </w:r>
      <w:r w:rsidR="00636A18">
        <w:t>chant</w:t>
      </w:r>
      <w:r w:rsidR="00636A18">
        <w:t>e</w:t>
      </w:r>
      <w:r w:rsidR="00636A18">
        <w:t>rons-nous</w:t>
      </w:r>
      <w:r>
        <w:t xml:space="preserve"> ? </w:t>
      </w:r>
      <w:r w:rsidR="00636A18">
        <w:t>J</w:t>
      </w:r>
      <w:r>
        <w:t>’</w:t>
      </w:r>
      <w:r w:rsidR="00636A18">
        <w:t>en ai là plusieurs dans mes cartons</w:t>
      </w:r>
      <w:r>
        <w:t xml:space="preserve">, </w:t>
      </w:r>
      <w:r w:rsidR="00636A18">
        <w:t>de Vogler</w:t>
      </w:r>
      <w:r>
        <w:t xml:space="preserve">, </w:t>
      </w:r>
      <w:r w:rsidR="00636A18">
        <w:t>de Cherubini</w:t>
      </w:r>
      <w:r>
        <w:t xml:space="preserve">, </w:t>
      </w:r>
      <w:r w:rsidR="00636A18">
        <w:t>de Mozart</w:t>
      </w:r>
      <w:r>
        <w:t>.</w:t>
      </w:r>
    </w:p>
    <w:p w14:paraId="60AE5394" w14:textId="34681A2C" w:rsidR="00636A18" w:rsidRDefault="00D37400">
      <w:r>
        <w:t>— </w:t>
      </w:r>
      <w:r w:rsidR="00636A18">
        <w:t>Ah</w:t>
      </w:r>
      <w:r>
        <w:t xml:space="preserve"> ! </w:t>
      </w:r>
      <w:r w:rsidR="00636A18">
        <w:t>dit-il</w:t>
      </w:r>
      <w:r>
        <w:t>, M</w:t>
      </w:r>
      <w:r w:rsidRPr="00D37400">
        <w:rPr>
          <w:vertAlign w:val="superscript"/>
        </w:rPr>
        <w:t>me</w:t>
      </w:r>
      <w:r>
        <w:t> de </w:t>
      </w:r>
      <w:proofErr w:type="spellStart"/>
      <w:r w:rsidR="00636A18">
        <w:t>Valabrège</w:t>
      </w:r>
      <w:proofErr w:type="spellEnd"/>
      <w:r w:rsidR="00636A18">
        <w:t xml:space="preserve"> demande que ce soit un </w:t>
      </w:r>
      <w:r w:rsidR="00636A18">
        <w:rPr>
          <w:i/>
          <w:iCs/>
        </w:rPr>
        <w:t>r</w:t>
      </w:r>
      <w:r w:rsidR="00636A18">
        <w:rPr>
          <w:i/>
          <w:iCs/>
        </w:rPr>
        <w:t>e</w:t>
      </w:r>
      <w:r w:rsidR="00636A18">
        <w:rPr>
          <w:i/>
          <w:iCs/>
        </w:rPr>
        <w:t xml:space="preserve">quiem </w:t>
      </w:r>
      <w:r w:rsidR="00636A18">
        <w:t>de Jomelli</w:t>
      </w:r>
      <w:r>
        <w:t xml:space="preserve">, </w:t>
      </w:r>
      <w:r w:rsidR="00636A18">
        <w:t>dont elle m</w:t>
      </w:r>
      <w:r>
        <w:t>’</w:t>
      </w:r>
      <w:r w:rsidR="00636A18">
        <w:t>a remis la partition pour vous</w:t>
      </w:r>
      <w:r>
        <w:t xml:space="preserve"> ; </w:t>
      </w:r>
      <w:r w:rsidR="00636A18">
        <w:t>la voici</w:t>
      </w:r>
      <w:r>
        <w:t xml:space="preserve"> ; </w:t>
      </w:r>
      <w:r w:rsidR="00636A18">
        <w:t>c</w:t>
      </w:r>
      <w:r>
        <w:t>’</w:t>
      </w:r>
      <w:r w:rsidR="00636A18">
        <w:t>est un souvenir pieux qui lui dicte ce choix</w:t>
      </w:r>
      <w:r>
        <w:t xml:space="preserve"> ; </w:t>
      </w:r>
      <w:r w:rsidR="00636A18">
        <w:t xml:space="preserve">on a chanté ce </w:t>
      </w:r>
      <w:r w:rsidR="00636A18">
        <w:rPr>
          <w:i/>
          <w:iCs/>
        </w:rPr>
        <w:t xml:space="preserve">requiem </w:t>
      </w:r>
      <w:r w:rsidR="00636A18">
        <w:t>pour son père</w:t>
      </w:r>
      <w:r>
        <w:t xml:space="preserve">, </w:t>
      </w:r>
      <w:r w:rsidR="00636A18">
        <w:t>à la cathédrale de Saint-Philippe de Néry</w:t>
      </w:r>
      <w:r>
        <w:t xml:space="preserve">, </w:t>
      </w:r>
      <w:r w:rsidR="00636A18">
        <w:t>de Naples</w:t>
      </w:r>
      <w:r>
        <w:t>. »</w:t>
      </w:r>
    </w:p>
    <w:p w14:paraId="54DFC186" w14:textId="0A3BD9F3" w:rsidR="00D37400" w:rsidRDefault="00636A18">
      <w:r w:rsidRPr="00731DC6">
        <w:t>Je parcourus rapidement</w:t>
      </w:r>
      <w:r>
        <w:t xml:space="preserve"> la partition</w:t>
      </w:r>
      <w:r w:rsidR="00D37400">
        <w:t xml:space="preserve">, </w:t>
      </w:r>
      <w:r>
        <w:t>qui ne me parut o</w:t>
      </w:r>
      <w:r>
        <w:t>f</w:t>
      </w:r>
      <w:r>
        <w:t>frir aucune grande difficulté</w:t>
      </w:r>
      <w:r w:rsidR="00D37400">
        <w:t xml:space="preserve">, </w:t>
      </w:r>
      <w:r>
        <w:t xml:space="preserve">et je dis à </w:t>
      </w:r>
      <w:r w:rsidR="00D37400">
        <w:t>M. </w:t>
      </w:r>
      <w:r>
        <w:t>le curé que Loïs lirait sa partie à première vue</w:t>
      </w:r>
      <w:r w:rsidR="00D37400">
        <w:t>.</w:t>
      </w:r>
    </w:p>
    <w:p w14:paraId="30DADD58" w14:textId="4759609F" w:rsidR="00D37400" w:rsidRDefault="00D37400">
      <w:r>
        <w:t>« </w:t>
      </w:r>
      <w:r w:rsidR="00636A18">
        <w:t>Je n</w:t>
      </w:r>
      <w:r>
        <w:t>’</w:t>
      </w:r>
      <w:r w:rsidR="00636A18">
        <w:t>en doute pas</w:t>
      </w:r>
      <w:r>
        <w:t xml:space="preserve">, </w:t>
      </w:r>
      <w:r w:rsidR="00636A18">
        <w:t>dit-il</w:t>
      </w:r>
      <w:r>
        <w:t xml:space="preserve"> ; </w:t>
      </w:r>
      <w:r w:rsidR="00636A18">
        <w:t>cependant</w:t>
      </w:r>
      <w:r>
        <w:t>, M</w:t>
      </w:r>
      <w:r w:rsidRPr="00D37400">
        <w:rPr>
          <w:vertAlign w:val="superscript"/>
        </w:rPr>
        <w:t>me</w:t>
      </w:r>
      <w:r>
        <w:t> de </w:t>
      </w:r>
      <w:proofErr w:type="spellStart"/>
      <w:r w:rsidR="00636A18">
        <w:t>Valabrège</w:t>
      </w:r>
      <w:proofErr w:type="spellEnd"/>
      <w:r w:rsidR="00636A18">
        <w:t xml:space="preserve"> étant excellente musicienne</w:t>
      </w:r>
      <w:r>
        <w:t xml:space="preserve">, </w:t>
      </w:r>
      <w:r w:rsidR="00636A18">
        <w:t>faisons de notre mieux pour la s</w:t>
      </w:r>
      <w:r w:rsidR="00636A18">
        <w:t>a</w:t>
      </w:r>
      <w:r w:rsidR="00636A18">
        <w:t>tisfaire</w:t>
      </w:r>
      <w:r>
        <w:t xml:space="preserve"> ; </w:t>
      </w:r>
      <w:r w:rsidR="00636A18">
        <w:t>je crois qu</w:t>
      </w:r>
      <w:r>
        <w:t>’</w:t>
      </w:r>
      <w:r w:rsidR="00636A18">
        <w:t>un peu d</w:t>
      </w:r>
      <w:r>
        <w:t>’</w:t>
      </w:r>
      <w:r w:rsidR="00636A18">
        <w:t>étude ne nuirait pas à la bonne exécution</w:t>
      </w:r>
      <w:r>
        <w:t>.</w:t>
      </w:r>
    </w:p>
    <w:p w14:paraId="7DD706AA" w14:textId="27102151" w:rsidR="00636A18" w:rsidRDefault="00D37400">
      <w:r>
        <w:t>— </w:t>
      </w:r>
      <w:r w:rsidR="00636A18">
        <w:t>Sans doute</w:t>
      </w:r>
      <w:r>
        <w:t xml:space="preserve">… </w:t>
      </w:r>
      <w:r w:rsidR="00636A18">
        <w:t>aussi je vais m</w:t>
      </w:r>
      <w:r>
        <w:t>’</w:t>
      </w:r>
      <w:r w:rsidR="00636A18">
        <w:t>en occuper</w:t>
      </w:r>
      <w:r>
        <w:t>. »</w:t>
      </w:r>
    </w:p>
    <w:p w14:paraId="23179678" w14:textId="66C0B96E" w:rsidR="00D37400" w:rsidRDefault="00636A18">
      <w:r>
        <w:t>Là-dessus</w:t>
      </w:r>
      <w:r w:rsidR="00D37400">
        <w:t>, M. </w:t>
      </w:r>
      <w:r>
        <w:t>le curé m</w:t>
      </w:r>
      <w:r w:rsidR="00D37400">
        <w:t>’</w:t>
      </w:r>
      <w:r>
        <w:t>ayant serré la main</w:t>
      </w:r>
      <w:r w:rsidR="00D37400">
        <w:t xml:space="preserve">, </w:t>
      </w:r>
      <w:r>
        <w:t>je le recondu</w:t>
      </w:r>
      <w:r>
        <w:t>i</w:t>
      </w:r>
      <w:r>
        <w:t>sis jusqu</w:t>
      </w:r>
      <w:r w:rsidR="00D37400">
        <w:t>’</w:t>
      </w:r>
      <w:r>
        <w:t>au bas de l</w:t>
      </w:r>
      <w:r w:rsidR="00D37400">
        <w:t>’</w:t>
      </w:r>
      <w:r>
        <w:t>escalier</w:t>
      </w:r>
      <w:r w:rsidR="00D37400">
        <w:t xml:space="preserve">, </w:t>
      </w:r>
      <w:r>
        <w:t>comme d</w:t>
      </w:r>
      <w:r w:rsidR="00D37400">
        <w:t>’</w:t>
      </w:r>
      <w:r>
        <w:t>habitude</w:t>
      </w:r>
      <w:r w:rsidR="00D37400">
        <w:t>.</w:t>
      </w:r>
    </w:p>
    <w:p w14:paraId="69C73FC7" w14:textId="77777777" w:rsidR="00D37400" w:rsidRDefault="00636A18">
      <w:r>
        <w:t>J</w:t>
      </w:r>
      <w:r w:rsidR="00D37400">
        <w:t>’</w:t>
      </w:r>
      <w:r>
        <w:t>étudiai quelques instants la musique de Jomelli sur mon piano</w:t>
      </w:r>
      <w:r w:rsidR="00D37400">
        <w:t xml:space="preserve">, </w:t>
      </w:r>
      <w:r>
        <w:t>et le soir du même jour</w:t>
      </w:r>
      <w:r w:rsidR="00D37400">
        <w:t xml:space="preserve">, </w:t>
      </w:r>
      <w:r>
        <w:t>après mes leçons en ville</w:t>
      </w:r>
      <w:r w:rsidR="00D37400">
        <w:t xml:space="preserve">, </w:t>
      </w:r>
      <w:r>
        <w:t>j</w:t>
      </w:r>
      <w:r w:rsidR="00D37400">
        <w:t>’</w:t>
      </w:r>
      <w:r>
        <w:t xml:space="preserve">allai </w:t>
      </w:r>
      <w:r>
        <w:lastRenderedPageBreak/>
        <w:t xml:space="preserve">prévenir Loïs que nous débuterions par un </w:t>
      </w:r>
      <w:r>
        <w:rPr>
          <w:i/>
          <w:iCs/>
        </w:rPr>
        <w:t xml:space="preserve">requiem </w:t>
      </w:r>
      <w:r>
        <w:t>dans la p</w:t>
      </w:r>
      <w:r>
        <w:t>e</w:t>
      </w:r>
      <w:r>
        <w:t>tite église de Clairefontaine</w:t>
      </w:r>
      <w:r w:rsidR="00D37400">
        <w:t>.</w:t>
      </w:r>
    </w:p>
    <w:p w14:paraId="7C96FD43" w14:textId="26E45A19" w:rsidR="00D37400" w:rsidRDefault="00636A18">
      <w:r w:rsidRPr="002451C4">
        <w:t>Ce que m</w:t>
      </w:r>
      <w:r w:rsidR="00D37400">
        <w:t>’</w:t>
      </w:r>
      <w:r w:rsidRPr="002451C4">
        <w:t>avait dit</w:t>
      </w:r>
      <w:r>
        <w:t xml:space="preserve"> </w:t>
      </w:r>
      <w:r w:rsidR="00D37400">
        <w:t>M. </w:t>
      </w:r>
      <w:r>
        <w:t>le curé Miguel</w:t>
      </w:r>
      <w:r w:rsidR="00D37400">
        <w:t xml:space="preserve">, – </w:t>
      </w:r>
      <w:r>
        <w:t xml:space="preserve">que </w:t>
      </w:r>
      <w:r w:rsidR="00D37400">
        <w:t>M</w:t>
      </w:r>
      <w:r w:rsidR="00D37400" w:rsidRPr="00D37400">
        <w:rPr>
          <w:vertAlign w:val="superscript"/>
        </w:rPr>
        <w:t>me</w:t>
      </w:r>
      <w:r w:rsidR="00D37400">
        <w:t> de </w:t>
      </w:r>
      <w:proofErr w:type="spellStart"/>
      <w:r>
        <w:t>Valabrège</w:t>
      </w:r>
      <w:proofErr w:type="spellEnd"/>
      <w:r>
        <w:t xml:space="preserve"> était excellente musicienne</w:t>
      </w:r>
      <w:r w:rsidR="00D37400">
        <w:t xml:space="preserve">, – </w:t>
      </w:r>
      <w:r>
        <w:t>m</w:t>
      </w:r>
      <w:r w:rsidR="00D37400">
        <w:t>’</w:t>
      </w:r>
      <w:r>
        <w:t>intriguait</w:t>
      </w:r>
      <w:r w:rsidR="00D37400">
        <w:t xml:space="preserve">, </w:t>
      </w:r>
      <w:r>
        <w:t>et</w:t>
      </w:r>
      <w:r w:rsidR="00D37400">
        <w:t xml:space="preserve">, </w:t>
      </w:r>
      <w:r>
        <w:t>tout en marchant</w:t>
      </w:r>
      <w:r w:rsidR="00D37400">
        <w:t xml:space="preserve">, </w:t>
      </w:r>
      <w:r>
        <w:t>l</w:t>
      </w:r>
      <w:r w:rsidR="00D37400">
        <w:t>’</w:t>
      </w:r>
      <w:r>
        <w:t>idée me revenait que cette dame m</w:t>
      </w:r>
      <w:r w:rsidR="00D37400">
        <w:t>’</w:t>
      </w:r>
      <w:r>
        <w:t>était connue</w:t>
      </w:r>
      <w:r w:rsidR="00D37400">
        <w:t xml:space="preserve"> ; </w:t>
      </w:r>
      <w:r>
        <w:t>je repassais mes souvenirs</w:t>
      </w:r>
      <w:r w:rsidR="00D37400">
        <w:t xml:space="preserve">, </w:t>
      </w:r>
      <w:r>
        <w:t>remontant jusqu</w:t>
      </w:r>
      <w:r w:rsidR="00D37400">
        <w:t>’</w:t>
      </w:r>
      <w:r>
        <w:t>à ma vie de concerts</w:t>
      </w:r>
      <w:r w:rsidR="00D37400">
        <w:t xml:space="preserve">, </w:t>
      </w:r>
      <w:r>
        <w:t>de théâtres à Paris</w:t>
      </w:r>
      <w:r w:rsidR="00D37400">
        <w:t xml:space="preserve">, </w:t>
      </w:r>
      <w:r>
        <w:t>quand tout à coup un éclair me traversa l</w:t>
      </w:r>
      <w:r w:rsidR="00D37400">
        <w:t>’</w:t>
      </w:r>
      <w:r>
        <w:t>esprit et je m</w:t>
      </w:r>
      <w:r w:rsidR="00D37400">
        <w:t>’</w:t>
      </w:r>
      <w:r>
        <w:t>écriai</w:t>
      </w:r>
      <w:r w:rsidR="00D37400">
        <w:t> :</w:t>
      </w:r>
    </w:p>
    <w:p w14:paraId="29E9F189" w14:textId="1BE6B413" w:rsidR="00636A18" w:rsidRDefault="00D37400">
      <w:r>
        <w:t>« </w:t>
      </w:r>
      <w:r w:rsidR="00636A18">
        <w:t>Mais c</w:t>
      </w:r>
      <w:r>
        <w:t>’</w:t>
      </w:r>
      <w:r w:rsidR="00636A18">
        <w:t>est la Mariani</w:t>
      </w:r>
      <w:r>
        <w:t xml:space="preserve">, </w:t>
      </w:r>
      <w:r w:rsidR="00636A18">
        <w:t>telle que je l</w:t>
      </w:r>
      <w:r>
        <w:t>’</w:t>
      </w:r>
      <w:r w:rsidR="00636A18">
        <w:t xml:space="preserve">ai vue au Théâtre-Italien dans le </w:t>
      </w:r>
      <w:r w:rsidR="00636A18">
        <w:rPr>
          <w:i/>
          <w:iCs/>
        </w:rPr>
        <w:t xml:space="preserve">Figaro </w:t>
      </w:r>
      <w:r w:rsidR="00636A18">
        <w:t>de Rossini</w:t>
      </w:r>
      <w:r>
        <w:t xml:space="preserve">, </w:t>
      </w:r>
      <w:r w:rsidR="00636A18">
        <w:t xml:space="preserve">dans </w:t>
      </w:r>
      <w:r w:rsidR="00636A18">
        <w:rPr>
          <w:i/>
          <w:iCs/>
        </w:rPr>
        <w:t xml:space="preserve">Tancrède </w:t>
      </w:r>
      <w:r w:rsidR="00636A18">
        <w:t>et dans pl</w:t>
      </w:r>
      <w:r w:rsidR="00636A18">
        <w:t>u</w:t>
      </w:r>
      <w:r w:rsidR="00636A18">
        <w:t>sieurs autres opéras</w:t>
      </w:r>
      <w:r>
        <w:t xml:space="preserve">. </w:t>
      </w:r>
      <w:r w:rsidR="00636A18">
        <w:t>Depuis trente ans elle a grisonné</w:t>
      </w:r>
      <w:r>
        <w:t xml:space="preserve"> ; </w:t>
      </w:r>
      <w:r w:rsidR="00636A18">
        <w:t>mon Dieu</w:t>
      </w:r>
      <w:r>
        <w:t xml:space="preserve">, </w:t>
      </w:r>
      <w:r w:rsidR="00636A18">
        <w:t>c</w:t>
      </w:r>
      <w:r>
        <w:t>’</w:t>
      </w:r>
      <w:r w:rsidR="00636A18">
        <w:t>est tout simple</w:t>
      </w:r>
      <w:r>
        <w:t xml:space="preserve"> ! </w:t>
      </w:r>
      <w:r w:rsidR="00636A18">
        <w:t>Comment</w:t>
      </w:r>
      <w:r>
        <w:t xml:space="preserve">, </w:t>
      </w:r>
      <w:r w:rsidR="00636A18">
        <w:t>la Mariani est ici</w:t>
      </w:r>
      <w:r>
        <w:t> ! »</w:t>
      </w:r>
    </w:p>
    <w:p w14:paraId="6C7D0B60" w14:textId="77777777" w:rsidR="00D37400" w:rsidRDefault="00636A18">
      <w:r>
        <w:t>Et je me rappelais qu</w:t>
      </w:r>
      <w:r w:rsidR="00D37400">
        <w:t>’</w:t>
      </w:r>
      <w:r>
        <w:t xml:space="preserve">elle avait épousé jadis à Lisbonne un officier français appelé de </w:t>
      </w:r>
      <w:proofErr w:type="spellStart"/>
      <w:r>
        <w:t>Valabrège</w:t>
      </w:r>
      <w:proofErr w:type="spellEnd"/>
      <w:r w:rsidR="00D37400">
        <w:t xml:space="preserve"> ; </w:t>
      </w:r>
      <w:r>
        <w:t>qu</w:t>
      </w:r>
      <w:r w:rsidR="00D37400">
        <w:t>’</w:t>
      </w:r>
      <w:r>
        <w:t>elle avait parcouru l</w:t>
      </w:r>
      <w:r w:rsidR="00D37400">
        <w:t>’</w:t>
      </w:r>
      <w:r>
        <w:t>Allemagne</w:t>
      </w:r>
      <w:r w:rsidR="00D37400">
        <w:t xml:space="preserve">, </w:t>
      </w:r>
      <w:r>
        <w:t>la Suède</w:t>
      </w:r>
      <w:r w:rsidR="00D37400">
        <w:t xml:space="preserve">, </w:t>
      </w:r>
      <w:r>
        <w:t>la Russie</w:t>
      </w:r>
      <w:r w:rsidR="00D37400">
        <w:t xml:space="preserve">, </w:t>
      </w:r>
      <w:r>
        <w:t>et que depuis peu d</w:t>
      </w:r>
      <w:r w:rsidR="00D37400">
        <w:t>’</w:t>
      </w:r>
      <w:r>
        <w:t>années</w:t>
      </w:r>
      <w:r w:rsidR="00D37400">
        <w:t xml:space="preserve">, </w:t>
      </w:r>
      <w:r>
        <w:t>s</w:t>
      </w:r>
      <w:r w:rsidR="00D37400">
        <w:t>’</w:t>
      </w:r>
      <w:r>
        <w:t>étant retirée à Florence</w:t>
      </w:r>
      <w:r w:rsidR="00D37400">
        <w:t xml:space="preserve">, </w:t>
      </w:r>
      <w:r>
        <w:t>elle dirigeait une école de chant fo</w:t>
      </w:r>
      <w:r>
        <w:t>n</w:t>
      </w:r>
      <w:r>
        <w:t>dée par elle-même</w:t>
      </w:r>
      <w:r w:rsidR="00D37400">
        <w:t>.</w:t>
      </w:r>
    </w:p>
    <w:p w14:paraId="37831C4A" w14:textId="46665A44" w:rsidR="00D37400" w:rsidRDefault="00636A18">
      <w:r>
        <w:t>L</w:t>
      </w:r>
      <w:r w:rsidR="00D37400">
        <w:t>’</w:t>
      </w:r>
      <w:r>
        <w:t>arrivée de cette grande artiste m</w:t>
      </w:r>
      <w:r w:rsidR="00D37400">
        <w:t>’</w:t>
      </w:r>
      <w:r>
        <w:t>avait exalté</w:t>
      </w:r>
      <w:r w:rsidR="00D37400">
        <w:t xml:space="preserve">, </w:t>
      </w:r>
      <w:r>
        <w:t>et tout en poursuivant ma route</w:t>
      </w:r>
      <w:r w:rsidR="00D37400">
        <w:t xml:space="preserve">, </w:t>
      </w:r>
      <w:r>
        <w:t>je me souvenais qu</w:t>
      </w:r>
      <w:r w:rsidR="00D37400">
        <w:t>’</w:t>
      </w:r>
      <w:r>
        <w:t xml:space="preserve">autrefois </w:t>
      </w:r>
      <w:r w:rsidR="00D37400">
        <w:t>M. </w:t>
      </w:r>
      <w:r>
        <w:t>le curé Miguel</w:t>
      </w:r>
      <w:r w:rsidR="00D37400">
        <w:t xml:space="preserve">, </w:t>
      </w:r>
      <w:r>
        <w:t>dans un moment d</w:t>
      </w:r>
      <w:r w:rsidR="00D37400">
        <w:t>’</w:t>
      </w:r>
      <w:r>
        <w:t>expansion</w:t>
      </w:r>
      <w:r w:rsidR="00D37400">
        <w:t xml:space="preserve">, </w:t>
      </w:r>
      <w:r>
        <w:t>m</w:t>
      </w:r>
      <w:r w:rsidR="00D37400">
        <w:t>’</w:t>
      </w:r>
      <w:r>
        <w:t>avait dit qu</w:t>
      </w:r>
      <w:r w:rsidR="00D37400">
        <w:t>’</w:t>
      </w:r>
      <w:r>
        <w:t>il connai</w:t>
      </w:r>
      <w:r>
        <w:t>s</w:t>
      </w:r>
      <w:r>
        <w:t>sait Angelica Mariani</w:t>
      </w:r>
      <w:r w:rsidR="00D37400">
        <w:t xml:space="preserve">, </w:t>
      </w:r>
      <w:r>
        <w:t>qu</w:t>
      </w:r>
      <w:r w:rsidR="00D37400">
        <w:t>’</w:t>
      </w:r>
      <w:r>
        <w:t>il avait fait partie avec elle de la ch</w:t>
      </w:r>
      <w:r>
        <w:t>a</w:t>
      </w:r>
      <w:r>
        <w:t>pelle du roi dom Pedro de Portugal</w:t>
      </w:r>
      <w:r w:rsidR="00D37400">
        <w:t xml:space="preserve">. </w:t>
      </w:r>
      <w:r>
        <w:t>Je compris que cet excellent homme</w:t>
      </w:r>
      <w:r w:rsidR="00D37400">
        <w:t xml:space="preserve">, </w:t>
      </w:r>
      <w:r>
        <w:t>après avoir contribué de toutes ses forces et de tout son cœur à l</w:t>
      </w:r>
      <w:r w:rsidR="00D37400">
        <w:t>’</w:t>
      </w:r>
      <w:r>
        <w:t>instruction musicale de Loïs</w:t>
      </w:r>
      <w:r w:rsidR="00D37400">
        <w:t xml:space="preserve">, </w:t>
      </w:r>
      <w:r>
        <w:t>pour dernier bienfait</w:t>
      </w:r>
      <w:r w:rsidR="00D37400">
        <w:t xml:space="preserve">, </w:t>
      </w:r>
      <w:r>
        <w:t>avait voulu lui donner une protectrice dans la carrière dram</w:t>
      </w:r>
      <w:r>
        <w:t>a</w:t>
      </w:r>
      <w:r>
        <w:t>tique</w:t>
      </w:r>
      <w:r w:rsidR="00D37400">
        <w:t xml:space="preserve"> ; </w:t>
      </w:r>
      <w:r>
        <w:t>qu</w:t>
      </w:r>
      <w:r w:rsidR="00D37400">
        <w:t>’</w:t>
      </w:r>
      <w:r>
        <w:t xml:space="preserve">il avait écrit à </w:t>
      </w:r>
      <w:r w:rsidR="00D37400">
        <w:t>M</w:t>
      </w:r>
      <w:r w:rsidR="00D37400" w:rsidRPr="00D37400">
        <w:rPr>
          <w:vertAlign w:val="superscript"/>
        </w:rPr>
        <w:t>me</w:t>
      </w:r>
      <w:r w:rsidR="00D37400">
        <w:t> </w:t>
      </w:r>
      <w:r>
        <w:t>Mariani</w:t>
      </w:r>
      <w:r w:rsidR="00D37400">
        <w:t xml:space="preserve">, </w:t>
      </w:r>
      <w:r>
        <w:t>et lui avait recommandé chaudement une élève hors ligne</w:t>
      </w:r>
      <w:r w:rsidR="00D37400">
        <w:t xml:space="preserve">, </w:t>
      </w:r>
      <w:r>
        <w:t>et que la grande artiste</w:t>
      </w:r>
      <w:r w:rsidR="00D37400">
        <w:t xml:space="preserve">, </w:t>
      </w:r>
      <w:r>
        <w:t>to</w:t>
      </w:r>
      <w:r>
        <w:t>u</w:t>
      </w:r>
      <w:r>
        <w:t>jours en voyage au moment des vacances</w:t>
      </w:r>
      <w:r w:rsidR="00D37400">
        <w:t xml:space="preserve">, </w:t>
      </w:r>
      <w:r>
        <w:t>était venue voir elle-même</w:t>
      </w:r>
      <w:r w:rsidR="00D37400">
        <w:t>.</w:t>
      </w:r>
    </w:p>
    <w:p w14:paraId="4403EECE" w14:textId="77777777" w:rsidR="00D37400" w:rsidRDefault="00636A18">
      <w:r>
        <w:lastRenderedPageBreak/>
        <w:t>Je compris tout</w:t>
      </w:r>
      <w:r w:rsidR="00D37400">
        <w:t xml:space="preserve"> ; </w:t>
      </w:r>
      <w:r>
        <w:t>j</w:t>
      </w:r>
      <w:r w:rsidR="00D37400">
        <w:t>’</w:t>
      </w:r>
      <w:r>
        <w:t>en avais les larmes aux yeux</w:t>
      </w:r>
      <w:r w:rsidR="00D37400">
        <w:t xml:space="preserve">. </w:t>
      </w:r>
      <w:r>
        <w:t>Mais cela ne m</w:t>
      </w:r>
      <w:r w:rsidR="00D37400">
        <w:t>’</w:t>
      </w:r>
      <w:r>
        <w:t>étonnait pas</w:t>
      </w:r>
      <w:r w:rsidR="00D37400">
        <w:t xml:space="preserve">, </w:t>
      </w:r>
      <w:r>
        <w:t>car il n</w:t>
      </w:r>
      <w:r w:rsidR="00D37400">
        <w:t>’</w:t>
      </w:r>
      <w:r>
        <w:t>y a que les grands talents pour prat</w:t>
      </w:r>
      <w:r>
        <w:t>i</w:t>
      </w:r>
      <w:r>
        <w:t>quer largement et noblement les devoirs de la fraternité</w:t>
      </w:r>
      <w:r w:rsidR="00D37400">
        <w:t xml:space="preserve">. </w:t>
      </w:r>
      <w:r>
        <w:t>Cela me paraissait naturel et ne m</w:t>
      </w:r>
      <w:r w:rsidR="00D37400">
        <w:t>’</w:t>
      </w:r>
      <w:r>
        <w:t>empêchait pas d</w:t>
      </w:r>
      <w:r w:rsidR="00D37400">
        <w:t>’</w:t>
      </w:r>
      <w:r>
        <w:t>en être attendri</w:t>
      </w:r>
      <w:r w:rsidR="00D37400">
        <w:t>.</w:t>
      </w:r>
    </w:p>
    <w:p w14:paraId="56585DB3" w14:textId="77777777" w:rsidR="00D37400" w:rsidRDefault="00636A18">
      <w:r>
        <w:t>C</w:t>
      </w:r>
      <w:r w:rsidR="00D37400">
        <w:t>’</w:t>
      </w:r>
      <w:r>
        <w:t>est ainsi que j</w:t>
      </w:r>
      <w:r w:rsidR="00D37400">
        <w:t>’</w:t>
      </w:r>
      <w:r>
        <w:t xml:space="preserve">arrivai dans le </w:t>
      </w:r>
      <w:proofErr w:type="spellStart"/>
      <w:r>
        <w:t>jardinet</w:t>
      </w:r>
      <w:proofErr w:type="spellEnd"/>
      <w:r>
        <w:t xml:space="preserve"> de la mère Jea</w:t>
      </w:r>
      <w:r>
        <w:t>n</w:t>
      </w:r>
      <w:r>
        <w:t>nette</w:t>
      </w:r>
      <w:r w:rsidR="00D37400">
        <w:t xml:space="preserve">, </w:t>
      </w:r>
      <w:r>
        <w:t>où Loïs et Rosalie</w:t>
      </w:r>
      <w:r w:rsidR="00D37400">
        <w:t xml:space="preserve">, </w:t>
      </w:r>
      <w:r>
        <w:t>toutes deux assises</w:t>
      </w:r>
      <w:r w:rsidR="00D37400">
        <w:t xml:space="preserve">, </w:t>
      </w:r>
      <w:r>
        <w:t>au milieu d</w:t>
      </w:r>
      <w:r w:rsidR="00D37400">
        <w:t>’</w:t>
      </w:r>
      <w:r>
        <w:t>une plate-bande</w:t>
      </w:r>
      <w:r w:rsidR="00D37400">
        <w:t xml:space="preserve">, </w:t>
      </w:r>
      <w:r>
        <w:t>cueillaient des pois pour le soupe</w:t>
      </w:r>
      <w:r w:rsidR="002451C4">
        <w:t>r</w:t>
      </w:r>
      <w:r w:rsidR="00D37400">
        <w:t>.</w:t>
      </w:r>
    </w:p>
    <w:p w14:paraId="4AB30E95" w14:textId="77777777" w:rsidR="00D37400" w:rsidRDefault="00636A18">
      <w:r>
        <w:t>Loïs</w:t>
      </w:r>
      <w:r w:rsidR="00D37400">
        <w:t xml:space="preserve">, </w:t>
      </w:r>
      <w:r>
        <w:t>comme toujours</w:t>
      </w:r>
      <w:r w:rsidR="00D37400">
        <w:t xml:space="preserve">, </w:t>
      </w:r>
      <w:r>
        <w:t>vint me sauter dans les bras</w:t>
      </w:r>
      <w:r w:rsidR="00D37400">
        <w:t xml:space="preserve">, </w:t>
      </w:r>
      <w:r>
        <w:t>en criant</w:t>
      </w:r>
      <w:r w:rsidR="00D37400">
        <w:t> :</w:t>
      </w:r>
    </w:p>
    <w:p w14:paraId="04D7FA2C" w14:textId="170F8D79" w:rsidR="00636A18" w:rsidRDefault="00D37400">
      <w:r>
        <w:t>« </w:t>
      </w:r>
      <w:r w:rsidR="00636A18">
        <w:t>Voici mon bon papa Chapuis</w:t>
      </w:r>
      <w:r>
        <w:t> ! »</w:t>
      </w:r>
    </w:p>
    <w:p w14:paraId="7A70A8CE" w14:textId="77777777" w:rsidR="00D37400" w:rsidRDefault="00636A18">
      <w:r>
        <w:t>Et je lui répondis gaiement</w:t>
      </w:r>
      <w:r w:rsidR="00D37400">
        <w:t> :</w:t>
      </w:r>
    </w:p>
    <w:p w14:paraId="13C73C4B" w14:textId="1BFA14EB" w:rsidR="00636A18" w:rsidRDefault="00D37400">
      <w:r>
        <w:t>« </w:t>
      </w:r>
      <w:r w:rsidR="00636A18">
        <w:t>Oui</w:t>
      </w:r>
      <w:r>
        <w:t xml:space="preserve">, </w:t>
      </w:r>
      <w:r w:rsidR="00636A18">
        <w:t>mon enfant</w:t>
      </w:r>
      <w:r>
        <w:t xml:space="preserve">, </w:t>
      </w:r>
      <w:r w:rsidR="00636A18">
        <w:t>c</w:t>
      </w:r>
      <w:r>
        <w:t>’</w:t>
      </w:r>
      <w:r w:rsidR="00636A18">
        <w:t>est moi</w:t>
      </w:r>
      <w:r>
        <w:t xml:space="preserve">… </w:t>
      </w:r>
      <w:r w:rsidR="00636A18">
        <w:t>et je viens t</w:t>
      </w:r>
      <w:r>
        <w:t>’</w:t>
      </w:r>
      <w:r w:rsidR="00636A18">
        <w:t>apporter une grande nouvelle</w:t>
      </w:r>
      <w:r>
        <w:t xml:space="preserve">… </w:t>
      </w:r>
      <w:r w:rsidR="00636A18">
        <w:t>nous débutons jeudi prochain</w:t>
      </w:r>
      <w:r>
        <w:t xml:space="preserve"> !… </w:t>
      </w:r>
      <w:r w:rsidR="00636A18">
        <w:t>Tu m</w:t>
      </w:r>
      <w:r>
        <w:t>’</w:t>
      </w:r>
      <w:r w:rsidR="00636A18">
        <w:t>entends</w:t>
      </w:r>
      <w:r>
        <w:t xml:space="preserve">, </w:t>
      </w:r>
      <w:r w:rsidR="00636A18">
        <w:t>jeudi</w:t>
      </w:r>
      <w:r>
        <w:t xml:space="preserve"> ! </w:t>
      </w:r>
      <w:r w:rsidR="00636A18">
        <w:t>pas plus tard</w:t>
      </w:r>
      <w:r>
        <w:t xml:space="preserve">, </w:t>
      </w:r>
      <w:r w:rsidR="00636A18">
        <w:t>à l</w:t>
      </w:r>
      <w:r>
        <w:t>’</w:t>
      </w:r>
      <w:r w:rsidR="00636A18">
        <w:t>église de Clairefontaine</w:t>
      </w:r>
      <w:r>
        <w:t xml:space="preserve">. </w:t>
      </w:r>
      <w:r w:rsidR="00636A18">
        <w:t xml:space="preserve">Nous débutons par un </w:t>
      </w:r>
      <w:r w:rsidR="00636A18">
        <w:rPr>
          <w:i/>
          <w:iCs/>
        </w:rPr>
        <w:t>requiem</w:t>
      </w:r>
      <w:r>
        <w:rPr>
          <w:iCs/>
        </w:rPr>
        <w:t xml:space="preserve">. </w:t>
      </w:r>
      <w:r w:rsidR="00636A18">
        <w:rPr>
          <w:iCs/>
        </w:rPr>
        <w:t>Ah</w:t>
      </w:r>
      <w:r>
        <w:t xml:space="preserve"> ! </w:t>
      </w:r>
      <w:r w:rsidR="00636A18">
        <w:t>cette fois</w:t>
      </w:r>
      <w:r>
        <w:t xml:space="preserve">, </w:t>
      </w:r>
      <w:r w:rsidR="00636A18">
        <w:t>il va falloir se montrer</w:t>
      </w:r>
      <w:r>
        <w:t xml:space="preserve">, </w:t>
      </w:r>
      <w:r w:rsidR="00636A18">
        <w:t>car</w:t>
      </w:r>
      <w:r>
        <w:t xml:space="preserve">, </w:t>
      </w:r>
      <w:r w:rsidR="00636A18">
        <w:t>je t</w:t>
      </w:r>
      <w:r>
        <w:t>’</w:t>
      </w:r>
      <w:r w:rsidR="00636A18">
        <w:t>en préviens</w:t>
      </w:r>
      <w:r>
        <w:t>, M</w:t>
      </w:r>
      <w:r w:rsidRPr="00D37400">
        <w:rPr>
          <w:vertAlign w:val="superscript"/>
        </w:rPr>
        <w:t>me</w:t>
      </w:r>
      <w:r>
        <w:t> de </w:t>
      </w:r>
      <w:proofErr w:type="spellStart"/>
      <w:r w:rsidR="00636A18">
        <w:t>Valabrège</w:t>
      </w:r>
      <w:proofErr w:type="spellEnd"/>
      <w:r w:rsidR="00636A18">
        <w:t xml:space="preserve"> est une mus</w:t>
      </w:r>
      <w:r w:rsidR="00636A18">
        <w:t>i</w:t>
      </w:r>
      <w:r w:rsidR="00636A18">
        <w:t>cienne distinguée</w:t>
      </w:r>
      <w:r>
        <w:t xml:space="preserve"> ; </w:t>
      </w:r>
      <w:r w:rsidR="00636A18">
        <w:t>et puis il ne faut pas dédaigner non plus les bonnes gens</w:t>
      </w:r>
      <w:r>
        <w:t xml:space="preserve">, </w:t>
      </w:r>
      <w:r w:rsidR="00636A18">
        <w:t>les braves gens comme la mère Jeannette et bien d</w:t>
      </w:r>
      <w:r>
        <w:t>’</w:t>
      </w:r>
      <w:r w:rsidR="00636A18">
        <w:t>autres</w:t>
      </w:r>
      <w:r>
        <w:t xml:space="preserve">, </w:t>
      </w:r>
      <w:r w:rsidR="00636A18">
        <w:t>qui vont nous entendre</w:t>
      </w:r>
      <w:r>
        <w:t xml:space="preserve">. </w:t>
      </w:r>
      <w:r w:rsidR="00636A18">
        <w:t>Les belles choses vont au cœur de tous</w:t>
      </w:r>
      <w:r>
        <w:t>. »</w:t>
      </w:r>
    </w:p>
    <w:p w14:paraId="21F36F35" w14:textId="77777777" w:rsidR="00D37400" w:rsidRDefault="00636A18">
      <w:r>
        <w:t>Et je tirai ma partition de la poche</w:t>
      </w:r>
      <w:r w:rsidR="00D37400">
        <w:t xml:space="preserve">, </w:t>
      </w:r>
      <w:r>
        <w:t>en disant</w:t>
      </w:r>
      <w:r w:rsidR="00D37400">
        <w:t> :</w:t>
      </w:r>
    </w:p>
    <w:p w14:paraId="6676715F" w14:textId="4F08DC2C" w:rsidR="00636A18" w:rsidRDefault="00D37400">
      <w:r>
        <w:t>« </w:t>
      </w:r>
      <w:r w:rsidR="00636A18">
        <w:t>Voilà ce qu</w:t>
      </w:r>
      <w:r>
        <w:t>’</w:t>
      </w:r>
      <w:r w:rsidR="00636A18">
        <w:t>il faut étudier</w:t>
      </w:r>
      <w:r>
        <w:t xml:space="preserve"> ; </w:t>
      </w:r>
      <w:r w:rsidR="00636A18">
        <w:t>c</w:t>
      </w:r>
      <w:r>
        <w:t>’</w:t>
      </w:r>
      <w:r w:rsidR="00636A18">
        <w:t xml:space="preserve">est un </w:t>
      </w:r>
      <w:r w:rsidR="00636A18">
        <w:rPr>
          <w:i/>
          <w:iCs/>
        </w:rPr>
        <w:t xml:space="preserve">requiem </w:t>
      </w:r>
      <w:r w:rsidR="00636A18">
        <w:t>de Jomelli</w:t>
      </w:r>
      <w:r>
        <w:t xml:space="preserve">… </w:t>
      </w:r>
      <w:r w:rsidR="00636A18">
        <w:t>Tiens</w:t>
      </w:r>
      <w:r>
        <w:t xml:space="preserve">… </w:t>
      </w:r>
      <w:r w:rsidR="00636A18">
        <w:t>il est magnifique</w:t>
      </w:r>
      <w:r>
        <w:t> ! »</w:t>
      </w:r>
    </w:p>
    <w:p w14:paraId="396AF52D" w14:textId="77777777" w:rsidR="00D37400" w:rsidRDefault="00636A18">
      <w:r>
        <w:t>Loïs</w:t>
      </w:r>
      <w:r w:rsidR="00D37400">
        <w:t xml:space="preserve">, </w:t>
      </w:r>
      <w:r>
        <w:t>me voyant animé plus qu</w:t>
      </w:r>
      <w:r w:rsidR="00D37400">
        <w:t>’</w:t>
      </w:r>
      <w:r>
        <w:t>à l</w:t>
      </w:r>
      <w:r w:rsidR="00D37400">
        <w:t>’</w:t>
      </w:r>
      <w:r>
        <w:t>ordinaire</w:t>
      </w:r>
      <w:r w:rsidR="00D37400">
        <w:t xml:space="preserve">, </w:t>
      </w:r>
      <w:r>
        <w:t>ouvrait de grands yeux</w:t>
      </w:r>
      <w:r w:rsidR="00D37400">
        <w:t xml:space="preserve"> ; </w:t>
      </w:r>
      <w:r>
        <w:t>mon air de satisfaction et d</w:t>
      </w:r>
      <w:r w:rsidR="00D37400">
        <w:t>’</w:t>
      </w:r>
      <w:r>
        <w:t>attendrissement l</w:t>
      </w:r>
      <w:r w:rsidR="00D37400">
        <w:t>’</w:t>
      </w:r>
      <w:r>
        <w:t>étonnait</w:t>
      </w:r>
      <w:r w:rsidR="00D37400">
        <w:t>.</w:t>
      </w:r>
    </w:p>
    <w:p w14:paraId="3066FA91" w14:textId="77777777" w:rsidR="00D37400" w:rsidRDefault="00D37400">
      <w:r>
        <w:lastRenderedPageBreak/>
        <w:t>« </w:t>
      </w:r>
      <w:r w:rsidR="00636A18">
        <w:t>Mon bon papa Chapuis</w:t>
      </w:r>
      <w:r>
        <w:t xml:space="preserve">, </w:t>
      </w:r>
      <w:r w:rsidR="00636A18">
        <w:t>puisque vous êtes content</w:t>
      </w:r>
      <w:r>
        <w:t xml:space="preserve">, </w:t>
      </w:r>
      <w:r w:rsidR="00636A18">
        <w:t>je le suis aussi</w:t>
      </w:r>
      <w:r>
        <w:t xml:space="preserve">, </w:t>
      </w:r>
      <w:r w:rsidR="00636A18">
        <w:t>fit-elle</w:t>
      </w:r>
      <w:r>
        <w:t>.</w:t>
      </w:r>
    </w:p>
    <w:p w14:paraId="263FC5B0" w14:textId="722DA0B3" w:rsidR="00D37400" w:rsidRDefault="00D37400">
      <w:r>
        <w:t>— </w:t>
      </w:r>
      <w:r w:rsidR="00636A18">
        <w:t>Oui</w:t>
      </w:r>
      <w:r>
        <w:t xml:space="preserve">, </w:t>
      </w:r>
      <w:r w:rsidR="00636A18">
        <w:t xml:space="preserve">et </w:t>
      </w:r>
      <w:r>
        <w:t>M. </w:t>
      </w:r>
      <w:r w:rsidR="00636A18">
        <w:t>le curé Miguel aussi sera content</w:t>
      </w:r>
      <w:r>
        <w:t xml:space="preserve">, </w:t>
      </w:r>
      <w:r w:rsidR="00636A18">
        <w:t>car c</w:t>
      </w:r>
      <w:r>
        <w:t>’</w:t>
      </w:r>
      <w:r w:rsidR="00636A18">
        <w:t>est lui qui m</w:t>
      </w:r>
      <w:r>
        <w:t>’</w:t>
      </w:r>
      <w:r w:rsidR="00636A18">
        <w:t>a demandé ce service</w:t>
      </w:r>
      <w:r>
        <w:t xml:space="preserve">, </w:t>
      </w:r>
      <w:r w:rsidR="00636A18">
        <w:t>et naturellement</w:t>
      </w:r>
      <w:r>
        <w:t xml:space="preserve">, </w:t>
      </w:r>
      <w:r w:rsidR="00636A18">
        <w:t>Loïs</w:t>
      </w:r>
      <w:r>
        <w:t xml:space="preserve">, </w:t>
      </w:r>
      <w:r w:rsidR="00636A18">
        <w:t>je lui ai r</w:t>
      </w:r>
      <w:r w:rsidR="00636A18">
        <w:t>é</w:t>
      </w:r>
      <w:r w:rsidR="00636A18">
        <w:t>pondu que tu serais bien heureuse de lui faire plaisir</w:t>
      </w:r>
      <w:r>
        <w:t>.</w:t>
      </w:r>
    </w:p>
    <w:p w14:paraId="1D185325" w14:textId="15A41DD6" w:rsidR="00636A18" w:rsidRDefault="00D37400">
      <w:r>
        <w:t>— </w:t>
      </w:r>
      <w:r w:rsidR="00636A18">
        <w:t>Oh</w:t>
      </w:r>
      <w:r>
        <w:t xml:space="preserve"> ! </w:t>
      </w:r>
      <w:r w:rsidR="00636A18">
        <w:t>oui</w:t>
      </w:r>
      <w:r>
        <w:t xml:space="preserve">, </w:t>
      </w:r>
      <w:r w:rsidR="00636A18">
        <w:t>bien heureuse</w:t>
      </w:r>
      <w:r>
        <w:t xml:space="preserve">, </w:t>
      </w:r>
      <w:r w:rsidR="00636A18">
        <w:t>dit-elle les larmes aux yeux</w:t>
      </w:r>
      <w:r>
        <w:t xml:space="preserve"> ; </w:t>
      </w:r>
      <w:r w:rsidR="00636A18">
        <w:t>c</w:t>
      </w:r>
      <w:r>
        <w:t>’</w:t>
      </w:r>
      <w:r w:rsidR="00636A18">
        <w:t>est toujours ce que j</w:t>
      </w:r>
      <w:r>
        <w:t>’</w:t>
      </w:r>
      <w:r w:rsidR="00636A18">
        <w:t>ai souhaité</w:t>
      </w:r>
      <w:r>
        <w:t xml:space="preserve">, </w:t>
      </w:r>
      <w:r w:rsidR="00636A18">
        <w:t>de pouvoir un jour vous faire un plaisir</w:t>
      </w:r>
      <w:r>
        <w:t xml:space="preserve">, </w:t>
      </w:r>
      <w:r w:rsidR="00636A18">
        <w:t xml:space="preserve">à vous et à </w:t>
      </w:r>
      <w:r>
        <w:t>M. </w:t>
      </w:r>
      <w:r w:rsidR="00636A18">
        <w:t>le curé</w:t>
      </w:r>
      <w:r>
        <w:t xml:space="preserve"> ; </w:t>
      </w:r>
      <w:r w:rsidR="00636A18">
        <w:t>c</w:t>
      </w:r>
      <w:r>
        <w:t>’</w:t>
      </w:r>
      <w:r w:rsidR="00636A18">
        <w:t>est ce que je désire le plus au monde</w:t>
      </w:r>
      <w:r>
        <w:t>. »</w:t>
      </w:r>
    </w:p>
    <w:p w14:paraId="5ED0EF17" w14:textId="77777777" w:rsidR="00D37400" w:rsidRDefault="00636A18">
      <w:r>
        <w:t>Alors</w:t>
      </w:r>
      <w:r w:rsidR="00D37400">
        <w:t xml:space="preserve">, </w:t>
      </w:r>
      <w:r>
        <w:t>en nous promenant dans le jardin</w:t>
      </w:r>
      <w:r w:rsidR="00D37400">
        <w:t xml:space="preserve">, </w:t>
      </w:r>
      <w:r>
        <w:t>je lui fis ressortir les parties du chant qui la concernaient</w:t>
      </w:r>
      <w:r w:rsidR="00D37400">
        <w:t xml:space="preserve">, </w:t>
      </w:r>
      <w:r>
        <w:t>l</w:t>
      </w:r>
      <w:r w:rsidR="00D37400">
        <w:t>’</w:t>
      </w:r>
      <w:r>
        <w:t>accent qu</w:t>
      </w:r>
      <w:r w:rsidR="00D37400">
        <w:t>’</w:t>
      </w:r>
      <w:r>
        <w:t>il fallait leur donner</w:t>
      </w:r>
      <w:r w:rsidR="00D37400">
        <w:t xml:space="preserve">, </w:t>
      </w:r>
      <w:r>
        <w:t>en lui recommandant surtout de bien se pénétrer du sens des paroles latines</w:t>
      </w:r>
      <w:r w:rsidR="00D37400">
        <w:t xml:space="preserve">, </w:t>
      </w:r>
      <w:r>
        <w:t>dont la force et la grandeur ne po</w:t>
      </w:r>
      <w:r>
        <w:t>u</w:t>
      </w:r>
      <w:r>
        <w:t>vaient se rendre qu</w:t>
      </w:r>
      <w:r w:rsidR="00D37400">
        <w:t>’</w:t>
      </w:r>
      <w:r>
        <w:t>en les étudiant à fond</w:t>
      </w:r>
      <w:r w:rsidR="00D37400">
        <w:t>.</w:t>
      </w:r>
    </w:p>
    <w:p w14:paraId="5FA10901" w14:textId="77777777" w:rsidR="00D37400" w:rsidRDefault="00636A18">
      <w:r>
        <w:t>Elle me promit de les savoir par cœur</w:t>
      </w:r>
      <w:r w:rsidR="00D37400">
        <w:t>.</w:t>
      </w:r>
    </w:p>
    <w:p w14:paraId="119FB6FD" w14:textId="77777777" w:rsidR="00D37400" w:rsidRDefault="00636A18">
      <w:r>
        <w:t>Après quoi</w:t>
      </w:r>
      <w:r w:rsidR="00D37400">
        <w:t xml:space="preserve">, </w:t>
      </w:r>
      <w:r>
        <w:t>bien content de ma journée</w:t>
      </w:r>
      <w:r w:rsidR="00D37400">
        <w:t xml:space="preserve">, </w:t>
      </w:r>
      <w:r>
        <w:t>je regagnai tra</w:t>
      </w:r>
      <w:r>
        <w:t>n</w:t>
      </w:r>
      <w:r>
        <w:t>quillement Sainte-Suzanne</w:t>
      </w:r>
      <w:r w:rsidR="00D37400">
        <w:t>.</w:t>
      </w:r>
    </w:p>
    <w:p w14:paraId="0D566B30" w14:textId="77777777" w:rsidR="00D37400" w:rsidRDefault="00636A18">
      <w:r>
        <w:t>Je m</w:t>
      </w:r>
      <w:r w:rsidR="00D37400">
        <w:t>’</w:t>
      </w:r>
      <w:r>
        <w:t>étais bien gardé de dire à Loïs qu</w:t>
      </w:r>
      <w:r w:rsidR="00D37400">
        <w:t>’</w:t>
      </w:r>
      <w:r>
        <w:t>elle allait chanter devant l</w:t>
      </w:r>
      <w:r w:rsidR="00D37400">
        <w:t>’</w:t>
      </w:r>
      <w:r>
        <w:t>une des plus grandes cantatrices de l</w:t>
      </w:r>
      <w:r w:rsidR="00D37400">
        <w:t>’</w:t>
      </w:r>
      <w:r>
        <w:t>Europe</w:t>
      </w:r>
      <w:r w:rsidR="00D37400">
        <w:t xml:space="preserve">, </w:t>
      </w:r>
      <w:r>
        <w:t>pour ne pas l</w:t>
      </w:r>
      <w:r w:rsidR="00D37400">
        <w:t>’</w:t>
      </w:r>
      <w:r>
        <w:t>intimider</w:t>
      </w:r>
      <w:r w:rsidR="00D37400">
        <w:t xml:space="preserve"> ; </w:t>
      </w:r>
      <w:r>
        <w:t>et le jeudi suivant je me rendis de bon matin à Clairefontaine</w:t>
      </w:r>
      <w:r w:rsidR="00D37400">
        <w:t xml:space="preserve">, </w:t>
      </w:r>
      <w:r>
        <w:t>où l</w:t>
      </w:r>
      <w:r w:rsidR="00D37400">
        <w:t>’</w:t>
      </w:r>
      <w:r>
        <w:t>annonce d</w:t>
      </w:r>
      <w:r w:rsidR="00D37400">
        <w:t>’</w:t>
      </w:r>
      <w:r>
        <w:t>une grande messe en musique avait attiré beaucoup de monde</w:t>
      </w:r>
      <w:r w:rsidR="00D37400">
        <w:t>.</w:t>
      </w:r>
    </w:p>
    <w:p w14:paraId="7F7F80A9" w14:textId="77777777" w:rsidR="00D37400" w:rsidRDefault="00636A18">
      <w:r>
        <w:t>La petite église en était encombrée</w:t>
      </w:r>
      <w:r w:rsidR="00D37400">
        <w:t>.</w:t>
      </w:r>
    </w:p>
    <w:p w14:paraId="63C6F44B" w14:textId="77777777" w:rsidR="00D37400" w:rsidRDefault="00636A18">
      <w:r>
        <w:t>Vers dix heures</w:t>
      </w:r>
      <w:r w:rsidR="00D37400">
        <w:t xml:space="preserve">, </w:t>
      </w:r>
      <w:r>
        <w:t>Loïs et moi nous montâmes aux orgues</w:t>
      </w:r>
      <w:r w:rsidR="00D37400">
        <w:t>.</w:t>
      </w:r>
    </w:p>
    <w:p w14:paraId="50037994" w14:textId="77777777" w:rsidR="00D37400" w:rsidRDefault="00636A18">
      <w:r>
        <w:t>Nous étions là</w:t>
      </w:r>
      <w:r w:rsidR="00D37400">
        <w:t xml:space="preserve">, </w:t>
      </w:r>
      <w:r>
        <w:t>seuls</w:t>
      </w:r>
      <w:r w:rsidR="00D37400">
        <w:t xml:space="preserve">, </w:t>
      </w:r>
      <w:r>
        <w:t>près de la voûte</w:t>
      </w:r>
      <w:r w:rsidR="00D37400">
        <w:t xml:space="preserve">, </w:t>
      </w:r>
      <w:r>
        <w:t>derrière les hautes balustrades qui nous cachaient aux regards de la foule</w:t>
      </w:r>
      <w:r w:rsidR="00D37400">
        <w:t>.</w:t>
      </w:r>
    </w:p>
    <w:p w14:paraId="5729D31F" w14:textId="77777777" w:rsidR="00D37400" w:rsidRDefault="00636A18">
      <w:r>
        <w:lastRenderedPageBreak/>
        <w:t>Les claviers</w:t>
      </w:r>
      <w:r w:rsidR="00D37400">
        <w:t xml:space="preserve">, </w:t>
      </w:r>
      <w:r>
        <w:t>les pédales</w:t>
      </w:r>
      <w:r w:rsidR="00D37400">
        <w:t xml:space="preserve">, </w:t>
      </w:r>
      <w:r>
        <w:t>les registres</w:t>
      </w:r>
      <w:r w:rsidR="00D37400">
        <w:t xml:space="preserve">, </w:t>
      </w:r>
      <w:r>
        <w:t>le tabouret de chêne</w:t>
      </w:r>
      <w:r w:rsidR="00D37400">
        <w:t xml:space="preserve">, </w:t>
      </w:r>
      <w:r>
        <w:t>tout était vieux dans l</w:t>
      </w:r>
      <w:r w:rsidR="00D37400">
        <w:t>’</w:t>
      </w:r>
      <w:r>
        <w:t>antique église</w:t>
      </w:r>
      <w:r w:rsidR="00D37400">
        <w:t>.</w:t>
      </w:r>
    </w:p>
    <w:p w14:paraId="49088C6A" w14:textId="77777777" w:rsidR="00D37400" w:rsidRDefault="00636A18">
      <w:r>
        <w:t>Je déployai notre partition sur le pupitre et je m</w:t>
      </w:r>
      <w:r w:rsidR="00D37400">
        <w:t>’</w:t>
      </w:r>
      <w:r>
        <w:t>assis</w:t>
      </w:r>
      <w:r w:rsidR="00D37400">
        <w:t xml:space="preserve">, </w:t>
      </w:r>
      <w:r>
        <w:t>le petit miroir incliné sur ma tête</w:t>
      </w:r>
      <w:r w:rsidR="00D37400">
        <w:t xml:space="preserve">, </w:t>
      </w:r>
      <w:r>
        <w:t>pour suivre le service</w:t>
      </w:r>
      <w:r w:rsidR="00D37400">
        <w:t>.</w:t>
      </w:r>
    </w:p>
    <w:p w14:paraId="563C00B5" w14:textId="77777777" w:rsidR="00D37400" w:rsidRDefault="00636A18">
      <w:r>
        <w:t>Loïs</w:t>
      </w:r>
      <w:r w:rsidR="00D37400">
        <w:t xml:space="preserve">, </w:t>
      </w:r>
      <w:r>
        <w:t>debout près de moi</w:t>
      </w:r>
      <w:r w:rsidR="00D37400">
        <w:t xml:space="preserve">, </w:t>
      </w:r>
      <w:r>
        <w:t>au moment de chanter pour la première fois en public</w:t>
      </w:r>
      <w:r w:rsidR="00D37400">
        <w:t xml:space="preserve">, </w:t>
      </w:r>
      <w:r>
        <w:t>tremblait comme une feuille</w:t>
      </w:r>
      <w:r w:rsidR="00D37400">
        <w:t xml:space="preserve"> ; </w:t>
      </w:r>
      <w:r>
        <w:t>je lui pris la main et je lui dis d</w:t>
      </w:r>
      <w:r w:rsidR="00D37400">
        <w:t>’</w:t>
      </w:r>
      <w:r>
        <w:t>être calme et de donner toute sa voix</w:t>
      </w:r>
      <w:r w:rsidR="00D37400">
        <w:t xml:space="preserve">, </w:t>
      </w:r>
      <w:r>
        <w:t>mais sans effort</w:t>
      </w:r>
      <w:r w:rsidR="00D37400">
        <w:t>.</w:t>
      </w:r>
    </w:p>
    <w:p w14:paraId="68AF8E68" w14:textId="6D7B023E" w:rsidR="00D37400" w:rsidRDefault="00636A18">
      <w:r>
        <w:t>Dans le même instant</w:t>
      </w:r>
      <w:r w:rsidR="00D37400">
        <w:t>, M. </w:t>
      </w:r>
      <w:r>
        <w:t>le curé Miguel sortant de la s</w:t>
      </w:r>
      <w:r>
        <w:t>a</w:t>
      </w:r>
      <w:r>
        <w:t>cristie</w:t>
      </w:r>
      <w:r w:rsidR="00D37400">
        <w:t xml:space="preserve">, </w:t>
      </w:r>
      <w:r>
        <w:t>descendait vers le catafalque avec ses chantres</w:t>
      </w:r>
      <w:r w:rsidR="00D37400">
        <w:t xml:space="preserve">, </w:t>
      </w:r>
      <w:r>
        <w:t>l</w:t>
      </w:r>
      <w:r w:rsidR="00D37400">
        <w:t>’</w:t>
      </w:r>
      <w:r>
        <w:t>encensoir à la main</w:t>
      </w:r>
      <w:r w:rsidR="00D37400">
        <w:t xml:space="preserve">, </w:t>
      </w:r>
      <w:r>
        <w:t>et la messe commençait</w:t>
      </w:r>
      <w:r w:rsidR="00D37400">
        <w:t>.</w:t>
      </w:r>
    </w:p>
    <w:p w14:paraId="6F069AC1" w14:textId="0138B431" w:rsidR="00D37400" w:rsidRDefault="00D37400">
      <w:r>
        <w:t>« </w:t>
      </w:r>
      <w:r w:rsidR="00636A18">
        <w:rPr>
          <w:i/>
        </w:rPr>
        <w:t xml:space="preserve">Requiem æternam </w:t>
      </w:r>
      <w:proofErr w:type="spellStart"/>
      <w:r w:rsidR="00636A18">
        <w:rPr>
          <w:i/>
        </w:rPr>
        <w:t>donat</w:t>
      </w:r>
      <w:proofErr w:type="spellEnd"/>
      <w:r w:rsidR="00636A18">
        <w:rPr>
          <w:i/>
        </w:rPr>
        <w:t xml:space="preserve"> </w:t>
      </w:r>
      <w:proofErr w:type="spellStart"/>
      <w:r w:rsidR="00636A18">
        <w:rPr>
          <w:i/>
        </w:rPr>
        <w:t>eis</w:t>
      </w:r>
      <w:proofErr w:type="spellEnd"/>
      <w:r>
        <w:rPr>
          <w:i/>
        </w:rPr>
        <w:t xml:space="preserve">, </w:t>
      </w:r>
      <w:r w:rsidR="00636A18">
        <w:rPr>
          <w:i/>
        </w:rPr>
        <w:t>Domine</w:t>
      </w:r>
      <w:r>
        <w:rPr>
          <w:i/>
        </w:rPr>
        <w:t xml:space="preserve">, </w:t>
      </w:r>
      <w:r w:rsidR="00636A18">
        <w:rPr>
          <w:i/>
        </w:rPr>
        <w:t xml:space="preserve">et lux </w:t>
      </w:r>
      <w:proofErr w:type="spellStart"/>
      <w:r w:rsidR="00636A18">
        <w:rPr>
          <w:i/>
        </w:rPr>
        <w:t>perpetua</w:t>
      </w:r>
      <w:proofErr w:type="spellEnd"/>
      <w:r w:rsidR="00636A18">
        <w:rPr>
          <w:i/>
        </w:rPr>
        <w:t xml:space="preserve"> </w:t>
      </w:r>
      <w:proofErr w:type="spellStart"/>
      <w:r w:rsidR="00636A18">
        <w:rPr>
          <w:i/>
        </w:rPr>
        <w:t>luceat</w:t>
      </w:r>
      <w:proofErr w:type="spellEnd"/>
      <w:r w:rsidR="00636A18">
        <w:rPr>
          <w:i/>
        </w:rPr>
        <w:t xml:space="preserve"> </w:t>
      </w:r>
      <w:proofErr w:type="spellStart"/>
      <w:r w:rsidR="00636A18">
        <w:rPr>
          <w:i/>
        </w:rPr>
        <w:t>eis</w:t>
      </w:r>
      <w:proofErr w:type="spellEnd"/>
      <w:r>
        <w:rPr>
          <w:i/>
        </w:rPr>
        <w:t> !…</w:t>
      </w:r>
      <w:r>
        <w:t> »</w:t>
      </w:r>
      <w:r w:rsidR="00636A18">
        <w:t xml:space="preserve"> chantait </w:t>
      </w:r>
      <w:r>
        <w:t>M. </w:t>
      </w:r>
      <w:r w:rsidR="00636A18">
        <w:t>le curé de sa voix profonde</w:t>
      </w:r>
      <w:r>
        <w:t>.</w:t>
      </w:r>
    </w:p>
    <w:p w14:paraId="243C9B2D" w14:textId="77777777" w:rsidR="00D37400" w:rsidRDefault="00636A18">
      <w:r>
        <w:t>Je n</w:t>
      </w:r>
      <w:r w:rsidR="00D37400">
        <w:t>’</w:t>
      </w:r>
      <w:r>
        <w:t>eus qu</w:t>
      </w:r>
      <w:r w:rsidR="00D37400">
        <w:t>’</w:t>
      </w:r>
      <w:r>
        <w:t>à regarder Loïs</w:t>
      </w:r>
      <w:r w:rsidR="00D37400">
        <w:t xml:space="preserve">, </w:t>
      </w:r>
      <w:r>
        <w:t>en posant les mains sur le cl</w:t>
      </w:r>
      <w:r>
        <w:t>a</w:t>
      </w:r>
      <w:r>
        <w:t>vier</w:t>
      </w:r>
      <w:r w:rsidR="00D37400">
        <w:t xml:space="preserve">, </w:t>
      </w:r>
      <w:r>
        <w:t>et d</w:t>
      </w:r>
      <w:r w:rsidR="00D37400">
        <w:t>’</w:t>
      </w:r>
      <w:r>
        <w:t>une voix douce et vraiment divine</w:t>
      </w:r>
      <w:r w:rsidR="00D37400">
        <w:t xml:space="preserve">, </w:t>
      </w:r>
      <w:r>
        <w:t>elle répondait</w:t>
      </w:r>
      <w:r w:rsidR="00D37400">
        <w:t> :</w:t>
      </w:r>
    </w:p>
    <w:p w14:paraId="03654E89" w14:textId="6B6BDE50" w:rsidR="00636A18" w:rsidRDefault="00D37400">
      <w:r>
        <w:t>« </w:t>
      </w:r>
      <w:r w:rsidR="00636A18">
        <w:rPr>
          <w:i/>
        </w:rPr>
        <w:t xml:space="preserve">Te </w:t>
      </w:r>
      <w:proofErr w:type="spellStart"/>
      <w:r w:rsidR="00636A18">
        <w:rPr>
          <w:i/>
        </w:rPr>
        <w:t>decet</w:t>
      </w:r>
      <w:proofErr w:type="spellEnd"/>
      <w:r w:rsidR="00636A18">
        <w:rPr>
          <w:i/>
        </w:rPr>
        <w:t xml:space="preserve"> </w:t>
      </w:r>
      <w:proofErr w:type="spellStart"/>
      <w:r w:rsidR="00636A18">
        <w:rPr>
          <w:i/>
        </w:rPr>
        <w:t>hymnus</w:t>
      </w:r>
      <w:proofErr w:type="spellEnd"/>
      <w:r>
        <w:rPr>
          <w:i/>
        </w:rPr>
        <w:t xml:space="preserve">, </w:t>
      </w:r>
      <w:r w:rsidR="00636A18">
        <w:rPr>
          <w:i/>
        </w:rPr>
        <w:t>Deus</w:t>
      </w:r>
      <w:r>
        <w:rPr>
          <w:i/>
        </w:rPr>
        <w:t xml:space="preserve">, </w:t>
      </w:r>
      <w:r w:rsidR="00636A18">
        <w:rPr>
          <w:i/>
        </w:rPr>
        <w:t>in Sion</w:t>
      </w:r>
      <w:r>
        <w:rPr>
          <w:i/>
        </w:rPr>
        <w:t xml:space="preserve"> ; </w:t>
      </w:r>
      <w:r w:rsidR="00636A18">
        <w:rPr>
          <w:i/>
        </w:rPr>
        <w:t xml:space="preserve">et </w:t>
      </w:r>
      <w:proofErr w:type="spellStart"/>
      <w:r w:rsidR="00636A18">
        <w:rPr>
          <w:i/>
        </w:rPr>
        <w:t>tibi</w:t>
      </w:r>
      <w:proofErr w:type="spellEnd"/>
      <w:r w:rsidR="00636A18">
        <w:rPr>
          <w:i/>
        </w:rPr>
        <w:t xml:space="preserve"> </w:t>
      </w:r>
      <w:proofErr w:type="spellStart"/>
      <w:r w:rsidR="00636A18">
        <w:rPr>
          <w:i/>
        </w:rPr>
        <w:t>reddetur</w:t>
      </w:r>
      <w:proofErr w:type="spellEnd"/>
      <w:r w:rsidR="00636A18">
        <w:rPr>
          <w:i/>
        </w:rPr>
        <w:t xml:space="preserve"> </w:t>
      </w:r>
      <w:proofErr w:type="spellStart"/>
      <w:r w:rsidR="00636A18">
        <w:rPr>
          <w:i/>
        </w:rPr>
        <w:t>votum</w:t>
      </w:r>
      <w:proofErr w:type="spellEnd"/>
      <w:r w:rsidR="00636A18">
        <w:rPr>
          <w:i/>
        </w:rPr>
        <w:t xml:space="preserve"> in </w:t>
      </w:r>
      <w:proofErr w:type="spellStart"/>
      <w:r w:rsidR="00636A18">
        <w:rPr>
          <w:i/>
        </w:rPr>
        <w:t>Jerusalem</w:t>
      </w:r>
      <w:proofErr w:type="spellEnd"/>
      <w:r>
        <w:rPr>
          <w:i/>
        </w:rPr>
        <w:t xml:space="preserve"> : </w:t>
      </w:r>
      <w:r w:rsidR="00636A18">
        <w:rPr>
          <w:i/>
        </w:rPr>
        <w:t xml:space="preserve">exaudi </w:t>
      </w:r>
      <w:proofErr w:type="spellStart"/>
      <w:r w:rsidR="00636A18">
        <w:rPr>
          <w:i/>
        </w:rPr>
        <w:t>orationem</w:t>
      </w:r>
      <w:proofErr w:type="spellEnd"/>
      <w:r w:rsidR="00636A18">
        <w:rPr>
          <w:i/>
        </w:rPr>
        <w:t xml:space="preserve"> </w:t>
      </w:r>
      <w:proofErr w:type="spellStart"/>
      <w:r w:rsidR="00636A18">
        <w:rPr>
          <w:i/>
        </w:rPr>
        <w:t>meam</w:t>
      </w:r>
      <w:proofErr w:type="spellEnd"/>
      <w:r>
        <w:rPr>
          <w:i/>
        </w:rPr>
        <w:t xml:space="preserve">, </w:t>
      </w:r>
      <w:r w:rsidR="00636A18">
        <w:rPr>
          <w:i/>
        </w:rPr>
        <w:t xml:space="preserve">ad te </w:t>
      </w:r>
      <w:proofErr w:type="spellStart"/>
      <w:r w:rsidR="00636A18">
        <w:rPr>
          <w:i/>
        </w:rPr>
        <w:t>omnis</w:t>
      </w:r>
      <w:proofErr w:type="spellEnd"/>
      <w:r w:rsidR="00636A18">
        <w:rPr>
          <w:i/>
        </w:rPr>
        <w:t xml:space="preserve"> </w:t>
      </w:r>
      <w:proofErr w:type="spellStart"/>
      <w:r w:rsidR="00636A18">
        <w:rPr>
          <w:i/>
        </w:rPr>
        <w:t>caro</w:t>
      </w:r>
      <w:proofErr w:type="spellEnd"/>
      <w:r w:rsidR="00636A18">
        <w:rPr>
          <w:i/>
        </w:rPr>
        <w:t xml:space="preserve"> </w:t>
      </w:r>
      <w:proofErr w:type="spellStart"/>
      <w:r w:rsidR="00636A18">
        <w:rPr>
          <w:i/>
        </w:rPr>
        <w:t>v</w:t>
      </w:r>
      <w:r w:rsidR="00636A18">
        <w:rPr>
          <w:i/>
        </w:rPr>
        <w:t>e</w:t>
      </w:r>
      <w:r w:rsidR="00636A18">
        <w:rPr>
          <w:i/>
        </w:rPr>
        <w:t>niet</w:t>
      </w:r>
      <w:proofErr w:type="spellEnd"/>
      <w:r>
        <w:rPr>
          <w:i/>
        </w:rPr>
        <w:t xml:space="preserve">. </w:t>
      </w:r>
      <w:r w:rsidR="00636A18">
        <w:rPr>
          <w:i/>
        </w:rPr>
        <w:t xml:space="preserve">Requiem </w:t>
      </w:r>
      <w:r w:rsidR="009B2156">
        <w:rPr>
          <w:i/>
        </w:rPr>
        <w:t>æ</w:t>
      </w:r>
      <w:r w:rsidR="00636A18">
        <w:rPr>
          <w:i/>
        </w:rPr>
        <w:t>ternam</w:t>
      </w:r>
      <w:r>
        <w:rPr>
          <w:i/>
        </w:rPr>
        <w:t> ! »</w:t>
      </w:r>
    </w:p>
    <w:p w14:paraId="2C0424F2" w14:textId="77777777" w:rsidR="00D37400" w:rsidRDefault="00636A18">
      <w:r>
        <w:t>Je ne saurais dire quel effet me produisit alors cette voix</w:t>
      </w:r>
      <w:r w:rsidR="00D37400">
        <w:t xml:space="preserve">, </w:t>
      </w:r>
      <w:r>
        <w:t>que j</w:t>
      </w:r>
      <w:r w:rsidR="00D37400">
        <w:t>’</w:t>
      </w:r>
      <w:r>
        <w:t>avais entendue si souvent</w:t>
      </w:r>
      <w:r w:rsidR="00D37400">
        <w:t xml:space="preserve"> ; </w:t>
      </w:r>
      <w:r>
        <w:t>elle s</w:t>
      </w:r>
      <w:r w:rsidR="00D37400">
        <w:t>’</w:t>
      </w:r>
      <w:r>
        <w:t>étendait sous ces voûtes avec un éclat qui me fit passer un frisson des pieds à la tête</w:t>
      </w:r>
      <w:r w:rsidR="00D37400">
        <w:t xml:space="preserve">, </w:t>
      </w:r>
      <w:r>
        <w:t>et sans ma grande habitude des pompes religieuses</w:t>
      </w:r>
      <w:r w:rsidR="00D37400">
        <w:t xml:space="preserve">, </w:t>
      </w:r>
      <w:r>
        <w:t>j</w:t>
      </w:r>
      <w:r w:rsidR="00D37400">
        <w:t>’</w:t>
      </w:r>
      <w:r>
        <w:t>aurais pu me troubler</w:t>
      </w:r>
      <w:r w:rsidR="00D37400">
        <w:t>.</w:t>
      </w:r>
    </w:p>
    <w:p w14:paraId="3D776991" w14:textId="77777777" w:rsidR="00D37400" w:rsidRDefault="00636A18">
      <w:r>
        <w:t>Le silence au fond de la nef était solennel et à mesure que la messe avançait</w:t>
      </w:r>
      <w:r w:rsidR="00D37400">
        <w:t xml:space="preserve">, </w:t>
      </w:r>
      <w:r>
        <w:t xml:space="preserve">au </w:t>
      </w:r>
      <w:r>
        <w:rPr>
          <w:i/>
        </w:rPr>
        <w:t xml:space="preserve">Dies </w:t>
      </w:r>
      <w:proofErr w:type="spellStart"/>
      <w:r>
        <w:rPr>
          <w:i/>
        </w:rPr>
        <w:t>iræ</w:t>
      </w:r>
      <w:proofErr w:type="spellEnd"/>
      <w:r w:rsidR="00D37400">
        <w:rPr>
          <w:i/>
        </w:rPr>
        <w:t xml:space="preserve">, </w:t>
      </w:r>
      <w:r>
        <w:t>à l</w:t>
      </w:r>
      <w:r w:rsidR="00D37400">
        <w:t>’</w:t>
      </w:r>
      <w:r>
        <w:t>Offertoire</w:t>
      </w:r>
      <w:r w:rsidR="00D37400">
        <w:t xml:space="preserve">, </w:t>
      </w:r>
      <w:r>
        <w:t>etc</w:t>
      </w:r>
      <w:r w:rsidR="00D37400">
        <w:t xml:space="preserve">., </w:t>
      </w:r>
      <w:r>
        <w:t>de temps en temps nous entendions</w:t>
      </w:r>
      <w:r w:rsidR="00D37400">
        <w:t xml:space="preserve">, </w:t>
      </w:r>
      <w:r>
        <w:t>quand l</w:t>
      </w:r>
      <w:r w:rsidR="00D37400">
        <w:t>’</w:t>
      </w:r>
      <w:r>
        <w:t>orgue se taisait</w:t>
      </w:r>
      <w:r w:rsidR="00D37400">
        <w:t xml:space="preserve">, </w:t>
      </w:r>
      <w:r>
        <w:t>un frisson i</w:t>
      </w:r>
      <w:r>
        <w:t>m</w:t>
      </w:r>
      <w:r>
        <w:t>mense monter jusqu</w:t>
      </w:r>
      <w:r w:rsidR="00D37400">
        <w:t>’</w:t>
      </w:r>
      <w:r>
        <w:t>à nous</w:t>
      </w:r>
      <w:r w:rsidR="00D37400">
        <w:t>.</w:t>
      </w:r>
    </w:p>
    <w:p w14:paraId="585F6C1C" w14:textId="77777777" w:rsidR="00D37400" w:rsidRDefault="00636A18">
      <w:r>
        <w:lastRenderedPageBreak/>
        <w:t>Je ne disais rien</w:t>
      </w:r>
      <w:r w:rsidR="00D37400">
        <w:t xml:space="preserve">, </w:t>
      </w:r>
      <w:r>
        <w:t>je ne regardais pas Loïs</w:t>
      </w:r>
      <w:r w:rsidR="00D37400">
        <w:t xml:space="preserve"> ; </w:t>
      </w:r>
      <w:r>
        <w:t>j</w:t>
      </w:r>
      <w:r w:rsidR="00D37400">
        <w:t>’</w:t>
      </w:r>
      <w:r>
        <w:t>étais dans le ravissement et pourtant mes lèvres se serraient</w:t>
      </w:r>
      <w:r w:rsidR="00D37400">
        <w:t xml:space="preserve">, </w:t>
      </w:r>
      <w:r>
        <w:t>je me sentais pénétré d</w:t>
      </w:r>
      <w:r w:rsidR="00D37400">
        <w:t>’</w:t>
      </w:r>
      <w:r>
        <w:t>un recueillement inconnu</w:t>
      </w:r>
      <w:r w:rsidR="00D37400">
        <w:t xml:space="preserve"> : </w:t>
      </w:r>
      <w:r>
        <w:t>la majesté de cette m</w:t>
      </w:r>
      <w:r>
        <w:t>u</w:t>
      </w:r>
      <w:r>
        <w:t>sique m</w:t>
      </w:r>
      <w:r w:rsidR="00D37400">
        <w:t>’</w:t>
      </w:r>
      <w:r>
        <w:t>avait saisi</w:t>
      </w:r>
      <w:r w:rsidR="00D37400">
        <w:t>.</w:t>
      </w:r>
    </w:p>
    <w:p w14:paraId="64718CF2" w14:textId="77777777" w:rsidR="00D37400" w:rsidRDefault="00636A18">
      <w:r>
        <w:t>Mais à la fin de l</w:t>
      </w:r>
      <w:r w:rsidR="00D37400">
        <w:t>’</w:t>
      </w:r>
      <w:r>
        <w:t>office</w:t>
      </w:r>
      <w:r w:rsidR="00D37400">
        <w:t xml:space="preserve">, </w:t>
      </w:r>
      <w:r>
        <w:t>à la dernière phrase musicale</w:t>
      </w:r>
      <w:r w:rsidR="00D37400">
        <w:t> :</w:t>
      </w:r>
    </w:p>
    <w:p w14:paraId="348FBE40" w14:textId="5FC35A71" w:rsidR="00636A18" w:rsidRDefault="00D37400">
      <w:r>
        <w:t>« </w:t>
      </w:r>
      <w:r w:rsidR="00636A18">
        <w:rPr>
          <w:i/>
        </w:rPr>
        <w:t xml:space="preserve">Lux </w:t>
      </w:r>
      <w:proofErr w:type="spellStart"/>
      <w:r w:rsidR="00636A18">
        <w:rPr>
          <w:i/>
        </w:rPr>
        <w:t>æterna</w:t>
      </w:r>
      <w:proofErr w:type="spellEnd"/>
      <w:r w:rsidR="00636A18">
        <w:rPr>
          <w:i/>
        </w:rPr>
        <w:t xml:space="preserve"> </w:t>
      </w:r>
      <w:proofErr w:type="spellStart"/>
      <w:r w:rsidR="00636A18">
        <w:rPr>
          <w:i/>
        </w:rPr>
        <w:t>luceat</w:t>
      </w:r>
      <w:proofErr w:type="spellEnd"/>
      <w:r w:rsidR="00636A18">
        <w:rPr>
          <w:i/>
        </w:rPr>
        <w:t xml:space="preserve"> </w:t>
      </w:r>
      <w:proofErr w:type="spellStart"/>
      <w:r w:rsidR="00636A18">
        <w:rPr>
          <w:i/>
        </w:rPr>
        <w:t>eis</w:t>
      </w:r>
      <w:proofErr w:type="spellEnd"/>
      <w:r>
        <w:rPr>
          <w:i/>
        </w:rPr>
        <w:t> ! »</w:t>
      </w:r>
    </w:p>
    <w:p w14:paraId="6F0E0D89" w14:textId="77777777" w:rsidR="00D37400" w:rsidRDefault="00636A18">
      <w:r>
        <w:t>Je me levai les bras étendus en m</w:t>
      </w:r>
      <w:r w:rsidR="00D37400">
        <w:t>’</w:t>
      </w:r>
      <w:r>
        <w:t>écriant</w:t>
      </w:r>
      <w:r w:rsidR="00D37400">
        <w:t> :</w:t>
      </w:r>
    </w:p>
    <w:p w14:paraId="355BDE95" w14:textId="77777777" w:rsidR="00D37400" w:rsidRDefault="00D37400">
      <w:r>
        <w:t>« </w:t>
      </w:r>
      <w:r w:rsidR="00636A18">
        <w:t>Loïs</w:t>
      </w:r>
      <w:r>
        <w:t xml:space="preserve">… </w:t>
      </w:r>
      <w:r w:rsidR="00636A18">
        <w:t>mon enfant</w:t>
      </w:r>
      <w:r>
        <w:t> !… »</w:t>
      </w:r>
      <w:r w:rsidR="00636A18">
        <w:t xml:space="preserve"> sans pouvoir ajouter une parole</w:t>
      </w:r>
      <w:r>
        <w:t xml:space="preserve">. </w:t>
      </w:r>
      <w:r w:rsidR="00636A18">
        <w:t>Je pleurais</w:t>
      </w:r>
      <w:r>
        <w:t>.</w:t>
      </w:r>
    </w:p>
    <w:p w14:paraId="0A9D3809" w14:textId="77777777" w:rsidR="00D37400" w:rsidRDefault="00636A18">
      <w:r>
        <w:t>Et Loïs</w:t>
      </w:r>
      <w:r w:rsidR="00D37400">
        <w:t xml:space="preserve">, </w:t>
      </w:r>
      <w:r>
        <w:t>le front penché contre mon épaule</w:t>
      </w:r>
      <w:r w:rsidR="00D37400">
        <w:t xml:space="preserve">, </w:t>
      </w:r>
      <w:r>
        <w:t>sanglotait</w:t>
      </w:r>
      <w:r w:rsidR="00D37400">
        <w:t xml:space="preserve">, </w:t>
      </w:r>
      <w:r>
        <w:t>épuisée d</w:t>
      </w:r>
      <w:r w:rsidR="00D37400">
        <w:t>’</w:t>
      </w:r>
      <w:r>
        <w:t>émotions</w:t>
      </w:r>
      <w:r w:rsidR="00D37400">
        <w:t>.</w:t>
      </w:r>
    </w:p>
    <w:p w14:paraId="353F2046" w14:textId="77777777" w:rsidR="00D37400" w:rsidRDefault="00636A18">
      <w:r>
        <w:t>En bas</w:t>
      </w:r>
      <w:r w:rsidR="00D37400">
        <w:t xml:space="preserve">, </w:t>
      </w:r>
      <w:r>
        <w:t>sous le portail</w:t>
      </w:r>
      <w:r w:rsidR="00D37400">
        <w:t xml:space="preserve">, </w:t>
      </w:r>
      <w:r>
        <w:t>la foule s</w:t>
      </w:r>
      <w:r w:rsidR="00D37400">
        <w:t>’</w:t>
      </w:r>
      <w:r>
        <w:t>écoulait</w:t>
      </w:r>
      <w:r w:rsidR="00D37400">
        <w:t>.</w:t>
      </w:r>
    </w:p>
    <w:p w14:paraId="32C002D6" w14:textId="77777777" w:rsidR="00D37400" w:rsidRDefault="00636A18">
      <w:r>
        <w:t>Et tandis que le bruit allait s</w:t>
      </w:r>
      <w:r w:rsidR="00D37400">
        <w:t>’</w:t>
      </w:r>
      <w:r>
        <w:t>affaiblissant</w:t>
      </w:r>
      <w:r w:rsidR="00D37400">
        <w:t xml:space="preserve">, </w:t>
      </w:r>
      <w:r>
        <w:t>nous entendions des pas monter l</w:t>
      </w:r>
      <w:r w:rsidR="00D37400">
        <w:t>’</w:t>
      </w:r>
      <w:r>
        <w:t>escalier de la tourelle</w:t>
      </w:r>
      <w:r w:rsidR="00D37400">
        <w:t>.</w:t>
      </w:r>
    </w:p>
    <w:p w14:paraId="636E2498" w14:textId="51C5F7CB" w:rsidR="00636A18" w:rsidRDefault="00D37400">
      <w:r>
        <w:t>« </w:t>
      </w:r>
      <w:r w:rsidR="00636A18">
        <w:t>Assieds-toi</w:t>
      </w:r>
      <w:r>
        <w:t xml:space="preserve">, </w:t>
      </w:r>
      <w:r w:rsidR="00636A18">
        <w:t>Loïs</w:t>
      </w:r>
      <w:r>
        <w:t xml:space="preserve">, </w:t>
      </w:r>
      <w:r w:rsidR="00636A18">
        <w:t>lui dis-je</w:t>
      </w:r>
      <w:r>
        <w:t xml:space="preserve">, </w:t>
      </w:r>
      <w:r w:rsidR="00636A18">
        <w:t>on vient</w:t>
      </w:r>
      <w:r>
        <w:t xml:space="preserve">… </w:t>
      </w:r>
      <w:r w:rsidR="00636A18">
        <w:t>il faut que j</w:t>
      </w:r>
      <w:r>
        <w:t>’</w:t>
      </w:r>
      <w:r w:rsidR="00636A18">
        <w:t>aille voir</w:t>
      </w:r>
      <w:r>
        <w:t>. »</w:t>
      </w:r>
    </w:p>
    <w:p w14:paraId="392E295E" w14:textId="0950E9A2" w:rsidR="00D37400" w:rsidRDefault="00636A18">
      <w:r>
        <w:t>Et je sortais à peine de la galerie</w:t>
      </w:r>
      <w:r w:rsidR="00D37400">
        <w:t xml:space="preserve">, </w:t>
      </w:r>
      <w:r>
        <w:t>derrière les orgues</w:t>
      </w:r>
      <w:r w:rsidR="00D37400">
        <w:t xml:space="preserve">, </w:t>
      </w:r>
      <w:r>
        <w:t>qu</w:t>
      </w:r>
      <w:r w:rsidR="00D37400">
        <w:t>’</w:t>
      </w:r>
      <w:r>
        <w:t xml:space="preserve">Angelica Mariani et </w:t>
      </w:r>
      <w:r w:rsidR="00D37400">
        <w:t>M. </w:t>
      </w:r>
      <w:r>
        <w:t>le curé Miguel m</w:t>
      </w:r>
      <w:r w:rsidR="00D37400">
        <w:t>’</w:t>
      </w:r>
      <w:r>
        <w:t>apparaissaient à la lueur d</w:t>
      </w:r>
      <w:r w:rsidR="00D37400">
        <w:t>’</w:t>
      </w:r>
      <w:r>
        <w:t>une rosace ouverte sur le portail de l</w:t>
      </w:r>
      <w:r w:rsidR="00D37400">
        <w:t>’</w:t>
      </w:r>
      <w:r>
        <w:t>église</w:t>
      </w:r>
      <w:r w:rsidR="00D37400">
        <w:t>.</w:t>
      </w:r>
    </w:p>
    <w:p w14:paraId="03EA603C" w14:textId="77777777" w:rsidR="00D37400" w:rsidRDefault="00636A18">
      <w:r>
        <w:t>Je les saluai profondément</w:t>
      </w:r>
      <w:r w:rsidR="00D37400">
        <w:t>.</w:t>
      </w:r>
    </w:p>
    <w:p w14:paraId="63697B87" w14:textId="77777777" w:rsidR="00D37400" w:rsidRDefault="00636A18">
      <w:r>
        <w:t>Ils venaient complimenter Loïs</w:t>
      </w:r>
      <w:r w:rsidR="00D37400">
        <w:t xml:space="preserve">, </w:t>
      </w:r>
      <w:r>
        <w:t>et je les précédai dans le passage de la galerie pour leur montrer le chemin</w:t>
      </w:r>
      <w:r w:rsidR="00D37400">
        <w:t>.</w:t>
      </w:r>
    </w:p>
    <w:p w14:paraId="1252A0B3" w14:textId="77777777" w:rsidR="00D37400" w:rsidRDefault="00636A18">
      <w:r>
        <w:t>Loïs était assise près du clavier</w:t>
      </w:r>
      <w:r w:rsidR="00D37400">
        <w:t xml:space="preserve"> ; </w:t>
      </w:r>
      <w:r>
        <w:t>lorsqu</w:t>
      </w:r>
      <w:r w:rsidR="00D37400">
        <w:t>’</w:t>
      </w:r>
      <w:r>
        <w:t xml:space="preserve">elle vit paraître madame de </w:t>
      </w:r>
      <w:proofErr w:type="spellStart"/>
      <w:r>
        <w:t>Valabrège</w:t>
      </w:r>
      <w:proofErr w:type="spellEnd"/>
      <w:r w:rsidR="00D37400">
        <w:t xml:space="preserve">, </w:t>
      </w:r>
      <w:r>
        <w:t>elle se leva tout émue</w:t>
      </w:r>
      <w:r w:rsidR="00D37400">
        <w:t>.</w:t>
      </w:r>
    </w:p>
    <w:p w14:paraId="5A9A004D" w14:textId="60B4C767" w:rsidR="00636A18" w:rsidRDefault="00D37400">
      <w:r>
        <w:t>« </w:t>
      </w:r>
      <w:r w:rsidR="00636A18">
        <w:t>Mademoiselle</w:t>
      </w:r>
      <w:r>
        <w:t xml:space="preserve">, </w:t>
      </w:r>
      <w:r w:rsidR="00636A18">
        <w:t>dit la grande artiste à l</w:t>
      </w:r>
      <w:r>
        <w:t>’</w:t>
      </w:r>
      <w:r w:rsidR="00636A18">
        <w:t>humble fille des bohémiens</w:t>
      </w:r>
      <w:r>
        <w:t xml:space="preserve">, </w:t>
      </w:r>
      <w:r w:rsidR="00636A18">
        <w:t>vous avez chanté divinement</w:t>
      </w:r>
      <w:r>
        <w:t xml:space="preserve">. </w:t>
      </w:r>
      <w:r w:rsidR="009B2156">
        <w:t>V</w:t>
      </w:r>
      <w:r w:rsidR="00636A18">
        <w:t>otre voix est l</w:t>
      </w:r>
      <w:r>
        <w:t>’</w:t>
      </w:r>
      <w:r w:rsidR="00636A18">
        <w:t xml:space="preserve">une </w:t>
      </w:r>
      <w:r w:rsidR="00636A18">
        <w:lastRenderedPageBreak/>
        <w:t>des plus belles</w:t>
      </w:r>
      <w:r>
        <w:t xml:space="preserve">, </w:t>
      </w:r>
      <w:r w:rsidR="00636A18">
        <w:t>des plus harmonieuses</w:t>
      </w:r>
      <w:r>
        <w:t xml:space="preserve">, </w:t>
      </w:r>
      <w:r w:rsidR="00636A18">
        <w:t>des plus touchantes que j</w:t>
      </w:r>
      <w:r>
        <w:t>’</w:t>
      </w:r>
      <w:r w:rsidR="00636A18">
        <w:t>aie entendues</w:t>
      </w:r>
      <w:r>
        <w:t xml:space="preserve">, </w:t>
      </w:r>
      <w:r w:rsidR="00636A18">
        <w:t>même en Italie</w:t>
      </w:r>
      <w:r>
        <w:t> ! »</w:t>
      </w:r>
    </w:p>
    <w:p w14:paraId="1906588C" w14:textId="77777777" w:rsidR="00D37400" w:rsidRDefault="00636A18">
      <w:r>
        <w:t>Et prenant dans ses mains blanches la jolie tête brune de Loïs</w:t>
      </w:r>
      <w:r w:rsidR="00D37400">
        <w:t xml:space="preserve">, </w:t>
      </w:r>
      <w:r>
        <w:t>elle la baisa lentement sur le front</w:t>
      </w:r>
      <w:r w:rsidR="00D37400">
        <w:t>.</w:t>
      </w:r>
    </w:p>
    <w:p w14:paraId="6A196367" w14:textId="59AB9A1D" w:rsidR="00636A18" w:rsidRDefault="00D37400">
      <w:r>
        <w:t>« </w:t>
      </w:r>
      <w:r w:rsidR="00636A18">
        <w:t>C</w:t>
      </w:r>
      <w:r>
        <w:t>’</w:t>
      </w:r>
      <w:r w:rsidR="00636A18">
        <w:t>est la Mariani qui vous embrasse</w:t>
      </w:r>
      <w:r>
        <w:t xml:space="preserve">, </w:t>
      </w:r>
      <w:r w:rsidR="00636A18">
        <w:t>mon enfant</w:t>
      </w:r>
      <w:r>
        <w:t xml:space="preserve">, </w:t>
      </w:r>
      <w:r w:rsidR="00636A18">
        <w:t xml:space="preserve">dit </w:t>
      </w:r>
      <w:r>
        <w:t>M. </w:t>
      </w:r>
      <w:r w:rsidR="00636A18">
        <w:t>le curé</w:t>
      </w:r>
      <w:r>
        <w:t xml:space="preserve"> ; </w:t>
      </w:r>
      <w:r w:rsidR="00636A18">
        <w:t>elle vous donne le baptême de l</w:t>
      </w:r>
      <w:r>
        <w:t>’</w:t>
      </w:r>
      <w:r w:rsidR="00636A18">
        <w:t>art</w:t>
      </w:r>
      <w:r>
        <w:t> ! »</w:t>
      </w:r>
    </w:p>
    <w:p w14:paraId="74F18DD5" w14:textId="77777777" w:rsidR="00D37400" w:rsidRDefault="00636A18">
      <w:r>
        <w:t>Alors Loïs</w:t>
      </w:r>
      <w:r w:rsidR="00D37400">
        <w:t xml:space="preserve">, </w:t>
      </w:r>
      <w:r>
        <w:t>saisissant d</w:t>
      </w:r>
      <w:r w:rsidR="00D37400">
        <w:t>’</w:t>
      </w:r>
      <w:r>
        <w:t xml:space="preserve">un geste fébrile les mains de la grande artiste et les portant à </w:t>
      </w:r>
      <w:r>
        <w:rPr>
          <w:bCs/>
        </w:rPr>
        <w:t>s</w:t>
      </w:r>
      <w:r>
        <w:t>es lèvres</w:t>
      </w:r>
      <w:r w:rsidR="00D37400">
        <w:t xml:space="preserve">, </w:t>
      </w:r>
      <w:r>
        <w:t>se prit à fondre en larmes</w:t>
      </w:r>
      <w:r w:rsidR="00D37400">
        <w:t xml:space="preserve"> ; </w:t>
      </w:r>
      <w:r>
        <w:t>et durant quelques instants</w:t>
      </w:r>
      <w:r w:rsidR="00D37400">
        <w:t xml:space="preserve">, </w:t>
      </w:r>
      <w:r>
        <w:t>nous restâmes à la rega</w:t>
      </w:r>
      <w:r>
        <w:t>r</w:t>
      </w:r>
      <w:r>
        <w:t>der</w:t>
      </w:r>
      <w:r w:rsidR="00D37400">
        <w:t xml:space="preserve">, </w:t>
      </w:r>
      <w:r>
        <w:t>tout attendris</w:t>
      </w:r>
      <w:r w:rsidR="00D37400">
        <w:t>.</w:t>
      </w:r>
    </w:p>
    <w:p w14:paraId="140D298D" w14:textId="237FB28D" w:rsidR="00636A18" w:rsidRDefault="00D37400">
      <w:r>
        <w:t>« </w:t>
      </w:r>
      <w:r w:rsidR="00636A18">
        <w:t>C</w:t>
      </w:r>
      <w:r>
        <w:t>’</w:t>
      </w:r>
      <w:r w:rsidR="00636A18">
        <w:t xml:space="preserve">est ainsi que je pleurais au théâtre de la </w:t>
      </w:r>
      <w:proofErr w:type="spellStart"/>
      <w:r w:rsidR="00636A18">
        <w:t>Fénice</w:t>
      </w:r>
      <w:proofErr w:type="spellEnd"/>
      <w:r>
        <w:t xml:space="preserve">, </w:t>
      </w:r>
      <w:r w:rsidR="00636A18">
        <w:t>à dix-sept ans</w:t>
      </w:r>
      <w:r>
        <w:t xml:space="preserve">, </w:t>
      </w:r>
      <w:r w:rsidR="00636A18">
        <w:t>dit enfin la Mariani avec un sourire mélancolique</w:t>
      </w:r>
      <w:r>
        <w:t xml:space="preserve">. </w:t>
      </w:r>
      <w:r w:rsidR="00636A18">
        <w:t>Je venais d</w:t>
      </w:r>
      <w:r>
        <w:t>’</w:t>
      </w:r>
      <w:r w:rsidR="00636A18">
        <w:t>entendre les premiers applaudissements de la foule et de recevoir mes premières couronnes</w:t>
      </w:r>
      <w:r>
        <w:t xml:space="preserve"> : – </w:t>
      </w:r>
      <w:r w:rsidR="00636A18">
        <w:t>Ce sont des larmes b</w:t>
      </w:r>
      <w:r w:rsidR="00636A18">
        <w:t>é</w:t>
      </w:r>
      <w:r w:rsidR="00636A18">
        <w:t>nites</w:t>
      </w:r>
      <w:r>
        <w:t xml:space="preserve">, </w:t>
      </w:r>
      <w:r w:rsidR="00636A18">
        <w:t>qu</w:t>
      </w:r>
      <w:r>
        <w:t>’</w:t>
      </w:r>
      <w:r w:rsidR="00636A18">
        <w:t>on ne répand qu</w:t>
      </w:r>
      <w:r>
        <w:t>’</w:t>
      </w:r>
      <w:r w:rsidR="00636A18">
        <w:t>une fois dans sa vie</w:t>
      </w:r>
      <w:r>
        <w:t> ! »</w:t>
      </w:r>
    </w:p>
    <w:p w14:paraId="57FFC77C" w14:textId="77777777" w:rsidR="00175CBA" w:rsidRDefault="00175CBA"/>
    <w:p w14:paraId="7C17BC54" w14:textId="77777777" w:rsidR="00D37400" w:rsidRDefault="00636A18">
      <w:r>
        <w:t>Et maintenant</w:t>
      </w:r>
      <w:r w:rsidR="00D37400">
        <w:t xml:space="preserve">, </w:t>
      </w:r>
      <w:r>
        <w:t>que vous dirai-je encore</w:t>
      </w:r>
      <w:r w:rsidR="00D37400">
        <w:t> ?</w:t>
      </w:r>
    </w:p>
    <w:p w14:paraId="76439450" w14:textId="77777777" w:rsidR="00D37400" w:rsidRDefault="00636A18">
      <w:r>
        <w:t>Peu de jours après la scène que je viens de vous raconter</w:t>
      </w:r>
      <w:r w:rsidR="00D37400">
        <w:t xml:space="preserve">, </w:t>
      </w:r>
      <w:r>
        <w:t>il fallut se séparer</w:t>
      </w:r>
      <w:r w:rsidR="00D37400">
        <w:t xml:space="preserve">. </w:t>
      </w:r>
      <w:r>
        <w:t>Ah</w:t>
      </w:r>
      <w:r w:rsidR="00D37400">
        <w:t xml:space="preserve"> ! </w:t>
      </w:r>
      <w:r>
        <w:t>ce ne fut pas sans déchirement de cœur et sans bien des larmes</w:t>
      </w:r>
      <w:r w:rsidR="00D37400">
        <w:t xml:space="preserve">. </w:t>
      </w:r>
      <w:r>
        <w:t>Mais Loïs allait compléter ses études sous la direction d</w:t>
      </w:r>
      <w:r w:rsidR="00D37400">
        <w:t>’</w:t>
      </w:r>
      <w:r>
        <w:t>une maîtresse illustre</w:t>
      </w:r>
      <w:r w:rsidR="00D37400">
        <w:t xml:space="preserve"> ; </w:t>
      </w:r>
      <w:r>
        <w:t>elle avait à conquérir dans le monde des arts la place qui lui revenait par le droit du talent</w:t>
      </w:r>
      <w:r w:rsidR="00D37400">
        <w:t xml:space="preserve">. – </w:t>
      </w:r>
      <w:r>
        <w:t>Il fallait prendre une résolution</w:t>
      </w:r>
      <w:r w:rsidR="00D37400">
        <w:t xml:space="preserve">, </w:t>
      </w:r>
      <w:r>
        <w:t>et nous eûmes le courage de la prendre</w:t>
      </w:r>
      <w:r w:rsidR="00D37400">
        <w:t>.</w:t>
      </w:r>
    </w:p>
    <w:p w14:paraId="554B312B" w14:textId="77777777" w:rsidR="00D37400" w:rsidRDefault="00636A18">
      <w:r>
        <w:t>Durant les premiers mois de la séparation</w:t>
      </w:r>
      <w:r w:rsidR="00D37400">
        <w:t xml:space="preserve">, </w:t>
      </w:r>
      <w:r>
        <w:t>seul avec ma sœur Rosalie</w:t>
      </w:r>
      <w:r w:rsidR="00D37400">
        <w:t xml:space="preserve">, </w:t>
      </w:r>
      <w:r>
        <w:t>le soir</w:t>
      </w:r>
      <w:r w:rsidR="00D37400">
        <w:t xml:space="preserve">, </w:t>
      </w:r>
      <w:r>
        <w:t>pensant à ma chère élève</w:t>
      </w:r>
      <w:r w:rsidR="00D37400">
        <w:t xml:space="preserve">, </w:t>
      </w:r>
      <w:r>
        <w:t>aux charmants instants que j</w:t>
      </w:r>
      <w:r w:rsidR="00D37400">
        <w:t>’</w:t>
      </w:r>
      <w:r>
        <w:t>avais passés à l</w:t>
      </w:r>
      <w:r w:rsidR="00D37400">
        <w:t>’</w:t>
      </w:r>
      <w:r>
        <w:t>instruire</w:t>
      </w:r>
      <w:r w:rsidR="00D37400">
        <w:t xml:space="preserve">, </w:t>
      </w:r>
      <w:r>
        <w:t>à nos bonnes causeries</w:t>
      </w:r>
      <w:r w:rsidR="00D37400">
        <w:t xml:space="preserve">, </w:t>
      </w:r>
      <w:r>
        <w:t>à nos promenades</w:t>
      </w:r>
      <w:r w:rsidR="00D37400">
        <w:t xml:space="preserve">, </w:t>
      </w:r>
      <w:r>
        <w:t>je me sentais bien triste</w:t>
      </w:r>
      <w:r w:rsidR="00D37400">
        <w:t xml:space="preserve">… </w:t>
      </w:r>
      <w:r>
        <w:t>Mais les rapides succès de Loïs</w:t>
      </w:r>
      <w:r w:rsidR="00D37400">
        <w:t xml:space="preserve">, </w:t>
      </w:r>
      <w:r>
        <w:t>et ses bonnes lettres</w:t>
      </w:r>
      <w:r w:rsidR="00D37400">
        <w:t xml:space="preserve">, </w:t>
      </w:r>
      <w:r>
        <w:t xml:space="preserve">invitant </w:t>
      </w:r>
      <w:r w:rsidR="00D37400">
        <w:t>« </w:t>
      </w:r>
      <w:r>
        <w:t xml:space="preserve">le </w:t>
      </w:r>
      <w:r>
        <w:lastRenderedPageBreak/>
        <w:t>papa Ch</w:t>
      </w:r>
      <w:r>
        <w:t>a</w:t>
      </w:r>
      <w:r>
        <w:t>puis</w:t>
      </w:r>
      <w:r w:rsidR="00D37400">
        <w:t> »</w:t>
      </w:r>
      <w:r>
        <w:t xml:space="preserve"> à venir au moins une fois assister à ses triomphes</w:t>
      </w:r>
      <w:r w:rsidR="00D37400">
        <w:t xml:space="preserve">, </w:t>
      </w:r>
      <w:r>
        <w:t>ne ta</w:t>
      </w:r>
      <w:r>
        <w:t>r</w:t>
      </w:r>
      <w:r>
        <w:t>dèrent pas à me ranimer</w:t>
      </w:r>
      <w:r w:rsidR="00D37400">
        <w:t>.</w:t>
      </w:r>
    </w:p>
    <w:p w14:paraId="5AEEBC37" w14:textId="77777777" w:rsidR="00D37400" w:rsidRDefault="00636A18">
      <w:r>
        <w:t>Je suis heureux du bonheur de mon élève</w:t>
      </w:r>
      <w:r w:rsidR="00D37400">
        <w:t xml:space="preserve">, </w:t>
      </w:r>
      <w:r>
        <w:t>glorieux de sa gloire</w:t>
      </w:r>
      <w:r w:rsidR="00D37400">
        <w:t>.</w:t>
      </w:r>
    </w:p>
    <w:p w14:paraId="00268251" w14:textId="77777777" w:rsidR="00D37400" w:rsidRDefault="00636A18">
      <w:r>
        <w:t>Je me dis</w:t>
      </w:r>
      <w:r w:rsidR="00D37400">
        <w:t xml:space="preserve"> : – </w:t>
      </w:r>
      <w:r>
        <w:t>C</w:t>
      </w:r>
      <w:r w:rsidR="00D37400">
        <w:t>’</w:t>
      </w:r>
      <w:r>
        <w:t>est pourtant toi</w:t>
      </w:r>
      <w:r w:rsidR="00D37400">
        <w:t xml:space="preserve">, </w:t>
      </w:r>
      <w:r>
        <w:t>Chapuis</w:t>
      </w:r>
      <w:r w:rsidR="00D37400">
        <w:t xml:space="preserve">, </w:t>
      </w:r>
      <w:r>
        <w:t>qui as découvert sous les haillons de la petite bohémienne</w:t>
      </w:r>
      <w:r w:rsidR="00D37400">
        <w:t xml:space="preserve">, </w:t>
      </w:r>
      <w:r>
        <w:t>cette grande artiste</w:t>
      </w:r>
      <w:r w:rsidR="00D37400">
        <w:t xml:space="preserve">, </w:t>
      </w:r>
      <w:r>
        <w:t>qui chante devant les foules ravies</w:t>
      </w:r>
      <w:r w:rsidR="00D37400">
        <w:t xml:space="preserve">, </w:t>
      </w:r>
      <w:r>
        <w:t>sur les premiers théâtres du monde</w:t>
      </w:r>
      <w:r w:rsidR="00D37400">
        <w:t xml:space="preserve">, </w:t>
      </w:r>
      <w:r>
        <w:t>les inspirations sublimes des maîtres</w:t>
      </w:r>
      <w:r w:rsidR="00D37400">
        <w:t> !</w:t>
      </w:r>
    </w:p>
    <w:p w14:paraId="2A7A7EC3" w14:textId="77777777" w:rsidR="00D37400" w:rsidRDefault="00636A18">
      <w:r>
        <w:t>Et puis</w:t>
      </w:r>
      <w:r w:rsidR="00D37400">
        <w:t xml:space="preserve">, </w:t>
      </w:r>
      <w:r>
        <w:t>il faut que je vous fasse une confidence</w:t>
      </w:r>
      <w:r w:rsidR="00D37400">
        <w:t xml:space="preserve">, </w:t>
      </w:r>
      <w:r>
        <w:t>Loïs n</w:t>
      </w:r>
      <w:r w:rsidR="00D37400">
        <w:t>’</w:t>
      </w:r>
      <w:r>
        <w:t>est pas seulement une grande artiste</w:t>
      </w:r>
      <w:r w:rsidR="00D37400">
        <w:t xml:space="preserve">, </w:t>
      </w:r>
      <w:r>
        <w:t>c</w:t>
      </w:r>
      <w:r w:rsidR="00D37400">
        <w:t>’</w:t>
      </w:r>
      <w:r>
        <w:t>est aussi un grand cœur</w:t>
      </w:r>
      <w:r w:rsidR="00D37400">
        <w:t xml:space="preserve"> ; </w:t>
      </w:r>
      <w:r>
        <w:t>elle se souvient qu</w:t>
      </w:r>
      <w:r w:rsidR="00D37400">
        <w:t>’</w:t>
      </w:r>
      <w:r>
        <w:t>elle a été pauvre</w:t>
      </w:r>
      <w:r w:rsidR="00D37400">
        <w:t xml:space="preserve"> : </w:t>
      </w:r>
      <w:r>
        <w:t>il n</w:t>
      </w:r>
      <w:r w:rsidR="00D37400">
        <w:t>’</w:t>
      </w:r>
      <w:r>
        <w:t>y a plus d</w:t>
      </w:r>
      <w:r w:rsidR="00D37400">
        <w:t>’</w:t>
      </w:r>
      <w:r>
        <w:t>enfants abandonnés ni de vieillards dans la détresse à Sainte-Suzanne</w:t>
      </w:r>
      <w:r w:rsidR="00D37400">
        <w:t xml:space="preserve">… </w:t>
      </w:r>
      <w:r>
        <w:t>Les malheureux la bénissent</w:t>
      </w:r>
      <w:r w:rsidR="00D37400">
        <w:t xml:space="preserve"> !… </w:t>
      </w:r>
      <w:r>
        <w:t>Et cela me console de tout</w:t>
      </w:r>
      <w:r w:rsidR="00D37400">
        <w:t>.</w:t>
      </w:r>
    </w:p>
    <w:p w14:paraId="7402AFAE" w14:textId="6061FED8" w:rsidR="00636A18" w:rsidRDefault="00636A18" w:rsidP="00D37400">
      <w:pPr>
        <w:pStyle w:val="Centr"/>
      </w:pPr>
      <w:r>
        <w:t>FIN</w:t>
      </w:r>
    </w:p>
    <w:p w14:paraId="261A9495" w14:textId="77777777" w:rsidR="00636A18" w:rsidRDefault="00636A18">
      <w:pPr>
        <w:sectPr w:rsidR="00636A18" w:rsidSect="00ED363E">
          <w:footerReference w:type="default" r:id="rId11"/>
          <w:pgSz w:w="11906" w:h="16838" w:code="9"/>
          <w:pgMar w:top="1134" w:right="1134" w:bottom="1134" w:left="1134" w:header="709" w:footer="709" w:gutter="0"/>
          <w:cols w:space="708"/>
          <w:titlePg/>
          <w:docGrid w:linePitch="360"/>
        </w:sectPr>
      </w:pPr>
    </w:p>
    <w:p w14:paraId="64C2E108" w14:textId="77777777" w:rsidR="00636A18" w:rsidRDefault="00636A18" w:rsidP="00D37400">
      <w:pPr>
        <w:pStyle w:val="Titre1"/>
        <w:spacing w:before="0" w:after="480"/>
      </w:pPr>
      <w:bookmarkStart w:id="44" w:name="_Toc194835740"/>
      <w:r>
        <w:lastRenderedPageBreak/>
        <w:t>À propos de cette édition électronique</w:t>
      </w:r>
      <w:bookmarkEnd w:id="44"/>
    </w:p>
    <w:p w14:paraId="7F016E69" w14:textId="77777777" w:rsidR="00D37400" w:rsidRDefault="008D63F8" w:rsidP="00D37400">
      <w:pPr>
        <w:spacing w:before="180" w:after="180"/>
        <w:ind w:firstLine="0"/>
        <w:jc w:val="center"/>
        <w:rPr>
          <w:b/>
          <w:bCs/>
          <w:szCs w:val="32"/>
        </w:rPr>
      </w:pPr>
      <w:r w:rsidRPr="00633842">
        <w:rPr>
          <w:b/>
          <w:bCs/>
          <w:szCs w:val="32"/>
        </w:rPr>
        <w:t>Texte libre de droits</w:t>
      </w:r>
      <w:r w:rsidR="00D37400">
        <w:rPr>
          <w:b/>
          <w:bCs/>
          <w:szCs w:val="32"/>
        </w:rPr>
        <w:t>.</w:t>
      </w:r>
    </w:p>
    <w:p w14:paraId="1188697E" w14:textId="77777777" w:rsidR="00D37400" w:rsidRDefault="008D63F8" w:rsidP="00D37400">
      <w:pPr>
        <w:pStyle w:val="Centr"/>
        <w:spacing w:before="180" w:after="180"/>
      </w:pPr>
      <w:r w:rsidRPr="00633842">
        <w:t>Corrections</w:t>
      </w:r>
      <w:r w:rsidR="00D37400">
        <w:t xml:space="preserve">, </w:t>
      </w:r>
      <w:r w:rsidRPr="00633842">
        <w:t>édition</w:t>
      </w:r>
      <w:r w:rsidR="00D37400">
        <w:t xml:space="preserve">, </w:t>
      </w:r>
      <w:r w:rsidRPr="00633842">
        <w:t>conversion informatique et public</w:t>
      </w:r>
      <w:r w:rsidRPr="00633842">
        <w:t>a</w:t>
      </w:r>
      <w:r w:rsidRPr="00633842">
        <w:t>tion par le groupe</w:t>
      </w:r>
      <w:r w:rsidR="00D37400">
        <w:t> :</w:t>
      </w:r>
    </w:p>
    <w:p w14:paraId="1647C36E" w14:textId="74F5B75D" w:rsidR="008D63F8" w:rsidRPr="00633842" w:rsidRDefault="008D63F8" w:rsidP="00D37400">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5A2107C9" w14:textId="72F7B688" w:rsidR="008D63F8" w:rsidRPr="00633842" w:rsidRDefault="00D37400" w:rsidP="00D37400">
      <w:pPr>
        <w:pStyle w:val="Centr"/>
        <w:spacing w:before="180" w:after="180"/>
      </w:pPr>
      <w:hyperlink r:id="rId12" w:history="1">
        <w:r w:rsidRPr="00B51EA7">
          <w:rPr>
            <w:rStyle w:val="Lienhypertexte"/>
          </w:rPr>
          <w:t>https</w:t>
        </w:r>
        <w:r w:rsidRPr="00B51EA7">
          <w:rPr>
            <w:rStyle w:val="Lienhypertexte"/>
          </w:rPr>
          <w:t>:</w:t>
        </w:r>
        <w:r w:rsidRPr="00B51EA7">
          <w:rPr>
            <w:rStyle w:val="Lienhypertexte"/>
          </w:rPr>
          <w:t>//groups</w:t>
        </w:r>
        <w:r w:rsidRPr="00B51EA7">
          <w:rPr>
            <w:rStyle w:val="Lienhypertexte"/>
          </w:rPr>
          <w:t>.</w:t>
        </w:r>
        <w:r w:rsidRPr="00B51EA7">
          <w:rPr>
            <w:rStyle w:val="Lienhypertexte"/>
          </w:rPr>
          <w:t>google</w:t>
        </w:r>
        <w:r w:rsidRPr="00B51EA7">
          <w:rPr>
            <w:rStyle w:val="Lienhypertexte"/>
          </w:rPr>
          <w:t>.</w:t>
        </w:r>
        <w:r w:rsidRPr="00B51EA7">
          <w:rPr>
            <w:rStyle w:val="Lienhypertexte"/>
          </w:rPr>
          <w:t>com/g/ebooksgratuits</w:t>
        </w:r>
      </w:hyperlink>
    </w:p>
    <w:p w14:paraId="3A9597BF" w14:textId="43A5591A" w:rsidR="00D37400" w:rsidRDefault="008D63F8" w:rsidP="00D37400">
      <w:pPr>
        <w:pStyle w:val="Centr"/>
        <w:spacing w:before="180" w:after="180"/>
      </w:pPr>
      <w:r w:rsidRPr="00633842">
        <w:t>Adresse du site web du groupe</w:t>
      </w:r>
      <w:r w:rsidR="00D37400">
        <w:t> :</w:t>
      </w:r>
      <w:r w:rsidR="00D37400">
        <w:br/>
      </w:r>
      <w:hyperlink r:id="rId13" w:history="1">
        <w:r w:rsidR="00D37400" w:rsidRPr="00B51EA7">
          <w:rPr>
            <w:rStyle w:val="Lienhypertexte"/>
            <w:b/>
            <w:bCs/>
            <w:szCs w:val="32"/>
          </w:rPr>
          <w:t>http</w:t>
        </w:r>
        <w:r w:rsidR="00D37400" w:rsidRPr="00B51EA7">
          <w:rPr>
            <w:rStyle w:val="Lienhypertexte"/>
            <w:b/>
            <w:bCs/>
            <w:szCs w:val="32"/>
          </w:rPr>
          <w:t>s:</w:t>
        </w:r>
        <w:r w:rsidR="00D37400" w:rsidRPr="00B51EA7">
          <w:rPr>
            <w:rStyle w:val="Lienhypertexte"/>
            <w:b/>
            <w:bCs/>
            <w:szCs w:val="32"/>
          </w:rPr>
          <w:t>//www</w:t>
        </w:r>
        <w:r w:rsidR="00D37400" w:rsidRPr="00B51EA7">
          <w:rPr>
            <w:rStyle w:val="Lienhypertexte"/>
            <w:b/>
            <w:bCs/>
            <w:szCs w:val="32"/>
          </w:rPr>
          <w:t>.</w:t>
        </w:r>
        <w:r w:rsidR="00D37400" w:rsidRPr="00B51EA7">
          <w:rPr>
            <w:rStyle w:val="Lienhypertexte"/>
            <w:b/>
            <w:bCs/>
            <w:szCs w:val="32"/>
          </w:rPr>
          <w:t>ebooksgratuits</w:t>
        </w:r>
        <w:r w:rsidR="00D37400" w:rsidRPr="00B51EA7">
          <w:rPr>
            <w:rStyle w:val="Lienhypertexte"/>
            <w:b/>
            <w:bCs/>
            <w:szCs w:val="32"/>
          </w:rPr>
          <w:t>.</w:t>
        </w:r>
        <w:r w:rsidR="00D37400" w:rsidRPr="00B51EA7">
          <w:rPr>
            <w:rStyle w:val="Lienhypertexte"/>
            <w:b/>
            <w:bCs/>
            <w:szCs w:val="32"/>
          </w:rPr>
          <w:t>com/</w:t>
        </w:r>
      </w:hyperlink>
    </w:p>
    <w:p w14:paraId="7732F093" w14:textId="77777777" w:rsidR="00D37400" w:rsidRDefault="00D37400" w:rsidP="00D37400">
      <w:pPr>
        <w:pStyle w:val="Centr"/>
        <w:spacing w:before="180" w:after="180"/>
      </w:pPr>
      <w:r>
        <w:t>—</w:t>
      </w:r>
    </w:p>
    <w:p w14:paraId="06F7075C" w14:textId="3943C03F" w:rsidR="00D37400" w:rsidRDefault="008D63F8" w:rsidP="00D37400">
      <w:pPr>
        <w:spacing w:before="180" w:after="180"/>
        <w:ind w:firstLine="0"/>
        <w:jc w:val="center"/>
        <w:rPr>
          <w:b/>
          <w:bCs/>
          <w:szCs w:val="32"/>
        </w:rPr>
      </w:pPr>
      <w:r>
        <w:rPr>
          <w:b/>
          <w:bCs/>
          <w:szCs w:val="32"/>
        </w:rPr>
        <w:t>Avril 2025</w:t>
      </w:r>
    </w:p>
    <w:p w14:paraId="689AEF25" w14:textId="77777777" w:rsidR="00D37400" w:rsidRDefault="00D37400" w:rsidP="00D37400">
      <w:pPr>
        <w:pStyle w:val="Centr"/>
        <w:spacing w:before="180" w:after="180"/>
        <w:rPr>
          <w:b/>
          <w:bCs/>
          <w:szCs w:val="32"/>
        </w:rPr>
      </w:pPr>
      <w:r>
        <w:rPr>
          <w:b/>
          <w:bCs/>
          <w:szCs w:val="32"/>
        </w:rPr>
        <w:t>—</w:t>
      </w:r>
    </w:p>
    <w:p w14:paraId="03949489" w14:textId="77777777" w:rsidR="00D37400" w:rsidRDefault="00D37400" w:rsidP="008D63F8">
      <w:pPr>
        <w:spacing w:before="180" w:after="180"/>
      </w:pPr>
      <w:r>
        <w:t>— </w:t>
      </w:r>
      <w:r w:rsidR="008D63F8" w:rsidRPr="00633842">
        <w:rPr>
          <w:b/>
        </w:rPr>
        <w:t>Élaboration de ce livre électronique</w:t>
      </w:r>
      <w:r>
        <w:t> :</w:t>
      </w:r>
    </w:p>
    <w:p w14:paraId="51CB6613" w14:textId="77777777" w:rsidR="00D37400" w:rsidRDefault="008D63F8" w:rsidP="008D63F8">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D37400">
        <w:t>’</w:t>
      </w:r>
      <w:r w:rsidRPr="00633842">
        <w:t>élaboration de ce livre</w:t>
      </w:r>
      <w:r w:rsidR="00D37400">
        <w:t xml:space="preserve">, </w:t>
      </w:r>
      <w:r w:rsidRPr="00633842">
        <w:t>sont</w:t>
      </w:r>
      <w:r w:rsidR="00D37400">
        <w:t xml:space="preserve"> : </w:t>
      </w:r>
      <w:proofErr w:type="spellStart"/>
      <w:r w:rsidRPr="008D63F8">
        <w:t>AltaîR</w:t>
      </w:r>
      <w:proofErr w:type="spellEnd"/>
      <w:r w:rsidR="00D37400">
        <w:t xml:space="preserve">, </w:t>
      </w:r>
      <w:r w:rsidRPr="008D63F8">
        <w:t>Jean-Marc</w:t>
      </w:r>
      <w:r w:rsidR="00D37400">
        <w:t xml:space="preserve">, </w:t>
      </w:r>
      <w:proofErr w:type="spellStart"/>
      <w:r w:rsidRPr="008D63F8">
        <w:t>MarcD</w:t>
      </w:r>
      <w:proofErr w:type="spellEnd"/>
      <w:r w:rsidR="00D37400">
        <w:t xml:space="preserve">, </w:t>
      </w:r>
      <w:proofErr w:type="spellStart"/>
      <w:r w:rsidRPr="008D63F8">
        <w:t>PatriceC</w:t>
      </w:r>
      <w:proofErr w:type="spellEnd"/>
      <w:r w:rsidR="00D37400">
        <w:t xml:space="preserve">, </w:t>
      </w:r>
      <w:proofErr w:type="spellStart"/>
      <w:r>
        <w:t>Coolmicro</w:t>
      </w:r>
      <w:proofErr w:type="spellEnd"/>
      <w:r w:rsidR="00D37400">
        <w:t>.</w:t>
      </w:r>
    </w:p>
    <w:p w14:paraId="43B6EEC3" w14:textId="77777777" w:rsidR="00D37400" w:rsidRDefault="00D37400" w:rsidP="008D63F8">
      <w:pPr>
        <w:spacing w:before="180" w:after="180"/>
      </w:pPr>
      <w:r>
        <w:t>— </w:t>
      </w:r>
      <w:r w:rsidR="008D63F8" w:rsidRPr="00633842">
        <w:rPr>
          <w:b/>
        </w:rPr>
        <w:t>Dispositions</w:t>
      </w:r>
      <w:r>
        <w:t> :</w:t>
      </w:r>
    </w:p>
    <w:p w14:paraId="0136321E" w14:textId="77777777" w:rsidR="00D37400" w:rsidRDefault="008D63F8" w:rsidP="008D63F8">
      <w:pPr>
        <w:spacing w:before="180" w:after="180"/>
      </w:pPr>
      <w:r w:rsidRPr="00633842">
        <w:t>Les livres que nous mettons à votre disposition</w:t>
      </w:r>
      <w:r w:rsidR="00D37400">
        <w:t xml:space="preserve">, </w:t>
      </w:r>
      <w:r w:rsidRPr="00633842">
        <w:t>sont des textes libres de droits</w:t>
      </w:r>
      <w:r w:rsidR="00D37400">
        <w:t xml:space="preserve">, </w:t>
      </w:r>
      <w:r w:rsidRPr="00633842">
        <w:t>que vous pouvez utiliser librement</w:t>
      </w:r>
      <w:r w:rsidR="00D37400">
        <w:t xml:space="preserve">, </w:t>
      </w:r>
      <w:r w:rsidRPr="00633842">
        <w:rPr>
          <w:u w:val="single"/>
        </w:rPr>
        <w:t>à une fin non commerciale et non professionnelle</w:t>
      </w:r>
      <w:r w:rsidR="00D37400">
        <w:t xml:space="preserve">. </w:t>
      </w:r>
      <w:r w:rsidRPr="00633842">
        <w:t>Tout lien vers notre site est bienvenu</w:t>
      </w:r>
      <w:r w:rsidR="00D37400">
        <w:t>…</w:t>
      </w:r>
    </w:p>
    <w:p w14:paraId="3FC25D21" w14:textId="77777777" w:rsidR="00D37400" w:rsidRDefault="00D37400" w:rsidP="008D63F8">
      <w:pPr>
        <w:spacing w:before="180" w:after="180"/>
      </w:pPr>
      <w:r>
        <w:t>— </w:t>
      </w:r>
      <w:r w:rsidR="008D63F8" w:rsidRPr="00633842">
        <w:rPr>
          <w:b/>
        </w:rPr>
        <w:t>Qualité</w:t>
      </w:r>
      <w:r>
        <w:t> :</w:t>
      </w:r>
    </w:p>
    <w:p w14:paraId="063308C7" w14:textId="77777777" w:rsidR="00D37400" w:rsidRDefault="008D63F8" w:rsidP="008D63F8">
      <w:pPr>
        <w:spacing w:before="180" w:after="180"/>
      </w:pPr>
      <w:r w:rsidRPr="00633842">
        <w:t>Les textes sont livrés tels quels sans garantie de leur int</w:t>
      </w:r>
      <w:r w:rsidRPr="00633842">
        <w:t>é</w:t>
      </w:r>
      <w:r w:rsidRPr="00633842">
        <w:t>grité parfaite par rapport à l</w:t>
      </w:r>
      <w:r w:rsidR="00D37400">
        <w:t>’</w:t>
      </w:r>
      <w:r w:rsidRPr="00633842">
        <w:t>original</w:t>
      </w:r>
      <w:r w:rsidR="00D37400">
        <w:t xml:space="preserve">. </w:t>
      </w:r>
      <w:r w:rsidRPr="00633842">
        <w:t>Nous rappelons que c</w:t>
      </w:r>
      <w:r w:rsidR="00D37400">
        <w:t>’</w:t>
      </w:r>
      <w:r w:rsidRPr="00633842">
        <w:t>est un travail d</w:t>
      </w:r>
      <w:r w:rsidR="00D37400">
        <w:t>’</w:t>
      </w:r>
      <w:r w:rsidRPr="00633842">
        <w:t>amateurs non rétribués et que nous essayons de promouvoir la culture littéraire avec de maigres moyens</w:t>
      </w:r>
      <w:r w:rsidR="00D37400">
        <w:t>.</w:t>
      </w:r>
    </w:p>
    <w:p w14:paraId="4E4819BC" w14:textId="77777777" w:rsidR="00D37400" w:rsidRDefault="008D63F8" w:rsidP="00D37400">
      <w:pPr>
        <w:spacing w:before="180" w:after="180"/>
        <w:ind w:firstLine="0"/>
        <w:jc w:val="center"/>
        <w:rPr>
          <w:i/>
          <w:iCs/>
          <w:szCs w:val="32"/>
        </w:rPr>
      </w:pPr>
      <w:r w:rsidRPr="00633842">
        <w:rPr>
          <w:i/>
          <w:iCs/>
          <w:szCs w:val="32"/>
        </w:rPr>
        <w:t>Votre aide est la bienvenue</w:t>
      </w:r>
      <w:r w:rsidR="00D37400">
        <w:rPr>
          <w:i/>
          <w:iCs/>
          <w:szCs w:val="32"/>
        </w:rPr>
        <w:t> !</w:t>
      </w:r>
    </w:p>
    <w:p w14:paraId="13212E84" w14:textId="17B86892" w:rsidR="00636A18" w:rsidRDefault="008D63F8" w:rsidP="00D37400">
      <w:pPr>
        <w:pStyle w:val="Centr"/>
        <w:suppressAutoHyphens/>
        <w:spacing w:before="180" w:after="180"/>
      </w:pPr>
      <w:r w:rsidRPr="00633842">
        <w:t>VOUS POUVEZ NOUS AIDER À FAIRE CONNAÎTRE CES CLASSIQUES LITTÉRAIRES</w:t>
      </w:r>
      <w:r w:rsidR="00D37400">
        <w:t>.</w:t>
      </w:r>
    </w:p>
    <w:sectPr w:rsidR="00636A18" w:rsidSect="008D63F8">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157B9" w14:textId="77777777" w:rsidR="00EE184D" w:rsidRDefault="00EE184D">
      <w:r>
        <w:separator/>
      </w:r>
    </w:p>
  </w:endnote>
  <w:endnote w:type="continuationSeparator" w:id="0">
    <w:p w14:paraId="156ADAB4" w14:textId="77777777" w:rsidR="00EE184D" w:rsidRDefault="00EE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4DB92" w14:textId="77777777" w:rsidR="00636A18" w:rsidRDefault="00636A18">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FF03D" w14:textId="77777777" w:rsidR="00636A18" w:rsidRDefault="00636A18">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5B4215">
      <w:rPr>
        <w:rStyle w:val="Numrodepage"/>
        <w:noProof/>
        <w:sz w:val="30"/>
        <w:szCs w:val="30"/>
      </w:rPr>
      <w:t>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1E313" w14:textId="77777777" w:rsidR="00EE184D" w:rsidRDefault="00EE184D">
      <w:r>
        <w:separator/>
      </w:r>
    </w:p>
  </w:footnote>
  <w:footnote w:type="continuationSeparator" w:id="0">
    <w:p w14:paraId="68165A0E" w14:textId="77777777" w:rsidR="00EE184D" w:rsidRDefault="00EE184D">
      <w:r>
        <w:continuationSeparator/>
      </w:r>
    </w:p>
  </w:footnote>
  <w:footnote w:id="1">
    <w:p w14:paraId="612C5976" w14:textId="48CA6603" w:rsidR="00636A18" w:rsidRDefault="00636A18">
      <w:pPr>
        <w:pStyle w:val="Notedebasdepage"/>
      </w:pPr>
      <w:r>
        <w:rPr>
          <w:rStyle w:val="Appelnotedebasdep"/>
        </w:rPr>
        <w:footnoteRef/>
      </w:r>
      <w:r>
        <w:t xml:space="preserve"> Galette lorraine</w:t>
      </w:r>
      <w:r w:rsidR="00D3740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7759B7"/>
    <w:multiLevelType w:val="hybridMultilevel"/>
    <w:tmpl w:val="EA4C20B2"/>
    <w:lvl w:ilvl="0" w:tplc="54128F52">
      <w:start w:val="13"/>
      <w:numFmt w:val="bullet"/>
      <w:lvlText w:val="—"/>
      <w:lvlJc w:val="left"/>
      <w:pPr>
        <w:ind w:left="927" w:hanging="360"/>
      </w:pPr>
      <w:rPr>
        <w:rFonts w:ascii="Georgia" w:eastAsia="Times New Roman" w:hAnsi="Georgia"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714426947">
    <w:abstractNumId w:val="11"/>
  </w:num>
  <w:num w:numId="2" w16cid:durableId="727529562">
    <w:abstractNumId w:val="12"/>
  </w:num>
  <w:num w:numId="3" w16cid:durableId="302546725">
    <w:abstractNumId w:val="13"/>
  </w:num>
  <w:num w:numId="4" w16cid:durableId="1981887659">
    <w:abstractNumId w:val="14"/>
  </w:num>
  <w:num w:numId="5" w16cid:durableId="830171661">
    <w:abstractNumId w:val="8"/>
  </w:num>
  <w:num w:numId="6" w16cid:durableId="1232274911">
    <w:abstractNumId w:val="3"/>
  </w:num>
  <w:num w:numId="7" w16cid:durableId="1879199863">
    <w:abstractNumId w:val="2"/>
  </w:num>
  <w:num w:numId="8" w16cid:durableId="555748994">
    <w:abstractNumId w:val="1"/>
  </w:num>
  <w:num w:numId="9" w16cid:durableId="1397362770">
    <w:abstractNumId w:val="0"/>
  </w:num>
  <w:num w:numId="10" w16cid:durableId="1437170314">
    <w:abstractNumId w:val="9"/>
  </w:num>
  <w:num w:numId="11" w16cid:durableId="1653867326">
    <w:abstractNumId w:val="7"/>
  </w:num>
  <w:num w:numId="12" w16cid:durableId="513884645">
    <w:abstractNumId w:val="6"/>
  </w:num>
  <w:num w:numId="13" w16cid:durableId="673072193">
    <w:abstractNumId w:val="5"/>
  </w:num>
  <w:num w:numId="14" w16cid:durableId="889730196">
    <w:abstractNumId w:val="4"/>
  </w:num>
  <w:num w:numId="15" w16cid:durableId="10637232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9A5"/>
    <w:rsid w:val="000027DC"/>
    <w:rsid w:val="0000601A"/>
    <w:rsid w:val="00016087"/>
    <w:rsid w:val="00051531"/>
    <w:rsid w:val="00061101"/>
    <w:rsid w:val="00064AD9"/>
    <w:rsid w:val="00087703"/>
    <w:rsid w:val="00090F63"/>
    <w:rsid w:val="000B50D5"/>
    <w:rsid w:val="000C2765"/>
    <w:rsid w:val="000C2E60"/>
    <w:rsid w:val="000D0D27"/>
    <w:rsid w:val="000D4419"/>
    <w:rsid w:val="00121CAE"/>
    <w:rsid w:val="00153434"/>
    <w:rsid w:val="00170ADD"/>
    <w:rsid w:val="00175234"/>
    <w:rsid w:val="00175CBA"/>
    <w:rsid w:val="00180880"/>
    <w:rsid w:val="00180F6A"/>
    <w:rsid w:val="001C66E4"/>
    <w:rsid w:val="001F1D78"/>
    <w:rsid w:val="001F3EA1"/>
    <w:rsid w:val="002451C4"/>
    <w:rsid w:val="00271B62"/>
    <w:rsid w:val="002C39B9"/>
    <w:rsid w:val="003041D5"/>
    <w:rsid w:val="003341BC"/>
    <w:rsid w:val="00372A2C"/>
    <w:rsid w:val="00372D3A"/>
    <w:rsid w:val="00395876"/>
    <w:rsid w:val="003A001E"/>
    <w:rsid w:val="003C4F7B"/>
    <w:rsid w:val="003C55CC"/>
    <w:rsid w:val="003C6E85"/>
    <w:rsid w:val="003D6A7B"/>
    <w:rsid w:val="003E59A7"/>
    <w:rsid w:val="003F6C62"/>
    <w:rsid w:val="00436EEF"/>
    <w:rsid w:val="00455A57"/>
    <w:rsid w:val="004A1B8D"/>
    <w:rsid w:val="004C45CE"/>
    <w:rsid w:val="004C479D"/>
    <w:rsid w:val="004D0361"/>
    <w:rsid w:val="004E606F"/>
    <w:rsid w:val="004F25EA"/>
    <w:rsid w:val="00525C17"/>
    <w:rsid w:val="00557405"/>
    <w:rsid w:val="0056539D"/>
    <w:rsid w:val="005B4215"/>
    <w:rsid w:val="005B42E7"/>
    <w:rsid w:val="005C1192"/>
    <w:rsid w:val="005C1C83"/>
    <w:rsid w:val="005D14B0"/>
    <w:rsid w:val="00613F17"/>
    <w:rsid w:val="006354DF"/>
    <w:rsid w:val="00636A18"/>
    <w:rsid w:val="006517F4"/>
    <w:rsid w:val="00671499"/>
    <w:rsid w:val="006C4E34"/>
    <w:rsid w:val="006E0549"/>
    <w:rsid w:val="006F6A23"/>
    <w:rsid w:val="00731DC6"/>
    <w:rsid w:val="00744CA1"/>
    <w:rsid w:val="00753A4B"/>
    <w:rsid w:val="00782E73"/>
    <w:rsid w:val="007B3642"/>
    <w:rsid w:val="007F0FA9"/>
    <w:rsid w:val="007F1545"/>
    <w:rsid w:val="008309B2"/>
    <w:rsid w:val="00846B39"/>
    <w:rsid w:val="00860F81"/>
    <w:rsid w:val="008638DD"/>
    <w:rsid w:val="0087098E"/>
    <w:rsid w:val="008D1616"/>
    <w:rsid w:val="008D63F8"/>
    <w:rsid w:val="0092737C"/>
    <w:rsid w:val="009475B2"/>
    <w:rsid w:val="00951F61"/>
    <w:rsid w:val="009621BB"/>
    <w:rsid w:val="00971F3D"/>
    <w:rsid w:val="00973151"/>
    <w:rsid w:val="009868F2"/>
    <w:rsid w:val="009939A5"/>
    <w:rsid w:val="009B2156"/>
    <w:rsid w:val="009D359C"/>
    <w:rsid w:val="009E2025"/>
    <w:rsid w:val="009E2388"/>
    <w:rsid w:val="009F18A0"/>
    <w:rsid w:val="00A110A8"/>
    <w:rsid w:val="00A21694"/>
    <w:rsid w:val="00A22402"/>
    <w:rsid w:val="00A50005"/>
    <w:rsid w:val="00A56B30"/>
    <w:rsid w:val="00A62F84"/>
    <w:rsid w:val="00A86322"/>
    <w:rsid w:val="00A94964"/>
    <w:rsid w:val="00B22C01"/>
    <w:rsid w:val="00B359A6"/>
    <w:rsid w:val="00B4524B"/>
    <w:rsid w:val="00B63EE5"/>
    <w:rsid w:val="00B762ED"/>
    <w:rsid w:val="00B83853"/>
    <w:rsid w:val="00BB483E"/>
    <w:rsid w:val="00BC1EA0"/>
    <w:rsid w:val="00BC46F0"/>
    <w:rsid w:val="00BD5652"/>
    <w:rsid w:val="00BE3586"/>
    <w:rsid w:val="00BE5D56"/>
    <w:rsid w:val="00C37DAF"/>
    <w:rsid w:val="00C636DA"/>
    <w:rsid w:val="00C818BA"/>
    <w:rsid w:val="00C87C1C"/>
    <w:rsid w:val="00C9597D"/>
    <w:rsid w:val="00CF5A77"/>
    <w:rsid w:val="00D05588"/>
    <w:rsid w:val="00D23D91"/>
    <w:rsid w:val="00D25261"/>
    <w:rsid w:val="00D276CF"/>
    <w:rsid w:val="00D30A99"/>
    <w:rsid w:val="00D37400"/>
    <w:rsid w:val="00D7610C"/>
    <w:rsid w:val="00D812A5"/>
    <w:rsid w:val="00D8491E"/>
    <w:rsid w:val="00DE6786"/>
    <w:rsid w:val="00E71D17"/>
    <w:rsid w:val="00E72A6D"/>
    <w:rsid w:val="00EB5B11"/>
    <w:rsid w:val="00EC6DB0"/>
    <w:rsid w:val="00ED033C"/>
    <w:rsid w:val="00ED1E78"/>
    <w:rsid w:val="00ED363E"/>
    <w:rsid w:val="00ED5F19"/>
    <w:rsid w:val="00EE184D"/>
    <w:rsid w:val="00EE565C"/>
    <w:rsid w:val="00F00620"/>
    <w:rsid w:val="00F159CC"/>
    <w:rsid w:val="00F313A0"/>
    <w:rsid w:val="00F62D8D"/>
    <w:rsid w:val="00FA7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61CFC"/>
  <w15:chartTrackingRefBased/>
  <w15:docId w15:val="{EC9C55DA-B19D-4FFD-9FDB-2A27A01A6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8DD"/>
    <w:pPr>
      <w:spacing w:before="240" w:after="240"/>
      <w:ind w:firstLine="680"/>
      <w:jc w:val="both"/>
    </w:pPr>
    <w:rPr>
      <w:rFonts w:ascii="Amasis30" w:hAnsi="Amasis30"/>
      <w:sz w:val="36"/>
      <w:szCs w:val="24"/>
    </w:rPr>
  </w:style>
  <w:style w:type="paragraph" w:styleId="Titre1">
    <w:name w:val="heading 1"/>
    <w:basedOn w:val="Normal"/>
    <w:next w:val="Normal"/>
    <w:qFormat/>
    <w:rsid w:val="008638D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8638D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8638DD"/>
    <w:pPr>
      <w:keepNext/>
      <w:suppressAutoHyphens/>
      <w:spacing w:before="480"/>
      <w:ind w:firstLine="0"/>
      <w:jc w:val="center"/>
      <w:outlineLvl w:val="2"/>
    </w:pPr>
    <w:rPr>
      <w:rFonts w:cs="Arial"/>
      <w:b/>
      <w:bCs/>
      <w:sz w:val="40"/>
      <w:szCs w:val="36"/>
    </w:rPr>
  </w:style>
  <w:style w:type="paragraph" w:styleId="Titre4">
    <w:name w:val="heading 4"/>
    <w:basedOn w:val="Normal"/>
    <w:next w:val="Normal"/>
    <w:qFormat/>
    <w:rsid w:val="008638DD"/>
    <w:pPr>
      <w:keepNext/>
      <w:spacing w:before="960" w:after="360"/>
      <w:ind w:firstLine="0"/>
      <w:jc w:val="center"/>
      <w:outlineLvl w:val="3"/>
    </w:pPr>
    <w:rPr>
      <w:b/>
      <w:bCs/>
    </w:rPr>
  </w:style>
  <w:style w:type="paragraph" w:styleId="Titre5">
    <w:name w:val="heading 5"/>
    <w:basedOn w:val="Normal"/>
    <w:next w:val="Normal"/>
    <w:link w:val="Titre5Car"/>
    <w:uiPriority w:val="9"/>
    <w:semiHidden/>
    <w:unhideWhenUsed/>
    <w:qFormat/>
    <w:rsid w:val="008638DD"/>
    <w:pPr>
      <w:spacing w:after="60"/>
      <w:outlineLvl w:val="4"/>
    </w:pPr>
    <w:rPr>
      <w:b/>
      <w:bCs/>
      <w:i/>
      <w:iCs/>
      <w:sz w:val="26"/>
      <w:szCs w:val="26"/>
    </w:rPr>
  </w:style>
  <w:style w:type="character" w:default="1" w:styleId="Policepardfaut">
    <w:name w:val="Default Paragraph Font"/>
    <w:semiHidden/>
    <w:rsid w:val="008638D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8638DD"/>
  </w:style>
  <w:style w:type="character" w:styleId="Lienhypertexte">
    <w:name w:val="Hyperlink"/>
    <w:uiPriority w:val="99"/>
    <w:rsid w:val="008638DD"/>
    <w:rPr>
      <w:rFonts w:ascii="Amasis30" w:hAnsi="Amasis30"/>
      <w:color w:val="004080"/>
      <w:u w:val="single"/>
    </w:rPr>
  </w:style>
  <w:style w:type="paragraph" w:styleId="Explorateurdedocuments">
    <w:name w:val="Document Map"/>
    <w:basedOn w:val="Normal"/>
    <w:semiHidden/>
    <w:rsid w:val="008638DD"/>
    <w:pPr>
      <w:shd w:val="clear" w:color="auto" w:fill="000080"/>
    </w:pPr>
    <w:rPr>
      <w:rFonts w:ascii="Tahoma" w:hAnsi="Tahoma" w:cs="Tahoma"/>
    </w:rPr>
  </w:style>
  <w:style w:type="paragraph" w:styleId="TM1">
    <w:name w:val="toc 1"/>
    <w:basedOn w:val="Normal"/>
    <w:next w:val="Normal"/>
    <w:autoRedefine/>
    <w:uiPriority w:val="39"/>
    <w:rsid w:val="008638DD"/>
    <w:pPr>
      <w:tabs>
        <w:tab w:val="right" w:leader="dot" w:pos="9639"/>
      </w:tabs>
      <w:spacing w:before="180" w:after="180"/>
      <w:ind w:firstLine="0"/>
      <w:jc w:val="left"/>
    </w:pPr>
    <w:rPr>
      <w:bCs/>
      <w:iCs/>
      <w:noProof/>
      <w:color w:val="000080"/>
      <w:szCs w:val="28"/>
    </w:rPr>
  </w:style>
  <w:style w:type="paragraph" w:styleId="En-tte">
    <w:name w:val="header"/>
    <w:basedOn w:val="Normal"/>
    <w:rsid w:val="008638DD"/>
    <w:pPr>
      <w:tabs>
        <w:tab w:val="center" w:pos="4536"/>
        <w:tab w:val="right" w:pos="9072"/>
      </w:tabs>
    </w:pPr>
  </w:style>
  <w:style w:type="paragraph" w:styleId="Pieddepage">
    <w:name w:val="footer"/>
    <w:basedOn w:val="Normal"/>
    <w:rsid w:val="008638DD"/>
    <w:pPr>
      <w:tabs>
        <w:tab w:val="center" w:pos="4536"/>
        <w:tab w:val="right" w:pos="9072"/>
      </w:tabs>
      <w:ind w:firstLine="0"/>
      <w:jc w:val="center"/>
    </w:pPr>
    <w:rPr>
      <w:sz w:val="32"/>
    </w:rPr>
  </w:style>
  <w:style w:type="character" w:styleId="Numrodepage">
    <w:name w:val="page number"/>
    <w:basedOn w:val="Policepardfaut"/>
    <w:rsid w:val="008638DD"/>
  </w:style>
  <w:style w:type="paragraph" w:styleId="TM2">
    <w:name w:val="toc 2"/>
    <w:basedOn w:val="Normal"/>
    <w:next w:val="Normal"/>
    <w:autoRedefine/>
    <w:uiPriority w:val="39"/>
    <w:rsid w:val="008638D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8638DD"/>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8638DD"/>
    <w:pPr>
      <w:ind w:left="780"/>
    </w:pPr>
  </w:style>
  <w:style w:type="paragraph" w:styleId="TM5">
    <w:name w:val="toc 5"/>
    <w:basedOn w:val="Normal"/>
    <w:next w:val="Normal"/>
    <w:autoRedefine/>
    <w:semiHidden/>
    <w:rsid w:val="008638DD"/>
    <w:pPr>
      <w:ind w:left="1040"/>
    </w:pPr>
  </w:style>
  <w:style w:type="paragraph" w:styleId="TM6">
    <w:name w:val="toc 6"/>
    <w:basedOn w:val="Normal"/>
    <w:next w:val="Normal"/>
    <w:autoRedefine/>
    <w:semiHidden/>
    <w:rsid w:val="008638DD"/>
    <w:pPr>
      <w:ind w:left="1300"/>
    </w:pPr>
  </w:style>
  <w:style w:type="paragraph" w:styleId="TM7">
    <w:name w:val="toc 7"/>
    <w:basedOn w:val="Normal"/>
    <w:next w:val="Normal"/>
    <w:autoRedefine/>
    <w:semiHidden/>
    <w:rsid w:val="008638DD"/>
    <w:pPr>
      <w:ind w:left="1560"/>
    </w:pPr>
  </w:style>
  <w:style w:type="paragraph" w:styleId="TM8">
    <w:name w:val="toc 8"/>
    <w:basedOn w:val="Normal"/>
    <w:next w:val="Normal"/>
    <w:autoRedefine/>
    <w:semiHidden/>
    <w:rsid w:val="008638DD"/>
    <w:pPr>
      <w:ind w:left="1820"/>
    </w:pPr>
  </w:style>
  <w:style w:type="paragraph" w:styleId="TM9">
    <w:name w:val="toc 9"/>
    <w:basedOn w:val="Normal"/>
    <w:next w:val="Normal"/>
    <w:autoRedefine/>
    <w:semiHidden/>
    <w:rsid w:val="008638DD"/>
    <w:pPr>
      <w:ind w:left="2080"/>
    </w:pPr>
  </w:style>
  <w:style w:type="character" w:styleId="Appelnotedebasdep">
    <w:name w:val="footnote reference"/>
    <w:qFormat/>
    <w:rsid w:val="008638DD"/>
    <w:rPr>
      <w:rFonts w:ascii="Amasis30" w:hAnsi="Amasis30"/>
      <w:b/>
      <w:sz w:val="36"/>
      <w:vertAlign w:val="superscript"/>
    </w:rPr>
  </w:style>
  <w:style w:type="paragraph" w:styleId="Notedebasdepage">
    <w:name w:val="footnote text"/>
    <w:basedOn w:val="Taille-1Normal"/>
    <w:qFormat/>
    <w:rsid w:val="008638DD"/>
    <w:rPr>
      <w:szCs w:val="30"/>
    </w:rPr>
  </w:style>
  <w:style w:type="paragraph" w:customStyle="1" w:styleId="Auteur">
    <w:name w:val="Auteur"/>
    <w:basedOn w:val="Normal"/>
    <w:rsid w:val="008638DD"/>
    <w:pPr>
      <w:spacing w:before="0" w:after="1800"/>
      <w:ind w:right="851" w:firstLine="0"/>
      <w:jc w:val="right"/>
    </w:pPr>
    <w:rPr>
      <w:sz w:val="48"/>
    </w:rPr>
  </w:style>
  <w:style w:type="paragraph" w:customStyle="1" w:styleId="Titrelivre">
    <w:name w:val="Titre_livre"/>
    <w:basedOn w:val="Normal"/>
    <w:rsid w:val="008638DD"/>
    <w:pPr>
      <w:spacing w:before="0" w:after="1200"/>
      <w:ind w:left="2268" w:right="851" w:firstLine="0"/>
      <w:jc w:val="right"/>
    </w:pPr>
    <w:rPr>
      <w:b/>
      <w:bCs/>
      <w:sz w:val="72"/>
    </w:rPr>
  </w:style>
  <w:style w:type="paragraph" w:customStyle="1" w:styleId="Soustitrelivre">
    <w:name w:val="Sous_titre_livre"/>
    <w:basedOn w:val="Normal"/>
    <w:rsid w:val="008638DD"/>
    <w:pPr>
      <w:spacing w:before="0" w:after="2160"/>
      <w:ind w:left="2268" w:right="851" w:firstLine="0"/>
      <w:jc w:val="right"/>
    </w:pPr>
    <w:rPr>
      <w:bCs/>
      <w:sz w:val="44"/>
      <w:szCs w:val="36"/>
    </w:rPr>
  </w:style>
  <w:style w:type="paragraph" w:customStyle="1" w:styleId="Photoauteur">
    <w:name w:val="Photo_auteur"/>
    <w:basedOn w:val="Normal"/>
    <w:rsid w:val="008638DD"/>
    <w:pPr>
      <w:spacing w:after="1080"/>
      <w:ind w:left="2268" w:firstLine="0"/>
      <w:jc w:val="center"/>
    </w:pPr>
    <w:rPr>
      <w:noProof/>
    </w:rPr>
  </w:style>
  <w:style w:type="paragraph" w:customStyle="1" w:styleId="DateSortie">
    <w:name w:val="Date_Sortie"/>
    <w:basedOn w:val="Normal"/>
    <w:rsid w:val="008638DD"/>
    <w:pPr>
      <w:spacing w:before="0" w:after="0"/>
      <w:ind w:right="1418" w:firstLine="0"/>
      <w:jc w:val="right"/>
    </w:pPr>
    <w:rPr>
      <w:bCs/>
      <w:sz w:val="40"/>
    </w:rPr>
  </w:style>
  <w:style w:type="paragraph" w:customStyle="1" w:styleId="Titretablematires">
    <w:name w:val="Titre table matières"/>
    <w:basedOn w:val="Normal"/>
    <w:rsid w:val="008638DD"/>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8638DD"/>
    <w:pPr>
      <w:ind w:firstLine="0"/>
      <w:jc w:val="center"/>
    </w:pPr>
    <w:rPr>
      <w:szCs w:val="20"/>
    </w:rPr>
  </w:style>
  <w:style w:type="paragraph" w:customStyle="1" w:styleId="NormalSansIndent">
    <w:name w:val="NormalSansIndent"/>
    <w:basedOn w:val="Normal"/>
    <w:rsid w:val="008638DD"/>
    <w:pPr>
      <w:ind w:firstLine="0"/>
    </w:pPr>
    <w:rPr>
      <w:szCs w:val="20"/>
    </w:rPr>
  </w:style>
  <w:style w:type="paragraph" w:customStyle="1" w:styleId="NormalSolidaire">
    <w:name w:val="NormalSolidaire"/>
    <w:basedOn w:val="Normal"/>
    <w:qFormat/>
    <w:rsid w:val="008638DD"/>
    <w:pPr>
      <w:keepNext/>
    </w:pPr>
  </w:style>
  <w:style w:type="paragraph" w:customStyle="1" w:styleId="NormalSautPageAvant">
    <w:name w:val="NormalSautPageAvant"/>
    <w:basedOn w:val="Normal"/>
    <w:qFormat/>
    <w:rsid w:val="008638DD"/>
    <w:pPr>
      <w:pageBreakBefore/>
    </w:pPr>
  </w:style>
  <w:style w:type="paragraph" w:customStyle="1" w:styleId="NormalEspAvtGrand">
    <w:name w:val="NormalEspAvtGrand"/>
    <w:basedOn w:val="Normal"/>
    <w:rsid w:val="008638DD"/>
    <w:pPr>
      <w:spacing w:before="2640"/>
    </w:pPr>
    <w:rPr>
      <w:szCs w:val="20"/>
    </w:rPr>
  </w:style>
  <w:style w:type="paragraph" w:customStyle="1" w:styleId="CentrEspAvt0">
    <w:name w:val="CentréEspAvt0"/>
    <w:basedOn w:val="Centr"/>
    <w:next w:val="CentrEspAvt0EspApr0"/>
    <w:rsid w:val="008638DD"/>
    <w:pPr>
      <w:spacing w:before="0"/>
    </w:pPr>
  </w:style>
  <w:style w:type="paragraph" w:customStyle="1" w:styleId="CentrEspApr0">
    <w:name w:val="CentréEspApr0"/>
    <w:basedOn w:val="Centr"/>
    <w:next w:val="Normal"/>
    <w:rsid w:val="008638DD"/>
    <w:pPr>
      <w:spacing w:after="0"/>
    </w:pPr>
  </w:style>
  <w:style w:type="paragraph" w:customStyle="1" w:styleId="CentrEspAvt0EspApr0">
    <w:name w:val="CentréEspAvt0EspApr0"/>
    <w:basedOn w:val="Centr"/>
    <w:rsid w:val="008638DD"/>
    <w:pPr>
      <w:spacing w:before="0" w:after="0"/>
    </w:pPr>
  </w:style>
  <w:style w:type="paragraph" w:customStyle="1" w:styleId="Droite">
    <w:name w:val="Droite"/>
    <w:basedOn w:val="Normal"/>
    <w:next w:val="Normal"/>
    <w:link w:val="DroiteCar"/>
    <w:rsid w:val="008638DD"/>
    <w:pPr>
      <w:ind w:firstLine="0"/>
      <w:jc w:val="right"/>
    </w:pPr>
    <w:rPr>
      <w:szCs w:val="20"/>
    </w:rPr>
  </w:style>
  <w:style w:type="paragraph" w:customStyle="1" w:styleId="DroiteRetraitGauche1X">
    <w:name w:val="DroiteRetraitGauche1X"/>
    <w:basedOn w:val="Droite"/>
    <w:next w:val="Normal"/>
    <w:rsid w:val="008638DD"/>
    <w:pPr>
      <w:ind w:left="680"/>
    </w:pPr>
  </w:style>
  <w:style w:type="paragraph" w:customStyle="1" w:styleId="DroiteRetraitGauche2X">
    <w:name w:val="DroiteRetraitGauche2X"/>
    <w:basedOn w:val="Droite"/>
    <w:next w:val="Normal"/>
    <w:rsid w:val="008638DD"/>
    <w:pPr>
      <w:ind w:left="1361"/>
    </w:pPr>
  </w:style>
  <w:style w:type="paragraph" w:customStyle="1" w:styleId="DroiteRetraitGauche3X">
    <w:name w:val="DroiteRetraitGauche3X"/>
    <w:basedOn w:val="Droite"/>
    <w:next w:val="Normal"/>
    <w:rsid w:val="008638DD"/>
    <w:pPr>
      <w:ind w:left="2041"/>
    </w:pPr>
  </w:style>
  <w:style w:type="paragraph" w:customStyle="1" w:styleId="DroiteRetraitGauche4X">
    <w:name w:val="DroiteRetraitGauche4X"/>
    <w:basedOn w:val="Droite"/>
    <w:next w:val="Normal"/>
    <w:rsid w:val="008638DD"/>
    <w:pPr>
      <w:ind w:left="2722"/>
    </w:pPr>
  </w:style>
  <w:style w:type="paragraph" w:customStyle="1" w:styleId="Taille-1Normal">
    <w:name w:val="Taille-1Normal"/>
    <w:basedOn w:val="Normal"/>
    <w:rsid w:val="008638DD"/>
    <w:rPr>
      <w:sz w:val="32"/>
      <w:szCs w:val="28"/>
    </w:rPr>
  </w:style>
  <w:style w:type="paragraph" w:customStyle="1" w:styleId="Taille-1RetraitGauche1X">
    <w:name w:val="Taille-1RetraitGauche1X"/>
    <w:basedOn w:val="Taille-1Normal"/>
    <w:rsid w:val="008638DD"/>
    <w:pPr>
      <w:ind w:left="680"/>
    </w:pPr>
    <w:rPr>
      <w:szCs w:val="20"/>
    </w:rPr>
  </w:style>
  <w:style w:type="paragraph" w:customStyle="1" w:styleId="Taille-1RetraitGauche2X">
    <w:name w:val="Taille-1RetraitGauche2X"/>
    <w:basedOn w:val="Taille-1Normal"/>
    <w:rsid w:val="008638DD"/>
    <w:pPr>
      <w:ind w:left="1361"/>
    </w:pPr>
    <w:rPr>
      <w:szCs w:val="20"/>
    </w:rPr>
  </w:style>
  <w:style w:type="paragraph" w:customStyle="1" w:styleId="Taille-1RetraitGauche3X">
    <w:name w:val="Taille-1RetraitGauche3X"/>
    <w:basedOn w:val="Taille-1Normal"/>
    <w:rsid w:val="008638DD"/>
    <w:pPr>
      <w:ind w:left="2041"/>
    </w:pPr>
    <w:rPr>
      <w:szCs w:val="20"/>
    </w:rPr>
  </w:style>
  <w:style w:type="paragraph" w:customStyle="1" w:styleId="Taille-1RetraitGauche1XIndent0">
    <w:name w:val="Taille-1RetraitGauche1XIndent0"/>
    <w:basedOn w:val="Taille-1RetraitGauche1X"/>
    <w:rsid w:val="008638DD"/>
    <w:pPr>
      <w:ind w:firstLine="0"/>
    </w:pPr>
  </w:style>
  <w:style w:type="paragraph" w:customStyle="1" w:styleId="Taille-1RetraitGauche2XIndent0">
    <w:name w:val="Taille-1RetraitGauche2XIndent0"/>
    <w:basedOn w:val="Taille-1RetraitGauche2X"/>
    <w:rsid w:val="008638DD"/>
    <w:pPr>
      <w:ind w:firstLine="0"/>
    </w:pPr>
  </w:style>
  <w:style w:type="paragraph" w:customStyle="1" w:styleId="Taille-1RetraitGauche3XIndent0">
    <w:name w:val="Taille-1RetraitGauche3XIndent0"/>
    <w:basedOn w:val="Taille-1RetraitGauche3X"/>
    <w:rsid w:val="008638DD"/>
    <w:pPr>
      <w:ind w:firstLine="0"/>
    </w:pPr>
  </w:style>
  <w:style w:type="paragraph" w:customStyle="1" w:styleId="Taille-1RetraitGauche4XIndent0">
    <w:name w:val="Taille-1RetraitGauche4XIndent0"/>
    <w:basedOn w:val="Taille-1Normal"/>
    <w:rsid w:val="008638DD"/>
    <w:pPr>
      <w:ind w:left="2722" w:firstLine="0"/>
    </w:pPr>
    <w:rPr>
      <w:szCs w:val="20"/>
    </w:rPr>
  </w:style>
  <w:style w:type="paragraph" w:customStyle="1" w:styleId="NormalRetraitGauche1X">
    <w:name w:val="NormalRetraitGauche1X"/>
    <w:basedOn w:val="Normal"/>
    <w:rsid w:val="008638DD"/>
    <w:pPr>
      <w:ind w:left="680"/>
    </w:pPr>
    <w:rPr>
      <w:szCs w:val="20"/>
    </w:rPr>
  </w:style>
  <w:style w:type="paragraph" w:customStyle="1" w:styleId="NormalRetraitGauche2X">
    <w:name w:val="NormalRetraitGauche2X"/>
    <w:basedOn w:val="Normal"/>
    <w:rsid w:val="008638DD"/>
    <w:pPr>
      <w:ind w:left="1361"/>
    </w:pPr>
    <w:rPr>
      <w:szCs w:val="20"/>
    </w:rPr>
  </w:style>
  <w:style w:type="paragraph" w:customStyle="1" w:styleId="NormalRetraitGauche3X">
    <w:name w:val="NormalRetraitGauche3X"/>
    <w:basedOn w:val="Normal"/>
    <w:rsid w:val="008638DD"/>
    <w:pPr>
      <w:ind w:left="2041"/>
    </w:pPr>
    <w:rPr>
      <w:szCs w:val="20"/>
    </w:rPr>
  </w:style>
  <w:style w:type="paragraph" w:customStyle="1" w:styleId="NormalRetraitGauche1XIndent0">
    <w:name w:val="NormalRetraitGauche1XIndent0"/>
    <w:basedOn w:val="NormalRetraitGauche1X"/>
    <w:rsid w:val="008638DD"/>
    <w:pPr>
      <w:ind w:firstLine="0"/>
    </w:pPr>
  </w:style>
  <w:style w:type="paragraph" w:customStyle="1" w:styleId="NormalRetraitGauche2XIndent0">
    <w:name w:val="NormalRetraitGauche2XIndent0"/>
    <w:basedOn w:val="NormalRetraitGauche2X"/>
    <w:rsid w:val="008638DD"/>
    <w:pPr>
      <w:ind w:firstLine="0"/>
    </w:pPr>
  </w:style>
  <w:style w:type="paragraph" w:customStyle="1" w:styleId="NormalRetraitGauche3XIndent0">
    <w:name w:val="NormalRetraitGauche3XIndent0"/>
    <w:basedOn w:val="NormalRetraitGauche3X"/>
    <w:rsid w:val="008638DD"/>
    <w:pPr>
      <w:ind w:firstLine="0"/>
    </w:pPr>
  </w:style>
  <w:style w:type="paragraph" w:customStyle="1" w:styleId="NormalRetraitGauche4XIndent0">
    <w:name w:val="NormalRetraitGauche4XIndent0"/>
    <w:basedOn w:val="Normal"/>
    <w:rsid w:val="008638DD"/>
    <w:pPr>
      <w:ind w:left="2722" w:firstLine="0"/>
    </w:pPr>
    <w:rPr>
      <w:szCs w:val="20"/>
    </w:rPr>
  </w:style>
  <w:style w:type="paragraph" w:styleId="Notedefin">
    <w:name w:val="endnote text"/>
    <w:basedOn w:val="Taille-1Normal"/>
    <w:link w:val="NotedefinCar"/>
    <w:uiPriority w:val="99"/>
    <w:semiHidden/>
    <w:unhideWhenUsed/>
    <w:qFormat/>
    <w:rsid w:val="008638DD"/>
    <w:rPr>
      <w:szCs w:val="20"/>
      <w:lang w:val="x-none" w:eastAsia="x-none"/>
    </w:rPr>
  </w:style>
  <w:style w:type="character" w:customStyle="1" w:styleId="NotedefinCar">
    <w:name w:val="Note de fin Car"/>
    <w:link w:val="Notedefin"/>
    <w:uiPriority w:val="99"/>
    <w:semiHidden/>
    <w:rsid w:val="008638DD"/>
    <w:rPr>
      <w:rFonts w:ascii="Amasis30" w:hAnsi="Amasis30"/>
      <w:sz w:val="32"/>
      <w:lang w:val="x-none" w:eastAsia="x-none"/>
    </w:rPr>
  </w:style>
  <w:style w:type="character" w:styleId="Appeldenotedefin">
    <w:name w:val="endnote reference"/>
    <w:uiPriority w:val="99"/>
    <w:unhideWhenUsed/>
    <w:qFormat/>
    <w:rsid w:val="008638DD"/>
    <w:rPr>
      <w:rFonts w:ascii="Amasis30" w:hAnsi="Amasis30"/>
      <w:b/>
      <w:sz w:val="36"/>
      <w:vertAlign w:val="superscript"/>
    </w:rPr>
  </w:style>
  <w:style w:type="paragraph" w:customStyle="1" w:styleId="NormalSuspendu1X">
    <w:name w:val="NormalSuspendu1X"/>
    <w:basedOn w:val="Normal"/>
    <w:rsid w:val="008638DD"/>
    <w:pPr>
      <w:ind w:left="680" w:hanging="680"/>
    </w:pPr>
    <w:rPr>
      <w:szCs w:val="20"/>
    </w:rPr>
  </w:style>
  <w:style w:type="paragraph" w:customStyle="1" w:styleId="NormalSuspendu1XRetrait1X">
    <w:name w:val="NormalSuspendu1XRetrait1X"/>
    <w:basedOn w:val="Normal"/>
    <w:rsid w:val="008638DD"/>
    <w:pPr>
      <w:ind w:left="1360" w:hanging="680"/>
    </w:pPr>
  </w:style>
  <w:style w:type="paragraph" w:customStyle="1" w:styleId="NormalEspAvt0EspApr0">
    <w:name w:val="NormalEspAvt0EspApr0"/>
    <w:basedOn w:val="Normal"/>
    <w:rsid w:val="008638DD"/>
    <w:pPr>
      <w:spacing w:before="0" w:after="0"/>
    </w:pPr>
    <w:rPr>
      <w:szCs w:val="20"/>
    </w:rPr>
  </w:style>
  <w:style w:type="paragraph" w:customStyle="1" w:styleId="NormalSuspendu1XRetrait2X">
    <w:name w:val="NormalSuspendu1XRetrait2X"/>
    <w:basedOn w:val="Normal"/>
    <w:rsid w:val="008638DD"/>
    <w:pPr>
      <w:ind w:left="2041" w:hanging="680"/>
    </w:pPr>
  </w:style>
  <w:style w:type="paragraph" w:customStyle="1" w:styleId="NormalSuspendu1XRetrait3X">
    <w:name w:val="NormalSuspendu1XRetrait3X"/>
    <w:basedOn w:val="Normal"/>
    <w:rsid w:val="008638DD"/>
    <w:pPr>
      <w:ind w:left="2721" w:hanging="680"/>
    </w:pPr>
    <w:rPr>
      <w:szCs w:val="20"/>
    </w:rPr>
  </w:style>
  <w:style w:type="paragraph" w:customStyle="1" w:styleId="NormalSuspendu1XRetrait4X">
    <w:name w:val="NormalSuspendu1XRetrait4X"/>
    <w:basedOn w:val="Normal"/>
    <w:rsid w:val="008638DD"/>
    <w:pPr>
      <w:ind w:left="3402" w:hanging="680"/>
    </w:pPr>
    <w:rPr>
      <w:szCs w:val="20"/>
    </w:rPr>
  </w:style>
  <w:style w:type="character" w:customStyle="1" w:styleId="Taille-1Caracteres">
    <w:name w:val="Taille-1Caracteres"/>
    <w:qFormat/>
    <w:rsid w:val="008638DD"/>
    <w:rPr>
      <w:sz w:val="32"/>
      <w:szCs w:val="20"/>
    </w:rPr>
  </w:style>
  <w:style w:type="paragraph" w:customStyle="1" w:styleId="Etoile">
    <w:name w:val="Etoile"/>
    <w:basedOn w:val="Normal"/>
    <w:qFormat/>
    <w:rsid w:val="008638DD"/>
    <w:pPr>
      <w:ind w:firstLine="0"/>
      <w:jc w:val="center"/>
    </w:pPr>
    <w:rPr>
      <w:b/>
      <w:sz w:val="40"/>
      <w:szCs w:val="28"/>
    </w:rPr>
  </w:style>
  <w:style w:type="character" w:customStyle="1" w:styleId="Titre1Car">
    <w:name w:val="Titre 1 Car"/>
    <w:locked/>
    <w:rPr>
      <w:rFonts w:ascii="Georgia" w:hAnsi="Georgia" w:cs="Arial"/>
      <w:b/>
      <w:bCs/>
      <w:sz w:val="44"/>
      <w:szCs w:val="44"/>
      <w:lang w:val="fr-FR" w:eastAsia="fr-FR" w:bidi="ar-SA"/>
    </w:rPr>
  </w:style>
  <w:style w:type="character" w:customStyle="1" w:styleId="Titre2Car">
    <w:name w:val="Titre 2 Car"/>
    <w:locked/>
    <w:rPr>
      <w:rFonts w:ascii="Georgia" w:hAnsi="Georgia" w:cs="Arial"/>
      <w:b/>
      <w:bCs/>
      <w:iCs/>
      <w:sz w:val="40"/>
      <w:szCs w:val="40"/>
      <w:lang w:val="fr-FR" w:eastAsia="fr-FR" w:bidi="ar-SA"/>
    </w:rPr>
  </w:style>
  <w:style w:type="character" w:customStyle="1" w:styleId="Titre3Car">
    <w:name w:val="Titre 3 Car"/>
    <w:rPr>
      <w:rFonts w:ascii="Georgia" w:hAnsi="Georgia" w:cs="Arial"/>
      <w:b/>
      <w:bCs/>
      <w:sz w:val="36"/>
      <w:szCs w:val="36"/>
      <w:lang w:val="fr-FR" w:eastAsia="fr-FR" w:bidi="ar-SA"/>
    </w:rPr>
  </w:style>
  <w:style w:type="character" w:customStyle="1" w:styleId="Titre4Car">
    <w:name w:val="Titre 4 Car"/>
    <w:rPr>
      <w:rFonts w:ascii="Georgia" w:hAnsi="Georgia"/>
      <w:b/>
      <w:bCs/>
      <w:sz w:val="24"/>
      <w:szCs w:val="28"/>
      <w:lang w:val="fr-FR" w:eastAsia="fr-FR" w:bidi="ar-SA"/>
    </w:rPr>
  </w:style>
  <w:style w:type="character" w:customStyle="1" w:styleId="ExplorateurdedocumentsCar">
    <w:name w:val="Explorateur de documents Car"/>
    <w:semiHidden/>
    <w:rPr>
      <w:rFonts w:ascii="Tahoma" w:hAnsi="Tahoma" w:cs="Tahoma"/>
      <w:sz w:val="32"/>
      <w:szCs w:val="24"/>
      <w:lang w:val="fr-FR" w:eastAsia="fr-FR" w:bidi="ar-SA"/>
    </w:rPr>
  </w:style>
  <w:style w:type="character" w:customStyle="1" w:styleId="En-tteCar">
    <w:name w:val="En-tête Car"/>
    <w:rPr>
      <w:rFonts w:ascii="Georgia" w:hAnsi="Georgia"/>
      <w:sz w:val="32"/>
      <w:szCs w:val="24"/>
      <w:lang w:val="fr-FR" w:eastAsia="fr-FR" w:bidi="ar-SA"/>
    </w:rPr>
  </w:style>
  <w:style w:type="character" w:customStyle="1" w:styleId="PieddepageCar">
    <w:name w:val="Pied de page Car"/>
    <w:rPr>
      <w:rFonts w:ascii="Georgia" w:hAnsi="Georgia"/>
      <w:sz w:val="32"/>
      <w:szCs w:val="24"/>
      <w:lang w:val="fr-FR" w:eastAsia="fr-FR" w:bidi="ar-SA"/>
    </w:rPr>
  </w:style>
  <w:style w:type="paragraph" w:styleId="Retraitcorpsdetexte">
    <w:name w:val="Body Text Indent"/>
    <w:basedOn w:val="Normal"/>
    <w:semiHidden/>
    <w:pPr>
      <w:jc w:val="center"/>
    </w:pPr>
    <w:rPr>
      <w:rFonts w:ascii="Arial" w:hAnsi="Arial"/>
    </w:rPr>
  </w:style>
  <w:style w:type="character" w:customStyle="1" w:styleId="NotedebasdepageCar">
    <w:name w:val="Note de bas de page Car"/>
    <w:semiHidden/>
    <w:locked/>
    <w:rPr>
      <w:rFonts w:ascii="Georgia" w:hAnsi="Georgia"/>
      <w:sz w:val="28"/>
      <w:szCs w:val="30"/>
      <w:lang w:val="fr-FR" w:eastAsia="fr-FR" w:bidi="ar-SA"/>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proposdispositions">
    <w:name w:val="A_propos_dispositions"/>
    <w:basedOn w:val="Normal"/>
    <w:pPr>
      <w:ind w:left="567" w:firstLine="0"/>
    </w:pPr>
    <w:rPr>
      <w:sz w:val="30"/>
    </w:rPr>
  </w:style>
  <w:style w:type="paragraph" w:customStyle="1" w:styleId="Sautdepage-avant">
    <w:name w:val="Saut_de_page-avant"/>
    <w:basedOn w:val="Normal"/>
    <w:qFormat/>
    <w:rsid w:val="008638DD"/>
    <w:pPr>
      <w:pageBreakBefore/>
      <w:spacing w:before="720"/>
    </w:pPr>
  </w:style>
  <w:style w:type="character" w:customStyle="1" w:styleId="DroiteCar">
    <w:name w:val="Droite Car"/>
    <w:link w:val="Droite"/>
    <w:rsid w:val="008638DD"/>
    <w:rPr>
      <w:rFonts w:ascii="Amasis30" w:hAnsi="Amasis30"/>
      <w:sz w:val="36"/>
    </w:rPr>
  </w:style>
  <w:style w:type="character" w:customStyle="1" w:styleId="Car5">
    <w:name w:val=" Car5"/>
    <w:rPr>
      <w:rFonts w:ascii="Georgia" w:hAnsi="Georgia"/>
      <w:sz w:val="28"/>
    </w:rPr>
  </w:style>
  <w:style w:type="character" w:styleId="Marquedecommentaire">
    <w:name w:val="annotation reference"/>
    <w:semiHidden/>
    <w:rsid w:val="008638DD"/>
    <w:rPr>
      <w:sz w:val="16"/>
      <w:szCs w:val="16"/>
    </w:rPr>
  </w:style>
  <w:style w:type="paragraph" w:styleId="Commentaire">
    <w:name w:val="annotation text"/>
    <w:basedOn w:val="Normal"/>
    <w:semiHidden/>
    <w:rsid w:val="008638DD"/>
    <w:rPr>
      <w:sz w:val="20"/>
      <w:szCs w:val="20"/>
    </w:rPr>
  </w:style>
  <w:style w:type="character" w:customStyle="1" w:styleId="CommentaireCar">
    <w:name w:val="Commentaire Car"/>
    <w:rPr>
      <w:rFonts w:ascii="Georgia" w:hAnsi="Georgia"/>
      <w:sz w:val="32"/>
      <w:szCs w:val="24"/>
      <w:lang w:val="fr-FR" w:eastAsia="fr-FR" w:bidi="ar-SA"/>
    </w:rPr>
  </w:style>
  <w:style w:type="paragraph" w:styleId="Objetducommentaire">
    <w:name w:val="annotation subject"/>
    <w:basedOn w:val="Commentaire"/>
    <w:next w:val="Commentaire"/>
    <w:rsid w:val="008638DD"/>
    <w:rPr>
      <w:b/>
      <w:bCs/>
    </w:rPr>
  </w:style>
  <w:style w:type="character" w:customStyle="1" w:styleId="ObjetducommentaireCar">
    <w:name w:val="Objet du commentaire Car"/>
    <w:rPr>
      <w:rFonts w:ascii="Georgia" w:hAnsi="Georgia"/>
      <w:b/>
      <w:bCs/>
      <w:sz w:val="32"/>
      <w:szCs w:val="24"/>
      <w:lang w:val="fr-FR" w:eastAsia="fr-FR" w:bidi="ar-SA"/>
    </w:rPr>
  </w:style>
  <w:style w:type="paragraph" w:styleId="Textedebulles">
    <w:name w:val="Balloon Text"/>
    <w:basedOn w:val="Normal"/>
    <w:rsid w:val="008638DD"/>
    <w:rPr>
      <w:rFonts w:ascii="Tahoma" w:hAnsi="Tahoma" w:cs="Tahoma"/>
      <w:sz w:val="16"/>
      <w:szCs w:val="16"/>
    </w:rPr>
  </w:style>
  <w:style w:type="character" w:customStyle="1" w:styleId="TextedebullesCar">
    <w:name w:val="Texte de bulles Car"/>
    <w:rPr>
      <w:rFonts w:ascii="Tahoma" w:hAnsi="Tahoma" w:cs="Tahoma"/>
      <w:sz w:val="16"/>
      <w:szCs w:val="16"/>
      <w:lang w:val="fr-FR" w:eastAsia="fr-FR" w:bidi="ar-SA"/>
    </w:rPr>
  </w:style>
  <w:style w:type="paragraph" w:customStyle="1" w:styleId="Vers">
    <w:name w:val="Vers"/>
    <w:basedOn w:val="Normal"/>
    <w:qFormat/>
    <w:rsid w:val="008638DD"/>
    <w:pPr>
      <w:spacing w:before="0" w:after="0"/>
      <w:ind w:left="1020" w:hanging="340"/>
    </w:pPr>
    <w:rPr>
      <w:i/>
    </w:rPr>
  </w:style>
  <w:style w:type="character" w:styleId="Lienhypertextesuivivisit">
    <w:name w:val="FollowedHyperlink"/>
    <w:semiHidden/>
    <w:unhideWhenUsed/>
    <w:rPr>
      <w:color w:val="800080"/>
      <w:u w:val="single"/>
    </w:rPr>
  </w:style>
  <w:style w:type="paragraph" w:styleId="Titre">
    <w:name w:val="Title"/>
    <w:basedOn w:val="Normal"/>
    <w:next w:val="Normal"/>
    <w:qFormat/>
    <w:pPr>
      <w:pBdr>
        <w:bottom w:val="single" w:sz="8" w:space="4" w:color="4F81BD"/>
      </w:pBdr>
      <w:spacing w:after="300"/>
      <w:ind w:firstLine="0"/>
      <w:contextualSpacing/>
      <w:jc w:val="left"/>
    </w:pPr>
    <w:rPr>
      <w:rFonts w:ascii="Cambria" w:hAnsi="Cambria"/>
      <w:color w:val="17365D"/>
      <w:spacing w:val="5"/>
      <w:kern w:val="28"/>
      <w:sz w:val="52"/>
      <w:szCs w:val="52"/>
    </w:rPr>
  </w:style>
  <w:style w:type="character" w:customStyle="1" w:styleId="TitreCar">
    <w:name w:val="Titre Car"/>
    <w:rPr>
      <w:rFonts w:ascii="Cambria" w:hAnsi="Cambria"/>
      <w:color w:val="17365D"/>
      <w:spacing w:val="5"/>
      <w:kern w:val="28"/>
      <w:sz w:val="52"/>
      <w:szCs w:val="52"/>
      <w:lang w:val="fr-FR" w:eastAsia="fr-FR" w:bidi="ar-SA"/>
    </w:rPr>
  </w:style>
  <w:style w:type="paragraph" w:customStyle="1" w:styleId="font2">
    <w:name w:val="font2"/>
    <w:basedOn w:val="Normal"/>
    <w:pPr>
      <w:spacing w:before="100" w:beforeAutospacing="1" w:after="100" w:afterAutospacing="1"/>
      <w:ind w:firstLine="0"/>
      <w:jc w:val="left"/>
    </w:pPr>
    <w:rPr>
      <w:rFonts w:ascii="Arial" w:hAnsi="Arial" w:cs="Arial"/>
      <w:sz w:val="9"/>
      <w:szCs w:val="9"/>
    </w:rPr>
  </w:style>
  <w:style w:type="paragraph" w:customStyle="1" w:styleId="font3">
    <w:name w:val="font3"/>
    <w:basedOn w:val="Normal"/>
    <w:pPr>
      <w:spacing w:before="100" w:beforeAutospacing="1" w:after="100" w:afterAutospacing="1"/>
      <w:ind w:firstLine="0"/>
      <w:jc w:val="left"/>
    </w:pPr>
    <w:rPr>
      <w:rFonts w:ascii="Arial" w:hAnsi="Arial" w:cs="Arial"/>
      <w:sz w:val="10"/>
      <w:szCs w:val="10"/>
    </w:rPr>
  </w:style>
  <w:style w:type="paragraph" w:customStyle="1" w:styleId="font4">
    <w:name w:val="font4"/>
    <w:basedOn w:val="Normal"/>
    <w:pPr>
      <w:spacing w:before="100" w:beforeAutospacing="1" w:after="100" w:afterAutospacing="1"/>
      <w:ind w:firstLine="0"/>
      <w:jc w:val="left"/>
    </w:pPr>
    <w:rPr>
      <w:rFonts w:ascii="Arial" w:hAnsi="Arial" w:cs="Arial"/>
      <w:sz w:val="14"/>
      <w:szCs w:val="14"/>
    </w:rPr>
  </w:style>
  <w:style w:type="paragraph" w:customStyle="1" w:styleId="font5">
    <w:name w:val="font5"/>
    <w:basedOn w:val="Normal"/>
    <w:pPr>
      <w:spacing w:before="100" w:beforeAutospacing="1" w:after="100" w:afterAutospacing="1"/>
      <w:ind w:firstLine="0"/>
      <w:jc w:val="left"/>
    </w:pPr>
    <w:rPr>
      <w:rFonts w:ascii="Arial" w:hAnsi="Arial" w:cs="Arial"/>
      <w:sz w:val="16"/>
      <w:szCs w:val="16"/>
    </w:rPr>
  </w:style>
  <w:style w:type="paragraph" w:customStyle="1" w:styleId="font6">
    <w:name w:val="font6"/>
    <w:basedOn w:val="Normal"/>
    <w:pPr>
      <w:spacing w:before="100" w:beforeAutospacing="1" w:after="100" w:afterAutospacing="1"/>
      <w:ind w:firstLine="0"/>
      <w:jc w:val="left"/>
    </w:pPr>
    <w:rPr>
      <w:rFonts w:ascii="Arial" w:hAnsi="Arial" w:cs="Arial"/>
      <w:sz w:val="18"/>
      <w:szCs w:val="18"/>
    </w:rPr>
  </w:style>
  <w:style w:type="paragraph" w:customStyle="1" w:styleId="font7">
    <w:name w:val="font7"/>
    <w:basedOn w:val="Normal"/>
    <w:pPr>
      <w:spacing w:before="100" w:beforeAutospacing="1" w:after="100" w:afterAutospacing="1"/>
      <w:ind w:firstLine="0"/>
      <w:jc w:val="left"/>
    </w:pPr>
    <w:rPr>
      <w:rFonts w:ascii="Arial" w:hAnsi="Arial" w:cs="Arial"/>
      <w:sz w:val="20"/>
      <w:szCs w:val="20"/>
    </w:rPr>
  </w:style>
  <w:style w:type="paragraph" w:customStyle="1" w:styleId="font8">
    <w:name w:val="font8"/>
    <w:basedOn w:val="Normal"/>
    <w:pPr>
      <w:spacing w:before="100" w:beforeAutospacing="1" w:after="100" w:afterAutospacing="1"/>
      <w:ind w:firstLine="0"/>
      <w:jc w:val="left"/>
    </w:pPr>
    <w:rPr>
      <w:rFonts w:ascii="Arial" w:hAnsi="Arial" w:cs="Arial"/>
      <w:sz w:val="21"/>
      <w:szCs w:val="21"/>
    </w:rPr>
  </w:style>
  <w:style w:type="paragraph" w:customStyle="1" w:styleId="font9">
    <w:name w:val="font9"/>
    <w:basedOn w:val="Normal"/>
    <w:pPr>
      <w:spacing w:before="100" w:beforeAutospacing="1" w:after="100" w:afterAutospacing="1"/>
      <w:ind w:firstLine="0"/>
      <w:jc w:val="left"/>
    </w:pPr>
    <w:rPr>
      <w:rFonts w:ascii="Arial" w:hAnsi="Arial" w:cs="Arial"/>
      <w:sz w:val="21"/>
      <w:szCs w:val="21"/>
    </w:rPr>
  </w:style>
  <w:style w:type="paragraph" w:customStyle="1" w:styleId="font15">
    <w:name w:val="font15"/>
    <w:basedOn w:val="Normal"/>
    <w:pPr>
      <w:spacing w:before="100" w:beforeAutospacing="1" w:after="100" w:afterAutospacing="1"/>
      <w:ind w:firstLine="0"/>
      <w:jc w:val="left"/>
    </w:pPr>
    <w:rPr>
      <w:rFonts w:ascii="Arial" w:hAnsi="Arial" w:cs="Arial"/>
      <w:sz w:val="34"/>
      <w:szCs w:val="34"/>
    </w:rPr>
  </w:style>
  <w:style w:type="paragraph" w:customStyle="1" w:styleId="font16">
    <w:name w:val="font16"/>
    <w:basedOn w:val="Normal"/>
    <w:pPr>
      <w:spacing w:before="100" w:beforeAutospacing="1" w:after="100" w:afterAutospacing="1"/>
      <w:ind w:firstLine="0"/>
      <w:jc w:val="left"/>
    </w:pPr>
    <w:rPr>
      <w:rFonts w:ascii="Arial" w:hAnsi="Arial" w:cs="Arial"/>
      <w:szCs w:val="36"/>
    </w:rPr>
  </w:style>
  <w:style w:type="paragraph" w:customStyle="1" w:styleId="font17">
    <w:name w:val="font17"/>
    <w:basedOn w:val="Normal"/>
    <w:pPr>
      <w:spacing w:before="100" w:beforeAutospacing="1" w:after="100" w:afterAutospacing="1"/>
      <w:ind w:firstLine="0"/>
      <w:jc w:val="left"/>
    </w:pPr>
    <w:rPr>
      <w:rFonts w:ascii="Arial" w:hAnsi="Arial" w:cs="Arial"/>
      <w:sz w:val="38"/>
      <w:szCs w:val="38"/>
    </w:rPr>
  </w:style>
  <w:style w:type="paragraph" w:customStyle="1" w:styleId="font18">
    <w:name w:val="font18"/>
    <w:basedOn w:val="Normal"/>
    <w:pPr>
      <w:spacing w:before="100" w:beforeAutospacing="1" w:after="100" w:afterAutospacing="1"/>
      <w:ind w:firstLine="0"/>
      <w:jc w:val="left"/>
    </w:pPr>
    <w:rPr>
      <w:rFonts w:ascii="Arial" w:hAnsi="Arial" w:cs="Arial"/>
      <w:sz w:val="44"/>
      <w:szCs w:val="44"/>
    </w:rPr>
  </w:style>
  <w:style w:type="paragraph" w:customStyle="1" w:styleId="font19">
    <w:name w:val="font19"/>
    <w:basedOn w:val="Normal"/>
    <w:pPr>
      <w:spacing w:before="100" w:beforeAutospacing="1" w:after="100" w:afterAutospacing="1"/>
      <w:ind w:firstLine="0"/>
      <w:jc w:val="left"/>
    </w:pPr>
    <w:rPr>
      <w:rFonts w:ascii="Arial" w:hAnsi="Arial" w:cs="Arial"/>
      <w:sz w:val="46"/>
      <w:szCs w:val="46"/>
    </w:rPr>
  </w:style>
  <w:style w:type="paragraph" w:customStyle="1" w:styleId="font20">
    <w:name w:val="font20"/>
    <w:basedOn w:val="Normal"/>
    <w:pPr>
      <w:spacing w:before="100" w:beforeAutospacing="1" w:after="100" w:afterAutospacing="1"/>
      <w:ind w:firstLine="0"/>
      <w:jc w:val="left"/>
    </w:pPr>
    <w:rPr>
      <w:rFonts w:ascii="Arial" w:hAnsi="Arial" w:cs="Arial"/>
      <w:sz w:val="47"/>
      <w:szCs w:val="47"/>
    </w:rPr>
  </w:style>
  <w:style w:type="paragraph" w:customStyle="1" w:styleId="font21">
    <w:name w:val="font21"/>
    <w:basedOn w:val="Normal"/>
    <w:pPr>
      <w:spacing w:before="100" w:beforeAutospacing="1" w:after="100" w:afterAutospacing="1"/>
      <w:ind w:firstLine="0"/>
      <w:jc w:val="left"/>
    </w:pPr>
    <w:rPr>
      <w:rFonts w:ascii="Arial" w:hAnsi="Arial" w:cs="Arial"/>
      <w:sz w:val="47"/>
      <w:szCs w:val="47"/>
    </w:rPr>
  </w:style>
  <w:style w:type="paragraph" w:customStyle="1" w:styleId="font22">
    <w:name w:val="font22"/>
    <w:basedOn w:val="Normal"/>
    <w:pPr>
      <w:spacing w:before="100" w:beforeAutospacing="1" w:after="100" w:afterAutospacing="1"/>
      <w:ind w:firstLine="0"/>
      <w:jc w:val="left"/>
    </w:pPr>
    <w:rPr>
      <w:rFonts w:ascii="Arial" w:hAnsi="Arial" w:cs="Arial"/>
      <w:sz w:val="51"/>
      <w:szCs w:val="51"/>
    </w:rPr>
  </w:style>
  <w:style w:type="paragraph" w:customStyle="1" w:styleId="font23">
    <w:name w:val="font23"/>
    <w:basedOn w:val="Normal"/>
    <w:pPr>
      <w:spacing w:before="100" w:beforeAutospacing="1" w:after="100" w:afterAutospacing="1"/>
      <w:ind w:firstLine="0"/>
      <w:jc w:val="left"/>
    </w:pPr>
    <w:rPr>
      <w:rFonts w:ascii="Arial" w:hAnsi="Arial" w:cs="Arial"/>
      <w:sz w:val="52"/>
      <w:szCs w:val="52"/>
    </w:rPr>
  </w:style>
  <w:style w:type="paragraph" w:customStyle="1" w:styleId="font24">
    <w:name w:val="font24"/>
    <w:basedOn w:val="Normal"/>
    <w:pPr>
      <w:spacing w:before="100" w:beforeAutospacing="1" w:after="100" w:afterAutospacing="1"/>
      <w:ind w:firstLine="0"/>
      <w:jc w:val="left"/>
    </w:pPr>
    <w:rPr>
      <w:rFonts w:ascii="Arial" w:hAnsi="Arial" w:cs="Arial"/>
      <w:sz w:val="53"/>
      <w:szCs w:val="53"/>
    </w:rPr>
  </w:style>
  <w:style w:type="paragraph" w:customStyle="1" w:styleId="font25">
    <w:name w:val="font25"/>
    <w:basedOn w:val="Normal"/>
    <w:pPr>
      <w:spacing w:before="100" w:beforeAutospacing="1" w:after="100" w:afterAutospacing="1"/>
      <w:ind w:firstLine="0"/>
      <w:jc w:val="left"/>
    </w:pPr>
    <w:rPr>
      <w:rFonts w:ascii="Arial" w:hAnsi="Arial" w:cs="Arial"/>
      <w:sz w:val="54"/>
      <w:szCs w:val="54"/>
    </w:rPr>
  </w:style>
  <w:style w:type="paragraph" w:customStyle="1" w:styleId="font26">
    <w:name w:val="font26"/>
    <w:basedOn w:val="Normal"/>
    <w:pPr>
      <w:spacing w:before="100" w:beforeAutospacing="1" w:after="100" w:afterAutospacing="1"/>
      <w:ind w:firstLine="0"/>
      <w:jc w:val="left"/>
    </w:pPr>
    <w:rPr>
      <w:rFonts w:ascii="Arial" w:hAnsi="Arial" w:cs="Arial"/>
      <w:sz w:val="60"/>
      <w:szCs w:val="60"/>
    </w:rPr>
  </w:style>
  <w:style w:type="paragraph" w:customStyle="1" w:styleId="font27">
    <w:name w:val="font27"/>
    <w:basedOn w:val="Normal"/>
    <w:pPr>
      <w:spacing w:before="100" w:beforeAutospacing="1" w:after="100" w:afterAutospacing="1"/>
      <w:ind w:firstLine="0"/>
      <w:jc w:val="left"/>
    </w:pPr>
    <w:rPr>
      <w:rFonts w:ascii="Arial" w:hAnsi="Arial" w:cs="Arial"/>
      <w:sz w:val="160"/>
      <w:szCs w:val="160"/>
    </w:rPr>
  </w:style>
  <w:style w:type="paragraph" w:customStyle="1" w:styleId="font28">
    <w:name w:val="font28"/>
    <w:basedOn w:val="Normal"/>
    <w:pPr>
      <w:spacing w:before="100" w:beforeAutospacing="1" w:after="100" w:afterAutospacing="1"/>
      <w:ind w:firstLine="0"/>
      <w:jc w:val="left"/>
    </w:pPr>
    <w:rPr>
      <w:rFonts w:ascii="Times New Roman" w:hAnsi="Times New Roman"/>
      <w:sz w:val="16"/>
      <w:szCs w:val="16"/>
    </w:rPr>
  </w:style>
  <w:style w:type="paragraph" w:customStyle="1" w:styleId="font29">
    <w:name w:val="font29"/>
    <w:basedOn w:val="Normal"/>
    <w:pPr>
      <w:spacing w:before="100" w:beforeAutospacing="1" w:after="100" w:afterAutospacing="1"/>
      <w:ind w:firstLine="0"/>
      <w:jc w:val="left"/>
    </w:pPr>
    <w:rPr>
      <w:rFonts w:ascii="Times New Roman" w:hAnsi="Times New Roman"/>
      <w:sz w:val="18"/>
      <w:szCs w:val="18"/>
    </w:rPr>
  </w:style>
  <w:style w:type="paragraph" w:customStyle="1" w:styleId="font30">
    <w:name w:val="font30"/>
    <w:basedOn w:val="Normal"/>
    <w:pPr>
      <w:spacing w:before="100" w:beforeAutospacing="1" w:after="100" w:afterAutospacing="1"/>
      <w:ind w:firstLine="0"/>
      <w:jc w:val="left"/>
    </w:pPr>
    <w:rPr>
      <w:rFonts w:ascii="Times New Roman" w:hAnsi="Times New Roman"/>
      <w:sz w:val="20"/>
      <w:szCs w:val="20"/>
    </w:rPr>
  </w:style>
  <w:style w:type="paragraph" w:customStyle="1" w:styleId="font31">
    <w:name w:val="font31"/>
    <w:basedOn w:val="Normal"/>
    <w:pPr>
      <w:spacing w:before="100" w:beforeAutospacing="1" w:after="100" w:afterAutospacing="1"/>
      <w:ind w:firstLine="0"/>
      <w:jc w:val="left"/>
    </w:pPr>
    <w:rPr>
      <w:rFonts w:ascii="Times New Roman" w:hAnsi="Times New Roman"/>
      <w:sz w:val="22"/>
      <w:szCs w:val="22"/>
    </w:rPr>
  </w:style>
  <w:style w:type="paragraph" w:customStyle="1" w:styleId="font32">
    <w:name w:val="font32"/>
    <w:basedOn w:val="Normal"/>
    <w:pPr>
      <w:spacing w:before="100" w:beforeAutospacing="1" w:after="100" w:afterAutospacing="1"/>
      <w:ind w:firstLine="0"/>
      <w:jc w:val="left"/>
    </w:pPr>
    <w:rPr>
      <w:rFonts w:ascii="Times New Roman" w:hAnsi="Times New Roman"/>
      <w:sz w:val="22"/>
      <w:szCs w:val="22"/>
    </w:rPr>
  </w:style>
  <w:style w:type="paragraph" w:customStyle="1" w:styleId="font33">
    <w:name w:val="font33"/>
    <w:basedOn w:val="Normal"/>
    <w:pPr>
      <w:spacing w:before="100" w:beforeAutospacing="1" w:after="100" w:afterAutospacing="1"/>
      <w:ind w:firstLine="0"/>
      <w:jc w:val="left"/>
    </w:pPr>
    <w:rPr>
      <w:rFonts w:ascii="Times New Roman" w:hAnsi="Times New Roman"/>
      <w:sz w:val="24"/>
    </w:rPr>
  </w:style>
  <w:style w:type="paragraph" w:customStyle="1" w:styleId="font34">
    <w:name w:val="font34"/>
    <w:basedOn w:val="Normal"/>
    <w:pPr>
      <w:spacing w:before="100" w:beforeAutospacing="1" w:after="100" w:afterAutospacing="1"/>
      <w:ind w:firstLine="0"/>
      <w:jc w:val="left"/>
    </w:pPr>
    <w:rPr>
      <w:rFonts w:ascii="Times New Roman" w:hAnsi="Times New Roman"/>
      <w:sz w:val="24"/>
    </w:rPr>
  </w:style>
  <w:style w:type="paragraph" w:customStyle="1" w:styleId="font35">
    <w:name w:val="font35"/>
    <w:basedOn w:val="Normal"/>
    <w:pPr>
      <w:spacing w:before="100" w:beforeAutospacing="1" w:after="100" w:afterAutospacing="1"/>
      <w:ind w:firstLine="0"/>
      <w:jc w:val="left"/>
    </w:pPr>
    <w:rPr>
      <w:rFonts w:ascii="Times New Roman" w:hAnsi="Times New Roman"/>
      <w:sz w:val="25"/>
      <w:szCs w:val="25"/>
    </w:rPr>
  </w:style>
  <w:style w:type="paragraph" w:customStyle="1" w:styleId="font36">
    <w:name w:val="font36"/>
    <w:basedOn w:val="Normal"/>
    <w:pPr>
      <w:spacing w:before="100" w:beforeAutospacing="1" w:after="100" w:afterAutospacing="1"/>
      <w:ind w:firstLine="0"/>
      <w:jc w:val="left"/>
    </w:pPr>
    <w:rPr>
      <w:rFonts w:ascii="Times New Roman" w:hAnsi="Times New Roman"/>
      <w:sz w:val="25"/>
      <w:szCs w:val="25"/>
    </w:rPr>
  </w:style>
  <w:style w:type="paragraph" w:customStyle="1" w:styleId="font37">
    <w:name w:val="font37"/>
    <w:basedOn w:val="Normal"/>
    <w:pPr>
      <w:spacing w:before="100" w:beforeAutospacing="1" w:after="100" w:afterAutospacing="1"/>
      <w:ind w:firstLine="0"/>
      <w:jc w:val="left"/>
    </w:pPr>
    <w:rPr>
      <w:rFonts w:ascii="Times New Roman" w:hAnsi="Times New Roman"/>
      <w:sz w:val="26"/>
      <w:szCs w:val="26"/>
    </w:rPr>
  </w:style>
  <w:style w:type="paragraph" w:customStyle="1" w:styleId="font38">
    <w:name w:val="font38"/>
    <w:basedOn w:val="Normal"/>
    <w:pPr>
      <w:spacing w:before="100" w:beforeAutospacing="1" w:after="100" w:afterAutospacing="1"/>
      <w:ind w:firstLine="0"/>
      <w:jc w:val="left"/>
    </w:pPr>
    <w:rPr>
      <w:rFonts w:ascii="Times New Roman" w:hAnsi="Times New Roman"/>
      <w:sz w:val="26"/>
      <w:szCs w:val="26"/>
    </w:rPr>
  </w:style>
  <w:style w:type="paragraph" w:customStyle="1" w:styleId="font39">
    <w:name w:val="font39"/>
    <w:basedOn w:val="Normal"/>
    <w:pPr>
      <w:spacing w:before="100" w:beforeAutospacing="1" w:after="100" w:afterAutospacing="1"/>
      <w:ind w:firstLine="0"/>
      <w:jc w:val="left"/>
    </w:pPr>
    <w:rPr>
      <w:rFonts w:ascii="Times New Roman" w:hAnsi="Times New Roman"/>
      <w:sz w:val="27"/>
      <w:szCs w:val="27"/>
    </w:rPr>
  </w:style>
  <w:style w:type="paragraph" w:customStyle="1" w:styleId="font40">
    <w:name w:val="font40"/>
    <w:basedOn w:val="Normal"/>
    <w:pPr>
      <w:spacing w:before="100" w:beforeAutospacing="1" w:after="100" w:afterAutospacing="1"/>
      <w:ind w:firstLine="0"/>
      <w:jc w:val="left"/>
    </w:pPr>
    <w:rPr>
      <w:rFonts w:ascii="Times New Roman" w:hAnsi="Times New Roman"/>
      <w:sz w:val="28"/>
      <w:szCs w:val="28"/>
    </w:rPr>
  </w:style>
  <w:style w:type="paragraph" w:customStyle="1" w:styleId="font41">
    <w:name w:val="font41"/>
    <w:basedOn w:val="Normal"/>
    <w:pPr>
      <w:spacing w:before="100" w:beforeAutospacing="1" w:after="100" w:afterAutospacing="1"/>
      <w:ind w:firstLine="0"/>
      <w:jc w:val="left"/>
    </w:pPr>
    <w:rPr>
      <w:rFonts w:ascii="Times New Roman" w:hAnsi="Times New Roman"/>
      <w:sz w:val="29"/>
      <w:szCs w:val="29"/>
    </w:rPr>
  </w:style>
  <w:style w:type="paragraph" w:customStyle="1" w:styleId="font42">
    <w:name w:val="font42"/>
    <w:basedOn w:val="Normal"/>
    <w:pPr>
      <w:spacing w:before="100" w:beforeAutospacing="1" w:after="100" w:afterAutospacing="1"/>
      <w:ind w:firstLine="0"/>
      <w:jc w:val="left"/>
    </w:pPr>
    <w:rPr>
      <w:rFonts w:ascii="Times New Roman" w:hAnsi="Times New Roman"/>
      <w:sz w:val="29"/>
      <w:szCs w:val="29"/>
    </w:rPr>
  </w:style>
  <w:style w:type="paragraph" w:customStyle="1" w:styleId="font43">
    <w:name w:val="font43"/>
    <w:basedOn w:val="Normal"/>
    <w:pPr>
      <w:spacing w:before="100" w:beforeAutospacing="1" w:after="100" w:afterAutospacing="1"/>
      <w:ind w:firstLine="0"/>
      <w:jc w:val="left"/>
    </w:pPr>
    <w:rPr>
      <w:rFonts w:ascii="Times New Roman" w:hAnsi="Times New Roman"/>
      <w:sz w:val="30"/>
      <w:szCs w:val="30"/>
    </w:rPr>
  </w:style>
  <w:style w:type="paragraph" w:customStyle="1" w:styleId="font44">
    <w:name w:val="font44"/>
    <w:basedOn w:val="Normal"/>
    <w:pPr>
      <w:spacing w:before="100" w:beforeAutospacing="1" w:after="100" w:afterAutospacing="1"/>
      <w:ind w:firstLine="0"/>
      <w:jc w:val="left"/>
    </w:pPr>
    <w:rPr>
      <w:rFonts w:ascii="Times New Roman" w:hAnsi="Times New Roman"/>
      <w:szCs w:val="32"/>
    </w:rPr>
  </w:style>
  <w:style w:type="paragraph" w:customStyle="1" w:styleId="font45">
    <w:name w:val="font45"/>
    <w:basedOn w:val="Normal"/>
    <w:pPr>
      <w:spacing w:before="100" w:beforeAutospacing="1" w:after="100" w:afterAutospacing="1"/>
      <w:ind w:firstLine="0"/>
      <w:jc w:val="left"/>
    </w:pPr>
    <w:rPr>
      <w:rFonts w:ascii="Times New Roman" w:hAnsi="Times New Roman"/>
      <w:sz w:val="33"/>
      <w:szCs w:val="33"/>
    </w:rPr>
  </w:style>
  <w:style w:type="paragraph" w:customStyle="1" w:styleId="font46">
    <w:name w:val="font46"/>
    <w:basedOn w:val="Normal"/>
    <w:pPr>
      <w:spacing w:before="100" w:beforeAutospacing="1" w:after="100" w:afterAutospacing="1"/>
      <w:ind w:firstLine="0"/>
      <w:jc w:val="left"/>
    </w:pPr>
    <w:rPr>
      <w:rFonts w:ascii="Times New Roman" w:hAnsi="Times New Roman"/>
      <w:sz w:val="33"/>
      <w:szCs w:val="33"/>
    </w:rPr>
  </w:style>
  <w:style w:type="paragraph" w:customStyle="1" w:styleId="font47">
    <w:name w:val="font47"/>
    <w:basedOn w:val="Normal"/>
    <w:pPr>
      <w:spacing w:before="100" w:beforeAutospacing="1" w:after="100" w:afterAutospacing="1"/>
      <w:ind w:firstLine="0"/>
      <w:jc w:val="left"/>
    </w:pPr>
    <w:rPr>
      <w:rFonts w:ascii="Times New Roman" w:hAnsi="Times New Roman"/>
      <w:sz w:val="34"/>
      <w:szCs w:val="34"/>
    </w:rPr>
  </w:style>
  <w:style w:type="paragraph" w:customStyle="1" w:styleId="font48">
    <w:name w:val="font48"/>
    <w:basedOn w:val="Normal"/>
    <w:pPr>
      <w:spacing w:before="100" w:beforeAutospacing="1" w:after="100" w:afterAutospacing="1"/>
      <w:ind w:firstLine="0"/>
      <w:jc w:val="left"/>
    </w:pPr>
    <w:rPr>
      <w:rFonts w:ascii="Times New Roman" w:hAnsi="Times New Roman"/>
      <w:sz w:val="34"/>
      <w:szCs w:val="34"/>
    </w:rPr>
  </w:style>
  <w:style w:type="paragraph" w:customStyle="1" w:styleId="font49">
    <w:name w:val="font49"/>
    <w:basedOn w:val="Normal"/>
    <w:pPr>
      <w:spacing w:before="100" w:beforeAutospacing="1" w:after="100" w:afterAutospacing="1"/>
      <w:ind w:firstLine="0"/>
      <w:jc w:val="left"/>
    </w:pPr>
    <w:rPr>
      <w:rFonts w:ascii="Times New Roman" w:hAnsi="Times New Roman"/>
      <w:sz w:val="35"/>
      <w:szCs w:val="35"/>
    </w:rPr>
  </w:style>
  <w:style w:type="paragraph" w:customStyle="1" w:styleId="font50">
    <w:name w:val="font50"/>
    <w:basedOn w:val="Normal"/>
    <w:pPr>
      <w:spacing w:before="100" w:beforeAutospacing="1" w:after="100" w:afterAutospacing="1"/>
      <w:ind w:firstLine="0"/>
      <w:jc w:val="left"/>
    </w:pPr>
    <w:rPr>
      <w:rFonts w:ascii="Times New Roman" w:hAnsi="Times New Roman"/>
      <w:szCs w:val="36"/>
    </w:rPr>
  </w:style>
  <w:style w:type="paragraph" w:customStyle="1" w:styleId="font51">
    <w:name w:val="font51"/>
    <w:basedOn w:val="Normal"/>
    <w:pPr>
      <w:spacing w:before="100" w:beforeAutospacing="1" w:after="100" w:afterAutospacing="1"/>
      <w:ind w:firstLine="0"/>
      <w:jc w:val="left"/>
    </w:pPr>
    <w:rPr>
      <w:rFonts w:ascii="Times New Roman" w:hAnsi="Times New Roman"/>
      <w:szCs w:val="36"/>
    </w:rPr>
  </w:style>
  <w:style w:type="paragraph" w:customStyle="1" w:styleId="font52">
    <w:name w:val="font52"/>
    <w:basedOn w:val="Normal"/>
    <w:pPr>
      <w:spacing w:before="100" w:beforeAutospacing="1" w:after="100" w:afterAutospacing="1"/>
      <w:ind w:firstLine="0"/>
      <w:jc w:val="left"/>
    </w:pPr>
    <w:rPr>
      <w:rFonts w:ascii="Times New Roman" w:hAnsi="Times New Roman"/>
      <w:sz w:val="38"/>
      <w:szCs w:val="38"/>
    </w:rPr>
  </w:style>
  <w:style w:type="paragraph" w:customStyle="1" w:styleId="font53">
    <w:name w:val="font53"/>
    <w:basedOn w:val="Normal"/>
    <w:pPr>
      <w:spacing w:before="100" w:beforeAutospacing="1" w:after="100" w:afterAutospacing="1"/>
      <w:ind w:firstLine="0"/>
      <w:jc w:val="left"/>
    </w:pPr>
    <w:rPr>
      <w:rFonts w:ascii="Times New Roman" w:hAnsi="Times New Roman"/>
      <w:sz w:val="38"/>
      <w:szCs w:val="38"/>
    </w:rPr>
  </w:style>
  <w:style w:type="paragraph" w:customStyle="1" w:styleId="font54">
    <w:name w:val="font54"/>
    <w:basedOn w:val="Normal"/>
    <w:pPr>
      <w:spacing w:before="100" w:beforeAutospacing="1" w:after="100" w:afterAutospacing="1"/>
      <w:ind w:firstLine="0"/>
      <w:jc w:val="left"/>
    </w:pPr>
    <w:rPr>
      <w:rFonts w:ascii="Times New Roman" w:hAnsi="Times New Roman"/>
      <w:sz w:val="42"/>
      <w:szCs w:val="42"/>
    </w:rPr>
  </w:style>
  <w:style w:type="paragraph" w:customStyle="1" w:styleId="font55">
    <w:name w:val="font55"/>
    <w:basedOn w:val="Normal"/>
    <w:pPr>
      <w:spacing w:before="100" w:beforeAutospacing="1" w:after="100" w:afterAutospacing="1"/>
      <w:ind w:firstLine="0"/>
      <w:jc w:val="left"/>
    </w:pPr>
    <w:rPr>
      <w:rFonts w:ascii="Times New Roman" w:hAnsi="Times New Roman"/>
      <w:sz w:val="44"/>
      <w:szCs w:val="44"/>
    </w:rPr>
  </w:style>
  <w:style w:type="paragraph" w:customStyle="1" w:styleId="font56">
    <w:name w:val="font56"/>
    <w:basedOn w:val="Normal"/>
    <w:pPr>
      <w:spacing w:before="100" w:beforeAutospacing="1" w:after="100" w:afterAutospacing="1"/>
      <w:ind w:firstLine="0"/>
      <w:jc w:val="left"/>
    </w:pPr>
    <w:rPr>
      <w:rFonts w:ascii="Times New Roman" w:hAnsi="Times New Roman"/>
      <w:sz w:val="48"/>
      <w:szCs w:val="48"/>
    </w:rPr>
  </w:style>
  <w:style w:type="paragraph" w:customStyle="1" w:styleId="font57">
    <w:name w:val="font57"/>
    <w:basedOn w:val="Normal"/>
    <w:pPr>
      <w:spacing w:before="100" w:beforeAutospacing="1" w:after="100" w:afterAutospacing="1"/>
      <w:ind w:firstLine="0"/>
      <w:jc w:val="left"/>
    </w:pPr>
    <w:rPr>
      <w:rFonts w:ascii="Times New Roman" w:hAnsi="Times New Roman"/>
      <w:sz w:val="50"/>
      <w:szCs w:val="50"/>
    </w:rPr>
  </w:style>
  <w:style w:type="paragraph" w:customStyle="1" w:styleId="font58">
    <w:name w:val="font58"/>
    <w:basedOn w:val="Normal"/>
    <w:pPr>
      <w:spacing w:before="100" w:beforeAutospacing="1" w:after="100" w:afterAutospacing="1"/>
      <w:ind w:firstLine="0"/>
      <w:jc w:val="left"/>
    </w:pPr>
    <w:rPr>
      <w:rFonts w:ascii="Times New Roman" w:hAnsi="Times New Roman"/>
      <w:sz w:val="64"/>
      <w:szCs w:val="64"/>
    </w:rPr>
  </w:style>
  <w:style w:type="character" w:customStyle="1" w:styleId="font581">
    <w:name w:val="font581"/>
    <w:rPr>
      <w:rFonts w:ascii="Times New Roman" w:hAnsi="Times New Roman" w:cs="Times New Roman" w:hint="default"/>
      <w:sz w:val="64"/>
      <w:szCs w:val="64"/>
    </w:rPr>
  </w:style>
  <w:style w:type="character" w:customStyle="1" w:styleId="font301">
    <w:name w:val="font301"/>
    <w:rPr>
      <w:rFonts w:ascii="Times New Roman" w:hAnsi="Times New Roman" w:cs="Times New Roman" w:hint="default"/>
      <w:sz w:val="20"/>
      <w:szCs w:val="20"/>
    </w:rPr>
  </w:style>
  <w:style w:type="character" w:customStyle="1" w:styleId="font71">
    <w:name w:val="font71"/>
    <w:rPr>
      <w:rFonts w:ascii="Arial" w:hAnsi="Arial" w:cs="Arial" w:hint="default"/>
      <w:sz w:val="20"/>
      <w:szCs w:val="20"/>
    </w:rPr>
  </w:style>
  <w:style w:type="character" w:customStyle="1" w:styleId="font171">
    <w:name w:val="font171"/>
    <w:rPr>
      <w:rFonts w:ascii="Arial" w:hAnsi="Arial" w:cs="Arial" w:hint="default"/>
      <w:sz w:val="38"/>
      <w:szCs w:val="38"/>
    </w:rPr>
  </w:style>
  <w:style w:type="character" w:customStyle="1" w:styleId="font311">
    <w:name w:val="font311"/>
    <w:rPr>
      <w:rFonts w:ascii="Times New Roman" w:hAnsi="Times New Roman" w:cs="Times New Roman" w:hint="default"/>
      <w:sz w:val="22"/>
      <w:szCs w:val="22"/>
    </w:rPr>
  </w:style>
  <w:style w:type="character" w:customStyle="1" w:styleId="font351">
    <w:name w:val="font351"/>
    <w:rPr>
      <w:rFonts w:ascii="Times New Roman" w:hAnsi="Times New Roman" w:cs="Times New Roman" w:hint="default"/>
      <w:sz w:val="25"/>
      <w:szCs w:val="25"/>
    </w:rPr>
  </w:style>
  <w:style w:type="character" w:customStyle="1" w:styleId="font401">
    <w:name w:val="font401"/>
    <w:rPr>
      <w:rFonts w:ascii="Times New Roman" w:hAnsi="Times New Roman" w:cs="Times New Roman" w:hint="default"/>
      <w:sz w:val="28"/>
      <w:szCs w:val="28"/>
    </w:rPr>
  </w:style>
  <w:style w:type="character" w:customStyle="1" w:styleId="font151">
    <w:name w:val="font151"/>
    <w:rPr>
      <w:rFonts w:ascii="Arial" w:hAnsi="Arial" w:cs="Arial" w:hint="default"/>
      <w:sz w:val="34"/>
      <w:szCs w:val="34"/>
    </w:rPr>
  </w:style>
  <w:style w:type="character" w:customStyle="1" w:styleId="font331">
    <w:name w:val="font331"/>
    <w:rPr>
      <w:rFonts w:ascii="Times New Roman" w:hAnsi="Times New Roman" w:cs="Times New Roman" w:hint="default"/>
      <w:sz w:val="24"/>
      <w:szCs w:val="24"/>
    </w:rPr>
  </w:style>
  <w:style w:type="character" w:customStyle="1" w:styleId="font410">
    <w:name w:val="font410"/>
    <w:rPr>
      <w:rFonts w:ascii="Arial" w:hAnsi="Arial" w:cs="Arial" w:hint="default"/>
      <w:sz w:val="14"/>
      <w:szCs w:val="14"/>
    </w:rPr>
  </w:style>
  <w:style w:type="character" w:customStyle="1" w:styleId="font81">
    <w:name w:val="font81"/>
    <w:rPr>
      <w:rFonts w:ascii="Arial" w:hAnsi="Arial" w:cs="Arial" w:hint="default"/>
      <w:sz w:val="21"/>
      <w:szCs w:val="21"/>
    </w:rPr>
  </w:style>
  <w:style w:type="character" w:customStyle="1" w:styleId="font310">
    <w:name w:val="font310"/>
    <w:rPr>
      <w:rFonts w:ascii="Arial" w:hAnsi="Arial" w:cs="Arial" w:hint="default"/>
      <w:sz w:val="10"/>
      <w:szCs w:val="10"/>
    </w:rPr>
  </w:style>
  <w:style w:type="character" w:customStyle="1" w:styleId="font281">
    <w:name w:val="font281"/>
    <w:rPr>
      <w:rFonts w:ascii="Times New Roman" w:hAnsi="Times New Roman" w:cs="Times New Roman" w:hint="default"/>
      <w:sz w:val="16"/>
      <w:szCs w:val="16"/>
    </w:rPr>
  </w:style>
  <w:style w:type="character" w:customStyle="1" w:styleId="font291">
    <w:name w:val="font291"/>
    <w:rPr>
      <w:rFonts w:ascii="Times New Roman" w:hAnsi="Times New Roman" w:cs="Times New Roman" w:hint="default"/>
      <w:sz w:val="18"/>
      <w:szCs w:val="18"/>
    </w:rPr>
  </w:style>
  <w:style w:type="character" w:customStyle="1" w:styleId="font210">
    <w:name w:val="font210"/>
    <w:rPr>
      <w:rFonts w:ascii="Arial" w:hAnsi="Arial" w:cs="Arial" w:hint="default"/>
      <w:sz w:val="9"/>
      <w:szCs w:val="9"/>
    </w:rPr>
  </w:style>
  <w:style w:type="character" w:customStyle="1" w:styleId="font59">
    <w:name w:val="font59"/>
    <w:rPr>
      <w:rFonts w:ascii="Arial" w:hAnsi="Arial" w:cs="Arial" w:hint="default"/>
      <w:sz w:val="16"/>
      <w:szCs w:val="16"/>
    </w:rPr>
  </w:style>
  <w:style w:type="character" w:customStyle="1" w:styleId="font211">
    <w:name w:val="font211"/>
    <w:rPr>
      <w:rFonts w:ascii="Arial" w:hAnsi="Arial" w:cs="Arial" w:hint="default"/>
      <w:sz w:val="47"/>
      <w:szCs w:val="47"/>
    </w:rPr>
  </w:style>
  <w:style w:type="character" w:customStyle="1" w:styleId="font271">
    <w:name w:val="font271"/>
    <w:rPr>
      <w:rFonts w:ascii="Arial" w:hAnsi="Arial" w:cs="Arial" w:hint="default"/>
      <w:sz w:val="160"/>
      <w:szCs w:val="160"/>
    </w:rPr>
  </w:style>
  <w:style w:type="character" w:customStyle="1" w:styleId="font91">
    <w:name w:val="font91"/>
    <w:rPr>
      <w:rFonts w:ascii="Arial" w:hAnsi="Arial" w:cs="Arial" w:hint="default"/>
      <w:sz w:val="21"/>
      <w:szCs w:val="21"/>
    </w:rPr>
  </w:style>
  <w:style w:type="character" w:customStyle="1" w:styleId="font251">
    <w:name w:val="font251"/>
    <w:rPr>
      <w:rFonts w:ascii="Arial" w:hAnsi="Arial" w:cs="Arial" w:hint="default"/>
      <w:sz w:val="54"/>
      <w:szCs w:val="54"/>
    </w:rPr>
  </w:style>
  <w:style w:type="character" w:customStyle="1" w:styleId="font381">
    <w:name w:val="font381"/>
    <w:rPr>
      <w:rFonts w:ascii="Times New Roman" w:hAnsi="Times New Roman" w:cs="Times New Roman" w:hint="default"/>
      <w:sz w:val="26"/>
      <w:szCs w:val="26"/>
    </w:rPr>
  </w:style>
  <w:style w:type="character" w:customStyle="1" w:styleId="font261">
    <w:name w:val="font261"/>
    <w:rPr>
      <w:rFonts w:ascii="Arial" w:hAnsi="Arial" w:cs="Arial" w:hint="default"/>
      <w:sz w:val="60"/>
      <w:szCs w:val="60"/>
    </w:rPr>
  </w:style>
  <w:style w:type="character" w:customStyle="1" w:styleId="font391">
    <w:name w:val="font391"/>
    <w:rPr>
      <w:rFonts w:ascii="Times New Roman" w:hAnsi="Times New Roman" w:cs="Times New Roman" w:hint="default"/>
      <w:sz w:val="27"/>
      <w:szCs w:val="27"/>
    </w:rPr>
  </w:style>
  <w:style w:type="character" w:customStyle="1" w:styleId="font371">
    <w:name w:val="font371"/>
    <w:rPr>
      <w:rFonts w:ascii="Times New Roman" w:hAnsi="Times New Roman" w:cs="Times New Roman" w:hint="default"/>
      <w:sz w:val="26"/>
      <w:szCs w:val="26"/>
    </w:rPr>
  </w:style>
  <w:style w:type="character" w:customStyle="1" w:styleId="font321">
    <w:name w:val="font321"/>
    <w:rPr>
      <w:rFonts w:ascii="Times New Roman" w:hAnsi="Times New Roman" w:cs="Times New Roman" w:hint="default"/>
      <w:sz w:val="22"/>
      <w:szCs w:val="22"/>
    </w:rPr>
  </w:style>
  <w:style w:type="character" w:customStyle="1" w:styleId="font411">
    <w:name w:val="font411"/>
    <w:rPr>
      <w:rFonts w:ascii="Times New Roman" w:hAnsi="Times New Roman" w:cs="Times New Roman" w:hint="default"/>
      <w:sz w:val="29"/>
      <w:szCs w:val="29"/>
    </w:rPr>
  </w:style>
  <w:style w:type="character" w:customStyle="1" w:styleId="font471">
    <w:name w:val="font471"/>
    <w:rPr>
      <w:rFonts w:ascii="Times New Roman" w:hAnsi="Times New Roman" w:cs="Times New Roman" w:hint="default"/>
      <w:sz w:val="34"/>
      <w:szCs w:val="34"/>
    </w:rPr>
  </w:style>
  <w:style w:type="character" w:customStyle="1" w:styleId="font341">
    <w:name w:val="font341"/>
    <w:rPr>
      <w:rFonts w:ascii="Times New Roman" w:hAnsi="Times New Roman" w:cs="Times New Roman" w:hint="default"/>
      <w:sz w:val="24"/>
      <w:szCs w:val="24"/>
    </w:rPr>
  </w:style>
  <w:style w:type="character" w:customStyle="1" w:styleId="font61">
    <w:name w:val="font61"/>
    <w:rPr>
      <w:rFonts w:ascii="Arial" w:hAnsi="Arial" w:cs="Arial" w:hint="default"/>
      <w:sz w:val="18"/>
      <w:szCs w:val="18"/>
    </w:rPr>
  </w:style>
  <w:style w:type="character" w:customStyle="1" w:styleId="font441">
    <w:name w:val="font441"/>
    <w:rPr>
      <w:rFonts w:ascii="Times New Roman" w:hAnsi="Times New Roman" w:cs="Times New Roman" w:hint="default"/>
      <w:sz w:val="32"/>
      <w:szCs w:val="32"/>
    </w:rPr>
  </w:style>
  <w:style w:type="character" w:customStyle="1" w:styleId="font361">
    <w:name w:val="font361"/>
    <w:rPr>
      <w:rFonts w:ascii="Times New Roman" w:hAnsi="Times New Roman" w:cs="Times New Roman" w:hint="default"/>
      <w:sz w:val="25"/>
      <w:szCs w:val="25"/>
    </w:rPr>
  </w:style>
  <w:style w:type="paragraph" w:customStyle="1" w:styleId="font60">
    <w:name w:val="font60"/>
    <w:basedOn w:val="Normal"/>
    <w:pPr>
      <w:spacing w:before="100" w:beforeAutospacing="1" w:after="100" w:afterAutospacing="1"/>
      <w:ind w:firstLine="0"/>
      <w:jc w:val="left"/>
    </w:pPr>
    <w:rPr>
      <w:rFonts w:ascii="Times New Roman" w:hAnsi="Times New Roman"/>
      <w:sz w:val="10"/>
      <w:szCs w:val="10"/>
    </w:rPr>
  </w:style>
  <w:style w:type="paragraph" w:customStyle="1" w:styleId="font62">
    <w:name w:val="font62"/>
    <w:basedOn w:val="Normal"/>
    <w:pPr>
      <w:spacing w:before="100" w:beforeAutospacing="1" w:after="100" w:afterAutospacing="1"/>
      <w:ind w:firstLine="0"/>
      <w:jc w:val="left"/>
    </w:pPr>
    <w:rPr>
      <w:rFonts w:ascii="Times New Roman" w:hAnsi="Times New Roman"/>
      <w:sz w:val="10"/>
      <w:szCs w:val="10"/>
    </w:rPr>
  </w:style>
  <w:style w:type="paragraph" w:customStyle="1" w:styleId="font63">
    <w:name w:val="font63"/>
    <w:basedOn w:val="Normal"/>
    <w:pPr>
      <w:spacing w:before="100" w:beforeAutospacing="1" w:after="100" w:afterAutospacing="1"/>
      <w:ind w:firstLine="0"/>
      <w:jc w:val="left"/>
    </w:pPr>
    <w:rPr>
      <w:rFonts w:ascii="Times New Roman" w:hAnsi="Times New Roman"/>
      <w:sz w:val="11"/>
      <w:szCs w:val="11"/>
    </w:rPr>
  </w:style>
  <w:style w:type="paragraph" w:customStyle="1" w:styleId="font64">
    <w:name w:val="font64"/>
    <w:basedOn w:val="Normal"/>
    <w:pPr>
      <w:spacing w:before="100" w:beforeAutospacing="1" w:after="100" w:afterAutospacing="1"/>
      <w:ind w:firstLine="0"/>
      <w:jc w:val="left"/>
    </w:pPr>
    <w:rPr>
      <w:rFonts w:ascii="Times New Roman" w:hAnsi="Times New Roman"/>
      <w:sz w:val="12"/>
      <w:szCs w:val="12"/>
    </w:rPr>
  </w:style>
  <w:style w:type="paragraph" w:customStyle="1" w:styleId="font65">
    <w:name w:val="font65"/>
    <w:basedOn w:val="Normal"/>
    <w:pPr>
      <w:spacing w:before="100" w:beforeAutospacing="1" w:after="100" w:afterAutospacing="1"/>
      <w:ind w:firstLine="0"/>
      <w:jc w:val="left"/>
    </w:pPr>
    <w:rPr>
      <w:rFonts w:ascii="Times New Roman" w:hAnsi="Times New Roman"/>
      <w:sz w:val="14"/>
      <w:szCs w:val="14"/>
    </w:rPr>
  </w:style>
  <w:style w:type="paragraph" w:customStyle="1" w:styleId="font66">
    <w:name w:val="font66"/>
    <w:basedOn w:val="Normal"/>
    <w:pPr>
      <w:spacing w:before="100" w:beforeAutospacing="1" w:after="100" w:afterAutospacing="1"/>
      <w:ind w:firstLine="0"/>
      <w:jc w:val="left"/>
    </w:pPr>
    <w:rPr>
      <w:rFonts w:ascii="Times New Roman" w:hAnsi="Times New Roman"/>
      <w:sz w:val="14"/>
      <w:szCs w:val="14"/>
    </w:rPr>
  </w:style>
  <w:style w:type="paragraph" w:customStyle="1" w:styleId="font67">
    <w:name w:val="font67"/>
    <w:basedOn w:val="Normal"/>
    <w:pPr>
      <w:spacing w:before="100" w:beforeAutospacing="1" w:after="100" w:afterAutospacing="1"/>
      <w:ind w:firstLine="0"/>
      <w:jc w:val="left"/>
    </w:pPr>
    <w:rPr>
      <w:rFonts w:ascii="Times New Roman" w:hAnsi="Times New Roman"/>
      <w:sz w:val="15"/>
      <w:szCs w:val="15"/>
    </w:rPr>
  </w:style>
  <w:style w:type="paragraph" w:customStyle="1" w:styleId="font68">
    <w:name w:val="font68"/>
    <w:basedOn w:val="Normal"/>
    <w:pPr>
      <w:spacing w:before="100" w:beforeAutospacing="1" w:after="100" w:afterAutospacing="1"/>
      <w:ind w:firstLine="0"/>
      <w:jc w:val="left"/>
    </w:pPr>
    <w:rPr>
      <w:rFonts w:ascii="Times New Roman" w:hAnsi="Times New Roman"/>
      <w:sz w:val="16"/>
      <w:szCs w:val="16"/>
    </w:rPr>
  </w:style>
  <w:style w:type="paragraph" w:customStyle="1" w:styleId="font69">
    <w:name w:val="font69"/>
    <w:basedOn w:val="Normal"/>
    <w:pPr>
      <w:spacing w:before="100" w:beforeAutospacing="1" w:after="100" w:afterAutospacing="1"/>
      <w:ind w:firstLine="0"/>
      <w:jc w:val="left"/>
    </w:pPr>
    <w:rPr>
      <w:rFonts w:ascii="Times New Roman" w:hAnsi="Times New Roman"/>
      <w:sz w:val="18"/>
      <w:szCs w:val="18"/>
    </w:rPr>
  </w:style>
  <w:style w:type="paragraph" w:customStyle="1" w:styleId="font70">
    <w:name w:val="font70"/>
    <w:basedOn w:val="Normal"/>
    <w:pPr>
      <w:spacing w:before="100" w:beforeAutospacing="1" w:after="100" w:afterAutospacing="1"/>
      <w:ind w:firstLine="0"/>
      <w:jc w:val="left"/>
    </w:pPr>
    <w:rPr>
      <w:rFonts w:ascii="Times New Roman" w:hAnsi="Times New Roman"/>
      <w:sz w:val="18"/>
      <w:szCs w:val="18"/>
    </w:rPr>
  </w:style>
  <w:style w:type="paragraph" w:customStyle="1" w:styleId="font72">
    <w:name w:val="font72"/>
    <w:basedOn w:val="Normal"/>
    <w:pPr>
      <w:spacing w:before="100" w:beforeAutospacing="1" w:after="100" w:afterAutospacing="1"/>
      <w:ind w:firstLine="0"/>
      <w:jc w:val="left"/>
    </w:pPr>
    <w:rPr>
      <w:rFonts w:ascii="Times New Roman" w:hAnsi="Times New Roman"/>
      <w:sz w:val="20"/>
      <w:szCs w:val="20"/>
    </w:rPr>
  </w:style>
  <w:style w:type="paragraph" w:customStyle="1" w:styleId="font73">
    <w:name w:val="font73"/>
    <w:basedOn w:val="Normal"/>
    <w:pPr>
      <w:spacing w:before="100" w:beforeAutospacing="1" w:after="100" w:afterAutospacing="1"/>
      <w:ind w:firstLine="0"/>
      <w:jc w:val="left"/>
    </w:pPr>
    <w:rPr>
      <w:rFonts w:ascii="Times New Roman" w:hAnsi="Times New Roman"/>
      <w:sz w:val="22"/>
      <w:szCs w:val="22"/>
    </w:rPr>
  </w:style>
  <w:style w:type="paragraph" w:customStyle="1" w:styleId="font74">
    <w:name w:val="font74"/>
    <w:basedOn w:val="Normal"/>
    <w:pPr>
      <w:spacing w:before="100" w:beforeAutospacing="1" w:after="100" w:afterAutospacing="1"/>
      <w:ind w:firstLine="0"/>
      <w:jc w:val="left"/>
    </w:pPr>
    <w:rPr>
      <w:rFonts w:ascii="Times New Roman" w:hAnsi="Times New Roman"/>
      <w:sz w:val="24"/>
    </w:rPr>
  </w:style>
  <w:style w:type="paragraph" w:customStyle="1" w:styleId="font75">
    <w:name w:val="font75"/>
    <w:basedOn w:val="Normal"/>
    <w:pPr>
      <w:spacing w:before="100" w:beforeAutospacing="1" w:after="100" w:afterAutospacing="1"/>
      <w:ind w:firstLine="0"/>
      <w:jc w:val="left"/>
    </w:pPr>
    <w:rPr>
      <w:rFonts w:ascii="Times New Roman" w:hAnsi="Times New Roman"/>
      <w:sz w:val="26"/>
      <w:szCs w:val="26"/>
    </w:rPr>
  </w:style>
  <w:style w:type="paragraph" w:customStyle="1" w:styleId="font76">
    <w:name w:val="font76"/>
    <w:basedOn w:val="Normal"/>
    <w:pPr>
      <w:spacing w:before="100" w:beforeAutospacing="1" w:after="100" w:afterAutospacing="1"/>
      <w:ind w:firstLine="0"/>
      <w:jc w:val="left"/>
    </w:pPr>
    <w:rPr>
      <w:rFonts w:ascii="Times New Roman" w:hAnsi="Times New Roman"/>
      <w:sz w:val="28"/>
      <w:szCs w:val="28"/>
    </w:rPr>
  </w:style>
  <w:style w:type="paragraph" w:customStyle="1" w:styleId="font77">
    <w:name w:val="font77"/>
    <w:basedOn w:val="Normal"/>
    <w:pPr>
      <w:spacing w:before="100" w:beforeAutospacing="1" w:after="100" w:afterAutospacing="1"/>
      <w:ind w:firstLine="0"/>
      <w:jc w:val="left"/>
    </w:pPr>
    <w:rPr>
      <w:rFonts w:ascii="Times New Roman" w:hAnsi="Times New Roman"/>
      <w:sz w:val="29"/>
      <w:szCs w:val="29"/>
    </w:rPr>
  </w:style>
  <w:style w:type="paragraph" w:customStyle="1" w:styleId="font78">
    <w:name w:val="font78"/>
    <w:basedOn w:val="Normal"/>
    <w:pPr>
      <w:spacing w:before="100" w:beforeAutospacing="1" w:after="100" w:afterAutospacing="1"/>
      <w:ind w:firstLine="0"/>
      <w:jc w:val="left"/>
    </w:pPr>
    <w:rPr>
      <w:rFonts w:ascii="Times New Roman" w:hAnsi="Times New Roman"/>
      <w:sz w:val="30"/>
      <w:szCs w:val="30"/>
    </w:rPr>
  </w:style>
  <w:style w:type="paragraph" w:customStyle="1" w:styleId="font79">
    <w:name w:val="font79"/>
    <w:basedOn w:val="Normal"/>
    <w:pPr>
      <w:spacing w:before="100" w:beforeAutospacing="1" w:after="100" w:afterAutospacing="1"/>
      <w:ind w:firstLine="0"/>
      <w:jc w:val="left"/>
    </w:pPr>
    <w:rPr>
      <w:rFonts w:ascii="Times New Roman" w:hAnsi="Times New Roman"/>
      <w:sz w:val="31"/>
      <w:szCs w:val="31"/>
    </w:rPr>
  </w:style>
  <w:style w:type="paragraph" w:customStyle="1" w:styleId="font80">
    <w:name w:val="font80"/>
    <w:basedOn w:val="Normal"/>
    <w:pPr>
      <w:spacing w:before="100" w:beforeAutospacing="1" w:after="100" w:afterAutospacing="1"/>
      <w:ind w:firstLine="0"/>
      <w:jc w:val="left"/>
    </w:pPr>
    <w:rPr>
      <w:rFonts w:ascii="Times New Roman" w:hAnsi="Times New Roman"/>
      <w:szCs w:val="32"/>
    </w:rPr>
  </w:style>
  <w:style w:type="paragraph" w:customStyle="1" w:styleId="font82">
    <w:name w:val="font82"/>
    <w:basedOn w:val="Normal"/>
    <w:pPr>
      <w:spacing w:before="100" w:beforeAutospacing="1" w:after="100" w:afterAutospacing="1"/>
      <w:ind w:firstLine="0"/>
      <w:jc w:val="left"/>
    </w:pPr>
    <w:rPr>
      <w:rFonts w:ascii="Times New Roman" w:hAnsi="Times New Roman"/>
      <w:szCs w:val="36"/>
    </w:rPr>
  </w:style>
  <w:style w:type="paragraph" w:customStyle="1" w:styleId="font83">
    <w:name w:val="font83"/>
    <w:basedOn w:val="Normal"/>
    <w:pPr>
      <w:spacing w:before="100" w:beforeAutospacing="1" w:after="100" w:afterAutospacing="1"/>
      <w:ind w:firstLine="0"/>
      <w:jc w:val="left"/>
    </w:pPr>
    <w:rPr>
      <w:rFonts w:ascii="Times New Roman" w:hAnsi="Times New Roman"/>
      <w:szCs w:val="36"/>
    </w:rPr>
  </w:style>
  <w:style w:type="paragraph" w:customStyle="1" w:styleId="font84">
    <w:name w:val="font84"/>
    <w:basedOn w:val="Normal"/>
    <w:pPr>
      <w:spacing w:before="100" w:beforeAutospacing="1" w:after="100" w:afterAutospacing="1"/>
      <w:ind w:firstLine="0"/>
      <w:jc w:val="left"/>
    </w:pPr>
    <w:rPr>
      <w:rFonts w:ascii="Times New Roman" w:hAnsi="Times New Roman"/>
      <w:sz w:val="38"/>
      <w:szCs w:val="38"/>
    </w:rPr>
  </w:style>
  <w:style w:type="paragraph" w:customStyle="1" w:styleId="font85">
    <w:name w:val="font85"/>
    <w:basedOn w:val="Normal"/>
    <w:pPr>
      <w:spacing w:before="100" w:beforeAutospacing="1" w:after="100" w:afterAutospacing="1"/>
      <w:ind w:firstLine="0"/>
      <w:jc w:val="left"/>
    </w:pPr>
    <w:rPr>
      <w:rFonts w:ascii="Times New Roman" w:hAnsi="Times New Roman"/>
      <w:sz w:val="40"/>
      <w:szCs w:val="40"/>
    </w:rPr>
  </w:style>
  <w:style w:type="paragraph" w:customStyle="1" w:styleId="font86">
    <w:name w:val="font86"/>
    <w:basedOn w:val="Normal"/>
    <w:pPr>
      <w:spacing w:before="100" w:beforeAutospacing="1" w:after="100" w:afterAutospacing="1"/>
      <w:ind w:firstLine="0"/>
      <w:jc w:val="left"/>
    </w:pPr>
    <w:rPr>
      <w:rFonts w:ascii="Times New Roman" w:hAnsi="Times New Roman"/>
      <w:sz w:val="41"/>
      <w:szCs w:val="41"/>
    </w:rPr>
  </w:style>
  <w:style w:type="paragraph" w:customStyle="1" w:styleId="font87">
    <w:name w:val="font87"/>
    <w:basedOn w:val="Normal"/>
    <w:pPr>
      <w:spacing w:before="100" w:beforeAutospacing="1" w:after="100" w:afterAutospacing="1"/>
      <w:ind w:firstLine="0"/>
      <w:jc w:val="left"/>
    </w:pPr>
    <w:rPr>
      <w:rFonts w:ascii="Times New Roman" w:hAnsi="Times New Roman"/>
      <w:sz w:val="42"/>
      <w:szCs w:val="42"/>
    </w:rPr>
  </w:style>
  <w:style w:type="paragraph" w:customStyle="1" w:styleId="font88">
    <w:name w:val="font88"/>
    <w:basedOn w:val="Normal"/>
    <w:pPr>
      <w:spacing w:before="100" w:beforeAutospacing="1" w:after="100" w:afterAutospacing="1"/>
      <w:ind w:firstLine="0"/>
      <w:jc w:val="left"/>
    </w:pPr>
    <w:rPr>
      <w:rFonts w:ascii="Times New Roman" w:hAnsi="Times New Roman"/>
      <w:sz w:val="44"/>
      <w:szCs w:val="44"/>
    </w:rPr>
  </w:style>
  <w:style w:type="paragraph" w:customStyle="1" w:styleId="font89">
    <w:name w:val="font89"/>
    <w:basedOn w:val="Normal"/>
    <w:pPr>
      <w:spacing w:before="100" w:beforeAutospacing="1" w:after="100" w:afterAutospacing="1"/>
      <w:ind w:firstLine="0"/>
      <w:jc w:val="left"/>
    </w:pPr>
    <w:rPr>
      <w:rFonts w:ascii="Times New Roman" w:hAnsi="Times New Roman"/>
      <w:sz w:val="51"/>
      <w:szCs w:val="51"/>
    </w:rPr>
  </w:style>
  <w:style w:type="paragraph" w:customStyle="1" w:styleId="font90">
    <w:name w:val="font90"/>
    <w:basedOn w:val="Normal"/>
    <w:pPr>
      <w:spacing w:before="100" w:beforeAutospacing="1" w:after="100" w:afterAutospacing="1"/>
      <w:ind w:firstLine="0"/>
      <w:jc w:val="left"/>
    </w:pPr>
    <w:rPr>
      <w:rFonts w:ascii="Times New Roman" w:hAnsi="Times New Roman"/>
      <w:sz w:val="58"/>
      <w:szCs w:val="58"/>
    </w:rPr>
  </w:style>
  <w:style w:type="paragraph" w:customStyle="1" w:styleId="font92">
    <w:name w:val="font92"/>
    <w:basedOn w:val="Normal"/>
    <w:pPr>
      <w:spacing w:before="100" w:beforeAutospacing="1" w:after="100" w:afterAutospacing="1"/>
      <w:ind w:firstLine="0"/>
      <w:jc w:val="left"/>
    </w:pPr>
    <w:rPr>
      <w:rFonts w:ascii="Times New Roman" w:hAnsi="Times New Roman"/>
      <w:sz w:val="66"/>
      <w:szCs w:val="66"/>
    </w:rPr>
  </w:style>
  <w:style w:type="paragraph" w:customStyle="1" w:styleId="font93">
    <w:name w:val="font93"/>
    <w:basedOn w:val="Normal"/>
    <w:pPr>
      <w:spacing w:before="100" w:beforeAutospacing="1" w:after="100" w:afterAutospacing="1"/>
      <w:ind w:firstLine="0"/>
      <w:jc w:val="left"/>
    </w:pPr>
    <w:rPr>
      <w:rFonts w:ascii="Times New Roman" w:hAnsi="Times New Roman"/>
      <w:sz w:val="68"/>
      <w:szCs w:val="68"/>
    </w:rPr>
  </w:style>
  <w:style w:type="paragraph" w:customStyle="1" w:styleId="font94">
    <w:name w:val="font94"/>
    <w:basedOn w:val="Normal"/>
    <w:pPr>
      <w:spacing w:before="100" w:beforeAutospacing="1" w:after="100" w:afterAutospacing="1"/>
      <w:ind w:firstLine="0"/>
      <w:jc w:val="left"/>
    </w:pPr>
    <w:rPr>
      <w:rFonts w:ascii="Times New Roman" w:hAnsi="Times New Roman"/>
      <w:sz w:val="70"/>
      <w:szCs w:val="70"/>
    </w:rPr>
  </w:style>
  <w:style w:type="paragraph" w:customStyle="1" w:styleId="font95">
    <w:name w:val="font95"/>
    <w:basedOn w:val="Normal"/>
    <w:pPr>
      <w:spacing w:before="100" w:beforeAutospacing="1" w:after="100" w:afterAutospacing="1"/>
      <w:ind w:firstLine="0"/>
      <w:jc w:val="left"/>
    </w:pPr>
    <w:rPr>
      <w:rFonts w:ascii="Times New Roman" w:hAnsi="Times New Roman"/>
      <w:sz w:val="76"/>
      <w:szCs w:val="76"/>
    </w:rPr>
  </w:style>
  <w:style w:type="paragraph" w:customStyle="1" w:styleId="font96">
    <w:name w:val="font96"/>
    <w:basedOn w:val="Normal"/>
    <w:pPr>
      <w:spacing w:before="100" w:beforeAutospacing="1" w:after="100" w:afterAutospacing="1"/>
      <w:ind w:firstLine="0"/>
      <w:jc w:val="left"/>
    </w:pPr>
    <w:rPr>
      <w:rFonts w:ascii="Times New Roman" w:hAnsi="Times New Roman"/>
      <w:sz w:val="97"/>
      <w:szCs w:val="97"/>
    </w:rPr>
  </w:style>
  <w:style w:type="paragraph" w:customStyle="1" w:styleId="font97">
    <w:name w:val="font97"/>
    <w:basedOn w:val="Normal"/>
    <w:pPr>
      <w:spacing w:before="100" w:beforeAutospacing="1" w:after="100" w:afterAutospacing="1"/>
      <w:ind w:firstLine="0"/>
      <w:jc w:val="left"/>
    </w:pPr>
    <w:rPr>
      <w:rFonts w:ascii="Times New Roman" w:hAnsi="Times New Roman"/>
      <w:sz w:val="111"/>
      <w:szCs w:val="111"/>
    </w:rPr>
  </w:style>
  <w:style w:type="paragraph" w:customStyle="1" w:styleId="font98">
    <w:name w:val="font98"/>
    <w:basedOn w:val="Normal"/>
    <w:pPr>
      <w:spacing w:before="100" w:beforeAutospacing="1" w:after="100" w:afterAutospacing="1"/>
      <w:ind w:firstLine="0"/>
      <w:jc w:val="left"/>
    </w:pPr>
    <w:rPr>
      <w:rFonts w:ascii="Times New Roman" w:hAnsi="Times New Roman"/>
      <w:sz w:val="112"/>
      <w:szCs w:val="112"/>
    </w:rPr>
  </w:style>
  <w:style w:type="character" w:customStyle="1" w:styleId="font510">
    <w:name w:val="font510"/>
    <w:rPr>
      <w:rFonts w:ascii="Arial" w:hAnsi="Arial" w:cs="Arial" w:hint="default"/>
      <w:sz w:val="10"/>
      <w:szCs w:val="10"/>
    </w:rPr>
  </w:style>
  <w:style w:type="character" w:customStyle="1" w:styleId="font99">
    <w:name w:val="font99"/>
    <w:rPr>
      <w:rFonts w:ascii="Arial" w:hAnsi="Arial" w:cs="Arial" w:hint="default"/>
      <w:sz w:val="14"/>
      <w:szCs w:val="14"/>
    </w:rPr>
  </w:style>
  <w:style w:type="character" w:customStyle="1" w:styleId="font710">
    <w:name w:val="font710"/>
    <w:rPr>
      <w:rFonts w:ascii="Arial" w:hAnsi="Arial" w:cs="Arial" w:hint="default"/>
      <w:sz w:val="12"/>
      <w:szCs w:val="12"/>
    </w:rPr>
  </w:style>
  <w:style w:type="character" w:customStyle="1" w:styleId="font810">
    <w:name w:val="font810"/>
    <w:rPr>
      <w:rFonts w:ascii="Arial" w:hAnsi="Arial" w:cs="Arial" w:hint="default"/>
      <w:sz w:val="12"/>
      <w:szCs w:val="12"/>
    </w:rPr>
  </w:style>
  <w:style w:type="character" w:customStyle="1" w:styleId="font611">
    <w:name w:val="font611"/>
    <w:rPr>
      <w:rFonts w:ascii="Times New Roman" w:hAnsi="Times New Roman" w:cs="Times New Roman" w:hint="default"/>
      <w:sz w:val="10"/>
      <w:szCs w:val="10"/>
    </w:rPr>
  </w:style>
  <w:style w:type="character" w:customStyle="1" w:styleId="font681">
    <w:name w:val="font681"/>
    <w:rPr>
      <w:rFonts w:ascii="Times New Roman" w:hAnsi="Times New Roman" w:cs="Times New Roman" w:hint="default"/>
      <w:sz w:val="16"/>
      <w:szCs w:val="16"/>
    </w:rPr>
  </w:style>
  <w:style w:type="character" w:customStyle="1" w:styleId="font610">
    <w:name w:val="font610"/>
    <w:rPr>
      <w:rFonts w:ascii="Arial" w:hAnsi="Arial" w:cs="Arial" w:hint="default"/>
      <w:sz w:val="10"/>
      <w:szCs w:val="10"/>
    </w:rPr>
  </w:style>
  <w:style w:type="character" w:customStyle="1" w:styleId="font641">
    <w:name w:val="font641"/>
    <w:rPr>
      <w:rFonts w:ascii="Times New Roman" w:hAnsi="Times New Roman" w:cs="Times New Roman" w:hint="default"/>
      <w:sz w:val="12"/>
      <w:szCs w:val="12"/>
    </w:rPr>
  </w:style>
  <w:style w:type="character" w:customStyle="1" w:styleId="font731">
    <w:name w:val="font731"/>
    <w:rPr>
      <w:rFonts w:ascii="Times New Roman" w:hAnsi="Times New Roman" w:cs="Times New Roman" w:hint="default"/>
      <w:sz w:val="22"/>
      <w:szCs w:val="22"/>
    </w:rPr>
  </w:style>
  <w:style w:type="character" w:customStyle="1" w:styleId="font711">
    <w:name w:val="font711"/>
    <w:rPr>
      <w:rFonts w:ascii="Times New Roman" w:hAnsi="Times New Roman" w:cs="Times New Roman" w:hint="default"/>
      <w:sz w:val="20"/>
      <w:szCs w:val="20"/>
    </w:rPr>
  </w:style>
  <w:style w:type="character" w:customStyle="1" w:styleId="font671">
    <w:name w:val="font671"/>
    <w:rPr>
      <w:rFonts w:ascii="Times New Roman" w:hAnsi="Times New Roman" w:cs="Times New Roman" w:hint="default"/>
      <w:sz w:val="15"/>
      <w:szCs w:val="15"/>
    </w:rPr>
  </w:style>
  <w:style w:type="character" w:customStyle="1" w:styleId="font741">
    <w:name w:val="font741"/>
    <w:rPr>
      <w:rFonts w:ascii="Times New Roman" w:hAnsi="Times New Roman" w:cs="Times New Roman" w:hint="default"/>
      <w:sz w:val="24"/>
      <w:szCs w:val="24"/>
    </w:rPr>
  </w:style>
  <w:style w:type="character" w:customStyle="1" w:styleId="font721">
    <w:name w:val="font721"/>
    <w:rPr>
      <w:rFonts w:ascii="Times New Roman" w:hAnsi="Times New Roman" w:cs="Times New Roman" w:hint="default"/>
      <w:sz w:val="20"/>
      <w:szCs w:val="20"/>
    </w:rPr>
  </w:style>
  <w:style w:type="character" w:customStyle="1" w:styleId="font961">
    <w:name w:val="font961"/>
    <w:rPr>
      <w:rFonts w:ascii="Times New Roman" w:hAnsi="Times New Roman" w:cs="Times New Roman" w:hint="default"/>
      <w:sz w:val="97"/>
      <w:szCs w:val="97"/>
    </w:rPr>
  </w:style>
  <w:style w:type="character" w:customStyle="1" w:styleId="font841">
    <w:name w:val="font841"/>
    <w:rPr>
      <w:rFonts w:ascii="Times New Roman" w:hAnsi="Times New Roman" w:cs="Times New Roman" w:hint="default"/>
      <w:sz w:val="38"/>
      <w:szCs w:val="38"/>
    </w:rPr>
  </w:style>
  <w:style w:type="character" w:customStyle="1" w:styleId="font901">
    <w:name w:val="font901"/>
    <w:rPr>
      <w:rFonts w:ascii="Times New Roman" w:hAnsi="Times New Roman" w:cs="Times New Roman" w:hint="default"/>
      <w:sz w:val="58"/>
      <w:szCs w:val="58"/>
    </w:rPr>
  </w:style>
  <w:style w:type="character" w:customStyle="1" w:styleId="font771">
    <w:name w:val="font771"/>
    <w:rPr>
      <w:rFonts w:ascii="Times New Roman" w:hAnsi="Times New Roman" w:cs="Times New Roman" w:hint="default"/>
      <w:sz w:val="29"/>
      <w:szCs w:val="29"/>
    </w:rPr>
  </w:style>
  <w:style w:type="character" w:customStyle="1" w:styleId="font871">
    <w:name w:val="font871"/>
    <w:rPr>
      <w:rFonts w:ascii="Times New Roman" w:hAnsi="Times New Roman" w:cs="Times New Roman" w:hint="default"/>
      <w:sz w:val="42"/>
      <w:szCs w:val="42"/>
    </w:rPr>
  </w:style>
  <w:style w:type="character" w:customStyle="1" w:styleId="font631">
    <w:name w:val="font631"/>
    <w:rPr>
      <w:rFonts w:ascii="Times New Roman" w:hAnsi="Times New Roman" w:cs="Times New Roman" w:hint="default"/>
      <w:sz w:val="11"/>
      <w:szCs w:val="11"/>
    </w:rPr>
  </w:style>
  <w:style w:type="character" w:customStyle="1" w:styleId="font891">
    <w:name w:val="font891"/>
    <w:rPr>
      <w:rFonts w:ascii="Times New Roman" w:hAnsi="Times New Roman" w:cs="Times New Roman" w:hint="default"/>
      <w:sz w:val="51"/>
      <w:szCs w:val="51"/>
    </w:rPr>
  </w:style>
  <w:style w:type="character" w:customStyle="1" w:styleId="font691">
    <w:name w:val="font691"/>
    <w:rPr>
      <w:rFonts w:ascii="Times New Roman" w:hAnsi="Times New Roman" w:cs="Times New Roman" w:hint="default"/>
      <w:sz w:val="18"/>
      <w:szCs w:val="18"/>
    </w:rPr>
  </w:style>
  <w:style w:type="character" w:customStyle="1" w:styleId="font881">
    <w:name w:val="font881"/>
    <w:rPr>
      <w:rFonts w:ascii="Times New Roman" w:hAnsi="Times New Roman" w:cs="Times New Roman" w:hint="default"/>
      <w:sz w:val="44"/>
      <w:szCs w:val="44"/>
    </w:rPr>
  </w:style>
  <w:style w:type="character" w:customStyle="1" w:styleId="font701">
    <w:name w:val="font701"/>
    <w:rPr>
      <w:rFonts w:ascii="Times New Roman" w:hAnsi="Times New Roman" w:cs="Times New Roman" w:hint="default"/>
      <w:sz w:val="18"/>
      <w:szCs w:val="18"/>
    </w:rPr>
  </w:style>
  <w:style w:type="character" w:customStyle="1" w:styleId="font981">
    <w:name w:val="font981"/>
    <w:rPr>
      <w:rFonts w:ascii="Times New Roman" w:hAnsi="Times New Roman" w:cs="Times New Roman" w:hint="default"/>
      <w:sz w:val="112"/>
      <w:szCs w:val="112"/>
    </w:rPr>
  </w:style>
  <w:style w:type="character" w:customStyle="1" w:styleId="font831">
    <w:name w:val="font831"/>
    <w:rPr>
      <w:rFonts w:ascii="Times New Roman" w:hAnsi="Times New Roman" w:cs="Times New Roman" w:hint="default"/>
      <w:sz w:val="36"/>
      <w:szCs w:val="36"/>
    </w:rPr>
  </w:style>
  <w:style w:type="character" w:customStyle="1" w:styleId="font761">
    <w:name w:val="font761"/>
    <w:rPr>
      <w:rFonts w:ascii="Times New Roman" w:hAnsi="Times New Roman" w:cs="Times New Roman" w:hint="default"/>
      <w:sz w:val="28"/>
      <w:szCs w:val="28"/>
    </w:rPr>
  </w:style>
  <w:style w:type="character" w:customStyle="1" w:styleId="font601">
    <w:name w:val="font601"/>
    <w:rPr>
      <w:rFonts w:ascii="Times New Roman" w:hAnsi="Times New Roman" w:cs="Times New Roman" w:hint="default"/>
      <w:sz w:val="10"/>
      <w:szCs w:val="10"/>
    </w:rPr>
  </w:style>
  <w:style w:type="character" w:customStyle="1" w:styleId="font591">
    <w:name w:val="font591"/>
    <w:rPr>
      <w:rFonts w:ascii="Times New Roman" w:hAnsi="Times New Roman" w:cs="Times New Roman" w:hint="default"/>
      <w:sz w:val="9"/>
      <w:szCs w:val="9"/>
    </w:rPr>
  </w:style>
  <w:style w:type="character" w:customStyle="1" w:styleId="font801">
    <w:name w:val="font801"/>
    <w:rPr>
      <w:rFonts w:ascii="Times New Roman" w:hAnsi="Times New Roman" w:cs="Times New Roman" w:hint="default"/>
      <w:sz w:val="32"/>
      <w:szCs w:val="32"/>
    </w:rPr>
  </w:style>
  <w:style w:type="character" w:customStyle="1" w:styleId="font851">
    <w:name w:val="font851"/>
    <w:rPr>
      <w:rFonts w:ascii="Times New Roman" w:hAnsi="Times New Roman" w:cs="Times New Roman" w:hint="default"/>
      <w:sz w:val="40"/>
      <w:szCs w:val="40"/>
    </w:rPr>
  </w:style>
  <w:style w:type="character" w:customStyle="1" w:styleId="font911">
    <w:name w:val="font911"/>
    <w:rPr>
      <w:rFonts w:ascii="Times New Roman" w:hAnsi="Times New Roman" w:cs="Times New Roman" w:hint="default"/>
      <w:sz w:val="62"/>
      <w:szCs w:val="62"/>
    </w:rPr>
  </w:style>
  <w:style w:type="character" w:customStyle="1" w:styleId="font931">
    <w:name w:val="font931"/>
    <w:rPr>
      <w:rFonts w:ascii="Times New Roman" w:hAnsi="Times New Roman" w:cs="Times New Roman" w:hint="default"/>
      <w:sz w:val="68"/>
      <w:szCs w:val="68"/>
    </w:rPr>
  </w:style>
  <w:style w:type="character" w:customStyle="1" w:styleId="font651">
    <w:name w:val="font651"/>
    <w:rPr>
      <w:rFonts w:ascii="Times New Roman" w:hAnsi="Times New Roman" w:cs="Times New Roman" w:hint="default"/>
      <w:sz w:val="14"/>
      <w:szCs w:val="14"/>
    </w:rPr>
  </w:style>
  <w:style w:type="character" w:customStyle="1" w:styleId="font791">
    <w:name w:val="font791"/>
    <w:rPr>
      <w:rFonts w:ascii="Times New Roman" w:hAnsi="Times New Roman" w:cs="Times New Roman" w:hint="default"/>
      <w:sz w:val="31"/>
      <w:szCs w:val="31"/>
    </w:rPr>
  </w:style>
  <w:style w:type="character" w:customStyle="1" w:styleId="font861">
    <w:name w:val="font861"/>
    <w:rPr>
      <w:rFonts w:ascii="Times New Roman" w:hAnsi="Times New Roman" w:cs="Times New Roman" w:hint="default"/>
      <w:sz w:val="41"/>
      <w:szCs w:val="41"/>
    </w:rPr>
  </w:style>
  <w:style w:type="character" w:customStyle="1" w:styleId="font661">
    <w:name w:val="font661"/>
    <w:rPr>
      <w:rFonts w:ascii="Times New Roman" w:hAnsi="Times New Roman" w:cs="Times New Roman" w:hint="default"/>
      <w:sz w:val="14"/>
      <w:szCs w:val="14"/>
    </w:rPr>
  </w:style>
  <w:style w:type="character" w:customStyle="1" w:styleId="font971">
    <w:name w:val="font971"/>
    <w:rPr>
      <w:rFonts w:ascii="Times New Roman" w:hAnsi="Times New Roman" w:cs="Times New Roman" w:hint="default"/>
      <w:sz w:val="111"/>
      <w:szCs w:val="111"/>
    </w:rPr>
  </w:style>
  <w:style w:type="character" w:customStyle="1" w:styleId="font941">
    <w:name w:val="font941"/>
    <w:rPr>
      <w:rFonts w:ascii="Times New Roman" w:hAnsi="Times New Roman" w:cs="Times New Roman" w:hint="default"/>
      <w:sz w:val="70"/>
      <w:szCs w:val="70"/>
    </w:rPr>
  </w:style>
  <w:style w:type="character" w:customStyle="1" w:styleId="font951">
    <w:name w:val="font951"/>
    <w:rPr>
      <w:rFonts w:ascii="Times New Roman" w:hAnsi="Times New Roman" w:cs="Times New Roman" w:hint="default"/>
      <w:sz w:val="76"/>
      <w:szCs w:val="76"/>
    </w:rPr>
  </w:style>
  <w:style w:type="character" w:customStyle="1" w:styleId="font621">
    <w:name w:val="font621"/>
    <w:rPr>
      <w:rFonts w:ascii="Times New Roman" w:hAnsi="Times New Roman" w:cs="Times New Roman" w:hint="default"/>
      <w:sz w:val="10"/>
      <w:szCs w:val="10"/>
    </w:rPr>
  </w:style>
  <w:style w:type="character" w:customStyle="1" w:styleId="font921">
    <w:name w:val="font921"/>
    <w:rPr>
      <w:rFonts w:ascii="Times New Roman" w:hAnsi="Times New Roman" w:cs="Times New Roman" w:hint="default"/>
      <w:sz w:val="66"/>
      <w:szCs w:val="66"/>
    </w:rPr>
  </w:style>
  <w:style w:type="paragraph" w:styleId="Sous-titre">
    <w:name w:val="Subtitle"/>
    <w:basedOn w:val="Normal"/>
    <w:next w:val="Normal"/>
    <w:qFormat/>
    <w:pPr>
      <w:spacing w:after="60"/>
      <w:jc w:val="center"/>
      <w:outlineLvl w:val="1"/>
    </w:pPr>
    <w:rPr>
      <w:rFonts w:ascii="Cambria" w:hAnsi="Cambria"/>
      <w:sz w:val="24"/>
    </w:rPr>
  </w:style>
  <w:style w:type="character" w:styleId="Titredulivre">
    <w:name w:val="Book Title"/>
    <w:qFormat/>
    <w:rPr>
      <w:b/>
      <w:bCs/>
      <w:smallCaps/>
      <w:spacing w:val="5"/>
    </w:rPr>
  </w:style>
  <w:style w:type="paragraph" w:styleId="Rvision">
    <w:name w:val="Revision"/>
    <w:hidden/>
    <w:uiPriority w:val="99"/>
    <w:semiHidden/>
    <w:rsid w:val="00A86322"/>
    <w:rPr>
      <w:rFonts w:ascii="Georgia" w:hAnsi="Georgia"/>
      <w:sz w:val="32"/>
      <w:szCs w:val="24"/>
    </w:rPr>
  </w:style>
  <w:style w:type="character" w:customStyle="1" w:styleId="Titre5Car">
    <w:name w:val="Titre 5 Car"/>
    <w:link w:val="Titre5"/>
    <w:uiPriority w:val="9"/>
    <w:semiHidden/>
    <w:rsid w:val="008638DD"/>
    <w:rPr>
      <w:rFonts w:ascii="Georgia" w:hAnsi="Georgia"/>
      <w:b/>
      <w:bCs/>
      <w:i/>
      <w:iCs/>
      <w:sz w:val="26"/>
      <w:szCs w:val="26"/>
    </w:rPr>
  </w:style>
  <w:style w:type="paragraph" w:customStyle="1" w:styleId="Taille-1Suspendu1XRetrait1XEsp0">
    <w:name w:val="Taille-1Suspendu1XRetrait1XEsp0"/>
    <w:basedOn w:val="Taille-1RetraitGauche1X"/>
    <w:qFormat/>
    <w:rsid w:val="008638DD"/>
    <w:pPr>
      <w:spacing w:before="0" w:after="0"/>
      <w:ind w:left="1360" w:hanging="680"/>
    </w:pPr>
  </w:style>
  <w:style w:type="paragraph" w:customStyle="1" w:styleId="Taille-1Suspendu1XRetrait2XEsp0">
    <w:name w:val="Taille-1Suspendu1XRetrait2XEsp0"/>
    <w:basedOn w:val="Taille-1RetraitGauche2X"/>
    <w:qFormat/>
    <w:rsid w:val="008638DD"/>
    <w:pPr>
      <w:spacing w:before="0" w:after="0"/>
      <w:ind w:left="2041" w:hanging="680"/>
      <w:jc w:val="left"/>
    </w:pPr>
    <w:rPr>
      <w:szCs w:val="28"/>
    </w:rPr>
  </w:style>
  <w:style w:type="paragraph" w:customStyle="1" w:styleId="NormalSuspendu1XEsp0">
    <w:name w:val="NormalSuspendu1XEsp0"/>
    <w:basedOn w:val="NormalSuspendu1X"/>
    <w:qFormat/>
    <w:rsid w:val="008638DD"/>
    <w:pPr>
      <w:spacing w:before="0" w:after="0"/>
    </w:pPr>
  </w:style>
  <w:style w:type="paragraph" w:customStyle="1" w:styleId="NormalSuspendu1XRetrait1XEsp0">
    <w:name w:val="NormalSuspendu1XRetrait1XEsp0"/>
    <w:basedOn w:val="NormalSuspendu1XRetrait1X"/>
    <w:qFormat/>
    <w:rsid w:val="008638DD"/>
    <w:pPr>
      <w:spacing w:before="0" w:after="0"/>
    </w:pPr>
  </w:style>
  <w:style w:type="paragraph" w:customStyle="1" w:styleId="NormalSuspendu1XRetrait2XEsp0">
    <w:name w:val="NormalSuspendu1XRetrait2XEsp0"/>
    <w:basedOn w:val="NormalSuspendu1XRetrait2X"/>
    <w:qFormat/>
    <w:rsid w:val="008638DD"/>
    <w:pPr>
      <w:spacing w:before="0" w:after="0"/>
    </w:pPr>
  </w:style>
  <w:style w:type="paragraph" w:customStyle="1" w:styleId="Image">
    <w:name w:val="Image"/>
    <w:basedOn w:val="Centr"/>
    <w:next w:val="Normal"/>
    <w:qFormat/>
    <w:rsid w:val="008638DD"/>
  </w:style>
  <w:style w:type="paragraph" w:customStyle="1" w:styleId="ParagrapheVideNormal">
    <w:name w:val="ParagrapheVideNormal"/>
    <w:basedOn w:val="Normal"/>
    <w:next w:val="Normal"/>
    <w:qFormat/>
    <w:rsid w:val="008638DD"/>
  </w:style>
  <w:style w:type="paragraph" w:customStyle="1" w:styleId="ParagrapheVideNormal2">
    <w:name w:val="ParagrapheVideNormal2"/>
    <w:basedOn w:val="ParagrapheVideNormal"/>
    <w:next w:val="Normal"/>
    <w:qFormat/>
    <w:rsid w:val="008638DD"/>
  </w:style>
  <w:style w:type="character" w:styleId="Mentionnonrsolue">
    <w:name w:val="Unresolved Mention"/>
    <w:uiPriority w:val="99"/>
    <w:semiHidden/>
    <w:unhideWhenUsed/>
    <w:rsid w:val="00863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B7606-7C84-4ECD-B18D-8690D1EF7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44770</Words>
  <Characters>246240</Characters>
  <Application>Microsoft Office Word</Application>
  <DocSecurity>0</DocSecurity>
  <Lines>2052</Lines>
  <Paragraphs>580</Paragraphs>
  <ScaleCrop>false</ScaleCrop>
  <HeadingPairs>
    <vt:vector size="2" baseType="variant">
      <vt:variant>
        <vt:lpstr>Titre</vt:lpstr>
      </vt:variant>
      <vt:variant>
        <vt:i4>1</vt:i4>
      </vt:variant>
    </vt:vector>
  </HeadingPairs>
  <TitlesOfParts>
    <vt:vector size="1" baseType="lpstr">
      <vt:lpstr>LES VIEUX DE LA VIEILLE suivi de LOÏS, histoire d’une petite bohémienne</vt:lpstr>
    </vt:vector>
  </TitlesOfParts>
  <Company>Ebooks libres et gratuits</Company>
  <LinksUpToDate>false</LinksUpToDate>
  <CharactersWithSpaces>290430</CharactersWithSpaces>
  <SharedDoc>false</SharedDoc>
  <HLinks>
    <vt:vector size="150" baseType="variant">
      <vt:variant>
        <vt:i4>2359399</vt:i4>
      </vt:variant>
      <vt:variant>
        <vt:i4>144</vt:i4>
      </vt:variant>
      <vt:variant>
        <vt:i4>0</vt:i4>
      </vt:variant>
      <vt:variant>
        <vt:i4>5</vt:i4>
      </vt:variant>
      <vt:variant>
        <vt:lpwstr>https://www.ebooksgratuits.com/</vt:lpwstr>
      </vt:variant>
      <vt:variant>
        <vt:lpwstr/>
      </vt:variant>
      <vt:variant>
        <vt:i4>2228340</vt:i4>
      </vt:variant>
      <vt:variant>
        <vt:i4>141</vt:i4>
      </vt:variant>
      <vt:variant>
        <vt:i4>0</vt:i4>
      </vt:variant>
      <vt:variant>
        <vt:i4>5</vt:i4>
      </vt:variant>
      <vt:variant>
        <vt:lpwstr>https://groups.google.com/g/ebooksgratuits</vt:lpwstr>
      </vt:variant>
      <vt:variant>
        <vt:lpwstr/>
      </vt:variant>
      <vt:variant>
        <vt:i4>1835067</vt:i4>
      </vt:variant>
      <vt:variant>
        <vt:i4>134</vt:i4>
      </vt:variant>
      <vt:variant>
        <vt:i4>0</vt:i4>
      </vt:variant>
      <vt:variant>
        <vt:i4>5</vt:i4>
      </vt:variant>
      <vt:variant>
        <vt:lpwstr/>
      </vt:variant>
      <vt:variant>
        <vt:lpwstr>_Toc345354887</vt:lpwstr>
      </vt:variant>
      <vt:variant>
        <vt:i4>1835067</vt:i4>
      </vt:variant>
      <vt:variant>
        <vt:i4>128</vt:i4>
      </vt:variant>
      <vt:variant>
        <vt:i4>0</vt:i4>
      </vt:variant>
      <vt:variant>
        <vt:i4>5</vt:i4>
      </vt:variant>
      <vt:variant>
        <vt:lpwstr/>
      </vt:variant>
      <vt:variant>
        <vt:lpwstr>_Toc345354886</vt:lpwstr>
      </vt:variant>
      <vt:variant>
        <vt:i4>1835067</vt:i4>
      </vt:variant>
      <vt:variant>
        <vt:i4>122</vt:i4>
      </vt:variant>
      <vt:variant>
        <vt:i4>0</vt:i4>
      </vt:variant>
      <vt:variant>
        <vt:i4>5</vt:i4>
      </vt:variant>
      <vt:variant>
        <vt:lpwstr/>
      </vt:variant>
      <vt:variant>
        <vt:lpwstr>_Toc345354885</vt:lpwstr>
      </vt:variant>
      <vt:variant>
        <vt:i4>1835067</vt:i4>
      </vt:variant>
      <vt:variant>
        <vt:i4>116</vt:i4>
      </vt:variant>
      <vt:variant>
        <vt:i4>0</vt:i4>
      </vt:variant>
      <vt:variant>
        <vt:i4>5</vt:i4>
      </vt:variant>
      <vt:variant>
        <vt:lpwstr/>
      </vt:variant>
      <vt:variant>
        <vt:lpwstr>_Toc345354884</vt:lpwstr>
      </vt:variant>
      <vt:variant>
        <vt:i4>1835067</vt:i4>
      </vt:variant>
      <vt:variant>
        <vt:i4>110</vt:i4>
      </vt:variant>
      <vt:variant>
        <vt:i4>0</vt:i4>
      </vt:variant>
      <vt:variant>
        <vt:i4>5</vt:i4>
      </vt:variant>
      <vt:variant>
        <vt:lpwstr/>
      </vt:variant>
      <vt:variant>
        <vt:lpwstr>_Toc345354883</vt:lpwstr>
      </vt:variant>
      <vt:variant>
        <vt:i4>1835067</vt:i4>
      </vt:variant>
      <vt:variant>
        <vt:i4>104</vt:i4>
      </vt:variant>
      <vt:variant>
        <vt:i4>0</vt:i4>
      </vt:variant>
      <vt:variant>
        <vt:i4>5</vt:i4>
      </vt:variant>
      <vt:variant>
        <vt:lpwstr/>
      </vt:variant>
      <vt:variant>
        <vt:lpwstr>_Toc345354882</vt:lpwstr>
      </vt:variant>
      <vt:variant>
        <vt:i4>1835067</vt:i4>
      </vt:variant>
      <vt:variant>
        <vt:i4>98</vt:i4>
      </vt:variant>
      <vt:variant>
        <vt:i4>0</vt:i4>
      </vt:variant>
      <vt:variant>
        <vt:i4>5</vt:i4>
      </vt:variant>
      <vt:variant>
        <vt:lpwstr/>
      </vt:variant>
      <vt:variant>
        <vt:lpwstr>_Toc345354881</vt:lpwstr>
      </vt:variant>
      <vt:variant>
        <vt:i4>1835067</vt:i4>
      </vt:variant>
      <vt:variant>
        <vt:i4>92</vt:i4>
      </vt:variant>
      <vt:variant>
        <vt:i4>0</vt:i4>
      </vt:variant>
      <vt:variant>
        <vt:i4>5</vt:i4>
      </vt:variant>
      <vt:variant>
        <vt:lpwstr/>
      </vt:variant>
      <vt:variant>
        <vt:lpwstr>_Toc345354880</vt:lpwstr>
      </vt:variant>
      <vt:variant>
        <vt:i4>1245243</vt:i4>
      </vt:variant>
      <vt:variant>
        <vt:i4>86</vt:i4>
      </vt:variant>
      <vt:variant>
        <vt:i4>0</vt:i4>
      </vt:variant>
      <vt:variant>
        <vt:i4>5</vt:i4>
      </vt:variant>
      <vt:variant>
        <vt:lpwstr/>
      </vt:variant>
      <vt:variant>
        <vt:lpwstr>_Toc345354879</vt:lpwstr>
      </vt:variant>
      <vt:variant>
        <vt:i4>1245243</vt:i4>
      </vt:variant>
      <vt:variant>
        <vt:i4>80</vt:i4>
      </vt:variant>
      <vt:variant>
        <vt:i4>0</vt:i4>
      </vt:variant>
      <vt:variant>
        <vt:i4>5</vt:i4>
      </vt:variant>
      <vt:variant>
        <vt:lpwstr/>
      </vt:variant>
      <vt:variant>
        <vt:lpwstr>_Toc345354878</vt:lpwstr>
      </vt:variant>
      <vt:variant>
        <vt:i4>1245243</vt:i4>
      </vt:variant>
      <vt:variant>
        <vt:i4>74</vt:i4>
      </vt:variant>
      <vt:variant>
        <vt:i4>0</vt:i4>
      </vt:variant>
      <vt:variant>
        <vt:i4>5</vt:i4>
      </vt:variant>
      <vt:variant>
        <vt:lpwstr/>
      </vt:variant>
      <vt:variant>
        <vt:lpwstr>_Toc345354877</vt:lpwstr>
      </vt:variant>
      <vt:variant>
        <vt:i4>1245243</vt:i4>
      </vt:variant>
      <vt:variant>
        <vt:i4>68</vt:i4>
      </vt:variant>
      <vt:variant>
        <vt:i4>0</vt:i4>
      </vt:variant>
      <vt:variant>
        <vt:i4>5</vt:i4>
      </vt:variant>
      <vt:variant>
        <vt:lpwstr/>
      </vt:variant>
      <vt:variant>
        <vt:lpwstr>_Toc345354876</vt:lpwstr>
      </vt:variant>
      <vt:variant>
        <vt:i4>1245243</vt:i4>
      </vt:variant>
      <vt:variant>
        <vt:i4>62</vt:i4>
      </vt:variant>
      <vt:variant>
        <vt:i4>0</vt:i4>
      </vt:variant>
      <vt:variant>
        <vt:i4>5</vt:i4>
      </vt:variant>
      <vt:variant>
        <vt:lpwstr/>
      </vt:variant>
      <vt:variant>
        <vt:lpwstr>_Toc345354875</vt:lpwstr>
      </vt:variant>
      <vt:variant>
        <vt:i4>1245243</vt:i4>
      </vt:variant>
      <vt:variant>
        <vt:i4>56</vt:i4>
      </vt:variant>
      <vt:variant>
        <vt:i4>0</vt:i4>
      </vt:variant>
      <vt:variant>
        <vt:i4>5</vt:i4>
      </vt:variant>
      <vt:variant>
        <vt:lpwstr/>
      </vt:variant>
      <vt:variant>
        <vt:lpwstr>_Toc345354874</vt:lpwstr>
      </vt:variant>
      <vt:variant>
        <vt:i4>1245243</vt:i4>
      </vt:variant>
      <vt:variant>
        <vt:i4>50</vt:i4>
      </vt:variant>
      <vt:variant>
        <vt:i4>0</vt:i4>
      </vt:variant>
      <vt:variant>
        <vt:i4>5</vt:i4>
      </vt:variant>
      <vt:variant>
        <vt:lpwstr/>
      </vt:variant>
      <vt:variant>
        <vt:lpwstr>_Toc345354873</vt:lpwstr>
      </vt:variant>
      <vt:variant>
        <vt:i4>1245243</vt:i4>
      </vt:variant>
      <vt:variant>
        <vt:i4>44</vt:i4>
      </vt:variant>
      <vt:variant>
        <vt:i4>0</vt:i4>
      </vt:variant>
      <vt:variant>
        <vt:i4>5</vt:i4>
      </vt:variant>
      <vt:variant>
        <vt:lpwstr/>
      </vt:variant>
      <vt:variant>
        <vt:lpwstr>_Toc345354872</vt:lpwstr>
      </vt:variant>
      <vt:variant>
        <vt:i4>1245243</vt:i4>
      </vt:variant>
      <vt:variant>
        <vt:i4>38</vt:i4>
      </vt:variant>
      <vt:variant>
        <vt:i4>0</vt:i4>
      </vt:variant>
      <vt:variant>
        <vt:i4>5</vt:i4>
      </vt:variant>
      <vt:variant>
        <vt:lpwstr/>
      </vt:variant>
      <vt:variant>
        <vt:lpwstr>_Toc345354871</vt:lpwstr>
      </vt:variant>
      <vt:variant>
        <vt:i4>1245243</vt:i4>
      </vt:variant>
      <vt:variant>
        <vt:i4>32</vt:i4>
      </vt:variant>
      <vt:variant>
        <vt:i4>0</vt:i4>
      </vt:variant>
      <vt:variant>
        <vt:i4>5</vt:i4>
      </vt:variant>
      <vt:variant>
        <vt:lpwstr/>
      </vt:variant>
      <vt:variant>
        <vt:lpwstr>_Toc345354870</vt:lpwstr>
      </vt:variant>
      <vt:variant>
        <vt:i4>1179707</vt:i4>
      </vt:variant>
      <vt:variant>
        <vt:i4>26</vt:i4>
      </vt:variant>
      <vt:variant>
        <vt:i4>0</vt:i4>
      </vt:variant>
      <vt:variant>
        <vt:i4>5</vt:i4>
      </vt:variant>
      <vt:variant>
        <vt:lpwstr/>
      </vt:variant>
      <vt:variant>
        <vt:lpwstr>_Toc345354869</vt:lpwstr>
      </vt:variant>
      <vt:variant>
        <vt:i4>1179707</vt:i4>
      </vt:variant>
      <vt:variant>
        <vt:i4>20</vt:i4>
      </vt:variant>
      <vt:variant>
        <vt:i4>0</vt:i4>
      </vt:variant>
      <vt:variant>
        <vt:i4>5</vt:i4>
      </vt:variant>
      <vt:variant>
        <vt:lpwstr/>
      </vt:variant>
      <vt:variant>
        <vt:lpwstr>_Toc345354868</vt:lpwstr>
      </vt:variant>
      <vt:variant>
        <vt:i4>1179707</vt:i4>
      </vt:variant>
      <vt:variant>
        <vt:i4>14</vt:i4>
      </vt:variant>
      <vt:variant>
        <vt:i4>0</vt:i4>
      </vt:variant>
      <vt:variant>
        <vt:i4>5</vt:i4>
      </vt:variant>
      <vt:variant>
        <vt:lpwstr/>
      </vt:variant>
      <vt:variant>
        <vt:lpwstr>_Toc345354867</vt:lpwstr>
      </vt:variant>
      <vt:variant>
        <vt:i4>1179707</vt:i4>
      </vt:variant>
      <vt:variant>
        <vt:i4>8</vt:i4>
      </vt:variant>
      <vt:variant>
        <vt:i4>0</vt:i4>
      </vt:variant>
      <vt:variant>
        <vt:i4>5</vt:i4>
      </vt:variant>
      <vt:variant>
        <vt:lpwstr/>
      </vt:variant>
      <vt:variant>
        <vt:lpwstr>_Toc345354866</vt:lpwstr>
      </vt:variant>
      <vt:variant>
        <vt:i4>1179707</vt:i4>
      </vt:variant>
      <vt:variant>
        <vt:i4>2</vt:i4>
      </vt:variant>
      <vt:variant>
        <vt:i4>0</vt:i4>
      </vt:variant>
      <vt:variant>
        <vt:i4>5</vt:i4>
      </vt:variant>
      <vt:variant>
        <vt:lpwstr/>
      </vt:variant>
      <vt:variant>
        <vt:lpwstr>_Toc345354865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Vieux de la vieille (suivi de Loïs, histoire d’une petite bohémienne)</dc:title>
  <dc:subject>Récits</dc:subject>
  <dc:creator>Erckmann-Chatrian</dc:creator>
  <cp:keywords/>
  <dc:description>«Les Vieux de la vieille» nous conte avec bonheur la vie à Phalsbourg sous la Restauration et le début du règne de Louis-Philippe, vécue par Lucien, un jeune enfant plongé dans la société des vieux militaires retirés à Phalsbourg, et dont le meilleur ami est le capitaine Florentin, retraité des armées de la République et de l'Empire, au moment où celui-ci était nommé chef de bataillon de la garde nationale de la ville. 
Présentée comme un ouvrage abouti, cette oeuvre est en fait une ébauche de ce qui devait être la première partie d'une autobiographie d'Émile Erckmann.</dc:description>
  <cp:lastModifiedBy>Cool Micro</cp:lastModifiedBy>
  <cp:revision>4</cp:revision>
  <cp:lastPrinted>2025-04-06T10:43:00Z</cp:lastPrinted>
  <dcterms:created xsi:type="dcterms:W3CDTF">2025-04-06T10:42:00Z</dcterms:created>
  <dcterms:modified xsi:type="dcterms:W3CDTF">2025-04-06T10:43:00Z</dcterms:modified>
  <cp:category>Récits</cp:category>
</cp:coreProperties>
</file>