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2341" w14:textId="74A59A34" w:rsidR="00033562" w:rsidRPr="007549CD" w:rsidRDefault="00D15E75" w:rsidP="00EA052C">
      <w:pPr>
        <w:pStyle w:val="Photoauteur"/>
      </w:pPr>
      <w:r w:rsidRPr="00C47B90">
        <w:drawing>
          <wp:inline distT="0" distB="0" distL="0" distR="0" wp14:anchorId="3EED3D2D" wp14:editId="703F0210">
            <wp:extent cx="3888105" cy="6217920"/>
            <wp:effectExtent l="0" t="0" r="0" b="0"/>
            <wp:docPr id="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8105" cy="6217920"/>
                    </a:xfrm>
                    <a:prstGeom prst="rect">
                      <a:avLst/>
                    </a:prstGeom>
                    <a:noFill/>
                    <a:ln>
                      <a:noFill/>
                    </a:ln>
                  </pic:spPr>
                </pic:pic>
              </a:graphicData>
            </a:graphic>
          </wp:inline>
        </w:drawing>
      </w:r>
      <w:r w:rsidRPr="007549CD">
        <w:drawing>
          <wp:anchor distT="0" distB="0" distL="114300" distR="114300" simplePos="0" relativeHeight="251657728" behindDoc="0" locked="0" layoutInCell="1" allowOverlap="1" wp14:anchorId="24537619" wp14:editId="201C318C">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36455" w14:textId="77777777" w:rsidR="00CB653C" w:rsidRDefault="00CB653C" w:rsidP="00CB653C">
      <w:pPr>
        <w:pStyle w:val="Auteur"/>
      </w:pPr>
      <w:r>
        <w:t>Hector Fleischmann</w:t>
      </w:r>
    </w:p>
    <w:p w14:paraId="4D0CE40D" w14:textId="025C5352" w:rsidR="00033562" w:rsidRPr="007C1C6B" w:rsidRDefault="00033562" w:rsidP="007C1C6B">
      <w:pPr>
        <w:pStyle w:val="Titrelivre"/>
      </w:pPr>
      <w:r w:rsidRPr="007C1C6B">
        <w:t>L</w:t>
      </w:r>
      <w:r w:rsidR="00EA052C">
        <w:t>’</w:t>
      </w:r>
      <w:r w:rsidR="00CB653C">
        <w:t>INCENDIE DU PÔLE</w:t>
      </w:r>
    </w:p>
    <w:p w14:paraId="5EEDAF26" w14:textId="0565B7DC" w:rsidR="00033562" w:rsidRDefault="00CB653C" w:rsidP="00EA052C">
      <w:pPr>
        <w:pStyle w:val="DateSortie"/>
      </w:pPr>
      <w:r>
        <w:t>1908</w:t>
      </w:r>
    </w:p>
    <w:p w14:paraId="5F652E14"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47A596F9" w14:textId="77777777" w:rsidR="00033562" w:rsidRDefault="00033562" w:rsidP="00EA052C">
      <w:pPr>
        <w:pStyle w:val="Titretablematires"/>
      </w:pPr>
      <w:r>
        <w:lastRenderedPageBreak/>
        <w:t>Table des matières</w:t>
      </w:r>
    </w:p>
    <w:p w14:paraId="369DA2E7" w14:textId="77777777" w:rsidR="00033562" w:rsidRDefault="00033562"/>
    <w:p w14:paraId="20238F7D" w14:textId="7A9CB1EB" w:rsidR="0088087E"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4837601" w:history="1">
        <w:r w:rsidR="0088087E" w:rsidRPr="00A76397">
          <w:rPr>
            <w:rStyle w:val="Lienhypertexte"/>
          </w:rPr>
          <w:t>QUELQUES MOTS SUR LE MANUSCRIT DE JAMES CLARCKSON MILLIARDAIRE ET EXPLORATEUR</w:t>
        </w:r>
        <w:r w:rsidR="0088087E">
          <w:rPr>
            <w:webHidden/>
          </w:rPr>
          <w:tab/>
        </w:r>
        <w:r w:rsidR="0088087E">
          <w:rPr>
            <w:webHidden/>
          </w:rPr>
          <w:fldChar w:fldCharType="begin"/>
        </w:r>
        <w:r w:rsidR="0088087E">
          <w:rPr>
            <w:webHidden/>
          </w:rPr>
          <w:instrText xml:space="preserve"> PAGEREF _Toc194837601 \h </w:instrText>
        </w:r>
        <w:r w:rsidR="0088087E">
          <w:rPr>
            <w:webHidden/>
          </w:rPr>
        </w:r>
        <w:r w:rsidR="0088087E">
          <w:rPr>
            <w:webHidden/>
          </w:rPr>
          <w:fldChar w:fldCharType="separate"/>
        </w:r>
        <w:r w:rsidR="00CB1139">
          <w:rPr>
            <w:webHidden/>
          </w:rPr>
          <w:t>4</w:t>
        </w:r>
        <w:r w:rsidR="0088087E">
          <w:rPr>
            <w:webHidden/>
          </w:rPr>
          <w:fldChar w:fldCharType="end"/>
        </w:r>
      </w:hyperlink>
    </w:p>
    <w:p w14:paraId="0F4468EF" w14:textId="056E1B46"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2" w:history="1">
        <w:r w:rsidRPr="00A76397">
          <w:rPr>
            <w:rStyle w:val="Lienhypertexte"/>
          </w:rPr>
          <w:t>I  DE L’INGÉNIEUSE FAÇON DONT TOBY KLEAMPTON TRANSPORTA VINGT-HUIT MILLIONS DE TOWNHOUSE À BALTIMORE</w:t>
        </w:r>
        <w:r>
          <w:rPr>
            <w:webHidden/>
          </w:rPr>
          <w:tab/>
        </w:r>
        <w:r>
          <w:rPr>
            <w:webHidden/>
          </w:rPr>
          <w:fldChar w:fldCharType="begin"/>
        </w:r>
        <w:r>
          <w:rPr>
            <w:webHidden/>
          </w:rPr>
          <w:instrText xml:space="preserve"> PAGEREF _Toc194837602 \h </w:instrText>
        </w:r>
        <w:r>
          <w:rPr>
            <w:webHidden/>
          </w:rPr>
        </w:r>
        <w:r>
          <w:rPr>
            <w:webHidden/>
          </w:rPr>
          <w:fldChar w:fldCharType="separate"/>
        </w:r>
        <w:r w:rsidR="00CB1139">
          <w:rPr>
            <w:webHidden/>
          </w:rPr>
          <w:t>6</w:t>
        </w:r>
        <w:r>
          <w:rPr>
            <w:webHidden/>
          </w:rPr>
          <w:fldChar w:fldCharType="end"/>
        </w:r>
      </w:hyperlink>
    </w:p>
    <w:p w14:paraId="4E7A527B" w14:textId="16ED2FA5"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3" w:history="1">
        <w:r w:rsidRPr="00A76397">
          <w:rPr>
            <w:rStyle w:val="Lienhypertexte"/>
          </w:rPr>
          <w:t>II  UNE AFFAIRE QUI N’EST PAS UNE AFFAIRE</w:t>
        </w:r>
        <w:r>
          <w:rPr>
            <w:webHidden/>
          </w:rPr>
          <w:tab/>
        </w:r>
        <w:r>
          <w:rPr>
            <w:webHidden/>
          </w:rPr>
          <w:fldChar w:fldCharType="begin"/>
        </w:r>
        <w:r>
          <w:rPr>
            <w:webHidden/>
          </w:rPr>
          <w:instrText xml:space="preserve"> PAGEREF _Toc194837603 \h </w:instrText>
        </w:r>
        <w:r>
          <w:rPr>
            <w:webHidden/>
          </w:rPr>
        </w:r>
        <w:r>
          <w:rPr>
            <w:webHidden/>
          </w:rPr>
          <w:fldChar w:fldCharType="separate"/>
        </w:r>
        <w:r w:rsidR="00CB1139">
          <w:rPr>
            <w:webHidden/>
          </w:rPr>
          <w:t>18</w:t>
        </w:r>
        <w:r>
          <w:rPr>
            <w:webHidden/>
          </w:rPr>
          <w:fldChar w:fldCharType="end"/>
        </w:r>
      </w:hyperlink>
    </w:p>
    <w:p w14:paraId="45BB1CFA" w14:textId="344BC979"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4" w:history="1">
        <w:r w:rsidRPr="00A76397">
          <w:rPr>
            <w:rStyle w:val="Lienhypertexte"/>
          </w:rPr>
          <w:t>III  L’AÉROPLANE DE TOBY KLEAMPTON</w:t>
        </w:r>
        <w:r>
          <w:rPr>
            <w:webHidden/>
          </w:rPr>
          <w:tab/>
        </w:r>
        <w:r>
          <w:rPr>
            <w:webHidden/>
          </w:rPr>
          <w:fldChar w:fldCharType="begin"/>
        </w:r>
        <w:r>
          <w:rPr>
            <w:webHidden/>
          </w:rPr>
          <w:instrText xml:space="preserve"> PAGEREF _Toc194837604 \h </w:instrText>
        </w:r>
        <w:r>
          <w:rPr>
            <w:webHidden/>
          </w:rPr>
        </w:r>
        <w:r>
          <w:rPr>
            <w:webHidden/>
          </w:rPr>
          <w:fldChar w:fldCharType="separate"/>
        </w:r>
        <w:r w:rsidR="00CB1139">
          <w:rPr>
            <w:webHidden/>
          </w:rPr>
          <w:t>24</w:t>
        </w:r>
        <w:r>
          <w:rPr>
            <w:webHidden/>
          </w:rPr>
          <w:fldChar w:fldCharType="end"/>
        </w:r>
      </w:hyperlink>
    </w:p>
    <w:p w14:paraId="36536E59" w14:textId="077AB075"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5" w:history="1">
        <w:r w:rsidRPr="00A76397">
          <w:rPr>
            <w:rStyle w:val="Lienhypertexte"/>
          </w:rPr>
          <w:t>IV  OÙ, GRÂCE À TOBY KLEAMPTON, LA CABINE DE L’AÉROPLANE NOUS OFFRE QUELQUES MENUES SURPRISES</w:t>
        </w:r>
        <w:r>
          <w:rPr>
            <w:webHidden/>
          </w:rPr>
          <w:tab/>
        </w:r>
        <w:r>
          <w:rPr>
            <w:webHidden/>
          </w:rPr>
          <w:fldChar w:fldCharType="begin"/>
        </w:r>
        <w:r>
          <w:rPr>
            <w:webHidden/>
          </w:rPr>
          <w:instrText xml:space="preserve"> PAGEREF _Toc194837605 \h </w:instrText>
        </w:r>
        <w:r>
          <w:rPr>
            <w:webHidden/>
          </w:rPr>
        </w:r>
        <w:r>
          <w:rPr>
            <w:webHidden/>
          </w:rPr>
          <w:fldChar w:fldCharType="separate"/>
        </w:r>
        <w:r w:rsidR="00CB1139">
          <w:rPr>
            <w:webHidden/>
          </w:rPr>
          <w:t>35</w:t>
        </w:r>
        <w:r>
          <w:rPr>
            <w:webHidden/>
          </w:rPr>
          <w:fldChar w:fldCharType="end"/>
        </w:r>
      </w:hyperlink>
    </w:p>
    <w:p w14:paraId="39BD29C5" w14:textId="382AEBB7"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6" w:history="1">
        <w:r w:rsidRPr="00A76397">
          <w:rPr>
            <w:rStyle w:val="Lienhypertexte"/>
          </w:rPr>
          <w:t>V  DE NEW-YORK À LA TERRE DE FEU EN AÉROPLANE</w:t>
        </w:r>
        <w:r>
          <w:rPr>
            <w:webHidden/>
          </w:rPr>
          <w:tab/>
        </w:r>
        <w:r>
          <w:rPr>
            <w:webHidden/>
          </w:rPr>
          <w:fldChar w:fldCharType="begin"/>
        </w:r>
        <w:r>
          <w:rPr>
            <w:webHidden/>
          </w:rPr>
          <w:instrText xml:space="preserve"> PAGEREF _Toc194837606 \h </w:instrText>
        </w:r>
        <w:r>
          <w:rPr>
            <w:webHidden/>
          </w:rPr>
        </w:r>
        <w:r>
          <w:rPr>
            <w:webHidden/>
          </w:rPr>
          <w:fldChar w:fldCharType="separate"/>
        </w:r>
        <w:r w:rsidR="00CB1139">
          <w:rPr>
            <w:webHidden/>
          </w:rPr>
          <w:t>44</w:t>
        </w:r>
        <w:r>
          <w:rPr>
            <w:webHidden/>
          </w:rPr>
          <w:fldChar w:fldCharType="end"/>
        </w:r>
      </w:hyperlink>
    </w:p>
    <w:p w14:paraId="28F83173" w14:textId="0F2DE509"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7" w:history="1">
        <w:r w:rsidRPr="00A76397">
          <w:rPr>
            <w:rStyle w:val="Lienhypertexte"/>
          </w:rPr>
          <w:t>VI  DE L’UTILITÉ D’UNE LANTERNE ÉLECTRIQUE DANS LA NUIT DU PÔLE</w:t>
        </w:r>
        <w:r>
          <w:rPr>
            <w:webHidden/>
          </w:rPr>
          <w:tab/>
        </w:r>
        <w:r>
          <w:rPr>
            <w:webHidden/>
          </w:rPr>
          <w:fldChar w:fldCharType="begin"/>
        </w:r>
        <w:r>
          <w:rPr>
            <w:webHidden/>
          </w:rPr>
          <w:instrText xml:space="preserve"> PAGEREF _Toc194837607 \h </w:instrText>
        </w:r>
        <w:r>
          <w:rPr>
            <w:webHidden/>
          </w:rPr>
        </w:r>
        <w:r>
          <w:rPr>
            <w:webHidden/>
          </w:rPr>
          <w:fldChar w:fldCharType="separate"/>
        </w:r>
        <w:r w:rsidR="00CB1139">
          <w:rPr>
            <w:webHidden/>
          </w:rPr>
          <w:t>50</w:t>
        </w:r>
        <w:r>
          <w:rPr>
            <w:webHidden/>
          </w:rPr>
          <w:fldChar w:fldCharType="end"/>
        </w:r>
      </w:hyperlink>
    </w:p>
    <w:p w14:paraId="548DDC2C" w14:textId="2F6FFFAD"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8" w:history="1">
        <w:r w:rsidRPr="00A76397">
          <w:rPr>
            <w:rStyle w:val="Lienhypertexte"/>
          </w:rPr>
          <w:t>VII  L’ÉTRANGE PLUIE AU DELÀ DU MUR DE BITUME</w:t>
        </w:r>
        <w:r>
          <w:rPr>
            <w:webHidden/>
          </w:rPr>
          <w:tab/>
        </w:r>
        <w:r>
          <w:rPr>
            <w:webHidden/>
          </w:rPr>
          <w:fldChar w:fldCharType="begin"/>
        </w:r>
        <w:r>
          <w:rPr>
            <w:webHidden/>
          </w:rPr>
          <w:instrText xml:space="preserve"> PAGEREF _Toc194837608 \h </w:instrText>
        </w:r>
        <w:r>
          <w:rPr>
            <w:webHidden/>
          </w:rPr>
        </w:r>
        <w:r>
          <w:rPr>
            <w:webHidden/>
          </w:rPr>
          <w:fldChar w:fldCharType="separate"/>
        </w:r>
        <w:r w:rsidR="00CB1139">
          <w:rPr>
            <w:webHidden/>
          </w:rPr>
          <w:t>56</w:t>
        </w:r>
        <w:r>
          <w:rPr>
            <w:webHidden/>
          </w:rPr>
          <w:fldChar w:fldCharType="end"/>
        </w:r>
      </w:hyperlink>
    </w:p>
    <w:p w14:paraId="61446431" w14:textId="6946516F"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09" w:history="1">
        <w:r w:rsidRPr="00A76397">
          <w:rPr>
            <w:rStyle w:val="Lienhypertexte"/>
          </w:rPr>
          <w:t>VIII  L’AURORE AUSTRALE DU PÔLE MAGNÉTIQUE</w:t>
        </w:r>
        <w:r>
          <w:rPr>
            <w:webHidden/>
          </w:rPr>
          <w:tab/>
        </w:r>
        <w:r>
          <w:rPr>
            <w:webHidden/>
          </w:rPr>
          <w:fldChar w:fldCharType="begin"/>
        </w:r>
        <w:r>
          <w:rPr>
            <w:webHidden/>
          </w:rPr>
          <w:instrText xml:space="preserve"> PAGEREF _Toc194837609 \h </w:instrText>
        </w:r>
        <w:r>
          <w:rPr>
            <w:webHidden/>
          </w:rPr>
        </w:r>
        <w:r>
          <w:rPr>
            <w:webHidden/>
          </w:rPr>
          <w:fldChar w:fldCharType="separate"/>
        </w:r>
        <w:r w:rsidR="00CB1139">
          <w:rPr>
            <w:webHidden/>
          </w:rPr>
          <w:t>61</w:t>
        </w:r>
        <w:r>
          <w:rPr>
            <w:webHidden/>
          </w:rPr>
          <w:fldChar w:fldCharType="end"/>
        </w:r>
      </w:hyperlink>
    </w:p>
    <w:p w14:paraId="17C48E56" w14:textId="5A3313E3"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0" w:history="1">
        <w:r w:rsidRPr="00A76397">
          <w:rPr>
            <w:rStyle w:val="Lienhypertexte"/>
          </w:rPr>
          <w:t>IX  UN GOUFFRE SANS ÉCHO DANS LA TERRE DU PÔLE</w:t>
        </w:r>
        <w:r>
          <w:rPr>
            <w:webHidden/>
          </w:rPr>
          <w:tab/>
        </w:r>
        <w:r>
          <w:rPr>
            <w:webHidden/>
          </w:rPr>
          <w:fldChar w:fldCharType="begin"/>
        </w:r>
        <w:r>
          <w:rPr>
            <w:webHidden/>
          </w:rPr>
          <w:instrText xml:space="preserve"> PAGEREF _Toc194837610 \h </w:instrText>
        </w:r>
        <w:r>
          <w:rPr>
            <w:webHidden/>
          </w:rPr>
        </w:r>
        <w:r>
          <w:rPr>
            <w:webHidden/>
          </w:rPr>
          <w:fldChar w:fldCharType="separate"/>
        </w:r>
        <w:r w:rsidR="00CB1139">
          <w:rPr>
            <w:webHidden/>
          </w:rPr>
          <w:t>65</w:t>
        </w:r>
        <w:r>
          <w:rPr>
            <w:webHidden/>
          </w:rPr>
          <w:fldChar w:fldCharType="end"/>
        </w:r>
      </w:hyperlink>
    </w:p>
    <w:p w14:paraId="6A95273F" w14:textId="287E219B"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1" w:history="1">
        <w:r w:rsidRPr="00A76397">
          <w:rPr>
            <w:rStyle w:val="Lienhypertexte"/>
          </w:rPr>
          <w:t>X  À LA CONQUÊTE DE L’AÉROPLANE</w:t>
        </w:r>
        <w:r>
          <w:rPr>
            <w:webHidden/>
          </w:rPr>
          <w:tab/>
        </w:r>
        <w:r>
          <w:rPr>
            <w:webHidden/>
          </w:rPr>
          <w:fldChar w:fldCharType="begin"/>
        </w:r>
        <w:r>
          <w:rPr>
            <w:webHidden/>
          </w:rPr>
          <w:instrText xml:space="preserve"> PAGEREF _Toc194837611 \h </w:instrText>
        </w:r>
        <w:r>
          <w:rPr>
            <w:webHidden/>
          </w:rPr>
        </w:r>
        <w:r>
          <w:rPr>
            <w:webHidden/>
          </w:rPr>
          <w:fldChar w:fldCharType="separate"/>
        </w:r>
        <w:r w:rsidR="00CB1139">
          <w:rPr>
            <w:webHidden/>
          </w:rPr>
          <w:t>75</w:t>
        </w:r>
        <w:r>
          <w:rPr>
            <w:webHidden/>
          </w:rPr>
          <w:fldChar w:fldCharType="end"/>
        </w:r>
      </w:hyperlink>
    </w:p>
    <w:p w14:paraId="770F89F4" w14:textId="5A45B394"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2" w:history="1">
        <w:r w:rsidRPr="00A76397">
          <w:rPr>
            <w:rStyle w:val="Lienhypertexte"/>
          </w:rPr>
          <w:t>XI  L’INGÉNIEUSE IDÉE QU’EUT TOBY KLEAMPTON POUR DÉMASQUER LES HABITANTS DU PÔLE</w:t>
        </w:r>
        <w:r>
          <w:rPr>
            <w:webHidden/>
          </w:rPr>
          <w:tab/>
        </w:r>
        <w:r>
          <w:rPr>
            <w:webHidden/>
          </w:rPr>
          <w:fldChar w:fldCharType="begin"/>
        </w:r>
        <w:r>
          <w:rPr>
            <w:webHidden/>
          </w:rPr>
          <w:instrText xml:space="preserve"> PAGEREF _Toc194837612 \h </w:instrText>
        </w:r>
        <w:r>
          <w:rPr>
            <w:webHidden/>
          </w:rPr>
        </w:r>
        <w:r>
          <w:rPr>
            <w:webHidden/>
          </w:rPr>
          <w:fldChar w:fldCharType="separate"/>
        </w:r>
        <w:r w:rsidR="00CB1139">
          <w:rPr>
            <w:webHidden/>
          </w:rPr>
          <w:t>81</w:t>
        </w:r>
        <w:r>
          <w:rPr>
            <w:webHidden/>
          </w:rPr>
          <w:fldChar w:fldCharType="end"/>
        </w:r>
      </w:hyperlink>
    </w:p>
    <w:p w14:paraId="2A2C4F53" w14:textId="1009BC7B"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3" w:history="1">
        <w:r w:rsidRPr="00A76397">
          <w:rPr>
            <w:rStyle w:val="Lienhypertexte"/>
          </w:rPr>
          <w:t>XII  LE PÔLE ET SON ÉTOILE</w:t>
        </w:r>
        <w:r>
          <w:rPr>
            <w:webHidden/>
          </w:rPr>
          <w:tab/>
        </w:r>
        <w:r>
          <w:rPr>
            <w:webHidden/>
          </w:rPr>
          <w:fldChar w:fldCharType="begin"/>
        </w:r>
        <w:r>
          <w:rPr>
            <w:webHidden/>
          </w:rPr>
          <w:instrText xml:space="preserve"> PAGEREF _Toc194837613 \h </w:instrText>
        </w:r>
        <w:r>
          <w:rPr>
            <w:webHidden/>
          </w:rPr>
        </w:r>
        <w:r>
          <w:rPr>
            <w:webHidden/>
          </w:rPr>
          <w:fldChar w:fldCharType="separate"/>
        </w:r>
        <w:r w:rsidR="00CB1139">
          <w:rPr>
            <w:webHidden/>
          </w:rPr>
          <w:t>89</w:t>
        </w:r>
        <w:r>
          <w:rPr>
            <w:webHidden/>
          </w:rPr>
          <w:fldChar w:fldCharType="end"/>
        </w:r>
      </w:hyperlink>
    </w:p>
    <w:p w14:paraId="00EBFC65" w14:textId="1EED776F"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4" w:history="1">
        <w:r w:rsidRPr="00A76397">
          <w:rPr>
            <w:rStyle w:val="Lienhypertexte"/>
          </w:rPr>
          <w:t>XIII  L’INCENDIE DU PÔLE</w:t>
        </w:r>
        <w:r>
          <w:rPr>
            <w:webHidden/>
          </w:rPr>
          <w:tab/>
        </w:r>
        <w:r>
          <w:rPr>
            <w:webHidden/>
          </w:rPr>
          <w:fldChar w:fldCharType="begin"/>
        </w:r>
        <w:r>
          <w:rPr>
            <w:webHidden/>
          </w:rPr>
          <w:instrText xml:space="preserve"> PAGEREF _Toc194837614 \h </w:instrText>
        </w:r>
        <w:r>
          <w:rPr>
            <w:webHidden/>
          </w:rPr>
        </w:r>
        <w:r>
          <w:rPr>
            <w:webHidden/>
          </w:rPr>
          <w:fldChar w:fldCharType="separate"/>
        </w:r>
        <w:r w:rsidR="00CB1139">
          <w:rPr>
            <w:webHidden/>
          </w:rPr>
          <w:t>93</w:t>
        </w:r>
        <w:r>
          <w:rPr>
            <w:webHidden/>
          </w:rPr>
          <w:fldChar w:fldCharType="end"/>
        </w:r>
      </w:hyperlink>
    </w:p>
    <w:p w14:paraId="783E6EFA" w14:textId="31D0195F"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5" w:history="1">
        <w:r w:rsidRPr="00A76397">
          <w:rPr>
            <w:rStyle w:val="Lienhypertexte"/>
          </w:rPr>
          <w:t>XIV  ON LIT DANS LES JOURNAUX…</w:t>
        </w:r>
        <w:r>
          <w:rPr>
            <w:webHidden/>
          </w:rPr>
          <w:tab/>
        </w:r>
        <w:r>
          <w:rPr>
            <w:webHidden/>
          </w:rPr>
          <w:fldChar w:fldCharType="begin"/>
        </w:r>
        <w:r>
          <w:rPr>
            <w:webHidden/>
          </w:rPr>
          <w:instrText xml:space="preserve"> PAGEREF _Toc194837615 \h </w:instrText>
        </w:r>
        <w:r>
          <w:rPr>
            <w:webHidden/>
          </w:rPr>
        </w:r>
        <w:r>
          <w:rPr>
            <w:webHidden/>
          </w:rPr>
          <w:fldChar w:fldCharType="separate"/>
        </w:r>
        <w:r w:rsidR="00CB1139">
          <w:rPr>
            <w:webHidden/>
          </w:rPr>
          <w:t>96</w:t>
        </w:r>
        <w:r>
          <w:rPr>
            <w:webHidden/>
          </w:rPr>
          <w:fldChar w:fldCharType="end"/>
        </w:r>
      </w:hyperlink>
    </w:p>
    <w:p w14:paraId="0E34672F" w14:textId="5B4818D2" w:rsidR="0088087E" w:rsidRDefault="0088087E">
      <w:pPr>
        <w:pStyle w:val="TM1"/>
        <w:rPr>
          <w:rFonts w:asciiTheme="minorHAnsi" w:eastAsiaTheme="minorEastAsia" w:hAnsiTheme="minorHAnsi" w:cstheme="minorBidi"/>
          <w:bCs w:val="0"/>
          <w:iCs w:val="0"/>
          <w:color w:val="auto"/>
          <w:kern w:val="2"/>
          <w:sz w:val="24"/>
          <w:szCs w:val="24"/>
          <w14:ligatures w14:val="standardContextual"/>
        </w:rPr>
      </w:pPr>
      <w:hyperlink w:anchor="_Toc194837616" w:history="1">
        <w:r w:rsidRPr="00A76397">
          <w:rPr>
            <w:rStyle w:val="Lienhypertexte"/>
          </w:rPr>
          <w:t>À propos de cette édition électronique</w:t>
        </w:r>
        <w:r>
          <w:rPr>
            <w:webHidden/>
          </w:rPr>
          <w:tab/>
        </w:r>
        <w:r>
          <w:rPr>
            <w:webHidden/>
          </w:rPr>
          <w:fldChar w:fldCharType="begin"/>
        </w:r>
        <w:r>
          <w:rPr>
            <w:webHidden/>
          </w:rPr>
          <w:instrText xml:space="preserve"> PAGEREF _Toc194837616 \h </w:instrText>
        </w:r>
        <w:r>
          <w:rPr>
            <w:webHidden/>
          </w:rPr>
        </w:r>
        <w:r>
          <w:rPr>
            <w:webHidden/>
          </w:rPr>
          <w:fldChar w:fldCharType="separate"/>
        </w:r>
        <w:r w:rsidR="00CB1139">
          <w:rPr>
            <w:webHidden/>
          </w:rPr>
          <w:t>97</w:t>
        </w:r>
        <w:r>
          <w:rPr>
            <w:webHidden/>
          </w:rPr>
          <w:fldChar w:fldCharType="end"/>
        </w:r>
      </w:hyperlink>
    </w:p>
    <w:p w14:paraId="35461B56" w14:textId="0B67268E" w:rsidR="00033562" w:rsidRDefault="00033562">
      <w:r>
        <w:fldChar w:fldCharType="end"/>
      </w:r>
    </w:p>
    <w:p w14:paraId="5D93784C" w14:textId="77777777" w:rsidR="00C855EF" w:rsidRPr="00AA04A0" w:rsidRDefault="00C855EF" w:rsidP="00EA052C">
      <w:pPr>
        <w:pStyle w:val="Titre1"/>
      </w:pPr>
      <w:bookmarkStart w:id="0" w:name="bookmark3"/>
      <w:bookmarkStart w:id="1" w:name="_Toc194837601"/>
      <w:r w:rsidRPr="00AA04A0">
        <w:lastRenderedPageBreak/>
        <w:t>Q</w:t>
      </w:r>
      <w:bookmarkEnd w:id="0"/>
      <w:r w:rsidRPr="00AA04A0">
        <w:t xml:space="preserve">UELQUES MOTS SUR LE MANUSCRIT DE JAMES </w:t>
      </w:r>
      <w:proofErr w:type="spellStart"/>
      <w:r w:rsidRPr="00AA04A0">
        <w:t>CLARCKSON</w:t>
      </w:r>
      <w:proofErr w:type="spellEnd"/>
      <w:r w:rsidRPr="00AA04A0">
        <w:t xml:space="preserve"> MILLIARDAIRE ET EXPLORATEUR</w:t>
      </w:r>
      <w:bookmarkEnd w:id="1"/>
    </w:p>
    <w:p w14:paraId="556EBA56" w14:textId="45E20CDE" w:rsidR="00EA052C" w:rsidRDefault="00C855EF" w:rsidP="00C855EF">
      <w:r w:rsidRPr="00AA04A0">
        <w:t>Le manuscrit que nous publions aujourd</w:t>
      </w:r>
      <w:r w:rsidR="00EA052C">
        <w:t>’</w:t>
      </w:r>
      <w:r w:rsidRPr="00AA04A0">
        <w:t>hui sous ce titre</w:t>
      </w:r>
      <w:r w:rsidR="00EA052C">
        <w:t xml:space="preserve"> – </w:t>
      </w:r>
      <w:r w:rsidRPr="00AA04A0">
        <w:t>qui peut sembler énigmatique à quelques-uns</w:t>
      </w:r>
      <w:r w:rsidR="00EA052C">
        <w:t xml:space="preserve"> – </w:t>
      </w:r>
      <w:r w:rsidRPr="00AA04A0">
        <w:rPr>
          <w:i/>
          <w:iCs/>
          <w:szCs w:val="32"/>
        </w:rPr>
        <w:t>L</w:t>
      </w:r>
      <w:r w:rsidR="00EA052C">
        <w:rPr>
          <w:i/>
          <w:iCs/>
          <w:szCs w:val="32"/>
        </w:rPr>
        <w:t>’</w:t>
      </w:r>
      <w:r w:rsidRPr="00AA04A0">
        <w:rPr>
          <w:i/>
          <w:iCs/>
          <w:szCs w:val="32"/>
        </w:rPr>
        <w:t>Incendie du Pôle</w:t>
      </w:r>
      <w:r w:rsidR="00EA052C">
        <w:rPr>
          <w:i/>
          <w:iCs/>
          <w:szCs w:val="32"/>
        </w:rPr>
        <w:t xml:space="preserve">, </w:t>
      </w:r>
      <w:r w:rsidRPr="00AA04A0">
        <w:t xml:space="preserve">est de feu </w:t>
      </w:r>
      <w:r w:rsidR="00EA052C">
        <w:t>M. </w:t>
      </w:r>
      <w:r w:rsidRPr="00AA04A0">
        <w:t xml:space="preserve">James </w:t>
      </w:r>
      <w:proofErr w:type="spellStart"/>
      <w:r w:rsidRPr="00AA04A0">
        <w:t>Clarckson</w:t>
      </w:r>
      <w:proofErr w:type="spellEnd"/>
      <w:r w:rsidR="00EA052C">
        <w:t xml:space="preserve">, </w:t>
      </w:r>
      <w:r w:rsidRPr="00AA04A0">
        <w:t>de Bello-Horizonte</w:t>
      </w:r>
      <w:r w:rsidR="00EA052C">
        <w:t xml:space="preserve"> (</w:t>
      </w:r>
      <w:r w:rsidRPr="00AA04A0">
        <w:t>Br</w:t>
      </w:r>
      <w:r w:rsidRPr="00AA04A0">
        <w:t>é</w:t>
      </w:r>
      <w:r w:rsidRPr="00AA04A0">
        <w:t>sil</w:t>
      </w:r>
      <w:r w:rsidR="00EA052C">
        <w:t>).</w:t>
      </w:r>
    </w:p>
    <w:p w14:paraId="5F800160" w14:textId="77777777" w:rsidR="00EA052C" w:rsidRDefault="00C855EF" w:rsidP="00C855EF">
      <w:r w:rsidRPr="00AA04A0">
        <w:t>Ce qu</w:t>
      </w:r>
      <w:r w:rsidR="00EA052C">
        <w:t>’</w:t>
      </w:r>
      <w:r w:rsidRPr="00AA04A0">
        <w:t>il fut et les circonstances qui facilitèrent sa rapide et extraordinaire fortune</w:t>
      </w:r>
      <w:r w:rsidR="00EA052C">
        <w:t xml:space="preserve">, </w:t>
      </w:r>
      <w:r w:rsidRPr="00AA04A0">
        <w:t>son manuscrit nous le dira</w:t>
      </w:r>
      <w:r w:rsidR="00EA052C">
        <w:t xml:space="preserve">. </w:t>
      </w:r>
      <w:r w:rsidRPr="00AA04A0">
        <w:t>Ce qu</w:t>
      </w:r>
      <w:r w:rsidR="00EA052C">
        <w:t>’</w:t>
      </w:r>
      <w:r w:rsidRPr="00AA04A0">
        <w:t>il nous importe de savoir c</w:t>
      </w:r>
      <w:r w:rsidR="00EA052C">
        <w:t>’</w:t>
      </w:r>
      <w:r w:rsidRPr="00AA04A0">
        <w:t>est qu</w:t>
      </w:r>
      <w:r w:rsidR="00EA052C">
        <w:t>’</w:t>
      </w:r>
      <w:r w:rsidRPr="00AA04A0">
        <w:t>il fut fort riche</w:t>
      </w:r>
      <w:r w:rsidR="00EA052C">
        <w:t xml:space="preserve">, </w:t>
      </w:r>
      <w:r w:rsidRPr="00AA04A0">
        <w:t>même mi</w:t>
      </w:r>
      <w:r w:rsidRPr="00AA04A0">
        <w:t>l</w:t>
      </w:r>
      <w:r w:rsidRPr="00AA04A0">
        <w:t>liardaire</w:t>
      </w:r>
      <w:r w:rsidR="00EA052C">
        <w:t xml:space="preserve">, </w:t>
      </w:r>
      <w:r w:rsidRPr="00AA04A0">
        <w:t>et que le dégoût de l</w:t>
      </w:r>
      <w:r w:rsidR="00EA052C">
        <w:t>’</w:t>
      </w:r>
      <w:r w:rsidRPr="00AA04A0">
        <w:t>oisiveté l</w:t>
      </w:r>
      <w:r w:rsidR="00EA052C">
        <w:t>’</w:t>
      </w:r>
      <w:r w:rsidRPr="00AA04A0">
        <w:t>entraîna dans la tragique aventure où se termina sa vie accidentée</w:t>
      </w:r>
      <w:r w:rsidR="00EA052C">
        <w:t>.</w:t>
      </w:r>
    </w:p>
    <w:p w14:paraId="3D82CD00" w14:textId="0B18C327" w:rsidR="00EA052C" w:rsidRDefault="00C855EF" w:rsidP="00C855EF">
      <w:r w:rsidRPr="00AA04A0">
        <w:t>Raconter comment le présent manuscrit nous est parvenu serait une tâche superflue et dont la narration seule nous ferait taxer d</w:t>
      </w:r>
      <w:r w:rsidR="00EA052C">
        <w:t>’</w:t>
      </w:r>
      <w:r w:rsidRPr="00AA04A0">
        <w:t>exagération</w:t>
      </w:r>
      <w:r w:rsidR="00EA052C">
        <w:t xml:space="preserve">. </w:t>
      </w:r>
      <w:r w:rsidRPr="00AA04A0">
        <w:t>Certes</w:t>
      </w:r>
      <w:r w:rsidR="00EA052C">
        <w:t xml:space="preserve">, </w:t>
      </w:r>
      <w:r w:rsidRPr="00AA04A0">
        <w:t>ce serait une belle occasion de nous prévaloir d</w:t>
      </w:r>
      <w:r w:rsidR="00EA052C">
        <w:t>’</w:t>
      </w:r>
      <w:r w:rsidRPr="00AA04A0">
        <w:t>une brillante imagination</w:t>
      </w:r>
      <w:r w:rsidR="00EA052C">
        <w:t xml:space="preserve">, </w:t>
      </w:r>
      <w:r w:rsidRPr="00AA04A0">
        <w:t>mais à quoi bon</w:t>
      </w:r>
      <w:r w:rsidR="00EA052C">
        <w:t xml:space="preserve"> ? </w:t>
      </w:r>
      <w:r w:rsidRPr="00AA04A0">
        <w:t>Le m</w:t>
      </w:r>
      <w:r w:rsidRPr="00AA04A0">
        <w:t>a</w:t>
      </w:r>
      <w:r w:rsidRPr="00AA04A0">
        <w:t xml:space="preserve">nuscrit de </w:t>
      </w:r>
      <w:r w:rsidR="00EA052C">
        <w:t>M. </w:t>
      </w:r>
      <w:r w:rsidRPr="00AA04A0">
        <w:t xml:space="preserve">James </w:t>
      </w:r>
      <w:proofErr w:type="spellStart"/>
      <w:r w:rsidRPr="00AA04A0">
        <w:t>Clarckson</w:t>
      </w:r>
      <w:proofErr w:type="spellEnd"/>
      <w:r w:rsidRPr="00AA04A0">
        <w:t xml:space="preserve"> se suffit à lui-même en périp</w:t>
      </w:r>
      <w:r w:rsidRPr="00AA04A0">
        <w:t>é</w:t>
      </w:r>
      <w:r w:rsidRPr="00AA04A0">
        <w:t>ties aussi étranges que mouvementées</w:t>
      </w:r>
      <w:r w:rsidR="00EA052C">
        <w:t xml:space="preserve">, </w:t>
      </w:r>
      <w:r w:rsidRPr="00AA04A0">
        <w:t>qui</w:t>
      </w:r>
      <w:r w:rsidR="00EA052C">
        <w:t xml:space="preserve">, </w:t>
      </w:r>
      <w:r w:rsidRPr="00AA04A0">
        <w:t>si elles n</w:t>
      </w:r>
      <w:r w:rsidR="00EA052C">
        <w:t>’</w:t>
      </w:r>
      <w:r w:rsidRPr="00AA04A0">
        <w:t>étaient a</w:t>
      </w:r>
      <w:r w:rsidRPr="00AA04A0">
        <w:t>t</w:t>
      </w:r>
      <w:r w:rsidRPr="00AA04A0">
        <w:t>testées par des preuves irréfutables</w:t>
      </w:r>
      <w:r w:rsidR="00EA052C">
        <w:t xml:space="preserve">, </w:t>
      </w:r>
      <w:r w:rsidRPr="00AA04A0">
        <w:t>sembleraient pour le moins outrées et d</w:t>
      </w:r>
      <w:r w:rsidR="00EA052C">
        <w:t>’</w:t>
      </w:r>
      <w:r w:rsidRPr="00AA04A0">
        <w:t>une nature si bizarre qu</w:t>
      </w:r>
      <w:r w:rsidR="00EA052C">
        <w:t>’</w:t>
      </w:r>
      <w:r w:rsidRPr="00AA04A0">
        <w:t>on refus</w:t>
      </w:r>
      <w:r w:rsidRPr="00AA04A0">
        <w:t>e</w:t>
      </w:r>
      <w:r w:rsidRPr="00AA04A0">
        <w:t>rait d</w:t>
      </w:r>
      <w:r w:rsidR="00EA052C">
        <w:t>’</w:t>
      </w:r>
      <w:r w:rsidRPr="00AA04A0">
        <w:t>y ajouter foi</w:t>
      </w:r>
      <w:r w:rsidR="00EA052C">
        <w:t xml:space="preserve">. </w:t>
      </w:r>
      <w:r w:rsidRPr="00AA04A0">
        <w:t>Ce fut notre avis à la première lecture de ces feuillets</w:t>
      </w:r>
      <w:r w:rsidR="00EA052C">
        <w:t xml:space="preserve">, </w:t>
      </w:r>
      <w:r w:rsidRPr="00AA04A0">
        <w:t>mais pour nous convaincre de leur véracité nous nous livrâmes à une e</w:t>
      </w:r>
      <w:r w:rsidRPr="00AA04A0">
        <w:t>n</w:t>
      </w:r>
      <w:r w:rsidRPr="00AA04A0">
        <w:t>quête dont les résultats furent signific</w:t>
      </w:r>
      <w:r w:rsidRPr="00AA04A0">
        <w:t>a</w:t>
      </w:r>
      <w:r w:rsidRPr="00AA04A0">
        <w:t>tifs</w:t>
      </w:r>
      <w:r w:rsidR="00EA052C">
        <w:t>.</w:t>
      </w:r>
    </w:p>
    <w:p w14:paraId="28D19FFE" w14:textId="317009A9" w:rsidR="00EA052C" w:rsidRDefault="00C855EF" w:rsidP="00C855EF">
      <w:r w:rsidRPr="00AA04A0">
        <w:t>L</w:t>
      </w:r>
      <w:r w:rsidR="00EA052C">
        <w:t>’</w:t>
      </w:r>
      <w:r w:rsidRPr="00AA04A0">
        <w:t>aéroplane</w:t>
      </w:r>
      <w:r w:rsidR="00EA052C">
        <w:t xml:space="preserve">, </w:t>
      </w:r>
      <w:r w:rsidRPr="00AA04A0">
        <w:t xml:space="preserve">le </w:t>
      </w:r>
      <w:proofErr w:type="spellStart"/>
      <w:r w:rsidRPr="00AA04A0">
        <w:rPr>
          <w:i/>
          <w:iCs/>
          <w:szCs w:val="32"/>
        </w:rPr>
        <w:t>Météor</w:t>
      </w:r>
      <w:proofErr w:type="spellEnd"/>
      <w:r w:rsidR="00EA052C">
        <w:rPr>
          <w:i/>
          <w:iCs/>
          <w:szCs w:val="32"/>
        </w:rPr>
        <w:t xml:space="preserve">, </w:t>
      </w:r>
      <w:r w:rsidRPr="00AA04A0">
        <w:t>exista véritablement</w:t>
      </w:r>
      <w:r w:rsidR="00EA052C">
        <w:t xml:space="preserve">. </w:t>
      </w:r>
      <w:r w:rsidRPr="00AA04A0">
        <w:t xml:space="preserve">Le fait de sa construction nous fut assuré par la maison </w:t>
      </w:r>
      <w:proofErr w:type="spellStart"/>
      <w:r w:rsidRPr="00AA04A0">
        <w:t>Downie</w:t>
      </w:r>
      <w:proofErr w:type="spellEnd"/>
      <w:r w:rsidR="00EA052C">
        <w:t xml:space="preserve">, </w:t>
      </w:r>
      <w:r w:rsidRPr="00AA04A0">
        <w:t>Sons &amp; Cie</w:t>
      </w:r>
      <w:r w:rsidR="00EA052C">
        <w:t xml:space="preserve">, </w:t>
      </w:r>
      <w:proofErr w:type="spellStart"/>
      <w:r w:rsidRPr="00AA04A0">
        <w:t>limited</w:t>
      </w:r>
      <w:proofErr w:type="spellEnd"/>
      <w:r w:rsidR="00EA052C">
        <w:t xml:space="preserve">, </w:t>
      </w:r>
      <w:r w:rsidRPr="00AA04A0">
        <w:t>à Boston</w:t>
      </w:r>
      <w:r w:rsidR="00EA052C">
        <w:t xml:space="preserve">, </w:t>
      </w:r>
      <w:r w:rsidRPr="00AA04A0">
        <w:t>qui fournit l</w:t>
      </w:r>
      <w:r w:rsidR="00EA052C">
        <w:t>’</w:t>
      </w:r>
      <w:r w:rsidRPr="00AA04A0">
        <w:t>aluminium et les pièces de fer utilisées dans sa construction</w:t>
      </w:r>
      <w:r w:rsidR="00EA052C">
        <w:t xml:space="preserve">. </w:t>
      </w:r>
      <w:r w:rsidRPr="00AA04A0">
        <w:t>Le moteur électrique</w:t>
      </w:r>
      <w:r w:rsidR="00EA052C">
        <w:t xml:space="preserve">, </w:t>
      </w:r>
      <w:r w:rsidRPr="00AA04A0">
        <w:t xml:space="preserve">et quelques pièces particulièrement délicates de la structure </w:t>
      </w:r>
      <w:r w:rsidRPr="00AA04A0">
        <w:lastRenderedPageBreak/>
        <w:t>mécanique</w:t>
      </w:r>
      <w:r w:rsidR="00EA052C">
        <w:t xml:space="preserve">, </w:t>
      </w:r>
      <w:r w:rsidRPr="00AA04A0">
        <w:t>f</w:t>
      </w:r>
      <w:r w:rsidRPr="00AA04A0">
        <w:t>u</w:t>
      </w:r>
      <w:r w:rsidRPr="00AA04A0">
        <w:t xml:space="preserve">rent expédiés de Philadelphie par la Compagnie </w:t>
      </w:r>
      <w:proofErr w:type="spellStart"/>
      <w:r w:rsidRPr="00AA04A0">
        <w:t>Pensylvanienne</w:t>
      </w:r>
      <w:proofErr w:type="spellEnd"/>
      <w:r w:rsidRPr="00AA04A0">
        <w:t xml:space="preserve"> des Constructions électro-dynamiques</w:t>
      </w:r>
      <w:r w:rsidR="00EA052C">
        <w:t xml:space="preserve">. </w:t>
      </w:r>
      <w:r w:rsidRPr="00AA04A0">
        <w:t>Quant à l</w:t>
      </w:r>
      <w:r w:rsidR="00EA052C">
        <w:t>’</w:t>
      </w:r>
      <w:r w:rsidRPr="00AA04A0">
        <w:t xml:space="preserve">ascension elle-même du </w:t>
      </w:r>
      <w:proofErr w:type="spellStart"/>
      <w:r w:rsidRPr="00AA04A0">
        <w:rPr>
          <w:i/>
          <w:iCs/>
          <w:szCs w:val="32"/>
        </w:rPr>
        <w:t>Météor</w:t>
      </w:r>
      <w:proofErr w:type="spellEnd"/>
      <w:r w:rsidR="00EA052C">
        <w:rPr>
          <w:i/>
          <w:iCs/>
          <w:szCs w:val="32"/>
        </w:rPr>
        <w:t xml:space="preserve">, </w:t>
      </w:r>
      <w:r w:rsidRPr="00AA04A0">
        <w:t>on en pourra aisément retrouver les traces dans les journaux américains</w:t>
      </w:r>
      <w:r w:rsidR="00EA052C">
        <w:t xml:space="preserve">, </w:t>
      </w:r>
      <w:r w:rsidRPr="00AA04A0">
        <w:t>et particuli</w:t>
      </w:r>
      <w:r w:rsidRPr="00AA04A0">
        <w:t>è</w:t>
      </w:r>
      <w:r w:rsidRPr="00AA04A0">
        <w:t xml:space="preserve">rement dans ceux de New-York à la date du </w:t>
      </w:r>
      <w:r w:rsidR="00EA052C" w:rsidRPr="00AA04A0">
        <w:t>8</w:t>
      </w:r>
      <w:r w:rsidR="00EA052C">
        <w:t> </w:t>
      </w:r>
      <w:r w:rsidR="00EA052C" w:rsidRPr="00AA04A0">
        <w:t>juin</w:t>
      </w:r>
      <w:r w:rsidRPr="00AA04A0">
        <w:t xml:space="preserve"> 1905</w:t>
      </w:r>
      <w:r w:rsidR="00EA052C">
        <w:t xml:space="preserve">, </w:t>
      </w:r>
      <w:r w:rsidRPr="00AA04A0">
        <w:t>avec une quantité de détails à la fois techniques et pittoresques</w:t>
      </w:r>
      <w:r w:rsidR="00EA052C">
        <w:t>.</w:t>
      </w:r>
    </w:p>
    <w:p w14:paraId="78B2C0D2" w14:textId="2BAFF3D7" w:rsidR="00EA052C" w:rsidRDefault="00C855EF" w:rsidP="00C855EF">
      <w:r w:rsidRPr="00AA04A0">
        <w:t>La vérité du voyage de l</w:t>
      </w:r>
      <w:r w:rsidR="00EA052C">
        <w:t>’</w:t>
      </w:r>
      <w:r w:rsidRPr="00AA04A0">
        <w:t>aéroplane s</w:t>
      </w:r>
      <w:r w:rsidR="00EA052C">
        <w:t>’</w:t>
      </w:r>
      <w:r w:rsidRPr="00AA04A0">
        <w:t>impose dans ces cond</w:t>
      </w:r>
      <w:r w:rsidRPr="00AA04A0">
        <w:t>i</w:t>
      </w:r>
      <w:r w:rsidRPr="00AA04A0">
        <w:t>tions et nous imaginons volontiers qu</w:t>
      </w:r>
      <w:r w:rsidR="00EA052C">
        <w:t>’</w:t>
      </w:r>
      <w:r w:rsidRPr="00AA04A0">
        <w:t>on n</w:t>
      </w:r>
      <w:r w:rsidR="00EA052C">
        <w:t>’</w:t>
      </w:r>
      <w:r w:rsidRPr="00AA04A0">
        <w:t>y contredira guère</w:t>
      </w:r>
      <w:r w:rsidR="00EA052C">
        <w:t xml:space="preserve">. </w:t>
      </w:r>
      <w:r w:rsidRPr="00AA04A0">
        <w:t>Quant à expliquer quelques-uns des phénomènes vraiment e</w:t>
      </w:r>
      <w:r w:rsidRPr="00AA04A0">
        <w:t>x</w:t>
      </w:r>
      <w:r w:rsidRPr="00AA04A0">
        <w:t>traordinaires de ce voyage</w:t>
      </w:r>
      <w:r w:rsidR="00EA052C">
        <w:t xml:space="preserve">, </w:t>
      </w:r>
      <w:r w:rsidRPr="00AA04A0">
        <w:t>nous ne nous y essayerons pas</w:t>
      </w:r>
      <w:r w:rsidR="00EA052C">
        <w:t xml:space="preserve">. </w:t>
      </w:r>
      <w:r w:rsidRPr="00AA04A0">
        <w:t>Le merveilleux ne s</w:t>
      </w:r>
      <w:r w:rsidR="00EA052C">
        <w:t>’</w:t>
      </w:r>
      <w:r w:rsidRPr="00AA04A0">
        <w:t>explique pas toujours</w:t>
      </w:r>
      <w:r w:rsidR="00EA052C">
        <w:t xml:space="preserve">. </w:t>
      </w:r>
      <w:r w:rsidRPr="00AA04A0">
        <w:t>On l</w:t>
      </w:r>
      <w:r w:rsidR="00EA052C">
        <w:t>’</w:t>
      </w:r>
      <w:r w:rsidRPr="00AA04A0">
        <w:t>admet ou on ne l</w:t>
      </w:r>
      <w:r w:rsidR="00EA052C">
        <w:t>’</w:t>
      </w:r>
      <w:r w:rsidRPr="00AA04A0">
        <w:t>admet pas</w:t>
      </w:r>
      <w:r w:rsidR="00EA052C">
        <w:t xml:space="preserve">. </w:t>
      </w:r>
      <w:r w:rsidRPr="00AA04A0">
        <w:t>C</w:t>
      </w:r>
      <w:r w:rsidR="00EA052C">
        <w:t>’</w:t>
      </w:r>
      <w:r w:rsidRPr="00AA04A0">
        <w:t xml:space="preserve">est là ce que les lecteurs du manuscrit de </w:t>
      </w:r>
      <w:r w:rsidR="00EA052C">
        <w:t>M. </w:t>
      </w:r>
      <w:r w:rsidRPr="00AA04A0">
        <w:t xml:space="preserve">James </w:t>
      </w:r>
      <w:proofErr w:type="spellStart"/>
      <w:r w:rsidRPr="00AA04A0">
        <w:t>Clarckson</w:t>
      </w:r>
      <w:proofErr w:type="spellEnd"/>
      <w:r w:rsidRPr="00AA04A0">
        <w:t xml:space="preserve"> décideront</w:t>
      </w:r>
      <w:r w:rsidR="00EA052C">
        <w:t xml:space="preserve">. </w:t>
      </w:r>
      <w:r w:rsidRPr="00AA04A0">
        <w:t>Notre tâche se borne à publier son manuscrit</w:t>
      </w:r>
      <w:r w:rsidR="00EA052C">
        <w:t xml:space="preserve">, </w:t>
      </w:r>
      <w:r w:rsidRPr="00AA04A0">
        <w:t>persuadé qu</w:t>
      </w:r>
      <w:r w:rsidR="00EA052C">
        <w:t>’</w:t>
      </w:r>
      <w:r w:rsidRPr="00AA04A0">
        <w:t xml:space="preserve">on trouvera à sa lecture </w:t>
      </w:r>
      <w:proofErr w:type="spellStart"/>
      <w:r w:rsidRPr="00AA04A0">
        <w:t>quelqu</w:t>
      </w:r>
      <w:r w:rsidR="00EA052C">
        <w:t>’</w:t>
      </w:r>
      <w:r w:rsidRPr="00AA04A0">
        <w:t>intérêt</w:t>
      </w:r>
      <w:proofErr w:type="spellEnd"/>
      <w:r w:rsidR="00EA052C">
        <w:t xml:space="preserve">, </w:t>
      </w:r>
      <w:r w:rsidRPr="00AA04A0">
        <w:t>et peut-être le frisson d</w:t>
      </w:r>
      <w:r w:rsidR="00EA052C">
        <w:t>’</w:t>
      </w:r>
      <w:r w:rsidRPr="00AA04A0">
        <w:t>angoisse des choses i</w:t>
      </w:r>
      <w:r w:rsidRPr="00AA04A0">
        <w:t>n</w:t>
      </w:r>
      <w:r w:rsidRPr="00AA04A0">
        <w:t>connues enveloppées de la brume flottante du cauchemar</w:t>
      </w:r>
      <w:r w:rsidR="00EA052C">
        <w:t xml:space="preserve"> – </w:t>
      </w:r>
      <w:r w:rsidRPr="00AA04A0">
        <w:t>ou de la folie</w:t>
      </w:r>
      <w:r w:rsidR="00EA052C">
        <w:t>.</w:t>
      </w:r>
    </w:p>
    <w:p w14:paraId="3825377C" w14:textId="0CF39BF5" w:rsidR="00C855EF" w:rsidRPr="00AA04A0" w:rsidRDefault="00C855EF" w:rsidP="00EA052C">
      <w:pPr>
        <w:pStyle w:val="Titre1"/>
      </w:pPr>
      <w:bookmarkStart w:id="2" w:name="_Toc194837602"/>
      <w:r w:rsidRPr="00AA04A0">
        <w:lastRenderedPageBreak/>
        <w:t>I</w:t>
      </w:r>
      <w:r w:rsidRPr="00AA04A0">
        <w:br/>
      </w:r>
      <w:r w:rsidRPr="00AA04A0">
        <w:br/>
        <w:t>DE L</w:t>
      </w:r>
      <w:r w:rsidR="00EA052C">
        <w:t>’</w:t>
      </w:r>
      <w:r w:rsidRPr="00AA04A0">
        <w:t xml:space="preserve">INGÉNIEUSE FAÇON DONT TOBY </w:t>
      </w:r>
      <w:proofErr w:type="spellStart"/>
      <w:r w:rsidRPr="00AA04A0">
        <w:t>KLEAMPTON</w:t>
      </w:r>
      <w:proofErr w:type="spellEnd"/>
      <w:r w:rsidRPr="00AA04A0">
        <w:t xml:space="preserve"> TRANSPORTA VINGT-HUIT MILLIONS DE </w:t>
      </w:r>
      <w:proofErr w:type="spellStart"/>
      <w:r w:rsidRPr="00AA04A0">
        <w:t>TOWNHOUSE</w:t>
      </w:r>
      <w:proofErr w:type="spellEnd"/>
      <w:r w:rsidRPr="00AA04A0">
        <w:t xml:space="preserve"> À BALTIMORE</w:t>
      </w:r>
      <w:bookmarkEnd w:id="2"/>
    </w:p>
    <w:p w14:paraId="2E1FF499" w14:textId="77777777" w:rsidR="00EA052C" w:rsidRDefault="00C855EF" w:rsidP="00C855EF">
      <w:r w:rsidRPr="00AA04A0">
        <w:t>Je l</w:t>
      </w:r>
      <w:r w:rsidR="00EA052C">
        <w:t>’</w:t>
      </w:r>
      <w:r w:rsidRPr="00AA04A0">
        <w:t>ai toujours dit</w:t>
      </w:r>
      <w:r w:rsidR="00EA052C">
        <w:t xml:space="preserve"> : </w:t>
      </w:r>
      <w:r w:rsidRPr="00AA04A0">
        <w:t xml:space="preserve">Toby </w:t>
      </w:r>
      <w:proofErr w:type="spellStart"/>
      <w:r w:rsidRPr="00AA04A0">
        <w:t>Kleampton</w:t>
      </w:r>
      <w:proofErr w:type="spellEnd"/>
      <w:r w:rsidRPr="00AA04A0">
        <w:t xml:space="preserve"> était fou</w:t>
      </w:r>
      <w:r w:rsidR="00EA052C">
        <w:t xml:space="preserve">. </w:t>
      </w:r>
      <w:r w:rsidRPr="00AA04A0">
        <w:t>Il faut s</w:t>
      </w:r>
      <w:r w:rsidR="00EA052C">
        <w:t>’</w:t>
      </w:r>
      <w:r w:rsidRPr="00AA04A0">
        <w:t>entendre là-dessus</w:t>
      </w:r>
      <w:r w:rsidR="00EA052C">
        <w:t xml:space="preserve">. </w:t>
      </w:r>
      <w:r w:rsidRPr="00AA04A0">
        <w:t xml:space="preserve">Quand je dis que Toby </w:t>
      </w:r>
      <w:proofErr w:type="spellStart"/>
      <w:r w:rsidRPr="00AA04A0">
        <w:t>Kleampton</w:t>
      </w:r>
      <w:proofErr w:type="spellEnd"/>
      <w:r w:rsidRPr="00AA04A0">
        <w:t xml:space="preserve"> était fou</w:t>
      </w:r>
      <w:r w:rsidR="00EA052C">
        <w:t xml:space="preserve">, </w:t>
      </w:r>
      <w:r w:rsidRPr="00AA04A0">
        <w:t>je ne veux point déclarer qu</w:t>
      </w:r>
      <w:r w:rsidR="00EA052C">
        <w:t>’</w:t>
      </w:r>
      <w:r w:rsidRPr="00AA04A0">
        <w:t>il aurait dû être enfermé dans une maison où on soigne les affections cérébrales</w:t>
      </w:r>
      <w:r w:rsidR="00EA052C">
        <w:t xml:space="preserve">. </w:t>
      </w:r>
      <w:r w:rsidRPr="00AA04A0">
        <w:t>Non</w:t>
      </w:r>
      <w:r w:rsidR="00EA052C">
        <w:t>.</w:t>
      </w:r>
    </w:p>
    <w:p w14:paraId="1FAA6DE0" w14:textId="77777777" w:rsidR="00EA052C" w:rsidRDefault="00C855EF" w:rsidP="00C855EF">
      <w:proofErr w:type="spellStart"/>
      <w:r w:rsidRPr="00AA04A0">
        <w:t>Quand</w:t>
      </w:r>
      <w:proofErr w:type="spellEnd"/>
      <w:r w:rsidRPr="00AA04A0">
        <w:t xml:space="preserve"> à l</w:t>
      </w:r>
      <w:r w:rsidR="00EA052C">
        <w:t>’</w:t>
      </w:r>
      <w:r w:rsidRPr="00AA04A0">
        <w:t>âge de quarante-deux ans</w:t>
      </w:r>
      <w:r w:rsidR="00EA052C">
        <w:t xml:space="preserve">, </w:t>
      </w:r>
      <w:r w:rsidRPr="00AA04A0">
        <w:t>avec l</w:t>
      </w:r>
      <w:r w:rsidR="00EA052C">
        <w:t>’</w:t>
      </w:r>
      <w:r w:rsidRPr="00AA04A0">
        <w:t>intelligence</w:t>
      </w:r>
      <w:r w:rsidR="00EA052C">
        <w:t xml:space="preserve">, </w:t>
      </w:r>
      <w:r w:rsidRPr="00AA04A0">
        <w:t>le savoir-faire et l</w:t>
      </w:r>
      <w:r w:rsidR="00EA052C">
        <w:t>’</w:t>
      </w:r>
      <w:r w:rsidRPr="00AA04A0">
        <w:t xml:space="preserve">énergie de </w:t>
      </w:r>
      <w:proofErr w:type="spellStart"/>
      <w:r w:rsidRPr="00AA04A0">
        <w:t>Kleampton</w:t>
      </w:r>
      <w:proofErr w:type="spellEnd"/>
      <w:r w:rsidR="00EA052C">
        <w:t xml:space="preserve">, </w:t>
      </w:r>
      <w:r w:rsidRPr="00AA04A0">
        <w:t>on ne se trouve pas à la tête d</w:t>
      </w:r>
      <w:r w:rsidR="00EA052C">
        <w:t>’</w:t>
      </w:r>
      <w:r w:rsidRPr="00AA04A0">
        <w:t>un trust ou d</w:t>
      </w:r>
      <w:r w:rsidR="00EA052C">
        <w:t>’</w:t>
      </w:r>
      <w:r w:rsidRPr="00AA04A0">
        <w:t>un million de dollars</w:t>
      </w:r>
      <w:r w:rsidR="00EA052C">
        <w:t xml:space="preserve">, </w:t>
      </w:r>
      <w:r w:rsidRPr="00AA04A0">
        <w:t>c</w:t>
      </w:r>
      <w:r w:rsidR="00EA052C">
        <w:t>’</w:t>
      </w:r>
      <w:r w:rsidRPr="00AA04A0">
        <w:t>est qu</w:t>
      </w:r>
      <w:r w:rsidR="00EA052C">
        <w:t>’</w:t>
      </w:r>
      <w:r w:rsidRPr="00AA04A0">
        <w:t>on est fou</w:t>
      </w:r>
      <w:r w:rsidR="00EA052C">
        <w:t>.</w:t>
      </w:r>
    </w:p>
    <w:p w14:paraId="5EC0DECF" w14:textId="77777777" w:rsidR="00EA052C" w:rsidRDefault="00C855EF" w:rsidP="00C855EF">
      <w:r w:rsidRPr="00AA04A0">
        <w:t xml:space="preserve">Voilà pourquoi Toby </w:t>
      </w:r>
      <w:proofErr w:type="spellStart"/>
      <w:r w:rsidRPr="00AA04A0">
        <w:t>Kleampton</w:t>
      </w:r>
      <w:proofErr w:type="spellEnd"/>
      <w:r w:rsidRPr="00AA04A0">
        <w:t xml:space="preserve"> était ce que j</w:t>
      </w:r>
      <w:r w:rsidR="00EA052C">
        <w:t>’</w:t>
      </w:r>
      <w:r w:rsidRPr="00AA04A0">
        <w:t>ai dit</w:t>
      </w:r>
      <w:r w:rsidR="00EA052C">
        <w:t xml:space="preserve">. </w:t>
      </w:r>
      <w:r w:rsidRPr="00AA04A0">
        <w:t>C</w:t>
      </w:r>
      <w:r w:rsidR="00EA052C">
        <w:t>’</w:t>
      </w:r>
      <w:r w:rsidRPr="00AA04A0">
        <w:t>était véritablement un singulier garçon</w:t>
      </w:r>
      <w:r w:rsidR="00EA052C">
        <w:t>.</w:t>
      </w:r>
    </w:p>
    <w:p w14:paraId="6B917E17" w14:textId="77777777" w:rsidR="00EA052C" w:rsidRDefault="00C855EF" w:rsidP="00C855EF">
      <w:r w:rsidRPr="00AA04A0">
        <w:t>C</w:t>
      </w:r>
      <w:r w:rsidR="00EA052C">
        <w:t>’</w:t>
      </w:r>
      <w:r w:rsidRPr="00AA04A0">
        <w:t>est en 1877 que je le vis pour la première fois</w:t>
      </w:r>
      <w:r w:rsidR="00EA052C">
        <w:t xml:space="preserve">, </w:t>
      </w:r>
      <w:r w:rsidRPr="00AA04A0">
        <w:t>dans des circonstances suffisamment dramatiques pour que le souvenir m</w:t>
      </w:r>
      <w:r w:rsidR="00EA052C">
        <w:t>’</w:t>
      </w:r>
      <w:r w:rsidRPr="00AA04A0">
        <w:t>en soit resté</w:t>
      </w:r>
      <w:r w:rsidR="00EA052C">
        <w:t xml:space="preserve">, </w:t>
      </w:r>
      <w:r w:rsidRPr="00AA04A0">
        <w:t>vivace et profond</w:t>
      </w:r>
      <w:r w:rsidR="00EA052C">
        <w:t xml:space="preserve">, </w:t>
      </w:r>
      <w:r w:rsidRPr="00AA04A0">
        <w:t>à la mémoire</w:t>
      </w:r>
      <w:r w:rsidR="00EA052C">
        <w:t xml:space="preserve">. </w:t>
      </w:r>
      <w:r w:rsidRPr="00AA04A0">
        <w:t>J</w:t>
      </w:r>
      <w:r w:rsidR="00EA052C">
        <w:t>’</w:t>
      </w:r>
      <w:r w:rsidRPr="00AA04A0">
        <w:t>avais</w:t>
      </w:r>
      <w:r w:rsidR="00EA052C">
        <w:t xml:space="preserve">, </w:t>
      </w:r>
      <w:r w:rsidRPr="00AA04A0">
        <w:t>dans l</w:t>
      </w:r>
      <w:r w:rsidR="00EA052C">
        <w:t>’</w:t>
      </w:r>
      <w:r w:rsidRPr="00AA04A0">
        <w:t>Arkansas</w:t>
      </w:r>
      <w:r w:rsidR="00EA052C">
        <w:t xml:space="preserve">, </w:t>
      </w:r>
      <w:r w:rsidRPr="00AA04A0">
        <w:t>passé deux années à détourner des cours d</w:t>
      </w:r>
      <w:r w:rsidR="00EA052C">
        <w:t>’</w:t>
      </w:r>
      <w:r w:rsidRPr="00AA04A0">
        <w:t>eau</w:t>
      </w:r>
      <w:r w:rsidR="00EA052C">
        <w:t xml:space="preserve">, </w:t>
      </w:r>
      <w:r w:rsidRPr="00AA04A0">
        <w:t>à éventrer leur lit de sable fin et à filtrer leurs boues</w:t>
      </w:r>
      <w:r w:rsidR="00EA052C">
        <w:t xml:space="preserve">, </w:t>
      </w:r>
      <w:r w:rsidRPr="00AA04A0">
        <w:t>afin d</w:t>
      </w:r>
      <w:r w:rsidR="00EA052C">
        <w:t>’</w:t>
      </w:r>
      <w:r w:rsidRPr="00AA04A0">
        <w:t>y r</w:t>
      </w:r>
      <w:r w:rsidRPr="00AA04A0">
        <w:t>e</w:t>
      </w:r>
      <w:r w:rsidRPr="00AA04A0">
        <w:t>cueillir les pépites d</w:t>
      </w:r>
      <w:r w:rsidR="00EA052C">
        <w:t>’</w:t>
      </w:r>
      <w:r w:rsidRPr="00AA04A0">
        <w:t>or qui furent le commencement de ma fo</w:t>
      </w:r>
      <w:r w:rsidRPr="00AA04A0">
        <w:t>r</w:t>
      </w:r>
      <w:r w:rsidRPr="00AA04A0">
        <w:t>tune</w:t>
      </w:r>
      <w:r w:rsidR="00EA052C">
        <w:t xml:space="preserve">. </w:t>
      </w:r>
      <w:r w:rsidRPr="00AA04A0">
        <w:t>À ce travail j</w:t>
      </w:r>
      <w:r w:rsidR="00EA052C">
        <w:t>’</w:t>
      </w:r>
      <w:r w:rsidRPr="00AA04A0">
        <w:t>avais gagné</w:t>
      </w:r>
      <w:r w:rsidR="00EA052C">
        <w:t xml:space="preserve">, </w:t>
      </w:r>
      <w:r w:rsidRPr="00AA04A0">
        <w:t xml:space="preserve">en moins de </w:t>
      </w:r>
      <w:proofErr w:type="spellStart"/>
      <w:r w:rsidRPr="00AA04A0">
        <w:t>vingt quatre</w:t>
      </w:r>
      <w:proofErr w:type="spellEnd"/>
      <w:r w:rsidRPr="00AA04A0">
        <w:t xml:space="preserve"> mois</w:t>
      </w:r>
      <w:r w:rsidR="00EA052C">
        <w:t xml:space="preserve">, </w:t>
      </w:r>
      <w:r w:rsidRPr="00AA04A0">
        <w:t>quelques milliers de dollars que</w:t>
      </w:r>
      <w:r w:rsidR="00EA052C">
        <w:t xml:space="preserve">, </w:t>
      </w:r>
      <w:r w:rsidRPr="00AA04A0">
        <w:t>soigneusement serrés sur ma poitrine</w:t>
      </w:r>
      <w:r w:rsidR="00EA052C">
        <w:t xml:space="preserve">, </w:t>
      </w:r>
      <w:r w:rsidRPr="00AA04A0">
        <w:t xml:space="preserve">je rapportais convertis en une lettre de change </w:t>
      </w:r>
      <w:proofErr w:type="gramStart"/>
      <w:r w:rsidRPr="00AA04A0">
        <w:t>sur</w:t>
      </w:r>
      <w:proofErr w:type="gramEnd"/>
      <w:r w:rsidRPr="00AA04A0">
        <w:t xml:space="preserve"> Ba</w:t>
      </w:r>
      <w:r w:rsidRPr="00AA04A0">
        <w:t>l</w:t>
      </w:r>
      <w:r w:rsidRPr="00AA04A0">
        <w:t>timore</w:t>
      </w:r>
      <w:r w:rsidR="00EA052C">
        <w:t>.</w:t>
      </w:r>
    </w:p>
    <w:p w14:paraId="41C55DA5" w14:textId="77777777" w:rsidR="00EA052C" w:rsidRDefault="00C855EF" w:rsidP="00C855EF">
      <w:r w:rsidRPr="00AA04A0">
        <w:lastRenderedPageBreak/>
        <w:t>Donc</w:t>
      </w:r>
      <w:r w:rsidR="00EA052C">
        <w:t xml:space="preserve">, </w:t>
      </w:r>
      <w:r w:rsidRPr="00AA04A0">
        <w:t>un matin de février de cette année 1877</w:t>
      </w:r>
      <w:r w:rsidR="00EA052C">
        <w:t xml:space="preserve">, </w:t>
      </w:r>
      <w:r w:rsidRPr="00AA04A0">
        <w:t>après huit heures de cheval pour gagner la station de chemin de fer la plus proche</w:t>
      </w:r>
      <w:r w:rsidR="00EA052C">
        <w:t xml:space="preserve">, </w:t>
      </w:r>
      <w:r w:rsidRPr="00AA04A0">
        <w:t>j</w:t>
      </w:r>
      <w:r w:rsidR="00EA052C">
        <w:t>’</w:t>
      </w:r>
      <w:r w:rsidRPr="00AA04A0">
        <w:t xml:space="preserve">attendais à </w:t>
      </w:r>
      <w:proofErr w:type="spellStart"/>
      <w:r w:rsidRPr="00AA04A0">
        <w:t>Korawtra</w:t>
      </w:r>
      <w:proofErr w:type="spellEnd"/>
      <w:r w:rsidRPr="00AA04A0">
        <w:t xml:space="preserve"> le train qui allait me mener dans le Maryland</w:t>
      </w:r>
      <w:r w:rsidR="00EA052C">
        <w:t xml:space="preserve">. </w:t>
      </w:r>
      <w:r w:rsidRPr="00AA04A0">
        <w:t>C</w:t>
      </w:r>
      <w:r w:rsidR="00EA052C">
        <w:t>’</w:t>
      </w:r>
      <w:r w:rsidRPr="00AA04A0">
        <w:t>était une bizarre petite gare à la lisière d</w:t>
      </w:r>
      <w:r w:rsidR="00EA052C">
        <w:t>’</w:t>
      </w:r>
      <w:r w:rsidRPr="00AA04A0">
        <w:t>une f</w:t>
      </w:r>
      <w:r w:rsidRPr="00AA04A0">
        <w:t>o</w:t>
      </w:r>
      <w:r w:rsidRPr="00AA04A0">
        <w:t>rêt énorme</w:t>
      </w:r>
      <w:r w:rsidR="00EA052C">
        <w:t xml:space="preserve">, </w:t>
      </w:r>
      <w:r w:rsidRPr="00AA04A0">
        <w:t>vierge encore</w:t>
      </w:r>
      <w:r w:rsidR="00EA052C">
        <w:t xml:space="preserve">, </w:t>
      </w:r>
      <w:r w:rsidRPr="00AA04A0">
        <w:t>défendue par les hauts troncs lisses des hêtres rouges qui la gardaient comme des sentinelles</w:t>
      </w:r>
      <w:r w:rsidR="00EA052C">
        <w:t xml:space="preserve">, </w:t>
      </w:r>
      <w:r w:rsidRPr="00AA04A0">
        <w:t>ch</w:t>
      </w:r>
      <w:r w:rsidRPr="00AA04A0">
        <w:t>e</w:t>
      </w:r>
      <w:r w:rsidRPr="00AA04A0">
        <w:t>velue de toutes les lianes montées à l</w:t>
      </w:r>
      <w:r w:rsidR="00EA052C">
        <w:t>’</w:t>
      </w:r>
      <w:r w:rsidRPr="00AA04A0">
        <w:t>assaut des branches</w:t>
      </w:r>
      <w:r w:rsidR="00EA052C">
        <w:t xml:space="preserve">, </w:t>
      </w:r>
      <w:r w:rsidRPr="00AA04A0">
        <w:t>d</w:t>
      </w:r>
      <w:r w:rsidRPr="00AA04A0">
        <w:t>é</w:t>
      </w:r>
      <w:r w:rsidRPr="00AA04A0">
        <w:t>gringolant en grappes</w:t>
      </w:r>
      <w:r w:rsidR="00EA052C">
        <w:t xml:space="preserve">, </w:t>
      </w:r>
      <w:r w:rsidRPr="00AA04A0">
        <w:t>en guirlandes parmi les feuillages</w:t>
      </w:r>
      <w:r w:rsidR="00EA052C">
        <w:t xml:space="preserve">. </w:t>
      </w:r>
      <w:r w:rsidRPr="00AA04A0">
        <w:t>Le chef de gare était un curieux gaillard</w:t>
      </w:r>
      <w:r w:rsidR="00EA052C">
        <w:t xml:space="preserve">. </w:t>
      </w:r>
      <w:r w:rsidRPr="00AA04A0">
        <w:t>Sur l</w:t>
      </w:r>
      <w:r w:rsidR="00EA052C">
        <w:t>’</w:t>
      </w:r>
      <w:r w:rsidRPr="00AA04A0">
        <w:t>espèce de trottoir en troncs d</w:t>
      </w:r>
      <w:r w:rsidR="00EA052C">
        <w:t>’</w:t>
      </w:r>
      <w:r w:rsidRPr="00AA04A0">
        <w:t>arbres mal équarris qui formait le quai</w:t>
      </w:r>
      <w:r w:rsidR="00EA052C">
        <w:t xml:space="preserve">, </w:t>
      </w:r>
      <w:r w:rsidRPr="00AA04A0">
        <w:t>il se promenait en bottes de buffle</w:t>
      </w:r>
      <w:r w:rsidR="00EA052C">
        <w:t xml:space="preserve">, </w:t>
      </w:r>
      <w:r w:rsidRPr="00AA04A0">
        <w:t>la carabine en sautoir</w:t>
      </w:r>
      <w:r w:rsidR="00EA052C">
        <w:t xml:space="preserve">, </w:t>
      </w:r>
      <w:r w:rsidRPr="00AA04A0">
        <w:t>le revolver passé dans sa ceinture de cuir</w:t>
      </w:r>
      <w:r w:rsidR="00EA052C">
        <w:t>.</w:t>
      </w:r>
    </w:p>
    <w:p w14:paraId="48E60EF5" w14:textId="77777777" w:rsidR="00EA052C" w:rsidRDefault="00EA052C" w:rsidP="00C855EF">
      <w:r>
        <w:t>— </w:t>
      </w:r>
      <w:r w:rsidR="00C855EF" w:rsidRPr="00AA04A0">
        <w:t>C</w:t>
      </w:r>
      <w:r>
        <w:t>’</w:t>
      </w:r>
      <w:r w:rsidR="00C855EF" w:rsidRPr="00AA04A0">
        <w:t>est un ancien cow-boy</w:t>
      </w:r>
      <w:r>
        <w:t xml:space="preserve">, </w:t>
      </w:r>
      <w:r w:rsidR="00C855EF" w:rsidRPr="00AA04A0">
        <w:t>pensai-je</w:t>
      </w:r>
      <w:r>
        <w:t>.</w:t>
      </w:r>
    </w:p>
    <w:p w14:paraId="5DBF2710" w14:textId="77777777" w:rsidR="00EA052C" w:rsidRDefault="00C855EF" w:rsidP="00C855EF">
      <w:r w:rsidRPr="00AA04A0">
        <w:t>Il fumait un gros et long cigare de tabac frais</w:t>
      </w:r>
      <w:r w:rsidR="00EA052C">
        <w:t xml:space="preserve">. </w:t>
      </w:r>
      <w:r w:rsidRPr="00AA04A0">
        <w:t>Ceci me do</w:t>
      </w:r>
      <w:r w:rsidRPr="00AA04A0">
        <w:t>n</w:t>
      </w:r>
      <w:r w:rsidRPr="00AA04A0">
        <w:t>na l</w:t>
      </w:r>
      <w:r w:rsidR="00EA052C">
        <w:t>’</w:t>
      </w:r>
      <w:r w:rsidRPr="00AA04A0">
        <w:t>idée de l</w:t>
      </w:r>
      <w:r w:rsidR="00EA052C">
        <w:t>’</w:t>
      </w:r>
      <w:r w:rsidRPr="00AA04A0">
        <w:t>aborder</w:t>
      </w:r>
      <w:r w:rsidR="00EA052C">
        <w:t xml:space="preserve">. </w:t>
      </w:r>
      <w:r w:rsidRPr="00AA04A0">
        <w:t>J</w:t>
      </w:r>
      <w:r w:rsidR="00EA052C">
        <w:t>’</w:t>
      </w:r>
      <w:r w:rsidRPr="00AA04A0">
        <w:t>avais plus d</w:t>
      </w:r>
      <w:r w:rsidR="00EA052C">
        <w:t>’</w:t>
      </w:r>
      <w:r w:rsidRPr="00AA04A0">
        <w:t>une heure encore à attendre le train</w:t>
      </w:r>
      <w:r w:rsidR="00EA052C">
        <w:t xml:space="preserve">. </w:t>
      </w:r>
      <w:r w:rsidRPr="00AA04A0">
        <w:t>Les idées font du chemin chez moi et en Amérique nous sommes prompts aux décisions</w:t>
      </w:r>
      <w:r w:rsidR="00EA052C">
        <w:t>.</w:t>
      </w:r>
    </w:p>
    <w:p w14:paraId="09379FD5" w14:textId="77777777" w:rsidR="00EA052C" w:rsidRDefault="00EA052C" w:rsidP="00C855EF">
      <w:r>
        <w:t>— </w:t>
      </w:r>
      <w:r w:rsidR="00C855EF" w:rsidRPr="00AA04A0">
        <w:t>Gentleman</w:t>
      </w:r>
      <w:r>
        <w:t xml:space="preserve">, </w:t>
      </w:r>
      <w:r w:rsidR="00C855EF" w:rsidRPr="00AA04A0">
        <w:t>lui dis-je en l</w:t>
      </w:r>
      <w:r>
        <w:t>’</w:t>
      </w:r>
      <w:r w:rsidR="00C855EF" w:rsidRPr="00AA04A0">
        <w:t>abordant</w:t>
      </w:r>
      <w:r>
        <w:t xml:space="preserve">, </w:t>
      </w:r>
      <w:r w:rsidR="00C855EF" w:rsidRPr="00AA04A0">
        <w:t>peut-on contre une pipe de tabac de Virginie</w:t>
      </w:r>
      <w:r>
        <w:t xml:space="preserve">, </w:t>
      </w:r>
      <w:r w:rsidR="00C855EF" w:rsidRPr="00AA04A0">
        <w:t>vous demander un de ces cigares qui me semblent frais à point</w:t>
      </w:r>
      <w:r>
        <w:t> ?</w:t>
      </w:r>
    </w:p>
    <w:p w14:paraId="07B5026F" w14:textId="77777777" w:rsidR="00EA052C" w:rsidRDefault="00EA052C" w:rsidP="00C855EF">
      <w:r>
        <w:t>— </w:t>
      </w:r>
      <w:r w:rsidR="00C855EF" w:rsidRPr="00AA04A0">
        <w:t>En vérité</w:t>
      </w:r>
      <w:r>
        <w:t xml:space="preserve">, </w:t>
      </w:r>
      <w:r w:rsidR="00C855EF" w:rsidRPr="00AA04A0">
        <w:t>gentleman</w:t>
      </w:r>
      <w:r>
        <w:t xml:space="preserve">, </w:t>
      </w:r>
      <w:r w:rsidR="00C855EF" w:rsidRPr="00AA04A0">
        <w:t>me répondit-il</w:t>
      </w:r>
      <w:r>
        <w:t xml:space="preserve">, </w:t>
      </w:r>
      <w:r w:rsidR="00C855EF" w:rsidRPr="00AA04A0">
        <w:t>cela se peut</w:t>
      </w:r>
      <w:r>
        <w:t xml:space="preserve">. </w:t>
      </w:r>
      <w:r w:rsidR="00C855EF" w:rsidRPr="00AA04A0">
        <w:t>Voici donc le cigare</w:t>
      </w:r>
      <w:r>
        <w:t>.</w:t>
      </w:r>
    </w:p>
    <w:p w14:paraId="7BF8E96D" w14:textId="77777777" w:rsidR="00EA052C" w:rsidRDefault="00C855EF" w:rsidP="00C855EF">
      <w:r w:rsidRPr="00AA04A0">
        <w:t>D</w:t>
      </w:r>
      <w:r w:rsidR="00EA052C">
        <w:t>’</w:t>
      </w:r>
      <w:r w:rsidRPr="00AA04A0">
        <w:t>un grossier étui de paille tressée</w:t>
      </w:r>
      <w:r w:rsidR="00EA052C">
        <w:t xml:space="preserve">, </w:t>
      </w:r>
      <w:r w:rsidRPr="00AA04A0">
        <w:t>il tira un cigare et me le tendit</w:t>
      </w:r>
      <w:r w:rsidR="00EA052C">
        <w:t>.</w:t>
      </w:r>
    </w:p>
    <w:p w14:paraId="4201EF7E" w14:textId="77777777" w:rsidR="00EA052C" w:rsidRDefault="00C855EF" w:rsidP="00C855EF">
      <w:r w:rsidRPr="00AA04A0">
        <w:t>Nous opérâmes l</w:t>
      </w:r>
      <w:r w:rsidR="00EA052C">
        <w:t>’</w:t>
      </w:r>
      <w:r w:rsidRPr="00AA04A0">
        <w:t>échange et à l</w:t>
      </w:r>
      <w:r w:rsidR="00EA052C">
        <w:t>’</w:t>
      </w:r>
      <w:r w:rsidRPr="00AA04A0">
        <w:t>étincelle électrique d</w:t>
      </w:r>
      <w:r w:rsidR="00EA052C">
        <w:t>’</w:t>
      </w:r>
      <w:r w:rsidRPr="00AA04A0">
        <w:t>une petite pile de poche je pris du feu</w:t>
      </w:r>
      <w:r w:rsidR="00EA052C">
        <w:t>.</w:t>
      </w:r>
    </w:p>
    <w:p w14:paraId="3BC42176" w14:textId="77777777" w:rsidR="00EA052C" w:rsidRDefault="00C855EF" w:rsidP="00C855EF">
      <w:r w:rsidRPr="00AA04A0">
        <w:t>Côte à côte nous arpentâmes le quai de bois</w:t>
      </w:r>
      <w:r w:rsidR="00EA052C">
        <w:t>.</w:t>
      </w:r>
    </w:p>
    <w:p w14:paraId="53493F44" w14:textId="77777777" w:rsidR="00EA052C" w:rsidRDefault="00C855EF" w:rsidP="00C855EF">
      <w:r w:rsidRPr="00AA04A0">
        <w:t>J</w:t>
      </w:r>
      <w:r w:rsidR="00EA052C">
        <w:t>’</w:t>
      </w:r>
      <w:r w:rsidRPr="00AA04A0">
        <w:t>engageai délibérément la conversation</w:t>
      </w:r>
      <w:r w:rsidR="00EA052C">
        <w:t xml:space="preserve">. </w:t>
      </w:r>
      <w:r w:rsidRPr="00AA04A0">
        <w:t>Le retour me me</w:t>
      </w:r>
      <w:r w:rsidRPr="00AA04A0">
        <w:t>t</w:t>
      </w:r>
      <w:r w:rsidRPr="00AA04A0">
        <w:t>tait la joie au cœur</w:t>
      </w:r>
      <w:r w:rsidR="00EA052C">
        <w:t>.</w:t>
      </w:r>
    </w:p>
    <w:p w14:paraId="56B142CA" w14:textId="77777777" w:rsidR="00EA052C" w:rsidRDefault="00EA052C" w:rsidP="00C855EF">
      <w:r>
        <w:lastRenderedPageBreak/>
        <w:t>— </w:t>
      </w:r>
      <w:r w:rsidR="00C855EF" w:rsidRPr="00AA04A0">
        <w:t>Gentleman</w:t>
      </w:r>
      <w:r>
        <w:t xml:space="preserve">, </w:t>
      </w:r>
      <w:r w:rsidR="00C855EF" w:rsidRPr="00AA04A0">
        <w:t>vous êtes armé</w:t>
      </w:r>
      <w:r>
        <w:t xml:space="preserve">, </w:t>
      </w:r>
      <w:r w:rsidR="00C855EF" w:rsidRPr="00AA04A0">
        <w:t>je vois</w:t>
      </w:r>
      <w:r>
        <w:t>.</w:t>
      </w:r>
    </w:p>
    <w:p w14:paraId="0D3AB1A4" w14:textId="77777777" w:rsidR="00EA052C" w:rsidRDefault="00EA052C" w:rsidP="00C855EF">
      <w:r>
        <w:t>— </w:t>
      </w:r>
      <w:r w:rsidR="00C855EF" w:rsidRPr="00AA04A0">
        <w:t>Véritablement</w:t>
      </w:r>
      <w:r>
        <w:t xml:space="preserve">, </w:t>
      </w:r>
      <w:r w:rsidR="00C855EF" w:rsidRPr="00AA04A0">
        <w:t>oui</w:t>
      </w:r>
      <w:r>
        <w:t xml:space="preserve">, </w:t>
      </w:r>
      <w:r w:rsidR="00C855EF" w:rsidRPr="00AA04A0">
        <w:t>gentleman</w:t>
      </w:r>
      <w:r>
        <w:t xml:space="preserve">. </w:t>
      </w:r>
      <w:r w:rsidR="00C855EF" w:rsidRPr="00AA04A0">
        <w:t>Garder une gare en pays perdu n</w:t>
      </w:r>
      <w:r>
        <w:t>’</w:t>
      </w:r>
      <w:r w:rsidR="00C855EF" w:rsidRPr="00AA04A0">
        <w:t>est pas chose facile</w:t>
      </w:r>
      <w:r>
        <w:t xml:space="preserve">, </w:t>
      </w:r>
      <w:r w:rsidR="00C855EF" w:rsidRPr="00AA04A0">
        <w:t>voyez-vous</w:t>
      </w:r>
      <w:r>
        <w:t xml:space="preserve">. </w:t>
      </w:r>
      <w:r w:rsidR="00C855EF" w:rsidRPr="00AA04A0">
        <w:t>Il y a les Indiens que tentent mon eau-de-vie et l</w:t>
      </w:r>
      <w:r>
        <w:t>’</w:t>
      </w:r>
      <w:r w:rsidR="00C855EF" w:rsidRPr="00AA04A0">
        <w:t>essence des bidons</w:t>
      </w:r>
      <w:r>
        <w:t xml:space="preserve">. </w:t>
      </w:r>
      <w:r w:rsidR="00C855EF" w:rsidRPr="00AA04A0">
        <w:t>Il y a aussi les trappeurs qui convoitent la caisse</w:t>
      </w:r>
      <w:r>
        <w:t xml:space="preserve">. </w:t>
      </w:r>
      <w:r w:rsidR="00C855EF" w:rsidRPr="00AA04A0">
        <w:t>Alors</w:t>
      </w:r>
      <w:r>
        <w:t>…</w:t>
      </w:r>
    </w:p>
    <w:p w14:paraId="4810A14F" w14:textId="77777777" w:rsidR="00EA052C" w:rsidRDefault="00C855EF" w:rsidP="00C855EF">
      <w:r w:rsidRPr="00AA04A0">
        <w:t>Et de la paume il caressa le chien du fusil</w:t>
      </w:r>
      <w:r w:rsidR="00EA052C">
        <w:t>.</w:t>
      </w:r>
    </w:p>
    <w:p w14:paraId="1716A4F7" w14:textId="77777777" w:rsidR="00EA052C" w:rsidRDefault="00EA052C" w:rsidP="00C855EF">
      <w:r>
        <w:t>— </w:t>
      </w:r>
      <w:r w:rsidR="00C855EF" w:rsidRPr="00AA04A0">
        <w:t>Je comprends</w:t>
      </w:r>
      <w:r>
        <w:t xml:space="preserve">, </w:t>
      </w:r>
      <w:r w:rsidR="00C855EF" w:rsidRPr="00AA04A0">
        <w:t>dis-je</w:t>
      </w:r>
      <w:r>
        <w:t xml:space="preserve">. </w:t>
      </w:r>
      <w:r w:rsidR="00C855EF" w:rsidRPr="00AA04A0">
        <w:t>J</w:t>
      </w:r>
      <w:r>
        <w:t>’</w:t>
      </w:r>
      <w:r w:rsidR="00C855EF" w:rsidRPr="00AA04A0">
        <w:t>ai vécu ainsi deux ans</w:t>
      </w:r>
      <w:r>
        <w:t xml:space="preserve">, </w:t>
      </w:r>
      <w:r w:rsidR="00C855EF" w:rsidRPr="00AA04A0">
        <w:t>le revolver au poing</w:t>
      </w:r>
      <w:r>
        <w:t xml:space="preserve">, </w:t>
      </w:r>
      <w:r w:rsidR="00C855EF" w:rsidRPr="00AA04A0">
        <w:t>à côté de mes pépites d</w:t>
      </w:r>
      <w:r>
        <w:t>’</w:t>
      </w:r>
      <w:r w:rsidR="00C855EF" w:rsidRPr="00AA04A0">
        <w:t>or</w:t>
      </w:r>
      <w:r>
        <w:t xml:space="preserve">. </w:t>
      </w:r>
      <w:r w:rsidR="00C855EF" w:rsidRPr="00AA04A0">
        <w:t>J</w:t>
      </w:r>
      <w:r>
        <w:t>’</w:t>
      </w:r>
      <w:r w:rsidR="00C855EF" w:rsidRPr="00AA04A0">
        <w:t>avais des compagnons décidés</w:t>
      </w:r>
      <w:r>
        <w:t xml:space="preserve">, </w:t>
      </w:r>
      <w:r w:rsidR="00C855EF" w:rsidRPr="00AA04A0">
        <w:t>de hardis garçons acharnés à faire fortune</w:t>
      </w:r>
      <w:r>
        <w:t>…</w:t>
      </w:r>
    </w:p>
    <w:p w14:paraId="11A77C3D" w14:textId="77777777" w:rsidR="00EA052C" w:rsidRDefault="00EA052C" w:rsidP="00C855EF">
      <w:r>
        <w:t>— </w:t>
      </w:r>
      <w:r w:rsidR="00C855EF" w:rsidRPr="00AA04A0">
        <w:t>Même à vos dépens</w:t>
      </w:r>
      <w:r>
        <w:t xml:space="preserve">, </w:t>
      </w:r>
      <w:r w:rsidR="00C855EF" w:rsidRPr="00AA04A0">
        <w:t>n</w:t>
      </w:r>
      <w:r>
        <w:t>’</w:t>
      </w:r>
      <w:r w:rsidR="00C855EF" w:rsidRPr="00AA04A0">
        <w:t>est-ce pas</w:t>
      </w:r>
      <w:r>
        <w:t xml:space="preserve"> ? </w:t>
      </w:r>
      <w:r w:rsidR="00C855EF" w:rsidRPr="00AA04A0">
        <w:t>sourit le chef de gare</w:t>
      </w:r>
      <w:r>
        <w:t>.</w:t>
      </w:r>
    </w:p>
    <w:p w14:paraId="388BE48F" w14:textId="77777777" w:rsidR="00EA052C" w:rsidRDefault="00EA052C" w:rsidP="00C855EF">
      <w:r>
        <w:t>— </w:t>
      </w:r>
      <w:r w:rsidR="00C855EF" w:rsidRPr="00AA04A0">
        <w:t>Oui</w:t>
      </w:r>
      <w:r>
        <w:t xml:space="preserve">, </w:t>
      </w:r>
      <w:r w:rsidR="00C855EF" w:rsidRPr="00AA04A0">
        <w:t>cela même</w:t>
      </w:r>
      <w:r>
        <w:t xml:space="preserve">, </w:t>
      </w:r>
      <w:r w:rsidR="00C855EF" w:rsidRPr="00AA04A0">
        <w:t>gentleman</w:t>
      </w:r>
      <w:r>
        <w:t xml:space="preserve">. </w:t>
      </w:r>
      <w:r w:rsidR="00C855EF" w:rsidRPr="00AA04A0">
        <w:t>Dans ces cas les domestiques ne sont pas sûrs</w:t>
      </w:r>
      <w:r>
        <w:t xml:space="preserve">, </w:t>
      </w:r>
      <w:r w:rsidR="00C855EF" w:rsidRPr="00AA04A0">
        <w:t>et on n</w:t>
      </w:r>
      <w:r>
        <w:t>’</w:t>
      </w:r>
      <w:r w:rsidR="00C855EF" w:rsidRPr="00AA04A0">
        <w:t>est jamais si bien gardé que par soi-même</w:t>
      </w:r>
      <w:r>
        <w:t>.</w:t>
      </w:r>
    </w:p>
    <w:p w14:paraId="53FD00F4" w14:textId="77777777" w:rsidR="00EA052C" w:rsidRDefault="00EA052C" w:rsidP="00C855EF">
      <w:r>
        <w:t>— </w:t>
      </w:r>
      <w:r w:rsidR="00C855EF" w:rsidRPr="00AA04A0">
        <w:t>Et vous vous êtes fait votre domestique</w:t>
      </w:r>
      <w:r>
        <w:t xml:space="preserve"> ? </w:t>
      </w:r>
      <w:r w:rsidR="00C855EF" w:rsidRPr="00AA04A0">
        <w:t>En vérité</w:t>
      </w:r>
      <w:r>
        <w:t xml:space="preserve">, </w:t>
      </w:r>
      <w:r w:rsidR="00C855EF" w:rsidRPr="00AA04A0">
        <w:t>ge</w:t>
      </w:r>
      <w:r w:rsidR="00C855EF" w:rsidRPr="00AA04A0">
        <w:t>n</w:t>
      </w:r>
      <w:r w:rsidR="00C855EF" w:rsidRPr="00AA04A0">
        <w:t>tleman</w:t>
      </w:r>
      <w:r>
        <w:t xml:space="preserve">, </w:t>
      </w:r>
      <w:r w:rsidR="00C855EF" w:rsidRPr="00AA04A0">
        <w:t>je vous plains</w:t>
      </w:r>
      <w:r>
        <w:t xml:space="preserve">. </w:t>
      </w:r>
      <w:r w:rsidR="00C855EF" w:rsidRPr="00AA04A0">
        <w:t>Voyez</w:t>
      </w:r>
      <w:r>
        <w:t xml:space="preserve">, </w:t>
      </w:r>
      <w:r w:rsidR="00C855EF" w:rsidRPr="00AA04A0">
        <w:t>ici</w:t>
      </w:r>
      <w:r>
        <w:t xml:space="preserve">, </w:t>
      </w:r>
      <w:r w:rsidR="00C855EF" w:rsidRPr="00AA04A0">
        <w:t>dans cette gare à douze heures de toute ville</w:t>
      </w:r>
      <w:r>
        <w:t xml:space="preserve">, </w:t>
      </w:r>
      <w:r w:rsidR="00C855EF" w:rsidRPr="00AA04A0">
        <w:t>je gagne trente dollars par mois</w:t>
      </w:r>
      <w:r>
        <w:t xml:space="preserve">. </w:t>
      </w:r>
      <w:r w:rsidR="00C855EF" w:rsidRPr="00AA04A0">
        <w:t>Ce n</w:t>
      </w:r>
      <w:r>
        <w:t>’</w:t>
      </w:r>
      <w:r w:rsidR="00C855EF" w:rsidRPr="00AA04A0">
        <w:t>est rien</w:t>
      </w:r>
      <w:r>
        <w:t xml:space="preserve">, </w:t>
      </w:r>
      <w:r w:rsidR="00C855EF" w:rsidRPr="00AA04A0">
        <w:t>je le sais</w:t>
      </w:r>
      <w:r>
        <w:t xml:space="preserve">. </w:t>
      </w:r>
      <w:r w:rsidR="00C855EF" w:rsidRPr="00AA04A0">
        <w:t>Mais qu</w:t>
      </w:r>
      <w:r>
        <w:t>’</w:t>
      </w:r>
      <w:r w:rsidR="00C855EF" w:rsidRPr="00AA04A0">
        <w:t>ai-je besoin de plus</w:t>
      </w:r>
      <w:r>
        <w:t xml:space="preserve"> ? </w:t>
      </w:r>
      <w:r w:rsidR="00C855EF" w:rsidRPr="00AA04A0">
        <w:t>Entre les passages des trains</w:t>
      </w:r>
      <w:r>
        <w:t xml:space="preserve"> – </w:t>
      </w:r>
      <w:r w:rsidR="00C855EF" w:rsidRPr="00AA04A0">
        <w:t>il y en a deux le matin</w:t>
      </w:r>
      <w:r>
        <w:t xml:space="preserve">, </w:t>
      </w:r>
      <w:r w:rsidR="00C855EF" w:rsidRPr="00AA04A0">
        <w:t>un le soir</w:t>
      </w:r>
      <w:r>
        <w:t xml:space="preserve">, – </w:t>
      </w:r>
      <w:r w:rsidR="00C855EF" w:rsidRPr="00AA04A0">
        <w:t>je chasse dans la f</w:t>
      </w:r>
      <w:r w:rsidR="00C855EF" w:rsidRPr="00AA04A0">
        <w:t>o</w:t>
      </w:r>
      <w:r w:rsidR="00C855EF" w:rsidRPr="00AA04A0">
        <w:t>rêt que voilà la bête fauve et dans la plaine l</w:t>
      </w:r>
      <w:r>
        <w:t>’</w:t>
      </w:r>
      <w:r w:rsidR="00C855EF" w:rsidRPr="00AA04A0">
        <w:t>Indien</w:t>
      </w:r>
      <w:r>
        <w:t xml:space="preserve">. </w:t>
      </w:r>
      <w:r w:rsidR="00C855EF" w:rsidRPr="00AA04A0">
        <w:t>Cela vaut bien les soucis de vos pépites</w:t>
      </w:r>
      <w:r>
        <w:t>.</w:t>
      </w:r>
    </w:p>
    <w:p w14:paraId="0E5C6C60" w14:textId="77777777" w:rsidR="00EA052C" w:rsidRDefault="00EA052C" w:rsidP="00C855EF">
      <w:r>
        <w:t>— </w:t>
      </w:r>
      <w:r w:rsidR="00C855EF" w:rsidRPr="00AA04A0">
        <w:t>Vous êtes philosophe</w:t>
      </w:r>
      <w:r>
        <w:t xml:space="preserve">, </w:t>
      </w:r>
      <w:r w:rsidR="00C855EF" w:rsidRPr="00AA04A0">
        <w:t>gentleman</w:t>
      </w:r>
      <w:r>
        <w:t> ?</w:t>
      </w:r>
    </w:p>
    <w:p w14:paraId="0DEFAA7A" w14:textId="77777777" w:rsidR="00EA052C" w:rsidRDefault="00EA052C" w:rsidP="00C855EF">
      <w:r>
        <w:t>— </w:t>
      </w:r>
      <w:r w:rsidR="00C855EF" w:rsidRPr="00AA04A0">
        <w:t>Non</w:t>
      </w:r>
      <w:r>
        <w:t xml:space="preserve">, </w:t>
      </w:r>
      <w:r w:rsidR="00C855EF" w:rsidRPr="00AA04A0">
        <w:t>je suis chef de gare et chasseur</w:t>
      </w:r>
      <w:r>
        <w:t xml:space="preserve">, </w:t>
      </w:r>
      <w:r w:rsidR="00C855EF" w:rsidRPr="00AA04A0">
        <w:t>gentleman</w:t>
      </w:r>
      <w:r>
        <w:t>.</w:t>
      </w:r>
    </w:p>
    <w:p w14:paraId="46854AF8" w14:textId="77777777" w:rsidR="00EA052C" w:rsidRDefault="00C855EF" w:rsidP="00C855EF">
      <w:r w:rsidRPr="00AA04A0">
        <w:t>Nous continuâmes de nous promener en fumant nos c</w:t>
      </w:r>
      <w:r w:rsidRPr="00AA04A0">
        <w:t>i</w:t>
      </w:r>
      <w:r w:rsidRPr="00AA04A0">
        <w:t>gares</w:t>
      </w:r>
      <w:r w:rsidR="00EA052C">
        <w:t xml:space="preserve">. </w:t>
      </w:r>
      <w:r w:rsidRPr="00AA04A0">
        <w:t>Brusquement le cow-boy s</w:t>
      </w:r>
      <w:r w:rsidR="00EA052C">
        <w:t>’</w:t>
      </w:r>
      <w:r w:rsidRPr="00AA04A0">
        <w:t>arrêta et me fixant d</w:t>
      </w:r>
      <w:r w:rsidR="00EA052C">
        <w:t>’</w:t>
      </w:r>
      <w:r w:rsidRPr="00AA04A0">
        <w:t>un regard pénétrant</w:t>
      </w:r>
      <w:r w:rsidR="00EA052C">
        <w:t> :</w:t>
      </w:r>
    </w:p>
    <w:p w14:paraId="67DFB36C" w14:textId="77777777" w:rsidR="00EA052C" w:rsidRDefault="00EA052C" w:rsidP="00C855EF">
      <w:r>
        <w:t>— </w:t>
      </w:r>
      <w:r w:rsidR="00C855EF" w:rsidRPr="00AA04A0">
        <w:t>Vous êtes armé</w:t>
      </w:r>
      <w:r>
        <w:t> ?</w:t>
      </w:r>
    </w:p>
    <w:p w14:paraId="08BC3A90" w14:textId="77777777" w:rsidR="00EA052C" w:rsidRDefault="00C855EF" w:rsidP="00C855EF">
      <w:r w:rsidRPr="00AA04A0">
        <w:lastRenderedPageBreak/>
        <w:t>De la main j</w:t>
      </w:r>
      <w:r w:rsidR="00EA052C">
        <w:t>’</w:t>
      </w:r>
      <w:r w:rsidRPr="00AA04A0">
        <w:t>appuyai sur la crosse du revolver gonflant ma poche</w:t>
      </w:r>
      <w:r w:rsidR="00EA052C">
        <w:t>.</w:t>
      </w:r>
    </w:p>
    <w:p w14:paraId="23A52480" w14:textId="77777777" w:rsidR="00EA052C" w:rsidRDefault="00EA052C" w:rsidP="00C855EF">
      <w:r>
        <w:t>— </w:t>
      </w:r>
      <w:r w:rsidR="00C855EF" w:rsidRPr="00AA04A0">
        <w:t>Revolver</w:t>
      </w:r>
      <w:r>
        <w:t xml:space="preserve"> ? </w:t>
      </w:r>
      <w:r w:rsidR="00C855EF" w:rsidRPr="00AA04A0">
        <w:t>Un</w:t>
      </w:r>
      <w:r>
        <w:t> ?</w:t>
      </w:r>
    </w:p>
    <w:p w14:paraId="77169638" w14:textId="77777777" w:rsidR="00EA052C" w:rsidRDefault="00EA052C" w:rsidP="00C855EF">
      <w:r>
        <w:t>— </w:t>
      </w:r>
      <w:r w:rsidR="00C855EF" w:rsidRPr="00AA04A0">
        <w:t>Deux revolvers</w:t>
      </w:r>
      <w:r>
        <w:t>.</w:t>
      </w:r>
    </w:p>
    <w:p w14:paraId="361F07D9" w14:textId="77777777" w:rsidR="00EA052C" w:rsidRDefault="00EA052C" w:rsidP="00C855EF">
      <w:r>
        <w:t>— </w:t>
      </w:r>
      <w:r w:rsidR="00C855EF" w:rsidRPr="00AA04A0">
        <w:t>Fort bien</w:t>
      </w:r>
      <w:r>
        <w:t xml:space="preserve">. </w:t>
      </w:r>
      <w:r w:rsidR="00C855EF" w:rsidRPr="00AA04A0">
        <w:t>Chargés</w:t>
      </w:r>
      <w:r>
        <w:t> ?</w:t>
      </w:r>
    </w:p>
    <w:p w14:paraId="52320A4A" w14:textId="77777777" w:rsidR="00EA052C" w:rsidRDefault="00EA052C" w:rsidP="00C855EF">
      <w:r>
        <w:t>— </w:t>
      </w:r>
      <w:r w:rsidR="00C855EF" w:rsidRPr="00AA04A0">
        <w:t>Chargés</w:t>
      </w:r>
      <w:r>
        <w:t>.</w:t>
      </w:r>
    </w:p>
    <w:p w14:paraId="73E6D531" w14:textId="77777777" w:rsidR="00EA052C" w:rsidRDefault="00EA052C" w:rsidP="00C855EF">
      <w:r>
        <w:t>— </w:t>
      </w:r>
      <w:r w:rsidR="00C855EF" w:rsidRPr="00AA04A0">
        <w:t>En ce cas</w:t>
      </w:r>
      <w:r>
        <w:t xml:space="preserve">, </w:t>
      </w:r>
      <w:r w:rsidR="00C855EF" w:rsidRPr="00AA04A0">
        <w:t>bon voyage</w:t>
      </w:r>
      <w:r>
        <w:t xml:space="preserve">, </w:t>
      </w:r>
      <w:r w:rsidR="00C855EF" w:rsidRPr="00AA04A0">
        <w:t>gentleman</w:t>
      </w:r>
      <w:r>
        <w:t>.</w:t>
      </w:r>
    </w:p>
    <w:p w14:paraId="4B19630A" w14:textId="77777777" w:rsidR="00EA052C" w:rsidRDefault="00C855EF" w:rsidP="00C855EF">
      <w:r w:rsidRPr="00AA04A0">
        <w:t>Le train</w:t>
      </w:r>
      <w:r w:rsidR="00EA052C">
        <w:t xml:space="preserve">, </w:t>
      </w:r>
      <w:r w:rsidRPr="00AA04A0">
        <w:t>en ce moment</w:t>
      </w:r>
      <w:r w:rsidR="00EA052C">
        <w:t xml:space="preserve">, </w:t>
      </w:r>
      <w:r w:rsidRPr="00AA04A0">
        <w:t>sifflait au loin</w:t>
      </w:r>
      <w:r w:rsidR="00EA052C">
        <w:t>.</w:t>
      </w:r>
    </w:p>
    <w:p w14:paraId="257C6202" w14:textId="77777777" w:rsidR="00EA052C" w:rsidRDefault="00C855EF" w:rsidP="00C855EF">
      <w:r w:rsidRPr="00AA04A0">
        <w:t>Ces paroles du chef de gare me surprirent</w:t>
      </w:r>
      <w:r w:rsidR="00EA052C">
        <w:t xml:space="preserve">. </w:t>
      </w:r>
      <w:r w:rsidRPr="00AA04A0">
        <w:t>Je le regardai</w:t>
      </w:r>
      <w:r w:rsidR="00EA052C">
        <w:t xml:space="preserve">, </w:t>
      </w:r>
      <w:r w:rsidRPr="00AA04A0">
        <w:t>mais</w:t>
      </w:r>
      <w:r w:rsidR="00EA052C">
        <w:t xml:space="preserve">, </w:t>
      </w:r>
      <w:r w:rsidRPr="00AA04A0">
        <w:t>m</w:t>
      </w:r>
      <w:r w:rsidR="00EA052C">
        <w:t>’</w:t>
      </w:r>
      <w:r w:rsidRPr="00AA04A0">
        <w:t>ayant tourné le dos il était allé hisser le signal rouge à l</w:t>
      </w:r>
      <w:r w:rsidR="00EA052C">
        <w:t>’</w:t>
      </w:r>
      <w:r w:rsidRPr="00AA04A0">
        <w:t>extrémité du quai de bois</w:t>
      </w:r>
      <w:r w:rsidR="00EA052C">
        <w:t>.</w:t>
      </w:r>
    </w:p>
    <w:p w14:paraId="3E26CAAF" w14:textId="77777777" w:rsidR="00EA052C" w:rsidRDefault="00C855EF" w:rsidP="00C855EF">
      <w:r w:rsidRPr="00AA04A0">
        <w:t>La machine basse et trapue</w:t>
      </w:r>
      <w:r w:rsidR="00EA052C">
        <w:t xml:space="preserve">, </w:t>
      </w:r>
      <w:r w:rsidRPr="00AA04A0">
        <w:t>stoppa dans le tonnerre de ses aciers</w:t>
      </w:r>
      <w:r w:rsidR="00EA052C">
        <w:t xml:space="preserve">, </w:t>
      </w:r>
      <w:r w:rsidRPr="00AA04A0">
        <w:t>parmi les écharpes blanches d</w:t>
      </w:r>
      <w:r w:rsidR="00EA052C">
        <w:t>’</w:t>
      </w:r>
      <w:r w:rsidRPr="00AA04A0">
        <w:t>une onduleuse fumée l</w:t>
      </w:r>
      <w:r w:rsidR="00EA052C">
        <w:t>’</w:t>
      </w:r>
      <w:r w:rsidRPr="00AA04A0">
        <w:t>enveloppant</w:t>
      </w:r>
      <w:r w:rsidR="00EA052C">
        <w:t xml:space="preserve">. </w:t>
      </w:r>
      <w:r w:rsidRPr="00AA04A0">
        <w:t>Quatre wagons composaient le convoi</w:t>
      </w:r>
      <w:r w:rsidR="00EA052C">
        <w:t xml:space="preserve">. </w:t>
      </w:r>
      <w:r w:rsidRPr="00AA04A0">
        <w:t>Le pr</w:t>
      </w:r>
      <w:r w:rsidRPr="00AA04A0">
        <w:t>e</w:t>
      </w:r>
      <w:r w:rsidRPr="00AA04A0">
        <w:t>mier était chargé</w:t>
      </w:r>
      <w:r w:rsidR="00EA052C">
        <w:t xml:space="preserve">, </w:t>
      </w:r>
      <w:r w:rsidRPr="00AA04A0">
        <w:t>autant que je crus voir</w:t>
      </w:r>
      <w:r w:rsidR="00EA052C">
        <w:t xml:space="preserve">, </w:t>
      </w:r>
      <w:r w:rsidRPr="00AA04A0">
        <w:t>de ballots et de caisses de marchandises</w:t>
      </w:r>
      <w:r w:rsidR="00EA052C">
        <w:t xml:space="preserve">. </w:t>
      </w:r>
      <w:r w:rsidRPr="00AA04A0">
        <w:t>Dans le second plusieurs hommes se tenaient à la double porte ouverte</w:t>
      </w:r>
      <w:r w:rsidR="00EA052C">
        <w:t xml:space="preserve">. </w:t>
      </w:r>
      <w:r w:rsidRPr="00AA04A0">
        <w:t>Tous ces hommes étaient armés</w:t>
      </w:r>
      <w:r w:rsidR="00EA052C">
        <w:t xml:space="preserve"> : </w:t>
      </w:r>
      <w:r w:rsidRPr="00AA04A0">
        <w:t>fusil au dos</w:t>
      </w:r>
      <w:r w:rsidR="00EA052C">
        <w:t xml:space="preserve">, </w:t>
      </w:r>
      <w:r w:rsidRPr="00AA04A0">
        <w:t>revolver à la ceinture</w:t>
      </w:r>
      <w:r w:rsidR="00EA052C">
        <w:t>.</w:t>
      </w:r>
    </w:p>
    <w:p w14:paraId="695E44B2" w14:textId="77777777" w:rsidR="00EA052C" w:rsidRDefault="00EA052C" w:rsidP="00C855EF">
      <w:r>
        <w:t>— </w:t>
      </w:r>
      <w:r w:rsidR="00C855EF" w:rsidRPr="00AA04A0">
        <w:t>Que gardent-ils donc là</w:t>
      </w:r>
      <w:r>
        <w:t xml:space="preserve"> ? </w:t>
      </w:r>
      <w:r w:rsidR="00C855EF" w:rsidRPr="00AA04A0">
        <w:t>pensai-je</w:t>
      </w:r>
      <w:r>
        <w:t>.</w:t>
      </w:r>
    </w:p>
    <w:p w14:paraId="6AAA7E14" w14:textId="77777777" w:rsidR="00EA052C" w:rsidRDefault="00C855EF" w:rsidP="00C855EF">
      <w:r w:rsidRPr="00AA04A0">
        <w:t>Cependant le quatrième wagon était destiné aux rares voyageurs utilisant cette ligne perdue de l</w:t>
      </w:r>
      <w:r w:rsidR="00EA052C">
        <w:t>’</w:t>
      </w:r>
      <w:r w:rsidRPr="00AA04A0">
        <w:t>Arkansas</w:t>
      </w:r>
      <w:r w:rsidR="00EA052C">
        <w:t xml:space="preserve">. </w:t>
      </w:r>
      <w:r w:rsidRPr="00AA04A0">
        <w:t>J</w:t>
      </w:r>
      <w:r w:rsidR="00EA052C">
        <w:t>’</w:t>
      </w:r>
      <w:r w:rsidRPr="00AA04A0">
        <w:t>y montai et je me trouvai dans le compartiment avec un homme seul</w:t>
      </w:r>
      <w:r w:rsidR="00EA052C">
        <w:t xml:space="preserve">, </w:t>
      </w:r>
      <w:r w:rsidRPr="00AA04A0">
        <w:t>pa</w:t>
      </w:r>
      <w:r w:rsidRPr="00AA04A0">
        <w:t>i</w:t>
      </w:r>
      <w:r w:rsidRPr="00AA04A0">
        <w:t>siblement assis dans un des coins</w:t>
      </w:r>
      <w:r w:rsidR="00EA052C">
        <w:t xml:space="preserve">, </w:t>
      </w:r>
      <w:r w:rsidRPr="00AA04A0">
        <w:t>les jambes croisées</w:t>
      </w:r>
      <w:r w:rsidR="00EA052C">
        <w:t xml:space="preserve">, </w:t>
      </w:r>
      <w:r w:rsidRPr="00AA04A0">
        <w:t>la pipe de bruyère à la bouche</w:t>
      </w:r>
      <w:r w:rsidR="00EA052C">
        <w:t>.</w:t>
      </w:r>
    </w:p>
    <w:p w14:paraId="6D69C3C5" w14:textId="77777777" w:rsidR="00EA052C" w:rsidRDefault="00C855EF" w:rsidP="00C855EF">
      <w:r w:rsidRPr="00AA04A0">
        <w:t>Il me regarda</w:t>
      </w:r>
      <w:r w:rsidR="00EA052C">
        <w:t xml:space="preserve">, </w:t>
      </w:r>
      <w:r w:rsidRPr="00AA04A0">
        <w:t>me salua</w:t>
      </w:r>
      <w:r w:rsidR="00EA052C">
        <w:t xml:space="preserve">. </w:t>
      </w:r>
      <w:r w:rsidRPr="00AA04A0">
        <w:t>On est toujours poli avec ceux-là qui sont destinés à partager avec vous les longueurs et les e</w:t>
      </w:r>
      <w:r w:rsidRPr="00AA04A0">
        <w:t>n</w:t>
      </w:r>
      <w:r w:rsidRPr="00AA04A0">
        <w:t>nuis d</w:t>
      </w:r>
      <w:r w:rsidR="00EA052C">
        <w:t>’</w:t>
      </w:r>
      <w:r w:rsidRPr="00AA04A0">
        <w:t>un pénible trajet</w:t>
      </w:r>
      <w:r w:rsidR="00EA052C">
        <w:t>.</w:t>
      </w:r>
    </w:p>
    <w:p w14:paraId="3E6AFC38" w14:textId="77777777" w:rsidR="00EA052C" w:rsidRDefault="00C855EF" w:rsidP="00C855EF">
      <w:r w:rsidRPr="00AA04A0">
        <w:lastRenderedPageBreak/>
        <w:t>Le train se mit en marche</w:t>
      </w:r>
      <w:r w:rsidR="00EA052C">
        <w:t>.</w:t>
      </w:r>
    </w:p>
    <w:p w14:paraId="17CC8420" w14:textId="77777777" w:rsidR="00EA052C" w:rsidRDefault="00C855EF" w:rsidP="00C855EF">
      <w:r w:rsidRPr="00AA04A0">
        <w:t>Penché à la portière je vis l</w:t>
      </w:r>
      <w:r w:rsidR="00EA052C">
        <w:t>’</w:t>
      </w:r>
      <w:r w:rsidRPr="00AA04A0">
        <w:t>étrange chef de gare tourner le signal</w:t>
      </w:r>
      <w:r w:rsidR="00EA052C">
        <w:t>.</w:t>
      </w:r>
    </w:p>
    <w:p w14:paraId="327E5BEB" w14:textId="77777777" w:rsidR="00EA052C" w:rsidRDefault="00EA052C" w:rsidP="00C855EF">
      <w:r>
        <w:t>— </w:t>
      </w:r>
      <w:r w:rsidR="00C855EF" w:rsidRPr="00AA04A0">
        <w:t>Merci du conseil et du souhait</w:t>
      </w:r>
      <w:r>
        <w:t xml:space="preserve">, </w:t>
      </w:r>
      <w:r w:rsidR="00C855EF" w:rsidRPr="00AA04A0">
        <w:t>gentleman</w:t>
      </w:r>
      <w:r>
        <w:t xml:space="preserve">, </w:t>
      </w:r>
      <w:r w:rsidR="00C855EF" w:rsidRPr="00AA04A0">
        <w:t>lui criai-je</w:t>
      </w:r>
      <w:r>
        <w:t>.</w:t>
      </w:r>
    </w:p>
    <w:p w14:paraId="72641E8D" w14:textId="77777777" w:rsidR="00EA052C" w:rsidRDefault="00C855EF" w:rsidP="00C855EF">
      <w:r w:rsidRPr="00AA04A0">
        <w:t>Il me salua de la main et la silhouette s</w:t>
      </w:r>
      <w:r w:rsidR="00EA052C">
        <w:t>’</w:t>
      </w:r>
      <w:r w:rsidRPr="00AA04A0">
        <w:t>effaça brusquement derrière un bouquet de tamaris nains</w:t>
      </w:r>
      <w:r w:rsidR="00EA052C">
        <w:t>.</w:t>
      </w:r>
    </w:p>
    <w:p w14:paraId="24950D7D" w14:textId="77777777" w:rsidR="00EA052C" w:rsidRDefault="00C855EF" w:rsidP="00C855EF">
      <w:r w:rsidRPr="00AA04A0">
        <w:t>Je m</w:t>
      </w:r>
      <w:r w:rsidR="00EA052C">
        <w:t>’</w:t>
      </w:r>
      <w:r w:rsidRPr="00AA04A0">
        <w:t>installai dans le compartiment</w:t>
      </w:r>
      <w:r w:rsidR="00EA052C">
        <w:t xml:space="preserve">, </w:t>
      </w:r>
      <w:r w:rsidRPr="00AA04A0">
        <w:t>bourrai ma pipe et en silence je fumai</w:t>
      </w:r>
      <w:r w:rsidR="00EA052C">
        <w:t xml:space="preserve">. </w:t>
      </w:r>
      <w:r w:rsidRPr="00AA04A0">
        <w:t>Une heure passa</w:t>
      </w:r>
      <w:r w:rsidR="00EA052C">
        <w:t xml:space="preserve">, </w:t>
      </w:r>
      <w:r w:rsidRPr="00AA04A0">
        <w:t>puis deux</w:t>
      </w:r>
      <w:r w:rsidR="00EA052C">
        <w:t xml:space="preserve">. </w:t>
      </w:r>
      <w:r w:rsidRPr="00AA04A0">
        <w:t>J</w:t>
      </w:r>
      <w:r w:rsidR="00EA052C">
        <w:t>’</w:t>
      </w:r>
      <w:r w:rsidRPr="00AA04A0">
        <w:t>engageai la co</w:t>
      </w:r>
      <w:r w:rsidRPr="00AA04A0">
        <w:t>n</w:t>
      </w:r>
      <w:r w:rsidRPr="00AA04A0">
        <w:t>versation avec mon compagnon de voyage</w:t>
      </w:r>
      <w:r w:rsidR="00EA052C">
        <w:t xml:space="preserve">, </w:t>
      </w:r>
      <w:r w:rsidRPr="00AA04A0">
        <w:t>mais ses réponses étaient brèves</w:t>
      </w:r>
      <w:r w:rsidR="00EA052C">
        <w:t xml:space="preserve">, </w:t>
      </w:r>
      <w:r w:rsidRPr="00AA04A0">
        <w:t>laconiques</w:t>
      </w:r>
      <w:r w:rsidR="00EA052C">
        <w:t xml:space="preserve">. </w:t>
      </w:r>
      <w:r w:rsidRPr="00AA04A0">
        <w:t>J</w:t>
      </w:r>
      <w:r w:rsidR="00EA052C">
        <w:t>’</w:t>
      </w:r>
      <w:r w:rsidRPr="00AA04A0">
        <w:t>insistai cependant</w:t>
      </w:r>
      <w:r w:rsidR="00EA052C">
        <w:t xml:space="preserve">, </w:t>
      </w:r>
      <w:r w:rsidRPr="00AA04A0">
        <w:t>et ma peine ne fut point tout à fait inutile</w:t>
      </w:r>
      <w:r w:rsidR="00EA052C">
        <w:t xml:space="preserve">. </w:t>
      </w:r>
      <w:r w:rsidRPr="00AA04A0">
        <w:t>Mon compagnon parla</w:t>
      </w:r>
      <w:r w:rsidR="00EA052C">
        <w:t xml:space="preserve">. </w:t>
      </w:r>
      <w:r w:rsidRPr="00AA04A0">
        <w:t>Ses connai</w:t>
      </w:r>
      <w:r w:rsidRPr="00AA04A0">
        <w:t>s</w:t>
      </w:r>
      <w:r w:rsidRPr="00AA04A0">
        <w:t>sances étaient étendues</w:t>
      </w:r>
      <w:r w:rsidR="00EA052C">
        <w:t xml:space="preserve">, </w:t>
      </w:r>
      <w:r w:rsidRPr="00AA04A0">
        <w:t>variées et curieuses sur plusieurs points</w:t>
      </w:r>
      <w:r w:rsidR="00EA052C">
        <w:t xml:space="preserve">. </w:t>
      </w:r>
      <w:r w:rsidRPr="00AA04A0">
        <w:t>Il m</w:t>
      </w:r>
      <w:r w:rsidR="00EA052C">
        <w:t>’</w:t>
      </w:r>
      <w:r w:rsidRPr="00AA04A0">
        <w:t>avoua s</w:t>
      </w:r>
      <w:r w:rsidR="00EA052C">
        <w:t>’</w:t>
      </w:r>
      <w:r w:rsidRPr="00AA04A0">
        <w:t>occuper d</w:t>
      </w:r>
      <w:r w:rsidR="00EA052C">
        <w:t>’</w:t>
      </w:r>
      <w:r w:rsidRPr="00AA04A0">
        <w:t>électricité</w:t>
      </w:r>
      <w:r w:rsidR="00EA052C">
        <w:t xml:space="preserve">, </w:t>
      </w:r>
      <w:r w:rsidRPr="00AA04A0">
        <w:t>de mécanique</w:t>
      </w:r>
      <w:r w:rsidR="00EA052C">
        <w:t xml:space="preserve">. </w:t>
      </w:r>
      <w:r w:rsidRPr="00AA04A0">
        <w:t>Dans l</w:t>
      </w:r>
      <w:r w:rsidR="00EA052C">
        <w:t>’</w:t>
      </w:r>
      <w:r w:rsidRPr="00AA04A0">
        <w:t>Arizona il avait mis à l</w:t>
      </w:r>
      <w:r w:rsidR="00EA052C">
        <w:t>’</w:t>
      </w:r>
      <w:r w:rsidRPr="00AA04A0">
        <w:t>essai des machines à drainer l</w:t>
      </w:r>
      <w:r w:rsidR="00EA052C">
        <w:t>’</w:t>
      </w:r>
      <w:r w:rsidRPr="00AA04A0">
        <w:t>or dans le sable des rivières</w:t>
      </w:r>
      <w:r w:rsidR="00EA052C">
        <w:t xml:space="preserve">. </w:t>
      </w:r>
      <w:r w:rsidRPr="00AA04A0">
        <w:t>Cette confidence nous lia</w:t>
      </w:r>
      <w:r w:rsidR="00EA052C">
        <w:t xml:space="preserve">. </w:t>
      </w:r>
      <w:r w:rsidRPr="00AA04A0">
        <w:t>Je lui contai mes travaux dans l</w:t>
      </w:r>
      <w:r w:rsidR="00EA052C">
        <w:t>’</w:t>
      </w:r>
      <w:r w:rsidRPr="00AA04A0">
        <w:t>Arkansas</w:t>
      </w:r>
      <w:r w:rsidR="00EA052C">
        <w:t xml:space="preserve">. </w:t>
      </w:r>
      <w:r w:rsidRPr="00AA04A0">
        <w:t>Nous échangeâmes nos noms</w:t>
      </w:r>
      <w:r w:rsidR="00EA052C">
        <w:t>.</w:t>
      </w:r>
    </w:p>
    <w:p w14:paraId="16A2203C" w14:textId="77777777" w:rsidR="00EA052C" w:rsidRDefault="00EA052C" w:rsidP="00C855EF">
      <w:r>
        <w:t>— </w:t>
      </w:r>
      <w:r w:rsidR="00C855EF" w:rsidRPr="00AA04A0">
        <w:t xml:space="preserve">James </w:t>
      </w:r>
      <w:proofErr w:type="spellStart"/>
      <w:r w:rsidR="00C855EF" w:rsidRPr="00AA04A0">
        <w:t>Clarckson</w:t>
      </w:r>
      <w:proofErr w:type="spellEnd"/>
      <w:r>
        <w:t xml:space="preserve">, </w:t>
      </w:r>
      <w:r w:rsidR="00C855EF" w:rsidRPr="00AA04A0">
        <w:t>de Bello-Horizonte</w:t>
      </w:r>
      <w:r>
        <w:t xml:space="preserve">, </w:t>
      </w:r>
      <w:r w:rsidR="00C855EF" w:rsidRPr="00AA04A0">
        <w:t>dis-je</w:t>
      </w:r>
      <w:r>
        <w:t>.</w:t>
      </w:r>
    </w:p>
    <w:p w14:paraId="02858C75" w14:textId="77777777" w:rsidR="00EA052C" w:rsidRDefault="00EA052C" w:rsidP="00C855EF">
      <w:r>
        <w:t>— </w:t>
      </w:r>
      <w:r w:rsidR="00C855EF" w:rsidRPr="00AA04A0">
        <w:t xml:space="preserve">Toby </w:t>
      </w:r>
      <w:proofErr w:type="spellStart"/>
      <w:r w:rsidR="00C855EF" w:rsidRPr="00AA04A0">
        <w:t>Kleampton</w:t>
      </w:r>
      <w:proofErr w:type="spellEnd"/>
      <w:r>
        <w:t xml:space="preserve">, </w:t>
      </w:r>
      <w:r w:rsidR="00C855EF" w:rsidRPr="00AA04A0">
        <w:t>de Baltimore</w:t>
      </w:r>
      <w:r>
        <w:t xml:space="preserve">, </w:t>
      </w:r>
      <w:r w:rsidR="00C855EF" w:rsidRPr="00AA04A0">
        <w:t>me répondit mon co</w:t>
      </w:r>
      <w:r w:rsidR="00C855EF" w:rsidRPr="00AA04A0">
        <w:t>m</w:t>
      </w:r>
      <w:r w:rsidR="00C855EF" w:rsidRPr="00AA04A0">
        <w:t>pagnon</w:t>
      </w:r>
      <w:r>
        <w:t>.</w:t>
      </w:r>
    </w:p>
    <w:p w14:paraId="79186A80" w14:textId="77777777" w:rsidR="00EA052C" w:rsidRDefault="00C855EF" w:rsidP="00C855EF">
      <w:r w:rsidRPr="00AA04A0">
        <w:t>Nous échangeâmes du tabac</w:t>
      </w:r>
      <w:r w:rsidR="00EA052C">
        <w:t xml:space="preserve">. </w:t>
      </w:r>
      <w:r w:rsidRPr="00AA04A0">
        <w:t>Il me donna des feuilles de Maryland</w:t>
      </w:r>
      <w:r w:rsidR="00EA052C">
        <w:t xml:space="preserve"> ; </w:t>
      </w:r>
      <w:r w:rsidRPr="00AA04A0">
        <w:t>je lui offris du Virginie</w:t>
      </w:r>
      <w:r w:rsidR="00EA052C">
        <w:t>.</w:t>
      </w:r>
    </w:p>
    <w:p w14:paraId="6DD1B2DC" w14:textId="77777777" w:rsidR="00EA052C" w:rsidRDefault="00EA052C" w:rsidP="00C855EF">
      <w:r>
        <w:t>— </w:t>
      </w:r>
      <w:r w:rsidR="00C855EF" w:rsidRPr="00AA04A0">
        <w:t>Vous êtes un grand fumeur</w:t>
      </w:r>
      <w:r>
        <w:t xml:space="preserve"> ? </w:t>
      </w:r>
      <w:r w:rsidR="00C855EF" w:rsidRPr="00AA04A0">
        <w:t>questionnai-je</w:t>
      </w:r>
      <w:r>
        <w:t>.</w:t>
      </w:r>
    </w:p>
    <w:p w14:paraId="2195C623" w14:textId="77777777" w:rsidR="00EA052C" w:rsidRDefault="00EA052C" w:rsidP="00C855EF">
      <w:r>
        <w:t>— </w:t>
      </w:r>
      <w:r w:rsidR="00C855EF" w:rsidRPr="00AA04A0">
        <w:t>Très grand fumeur</w:t>
      </w:r>
      <w:r>
        <w:t xml:space="preserve">, </w:t>
      </w:r>
      <w:r w:rsidR="00C855EF" w:rsidRPr="00AA04A0">
        <w:t>me dit-il</w:t>
      </w:r>
      <w:r>
        <w:t xml:space="preserve">. </w:t>
      </w:r>
      <w:r w:rsidR="00C855EF" w:rsidRPr="00AA04A0">
        <w:t xml:space="preserve">Je fume </w:t>
      </w:r>
      <w:proofErr w:type="spellStart"/>
      <w:r w:rsidR="00C855EF" w:rsidRPr="00AA04A0">
        <w:t>au delà</w:t>
      </w:r>
      <w:proofErr w:type="spellEnd"/>
      <w:r w:rsidR="00C855EF" w:rsidRPr="00AA04A0">
        <w:t xml:space="preserve"> de ce qu</w:t>
      </w:r>
      <w:r>
        <w:t>’</w:t>
      </w:r>
      <w:r w:rsidR="00C855EF" w:rsidRPr="00AA04A0">
        <w:t>il est humainement possible de fumer</w:t>
      </w:r>
      <w:r>
        <w:t>.</w:t>
      </w:r>
    </w:p>
    <w:p w14:paraId="470C20CF" w14:textId="77777777" w:rsidR="00EA052C" w:rsidRDefault="00C855EF" w:rsidP="00C855EF">
      <w:r w:rsidRPr="00AA04A0">
        <w:t>Je prie qu</w:t>
      </w:r>
      <w:r w:rsidR="00EA052C">
        <w:t>’</w:t>
      </w:r>
      <w:r w:rsidRPr="00AA04A0">
        <w:t>on note ce détail</w:t>
      </w:r>
      <w:r w:rsidR="00EA052C">
        <w:t>.</w:t>
      </w:r>
    </w:p>
    <w:p w14:paraId="1809E225" w14:textId="77777777" w:rsidR="00EA052C" w:rsidRDefault="00C855EF" w:rsidP="00C855EF">
      <w:r w:rsidRPr="00AA04A0">
        <w:lastRenderedPageBreak/>
        <w:t xml:space="preserve">Cette passion de Toby </w:t>
      </w:r>
      <w:proofErr w:type="spellStart"/>
      <w:r w:rsidRPr="00AA04A0">
        <w:t>Kleampton</w:t>
      </w:r>
      <w:proofErr w:type="spellEnd"/>
      <w:r w:rsidRPr="00AA04A0">
        <w:t xml:space="preserve"> devait m</w:t>
      </w:r>
      <w:r w:rsidR="00EA052C">
        <w:t>’</w:t>
      </w:r>
      <w:r w:rsidRPr="00AA04A0">
        <w:t>être</w:t>
      </w:r>
      <w:r w:rsidR="00EA052C">
        <w:t xml:space="preserve">, </w:t>
      </w:r>
      <w:r w:rsidRPr="00AA04A0">
        <w:t>que dis-je</w:t>
      </w:r>
      <w:r w:rsidR="00EA052C">
        <w:t xml:space="preserve">, </w:t>
      </w:r>
      <w:r w:rsidRPr="00AA04A0">
        <w:t>nous être</w:t>
      </w:r>
      <w:r w:rsidR="00EA052C">
        <w:t xml:space="preserve">, </w:t>
      </w:r>
      <w:r w:rsidRPr="00AA04A0">
        <w:t>un jour bien funeste</w:t>
      </w:r>
      <w:r w:rsidR="00EA052C">
        <w:t>.</w:t>
      </w:r>
    </w:p>
    <w:p w14:paraId="72670119" w14:textId="77777777" w:rsidR="00EA052C" w:rsidRDefault="00C855EF" w:rsidP="00C855EF">
      <w:r w:rsidRPr="00AA04A0">
        <w:t>Revenons au voyage</w:t>
      </w:r>
      <w:r w:rsidR="00EA052C">
        <w:t>.</w:t>
      </w:r>
    </w:p>
    <w:p w14:paraId="0701F247" w14:textId="77777777" w:rsidR="00EA052C" w:rsidRDefault="00C855EF" w:rsidP="00C855EF">
      <w:r w:rsidRPr="00AA04A0">
        <w:t>Depuis quatre heures au moins nous roulions entre deux hautes murailles de verdure où des singes</w:t>
      </w:r>
      <w:r w:rsidR="00EA052C">
        <w:t xml:space="preserve">, </w:t>
      </w:r>
      <w:r w:rsidRPr="00AA04A0">
        <w:t>suspendus par la queue aux ramures</w:t>
      </w:r>
      <w:r w:rsidR="00EA052C">
        <w:t xml:space="preserve">, </w:t>
      </w:r>
      <w:r w:rsidRPr="00AA04A0">
        <w:t>se balançaient avec de petits cris aigus</w:t>
      </w:r>
      <w:r w:rsidR="00EA052C">
        <w:t xml:space="preserve">. </w:t>
      </w:r>
      <w:r w:rsidRPr="00AA04A0">
        <w:t>Des silhouettes de bêtes fauves se dessinaient dans l</w:t>
      </w:r>
      <w:r w:rsidR="00EA052C">
        <w:t>’</w:t>
      </w:r>
      <w:r w:rsidRPr="00AA04A0">
        <w:t>ombre des fou</w:t>
      </w:r>
      <w:r w:rsidRPr="00AA04A0">
        <w:t>r</w:t>
      </w:r>
      <w:r w:rsidRPr="00AA04A0">
        <w:t>rés et des taillis</w:t>
      </w:r>
      <w:r w:rsidR="00EA052C">
        <w:t xml:space="preserve">, </w:t>
      </w:r>
      <w:r w:rsidRPr="00AA04A0">
        <w:t>et fuyaient à l</w:t>
      </w:r>
      <w:r w:rsidR="00EA052C">
        <w:t>’</w:t>
      </w:r>
      <w:r w:rsidRPr="00AA04A0">
        <w:t>approche des wagons</w:t>
      </w:r>
      <w:r w:rsidR="00EA052C">
        <w:t xml:space="preserve">. </w:t>
      </w:r>
      <w:r w:rsidRPr="00AA04A0">
        <w:t>De grands cerfs se dispersaient par bandes vers des clairières confusément entrevues</w:t>
      </w:r>
      <w:r w:rsidR="00EA052C">
        <w:t xml:space="preserve">. </w:t>
      </w:r>
      <w:r w:rsidRPr="00AA04A0">
        <w:t>Des perroquets criards</w:t>
      </w:r>
      <w:r w:rsidR="00EA052C">
        <w:t xml:space="preserve">, </w:t>
      </w:r>
      <w:r w:rsidRPr="00AA04A0">
        <w:t>aux éclatants plumages</w:t>
      </w:r>
      <w:r w:rsidR="00EA052C">
        <w:t xml:space="preserve">, </w:t>
      </w:r>
      <w:r w:rsidRPr="00AA04A0">
        <w:t>vo</w:t>
      </w:r>
      <w:r w:rsidRPr="00AA04A0">
        <w:t>l</w:t>
      </w:r>
      <w:r w:rsidRPr="00AA04A0">
        <w:t>tigeaient dans les feuilles luisantes</w:t>
      </w:r>
      <w:r w:rsidR="00EA052C">
        <w:t xml:space="preserve">, </w:t>
      </w:r>
      <w:r w:rsidRPr="00AA04A0">
        <w:t>en fers de lances</w:t>
      </w:r>
      <w:r w:rsidR="00EA052C">
        <w:t xml:space="preserve">, </w:t>
      </w:r>
      <w:r w:rsidRPr="00AA04A0">
        <w:t xml:space="preserve">aiguës et </w:t>
      </w:r>
      <w:proofErr w:type="spellStart"/>
      <w:r w:rsidRPr="00AA04A0">
        <w:t>bruissantes</w:t>
      </w:r>
      <w:proofErr w:type="spellEnd"/>
      <w:r w:rsidR="00EA052C">
        <w:t>.</w:t>
      </w:r>
    </w:p>
    <w:p w14:paraId="67734853" w14:textId="77777777" w:rsidR="00EA052C" w:rsidRDefault="00C855EF" w:rsidP="00C855EF">
      <w:r w:rsidRPr="00AA04A0">
        <w:t>C</w:t>
      </w:r>
      <w:r w:rsidR="00EA052C">
        <w:t>’</w:t>
      </w:r>
      <w:r w:rsidRPr="00AA04A0">
        <w:t>était la forêt vierge que nous traversions</w:t>
      </w:r>
      <w:r w:rsidR="00EA052C">
        <w:t>.</w:t>
      </w:r>
    </w:p>
    <w:p w14:paraId="42B2E5A2" w14:textId="77777777" w:rsidR="00EA052C" w:rsidRDefault="00C855EF" w:rsidP="00C855EF">
      <w:r w:rsidRPr="00AA04A0">
        <w:t xml:space="preserve">À cet instant Toby </w:t>
      </w:r>
      <w:proofErr w:type="spellStart"/>
      <w:r w:rsidRPr="00AA04A0">
        <w:t>Kleampton</w:t>
      </w:r>
      <w:proofErr w:type="spellEnd"/>
      <w:r w:rsidRPr="00AA04A0">
        <w:t xml:space="preserve"> me posa une question qui me surprit comme celle du chef de gare</w:t>
      </w:r>
      <w:r w:rsidR="00EA052C">
        <w:t> :</w:t>
      </w:r>
    </w:p>
    <w:p w14:paraId="48607429" w14:textId="77777777" w:rsidR="00EA052C" w:rsidRDefault="00EA052C" w:rsidP="00C855EF">
      <w:r>
        <w:t>— </w:t>
      </w:r>
      <w:r w:rsidR="00C855EF" w:rsidRPr="00AA04A0">
        <w:t>Gentleman</w:t>
      </w:r>
      <w:r>
        <w:t xml:space="preserve">, </w:t>
      </w:r>
      <w:r w:rsidR="00C855EF" w:rsidRPr="00AA04A0">
        <w:t>êtes-vous armé</w:t>
      </w:r>
      <w:r>
        <w:t> ?</w:t>
      </w:r>
    </w:p>
    <w:p w14:paraId="5844D66A" w14:textId="77777777" w:rsidR="00EA052C" w:rsidRDefault="00EA052C" w:rsidP="00C855EF">
      <w:r>
        <w:t>— </w:t>
      </w:r>
      <w:r w:rsidR="00C855EF" w:rsidRPr="00AA04A0">
        <w:t>Pourquoi donc me demandez-vous cela</w:t>
      </w:r>
      <w:r>
        <w:t> ?</w:t>
      </w:r>
    </w:p>
    <w:p w14:paraId="06818BB6" w14:textId="77777777" w:rsidR="00EA052C" w:rsidRDefault="00C855EF" w:rsidP="00C855EF">
      <w:r w:rsidRPr="00AA04A0">
        <w:t>Mon compagnon tira sa montre</w:t>
      </w:r>
      <w:r w:rsidR="00EA052C">
        <w:t xml:space="preserve">, </w:t>
      </w:r>
      <w:r w:rsidRPr="00AA04A0">
        <w:t>consulta l</w:t>
      </w:r>
      <w:r w:rsidR="00EA052C">
        <w:t>’</w:t>
      </w:r>
      <w:r w:rsidRPr="00AA04A0">
        <w:t>heure</w:t>
      </w:r>
      <w:r w:rsidR="00EA052C">
        <w:t>.</w:t>
      </w:r>
    </w:p>
    <w:p w14:paraId="59424FED" w14:textId="77777777" w:rsidR="00EA052C" w:rsidRDefault="00EA052C" w:rsidP="00C855EF">
      <w:r>
        <w:t>— </w:t>
      </w:r>
      <w:r w:rsidR="00C855EF" w:rsidRPr="00AA04A0">
        <w:t>Parce que</w:t>
      </w:r>
      <w:r>
        <w:t xml:space="preserve">, </w:t>
      </w:r>
      <w:r w:rsidR="00C855EF" w:rsidRPr="00AA04A0">
        <w:t>dit-il tranquillement</w:t>
      </w:r>
      <w:r>
        <w:t xml:space="preserve">, </w:t>
      </w:r>
      <w:r w:rsidR="00C855EF" w:rsidRPr="00AA04A0">
        <w:t>dans quarante minutes le train sera attaqué</w:t>
      </w:r>
      <w:r>
        <w:t>.</w:t>
      </w:r>
    </w:p>
    <w:p w14:paraId="286025E8" w14:textId="77777777" w:rsidR="00EA052C" w:rsidRDefault="00C855EF" w:rsidP="00C855EF">
      <w:r w:rsidRPr="00AA04A0">
        <w:t>Je bondis sur ma banquette</w:t>
      </w:r>
      <w:r w:rsidR="00EA052C">
        <w:t xml:space="preserve">. </w:t>
      </w:r>
      <w:r w:rsidRPr="00AA04A0">
        <w:t>Ce fut un mouvement bien n</w:t>
      </w:r>
      <w:r w:rsidRPr="00AA04A0">
        <w:t>a</w:t>
      </w:r>
      <w:r w:rsidRPr="00AA04A0">
        <w:t>turel et instinctif certainement</w:t>
      </w:r>
      <w:r w:rsidR="00EA052C">
        <w:t xml:space="preserve">, </w:t>
      </w:r>
      <w:r w:rsidRPr="00AA04A0">
        <w:t>car chacun sait que je suis fort calme ainsi qu</w:t>
      </w:r>
      <w:r w:rsidR="00EA052C">
        <w:t>’</w:t>
      </w:r>
      <w:r w:rsidRPr="00AA04A0">
        <w:t>il convient que tout citoyen de la libre Amérique le soit</w:t>
      </w:r>
      <w:r w:rsidR="00EA052C">
        <w:t>.</w:t>
      </w:r>
    </w:p>
    <w:p w14:paraId="54B1802D" w14:textId="77777777" w:rsidR="00EA052C" w:rsidRDefault="00EA052C" w:rsidP="00C855EF">
      <w:r>
        <w:t>— </w:t>
      </w:r>
      <w:r w:rsidR="00C855EF" w:rsidRPr="00AA04A0">
        <w:t>Quoi</w:t>
      </w:r>
      <w:r>
        <w:t xml:space="preserve"> ? </w:t>
      </w:r>
      <w:r w:rsidR="00C855EF" w:rsidRPr="00AA04A0">
        <w:t>Le train sera attaqué</w:t>
      </w:r>
      <w:r>
        <w:t xml:space="preserve"> ? </w:t>
      </w:r>
      <w:r w:rsidR="00C855EF" w:rsidRPr="00AA04A0">
        <w:t>criai-je</w:t>
      </w:r>
      <w:r>
        <w:t xml:space="preserve">, </w:t>
      </w:r>
      <w:r w:rsidR="00C855EF" w:rsidRPr="00AA04A0">
        <w:t>la main portée sur mes revolvers</w:t>
      </w:r>
      <w:r>
        <w:t>.</w:t>
      </w:r>
    </w:p>
    <w:p w14:paraId="674BDC54" w14:textId="77777777" w:rsidR="00EA052C" w:rsidRDefault="00EA052C" w:rsidP="00C855EF">
      <w:r>
        <w:lastRenderedPageBreak/>
        <w:t>— </w:t>
      </w:r>
      <w:proofErr w:type="spellStart"/>
      <w:r w:rsidR="00C855EF" w:rsidRPr="00AA04A0">
        <w:t>Veuillez vous</w:t>
      </w:r>
      <w:proofErr w:type="spellEnd"/>
      <w:r w:rsidR="00C855EF" w:rsidRPr="00AA04A0">
        <w:t xml:space="preserve"> asseoir</w:t>
      </w:r>
      <w:r>
        <w:t xml:space="preserve">, </w:t>
      </w:r>
      <w:r w:rsidR="00C855EF" w:rsidRPr="00AA04A0">
        <w:t>gentleman</w:t>
      </w:r>
      <w:r>
        <w:t xml:space="preserve">. </w:t>
      </w:r>
      <w:r w:rsidR="00C855EF" w:rsidRPr="00AA04A0">
        <w:t>En vérité</w:t>
      </w:r>
      <w:r>
        <w:t xml:space="preserve">, </w:t>
      </w:r>
      <w:r w:rsidR="00C855EF" w:rsidRPr="00AA04A0">
        <w:t>cela sera</w:t>
      </w:r>
      <w:r>
        <w:t xml:space="preserve">, </w:t>
      </w:r>
      <w:r w:rsidR="00C855EF" w:rsidRPr="00AA04A0">
        <w:t>mais dans quarante minutes seulement</w:t>
      </w:r>
      <w:r>
        <w:t xml:space="preserve">. </w:t>
      </w:r>
      <w:r w:rsidR="00C855EF" w:rsidRPr="00AA04A0">
        <w:t>Vous avez donc larg</w:t>
      </w:r>
      <w:r w:rsidR="00C855EF" w:rsidRPr="00AA04A0">
        <w:t>e</w:t>
      </w:r>
      <w:r w:rsidR="00C855EF" w:rsidRPr="00AA04A0">
        <w:t>ment le temps de vous y préparer</w:t>
      </w:r>
      <w:r>
        <w:t>.</w:t>
      </w:r>
    </w:p>
    <w:p w14:paraId="7C60C4CB" w14:textId="77777777" w:rsidR="00EA052C" w:rsidRDefault="00C855EF" w:rsidP="00C855EF">
      <w:r w:rsidRPr="00AA04A0">
        <w:t>Je me rassis</w:t>
      </w:r>
      <w:r w:rsidR="00EA052C">
        <w:t xml:space="preserve">, </w:t>
      </w:r>
      <w:r w:rsidRPr="00AA04A0">
        <w:t>vaincu par le calme de mon compagnon</w:t>
      </w:r>
      <w:r w:rsidR="00EA052C">
        <w:t>.</w:t>
      </w:r>
    </w:p>
    <w:p w14:paraId="3F4ACD40" w14:textId="77777777" w:rsidR="00EA052C" w:rsidRDefault="00EA052C" w:rsidP="00C855EF">
      <w:r>
        <w:t>— </w:t>
      </w:r>
      <w:r w:rsidR="00C855EF" w:rsidRPr="00AA04A0">
        <w:t>Attaqué</w:t>
      </w:r>
      <w:r>
        <w:t xml:space="preserve">, </w:t>
      </w:r>
      <w:r w:rsidR="00C855EF" w:rsidRPr="00AA04A0">
        <w:t>répétai-je comme n</w:t>
      </w:r>
      <w:r>
        <w:t>’</w:t>
      </w:r>
      <w:r w:rsidR="00C855EF" w:rsidRPr="00AA04A0">
        <w:t>y pouvant croire encore</w:t>
      </w:r>
      <w:r>
        <w:t xml:space="preserve">, </w:t>
      </w:r>
      <w:r w:rsidR="00C855EF" w:rsidRPr="00AA04A0">
        <w:t>a</w:t>
      </w:r>
      <w:r w:rsidR="00C855EF" w:rsidRPr="00AA04A0">
        <w:t>t</w:t>
      </w:r>
      <w:r w:rsidR="00C855EF" w:rsidRPr="00AA04A0">
        <w:t>taqué</w:t>
      </w:r>
      <w:r>
        <w:t xml:space="preserve"> ! </w:t>
      </w:r>
      <w:r w:rsidR="00C855EF" w:rsidRPr="00AA04A0">
        <w:t>Et par qui donc</w:t>
      </w:r>
      <w:r>
        <w:t xml:space="preserve"> ? </w:t>
      </w:r>
      <w:r w:rsidR="00C855EF" w:rsidRPr="00AA04A0">
        <w:t>Les Indiens</w:t>
      </w:r>
      <w:r>
        <w:t> ?</w:t>
      </w:r>
    </w:p>
    <w:p w14:paraId="24FD26EF" w14:textId="77777777" w:rsidR="00EA052C" w:rsidRDefault="00EA052C" w:rsidP="00C855EF">
      <w:r>
        <w:t>— </w:t>
      </w:r>
      <w:r w:rsidR="00C855EF" w:rsidRPr="00AA04A0">
        <w:t>Non</w:t>
      </w:r>
      <w:r>
        <w:t xml:space="preserve">, </w:t>
      </w:r>
      <w:r w:rsidR="00C855EF" w:rsidRPr="00AA04A0">
        <w:t>ce ne seront pas des Indiens</w:t>
      </w:r>
      <w:r>
        <w:t xml:space="preserve">, </w:t>
      </w:r>
      <w:r w:rsidR="00C855EF" w:rsidRPr="00AA04A0">
        <w:t>mais une bande de mauvais garçons</w:t>
      </w:r>
      <w:r>
        <w:t>.</w:t>
      </w:r>
    </w:p>
    <w:p w14:paraId="7D6294A0" w14:textId="77777777" w:rsidR="00EA052C" w:rsidRDefault="00C855EF" w:rsidP="00C855EF">
      <w:r w:rsidRPr="00AA04A0">
        <w:t>Un rapide travail de corrélation se faisait dans mon esprit</w:t>
      </w:r>
      <w:r w:rsidR="00EA052C">
        <w:t xml:space="preserve">. </w:t>
      </w:r>
      <w:r w:rsidRPr="00AA04A0">
        <w:t>J</w:t>
      </w:r>
      <w:r w:rsidR="00EA052C">
        <w:t>’</w:t>
      </w:r>
      <w:r w:rsidRPr="00AA04A0">
        <w:t>avais</w:t>
      </w:r>
      <w:r w:rsidR="00EA052C">
        <w:t xml:space="preserve">, </w:t>
      </w:r>
      <w:r w:rsidRPr="00AA04A0">
        <w:t>je l</w:t>
      </w:r>
      <w:r w:rsidR="00EA052C">
        <w:t>’</w:t>
      </w:r>
      <w:r w:rsidRPr="00AA04A0">
        <w:t>ai dit</w:t>
      </w:r>
      <w:r w:rsidR="00EA052C">
        <w:t xml:space="preserve">, </w:t>
      </w:r>
      <w:r w:rsidRPr="00AA04A0">
        <w:t>remarqué les hommes armés garnissant le deuxième wagon</w:t>
      </w:r>
      <w:r w:rsidR="00EA052C">
        <w:t xml:space="preserve">. </w:t>
      </w:r>
      <w:r w:rsidRPr="00AA04A0">
        <w:t>C</w:t>
      </w:r>
      <w:r w:rsidR="00EA052C">
        <w:t>’</w:t>
      </w:r>
      <w:r w:rsidRPr="00AA04A0">
        <w:t>est donc qu</w:t>
      </w:r>
      <w:r w:rsidR="00EA052C">
        <w:t>’</w:t>
      </w:r>
      <w:r w:rsidRPr="00AA04A0">
        <w:t>on avait prévu l</w:t>
      </w:r>
      <w:r w:rsidR="00EA052C">
        <w:t>’</w:t>
      </w:r>
      <w:r w:rsidRPr="00AA04A0">
        <w:t>attaque</w:t>
      </w:r>
      <w:r w:rsidR="00EA052C">
        <w:t xml:space="preserve">. </w:t>
      </w:r>
      <w:r w:rsidRPr="00AA04A0">
        <w:t>L</w:t>
      </w:r>
      <w:r w:rsidR="00EA052C">
        <w:t>’</w:t>
      </w:r>
      <w:r w:rsidRPr="00AA04A0">
        <w:t>attaque de quoi</w:t>
      </w:r>
      <w:r w:rsidR="00EA052C">
        <w:t xml:space="preserve"> ? </w:t>
      </w:r>
      <w:r w:rsidRPr="00AA04A0">
        <w:t>Du train</w:t>
      </w:r>
      <w:r w:rsidR="00EA052C">
        <w:t xml:space="preserve">, </w:t>
      </w:r>
      <w:r w:rsidRPr="00AA04A0">
        <w:t>certes</w:t>
      </w:r>
      <w:r w:rsidR="00EA052C">
        <w:t xml:space="preserve">, </w:t>
      </w:r>
      <w:r w:rsidRPr="00AA04A0">
        <w:t>mais surtout de ce que transportait ce train</w:t>
      </w:r>
      <w:r w:rsidR="00EA052C">
        <w:t xml:space="preserve">, </w:t>
      </w:r>
      <w:r w:rsidRPr="00AA04A0">
        <w:t>un trésor sans doute</w:t>
      </w:r>
      <w:r w:rsidR="00EA052C">
        <w:t xml:space="preserve">. </w:t>
      </w:r>
      <w:r w:rsidRPr="00AA04A0">
        <w:t>Je résolus de profiter des bonnes dispositions de mon compagnon pour l</w:t>
      </w:r>
      <w:r w:rsidR="00EA052C">
        <w:t>’</w:t>
      </w:r>
      <w:r w:rsidRPr="00AA04A0">
        <w:t>interroger à ce sujet de me rassurer aussi et d</w:t>
      </w:r>
      <w:r w:rsidR="00EA052C">
        <w:t>’</w:t>
      </w:r>
      <w:r w:rsidRPr="00AA04A0">
        <w:t>user en même temps de l</w:t>
      </w:r>
      <w:r w:rsidR="00EA052C">
        <w:t>’</w:t>
      </w:r>
      <w:r w:rsidRPr="00AA04A0">
        <w:t>occasion qui se présentait de me renseigner</w:t>
      </w:r>
      <w:r w:rsidR="00EA052C">
        <w:t xml:space="preserve">. </w:t>
      </w:r>
      <w:r w:rsidRPr="00AA04A0">
        <w:t>À ma demande</w:t>
      </w:r>
      <w:r w:rsidR="00EA052C">
        <w:t xml:space="preserve">, </w:t>
      </w:r>
      <w:r w:rsidRPr="00AA04A0">
        <w:t xml:space="preserve">Toby </w:t>
      </w:r>
      <w:proofErr w:type="spellStart"/>
      <w:r w:rsidRPr="00AA04A0">
        <w:t>Kleampton</w:t>
      </w:r>
      <w:proofErr w:type="spellEnd"/>
      <w:r w:rsidRPr="00AA04A0">
        <w:t xml:space="preserve"> répondit</w:t>
      </w:r>
      <w:r w:rsidR="00EA052C">
        <w:t> :</w:t>
      </w:r>
    </w:p>
    <w:p w14:paraId="1BE3BBF4" w14:textId="77777777" w:rsidR="00EA052C" w:rsidRDefault="00EA052C" w:rsidP="00C855EF">
      <w:r>
        <w:t>— </w:t>
      </w:r>
      <w:r w:rsidR="00C855EF" w:rsidRPr="00AA04A0">
        <w:t>Allez-vous jusqu</w:t>
      </w:r>
      <w:r>
        <w:t>’</w:t>
      </w:r>
      <w:r w:rsidR="00C855EF" w:rsidRPr="00AA04A0">
        <w:t>à Baltimore</w:t>
      </w:r>
      <w:r>
        <w:t> ?</w:t>
      </w:r>
    </w:p>
    <w:p w14:paraId="5CC2BFD4" w14:textId="77777777" w:rsidR="00EA052C" w:rsidRDefault="00EA052C" w:rsidP="00C855EF">
      <w:r>
        <w:t>— </w:t>
      </w:r>
      <w:r w:rsidR="00C855EF" w:rsidRPr="00AA04A0">
        <w:t>Oui</w:t>
      </w:r>
      <w:r>
        <w:t xml:space="preserve">, </w:t>
      </w:r>
      <w:r w:rsidR="00C855EF" w:rsidRPr="00AA04A0">
        <w:t>mais</w:t>
      </w:r>
      <w:r>
        <w:t>…</w:t>
      </w:r>
    </w:p>
    <w:p w14:paraId="3AB8B294" w14:textId="77777777" w:rsidR="00EA052C" w:rsidRDefault="00EA052C" w:rsidP="00C855EF">
      <w:r>
        <w:t>— </w:t>
      </w:r>
      <w:r w:rsidR="00C855EF" w:rsidRPr="00AA04A0">
        <w:t>Alors</w:t>
      </w:r>
      <w:r>
        <w:t xml:space="preserve">, </w:t>
      </w:r>
      <w:r w:rsidR="00C855EF" w:rsidRPr="00AA04A0">
        <w:t>gentleman</w:t>
      </w:r>
      <w:r>
        <w:t xml:space="preserve">, </w:t>
      </w:r>
      <w:r w:rsidR="00C855EF" w:rsidRPr="00AA04A0">
        <w:t>je vous dirai le dernier mot de tout cela sur le quai de la gare de Baltimore</w:t>
      </w:r>
      <w:r>
        <w:t>.</w:t>
      </w:r>
    </w:p>
    <w:p w14:paraId="6EB9F474" w14:textId="77777777" w:rsidR="00EA052C" w:rsidRDefault="00C855EF" w:rsidP="00C855EF">
      <w:r w:rsidRPr="00AA04A0">
        <w:t>Et je n</w:t>
      </w:r>
      <w:r w:rsidR="00EA052C">
        <w:t>’</w:t>
      </w:r>
      <w:r w:rsidRPr="00AA04A0">
        <w:t>en sus pas davantage</w:t>
      </w:r>
      <w:r w:rsidR="00EA052C">
        <w:t>.</w:t>
      </w:r>
    </w:p>
    <w:p w14:paraId="3864C2BA" w14:textId="77777777" w:rsidR="00EA052C" w:rsidRDefault="00C855EF" w:rsidP="00C855EF">
      <w:r w:rsidRPr="00AA04A0">
        <w:t>Nous roulions cependant toujours à toute vitesse</w:t>
      </w:r>
      <w:r w:rsidR="00EA052C">
        <w:t>.</w:t>
      </w:r>
    </w:p>
    <w:p w14:paraId="69613B18" w14:textId="77777777" w:rsidR="00EA052C" w:rsidRDefault="00EA052C" w:rsidP="00C855EF">
      <w:r>
        <w:t>— </w:t>
      </w:r>
      <w:r w:rsidR="00C855EF" w:rsidRPr="00AA04A0">
        <w:t>Veuillez préparer vos revolvers</w:t>
      </w:r>
      <w:r>
        <w:t xml:space="preserve">, </w:t>
      </w:r>
      <w:r w:rsidR="00C855EF" w:rsidRPr="00AA04A0">
        <w:t>gentleman</w:t>
      </w:r>
      <w:r>
        <w:t>.</w:t>
      </w:r>
    </w:p>
    <w:p w14:paraId="707188A1" w14:textId="77777777" w:rsidR="00EA052C" w:rsidRDefault="00EA052C" w:rsidP="00C855EF">
      <w:r>
        <w:t>— </w:t>
      </w:r>
      <w:r w:rsidR="00C855EF" w:rsidRPr="00AA04A0">
        <w:t>Les voici</w:t>
      </w:r>
      <w:r>
        <w:t>.</w:t>
      </w:r>
    </w:p>
    <w:p w14:paraId="0BD04CFC" w14:textId="77777777" w:rsidR="00EA052C" w:rsidRDefault="00EA052C" w:rsidP="00C855EF">
      <w:r>
        <w:t>— </w:t>
      </w:r>
      <w:r w:rsidR="00C855EF" w:rsidRPr="00AA04A0">
        <w:t>Bien</w:t>
      </w:r>
      <w:r>
        <w:t xml:space="preserve">. </w:t>
      </w:r>
      <w:r w:rsidR="00C855EF" w:rsidRPr="00AA04A0">
        <w:t>Tirez</w:t>
      </w:r>
      <w:r>
        <w:t xml:space="preserve">, </w:t>
      </w:r>
      <w:r w:rsidR="00C855EF" w:rsidRPr="00AA04A0">
        <w:t>s</w:t>
      </w:r>
      <w:r>
        <w:t>’</w:t>
      </w:r>
      <w:r w:rsidR="00C855EF" w:rsidRPr="00AA04A0">
        <w:t>il vous plaît</w:t>
      </w:r>
      <w:r>
        <w:t xml:space="preserve">, </w:t>
      </w:r>
      <w:r w:rsidR="00C855EF" w:rsidRPr="00AA04A0">
        <w:t>alors que je tirerai</w:t>
      </w:r>
      <w:r>
        <w:t>.</w:t>
      </w:r>
    </w:p>
    <w:p w14:paraId="3C3344AC" w14:textId="77777777" w:rsidR="00EA052C" w:rsidRDefault="00EA052C" w:rsidP="00C855EF">
      <w:r>
        <w:lastRenderedPageBreak/>
        <w:t>— </w:t>
      </w:r>
      <w:r w:rsidR="00C855EF" w:rsidRPr="00AA04A0">
        <w:t>Je ferai suivant votre désir</w:t>
      </w:r>
      <w:r>
        <w:t xml:space="preserve">, </w:t>
      </w:r>
      <w:r w:rsidR="00C855EF" w:rsidRPr="00AA04A0">
        <w:t>gentleman</w:t>
      </w:r>
      <w:r>
        <w:t>.</w:t>
      </w:r>
    </w:p>
    <w:p w14:paraId="0C503199" w14:textId="77777777" w:rsidR="00EA052C" w:rsidRDefault="00EA052C" w:rsidP="00C855EF">
      <w:r>
        <w:t>— </w:t>
      </w:r>
      <w:r w:rsidR="00C855EF" w:rsidRPr="00AA04A0">
        <w:t>Je vous en serais obligé</w:t>
      </w:r>
      <w:r>
        <w:t>.</w:t>
      </w:r>
    </w:p>
    <w:p w14:paraId="2DAE36C5" w14:textId="77777777" w:rsidR="00EA052C" w:rsidRDefault="00C855EF" w:rsidP="00C855EF">
      <w:r w:rsidRPr="00AA04A0">
        <w:t>D</w:t>
      </w:r>
      <w:r w:rsidR="00EA052C">
        <w:t>’</w:t>
      </w:r>
      <w:r w:rsidRPr="00AA04A0">
        <w:t xml:space="preserve">un sac de cuir Toby </w:t>
      </w:r>
      <w:proofErr w:type="spellStart"/>
      <w:r w:rsidRPr="00AA04A0">
        <w:t>Kleampton</w:t>
      </w:r>
      <w:proofErr w:type="spellEnd"/>
      <w:r w:rsidRPr="00AA04A0">
        <w:t xml:space="preserve"> tira une fausse barbe noire</w:t>
      </w:r>
      <w:r w:rsidR="00EA052C">
        <w:t xml:space="preserve">, </w:t>
      </w:r>
      <w:r w:rsidRPr="00AA04A0">
        <w:t>large et fournie</w:t>
      </w:r>
      <w:r w:rsidR="00EA052C">
        <w:t xml:space="preserve">. </w:t>
      </w:r>
      <w:r w:rsidRPr="00AA04A0">
        <w:t>Deux crochets la fixèrent à ses oreilles</w:t>
      </w:r>
      <w:r w:rsidR="00EA052C">
        <w:t xml:space="preserve">. </w:t>
      </w:r>
      <w:r w:rsidRPr="00AA04A0">
        <w:t>D</w:t>
      </w:r>
      <w:r w:rsidR="00EA052C">
        <w:t>’</w:t>
      </w:r>
      <w:r w:rsidRPr="00AA04A0">
        <w:t>un coup de main rapide il donna une forme nouvelle à son feutre</w:t>
      </w:r>
      <w:r w:rsidR="00EA052C">
        <w:t xml:space="preserve">, </w:t>
      </w:r>
      <w:r w:rsidRPr="00AA04A0">
        <w:t>et</w:t>
      </w:r>
      <w:r w:rsidR="00EA052C">
        <w:t xml:space="preserve">, </w:t>
      </w:r>
      <w:r w:rsidRPr="00AA04A0">
        <w:t>cela fait</w:t>
      </w:r>
      <w:r w:rsidR="00EA052C">
        <w:t xml:space="preserve">, </w:t>
      </w:r>
      <w:r w:rsidRPr="00AA04A0">
        <w:t>consulta sa montre</w:t>
      </w:r>
      <w:r w:rsidR="00EA052C">
        <w:t>.</w:t>
      </w:r>
    </w:p>
    <w:p w14:paraId="0930113C" w14:textId="77777777" w:rsidR="00EA052C" w:rsidRDefault="00EA052C" w:rsidP="00C855EF">
      <w:r>
        <w:t>— </w:t>
      </w:r>
      <w:r w:rsidR="00C855EF" w:rsidRPr="00AA04A0">
        <w:t>Encore quatre minutes</w:t>
      </w:r>
      <w:r>
        <w:t>.</w:t>
      </w:r>
    </w:p>
    <w:p w14:paraId="0A6C8D6B" w14:textId="77777777" w:rsidR="00EA052C" w:rsidRDefault="00C855EF" w:rsidP="00C855EF">
      <w:r w:rsidRPr="00AA04A0">
        <w:t>Quatre minutes</w:t>
      </w:r>
      <w:r w:rsidR="00EA052C">
        <w:t xml:space="preserve"> ! </w:t>
      </w:r>
      <w:r w:rsidRPr="00AA04A0">
        <w:t>Quatre siècles</w:t>
      </w:r>
      <w:r w:rsidR="00EA052C">
        <w:t xml:space="preserve">, </w:t>
      </w:r>
      <w:r w:rsidRPr="00AA04A0">
        <w:t>pour moi</w:t>
      </w:r>
      <w:r w:rsidR="00EA052C">
        <w:t xml:space="preserve"> ! </w:t>
      </w:r>
      <w:r w:rsidRPr="00AA04A0">
        <w:t>Je n</w:t>
      </w:r>
      <w:r w:rsidR="00EA052C">
        <w:t>’</w:t>
      </w:r>
      <w:r w:rsidRPr="00AA04A0">
        <w:t>avais c</w:t>
      </w:r>
      <w:r w:rsidRPr="00AA04A0">
        <w:t>e</w:t>
      </w:r>
      <w:r w:rsidRPr="00AA04A0">
        <w:t>pendant aucune peur</w:t>
      </w:r>
      <w:r w:rsidR="00EA052C">
        <w:t xml:space="preserve">. </w:t>
      </w:r>
      <w:r w:rsidRPr="00AA04A0">
        <w:t>À vrai dire le calme déconcertant de mon compagnon de voyage m</w:t>
      </w:r>
      <w:r w:rsidR="00EA052C">
        <w:t>’</w:t>
      </w:r>
      <w:r w:rsidRPr="00AA04A0">
        <w:t>encourageait sensiblement</w:t>
      </w:r>
      <w:r w:rsidR="00EA052C">
        <w:t>.</w:t>
      </w:r>
    </w:p>
    <w:p w14:paraId="3FD45CD9" w14:textId="77777777" w:rsidR="00EA052C" w:rsidRDefault="00C855EF" w:rsidP="00C855EF">
      <w:r w:rsidRPr="00AA04A0">
        <w:t>Une minute</w:t>
      </w:r>
      <w:r w:rsidR="00EA052C">
        <w:t xml:space="preserve">… </w:t>
      </w:r>
      <w:r w:rsidRPr="00AA04A0">
        <w:t>deux minutes</w:t>
      </w:r>
      <w:r w:rsidR="00EA052C">
        <w:t>…</w:t>
      </w:r>
    </w:p>
    <w:p w14:paraId="3F9D0CDD" w14:textId="77777777" w:rsidR="00EA052C" w:rsidRDefault="00C855EF" w:rsidP="00C855EF">
      <w:r w:rsidRPr="00AA04A0">
        <w:t>Brusquement une face bronzée se colla à la vitre du co</w:t>
      </w:r>
      <w:r w:rsidRPr="00AA04A0">
        <w:t>m</w:t>
      </w:r>
      <w:r w:rsidRPr="00AA04A0">
        <w:t>partiment</w:t>
      </w:r>
      <w:r w:rsidR="00EA052C">
        <w:t xml:space="preserve">. </w:t>
      </w:r>
      <w:r w:rsidRPr="00AA04A0">
        <w:t>Deux yeux aigus fouillèrent l</w:t>
      </w:r>
      <w:r w:rsidR="00EA052C">
        <w:t>’</w:t>
      </w:r>
      <w:r w:rsidRPr="00AA04A0">
        <w:t>intérieur</w:t>
      </w:r>
      <w:r w:rsidR="00EA052C">
        <w:t xml:space="preserve">, </w:t>
      </w:r>
      <w:r w:rsidRPr="00AA04A0">
        <w:t>et malgré le bruit de la course nous entendîmes distinctement l</w:t>
      </w:r>
      <w:r w:rsidR="00EA052C">
        <w:t>’</w:t>
      </w:r>
      <w:r w:rsidRPr="00AA04A0">
        <w:t>homme crier</w:t>
      </w:r>
      <w:r w:rsidR="00EA052C">
        <w:t> :</w:t>
      </w:r>
    </w:p>
    <w:p w14:paraId="24914EE1" w14:textId="77777777" w:rsidR="00EA052C" w:rsidRDefault="00EA052C" w:rsidP="00C855EF">
      <w:r>
        <w:t>— </w:t>
      </w:r>
      <w:r w:rsidR="00C855EF" w:rsidRPr="00AA04A0">
        <w:t>Non</w:t>
      </w:r>
      <w:r>
        <w:t xml:space="preserve">. </w:t>
      </w:r>
      <w:r w:rsidR="00C855EF" w:rsidRPr="00AA04A0">
        <w:t>Ce n</w:t>
      </w:r>
      <w:r>
        <w:t>’</w:t>
      </w:r>
      <w:r w:rsidR="00C855EF" w:rsidRPr="00AA04A0">
        <w:t>est pas lui</w:t>
      </w:r>
      <w:r>
        <w:t>.</w:t>
      </w:r>
    </w:p>
    <w:p w14:paraId="0F09FAF0" w14:textId="77777777" w:rsidR="00EA052C" w:rsidRDefault="00C855EF" w:rsidP="00C855EF">
      <w:r w:rsidRPr="00AA04A0">
        <w:t>Ce fut tout</w:t>
      </w:r>
      <w:r w:rsidR="00EA052C">
        <w:t xml:space="preserve">. </w:t>
      </w:r>
      <w:r w:rsidRPr="00AA04A0">
        <w:t xml:space="preserve">Les deux revolvers brandis par Toby </w:t>
      </w:r>
      <w:proofErr w:type="spellStart"/>
      <w:r w:rsidRPr="00AA04A0">
        <w:t>Kleam</w:t>
      </w:r>
      <w:r w:rsidRPr="00AA04A0">
        <w:t>p</w:t>
      </w:r>
      <w:r w:rsidRPr="00AA04A0">
        <w:t>ton</w:t>
      </w:r>
      <w:proofErr w:type="spellEnd"/>
      <w:r w:rsidRPr="00AA04A0">
        <w:t xml:space="preserve"> brisèrent la vitre</w:t>
      </w:r>
      <w:r w:rsidR="00EA052C">
        <w:t xml:space="preserve">. </w:t>
      </w:r>
      <w:r w:rsidRPr="00AA04A0">
        <w:t>Les balles cravachèrent la face curieuse qui disparût</w:t>
      </w:r>
      <w:r w:rsidR="00EA052C">
        <w:t xml:space="preserve">. </w:t>
      </w:r>
      <w:r w:rsidRPr="00AA04A0">
        <w:t>L</w:t>
      </w:r>
      <w:r w:rsidR="00EA052C">
        <w:t>’</w:t>
      </w:r>
      <w:r w:rsidRPr="00AA04A0">
        <w:t>homme sans doute avait roulé sur la voie</w:t>
      </w:r>
      <w:r w:rsidR="00EA052C">
        <w:t xml:space="preserve">. </w:t>
      </w:r>
      <w:r w:rsidRPr="00AA04A0">
        <w:t>Je r</w:t>
      </w:r>
      <w:r w:rsidRPr="00AA04A0">
        <w:t>e</w:t>
      </w:r>
      <w:r w:rsidRPr="00AA04A0">
        <w:t>marquai qu</w:t>
      </w:r>
      <w:r w:rsidR="00EA052C">
        <w:t>’</w:t>
      </w:r>
      <w:r w:rsidRPr="00AA04A0">
        <w:t>à cet instant même le train ralentit sa marche</w:t>
      </w:r>
      <w:r w:rsidR="00EA052C">
        <w:t xml:space="preserve">. </w:t>
      </w:r>
      <w:r w:rsidRPr="00AA04A0">
        <w:t>Dix coups de feu éclatèrent</w:t>
      </w:r>
      <w:r w:rsidR="00EA052C">
        <w:t xml:space="preserve">, </w:t>
      </w:r>
      <w:r w:rsidRPr="00AA04A0">
        <w:t>des cris rugirent</w:t>
      </w:r>
      <w:r w:rsidR="00EA052C">
        <w:t>.</w:t>
      </w:r>
    </w:p>
    <w:p w14:paraId="6909C552" w14:textId="77777777" w:rsidR="00EA052C" w:rsidRDefault="00EA052C" w:rsidP="00C855EF">
      <w:r>
        <w:t>— </w:t>
      </w:r>
      <w:r w:rsidR="00C855EF" w:rsidRPr="00AA04A0">
        <w:t>Regardez</w:t>
      </w:r>
      <w:r>
        <w:t xml:space="preserve">, </w:t>
      </w:r>
      <w:r w:rsidR="00C855EF" w:rsidRPr="00AA04A0">
        <w:t xml:space="preserve">dit Toby </w:t>
      </w:r>
      <w:proofErr w:type="spellStart"/>
      <w:r w:rsidR="00C855EF" w:rsidRPr="00AA04A0">
        <w:t>Kleampton</w:t>
      </w:r>
      <w:proofErr w:type="spellEnd"/>
      <w:r>
        <w:t>.</w:t>
      </w:r>
    </w:p>
    <w:p w14:paraId="5E0A574E" w14:textId="77777777" w:rsidR="00EA052C" w:rsidRDefault="00C855EF" w:rsidP="00C855EF">
      <w:r w:rsidRPr="00AA04A0">
        <w:t>Je me penchai à la portière</w:t>
      </w:r>
      <w:r w:rsidR="00EA052C">
        <w:t>.</w:t>
      </w:r>
    </w:p>
    <w:p w14:paraId="7D50CD49" w14:textId="77777777" w:rsidR="00EA052C" w:rsidRDefault="00C855EF" w:rsidP="00C855EF">
      <w:r w:rsidRPr="00AA04A0">
        <w:t>Un groupe d</w:t>
      </w:r>
      <w:r w:rsidR="00EA052C">
        <w:t>’</w:t>
      </w:r>
      <w:r w:rsidRPr="00AA04A0">
        <w:t>hommes se roulait à terre</w:t>
      </w:r>
      <w:r w:rsidR="00EA052C">
        <w:t xml:space="preserve">. </w:t>
      </w:r>
      <w:r w:rsidRPr="00AA04A0">
        <w:t>D</w:t>
      </w:r>
      <w:r w:rsidR="00EA052C">
        <w:t>’</w:t>
      </w:r>
      <w:r w:rsidRPr="00AA04A0">
        <w:t>autres se rel</w:t>
      </w:r>
      <w:r w:rsidRPr="00AA04A0">
        <w:t>e</w:t>
      </w:r>
      <w:r w:rsidRPr="00AA04A0">
        <w:t>vaient</w:t>
      </w:r>
      <w:r w:rsidR="00EA052C">
        <w:t xml:space="preserve">, </w:t>
      </w:r>
      <w:r w:rsidRPr="00AA04A0">
        <w:t>se poussaient autour d</w:t>
      </w:r>
      <w:r w:rsidR="00EA052C">
        <w:t>’</w:t>
      </w:r>
      <w:r w:rsidRPr="00AA04A0">
        <w:t>une masse carrée</w:t>
      </w:r>
      <w:r w:rsidR="00EA052C">
        <w:t xml:space="preserve">, </w:t>
      </w:r>
      <w:r w:rsidRPr="00AA04A0">
        <w:t>noire</w:t>
      </w:r>
      <w:r w:rsidR="00EA052C">
        <w:t xml:space="preserve">, </w:t>
      </w:r>
      <w:r w:rsidRPr="00AA04A0">
        <w:t>cerclée de barres de fer</w:t>
      </w:r>
      <w:r w:rsidR="00EA052C">
        <w:t>.</w:t>
      </w:r>
    </w:p>
    <w:p w14:paraId="7F616EA8" w14:textId="77777777" w:rsidR="00EA052C" w:rsidRDefault="00EA052C" w:rsidP="00C855EF">
      <w:r>
        <w:lastRenderedPageBreak/>
        <w:t>— </w:t>
      </w:r>
      <w:r w:rsidR="00C855EF" w:rsidRPr="00AA04A0">
        <w:t>Mais c</w:t>
      </w:r>
      <w:r>
        <w:t>’</w:t>
      </w:r>
      <w:r w:rsidR="00C855EF" w:rsidRPr="00AA04A0">
        <w:t>est un coffre-fort</w:t>
      </w:r>
      <w:r>
        <w:t xml:space="preserve"> ! </w:t>
      </w:r>
      <w:r w:rsidR="00C855EF" w:rsidRPr="00AA04A0">
        <w:t>criai-je</w:t>
      </w:r>
      <w:r>
        <w:t>.</w:t>
      </w:r>
    </w:p>
    <w:p w14:paraId="26E46022" w14:textId="77777777" w:rsidR="00EA052C" w:rsidRDefault="00EA052C" w:rsidP="00C855EF">
      <w:r>
        <w:t>— </w:t>
      </w:r>
      <w:r w:rsidR="00C855EF" w:rsidRPr="00AA04A0">
        <w:t>Oui</w:t>
      </w:r>
      <w:r>
        <w:t xml:space="preserve">, </w:t>
      </w:r>
      <w:r w:rsidR="00C855EF" w:rsidRPr="00AA04A0">
        <w:t>dit mon compagnon</w:t>
      </w:r>
      <w:r>
        <w:t xml:space="preserve">, </w:t>
      </w:r>
      <w:r w:rsidR="00C855EF" w:rsidRPr="00AA04A0">
        <w:t>c</w:t>
      </w:r>
      <w:r>
        <w:t>’</w:t>
      </w:r>
      <w:r w:rsidR="00C855EF" w:rsidRPr="00AA04A0">
        <w:t>est un coffre-fort</w:t>
      </w:r>
      <w:r>
        <w:t>.</w:t>
      </w:r>
    </w:p>
    <w:p w14:paraId="5D1F25B5" w14:textId="77777777" w:rsidR="00EA052C" w:rsidRDefault="00EA052C" w:rsidP="00C855EF">
      <w:r>
        <w:t>— </w:t>
      </w:r>
      <w:r w:rsidR="00C855EF" w:rsidRPr="00AA04A0">
        <w:t>Alors</w:t>
      </w:r>
      <w:r>
        <w:t xml:space="preserve">, </w:t>
      </w:r>
      <w:r w:rsidR="00C855EF" w:rsidRPr="00AA04A0">
        <w:t>le coup a réussi</w:t>
      </w:r>
      <w:r>
        <w:t> ?</w:t>
      </w:r>
    </w:p>
    <w:p w14:paraId="1F2A71F8" w14:textId="77777777" w:rsidR="00EA052C" w:rsidRDefault="00C855EF" w:rsidP="00C855EF">
      <w:r w:rsidRPr="00AA04A0">
        <w:t xml:space="preserve">Toby </w:t>
      </w:r>
      <w:proofErr w:type="spellStart"/>
      <w:r w:rsidRPr="00AA04A0">
        <w:t>Kleampton</w:t>
      </w:r>
      <w:proofErr w:type="spellEnd"/>
      <w:r w:rsidRPr="00AA04A0">
        <w:t xml:space="preserve"> se contenta de sourire et dit</w:t>
      </w:r>
      <w:r w:rsidR="00EA052C">
        <w:t> :</w:t>
      </w:r>
    </w:p>
    <w:p w14:paraId="031DAE90" w14:textId="77777777" w:rsidR="00EA052C" w:rsidRDefault="00EA052C" w:rsidP="00C855EF">
      <w:r>
        <w:t>— </w:t>
      </w:r>
      <w:r w:rsidR="00C855EF" w:rsidRPr="00AA04A0">
        <w:t>Veuillez remarquer</w:t>
      </w:r>
      <w:r>
        <w:t xml:space="preserve">, </w:t>
      </w:r>
      <w:r w:rsidR="00C855EF" w:rsidRPr="00AA04A0">
        <w:t>gentleman</w:t>
      </w:r>
      <w:r>
        <w:t xml:space="preserve">, </w:t>
      </w:r>
      <w:r w:rsidR="00C855EF" w:rsidRPr="00AA04A0">
        <w:t>que le train a repris sa vitesse normale</w:t>
      </w:r>
      <w:r>
        <w:t xml:space="preserve">. </w:t>
      </w:r>
      <w:r w:rsidR="00C855EF" w:rsidRPr="00AA04A0">
        <w:t>Tout danger a disparu pour nous</w:t>
      </w:r>
      <w:r>
        <w:t>.</w:t>
      </w:r>
    </w:p>
    <w:p w14:paraId="3CA44C45" w14:textId="77777777" w:rsidR="00EA052C" w:rsidRDefault="00C855EF" w:rsidP="00C855EF">
      <w:r w:rsidRPr="00AA04A0">
        <w:t>Il remit sa fausse barbe dans le sac de cuir</w:t>
      </w:r>
      <w:r w:rsidR="00EA052C">
        <w:t xml:space="preserve">, </w:t>
      </w:r>
      <w:r w:rsidRPr="00AA04A0">
        <w:t>enleva de son revolver les cartouches brûlées</w:t>
      </w:r>
      <w:r w:rsidR="00EA052C">
        <w:t xml:space="preserve">, </w:t>
      </w:r>
      <w:r w:rsidRPr="00AA04A0">
        <w:t>les remplaça par d</w:t>
      </w:r>
      <w:r w:rsidR="00EA052C">
        <w:t>’</w:t>
      </w:r>
      <w:r w:rsidRPr="00AA04A0">
        <w:t>autres et pa</w:t>
      </w:r>
      <w:r w:rsidRPr="00AA04A0">
        <w:t>i</w:t>
      </w:r>
      <w:r w:rsidRPr="00AA04A0">
        <w:t>siblement alluma une nouvelle pipe dont il semblait lancer au plafond du compartiment</w:t>
      </w:r>
      <w:r w:rsidR="00EA052C">
        <w:t xml:space="preserve">, </w:t>
      </w:r>
      <w:r w:rsidRPr="00AA04A0">
        <w:t>les bouffées odorantes avec un plaisir visible</w:t>
      </w:r>
      <w:r w:rsidR="00EA052C">
        <w:t xml:space="preserve">. </w:t>
      </w:r>
      <w:r w:rsidRPr="00AA04A0">
        <w:t>Je respirai</w:t>
      </w:r>
      <w:r w:rsidR="00EA052C">
        <w:t xml:space="preserve">. </w:t>
      </w:r>
      <w:r w:rsidRPr="00AA04A0">
        <w:t>Ma fortune était sauvée</w:t>
      </w:r>
      <w:r w:rsidR="00EA052C">
        <w:t xml:space="preserve">, </w:t>
      </w:r>
      <w:r w:rsidRPr="00AA04A0">
        <w:t>mais la fortune n</w:t>
      </w:r>
      <w:r w:rsidR="00EA052C">
        <w:t>’</w:t>
      </w:r>
      <w:r w:rsidRPr="00AA04A0">
        <w:t>est point tout dans l</w:t>
      </w:r>
      <w:r w:rsidR="00EA052C">
        <w:t>’</w:t>
      </w:r>
      <w:r w:rsidRPr="00AA04A0">
        <w:t>existence et ma satisfaction de me savoir vivant passait celle-là</w:t>
      </w:r>
      <w:r w:rsidR="00EA052C">
        <w:t>.</w:t>
      </w:r>
    </w:p>
    <w:p w14:paraId="01B7E7DF" w14:textId="77777777" w:rsidR="00EA052C" w:rsidRDefault="00EA052C" w:rsidP="00C855EF">
      <w:r>
        <w:t>— </w:t>
      </w:r>
      <w:r w:rsidR="00C855EF" w:rsidRPr="00AA04A0">
        <w:t>Ainsi donc</w:t>
      </w:r>
      <w:r>
        <w:t xml:space="preserve">, </w:t>
      </w:r>
      <w:r w:rsidR="00C855EF" w:rsidRPr="00AA04A0">
        <w:t>gentleman</w:t>
      </w:r>
      <w:r>
        <w:t xml:space="preserve">, </w:t>
      </w:r>
      <w:r w:rsidR="00C855EF" w:rsidRPr="00AA04A0">
        <w:t xml:space="preserve">dis-je à Toby </w:t>
      </w:r>
      <w:proofErr w:type="spellStart"/>
      <w:r w:rsidR="00C855EF" w:rsidRPr="00AA04A0">
        <w:t>Kleampton</w:t>
      </w:r>
      <w:proofErr w:type="spellEnd"/>
      <w:r>
        <w:t xml:space="preserve">, </w:t>
      </w:r>
      <w:r w:rsidR="00C855EF" w:rsidRPr="00AA04A0">
        <w:t>vous étiez prévenu de l</w:t>
      </w:r>
      <w:r>
        <w:t>’</w:t>
      </w:r>
      <w:r w:rsidR="00C855EF" w:rsidRPr="00AA04A0">
        <w:t>attaque du train</w:t>
      </w:r>
      <w:r>
        <w:t> ?</w:t>
      </w:r>
    </w:p>
    <w:p w14:paraId="4904EBF3" w14:textId="77777777" w:rsidR="00EA052C" w:rsidRDefault="00EA052C" w:rsidP="00C855EF">
      <w:r>
        <w:t>— </w:t>
      </w:r>
      <w:r w:rsidR="00C855EF" w:rsidRPr="00AA04A0">
        <w:t>En vérité</w:t>
      </w:r>
      <w:r>
        <w:t xml:space="preserve">, </w:t>
      </w:r>
      <w:r w:rsidR="00C855EF" w:rsidRPr="00AA04A0">
        <w:t>non</w:t>
      </w:r>
      <w:r>
        <w:t xml:space="preserve">, </w:t>
      </w:r>
      <w:r w:rsidR="00C855EF" w:rsidRPr="00AA04A0">
        <w:t>répondit-il</w:t>
      </w:r>
      <w:r>
        <w:t xml:space="preserve">. </w:t>
      </w:r>
      <w:r w:rsidR="00C855EF" w:rsidRPr="00AA04A0">
        <w:t>Je n</w:t>
      </w:r>
      <w:r>
        <w:t>’</w:t>
      </w:r>
      <w:r w:rsidR="00C855EF" w:rsidRPr="00AA04A0">
        <w:t>étais pas prévenu</w:t>
      </w:r>
      <w:r>
        <w:t>.</w:t>
      </w:r>
    </w:p>
    <w:p w14:paraId="17D486C7" w14:textId="77777777" w:rsidR="00EA052C" w:rsidRDefault="00EA052C" w:rsidP="00C855EF">
      <w:r>
        <w:t>— </w:t>
      </w:r>
      <w:r w:rsidR="00C855EF" w:rsidRPr="00AA04A0">
        <w:t>Mais alors</w:t>
      </w:r>
      <w:r>
        <w:t xml:space="preserve"> ?… </w:t>
      </w:r>
      <w:r w:rsidR="00C855EF" w:rsidRPr="00AA04A0">
        <w:t>Comment avez-vous pu</w:t>
      </w:r>
      <w:r>
        <w:t> ?…</w:t>
      </w:r>
    </w:p>
    <w:p w14:paraId="5FE980F4" w14:textId="77777777" w:rsidR="00EA052C" w:rsidRDefault="00EA052C" w:rsidP="00C855EF">
      <w:r>
        <w:t>— </w:t>
      </w:r>
      <w:r w:rsidR="00C855EF" w:rsidRPr="00AA04A0">
        <w:t>Gentleman</w:t>
      </w:r>
      <w:r>
        <w:t xml:space="preserve">, </w:t>
      </w:r>
      <w:r w:rsidR="00C855EF" w:rsidRPr="00AA04A0">
        <w:t>l</w:t>
      </w:r>
      <w:r>
        <w:t>’</w:t>
      </w:r>
      <w:r w:rsidR="00C855EF" w:rsidRPr="00AA04A0">
        <w:t xml:space="preserve">étude de la mécanique me </w:t>
      </w:r>
      <w:proofErr w:type="spellStart"/>
      <w:r w:rsidR="00C855EF" w:rsidRPr="00AA04A0">
        <w:t>doua</w:t>
      </w:r>
      <w:proofErr w:type="spellEnd"/>
      <w:r w:rsidR="00C855EF" w:rsidRPr="00AA04A0">
        <w:t xml:space="preserve"> d</w:t>
      </w:r>
      <w:r>
        <w:t>’</w:t>
      </w:r>
      <w:r w:rsidR="00C855EF" w:rsidRPr="00AA04A0">
        <w:t>un esprit soucieux de logique</w:t>
      </w:r>
      <w:r>
        <w:t xml:space="preserve">. </w:t>
      </w:r>
      <w:r w:rsidR="00C855EF" w:rsidRPr="00AA04A0">
        <w:t>C</w:t>
      </w:r>
      <w:r>
        <w:t>’</w:t>
      </w:r>
      <w:r w:rsidR="00C855EF" w:rsidRPr="00AA04A0">
        <w:t>est l</w:t>
      </w:r>
      <w:r>
        <w:t>’</w:t>
      </w:r>
      <w:r w:rsidR="00C855EF" w:rsidRPr="00AA04A0">
        <w:t>enchaînement rigoureux des r</w:t>
      </w:r>
      <w:r w:rsidR="00C855EF" w:rsidRPr="00AA04A0">
        <w:t>é</w:t>
      </w:r>
      <w:r w:rsidR="00C855EF" w:rsidRPr="00AA04A0">
        <w:t>flexions qui me conduisit à prévoir l</w:t>
      </w:r>
      <w:r>
        <w:t>’</w:t>
      </w:r>
      <w:r w:rsidR="00C855EF" w:rsidRPr="00AA04A0">
        <w:t>attaque du train à l</w:t>
      </w:r>
      <w:r>
        <w:t>’</w:t>
      </w:r>
      <w:r w:rsidR="00C855EF" w:rsidRPr="00AA04A0">
        <w:t>heure précise que je vous indiquai</w:t>
      </w:r>
      <w:r>
        <w:t>.</w:t>
      </w:r>
    </w:p>
    <w:p w14:paraId="050B9232" w14:textId="77777777" w:rsidR="00EA052C" w:rsidRDefault="00EA052C" w:rsidP="00C855EF">
      <w:r>
        <w:t>— </w:t>
      </w:r>
      <w:r w:rsidR="00C855EF" w:rsidRPr="00AA04A0">
        <w:t>Vous êtes en ce cas plus fort que Sherlock Holmes</w:t>
      </w:r>
      <w:r>
        <w:t xml:space="preserve">, </w:t>
      </w:r>
      <w:r w:rsidR="00C855EF" w:rsidRPr="00AA04A0">
        <w:t>le f</w:t>
      </w:r>
      <w:r w:rsidR="00C855EF" w:rsidRPr="00AA04A0">
        <w:t>a</w:t>
      </w:r>
      <w:r w:rsidR="00C855EF" w:rsidRPr="00AA04A0">
        <w:t>meux policier</w:t>
      </w:r>
      <w:r>
        <w:t xml:space="preserve"> ! </w:t>
      </w:r>
      <w:r w:rsidR="00C855EF" w:rsidRPr="00AA04A0">
        <w:t>dis-je étonné</w:t>
      </w:r>
      <w:r>
        <w:t>.</w:t>
      </w:r>
    </w:p>
    <w:p w14:paraId="5D1A1159" w14:textId="77777777" w:rsidR="00EA052C" w:rsidRDefault="00EA052C" w:rsidP="00C855EF">
      <w:r>
        <w:t>— </w:t>
      </w:r>
      <w:r w:rsidR="00C855EF" w:rsidRPr="00AA04A0">
        <w:t>Je n</w:t>
      </w:r>
      <w:r>
        <w:t>’</w:t>
      </w:r>
      <w:r w:rsidR="00C855EF" w:rsidRPr="00AA04A0">
        <w:t>ai pas l</w:t>
      </w:r>
      <w:r>
        <w:t>’</w:t>
      </w:r>
      <w:r w:rsidR="00C855EF" w:rsidRPr="00AA04A0">
        <w:t>avantage de connaître ce gentleman</w:t>
      </w:r>
      <w:r>
        <w:t xml:space="preserve">, </w:t>
      </w:r>
      <w:r w:rsidR="00C855EF" w:rsidRPr="00AA04A0">
        <w:t>répo</w:t>
      </w:r>
      <w:r w:rsidR="00C855EF" w:rsidRPr="00AA04A0">
        <w:t>n</w:t>
      </w:r>
      <w:r w:rsidR="00C855EF" w:rsidRPr="00AA04A0">
        <w:t xml:space="preserve">dit non sans quelque impatience Toby </w:t>
      </w:r>
      <w:proofErr w:type="spellStart"/>
      <w:r w:rsidR="00C855EF" w:rsidRPr="00AA04A0">
        <w:t>Kleampton</w:t>
      </w:r>
      <w:proofErr w:type="spellEnd"/>
      <w:r>
        <w:t xml:space="preserve">, </w:t>
      </w:r>
      <w:r w:rsidR="00C855EF" w:rsidRPr="00AA04A0">
        <w:t xml:space="preserve">mais ce que je vous dirai vous renseignera en deux mots sur ma </w:t>
      </w:r>
      <w:r w:rsidR="00C855EF" w:rsidRPr="00AA04A0">
        <w:lastRenderedPageBreak/>
        <w:t>manière de procéder</w:t>
      </w:r>
      <w:r>
        <w:t xml:space="preserve">. </w:t>
      </w:r>
      <w:r w:rsidR="00C855EF" w:rsidRPr="00AA04A0">
        <w:t xml:space="preserve">Le train que voici emporte </w:t>
      </w:r>
      <w:proofErr w:type="spellStart"/>
      <w:r w:rsidR="00C855EF" w:rsidRPr="00AA04A0">
        <w:t>vingt huit</w:t>
      </w:r>
      <w:proofErr w:type="spellEnd"/>
      <w:r w:rsidR="00C855EF" w:rsidRPr="00AA04A0">
        <w:t xml:space="preserve"> millions de v</w:t>
      </w:r>
      <w:r w:rsidR="00C855EF" w:rsidRPr="00AA04A0">
        <w:t>a</w:t>
      </w:r>
      <w:r w:rsidR="00C855EF" w:rsidRPr="00AA04A0">
        <w:t>leurs</w:t>
      </w:r>
      <w:r>
        <w:t>…</w:t>
      </w:r>
    </w:p>
    <w:p w14:paraId="5EA4082E" w14:textId="77777777" w:rsidR="00EA052C" w:rsidRDefault="00EA052C" w:rsidP="00C855EF">
      <w:r>
        <w:t>— </w:t>
      </w:r>
      <w:r w:rsidR="00C855EF" w:rsidRPr="00AA04A0">
        <w:t>Emportait</w:t>
      </w:r>
      <w:r>
        <w:t xml:space="preserve">, </w:t>
      </w:r>
      <w:r w:rsidR="00C855EF" w:rsidRPr="00AA04A0">
        <w:t>rectifiai-je</w:t>
      </w:r>
      <w:r>
        <w:t xml:space="preserve">, </w:t>
      </w:r>
      <w:r w:rsidR="00C855EF" w:rsidRPr="00AA04A0">
        <w:t>car il me semble bien que le coffre-fort a été bousculé sur la voie</w:t>
      </w:r>
      <w:r>
        <w:t>…</w:t>
      </w:r>
    </w:p>
    <w:p w14:paraId="41DACDE2" w14:textId="77777777" w:rsidR="00EA052C" w:rsidRDefault="00EA052C" w:rsidP="00C855EF">
      <w:r>
        <w:t>— </w:t>
      </w:r>
      <w:r w:rsidR="00C855EF" w:rsidRPr="00AA04A0">
        <w:t>Veuillez me laisser achever</w:t>
      </w:r>
      <w:r>
        <w:t xml:space="preserve">, </w:t>
      </w:r>
      <w:r w:rsidR="00C855EF" w:rsidRPr="00AA04A0">
        <w:t>gentleman</w:t>
      </w:r>
      <w:r>
        <w:t xml:space="preserve">. </w:t>
      </w:r>
      <w:r w:rsidR="00C855EF" w:rsidRPr="00AA04A0">
        <w:t xml:space="preserve">Je dis bien que le train emporte </w:t>
      </w:r>
      <w:proofErr w:type="spellStart"/>
      <w:r w:rsidR="00C855EF" w:rsidRPr="00AA04A0">
        <w:t>vingt huit</w:t>
      </w:r>
      <w:proofErr w:type="spellEnd"/>
      <w:r w:rsidR="00C855EF" w:rsidRPr="00AA04A0">
        <w:t xml:space="preserve"> millions de valeurs</w:t>
      </w:r>
      <w:r>
        <w:t xml:space="preserve">. </w:t>
      </w:r>
      <w:r w:rsidR="00C855EF" w:rsidRPr="00AA04A0">
        <w:t>Ce voyage a été t</w:t>
      </w:r>
      <w:r w:rsidR="00C855EF" w:rsidRPr="00AA04A0">
        <w:t>e</w:t>
      </w:r>
      <w:r w:rsidR="00C855EF" w:rsidRPr="00AA04A0">
        <w:t>nu secret</w:t>
      </w:r>
      <w:r>
        <w:t xml:space="preserve">, </w:t>
      </w:r>
      <w:r w:rsidR="00C855EF" w:rsidRPr="00AA04A0">
        <w:t>mais il n</w:t>
      </w:r>
      <w:r>
        <w:t>’</w:t>
      </w:r>
      <w:r w:rsidR="00C855EF" w:rsidRPr="00AA04A0">
        <w:t>est si profond secret qui ne s</w:t>
      </w:r>
      <w:r>
        <w:t>’</w:t>
      </w:r>
      <w:r w:rsidR="00C855EF" w:rsidRPr="00AA04A0">
        <w:t>évente</w:t>
      </w:r>
      <w:r>
        <w:t xml:space="preserve">. </w:t>
      </w:r>
      <w:r w:rsidR="00C855EF" w:rsidRPr="00AA04A0">
        <w:t>Cela est humain</w:t>
      </w:r>
      <w:r>
        <w:t xml:space="preserve">, </w:t>
      </w:r>
      <w:r w:rsidR="00C855EF" w:rsidRPr="00AA04A0">
        <w:t>donc parfaitement naturel</w:t>
      </w:r>
      <w:r>
        <w:t xml:space="preserve">. </w:t>
      </w:r>
      <w:r w:rsidR="00C855EF" w:rsidRPr="00AA04A0">
        <w:t>Garder un secret est so</w:t>
      </w:r>
      <w:r w:rsidR="00C855EF" w:rsidRPr="00AA04A0">
        <w:t>u</w:t>
      </w:r>
      <w:r w:rsidR="00C855EF" w:rsidRPr="00AA04A0">
        <w:t>vent difficile</w:t>
      </w:r>
      <w:r>
        <w:t xml:space="preserve">, </w:t>
      </w:r>
      <w:r w:rsidR="00C855EF" w:rsidRPr="00AA04A0">
        <w:t>sinon impossible</w:t>
      </w:r>
      <w:r>
        <w:t xml:space="preserve">, </w:t>
      </w:r>
      <w:r w:rsidR="00C855EF" w:rsidRPr="00AA04A0">
        <w:t>et vous savez</w:t>
      </w:r>
      <w:r>
        <w:t xml:space="preserve">, </w:t>
      </w:r>
      <w:r w:rsidR="00C855EF" w:rsidRPr="00AA04A0">
        <w:t>à l</w:t>
      </w:r>
      <w:r>
        <w:t>’</w:t>
      </w:r>
      <w:r w:rsidR="00C855EF" w:rsidRPr="00AA04A0">
        <w:t>impossible nul n</w:t>
      </w:r>
      <w:r>
        <w:t>’</w:t>
      </w:r>
      <w:r w:rsidR="00C855EF" w:rsidRPr="00AA04A0">
        <w:t>est tenu</w:t>
      </w:r>
      <w:r>
        <w:t>.</w:t>
      </w:r>
    </w:p>
    <w:p w14:paraId="1C99B22A" w14:textId="77777777" w:rsidR="00EA052C" w:rsidRDefault="00C855EF" w:rsidP="00C855EF">
      <w:r w:rsidRPr="00AA04A0">
        <w:t>Donc le train devait être attaqué</w:t>
      </w:r>
      <w:r w:rsidR="00EA052C">
        <w:t xml:space="preserve">. </w:t>
      </w:r>
      <w:r w:rsidRPr="00AA04A0">
        <w:t>Ici se posait la question</w:t>
      </w:r>
      <w:r w:rsidR="00EA052C">
        <w:t xml:space="preserve"> : </w:t>
      </w:r>
      <w:r w:rsidRPr="00AA04A0">
        <w:t>Comment</w:t>
      </w:r>
      <w:r w:rsidR="00EA052C">
        <w:t xml:space="preserve"> ? </w:t>
      </w:r>
      <w:r w:rsidRPr="00AA04A0">
        <w:t>La ruse souventes fois réussit mieux que la force</w:t>
      </w:r>
      <w:r w:rsidR="00EA052C">
        <w:t xml:space="preserve">, </w:t>
      </w:r>
      <w:r w:rsidRPr="00AA04A0">
        <w:t>mais la force arrête souvent aussi la ruse</w:t>
      </w:r>
      <w:r w:rsidR="00EA052C">
        <w:t xml:space="preserve">. </w:t>
      </w:r>
      <w:r w:rsidRPr="00AA04A0">
        <w:t>C</w:t>
      </w:r>
      <w:r w:rsidR="00EA052C">
        <w:t>’</w:t>
      </w:r>
      <w:r w:rsidRPr="00AA04A0">
        <w:t>est pourquoi vous vîtes sans doute les dix garçons armés sur le wagon du coffre-fort</w:t>
      </w:r>
      <w:r w:rsidR="00EA052C">
        <w:t xml:space="preserve">. </w:t>
      </w:r>
      <w:r w:rsidRPr="00AA04A0">
        <w:t>Donc le train devait être attaqué par la force</w:t>
      </w:r>
      <w:r w:rsidR="00EA052C">
        <w:t xml:space="preserve">. </w:t>
      </w:r>
      <w:r w:rsidRPr="00AA04A0">
        <w:t>Où</w:t>
      </w:r>
      <w:r w:rsidR="00EA052C">
        <w:t xml:space="preserve"> ? </w:t>
      </w:r>
      <w:r w:rsidRPr="00AA04A0">
        <w:t xml:space="preserve">La ligne qui part de </w:t>
      </w:r>
      <w:proofErr w:type="spellStart"/>
      <w:r w:rsidRPr="00AA04A0">
        <w:t>Townhouse</w:t>
      </w:r>
      <w:proofErr w:type="spellEnd"/>
      <w:r w:rsidRPr="00AA04A0">
        <w:t xml:space="preserve"> marche en ligne droite jusqu</w:t>
      </w:r>
      <w:r w:rsidR="00EA052C">
        <w:t>’</w:t>
      </w:r>
      <w:r w:rsidRPr="00AA04A0">
        <w:t xml:space="preserve">à </w:t>
      </w:r>
      <w:proofErr w:type="spellStart"/>
      <w:r w:rsidRPr="00AA04A0">
        <w:t>quatre vingt</w:t>
      </w:r>
      <w:proofErr w:type="spellEnd"/>
      <w:r w:rsidRPr="00AA04A0">
        <w:t xml:space="preserve"> dix milles de </w:t>
      </w:r>
      <w:proofErr w:type="spellStart"/>
      <w:r w:rsidRPr="00AA04A0">
        <w:t>Korawtra</w:t>
      </w:r>
      <w:proofErr w:type="spellEnd"/>
      <w:r w:rsidR="00EA052C">
        <w:t xml:space="preserve">, </w:t>
      </w:r>
      <w:r w:rsidRPr="00AA04A0">
        <w:t>la station où vous êtes monté</w:t>
      </w:r>
      <w:r w:rsidR="00EA052C">
        <w:t xml:space="preserve">, </w:t>
      </w:r>
      <w:r w:rsidRPr="00AA04A0">
        <w:t>ge</w:t>
      </w:r>
      <w:r w:rsidRPr="00AA04A0">
        <w:t>n</w:t>
      </w:r>
      <w:r w:rsidRPr="00AA04A0">
        <w:t>tleman</w:t>
      </w:r>
      <w:r w:rsidR="00EA052C">
        <w:t xml:space="preserve">. </w:t>
      </w:r>
      <w:r w:rsidRPr="00AA04A0">
        <w:t>La ligne droite donne au train toute sa vitesse</w:t>
      </w:r>
      <w:r w:rsidR="00EA052C">
        <w:t xml:space="preserve">, </w:t>
      </w:r>
      <w:r w:rsidRPr="00AA04A0">
        <w:t>de là l</w:t>
      </w:r>
      <w:r w:rsidR="00EA052C">
        <w:t>’</w:t>
      </w:r>
      <w:r w:rsidRPr="00AA04A0">
        <w:t>impossibilité de tenter l</w:t>
      </w:r>
      <w:r w:rsidR="00EA052C">
        <w:t>’</w:t>
      </w:r>
      <w:r w:rsidRPr="00AA04A0">
        <w:t>assaut pendant la marche</w:t>
      </w:r>
      <w:r w:rsidR="00EA052C">
        <w:t xml:space="preserve">. </w:t>
      </w:r>
      <w:proofErr w:type="spellStart"/>
      <w:r w:rsidRPr="00AA04A0">
        <w:t>Au delà</w:t>
      </w:r>
      <w:proofErr w:type="spellEnd"/>
      <w:r w:rsidRPr="00AA04A0">
        <w:t xml:space="preserve"> des </w:t>
      </w:r>
      <w:proofErr w:type="spellStart"/>
      <w:r w:rsidRPr="00AA04A0">
        <w:t>quatre vingt</w:t>
      </w:r>
      <w:proofErr w:type="spellEnd"/>
      <w:r w:rsidRPr="00AA04A0">
        <w:t xml:space="preserve"> dix milles</w:t>
      </w:r>
      <w:r w:rsidR="00EA052C">
        <w:t xml:space="preserve">, </w:t>
      </w:r>
      <w:r w:rsidRPr="00AA04A0">
        <w:t>la voie décrit une courbe nette pour so</w:t>
      </w:r>
      <w:r w:rsidRPr="00AA04A0">
        <w:t>r</w:t>
      </w:r>
      <w:r w:rsidRPr="00AA04A0">
        <w:t>tir de la forêt</w:t>
      </w:r>
      <w:r w:rsidR="00EA052C">
        <w:t xml:space="preserve">, </w:t>
      </w:r>
      <w:r w:rsidRPr="00AA04A0">
        <w:t>et la courbe ralentit la marche</w:t>
      </w:r>
      <w:r w:rsidR="00EA052C">
        <w:t xml:space="preserve">. </w:t>
      </w:r>
      <w:r w:rsidRPr="00AA04A0">
        <w:t>C</w:t>
      </w:r>
      <w:r w:rsidR="00EA052C">
        <w:t>’</w:t>
      </w:r>
      <w:r w:rsidRPr="00AA04A0">
        <w:t>est donc là que logiquement les voleurs devaient tenter l</w:t>
      </w:r>
      <w:r w:rsidR="00EA052C">
        <w:t>’</w:t>
      </w:r>
      <w:r w:rsidRPr="00AA04A0">
        <w:t>attaque</w:t>
      </w:r>
      <w:r w:rsidR="00EA052C">
        <w:t xml:space="preserve">. </w:t>
      </w:r>
      <w:r w:rsidRPr="00AA04A0">
        <w:t>Il en fut ainsi</w:t>
      </w:r>
      <w:r w:rsidR="00EA052C">
        <w:t xml:space="preserve">. </w:t>
      </w:r>
      <w:r w:rsidRPr="00AA04A0">
        <w:t>Avez-vous compris pourquoi je la pus prévoir</w:t>
      </w:r>
      <w:r w:rsidR="00EA052C">
        <w:t xml:space="preserve">, </w:t>
      </w:r>
      <w:r w:rsidRPr="00AA04A0">
        <w:t>gentleman</w:t>
      </w:r>
      <w:r w:rsidR="00EA052C">
        <w:t> ?</w:t>
      </w:r>
    </w:p>
    <w:p w14:paraId="7EA633C9" w14:textId="77777777" w:rsidR="00EA052C" w:rsidRDefault="00EA052C" w:rsidP="00C855EF">
      <w:r>
        <w:t>— </w:t>
      </w:r>
      <w:r w:rsidR="00C855EF" w:rsidRPr="00AA04A0">
        <w:t>Cela est fort ingénieux et fait honneur à la logique de votre raisonnement</w:t>
      </w:r>
      <w:r>
        <w:t xml:space="preserve">, </w:t>
      </w:r>
      <w:r w:rsidR="00C855EF" w:rsidRPr="00AA04A0">
        <w:t xml:space="preserve">Master </w:t>
      </w:r>
      <w:proofErr w:type="spellStart"/>
      <w:r w:rsidR="00C855EF" w:rsidRPr="00AA04A0">
        <w:t>Kleampton</w:t>
      </w:r>
      <w:proofErr w:type="spellEnd"/>
      <w:r>
        <w:t xml:space="preserve"> ; </w:t>
      </w:r>
      <w:r w:rsidR="00C855EF" w:rsidRPr="00AA04A0">
        <w:t>cependant la ruse des v</w:t>
      </w:r>
      <w:r w:rsidR="00C855EF" w:rsidRPr="00AA04A0">
        <w:t>o</w:t>
      </w:r>
      <w:r w:rsidR="00C855EF" w:rsidRPr="00AA04A0">
        <w:t>leurs triompha bien</w:t>
      </w:r>
      <w:r>
        <w:t xml:space="preserve">, </w:t>
      </w:r>
      <w:r w:rsidR="00C855EF" w:rsidRPr="00AA04A0">
        <w:t>il me semble</w:t>
      </w:r>
      <w:r>
        <w:t xml:space="preserve">, </w:t>
      </w:r>
      <w:r w:rsidR="00C855EF" w:rsidRPr="00AA04A0">
        <w:t>de la force des gardiens du coffre-fort</w:t>
      </w:r>
      <w:r>
        <w:t>.</w:t>
      </w:r>
    </w:p>
    <w:p w14:paraId="1236A22E" w14:textId="77777777" w:rsidR="00EA052C" w:rsidRDefault="00EA052C" w:rsidP="00C855EF">
      <w:r>
        <w:t>— </w:t>
      </w:r>
      <w:r w:rsidR="00C855EF" w:rsidRPr="00AA04A0">
        <w:t>Allez-vous jusqu</w:t>
      </w:r>
      <w:r>
        <w:t>’</w:t>
      </w:r>
      <w:r w:rsidR="00C855EF" w:rsidRPr="00AA04A0">
        <w:t>à Baltimore</w:t>
      </w:r>
      <w:r>
        <w:t> ?</w:t>
      </w:r>
    </w:p>
    <w:p w14:paraId="5BF37994" w14:textId="77777777" w:rsidR="00EA052C" w:rsidRDefault="00EA052C" w:rsidP="00C855EF">
      <w:r>
        <w:t>— </w:t>
      </w:r>
      <w:r w:rsidR="00C855EF" w:rsidRPr="00AA04A0">
        <w:t>Je vous l</w:t>
      </w:r>
      <w:r>
        <w:t>’</w:t>
      </w:r>
      <w:r w:rsidR="00C855EF" w:rsidRPr="00AA04A0">
        <w:t>ai dit</w:t>
      </w:r>
      <w:r>
        <w:t xml:space="preserve">, </w:t>
      </w:r>
      <w:r w:rsidR="00C855EF" w:rsidRPr="00AA04A0">
        <w:t>gentleman</w:t>
      </w:r>
      <w:r>
        <w:t>.</w:t>
      </w:r>
    </w:p>
    <w:p w14:paraId="67D04527" w14:textId="77777777" w:rsidR="00EA052C" w:rsidRDefault="00EA052C" w:rsidP="00C855EF">
      <w:r>
        <w:lastRenderedPageBreak/>
        <w:t>— </w:t>
      </w:r>
      <w:r w:rsidR="00C855EF" w:rsidRPr="00AA04A0">
        <w:t>Alors</w:t>
      </w:r>
      <w:r>
        <w:t xml:space="preserve">, </w:t>
      </w:r>
      <w:r w:rsidR="00C855EF" w:rsidRPr="00AA04A0">
        <w:t>veuillez prendre patience</w:t>
      </w:r>
      <w:r>
        <w:t xml:space="preserve">. </w:t>
      </w:r>
      <w:r w:rsidR="00C855EF" w:rsidRPr="00AA04A0">
        <w:t>Sur ce</w:t>
      </w:r>
      <w:r>
        <w:t xml:space="preserve">, </w:t>
      </w:r>
      <w:r w:rsidR="00C855EF" w:rsidRPr="00AA04A0">
        <w:t>bonne nuit</w:t>
      </w:r>
      <w:r>
        <w:t xml:space="preserve">, </w:t>
      </w:r>
      <w:r w:rsidR="00C855EF" w:rsidRPr="00AA04A0">
        <w:t>Ma</w:t>
      </w:r>
      <w:r w:rsidR="00C855EF" w:rsidRPr="00AA04A0">
        <w:t>s</w:t>
      </w:r>
      <w:r w:rsidR="00C855EF" w:rsidRPr="00AA04A0">
        <w:t xml:space="preserve">ter </w:t>
      </w:r>
      <w:proofErr w:type="spellStart"/>
      <w:r w:rsidR="00C855EF" w:rsidRPr="00AA04A0">
        <w:t>Clarckson</w:t>
      </w:r>
      <w:proofErr w:type="spellEnd"/>
      <w:r>
        <w:t>.</w:t>
      </w:r>
    </w:p>
    <w:p w14:paraId="7C2A6250" w14:textId="77777777" w:rsidR="00EA052C" w:rsidRDefault="00C855EF" w:rsidP="00C855EF">
      <w:r w:rsidRPr="00AA04A0">
        <w:t>La nuit était venue</w:t>
      </w:r>
      <w:r w:rsidR="00EA052C">
        <w:t xml:space="preserve">. </w:t>
      </w:r>
      <w:r w:rsidRPr="00AA04A0">
        <w:t>Nous roulions à toute vitesse dans le grand silence des plaines du Far-West</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était enveloppé dans son manteau de voyage</w:t>
      </w:r>
      <w:r w:rsidR="00EA052C">
        <w:t xml:space="preserve">, </w:t>
      </w:r>
      <w:r w:rsidRPr="00AA04A0">
        <w:t>et</w:t>
      </w:r>
      <w:r w:rsidR="00EA052C">
        <w:t xml:space="preserve">, </w:t>
      </w:r>
      <w:r w:rsidRPr="00AA04A0">
        <w:t>commodément étendu sur la banquette</w:t>
      </w:r>
      <w:r w:rsidR="00EA052C">
        <w:t xml:space="preserve">, </w:t>
      </w:r>
      <w:r w:rsidRPr="00AA04A0">
        <w:t>semblait endormi d</w:t>
      </w:r>
      <w:r w:rsidR="00EA052C">
        <w:t>’</w:t>
      </w:r>
      <w:r w:rsidRPr="00AA04A0">
        <w:t>un profond so</w:t>
      </w:r>
      <w:r w:rsidRPr="00AA04A0">
        <w:t>m</w:t>
      </w:r>
      <w:r w:rsidRPr="00AA04A0">
        <w:t>meil</w:t>
      </w:r>
      <w:r w:rsidR="00EA052C">
        <w:t>.</w:t>
      </w:r>
    </w:p>
    <w:p w14:paraId="0BCD5ABC" w14:textId="77777777" w:rsidR="00EA052C" w:rsidRDefault="00C855EF" w:rsidP="00C855EF">
      <w:r w:rsidRPr="00AA04A0">
        <w:t>Je me pris à réfléchir</w:t>
      </w:r>
      <w:r w:rsidR="00EA052C">
        <w:t xml:space="preserve">, </w:t>
      </w:r>
      <w:r w:rsidRPr="00AA04A0">
        <w:t>à chercher une décision</w:t>
      </w:r>
      <w:r w:rsidR="00EA052C">
        <w:t xml:space="preserve">, </w:t>
      </w:r>
      <w:r w:rsidRPr="00AA04A0">
        <w:t>mais en vain</w:t>
      </w:r>
      <w:r w:rsidR="00EA052C">
        <w:t>.</w:t>
      </w:r>
    </w:p>
    <w:p w14:paraId="11F03D68" w14:textId="77777777" w:rsidR="00EA052C" w:rsidRDefault="00C855EF" w:rsidP="00C855EF">
      <w:r w:rsidRPr="00AA04A0">
        <w:t>Cependant je m</w:t>
      </w:r>
      <w:r w:rsidR="00EA052C">
        <w:rPr>
          <w:szCs w:val="32"/>
        </w:rPr>
        <w:t>’</w:t>
      </w:r>
      <w:r w:rsidRPr="00AA04A0">
        <w:t>endormis à mon tour et déjà l</w:t>
      </w:r>
      <w:r w:rsidR="00EA052C">
        <w:t>’</w:t>
      </w:r>
      <w:r w:rsidRPr="00AA04A0">
        <w:t>aube mo</w:t>
      </w:r>
      <w:r w:rsidRPr="00AA04A0">
        <w:t>n</w:t>
      </w:r>
      <w:r w:rsidRPr="00AA04A0">
        <w:t>tait au-dessus du paysage quand je me réveillai</w:t>
      </w:r>
      <w:r w:rsidR="00EA052C">
        <w:t xml:space="preserve">. </w:t>
      </w:r>
      <w:r w:rsidRPr="00AA04A0">
        <w:t xml:space="preserve">Toby </w:t>
      </w:r>
      <w:proofErr w:type="spellStart"/>
      <w:r w:rsidRPr="00AA04A0">
        <w:t>Kleam</w:t>
      </w:r>
      <w:r w:rsidRPr="00AA04A0">
        <w:t>p</w:t>
      </w:r>
      <w:r w:rsidRPr="00AA04A0">
        <w:t>ton</w:t>
      </w:r>
      <w:proofErr w:type="spellEnd"/>
      <w:r w:rsidRPr="00AA04A0">
        <w:t xml:space="preserve"> était debout</w:t>
      </w:r>
      <w:r w:rsidR="00EA052C">
        <w:t xml:space="preserve">, </w:t>
      </w:r>
      <w:r w:rsidRPr="00AA04A0">
        <w:t>frais</w:t>
      </w:r>
      <w:r w:rsidR="00EA052C">
        <w:t xml:space="preserve">, </w:t>
      </w:r>
      <w:r w:rsidRPr="00AA04A0">
        <w:t>reposé</w:t>
      </w:r>
      <w:r w:rsidR="00EA052C">
        <w:t xml:space="preserve">, </w:t>
      </w:r>
      <w:r w:rsidRPr="00AA04A0">
        <w:t>la pipe à la bouche</w:t>
      </w:r>
      <w:r w:rsidR="00EA052C">
        <w:t>.</w:t>
      </w:r>
    </w:p>
    <w:p w14:paraId="1C04895A" w14:textId="77777777" w:rsidR="00EA052C" w:rsidRDefault="00EA052C" w:rsidP="00C855EF">
      <w:r>
        <w:t>— </w:t>
      </w:r>
      <w:r w:rsidR="00C855EF" w:rsidRPr="00AA04A0">
        <w:t>À onze heures nous serons à Baltimore</w:t>
      </w:r>
      <w:r>
        <w:t xml:space="preserve">, </w:t>
      </w:r>
      <w:r w:rsidR="00C855EF" w:rsidRPr="00AA04A0">
        <w:t>gentleman</w:t>
      </w:r>
      <w:r>
        <w:t>.</w:t>
      </w:r>
    </w:p>
    <w:p w14:paraId="66AD87AE" w14:textId="77777777" w:rsidR="00EA052C" w:rsidRDefault="00EA052C" w:rsidP="00C855EF">
      <w:r>
        <w:t>— </w:t>
      </w:r>
      <w:r w:rsidR="00C855EF" w:rsidRPr="00AA04A0">
        <w:t>J</w:t>
      </w:r>
      <w:r>
        <w:t>’</w:t>
      </w:r>
      <w:r w:rsidR="00C855EF" w:rsidRPr="00AA04A0">
        <w:t>en serai fort aise</w:t>
      </w:r>
      <w:r>
        <w:t xml:space="preserve">, </w:t>
      </w:r>
      <w:r w:rsidR="00C855EF" w:rsidRPr="00AA04A0">
        <w:t>lui dis-je</w:t>
      </w:r>
      <w:r>
        <w:t>.</w:t>
      </w:r>
    </w:p>
    <w:p w14:paraId="364779FF" w14:textId="77777777" w:rsidR="00EA052C" w:rsidRDefault="00C855EF" w:rsidP="00C855EF">
      <w:r w:rsidRPr="00AA04A0">
        <w:t>De son sac de cuir Toby tira de la viande salée</w:t>
      </w:r>
      <w:r w:rsidR="00EA052C">
        <w:t xml:space="preserve">, </w:t>
      </w:r>
      <w:r w:rsidRPr="00AA04A0">
        <w:t>en une boîte oblongue</w:t>
      </w:r>
      <w:r w:rsidR="00EA052C">
        <w:t xml:space="preserve">, </w:t>
      </w:r>
      <w:r w:rsidRPr="00AA04A0">
        <w:t>tailla deux tranches dans la chair tendre et m</w:t>
      </w:r>
      <w:r w:rsidR="00EA052C">
        <w:t>’</w:t>
      </w:r>
      <w:r w:rsidRPr="00AA04A0">
        <w:t>en offrit une</w:t>
      </w:r>
      <w:r w:rsidR="00EA052C">
        <w:t xml:space="preserve">. </w:t>
      </w:r>
      <w:r w:rsidRPr="00AA04A0">
        <w:t>En échange je lui tendis la gourde d</w:t>
      </w:r>
      <w:r w:rsidR="00EA052C">
        <w:t>’</w:t>
      </w:r>
      <w:r w:rsidRPr="00AA04A0">
        <w:t>eau-de-vie</w:t>
      </w:r>
      <w:r w:rsidR="00EA052C">
        <w:t xml:space="preserve">, </w:t>
      </w:r>
      <w:r w:rsidRPr="00AA04A0">
        <w:t>et notre frugal et rude repas achevé</w:t>
      </w:r>
      <w:r w:rsidR="00EA052C">
        <w:t xml:space="preserve">, </w:t>
      </w:r>
      <w:r w:rsidRPr="00AA04A0">
        <w:t>nous fumâmes une nouvelle pipe</w:t>
      </w:r>
      <w:r w:rsidR="00EA052C">
        <w:t xml:space="preserve">. </w:t>
      </w:r>
      <w:r w:rsidRPr="00AA04A0">
        <w:t>La région des savanes et des prairies était dépassée et le train activait sa course parmi des usines</w:t>
      </w:r>
      <w:r w:rsidR="00EA052C">
        <w:t xml:space="preserve">, </w:t>
      </w:r>
      <w:r w:rsidRPr="00AA04A0">
        <w:t>des mines</w:t>
      </w:r>
      <w:r w:rsidR="00EA052C">
        <w:t xml:space="preserve">, </w:t>
      </w:r>
      <w:r w:rsidRPr="00AA04A0">
        <w:t>des hauts-fourneaux</w:t>
      </w:r>
      <w:r w:rsidR="00EA052C">
        <w:t xml:space="preserve">, </w:t>
      </w:r>
      <w:r w:rsidRPr="00AA04A0">
        <w:t>des puits de pétrole</w:t>
      </w:r>
      <w:r w:rsidR="00EA052C">
        <w:t xml:space="preserve">, </w:t>
      </w:r>
      <w:r w:rsidRPr="00AA04A0">
        <w:t>des exploitations forestières dont les convois de bois vert glissaient au long d</w:t>
      </w:r>
      <w:r w:rsidR="00EA052C">
        <w:t>’</w:t>
      </w:r>
      <w:r w:rsidRPr="00AA04A0">
        <w:t>un fleuve bleu hérissé de mâts</w:t>
      </w:r>
      <w:r w:rsidR="00EA052C">
        <w:t xml:space="preserve">. </w:t>
      </w:r>
      <w:r w:rsidRPr="00AA04A0">
        <w:t>Des fumées noires rayaient le ciel du matin</w:t>
      </w:r>
      <w:r w:rsidR="00EA052C">
        <w:t xml:space="preserve">. </w:t>
      </w:r>
      <w:r w:rsidRPr="00AA04A0">
        <w:t>Nous étions dans l</w:t>
      </w:r>
      <w:r w:rsidR="00EA052C">
        <w:t>’</w:t>
      </w:r>
      <w:r w:rsidRPr="00AA04A0">
        <w:t>État du Maryland et au loin se dessinait déjà la lourde masse confuse de Baltimore</w:t>
      </w:r>
      <w:r w:rsidR="00EA052C">
        <w:t xml:space="preserve">, </w:t>
      </w:r>
      <w:r w:rsidRPr="00AA04A0">
        <w:t>avec ses cheminées énormes</w:t>
      </w:r>
      <w:r w:rsidR="00EA052C">
        <w:t xml:space="preserve">, </w:t>
      </w:r>
      <w:r w:rsidRPr="00AA04A0">
        <w:t>ses maisons à seize étages</w:t>
      </w:r>
      <w:r w:rsidR="00EA052C">
        <w:t xml:space="preserve">, </w:t>
      </w:r>
      <w:r w:rsidRPr="00AA04A0">
        <w:t>ses palais inachevés</w:t>
      </w:r>
      <w:r w:rsidR="00EA052C">
        <w:t xml:space="preserve">, </w:t>
      </w:r>
      <w:r w:rsidRPr="00AA04A0">
        <w:t>toute sa vie active</w:t>
      </w:r>
      <w:r w:rsidR="00EA052C">
        <w:t xml:space="preserve">, </w:t>
      </w:r>
      <w:r w:rsidRPr="00AA04A0">
        <w:t>grouillante</w:t>
      </w:r>
      <w:r w:rsidR="00EA052C">
        <w:t xml:space="preserve">, </w:t>
      </w:r>
      <w:r w:rsidRPr="00AA04A0">
        <w:t>et désordonnée</w:t>
      </w:r>
      <w:r w:rsidR="00EA052C">
        <w:t>.</w:t>
      </w:r>
    </w:p>
    <w:p w14:paraId="372091CA" w14:textId="77777777" w:rsidR="00EA052C" w:rsidRDefault="00C855EF" w:rsidP="00C855EF">
      <w:r w:rsidRPr="00AA04A0">
        <w:lastRenderedPageBreak/>
        <w:t>Nous arrivâmes</w:t>
      </w:r>
      <w:r w:rsidR="00EA052C">
        <w:t xml:space="preserve">. </w:t>
      </w:r>
      <w:r w:rsidRPr="00AA04A0">
        <w:t>J</w:t>
      </w:r>
      <w:r w:rsidR="00EA052C">
        <w:t>’</w:t>
      </w:r>
      <w:r w:rsidRPr="00AA04A0">
        <w:t>allais enfin connaître la solution de la mystérieuse attaque</w:t>
      </w:r>
      <w:r w:rsidR="00EA052C">
        <w:t xml:space="preserve">. </w:t>
      </w:r>
      <w:r w:rsidRPr="00AA04A0">
        <w:t>Les hommes armés du wagon au coffre-fort étaient déjà sur le quai</w:t>
      </w:r>
      <w:r w:rsidR="00EA052C">
        <w:t xml:space="preserve">. </w:t>
      </w:r>
      <w:r w:rsidRPr="00AA04A0">
        <w:t>L</w:t>
      </w:r>
      <w:r w:rsidR="00EA052C">
        <w:t>’</w:t>
      </w:r>
      <w:r w:rsidRPr="00AA04A0">
        <w:t>un d</w:t>
      </w:r>
      <w:r w:rsidR="00EA052C">
        <w:t>’</w:t>
      </w:r>
      <w:r w:rsidRPr="00AA04A0">
        <w:t>eux avait le visage masqué par des bandes de toile rougeâtres</w:t>
      </w:r>
      <w:r w:rsidR="00EA052C">
        <w:t xml:space="preserve">. </w:t>
      </w:r>
      <w:r w:rsidRPr="00AA04A0">
        <w:t>Un autre avait le bras mai</w:t>
      </w:r>
      <w:r w:rsidRPr="00AA04A0">
        <w:t>n</w:t>
      </w:r>
      <w:r w:rsidRPr="00AA04A0">
        <w:t>tenu en écharpe par des loques sanguinolentes</w:t>
      </w:r>
      <w:r w:rsidR="00EA052C">
        <w:t>.</w:t>
      </w:r>
    </w:p>
    <w:p w14:paraId="643A69E4" w14:textId="77777777" w:rsidR="00EA052C" w:rsidRDefault="00EA052C" w:rsidP="00C855EF">
      <w:r>
        <w:t>— </w:t>
      </w:r>
      <w:r w:rsidR="00C855EF" w:rsidRPr="00AA04A0">
        <w:t>Merci</w:t>
      </w:r>
      <w:r>
        <w:t xml:space="preserve">, </w:t>
      </w:r>
      <w:r w:rsidR="00C855EF" w:rsidRPr="00AA04A0">
        <w:t>mes garçons</w:t>
      </w:r>
      <w:r>
        <w:t xml:space="preserve"> ! </w:t>
      </w:r>
      <w:r w:rsidR="00C855EF" w:rsidRPr="00AA04A0">
        <w:t>leur cria joyeux Toby en sautant du compartiment</w:t>
      </w:r>
      <w:r>
        <w:t>.</w:t>
      </w:r>
    </w:p>
    <w:p w14:paraId="23BA972B" w14:textId="77777777" w:rsidR="00EA052C" w:rsidRDefault="00C855EF" w:rsidP="00C855EF">
      <w:r w:rsidRPr="00AA04A0">
        <w:t>Il se tourna vers moi</w:t>
      </w:r>
      <w:r w:rsidR="00EA052C">
        <w:t>.</w:t>
      </w:r>
    </w:p>
    <w:p w14:paraId="4147C7B4" w14:textId="77777777" w:rsidR="00EA052C" w:rsidRDefault="00EA052C" w:rsidP="00C855EF">
      <w:r>
        <w:t>— </w:t>
      </w:r>
      <w:r w:rsidR="00C855EF" w:rsidRPr="00AA04A0">
        <w:t>Savez-vous gentleman</w:t>
      </w:r>
      <w:r>
        <w:t xml:space="preserve">, </w:t>
      </w:r>
      <w:r w:rsidR="00C855EF" w:rsidRPr="00AA04A0">
        <w:t>ce que les voleurs ont trouvé dans le coffre-fort jeté sur la voie</w:t>
      </w:r>
      <w:r>
        <w:t> ?</w:t>
      </w:r>
    </w:p>
    <w:p w14:paraId="1717B249" w14:textId="77777777" w:rsidR="00EA052C" w:rsidRDefault="00EA052C" w:rsidP="00C855EF">
      <w:r>
        <w:t>— </w:t>
      </w:r>
      <w:r w:rsidR="00C855EF" w:rsidRPr="00AA04A0">
        <w:t>Comment le saurai-je</w:t>
      </w:r>
      <w:r>
        <w:t> ?</w:t>
      </w:r>
    </w:p>
    <w:p w14:paraId="64367357" w14:textId="77777777" w:rsidR="00EA052C" w:rsidRDefault="00EA052C" w:rsidP="00C855EF">
      <w:r>
        <w:t>— </w:t>
      </w:r>
      <w:r w:rsidR="00C855EF" w:rsidRPr="00AA04A0">
        <w:t>Des papiers</w:t>
      </w:r>
      <w:r>
        <w:t xml:space="preserve">, </w:t>
      </w:r>
      <w:r w:rsidR="00C855EF" w:rsidRPr="00AA04A0">
        <w:t>de vieux papiers</w:t>
      </w:r>
      <w:r>
        <w:t xml:space="preserve">, </w:t>
      </w:r>
      <w:r w:rsidR="00C855EF" w:rsidRPr="00AA04A0">
        <w:t>gentleman</w:t>
      </w:r>
      <w:r>
        <w:t xml:space="preserve">, </w:t>
      </w:r>
      <w:r w:rsidR="00C855EF" w:rsidRPr="00AA04A0">
        <w:t>car les vingt-huit millions</w:t>
      </w:r>
      <w:r>
        <w:t xml:space="preserve">, </w:t>
      </w:r>
      <w:r w:rsidR="00C855EF" w:rsidRPr="00AA04A0">
        <w:t>les voici</w:t>
      </w:r>
      <w:r>
        <w:t>…</w:t>
      </w:r>
    </w:p>
    <w:p w14:paraId="7C17E67B" w14:textId="77777777" w:rsidR="00EA052C" w:rsidRDefault="00C855EF" w:rsidP="00C855EF">
      <w:r w:rsidRPr="00AA04A0">
        <w:t xml:space="preserve">Il déboutonna sa veste de </w:t>
      </w:r>
      <w:r w:rsidRPr="00AA04A0">
        <w:rPr>
          <w:szCs w:val="32"/>
        </w:rPr>
        <w:t>cuir</w:t>
      </w:r>
      <w:r w:rsidRPr="00AA04A0">
        <w:t xml:space="preserve"> sous le manteau</w:t>
      </w:r>
      <w:r w:rsidR="00EA052C">
        <w:t>.</w:t>
      </w:r>
    </w:p>
    <w:p w14:paraId="4A85A48F" w14:textId="77777777" w:rsidR="00EA052C" w:rsidRDefault="00C855EF" w:rsidP="00C855EF">
      <w:r w:rsidRPr="00AA04A0">
        <w:t xml:space="preserve">Quatre gros paquets de toile noire cuirassaient le torse de Toby </w:t>
      </w:r>
      <w:proofErr w:type="spellStart"/>
      <w:r w:rsidRPr="00AA04A0">
        <w:t>Kleampton</w:t>
      </w:r>
      <w:proofErr w:type="spellEnd"/>
      <w:r w:rsidR="00EA052C">
        <w:t xml:space="preserve">. </w:t>
      </w:r>
      <w:r w:rsidRPr="00AA04A0">
        <w:t>Les valeurs étaient sur lui et les voleurs étaient volés</w:t>
      </w:r>
      <w:r w:rsidR="00EA052C">
        <w:t>.</w:t>
      </w:r>
    </w:p>
    <w:p w14:paraId="151F5216" w14:textId="77777777" w:rsidR="00EA052C" w:rsidRDefault="00EA052C" w:rsidP="00C855EF">
      <w:r>
        <w:t>— </w:t>
      </w:r>
      <w:r w:rsidR="00C855EF" w:rsidRPr="00AA04A0">
        <w:t>Au revoir</w:t>
      </w:r>
      <w:r>
        <w:t xml:space="preserve">, </w:t>
      </w:r>
      <w:r w:rsidR="00C855EF" w:rsidRPr="00AA04A0">
        <w:t xml:space="preserve">master </w:t>
      </w:r>
      <w:proofErr w:type="spellStart"/>
      <w:r w:rsidR="00C855EF" w:rsidRPr="00AA04A0">
        <w:t>Clarckson</w:t>
      </w:r>
      <w:proofErr w:type="spellEnd"/>
      <w:r>
        <w:t>.</w:t>
      </w:r>
    </w:p>
    <w:p w14:paraId="32CA33B0" w14:textId="77777777" w:rsidR="00EA052C" w:rsidRDefault="00EA052C" w:rsidP="00C855EF">
      <w:r>
        <w:t>— </w:t>
      </w:r>
      <w:r w:rsidR="00C855EF" w:rsidRPr="00AA04A0">
        <w:t>Au revoir</w:t>
      </w:r>
      <w:r>
        <w:t xml:space="preserve">, </w:t>
      </w:r>
      <w:r w:rsidR="00C855EF" w:rsidRPr="00AA04A0">
        <w:t>gentleman</w:t>
      </w:r>
      <w:r>
        <w:t>.</w:t>
      </w:r>
    </w:p>
    <w:p w14:paraId="01465897" w14:textId="77777777" w:rsidR="00EA052C" w:rsidRDefault="00C855EF" w:rsidP="00C855EF">
      <w:r w:rsidRPr="00AA04A0">
        <w:t>Avec ses hommes</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en fut</w:t>
      </w:r>
      <w:r w:rsidR="00EA052C">
        <w:t>.</w:t>
      </w:r>
    </w:p>
    <w:p w14:paraId="49EE0955" w14:textId="77777777" w:rsidR="00EA052C" w:rsidRDefault="00C855EF" w:rsidP="00C855EF">
      <w:r w:rsidRPr="00AA04A0">
        <w:t>C</w:t>
      </w:r>
      <w:r w:rsidR="00EA052C">
        <w:t>’</w:t>
      </w:r>
      <w:r w:rsidRPr="00AA04A0">
        <w:t>est ainsi que je fis sa connaissance</w:t>
      </w:r>
      <w:r w:rsidR="00EA052C">
        <w:t>.</w:t>
      </w:r>
    </w:p>
    <w:p w14:paraId="242D69C9" w14:textId="02C13A81" w:rsidR="00C855EF" w:rsidRPr="00AA04A0" w:rsidRDefault="00C855EF" w:rsidP="00EA052C">
      <w:pPr>
        <w:pStyle w:val="Titre1"/>
      </w:pPr>
      <w:bookmarkStart w:id="3" w:name="_Toc194837603"/>
      <w:r w:rsidRPr="00AA04A0">
        <w:lastRenderedPageBreak/>
        <w:t>II</w:t>
      </w:r>
      <w:r w:rsidRPr="00AA04A0">
        <w:br/>
      </w:r>
      <w:r w:rsidRPr="00AA04A0">
        <w:br/>
        <w:t>UNE AFFAIRE QUI N</w:t>
      </w:r>
      <w:r w:rsidR="00EA052C">
        <w:t>’</w:t>
      </w:r>
      <w:r w:rsidRPr="00AA04A0">
        <w:t>EST PAS UNE AFFAIRE</w:t>
      </w:r>
      <w:bookmarkEnd w:id="3"/>
    </w:p>
    <w:p w14:paraId="33062B39" w14:textId="77777777" w:rsidR="00EA052C" w:rsidRDefault="00C855EF" w:rsidP="00C855EF">
      <w:r w:rsidRPr="00AA04A0">
        <w:t>Les journaux du soir m</w:t>
      </w:r>
      <w:r w:rsidR="00EA052C">
        <w:t>’</w:t>
      </w:r>
      <w:r w:rsidRPr="00AA04A0">
        <w:t>apprirent avec de plus amples d</w:t>
      </w:r>
      <w:r w:rsidRPr="00AA04A0">
        <w:t>é</w:t>
      </w:r>
      <w:r w:rsidRPr="00AA04A0">
        <w:t>tails ce que j</w:t>
      </w:r>
      <w:r w:rsidR="00EA052C">
        <w:t>’</w:t>
      </w:r>
      <w:r w:rsidRPr="00AA04A0">
        <w:t xml:space="preserve">ignorais de Toby </w:t>
      </w:r>
      <w:proofErr w:type="spellStart"/>
      <w:r w:rsidRPr="00AA04A0">
        <w:t>Kleampton</w:t>
      </w:r>
      <w:proofErr w:type="spellEnd"/>
      <w:r w:rsidR="00EA052C">
        <w:t>.</w:t>
      </w:r>
    </w:p>
    <w:p w14:paraId="4F701963" w14:textId="77777777" w:rsidR="00EA052C" w:rsidRDefault="00C855EF" w:rsidP="00C855EF">
      <w:r w:rsidRPr="00AA04A0">
        <w:t xml:space="preserve">Le transport des </w:t>
      </w:r>
      <w:proofErr w:type="spellStart"/>
      <w:r w:rsidRPr="00AA04A0">
        <w:t>vingt huit</w:t>
      </w:r>
      <w:proofErr w:type="spellEnd"/>
      <w:r w:rsidRPr="00AA04A0">
        <w:t xml:space="preserve"> millions avait été effectué par le compte de </w:t>
      </w:r>
      <w:proofErr w:type="spellStart"/>
      <w:r w:rsidRPr="00AA04A0">
        <w:t>Sokes</w:t>
      </w:r>
      <w:proofErr w:type="spellEnd"/>
      <w:r w:rsidRPr="00AA04A0">
        <w:t>-Clarfield</w:t>
      </w:r>
      <w:r w:rsidR="00EA052C">
        <w:t xml:space="preserve">, </w:t>
      </w:r>
      <w:r w:rsidRPr="00AA04A0">
        <w:t>le roi des aciers</w:t>
      </w:r>
      <w:r w:rsidR="00EA052C">
        <w:t xml:space="preserve">. </w:t>
      </w:r>
      <w:r w:rsidRPr="00AA04A0">
        <w:t>Trois mois aupar</w:t>
      </w:r>
      <w:r w:rsidRPr="00AA04A0">
        <w:t>a</w:t>
      </w:r>
      <w:r w:rsidRPr="00AA04A0">
        <w:t>vant le train</w:t>
      </w:r>
      <w:r w:rsidR="00EA052C">
        <w:t xml:space="preserve">, </w:t>
      </w:r>
      <w:r w:rsidRPr="00AA04A0">
        <w:t>qui transportait pour son compte sept millions d</w:t>
      </w:r>
      <w:r w:rsidR="00EA052C">
        <w:t>’</w:t>
      </w:r>
      <w:r w:rsidRPr="00AA04A0">
        <w:t>or avait été attaqué</w:t>
      </w:r>
      <w:r w:rsidR="00EA052C">
        <w:t xml:space="preserve">, </w:t>
      </w:r>
      <w:r w:rsidRPr="00AA04A0">
        <w:t>dévalisé</w:t>
      </w:r>
      <w:r w:rsidR="00EA052C">
        <w:t xml:space="preserve">, </w:t>
      </w:r>
      <w:r w:rsidRPr="00AA04A0">
        <w:t>et les voleurs avaient gagné le large</w:t>
      </w:r>
      <w:r w:rsidR="00EA052C">
        <w:t xml:space="preserve">. </w:t>
      </w:r>
      <w:r w:rsidRPr="00AA04A0">
        <w:t>On avait cherché des remèdes pour prévenir une autre aventure</w:t>
      </w:r>
      <w:r w:rsidR="00EA052C">
        <w:t xml:space="preserve">, </w:t>
      </w:r>
      <w:r w:rsidRPr="00AA04A0">
        <w:t>mais inutilement</w:t>
      </w:r>
      <w:r w:rsidR="00EA052C">
        <w:t xml:space="preserve">, </w:t>
      </w:r>
      <w:r w:rsidRPr="00AA04A0">
        <w:t>car successivement tous les r</w:t>
      </w:r>
      <w:r w:rsidRPr="00AA04A0">
        <w:t>e</w:t>
      </w:r>
      <w:r w:rsidRPr="00AA04A0">
        <w:t>mèdes proposés avaient été condamnés</w:t>
      </w:r>
      <w:r w:rsidR="00EA052C">
        <w:t xml:space="preserve">, </w:t>
      </w:r>
      <w:r w:rsidRPr="00AA04A0">
        <w:t>rejetés</w:t>
      </w:r>
      <w:r w:rsidR="00EA052C">
        <w:t>.</w:t>
      </w:r>
    </w:p>
    <w:p w14:paraId="597EBB11" w14:textId="77777777" w:rsidR="00EA052C" w:rsidRDefault="00C855EF" w:rsidP="00C855EF">
      <w:r w:rsidRPr="00AA04A0">
        <w:t>C</w:t>
      </w:r>
      <w:r w:rsidR="00EA052C">
        <w:t>’</w:t>
      </w:r>
      <w:r w:rsidRPr="00AA04A0">
        <w:t xml:space="preserve">est alors que Toby </w:t>
      </w:r>
      <w:proofErr w:type="spellStart"/>
      <w:r w:rsidRPr="00AA04A0">
        <w:t>Kleampton</w:t>
      </w:r>
      <w:proofErr w:type="spellEnd"/>
      <w:r w:rsidRPr="00AA04A0">
        <w:t xml:space="preserve"> était intervenu</w:t>
      </w:r>
      <w:r w:rsidR="00EA052C">
        <w:t>.</w:t>
      </w:r>
    </w:p>
    <w:p w14:paraId="1330E26E" w14:textId="77777777" w:rsidR="00EA052C" w:rsidRDefault="00C855EF" w:rsidP="00C855EF">
      <w:r w:rsidRPr="00AA04A0">
        <w:t xml:space="preserve">Parmi les ingénieurs de </w:t>
      </w:r>
      <w:proofErr w:type="spellStart"/>
      <w:r w:rsidRPr="00AA04A0">
        <w:t>Sokes</w:t>
      </w:r>
      <w:proofErr w:type="spellEnd"/>
      <w:r w:rsidRPr="00AA04A0">
        <w:t>-Clarfield il était</w:t>
      </w:r>
      <w:r w:rsidR="00EA052C">
        <w:t xml:space="preserve">, </w:t>
      </w:r>
      <w:r w:rsidRPr="00AA04A0">
        <w:t>à cette époque</w:t>
      </w:r>
      <w:r w:rsidR="00EA052C">
        <w:t xml:space="preserve">, </w:t>
      </w:r>
      <w:r w:rsidRPr="00AA04A0">
        <w:t>le moins connu</w:t>
      </w:r>
      <w:r w:rsidR="00EA052C">
        <w:t xml:space="preserve">. </w:t>
      </w:r>
      <w:r w:rsidRPr="00AA04A0">
        <w:t>On le savait habile</w:t>
      </w:r>
      <w:r w:rsidR="00EA052C">
        <w:t xml:space="preserve">. </w:t>
      </w:r>
      <w:r w:rsidRPr="00AA04A0">
        <w:t>Il se proposa pour le transport des vingt-huit millions et le hasard me fit témoin de l</w:t>
      </w:r>
      <w:r w:rsidR="00EA052C">
        <w:t>’</w:t>
      </w:r>
      <w:r w:rsidRPr="00AA04A0">
        <w:t>ingéniosité qu</w:t>
      </w:r>
      <w:r w:rsidR="00EA052C">
        <w:t>’</w:t>
      </w:r>
      <w:r w:rsidRPr="00AA04A0">
        <w:t>il déploya à ce sujet</w:t>
      </w:r>
      <w:r w:rsidR="00EA052C">
        <w:t xml:space="preserve">. </w:t>
      </w:r>
      <w:r w:rsidRPr="00AA04A0">
        <w:t>Tout avait été prévu par lui avec soin</w:t>
      </w:r>
      <w:r w:rsidR="00EA052C">
        <w:t xml:space="preserve">, </w:t>
      </w:r>
      <w:r w:rsidRPr="00AA04A0">
        <w:t>il s</w:t>
      </w:r>
      <w:r w:rsidR="00EA052C">
        <w:t>’</w:t>
      </w:r>
      <w:r w:rsidRPr="00AA04A0">
        <w:t>était attaché aux moindres détails de l</w:t>
      </w:r>
      <w:r w:rsidR="00EA052C">
        <w:t>’</w:t>
      </w:r>
      <w:r w:rsidRPr="00AA04A0">
        <w:t>expédition</w:t>
      </w:r>
      <w:r w:rsidR="00EA052C">
        <w:t xml:space="preserve">, </w:t>
      </w:r>
      <w:r w:rsidRPr="00AA04A0">
        <w:t>les voleurs étaient habiles mais ils auraient affaire à plus habile qu</w:t>
      </w:r>
      <w:r w:rsidR="00EA052C">
        <w:t>’</w:t>
      </w:r>
      <w:r w:rsidRPr="00AA04A0">
        <w:t>eux</w:t>
      </w:r>
      <w:r w:rsidR="00EA052C">
        <w:t>.</w:t>
      </w:r>
    </w:p>
    <w:p w14:paraId="0F8B63C2" w14:textId="77777777" w:rsidR="00EA052C" w:rsidRDefault="00C855EF" w:rsidP="00C855EF">
      <w:r w:rsidRPr="00AA04A0">
        <w:t>On a vu la manière dont il réussit à ne pas se faire reco</w:t>
      </w:r>
      <w:r w:rsidRPr="00AA04A0">
        <w:t>n</w:t>
      </w:r>
      <w:r w:rsidRPr="00AA04A0">
        <w:t>naître par les voleurs et à les lancer</w:t>
      </w:r>
      <w:r w:rsidR="00EA052C">
        <w:t xml:space="preserve">, </w:t>
      </w:r>
      <w:r w:rsidRPr="00AA04A0">
        <w:t>trompés et convaincus</w:t>
      </w:r>
      <w:r w:rsidR="00EA052C">
        <w:t xml:space="preserve">, </w:t>
      </w:r>
      <w:r w:rsidRPr="00AA04A0">
        <w:t>sur le coffre-fort vide</w:t>
      </w:r>
      <w:r w:rsidR="00EA052C">
        <w:t>.</w:t>
      </w:r>
    </w:p>
    <w:p w14:paraId="29D283E5" w14:textId="77777777" w:rsidR="00EA052C" w:rsidRDefault="00C855EF" w:rsidP="00C855EF">
      <w:r w:rsidRPr="00AA04A0">
        <w:t>Ceci lu</w:t>
      </w:r>
      <w:r w:rsidR="00EA052C">
        <w:t xml:space="preserve">, </w:t>
      </w:r>
      <w:r w:rsidRPr="00AA04A0">
        <w:t>je pensai</w:t>
      </w:r>
      <w:r w:rsidR="00EA052C">
        <w:t> :</w:t>
      </w:r>
    </w:p>
    <w:p w14:paraId="782E0E9D" w14:textId="77777777" w:rsidR="00EA052C" w:rsidRDefault="00EA052C" w:rsidP="00C855EF">
      <w:r>
        <w:t>— </w:t>
      </w:r>
      <w:r w:rsidR="00C855EF" w:rsidRPr="00AA04A0">
        <w:t>Voilà un homme qui vaut des dollars</w:t>
      </w:r>
      <w:r>
        <w:t>.</w:t>
      </w:r>
    </w:p>
    <w:p w14:paraId="2DEA6CB1" w14:textId="77777777" w:rsidR="00EA052C" w:rsidRDefault="00C855EF" w:rsidP="00C855EF">
      <w:r w:rsidRPr="00AA04A0">
        <w:lastRenderedPageBreak/>
        <w:t>J</w:t>
      </w:r>
      <w:r w:rsidR="00EA052C">
        <w:t>’</w:t>
      </w:r>
      <w:r w:rsidRPr="00AA04A0">
        <w:t>enviai le roi des aciers</w:t>
      </w:r>
      <w:r w:rsidR="00EA052C">
        <w:t xml:space="preserve">, </w:t>
      </w:r>
      <w:proofErr w:type="spellStart"/>
      <w:r w:rsidRPr="00AA04A0">
        <w:t>Sokes</w:t>
      </w:r>
      <w:proofErr w:type="spellEnd"/>
      <w:r w:rsidRPr="00AA04A0">
        <w:t>-Clarfield</w:t>
      </w:r>
      <w:r w:rsidR="00EA052C">
        <w:t xml:space="preserve">, </w:t>
      </w:r>
      <w:r w:rsidRPr="00AA04A0">
        <w:t>de s</w:t>
      </w:r>
      <w:r w:rsidR="00EA052C">
        <w:t>’</w:t>
      </w:r>
      <w:r w:rsidRPr="00AA04A0">
        <w:t>être attaché un esprit aussi ingénieux</w:t>
      </w:r>
      <w:r w:rsidR="00EA052C">
        <w:t xml:space="preserve">, </w:t>
      </w:r>
      <w:r w:rsidRPr="00AA04A0">
        <w:t>aussi imaginatif</w:t>
      </w:r>
      <w:r w:rsidR="00EA052C">
        <w:t>.</w:t>
      </w:r>
    </w:p>
    <w:p w14:paraId="7ECD77E6" w14:textId="77777777" w:rsidR="00EA052C" w:rsidRDefault="00C855EF" w:rsidP="00C855EF">
      <w:r w:rsidRPr="00AA04A0">
        <w:t>Les années passèrent</w:t>
      </w:r>
      <w:r w:rsidR="00EA052C">
        <w:t>.</w:t>
      </w:r>
    </w:p>
    <w:p w14:paraId="110BA51F" w14:textId="77777777" w:rsidR="00EA052C" w:rsidRDefault="00C855EF" w:rsidP="00C855EF">
      <w:r w:rsidRPr="00AA04A0">
        <w:t>J</w:t>
      </w:r>
      <w:r w:rsidR="00EA052C">
        <w:t>’</w:t>
      </w:r>
      <w:r w:rsidRPr="00AA04A0">
        <w:t>eus de la chance à cause d</w:t>
      </w:r>
      <w:r w:rsidR="00EA052C">
        <w:t>’</w:t>
      </w:r>
      <w:r w:rsidRPr="00AA04A0">
        <w:t>un travail acharné</w:t>
      </w:r>
      <w:r w:rsidR="00EA052C">
        <w:t xml:space="preserve">. </w:t>
      </w:r>
      <w:r w:rsidRPr="00AA04A0">
        <w:t>Bien so</w:t>
      </w:r>
      <w:r w:rsidRPr="00AA04A0">
        <w:t>u</w:t>
      </w:r>
      <w:r w:rsidRPr="00AA04A0">
        <w:t>vent</w:t>
      </w:r>
      <w:r w:rsidR="00EA052C">
        <w:t xml:space="preserve">, </w:t>
      </w:r>
      <w:r w:rsidRPr="00AA04A0">
        <w:t>alors qu</w:t>
      </w:r>
      <w:r w:rsidR="00EA052C">
        <w:t>’</w:t>
      </w:r>
      <w:r w:rsidRPr="00AA04A0">
        <w:t>une brillante affaire venait de me réussir</w:t>
      </w:r>
      <w:r w:rsidR="00EA052C">
        <w:t xml:space="preserve">, </w:t>
      </w:r>
      <w:r w:rsidRPr="00AA04A0">
        <w:t>je pe</w:t>
      </w:r>
      <w:r w:rsidRPr="00AA04A0">
        <w:t>n</w:t>
      </w:r>
      <w:r w:rsidRPr="00AA04A0">
        <w:t xml:space="preserve">sais à Toby </w:t>
      </w:r>
      <w:proofErr w:type="spellStart"/>
      <w:r w:rsidRPr="00AA04A0">
        <w:t>Kleampton</w:t>
      </w:r>
      <w:proofErr w:type="spellEnd"/>
      <w:r w:rsidRPr="00AA04A0">
        <w:t xml:space="preserve"> et je me surprenais à dire</w:t>
      </w:r>
      <w:r w:rsidR="00EA052C">
        <w:t> :</w:t>
      </w:r>
    </w:p>
    <w:p w14:paraId="17E65B92" w14:textId="77777777" w:rsidR="00EA052C" w:rsidRDefault="00EA052C" w:rsidP="00C855EF">
      <w:r>
        <w:t>— </w:t>
      </w:r>
      <w:r w:rsidR="00C855EF" w:rsidRPr="00AA04A0">
        <w:t>Ah</w:t>
      </w:r>
      <w:r>
        <w:t xml:space="preserve"> ! </w:t>
      </w:r>
      <w:r w:rsidR="00C855EF" w:rsidRPr="00AA04A0">
        <w:t>s</w:t>
      </w:r>
      <w:r>
        <w:t>’</w:t>
      </w:r>
      <w:r w:rsidR="00C855EF" w:rsidRPr="00AA04A0">
        <w:t>il avait été là</w:t>
      </w:r>
      <w:r>
        <w:t xml:space="preserve">, </w:t>
      </w:r>
      <w:r w:rsidR="00C855EF" w:rsidRPr="00AA04A0">
        <w:t>elle aurait été plus brillante encore</w:t>
      </w:r>
      <w:r>
        <w:t xml:space="preserve">. </w:t>
      </w:r>
      <w:r w:rsidR="00C855EF" w:rsidRPr="00AA04A0">
        <w:t>Au lieu de cinquante mille dollars j</w:t>
      </w:r>
      <w:r>
        <w:t>’</w:t>
      </w:r>
      <w:r w:rsidR="00C855EF" w:rsidRPr="00AA04A0">
        <w:t>aurais eu cent mille dollars de bénéfice</w:t>
      </w:r>
      <w:r>
        <w:t xml:space="preserve">. </w:t>
      </w:r>
      <w:r w:rsidR="00C855EF" w:rsidRPr="00AA04A0">
        <w:t>Ce sera donc pour plus tard</w:t>
      </w:r>
      <w:r>
        <w:t>.</w:t>
      </w:r>
    </w:p>
    <w:p w14:paraId="537B27B3" w14:textId="77777777" w:rsidR="00EA052C" w:rsidRDefault="00C855EF" w:rsidP="00C855EF">
      <w:r w:rsidRPr="00AA04A0">
        <w:t>Mais le temps passait</w:t>
      </w:r>
      <w:r w:rsidR="00EA052C">
        <w:t xml:space="preserve">, </w:t>
      </w:r>
      <w:r w:rsidRPr="00AA04A0">
        <w:t>et le temps vaut cher en Amérique</w:t>
      </w:r>
      <w:r w:rsidR="00EA052C">
        <w:t xml:space="preserve">. </w:t>
      </w:r>
      <w:r w:rsidRPr="00AA04A0">
        <w:rPr>
          <w:i/>
          <w:iCs/>
          <w:szCs w:val="32"/>
        </w:rPr>
        <w:t xml:space="preserve">Time </w:t>
      </w:r>
      <w:proofErr w:type="spellStart"/>
      <w:r w:rsidRPr="00AA04A0">
        <w:rPr>
          <w:i/>
          <w:iCs/>
          <w:szCs w:val="32"/>
        </w:rPr>
        <w:t>is</w:t>
      </w:r>
      <w:proofErr w:type="spellEnd"/>
      <w:r w:rsidRPr="00AA04A0">
        <w:rPr>
          <w:i/>
          <w:iCs/>
          <w:szCs w:val="32"/>
        </w:rPr>
        <w:t xml:space="preserve"> money</w:t>
      </w:r>
      <w:r w:rsidR="00EA052C">
        <w:rPr>
          <w:i/>
          <w:iCs/>
          <w:szCs w:val="32"/>
        </w:rPr>
        <w:t xml:space="preserve">. </w:t>
      </w:r>
      <w:r w:rsidRPr="00AA04A0">
        <w:t>J</w:t>
      </w:r>
      <w:r w:rsidR="00EA052C">
        <w:t>’</w:t>
      </w:r>
      <w:r w:rsidRPr="00AA04A0">
        <w:t>ai perdu beaucoup de dollars ainsi en perdant tant de temps</w:t>
      </w:r>
      <w:r w:rsidR="00EA052C">
        <w:t xml:space="preserve">. </w:t>
      </w:r>
      <w:r w:rsidRPr="00AA04A0">
        <w:t>À l</w:t>
      </w:r>
      <w:r w:rsidR="00EA052C">
        <w:t>’</w:t>
      </w:r>
      <w:r w:rsidRPr="00AA04A0">
        <w:t>époque de mes réussites</w:t>
      </w:r>
      <w:r w:rsidR="00EA052C">
        <w:t xml:space="preserve">, </w:t>
      </w:r>
      <w:r w:rsidRPr="00AA04A0">
        <w:t>j</w:t>
      </w:r>
      <w:r w:rsidR="00EA052C">
        <w:t>’</w:t>
      </w:r>
      <w:r w:rsidRPr="00AA04A0">
        <w:t>avais tenté de r</w:t>
      </w:r>
      <w:r w:rsidRPr="00AA04A0">
        <w:t>e</w:t>
      </w:r>
      <w:r w:rsidRPr="00AA04A0">
        <w:t xml:space="preserve">trouver Toby </w:t>
      </w:r>
      <w:proofErr w:type="spellStart"/>
      <w:r w:rsidRPr="00AA04A0">
        <w:t>Kleampton</w:t>
      </w:r>
      <w:proofErr w:type="spellEnd"/>
      <w:r w:rsidR="00EA052C">
        <w:t xml:space="preserve">, </w:t>
      </w:r>
      <w:r w:rsidRPr="00AA04A0">
        <w:t>afin de l</w:t>
      </w:r>
      <w:r w:rsidR="00EA052C">
        <w:t>’</w:t>
      </w:r>
      <w:r w:rsidRPr="00AA04A0">
        <w:t>associer à mes efforts</w:t>
      </w:r>
      <w:r w:rsidR="00EA052C">
        <w:t xml:space="preserve">. </w:t>
      </w:r>
      <w:r w:rsidRPr="00AA04A0">
        <w:t>C</w:t>
      </w:r>
      <w:r w:rsidR="00EA052C">
        <w:t>’</w:t>
      </w:r>
      <w:r w:rsidRPr="00AA04A0">
        <w:t>était alors que je trustais les aluminiums et les chaux-vives du Col</w:t>
      </w:r>
      <w:r w:rsidRPr="00AA04A0">
        <w:t>o</w:t>
      </w:r>
      <w:r w:rsidRPr="00AA04A0">
        <w:t>rado</w:t>
      </w:r>
      <w:r w:rsidR="00EA052C">
        <w:t xml:space="preserve">. </w:t>
      </w:r>
      <w:r w:rsidRPr="00AA04A0">
        <w:t xml:space="preserve">Toby </w:t>
      </w:r>
      <w:proofErr w:type="spellStart"/>
      <w:r w:rsidRPr="00AA04A0">
        <w:t>Kleampton</w:t>
      </w:r>
      <w:proofErr w:type="spellEnd"/>
      <w:r w:rsidRPr="00AA04A0">
        <w:t xml:space="preserve"> avait quitté </w:t>
      </w:r>
      <w:proofErr w:type="spellStart"/>
      <w:r w:rsidRPr="00AA04A0">
        <w:t>Sokes</w:t>
      </w:r>
      <w:proofErr w:type="spellEnd"/>
      <w:r w:rsidRPr="00AA04A0">
        <w:t>-Clarfield et</w:t>
      </w:r>
      <w:r w:rsidR="00EA052C">
        <w:t xml:space="preserve">, </w:t>
      </w:r>
      <w:r w:rsidRPr="00AA04A0">
        <w:t>depuis on avait perdu ses traces</w:t>
      </w:r>
      <w:r w:rsidR="00EA052C">
        <w:t xml:space="preserve">. </w:t>
      </w:r>
      <w:r w:rsidRPr="00AA04A0">
        <w:t>Tous mes efforts pour le retrouver furent vains et inutiles</w:t>
      </w:r>
      <w:r w:rsidR="00EA052C">
        <w:t xml:space="preserve">. </w:t>
      </w:r>
      <w:r w:rsidRPr="00AA04A0">
        <w:t>Alors je me résignai</w:t>
      </w:r>
      <w:r w:rsidR="00EA052C">
        <w:t xml:space="preserve">. </w:t>
      </w:r>
      <w:r w:rsidRPr="00AA04A0">
        <w:t>Et d</w:t>
      </w:r>
      <w:r w:rsidR="00EA052C">
        <w:t>’</w:t>
      </w:r>
      <w:r w:rsidRPr="00AA04A0">
        <w:t>autres années pass</w:t>
      </w:r>
      <w:r w:rsidRPr="00AA04A0">
        <w:t>è</w:t>
      </w:r>
      <w:r w:rsidRPr="00AA04A0">
        <w:t>rent</w:t>
      </w:r>
      <w:r w:rsidR="00EA052C">
        <w:t xml:space="preserve">. </w:t>
      </w:r>
      <w:r w:rsidRPr="00AA04A0">
        <w:t>J</w:t>
      </w:r>
      <w:r w:rsidR="00EA052C">
        <w:t>’</w:t>
      </w:r>
      <w:r w:rsidRPr="00AA04A0">
        <w:t>eus mon premier million</w:t>
      </w:r>
      <w:r w:rsidR="00EA052C">
        <w:t xml:space="preserve">. </w:t>
      </w:r>
      <w:r w:rsidRPr="00AA04A0">
        <w:t>Je travaillai encore</w:t>
      </w:r>
      <w:r w:rsidR="00EA052C">
        <w:t xml:space="preserve"> ; </w:t>
      </w:r>
      <w:r w:rsidRPr="00AA04A0">
        <w:t>j</w:t>
      </w:r>
      <w:r w:rsidR="00EA052C">
        <w:t>’</w:t>
      </w:r>
      <w:r w:rsidRPr="00AA04A0">
        <w:t>englobai en une vaste société toutes les sources de pétrole du Texas</w:t>
      </w:r>
      <w:r w:rsidR="00EA052C">
        <w:t xml:space="preserve">, </w:t>
      </w:r>
      <w:r w:rsidRPr="00AA04A0">
        <w:t>je trustai les cuivres de la Caroline</w:t>
      </w:r>
      <w:r w:rsidR="00EA052C">
        <w:t xml:space="preserve">. </w:t>
      </w:r>
      <w:r w:rsidRPr="00AA04A0">
        <w:t>D</w:t>
      </w:r>
      <w:r w:rsidR="00EA052C">
        <w:t>’</w:t>
      </w:r>
      <w:r w:rsidRPr="00AA04A0">
        <w:t>autres millions vinrent</w:t>
      </w:r>
      <w:r w:rsidR="00EA052C">
        <w:t>.</w:t>
      </w:r>
    </w:p>
    <w:p w14:paraId="6FEF0B0A" w14:textId="77777777" w:rsidR="00EA052C" w:rsidRDefault="00EA052C" w:rsidP="00C855EF">
      <w:r>
        <w:t>— </w:t>
      </w:r>
      <w:r w:rsidR="00C855EF" w:rsidRPr="00AA04A0">
        <w:t>Au milliard</w:t>
      </w:r>
      <w:r>
        <w:t xml:space="preserve">, </w:t>
      </w:r>
      <w:r w:rsidR="00C855EF" w:rsidRPr="00AA04A0">
        <w:t>je m</w:t>
      </w:r>
      <w:r>
        <w:t>’</w:t>
      </w:r>
      <w:r w:rsidR="00C855EF" w:rsidRPr="00AA04A0">
        <w:t>arrêterai</w:t>
      </w:r>
      <w:r>
        <w:t xml:space="preserve">, </w:t>
      </w:r>
      <w:r w:rsidR="00C855EF" w:rsidRPr="00AA04A0">
        <w:t>dis-je</w:t>
      </w:r>
      <w:r>
        <w:t>.</w:t>
      </w:r>
    </w:p>
    <w:p w14:paraId="24739F08" w14:textId="77777777" w:rsidR="00EA052C" w:rsidRDefault="00C855EF" w:rsidP="00C855EF">
      <w:r w:rsidRPr="00AA04A0">
        <w:t>Une dernière affaire de phosphates me le gagna à San-Francisco</w:t>
      </w:r>
      <w:r w:rsidR="00EA052C">
        <w:t xml:space="preserve">, </w:t>
      </w:r>
      <w:r w:rsidRPr="00AA04A0">
        <w:t>dans la Californie</w:t>
      </w:r>
      <w:r w:rsidR="00EA052C">
        <w:t xml:space="preserve">. </w:t>
      </w:r>
      <w:r w:rsidRPr="00AA04A0">
        <w:t>Un Américain n</w:t>
      </w:r>
      <w:r w:rsidR="00EA052C">
        <w:t>’</w:t>
      </w:r>
      <w:r w:rsidRPr="00AA04A0">
        <w:t>a qu</w:t>
      </w:r>
      <w:r w:rsidR="00EA052C">
        <w:t>’</w:t>
      </w:r>
      <w:r w:rsidRPr="00AA04A0">
        <w:t>une parole</w:t>
      </w:r>
      <w:r w:rsidR="00EA052C">
        <w:t xml:space="preserve">. </w:t>
      </w:r>
      <w:r w:rsidRPr="00AA04A0">
        <w:t>Je m</w:t>
      </w:r>
      <w:r w:rsidR="00EA052C">
        <w:t>’</w:t>
      </w:r>
      <w:r w:rsidRPr="00AA04A0">
        <w:t>arrêtai</w:t>
      </w:r>
      <w:r w:rsidR="00EA052C">
        <w:t xml:space="preserve">, </w:t>
      </w:r>
      <w:r w:rsidRPr="00AA04A0">
        <w:t>et à New-York j</w:t>
      </w:r>
      <w:r w:rsidR="00EA052C">
        <w:t>’</w:t>
      </w:r>
      <w:r w:rsidRPr="00AA04A0">
        <w:t>allai</w:t>
      </w:r>
      <w:r w:rsidR="00EA052C">
        <w:t xml:space="preserve">, </w:t>
      </w:r>
      <w:r w:rsidRPr="00AA04A0">
        <w:t>dans Long-Island</w:t>
      </w:r>
      <w:r w:rsidR="00EA052C">
        <w:t xml:space="preserve">, </w:t>
      </w:r>
      <w:r w:rsidRPr="00AA04A0">
        <w:t>habiter le château que je m</w:t>
      </w:r>
      <w:r w:rsidR="00EA052C">
        <w:t>’</w:t>
      </w:r>
      <w:r w:rsidRPr="00AA04A0">
        <w:t>étais fait construire quelques années aupar</w:t>
      </w:r>
      <w:r w:rsidRPr="00AA04A0">
        <w:t>a</w:t>
      </w:r>
      <w:r w:rsidRPr="00AA04A0">
        <w:t>vant</w:t>
      </w:r>
      <w:r w:rsidR="00EA052C">
        <w:t xml:space="preserve">. </w:t>
      </w:r>
      <w:r w:rsidRPr="00AA04A0">
        <w:t>Je n</w:t>
      </w:r>
      <w:r w:rsidR="00EA052C">
        <w:t>’</w:t>
      </w:r>
      <w:r w:rsidRPr="00AA04A0">
        <w:t>étais point vieux encore</w:t>
      </w:r>
      <w:r w:rsidR="00EA052C">
        <w:t xml:space="preserve"> : </w:t>
      </w:r>
      <w:r w:rsidRPr="00AA04A0">
        <w:t>quarante-huit ans</w:t>
      </w:r>
      <w:r w:rsidR="00EA052C">
        <w:t xml:space="preserve">. </w:t>
      </w:r>
      <w:r w:rsidRPr="00AA04A0">
        <w:t>Je passai neuf jours à examiner ma nouvelle habitation</w:t>
      </w:r>
      <w:r w:rsidR="00EA052C">
        <w:t xml:space="preserve">, </w:t>
      </w:r>
      <w:r w:rsidRPr="00AA04A0">
        <w:t>mes jardins</w:t>
      </w:r>
      <w:r w:rsidR="00EA052C">
        <w:t xml:space="preserve">, </w:t>
      </w:r>
      <w:r w:rsidRPr="00AA04A0">
        <w:t>mes collections</w:t>
      </w:r>
      <w:r w:rsidR="00EA052C">
        <w:t xml:space="preserve">. </w:t>
      </w:r>
      <w:r w:rsidRPr="00AA04A0">
        <w:t>Puis je me mis à m</w:t>
      </w:r>
      <w:r w:rsidR="00EA052C">
        <w:t>’</w:t>
      </w:r>
      <w:r w:rsidRPr="00AA04A0">
        <w:t>ennuyer avec autant d</w:t>
      </w:r>
      <w:r w:rsidR="00EA052C">
        <w:t>’</w:t>
      </w:r>
      <w:r w:rsidRPr="00AA04A0">
        <w:t>obstination que j</w:t>
      </w:r>
      <w:r w:rsidR="00EA052C">
        <w:t>’</w:t>
      </w:r>
      <w:r w:rsidRPr="00AA04A0">
        <w:t>en employai à travailler</w:t>
      </w:r>
      <w:r w:rsidR="00EA052C">
        <w:t>.</w:t>
      </w:r>
    </w:p>
    <w:p w14:paraId="1F289BBA" w14:textId="77777777" w:rsidR="00EA052C" w:rsidRDefault="00C855EF" w:rsidP="00C855EF">
      <w:r w:rsidRPr="00AA04A0">
        <w:lastRenderedPageBreak/>
        <w:t>Le milliard ne donne pas le bonheur</w:t>
      </w:r>
      <w:r w:rsidR="00EA052C">
        <w:t>.</w:t>
      </w:r>
    </w:p>
    <w:p w14:paraId="18A6443B" w14:textId="77777777" w:rsidR="00EA052C" w:rsidRDefault="00C855EF" w:rsidP="00C855EF">
      <w:r w:rsidRPr="00AA04A0">
        <w:t>Cela durait depuis un an déjà</w:t>
      </w:r>
      <w:r w:rsidR="00EA052C">
        <w:t xml:space="preserve">. </w:t>
      </w:r>
      <w:r w:rsidRPr="00AA04A0">
        <w:t>Je ne savais plus que faire</w:t>
      </w:r>
      <w:r w:rsidR="00EA052C">
        <w:t xml:space="preserve">. </w:t>
      </w:r>
      <w:r w:rsidRPr="00AA04A0">
        <w:t>Un jour</w:t>
      </w:r>
      <w:r w:rsidR="00EA052C">
        <w:t xml:space="preserve">, </w:t>
      </w:r>
      <w:r w:rsidRPr="00AA04A0">
        <w:t>le valet m</w:t>
      </w:r>
      <w:r w:rsidR="00EA052C">
        <w:t>’</w:t>
      </w:r>
      <w:r w:rsidRPr="00AA04A0">
        <w:t>apporta une carte</w:t>
      </w:r>
      <w:r w:rsidR="00EA052C">
        <w:t> :</w:t>
      </w:r>
    </w:p>
    <w:p w14:paraId="2CBC1430" w14:textId="73EAFAD9" w:rsidR="00C855EF" w:rsidRPr="007754B5" w:rsidRDefault="00C855EF" w:rsidP="00EA052C">
      <w:pPr>
        <w:pStyle w:val="CentrEspAvt0EspApr0"/>
        <w:rPr>
          <w:rStyle w:val="Taille-1NormalCar"/>
        </w:rPr>
      </w:pPr>
      <w:r w:rsidRPr="007754B5">
        <w:t xml:space="preserve">Toby </w:t>
      </w:r>
      <w:proofErr w:type="spellStart"/>
      <w:r w:rsidRPr="007754B5">
        <w:t>K</w:t>
      </w:r>
      <w:r w:rsidRPr="007754B5">
        <w:rPr>
          <w:rStyle w:val="Taille-1NormalCar"/>
        </w:rPr>
        <w:t>LEAMPTON</w:t>
      </w:r>
      <w:proofErr w:type="spellEnd"/>
    </w:p>
    <w:p w14:paraId="465F3C9F" w14:textId="77777777" w:rsidR="00C855EF" w:rsidRPr="007754B5" w:rsidRDefault="00C855EF" w:rsidP="00EA052C">
      <w:pPr>
        <w:pStyle w:val="CentrEspAvt0EspApr0"/>
        <w:rPr>
          <w:i/>
          <w:iCs/>
        </w:rPr>
      </w:pPr>
      <w:r w:rsidRPr="007754B5">
        <w:rPr>
          <w:i/>
          <w:iCs/>
        </w:rPr>
        <w:t>ingénieur</w:t>
      </w:r>
    </w:p>
    <w:p w14:paraId="4EA568AB" w14:textId="77777777" w:rsidR="00C855EF" w:rsidRPr="007754B5" w:rsidRDefault="00C855EF" w:rsidP="00C855EF">
      <w:pPr>
        <w:spacing w:before="0" w:after="0"/>
        <w:jc w:val="right"/>
      </w:pPr>
      <w:r w:rsidRPr="007754B5">
        <w:t>Western-Road</w:t>
      </w:r>
    </w:p>
    <w:p w14:paraId="3AAD37D8" w14:textId="0B8D647B" w:rsidR="00C855EF" w:rsidRPr="007754B5" w:rsidRDefault="00C855EF" w:rsidP="00C855EF">
      <w:pPr>
        <w:spacing w:before="0" w:after="0"/>
        <w:jc w:val="right"/>
      </w:pPr>
      <w:r w:rsidRPr="007754B5">
        <w:t>12</w:t>
      </w:r>
      <w:r w:rsidR="00EA052C" w:rsidRPr="007754B5">
        <w:t>8</w:t>
      </w:r>
      <w:r w:rsidR="00EA052C" w:rsidRPr="00EA052C">
        <w:rPr>
          <w:vertAlign w:val="superscript"/>
        </w:rPr>
        <w:t>e</w:t>
      </w:r>
      <w:r w:rsidRPr="007754B5">
        <w:t xml:space="preserve"> avenue</w:t>
      </w:r>
    </w:p>
    <w:p w14:paraId="7C5DB561" w14:textId="77777777" w:rsidR="00EA052C" w:rsidRDefault="00C855EF" w:rsidP="00C855EF">
      <w:r w:rsidRPr="00AA04A0">
        <w:t>Je bondis sur ma chaise</w:t>
      </w:r>
      <w:r w:rsidR="00EA052C">
        <w:t>.</w:t>
      </w:r>
    </w:p>
    <w:p w14:paraId="6B12D280" w14:textId="77777777" w:rsidR="00EA052C" w:rsidRDefault="00EA052C" w:rsidP="00C855EF">
      <w:r>
        <w:t>— </w:t>
      </w:r>
      <w:r w:rsidR="00C855EF" w:rsidRPr="00AA04A0">
        <w:t>Faites entrer</w:t>
      </w:r>
      <w:r>
        <w:t xml:space="preserve"> ! </w:t>
      </w:r>
      <w:r w:rsidR="00C855EF" w:rsidRPr="00AA04A0">
        <w:t>Faites entrer</w:t>
      </w:r>
      <w:r>
        <w:t xml:space="preserve">, </w:t>
      </w:r>
      <w:r w:rsidR="00C855EF" w:rsidRPr="00AA04A0">
        <w:t>Jimmy</w:t>
      </w:r>
      <w:r>
        <w:t xml:space="preserve"> ! </w:t>
      </w:r>
      <w:r w:rsidR="00C855EF" w:rsidRPr="00AA04A0">
        <w:t>criai-je au dome</w:t>
      </w:r>
      <w:r w:rsidR="00C855EF" w:rsidRPr="00AA04A0">
        <w:t>s</w:t>
      </w:r>
      <w:r w:rsidR="00C855EF" w:rsidRPr="00AA04A0">
        <w:t>tique</w:t>
      </w:r>
      <w:r>
        <w:t>.</w:t>
      </w:r>
    </w:p>
    <w:p w14:paraId="5F63DB3F" w14:textId="77777777" w:rsidR="00EA052C" w:rsidRDefault="00C855EF" w:rsidP="00C855EF">
      <w:r w:rsidRPr="00AA04A0">
        <w:t xml:space="preserve">Et Toby </w:t>
      </w:r>
      <w:proofErr w:type="spellStart"/>
      <w:r w:rsidRPr="00AA04A0">
        <w:t>Kleampton</w:t>
      </w:r>
      <w:proofErr w:type="spellEnd"/>
      <w:r w:rsidRPr="00AA04A0">
        <w:t xml:space="preserve"> entra</w:t>
      </w:r>
      <w:r w:rsidR="00EA052C">
        <w:t>.</w:t>
      </w:r>
    </w:p>
    <w:p w14:paraId="44C3A133" w14:textId="77777777" w:rsidR="00EA052C" w:rsidRDefault="00C855EF" w:rsidP="00C855EF">
      <w:r w:rsidRPr="00AA04A0">
        <w:t>Je me précipitai vers lui comme vers mon sauveur</w:t>
      </w:r>
      <w:r w:rsidR="00EA052C">
        <w:t xml:space="preserve">. </w:t>
      </w:r>
      <w:r w:rsidRPr="00AA04A0">
        <w:t>Ah</w:t>
      </w:r>
      <w:r w:rsidR="00EA052C">
        <w:t xml:space="preserve"> ! </w:t>
      </w:r>
      <w:r w:rsidRPr="00AA04A0">
        <w:t>l</w:t>
      </w:r>
      <w:r w:rsidR="00EA052C">
        <w:t>’</w:t>
      </w:r>
      <w:r w:rsidRPr="00AA04A0">
        <w:t>ennui est une bien terrible chose</w:t>
      </w:r>
      <w:r w:rsidR="00EA052C">
        <w:t xml:space="preserve">. </w:t>
      </w:r>
      <w:r w:rsidRPr="00AA04A0">
        <w:t>Il était donc là</w:t>
      </w:r>
      <w:r w:rsidR="00EA052C">
        <w:t xml:space="preserve">, </w:t>
      </w:r>
      <w:r w:rsidRPr="00AA04A0">
        <w:t>il venait à moi</w:t>
      </w:r>
      <w:r w:rsidR="00EA052C">
        <w:t xml:space="preserve">, </w:t>
      </w:r>
      <w:r w:rsidRPr="00AA04A0">
        <w:t>un peu tard sans doute</w:t>
      </w:r>
      <w:r w:rsidR="00EA052C">
        <w:t xml:space="preserve">, </w:t>
      </w:r>
      <w:r w:rsidRPr="00AA04A0">
        <w:t>mais enfin il était là</w:t>
      </w:r>
      <w:r w:rsidR="00EA052C">
        <w:t>.</w:t>
      </w:r>
    </w:p>
    <w:p w14:paraId="058F0425" w14:textId="77777777" w:rsidR="00EA052C" w:rsidRDefault="00C855EF" w:rsidP="00C855EF">
      <w:r w:rsidRPr="00AA04A0">
        <w:t>Il avait quelque peu changé</w:t>
      </w:r>
      <w:r w:rsidR="00EA052C">
        <w:t xml:space="preserve">. </w:t>
      </w:r>
      <w:r w:rsidRPr="00AA04A0">
        <w:t xml:space="preserve">Dans le train de </w:t>
      </w:r>
      <w:proofErr w:type="spellStart"/>
      <w:r w:rsidRPr="00AA04A0">
        <w:t>Townhouse</w:t>
      </w:r>
      <w:proofErr w:type="spellEnd"/>
      <w:r w:rsidRPr="00AA04A0">
        <w:t xml:space="preserve"> j</w:t>
      </w:r>
      <w:r w:rsidR="00EA052C">
        <w:t>’</w:t>
      </w:r>
      <w:r w:rsidRPr="00AA04A0">
        <w:t>avais vu un homme</w:t>
      </w:r>
      <w:r w:rsidR="00EA052C">
        <w:t xml:space="preserve">, </w:t>
      </w:r>
      <w:r w:rsidRPr="00AA04A0">
        <w:t>autrefois</w:t>
      </w:r>
      <w:r w:rsidR="00EA052C">
        <w:t xml:space="preserve">, </w:t>
      </w:r>
      <w:r w:rsidRPr="00AA04A0">
        <w:t>un peu gros</w:t>
      </w:r>
      <w:r w:rsidR="00EA052C">
        <w:t xml:space="preserve">, </w:t>
      </w:r>
      <w:r w:rsidRPr="00AA04A0">
        <w:t>un peu lourd</w:t>
      </w:r>
      <w:r w:rsidR="00EA052C">
        <w:t xml:space="preserve">, </w:t>
      </w:r>
      <w:r w:rsidRPr="00AA04A0">
        <w:t>la mine fleurie</w:t>
      </w:r>
      <w:r w:rsidR="00EA052C">
        <w:t xml:space="preserve">, </w:t>
      </w:r>
      <w:r w:rsidRPr="00AA04A0">
        <w:t>l</w:t>
      </w:r>
      <w:r w:rsidR="00EA052C">
        <w:t>’</w:t>
      </w:r>
      <w:r w:rsidRPr="00AA04A0">
        <w:t>œil vif</w:t>
      </w:r>
      <w:r w:rsidR="00EA052C">
        <w:t xml:space="preserve">, </w:t>
      </w:r>
      <w:r w:rsidRPr="00AA04A0">
        <w:t>alerte et dispos</w:t>
      </w:r>
      <w:r w:rsidR="00EA052C">
        <w:t xml:space="preserve">. </w:t>
      </w:r>
      <w:r w:rsidRPr="00AA04A0">
        <w:t>Aujourd</w:t>
      </w:r>
      <w:r w:rsidR="00EA052C">
        <w:t>’</w:t>
      </w:r>
      <w:r w:rsidRPr="00AA04A0">
        <w:t xml:space="preserve">hui Toby </w:t>
      </w:r>
      <w:proofErr w:type="spellStart"/>
      <w:r w:rsidRPr="00AA04A0">
        <w:t>Kleampton</w:t>
      </w:r>
      <w:proofErr w:type="spellEnd"/>
      <w:r w:rsidRPr="00AA04A0">
        <w:t xml:space="preserve"> se présentait à moi</w:t>
      </w:r>
      <w:r w:rsidR="00EA052C">
        <w:t xml:space="preserve">, </w:t>
      </w:r>
      <w:r w:rsidRPr="00AA04A0">
        <w:t>maigre</w:t>
      </w:r>
      <w:r w:rsidR="00EA052C">
        <w:t xml:space="preserve">, </w:t>
      </w:r>
      <w:r w:rsidRPr="00AA04A0">
        <w:t>très maigre</w:t>
      </w:r>
      <w:r w:rsidR="00EA052C">
        <w:t xml:space="preserve">, </w:t>
      </w:r>
      <w:r w:rsidRPr="00AA04A0">
        <w:t>en vérité</w:t>
      </w:r>
      <w:r w:rsidR="00EA052C">
        <w:t xml:space="preserve">, </w:t>
      </w:r>
      <w:r w:rsidRPr="00AA04A0">
        <w:t>la face blême</w:t>
      </w:r>
      <w:r w:rsidR="00EA052C">
        <w:t xml:space="preserve">, </w:t>
      </w:r>
      <w:r w:rsidRPr="00AA04A0">
        <w:t>creusée comme par de longues veilles</w:t>
      </w:r>
      <w:r w:rsidR="00EA052C">
        <w:t xml:space="preserve">, </w:t>
      </w:r>
      <w:r w:rsidRPr="00AA04A0">
        <w:t>un peu voûté</w:t>
      </w:r>
      <w:r w:rsidR="00EA052C">
        <w:t xml:space="preserve">, </w:t>
      </w:r>
      <w:r w:rsidRPr="00AA04A0">
        <w:t>mais les yeux toujours extraordinairement vifs et brillants</w:t>
      </w:r>
      <w:r w:rsidR="00EA052C">
        <w:t>.</w:t>
      </w:r>
    </w:p>
    <w:p w14:paraId="15904F8E" w14:textId="77777777" w:rsidR="00EA052C" w:rsidRDefault="00EA052C" w:rsidP="00C855EF">
      <w:r>
        <w:t>— </w:t>
      </w:r>
      <w:r w:rsidR="00C855EF" w:rsidRPr="00AA04A0">
        <w:t>Gentleman</w:t>
      </w:r>
      <w:r>
        <w:t xml:space="preserve">, </w:t>
      </w:r>
      <w:r w:rsidR="00C855EF" w:rsidRPr="00AA04A0">
        <w:t>me dit-il</w:t>
      </w:r>
      <w:r>
        <w:t xml:space="preserve">, </w:t>
      </w:r>
      <w:r w:rsidR="00C855EF" w:rsidRPr="00AA04A0">
        <w:t>je vois avec satisfaction que vous avez prospéré depuis notre première et dernière rencontre</w:t>
      </w:r>
      <w:r>
        <w:t>.</w:t>
      </w:r>
    </w:p>
    <w:p w14:paraId="6BCBC7AA" w14:textId="77777777" w:rsidR="00EA052C" w:rsidRDefault="00EA052C" w:rsidP="00C855EF">
      <w:r>
        <w:t>— </w:t>
      </w:r>
      <w:r w:rsidR="00C855EF" w:rsidRPr="00AA04A0">
        <w:t>Grâce à Dieu</w:t>
      </w:r>
      <w:r>
        <w:t xml:space="preserve">, </w:t>
      </w:r>
      <w:r w:rsidR="00C855EF" w:rsidRPr="00AA04A0">
        <w:t>oui</w:t>
      </w:r>
      <w:r>
        <w:t xml:space="preserve">, </w:t>
      </w:r>
      <w:r w:rsidR="00C855EF" w:rsidRPr="00AA04A0">
        <w:t xml:space="preserve">master </w:t>
      </w:r>
      <w:proofErr w:type="spellStart"/>
      <w:r w:rsidR="00C855EF" w:rsidRPr="00AA04A0">
        <w:t>Kleampton</w:t>
      </w:r>
      <w:proofErr w:type="spellEnd"/>
      <w:r>
        <w:t xml:space="preserve">, </w:t>
      </w:r>
      <w:r w:rsidR="00C855EF" w:rsidRPr="00AA04A0">
        <w:t>et moi je suis fort aise de vous voir</w:t>
      </w:r>
      <w:r>
        <w:t>.</w:t>
      </w:r>
    </w:p>
    <w:p w14:paraId="372F3B30" w14:textId="77777777" w:rsidR="00EA052C" w:rsidRDefault="00EA052C" w:rsidP="00C855EF">
      <w:r>
        <w:t>— </w:t>
      </w:r>
      <w:r w:rsidR="00C855EF" w:rsidRPr="00AA04A0">
        <w:t>Vous êtes bien poli</w:t>
      </w:r>
      <w:r>
        <w:t xml:space="preserve">, </w:t>
      </w:r>
      <w:r w:rsidR="00C855EF" w:rsidRPr="00AA04A0">
        <w:t>gentleman</w:t>
      </w:r>
      <w:r>
        <w:t xml:space="preserve">, </w:t>
      </w:r>
      <w:r w:rsidR="00C855EF" w:rsidRPr="00AA04A0">
        <w:t>et je vous en sais gré</w:t>
      </w:r>
      <w:r>
        <w:t>.</w:t>
      </w:r>
    </w:p>
    <w:p w14:paraId="21DF7064" w14:textId="77777777" w:rsidR="00EA052C" w:rsidRDefault="00EA052C" w:rsidP="00C855EF">
      <w:r>
        <w:t>— </w:t>
      </w:r>
      <w:r w:rsidR="00C855EF" w:rsidRPr="00AA04A0">
        <w:t>Un cigare</w:t>
      </w:r>
      <w:r>
        <w:t xml:space="preserve">, </w:t>
      </w:r>
      <w:r w:rsidR="00C855EF" w:rsidRPr="00AA04A0">
        <w:t xml:space="preserve">master </w:t>
      </w:r>
      <w:proofErr w:type="spellStart"/>
      <w:r w:rsidR="00C855EF" w:rsidRPr="00AA04A0">
        <w:t>Kleampton</w:t>
      </w:r>
      <w:proofErr w:type="spellEnd"/>
      <w:r>
        <w:t> ?</w:t>
      </w:r>
    </w:p>
    <w:p w14:paraId="30A078FF" w14:textId="77777777" w:rsidR="00EA052C" w:rsidRDefault="00EA052C" w:rsidP="00C855EF">
      <w:r>
        <w:lastRenderedPageBreak/>
        <w:t>— </w:t>
      </w:r>
      <w:r w:rsidR="00C855EF" w:rsidRPr="00AA04A0">
        <w:t>Merci</w:t>
      </w:r>
      <w:r>
        <w:t xml:space="preserve">. </w:t>
      </w:r>
      <w:r w:rsidR="00C855EF" w:rsidRPr="00AA04A0">
        <w:t>Ma pipe me suffira</w:t>
      </w:r>
      <w:r>
        <w:t xml:space="preserve">, </w:t>
      </w:r>
      <w:r w:rsidR="00C855EF" w:rsidRPr="00AA04A0">
        <w:t>si vous le permettez</w:t>
      </w:r>
      <w:r>
        <w:t>.</w:t>
      </w:r>
    </w:p>
    <w:p w14:paraId="3F714431" w14:textId="77777777" w:rsidR="00EA052C" w:rsidRDefault="00EA052C" w:rsidP="00C855EF">
      <w:r>
        <w:t>— </w:t>
      </w:r>
      <w:r w:rsidR="00C855EF" w:rsidRPr="00AA04A0">
        <w:t>À votre aise</w:t>
      </w:r>
      <w:r>
        <w:t xml:space="preserve"> ; </w:t>
      </w:r>
      <w:r w:rsidR="00C855EF" w:rsidRPr="00AA04A0">
        <w:t>voici du tabac de Virginie</w:t>
      </w:r>
      <w:r>
        <w:t>.</w:t>
      </w:r>
    </w:p>
    <w:p w14:paraId="1AD2828A" w14:textId="77777777" w:rsidR="00EA052C" w:rsidRDefault="00EA052C" w:rsidP="00C855EF">
      <w:r>
        <w:t>— </w:t>
      </w:r>
      <w:r w:rsidR="00C855EF" w:rsidRPr="00AA04A0">
        <w:t>Ah</w:t>
      </w:r>
      <w:r>
        <w:t xml:space="preserve"> ! </w:t>
      </w:r>
      <w:r w:rsidR="00C855EF" w:rsidRPr="00AA04A0">
        <w:t>ah</w:t>
      </w:r>
      <w:r>
        <w:t xml:space="preserve"> ! </w:t>
      </w:r>
      <w:r w:rsidR="00C855EF" w:rsidRPr="00AA04A0">
        <w:t>c</w:t>
      </w:r>
      <w:r>
        <w:t>’</w:t>
      </w:r>
      <w:r w:rsidR="00C855EF" w:rsidRPr="00AA04A0">
        <w:t xml:space="preserve">est ce tabac-là que nous fumâmes dans le train de </w:t>
      </w:r>
      <w:proofErr w:type="spellStart"/>
      <w:r w:rsidR="00C855EF" w:rsidRPr="00AA04A0">
        <w:t>Townhouse</w:t>
      </w:r>
      <w:proofErr w:type="spellEnd"/>
      <w:r>
        <w:t xml:space="preserve">, </w:t>
      </w:r>
      <w:r w:rsidR="00C855EF" w:rsidRPr="00AA04A0">
        <w:t>s</w:t>
      </w:r>
      <w:r>
        <w:t>’</w:t>
      </w:r>
      <w:r w:rsidR="00C855EF" w:rsidRPr="00AA04A0">
        <w:t>il m</w:t>
      </w:r>
      <w:r>
        <w:t>’</w:t>
      </w:r>
      <w:r w:rsidR="00C855EF" w:rsidRPr="00AA04A0">
        <w:t>en souvient</w:t>
      </w:r>
      <w:r>
        <w:t> ?</w:t>
      </w:r>
    </w:p>
    <w:p w14:paraId="630BF469" w14:textId="77777777" w:rsidR="00EA052C" w:rsidRDefault="00EA052C" w:rsidP="00C855EF">
      <w:r>
        <w:t>— </w:t>
      </w:r>
      <w:r w:rsidR="00C855EF" w:rsidRPr="00AA04A0">
        <w:t>Hé</w:t>
      </w:r>
      <w:r>
        <w:t xml:space="preserve">, </w:t>
      </w:r>
      <w:r w:rsidR="00C855EF" w:rsidRPr="00AA04A0">
        <w:t>oui</w:t>
      </w:r>
      <w:r>
        <w:t xml:space="preserve">, </w:t>
      </w:r>
      <w:r w:rsidR="00C855EF" w:rsidRPr="00AA04A0">
        <w:t xml:space="preserve">master </w:t>
      </w:r>
      <w:proofErr w:type="spellStart"/>
      <w:r w:rsidR="00C855EF" w:rsidRPr="00AA04A0">
        <w:t>Kleampton</w:t>
      </w:r>
      <w:proofErr w:type="spellEnd"/>
      <w:r>
        <w:t xml:space="preserve">, </w:t>
      </w:r>
      <w:r w:rsidR="00C855EF" w:rsidRPr="00AA04A0">
        <w:t>c</w:t>
      </w:r>
      <w:r>
        <w:t>’</w:t>
      </w:r>
      <w:r w:rsidR="00C855EF" w:rsidRPr="00AA04A0">
        <w:t>est ce tabac-là même</w:t>
      </w:r>
      <w:r>
        <w:t xml:space="preserve">. </w:t>
      </w:r>
      <w:r w:rsidR="00C855EF" w:rsidRPr="00AA04A0">
        <w:t>J</w:t>
      </w:r>
      <w:r>
        <w:t>’</w:t>
      </w:r>
      <w:r w:rsidR="00C855EF" w:rsidRPr="00AA04A0">
        <w:t>y suis resté fidèle</w:t>
      </w:r>
      <w:r>
        <w:t>.</w:t>
      </w:r>
    </w:p>
    <w:p w14:paraId="57A379EC" w14:textId="77777777" w:rsidR="00EA052C" w:rsidRDefault="00EA052C" w:rsidP="00C855EF">
      <w:r>
        <w:t>— </w:t>
      </w:r>
      <w:r w:rsidR="00C855EF" w:rsidRPr="00AA04A0">
        <w:t>La fidélité est une belle chose</w:t>
      </w:r>
      <w:r>
        <w:t xml:space="preserve">, </w:t>
      </w:r>
      <w:r w:rsidR="00C855EF" w:rsidRPr="00AA04A0">
        <w:t>observa l</w:t>
      </w:r>
      <w:r>
        <w:t>’</w:t>
      </w:r>
      <w:r w:rsidR="00C855EF" w:rsidRPr="00AA04A0">
        <w:t>ingénieur</w:t>
      </w:r>
      <w:r>
        <w:t xml:space="preserve">. </w:t>
      </w:r>
      <w:r w:rsidR="00C855EF" w:rsidRPr="00AA04A0">
        <w:t>Et m</w:t>
      </w:r>
      <w:r w:rsidR="00C855EF" w:rsidRPr="00AA04A0">
        <w:t>é</w:t>
      </w:r>
      <w:r w:rsidR="00C855EF" w:rsidRPr="00AA04A0">
        <w:t>thodiquement il bourra du pouce sa courte pipe de bruyère</w:t>
      </w:r>
      <w:r>
        <w:t>.</w:t>
      </w:r>
    </w:p>
    <w:p w14:paraId="6D1AB711" w14:textId="77777777" w:rsidR="00EA052C" w:rsidRDefault="00C855EF" w:rsidP="00C855EF">
      <w:r w:rsidRPr="00AA04A0">
        <w:t>J</w:t>
      </w:r>
      <w:r w:rsidR="00EA052C">
        <w:t>’</w:t>
      </w:r>
      <w:r w:rsidRPr="00AA04A0">
        <w:t>observais ses mouvements</w:t>
      </w:r>
      <w:r w:rsidR="00EA052C">
        <w:t xml:space="preserve">. </w:t>
      </w:r>
      <w:r w:rsidRPr="00AA04A0">
        <w:t>Il me semblait quelque peu gêné</w:t>
      </w:r>
      <w:r w:rsidR="00EA052C">
        <w:t xml:space="preserve">, </w:t>
      </w:r>
      <w:r w:rsidRPr="00AA04A0">
        <w:t>embarrassé</w:t>
      </w:r>
      <w:r w:rsidR="00EA052C">
        <w:t>.</w:t>
      </w:r>
    </w:p>
    <w:p w14:paraId="2AFFA197" w14:textId="77777777" w:rsidR="00EA052C" w:rsidRDefault="00EA052C" w:rsidP="00C855EF">
      <w:r>
        <w:t>— </w:t>
      </w:r>
      <w:r w:rsidR="00C855EF" w:rsidRPr="00AA04A0">
        <w:t>Et quel bon vent vous amène à Long-Island</w:t>
      </w:r>
      <w:r>
        <w:t xml:space="preserve">, </w:t>
      </w:r>
      <w:r w:rsidR="00C855EF" w:rsidRPr="00AA04A0">
        <w:t xml:space="preserve">master </w:t>
      </w:r>
      <w:proofErr w:type="spellStart"/>
      <w:r w:rsidR="00C855EF" w:rsidRPr="00AA04A0">
        <w:t>Kleampton</w:t>
      </w:r>
      <w:proofErr w:type="spellEnd"/>
      <w:r>
        <w:t> ?</w:t>
      </w:r>
    </w:p>
    <w:p w14:paraId="53F33947" w14:textId="77777777" w:rsidR="00EA052C" w:rsidRDefault="00C855EF" w:rsidP="00C855EF">
      <w:r w:rsidRPr="00AA04A0">
        <w:t>Il tira une bouffée de sa pipe</w:t>
      </w:r>
      <w:r w:rsidR="00EA052C">
        <w:t xml:space="preserve">, </w:t>
      </w:r>
      <w:r w:rsidRPr="00AA04A0">
        <w:t>la considéra avec attention</w:t>
      </w:r>
      <w:r w:rsidR="00EA052C">
        <w:t xml:space="preserve">, </w:t>
      </w:r>
      <w:r w:rsidRPr="00AA04A0">
        <w:t>puis brusquement parla</w:t>
      </w:r>
      <w:r w:rsidR="00EA052C">
        <w:t>.</w:t>
      </w:r>
    </w:p>
    <w:p w14:paraId="7447BFFE" w14:textId="77777777" w:rsidR="00EA052C" w:rsidRDefault="00C855EF" w:rsidP="00C855EF">
      <w:r w:rsidRPr="00AA04A0">
        <w:t>La conversation que nous eûmes je la rapporte ici avec une extrême fidélité</w:t>
      </w:r>
      <w:r w:rsidR="00EA052C">
        <w:t>.</w:t>
      </w:r>
    </w:p>
    <w:p w14:paraId="52676EE7" w14:textId="77777777" w:rsidR="00EA052C" w:rsidRDefault="00EA052C" w:rsidP="00C855EF">
      <w:r>
        <w:t>— </w:t>
      </w:r>
      <w:r w:rsidR="00C855EF" w:rsidRPr="00AA04A0">
        <w:t>Gentleman</w:t>
      </w:r>
      <w:r>
        <w:t xml:space="preserve">, </w:t>
      </w:r>
      <w:r w:rsidR="00C855EF" w:rsidRPr="00AA04A0">
        <w:t>c</w:t>
      </w:r>
      <w:r>
        <w:t>’</w:t>
      </w:r>
      <w:r w:rsidR="00C855EF" w:rsidRPr="00AA04A0">
        <w:t>est une affaire</w:t>
      </w:r>
      <w:r>
        <w:t>.</w:t>
      </w:r>
    </w:p>
    <w:p w14:paraId="293574E0" w14:textId="77777777" w:rsidR="00EA052C" w:rsidRDefault="00EA052C" w:rsidP="00C855EF">
      <w:r>
        <w:t>— </w:t>
      </w:r>
      <w:r w:rsidR="00C855EF" w:rsidRPr="00AA04A0">
        <w:t>Une affaire</w:t>
      </w:r>
      <w:r>
        <w:t xml:space="preserve">, </w:t>
      </w:r>
      <w:r w:rsidR="00C855EF" w:rsidRPr="00AA04A0">
        <w:t>en vérité</w:t>
      </w:r>
      <w:r>
        <w:t> ?</w:t>
      </w:r>
    </w:p>
    <w:p w14:paraId="3756FD5E" w14:textId="77777777" w:rsidR="00EA052C" w:rsidRDefault="00EA052C" w:rsidP="00C855EF">
      <w:r>
        <w:t>— </w:t>
      </w:r>
      <w:r w:rsidR="00C855EF" w:rsidRPr="00AA04A0">
        <w:t>Oui</w:t>
      </w:r>
      <w:r>
        <w:t xml:space="preserve">. </w:t>
      </w:r>
      <w:r w:rsidR="00C855EF" w:rsidRPr="00AA04A0">
        <w:t>Bonne peut-être</w:t>
      </w:r>
      <w:r>
        <w:t xml:space="preserve">, </w:t>
      </w:r>
      <w:r w:rsidR="00C855EF" w:rsidRPr="00AA04A0">
        <w:t>intéressante certainement</w:t>
      </w:r>
      <w:r>
        <w:t>.</w:t>
      </w:r>
    </w:p>
    <w:p w14:paraId="6126DA9F" w14:textId="77777777" w:rsidR="00EA052C" w:rsidRDefault="00EA052C" w:rsidP="00C855EF">
      <w:r>
        <w:t>— </w:t>
      </w:r>
      <w:r w:rsidR="00C855EF" w:rsidRPr="00AA04A0">
        <w:t>Ah</w:t>
      </w:r>
      <w:r>
        <w:t xml:space="preserve"> ! </w:t>
      </w:r>
      <w:r w:rsidR="00C855EF" w:rsidRPr="00AA04A0">
        <w:t>Et de quoi donc s</w:t>
      </w:r>
      <w:r>
        <w:t>’</w:t>
      </w:r>
      <w:r w:rsidR="00C855EF" w:rsidRPr="00AA04A0">
        <w:t>agit-il</w:t>
      </w:r>
      <w:r>
        <w:t> ?</w:t>
      </w:r>
    </w:p>
    <w:p w14:paraId="060243D6" w14:textId="77777777" w:rsidR="00EA052C" w:rsidRDefault="00EA052C" w:rsidP="00C855EF">
      <w:r>
        <w:t>— </w:t>
      </w:r>
      <w:r w:rsidR="00C855EF" w:rsidRPr="00AA04A0">
        <w:t>Ne me prendrez-vous pas pour un fou</w:t>
      </w:r>
      <w:r>
        <w:t> !</w:t>
      </w:r>
    </w:p>
    <w:p w14:paraId="7FE8811B" w14:textId="77777777" w:rsidR="00EA052C" w:rsidRDefault="00EA052C" w:rsidP="00C855EF">
      <w:r>
        <w:rPr>
          <w:szCs w:val="32"/>
        </w:rPr>
        <w:t>— </w:t>
      </w:r>
      <w:r w:rsidR="00C855EF" w:rsidRPr="00AA04A0">
        <w:t>En affaires il n</w:t>
      </w:r>
      <w:r>
        <w:t>’</w:t>
      </w:r>
      <w:r w:rsidR="00C855EF" w:rsidRPr="00AA04A0">
        <w:t>est pas de fous</w:t>
      </w:r>
      <w:r>
        <w:t xml:space="preserve">, </w:t>
      </w:r>
      <w:r w:rsidR="00C855EF" w:rsidRPr="00AA04A0">
        <w:t>gentleman</w:t>
      </w:r>
      <w:r>
        <w:t xml:space="preserve">. </w:t>
      </w:r>
      <w:r w:rsidR="00C855EF" w:rsidRPr="00AA04A0">
        <w:t>Il n</w:t>
      </w:r>
      <w:r>
        <w:t>’</w:t>
      </w:r>
      <w:r w:rsidR="00C855EF" w:rsidRPr="00AA04A0">
        <w:t>y a que des affaires bonnes ou mauvaises</w:t>
      </w:r>
      <w:r>
        <w:t>.</w:t>
      </w:r>
    </w:p>
    <w:p w14:paraId="4D2CBA1D" w14:textId="77777777" w:rsidR="00EA052C" w:rsidRDefault="00EA052C" w:rsidP="00C855EF">
      <w:r>
        <w:t>— </w:t>
      </w:r>
      <w:r w:rsidR="00C855EF" w:rsidRPr="00AA04A0">
        <w:t>Ceci me met à l</w:t>
      </w:r>
      <w:r>
        <w:t>’</w:t>
      </w:r>
      <w:r w:rsidR="00C855EF" w:rsidRPr="00AA04A0">
        <w:t>aise</w:t>
      </w:r>
      <w:r>
        <w:t xml:space="preserve">. </w:t>
      </w:r>
      <w:r w:rsidR="00C855EF" w:rsidRPr="00AA04A0">
        <w:t>Fort bien</w:t>
      </w:r>
      <w:r>
        <w:t xml:space="preserve">. </w:t>
      </w:r>
      <w:r w:rsidR="00C855EF" w:rsidRPr="00AA04A0">
        <w:t>Il s</w:t>
      </w:r>
      <w:r>
        <w:t>’</w:t>
      </w:r>
      <w:r w:rsidR="00C855EF" w:rsidRPr="00AA04A0">
        <w:t>agit d</w:t>
      </w:r>
      <w:r>
        <w:t>’</w:t>
      </w:r>
      <w:r w:rsidR="00C855EF" w:rsidRPr="00AA04A0">
        <w:t>aller au Pôle</w:t>
      </w:r>
      <w:r>
        <w:t>.</w:t>
      </w:r>
    </w:p>
    <w:p w14:paraId="61280931" w14:textId="77777777" w:rsidR="00EA052C" w:rsidRDefault="00EA052C" w:rsidP="00C855EF">
      <w:r>
        <w:lastRenderedPageBreak/>
        <w:t>— </w:t>
      </w:r>
      <w:r w:rsidR="00C855EF" w:rsidRPr="00AA04A0">
        <w:t>Au Pôle</w:t>
      </w:r>
      <w:r>
        <w:t xml:space="preserve"> ? </w:t>
      </w:r>
      <w:r w:rsidR="00C855EF" w:rsidRPr="00AA04A0">
        <w:t>Mais Nansen y fut</w:t>
      </w:r>
      <w:r>
        <w:t xml:space="preserve">, </w:t>
      </w:r>
      <w:r w:rsidR="00C855EF" w:rsidRPr="00AA04A0">
        <w:t xml:space="preserve">master </w:t>
      </w:r>
      <w:proofErr w:type="spellStart"/>
      <w:r w:rsidR="00C855EF" w:rsidRPr="00AA04A0">
        <w:t>Kleampton</w:t>
      </w:r>
      <w:proofErr w:type="spellEnd"/>
      <w:r>
        <w:t xml:space="preserve">. </w:t>
      </w:r>
      <w:r w:rsidR="00C855EF" w:rsidRPr="00AA04A0">
        <w:t>Ce n</w:t>
      </w:r>
      <w:r>
        <w:t>’</w:t>
      </w:r>
      <w:r w:rsidR="00C855EF" w:rsidRPr="00AA04A0">
        <w:t>est point une affaire neuve</w:t>
      </w:r>
      <w:r>
        <w:t>.</w:t>
      </w:r>
    </w:p>
    <w:p w14:paraId="01DA8077" w14:textId="77777777" w:rsidR="00EA052C" w:rsidRDefault="00EA052C" w:rsidP="00C855EF">
      <w:r>
        <w:t>— </w:t>
      </w:r>
      <w:r w:rsidR="00C855EF" w:rsidRPr="00AA04A0">
        <w:t>Je parle de l</w:t>
      </w:r>
      <w:r>
        <w:t>’</w:t>
      </w:r>
      <w:r w:rsidR="00C855EF" w:rsidRPr="00AA04A0">
        <w:t>autre Pôle</w:t>
      </w:r>
      <w:r>
        <w:t xml:space="preserve">, </w:t>
      </w:r>
      <w:r w:rsidR="00C855EF" w:rsidRPr="00AA04A0">
        <w:t>gentleman</w:t>
      </w:r>
      <w:r>
        <w:t>.</w:t>
      </w:r>
    </w:p>
    <w:p w14:paraId="4304F35A" w14:textId="77777777" w:rsidR="00EA052C" w:rsidRDefault="00EA052C" w:rsidP="00C855EF">
      <w:r>
        <w:t>— </w:t>
      </w:r>
      <w:r w:rsidR="00C855EF" w:rsidRPr="00AA04A0">
        <w:t>Le Pôle Sud</w:t>
      </w:r>
      <w:r>
        <w:t xml:space="preserve"> ? </w:t>
      </w:r>
      <w:r w:rsidR="00C855EF" w:rsidRPr="00AA04A0">
        <w:t>Mais Charcot y partit</w:t>
      </w:r>
      <w:r>
        <w:t xml:space="preserve">, </w:t>
      </w:r>
      <w:r w:rsidR="00C855EF" w:rsidRPr="00AA04A0">
        <w:t>il me semble</w:t>
      </w:r>
      <w:r>
        <w:t>.</w:t>
      </w:r>
    </w:p>
    <w:p w14:paraId="6D1A00F6" w14:textId="77777777" w:rsidR="00EA052C" w:rsidRDefault="00EA052C" w:rsidP="00C855EF">
      <w:r>
        <w:t>— </w:t>
      </w:r>
      <w:r w:rsidR="00C855EF" w:rsidRPr="00AA04A0">
        <w:t>Y partit</w:t>
      </w:r>
      <w:r>
        <w:t xml:space="preserve">, </w:t>
      </w:r>
      <w:r w:rsidR="00C855EF" w:rsidRPr="00AA04A0">
        <w:t>oui</w:t>
      </w:r>
      <w:r>
        <w:t xml:space="preserve">. </w:t>
      </w:r>
      <w:r w:rsidR="00C855EF" w:rsidRPr="00AA04A0">
        <w:t>Y atteignit</w:t>
      </w:r>
      <w:r>
        <w:t xml:space="preserve">, </w:t>
      </w:r>
      <w:r w:rsidR="00C855EF" w:rsidRPr="00AA04A0">
        <w:t>non</w:t>
      </w:r>
      <w:r>
        <w:t xml:space="preserve">. </w:t>
      </w:r>
      <w:r w:rsidR="00C855EF" w:rsidRPr="00AA04A0">
        <w:t xml:space="preserve">Moi je puis </w:t>
      </w:r>
      <w:r w:rsidR="00C855EF" w:rsidRPr="00AA04A0">
        <w:rPr>
          <w:bCs/>
        </w:rPr>
        <w:t xml:space="preserve">y </w:t>
      </w:r>
      <w:r w:rsidR="00C855EF" w:rsidRPr="00AA04A0">
        <w:t>atteindre</w:t>
      </w:r>
      <w:r>
        <w:t>.</w:t>
      </w:r>
    </w:p>
    <w:p w14:paraId="3AAC6780" w14:textId="77777777" w:rsidR="00EA052C" w:rsidRDefault="00EA052C" w:rsidP="00C855EF">
      <w:r>
        <w:t>— </w:t>
      </w:r>
      <w:r w:rsidR="00C855EF" w:rsidRPr="00AA04A0">
        <w:t>Véritablement</w:t>
      </w:r>
      <w:r>
        <w:t xml:space="preserve">, </w:t>
      </w:r>
      <w:r w:rsidR="00C855EF" w:rsidRPr="00AA04A0">
        <w:t xml:space="preserve">vous </w:t>
      </w:r>
      <w:r w:rsidR="00961B84">
        <w:t>le</w:t>
      </w:r>
      <w:r w:rsidR="00961B84" w:rsidRPr="00AA04A0">
        <w:t xml:space="preserve"> </w:t>
      </w:r>
      <w:r w:rsidR="00C855EF" w:rsidRPr="00AA04A0">
        <w:t>pouvez</w:t>
      </w:r>
      <w:r>
        <w:t xml:space="preserve">, </w:t>
      </w:r>
      <w:r w:rsidR="00C855EF" w:rsidRPr="00AA04A0">
        <w:t>gentleman</w:t>
      </w:r>
      <w:r>
        <w:t> !</w:t>
      </w:r>
    </w:p>
    <w:p w14:paraId="665524CE" w14:textId="77777777" w:rsidR="00EA052C" w:rsidRDefault="00EA052C" w:rsidP="00C855EF">
      <w:r>
        <w:t>— </w:t>
      </w:r>
      <w:r w:rsidR="00C855EF" w:rsidRPr="00AA04A0">
        <w:t>Véritablement</w:t>
      </w:r>
      <w:r>
        <w:t xml:space="preserve">, </w:t>
      </w:r>
      <w:r w:rsidR="00C855EF" w:rsidRPr="00AA04A0">
        <w:t>je le puis</w:t>
      </w:r>
      <w:r>
        <w:t>.</w:t>
      </w:r>
    </w:p>
    <w:p w14:paraId="0B9FE52B" w14:textId="77777777" w:rsidR="00EA052C" w:rsidRDefault="00EA052C" w:rsidP="00C855EF">
      <w:r>
        <w:t>— </w:t>
      </w:r>
      <w:r w:rsidR="00C855EF" w:rsidRPr="00AA04A0">
        <w:t>Ah</w:t>
      </w:r>
      <w:r>
        <w:t> !</w:t>
      </w:r>
    </w:p>
    <w:p w14:paraId="4F94D4F6" w14:textId="77777777" w:rsidR="00EA052C" w:rsidRDefault="00C855EF" w:rsidP="00C855EF">
      <w:r w:rsidRPr="00AA04A0">
        <w:t>Je me tus</w:t>
      </w:r>
      <w:r w:rsidR="00EA052C">
        <w:t xml:space="preserve">, </w:t>
      </w:r>
      <w:r w:rsidRPr="00AA04A0">
        <w:t>réfléchissant profondément</w:t>
      </w:r>
      <w:r w:rsidR="00EA052C">
        <w:t>.</w:t>
      </w:r>
    </w:p>
    <w:p w14:paraId="6681685B" w14:textId="77777777" w:rsidR="00EA052C" w:rsidRDefault="00C855EF" w:rsidP="00C855EF">
      <w:r w:rsidRPr="00AA04A0">
        <w:t>Ce que disait l</w:t>
      </w:r>
      <w:r w:rsidR="00EA052C">
        <w:t>’</w:t>
      </w:r>
      <w:r w:rsidRPr="00AA04A0">
        <w:t>ingénieur devait être sérieux sans doute a</w:t>
      </w:r>
      <w:r w:rsidRPr="00AA04A0">
        <w:t>u</w:t>
      </w:r>
      <w:r w:rsidRPr="00AA04A0">
        <w:t>cun</w:t>
      </w:r>
      <w:r w:rsidR="00EA052C">
        <w:t xml:space="preserve">. </w:t>
      </w:r>
      <w:r w:rsidRPr="00AA04A0">
        <w:t>Il n</w:t>
      </w:r>
      <w:r w:rsidR="00EA052C">
        <w:t>’</w:t>
      </w:r>
      <w:r w:rsidRPr="00AA04A0">
        <w:t>était pas homme à plaisanter</w:t>
      </w:r>
      <w:r w:rsidR="00EA052C">
        <w:t xml:space="preserve">. </w:t>
      </w:r>
      <w:r w:rsidRPr="00AA04A0">
        <w:t>Cependant je ne pus m</w:t>
      </w:r>
      <w:r w:rsidR="00EA052C">
        <w:t>’</w:t>
      </w:r>
      <w:r w:rsidRPr="00AA04A0">
        <w:t>empêcher de douter de ses paroles</w:t>
      </w:r>
      <w:r w:rsidR="00EA052C">
        <w:t xml:space="preserve">. </w:t>
      </w:r>
      <w:r w:rsidRPr="00AA04A0">
        <w:t>Cela était en vérité fort extraordinaire</w:t>
      </w:r>
      <w:r w:rsidR="00EA052C">
        <w:t xml:space="preserve">. </w:t>
      </w:r>
      <w:r w:rsidRPr="00AA04A0">
        <w:t>Je me tus néanmoins</w:t>
      </w:r>
      <w:r w:rsidR="00EA052C">
        <w:t xml:space="preserve">, </w:t>
      </w:r>
      <w:r w:rsidRPr="00AA04A0">
        <w:t>car ne vaut-il pas mieux se taire que de dire des choses inutiles</w:t>
      </w:r>
      <w:r w:rsidR="00EA052C">
        <w:t xml:space="preserve">. </w:t>
      </w:r>
      <w:r w:rsidRPr="00AA04A0">
        <w:t>Oui</w:t>
      </w:r>
      <w:r w:rsidR="00EA052C">
        <w:t xml:space="preserve">. </w:t>
      </w:r>
      <w:r w:rsidRPr="00AA04A0">
        <w:t>Donc je me tus</w:t>
      </w:r>
      <w:r w:rsidR="00EA052C">
        <w:t>.</w:t>
      </w:r>
    </w:p>
    <w:p w14:paraId="7FD27AA3" w14:textId="77777777" w:rsidR="00EA052C" w:rsidRDefault="00EA052C" w:rsidP="00C855EF">
      <w:r>
        <w:t>— </w:t>
      </w:r>
      <w:r w:rsidR="00C855EF" w:rsidRPr="00AA04A0">
        <w:t>J</w:t>
      </w:r>
      <w:r>
        <w:t>’</w:t>
      </w:r>
      <w:r w:rsidR="00C855EF" w:rsidRPr="00AA04A0">
        <w:t>en suis fort aise</w:t>
      </w:r>
      <w:r>
        <w:t xml:space="preserve">, </w:t>
      </w:r>
      <w:r w:rsidR="00C855EF" w:rsidRPr="00AA04A0">
        <w:t xml:space="preserve">master </w:t>
      </w:r>
      <w:proofErr w:type="spellStart"/>
      <w:r w:rsidR="00C855EF" w:rsidRPr="00AA04A0">
        <w:t>Kleampton</w:t>
      </w:r>
      <w:proofErr w:type="spellEnd"/>
      <w:r>
        <w:t xml:space="preserve">. </w:t>
      </w:r>
      <w:r w:rsidR="00C855EF" w:rsidRPr="00AA04A0">
        <w:t>Et à quoi puis-je vous être utile</w:t>
      </w:r>
      <w:r>
        <w:t> ?</w:t>
      </w:r>
    </w:p>
    <w:p w14:paraId="4B4B8839" w14:textId="77777777" w:rsidR="00EA052C" w:rsidRDefault="00EA052C" w:rsidP="00C855EF">
      <w:r>
        <w:t>— </w:t>
      </w:r>
      <w:r w:rsidR="00C855EF" w:rsidRPr="00AA04A0">
        <w:t>À ceci</w:t>
      </w:r>
      <w:r>
        <w:t xml:space="preserve">, </w:t>
      </w:r>
      <w:r w:rsidR="00C855EF" w:rsidRPr="00AA04A0">
        <w:t>gentleman</w:t>
      </w:r>
      <w:r>
        <w:t xml:space="preserve">. </w:t>
      </w:r>
      <w:r w:rsidR="00C855EF" w:rsidRPr="00AA04A0">
        <w:t>Pour réaliser les projets de conquête du Pôle Sud</w:t>
      </w:r>
      <w:r>
        <w:t xml:space="preserve">, </w:t>
      </w:r>
      <w:r w:rsidR="00C855EF" w:rsidRPr="00AA04A0">
        <w:t>il faut soixante mille dollars</w:t>
      </w:r>
      <w:r>
        <w:t xml:space="preserve">. </w:t>
      </w:r>
      <w:r w:rsidR="00C855EF" w:rsidRPr="00AA04A0">
        <w:t>En outre</w:t>
      </w:r>
      <w:r>
        <w:t xml:space="preserve">, </w:t>
      </w:r>
      <w:r w:rsidR="00C855EF" w:rsidRPr="00AA04A0">
        <w:t>il me faut un compagnon ayant confiance en moi</w:t>
      </w:r>
      <w:r>
        <w:t xml:space="preserve">. </w:t>
      </w:r>
      <w:r w:rsidR="00C855EF" w:rsidRPr="00AA04A0">
        <w:t>J</w:t>
      </w:r>
      <w:r>
        <w:t>’</w:t>
      </w:r>
      <w:r w:rsidR="00C855EF" w:rsidRPr="00AA04A0">
        <w:t>attends l</w:t>
      </w:r>
      <w:r>
        <w:t>’</w:t>
      </w:r>
      <w:r w:rsidR="00C855EF" w:rsidRPr="00AA04A0">
        <w:t>argent de vous</w:t>
      </w:r>
      <w:r>
        <w:t>.</w:t>
      </w:r>
    </w:p>
    <w:p w14:paraId="785549F3" w14:textId="77777777" w:rsidR="00EA052C" w:rsidRDefault="00EA052C" w:rsidP="00C855EF">
      <w:r>
        <w:t>— </w:t>
      </w:r>
      <w:r w:rsidR="00C855EF" w:rsidRPr="00AA04A0">
        <w:t>Et le compagnon</w:t>
      </w:r>
      <w:r>
        <w:t> ?</w:t>
      </w:r>
    </w:p>
    <w:p w14:paraId="3BA42841" w14:textId="77777777" w:rsidR="00EA052C" w:rsidRDefault="00EA052C" w:rsidP="00C855EF">
      <w:r>
        <w:t>— </w:t>
      </w:r>
      <w:r w:rsidR="00C855EF" w:rsidRPr="00AA04A0">
        <w:t>Me suis-je trompé en espérant que vous le seriez</w:t>
      </w:r>
      <w:r>
        <w:t> ?</w:t>
      </w:r>
    </w:p>
    <w:p w14:paraId="2A33F64C" w14:textId="77777777" w:rsidR="00EA052C" w:rsidRDefault="00C855EF" w:rsidP="00C855EF">
      <w:r w:rsidRPr="00AA04A0">
        <w:t>Je me pris à réfléchir une fois encore</w:t>
      </w:r>
      <w:r w:rsidR="00EA052C">
        <w:t xml:space="preserve">. </w:t>
      </w:r>
      <w:r w:rsidRPr="00AA04A0">
        <w:t>Ce que je savais de l</w:t>
      </w:r>
      <w:r w:rsidR="00EA052C">
        <w:t>’</w:t>
      </w:r>
      <w:r w:rsidRPr="00AA04A0">
        <w:t xml:space="preserve">habileté de Toby </w:t>
      </w:r>
      <w:proofErr w:type="spellStart"/>
      <w:r w:rsidRPr="00AA04A0">
        <w:t>Kleampton</w:t>
      </w:r>
      <w:proofErr w:type="spellEnd"/>
      <w:r w:rsidRPr="00AA04A0">
        <w:t xml:space="preserve"> me décida</w:t>
      </w:r>
      <w:r w:rsidR="00EA052C">
        <w:t>.</w:t>
      </w:r>
    </w:p>
    <w:p w14:paraId="12DAB9AE" w14:textId="77777777" w:rsidR="00EA052C" w:rsidRDefault="00EA052C" w:rsidP="00C855EF">
      <w:r>
        <w:t>— </w:t>
      </w:r>
      <w:r w:rsidR="00C855EF" w:rsidRPr="00AA04A0">
        <w:t>Êtes-vous sûr de vos projets</w:t>
      </w:r>
      <w:r>
        <w:t> ?</w:t>
      </w:r>
    </w:p>
    <w:p w14:paraId="0A784F06" w14:textId="77777777" w:rsidR="00EA052C" w:rsidRDefault="00EA052C" w:rsidP="00C855EF">
      <w:r>
        <w:lastRenderedPageBreak/>
        <w:t>— </w:t>
      </w:r>
      <w:r w:rsidR="00C855EF" w:rsidRPr="00AA04A0">
        <w:t>Oui</w:t>
      </w:r>
      <w:r>
        <w:t>.</w:t>
      </w:r>
    </w:p>
    <w:p w14:paraId="71C9015A" w14:textId="77777777" w:rsidR="00EA052C" w:rsidRDefault="00EA052C" w:rsidP="00C855EF">
      <w:r>
        <w:t>— </w:t>
      </w:r>
      <w:r w:rsidR="00C855EF" w:rsidRPr="00AA04A0">
        <w:t>Vous ne craignez pas de déception</w:t>
      </w:r>
      <w:r>
        <w:t> ?</w:t>
      </w:r>
    </w:p>
    <w:p w14:paraId="5D6362B2" w14:textId="77777777" w:rsidR="00EA052C" w:rsidRDefault="00EA052C" w:rsidP="00C855EF">
      <w:r>
        <w:t>— </w:t>
      </w:r>
      <w:r w:rsidR="00C855EF" w:rsidRPr="00AA04A0">
        <w:t>Non</w:t>
      </w:r>
      <w:r>
        <w:t>.</w:t>
      </w:r>
    </w:p>
    <w:p w14:paraId="2B7BF017" w14:textId="77777777" w:rsidR="00EA052C" w:rsidRDefault="00EA052C" w:rsidP="00C855EF">
      <w:r>
        <w:t>— </w:t>
      </w:r>
      <w:r w:rsidR="00C855EF" w:rsidRPr="00AA04A0">
        <w:rPr>
          <w:i/>
          <w:iCs/>
          <w:szCs w:val="32"/>
        </w:rPr>
        <w:t>All right</w:t>
      </w:r>
      <w:r>
        <w:rPr>
          <w:i/>
          <w:iCs/>
          <w:szCs w:val="32"/>
        </w:rPr>
        <w:t xml:space="preserve">. </w:t>
      </w:r>
      <w:r w:rsidR="00C855EF" w:rsidRPr="00AA04A0">
        <w:t>Je suis votre homme</w:t>
      </w:r>
      <w:r>
        <w:t>.</w:t>
      </w:r>
    </w:p>
    <w:p w14:paraId="0E6B8B7D" w14:textId="77777777" w:rsidR="00EA052C" w:rsidRDefault="00EA052C" w:rsidP="00C855EF">
      <w:r>
        <w:t>— </w:t>
      </w:r>
      <w:r w:rsidR="00C855EF" w:rsidRPr="00AA04A0">
        <w:t>Je l</w:t>
      </w:r>
      <w:r>
        <w:t>’</w:t>
      </w:r>
      <w:r w:rsidR="00C855EF" w:rsidRPr="00AA04A0">
        <w:t>avais pensé</w:t>
      </w:r>
      <w:r>
        <w:t>.</w:t>
      </w:r>
    </w:p>
    <w:p w14:paraId="0CE8D00C" w14:textId="77777777" w:rsidR="00EA052C" w:rsidRDefault="00EA052C" w:rsidP="00C855EF">
      <w:r>
        <w:t>— </w:t>
      </w:r>
      <w:r w:rsidR="00C855EF" w:rsidRPr="00AA04A0">
        <w:t>Quand pouvons-nous partir</w:t>
      </w:r>
      <w:r>
        <w:t> ?</w:t>
      </w:r>
    </w:p>
    <w:p w14:paraId="4928079D" w14:textId="77777777" w:rsidR="00EA052C" w:rsidRDefault="00EA052C" w:rsidP="00C855EF">
      <w:r>
        <w:t>— </w:t>
      </w:r>
      <w:r w:rsidR="00C855EF" w:rsidRPr="00AA04A0">
        <w:t>Dans quatre mois</w:t>
      </w:r>
      <w:r>
        <w:t xml:space="preserve">, </w:t>
      </w:r>
      <w:r w:rsidR="00C855EF" w:rsidRPr="00AA04A0">
        <w:t>sauf accident</w:t>
      </w:r>
      <w:r>
        <w:t>.</w:t>
      </w:r>
    </w:p>
    <w:p w14:paraId="15D30FD1" w14:textId="77777777" w:rsidR="00EA052C" w:rsidRDefault="00EA052C" w:rsidP="00C855EF">
      <w:r>
        <w:t>— </w:t>
      </w:r>
      <w:r w:rsidR="00C855EF" w:rsidRPr="00AA04A0">
        <w:t>Voilà le chèque</w:t>
      </w:r>
      <w:r>
        <w:t xml:space="preserve">, </w:t>
      </w:r>
      <w:r w:rsidR="00C855EF" w:rsidRPr="00AA04A0">
        <w:t xml:space="preserve">master </w:t>
      </w:r>
      <w:proofErr w:type="spellStart"/>
      <w:r w:rsidR="00C855EF" w:rsidRPr="00AA04A0">
        <w:t>Kleampton</w:t>
      </w:r>
      <w:proofErr w:type="spellEnd"/>
      <w:r>
        <w:t>.</w:t>
      </w:r>
    </w:p>
    <w:p w14:paraId="27B90391" w14:textId="77777777" w:rsidR="00EA052C" w:rsidRDefault="00C855EF" w:rsidP="00C855EF">
      <w:r w:rsidRPr="00AA04A0">
        <w:t>Et je signai sur mon carnet un chèque de soixante mille dollars à l</w:t>
      </w:r>
      <w:r w:rsidR="00EA052C">
        <w:t>’</w:t>
      </w:r>
      <w:r w:rsidRPr="00AA04A0">
        <w:t xml:space="preserve">ordre de Toby </w:t>
      </w:r>
      <w:proofErr w:type="spellStart"/>
      <w:r w:rsidRPr="00AA04A0">
        <w:t>Kleampton</w:t>
      </w:r>
      <w:proofErr w:type="spellEnd"/>
      <w:r w:rsidR="00EA052C">
        <w:t>.</w:t>
      </w:r>
    </w:p>
    <w:p w14:paraId="1B59AD31" w14:textId="77777777" w:rsidR="00EA052C" w:rsidRDefault="00C855EF" w:rsidP="00C855EF">
      <w:r w:rsidRPr="00AA04A0">
        <w:t>Il le prit</w:t>
      </w:r>
      <w:r w:rsidR="00EA052C">
        <w:t xml:space="preserve">, </w:t>
      </w:r>
      <w:r w:rsidRPr="00AA04A0">
        <w:t>l</w:t>
      </w:r>
      <w:r w:rsidR="00EA052C">
        <w:t>’</w:t>
      </w:r>
      <w:r w:rsidRPr="00AA04A0">
        <w:t>examina et dit</w:t>
      </w:r>
      <w:r w:rsidR="00EA052C">
        <w:t> :</w:t>
      </w:r>
    </w:p>
    <w:p w14:paraId="2C8AC4D0" w14:textId="77777777" w:rsidR="00EA052C" w:rsidRDefault="00EA052C" w:rsidP="00C855EF">
      <w:r>
        <w:t>— </w:t>
      </w:r>
      <w:r w:rsidR="00C855EF" w:rsidRPr="00AA04A0">
        <w:t>Je puis toucher aujourd</w:t>
      </w:r>
      <w:r>
        <w:t>’</w:t>
      </w:r>
      <w:r w:rsidR="00C855EF" w:rsidRPr="00AA04A0">
        <w:t>hui</w:t>
      </w:r>
      <w:r>
        <w:t> ?</w:t>
      </w:r>
    </w:p>
    <w:p w14:paraId="2572704A" w14:textId="77777777" w:rsidR="00EA052C" w:rsidRDefault="00EA052C" w:rsidP="00C855EF">
      <w:r>
        <w:t>— </w:t>
      </w:r>
      <w:r w:rsidR="00C855EF" w:rsidRPr="00AA04A0">
        <w:t>Aujourd</w:t>
      </w:r>
      <w:r>
        <w:t>’</w:t>
      </w:r>
      <w:r w:rsidR="00C855EF" w:rsidRPr="00AA04A0">
        <w:t>hui même</w:t>
      </w:r>
      <w:r>
        <w:t xml:space="preserve">. </w:t>
      </w:r>
      <w:r w:rsidR="00C855EF" w:rsidRPr="00AA04A0">
        <w:t>Il est dit</w:t>
      </w:r>
      <w:r>
        <w:t xml:space="preserve"> : </w:t>
      </w:r>
      <w:r w:rsidR="00C855EF" w:rsidRPr="00AA04A0">
        <w:t>Ne remettez pas au lend</w:t>
      </w:r>
      <w:r w:rsidR="00C855EF" w:rsidRPr="00AA04A0">
        <w:t>e</w:t>
      </w:r>
      <w:r w:rsidR="00C855EF" w:rsidRPr="00AA04A0">
        <w:t>main les affaires sérieuses</w:t>
      </w:r>
      <w:r>
        <w:t xml:space="preserve">, </w:t>
      </w:r>
      <w:r w:rsidR="00C855EF" w:rsidRPr="00AA04A0">
        <w:t>et celle-ci est sérieuse</w:t>
      </w:r>
      <w:r>
        <w:t xml:space="preserve">, </w:t>
      </w:r>
      <w:r w:rsidR="00C855EF" w:rsidRPr="00AA04A0">
        <w:t>j</w:t>
      </w:r>
      <w:r>
        <w:t>’</w:t>
      </w:r>
      <w:r w:rsidR="00C855EF" w:rsidRPr="00AA04A0">
        <w:t>imagine</w:t>
      </w:r>
      <w:r>
        <w:t> ?</w:t>
      </w:r>
    </w:p>
    <w:p w14:paraId="7027D75D" w14:textId="77777777" w:rsidR="00EA052C" w:rsidRDefault="00EA052C" w:rsidP="00C855EF">
      <w:r>
        <w:t>— </w:t>
      </w:r>
      <w:r w:rsidR="00C855EF" w:rsidRPr="00AA04A0">
        <w:t>En doutez-vous</w:t>
      </w:r>
      <w:r>
        <w:t> ?</w:t>
      </w:r>
    </w:p>
    <w:p w14:paraId="55222189" w14:textId="77777777" w:rsidR="00EA052C" w:rsidRDefault="00EA052C" w:rsidP="00C855EF">
      <w:r>
        <w:t>— </w:t>
      </w:r>
      <w:r w:rsidR="00C855EF" w:rsidRPr="00AA04A0">
        <w:t>Non</w:t>
      </w:r>
      <w:r>
        <w:t xml:space="preserve">, </w:t>
      </w:r>
      <w:r w:rsidR="00C855EF" w:rsidRPr="00AA04A0">
        <w:t>puisque voici le chèque</w:t>
      </w:r>
      <w:r>
        <w:t>.</w:t>
      </w:r>
    </w:p>
    <w:p w14:paraId="16151E5A" w14:textId="77777777" w:rsidR="00EA052C" w:rsidRDefault="00EA052C" w:rsidP="00C855EF">
      <w:r>
        <w:t>— </w:t>
      </w:r>
      <w:r w:rsidR="00C855EF" w:rsidRPr="00AA04A0">
        <w:t>Au revoir</w:t>
      </w:r>
      <w:r>
        <w:t xml:space="preserve">, </w:t>
      </w:r>
      <w:r w:rsidR="00C855EF" w:rsidRPr="00AA04A0">
        <w:t>gentleman</w:t>
      </w:r>
      <w:r>
        <w:t>.</w:t>
      </w:r>
    </w:p>
    <w:p w14:paraId="28B8ED68" w14:textId="77777777" w:rsidR="00EA052C" w:rsidRDefault="00EA052C" w:rsidP="00C855EF">
      <w:r>
        <w:t>— </w:t>
      </w:r>
      <w:r w:rsidR="00C855EF" w:rsidRPr="00AA04A0">
        <w:t>Au revoir</w:t>
      </w:r>
      <w:r>
        <w:t xml:space="preserve">, </w:t>
      </w:r>
      <w:r w:rsidR="00C855EF" w:rsidRPr="00AA04A0">
        <w:t>gentleman</w:t>
      </w:r>
      <w:r>
        <w:t>.</w:t>
      </w:r>
    </w:p>
    <w:p w14:paraId="790351AC" w14:textId="433A2562" w:rsidR="00C855EF" w:rsidRPr="00AA04A0" w:rsidRDefault="00C855EF" w:rsidP="00EA052C">
      <w:pPr>
        <w:pStyle w:val="Titre1"/>
      </w:pPr>
      <w:bookmarkStart w:id="4" w:name="_Toc194837604"/>
      <w:r w:rsidRPr="00AA04A0">
        <w:lastRenderedPageBreak/>
        <w:t>III</w:t>
      </w:r>
      <w:r w:rsidRPr="00AA04A0">
        <w:br/>
      </w:r>
      <w:r w:rsidRPr="00AA04A0">
        <w:br/>
        <w:t>L</w:t>
      </w:r>
      <w:r w:rsidR="00EA052C">
        <w:t>’</w:t>
      </w:r>
      <w:r w:rsidRPr="00AA04A0">
        <w:t xml:space="preserve">AÉROPLANE DE TOBY </w:t>
      </w:r>
      <w:proofErr w:type="spellStart"/>
      <w:r w:rsidRPr="00AA04A0">
        <w:t>KLEAMPTON</w:t>
      </w:r>
      <w:bookmarkEnd w:id="4"/>
      <w:proofErr w:type="spellEnd"/>
    </w:p>
    <w:p w14:paraId="4E868630" w14:textId="77777777" w:rsidR="00EA052C" w:rsidRDefault="00C855EF" w:rsidP="00C855EF">
      <w:r w:rsidRPr="00AA04A0">
        <w:t>Le lendemain de cette visite je reçus le mot que voici</w:t>
      </w:r>
      <w:r w:rsidR="00EA052C">
        <w:t> :</w:t>
      </w:r>
    </w:p>
    <w:p w14:paraId="5C161B68" w14:textId="77777777" w:rsidR="00EA052C" w:rsidRDefault="00EA052C" w:rsidP="00C855EF">
      <w:r>
        <w:t>« </w:t>
      </w:r>
      <w:r w:rsidR="00C855EF" w:rsidRPr="00AA04A0">
        <w:t>Gentleman</w:t>
      </w:r>
      <w:r>
        <w:t>,</w:t>
      </w:r>
    </w:p>
    <w:p w14:paraId="7196476C" w14:textId="77777777" w:rsidR="00EA052C" w:rsidRDefault="00EA052C" w:rsidP="00C855EF">
      <w:r>
        <w:t>« </w:t>
      </w:r>
      <w:r w:rsidR="00C855EF" w:rsidRPr="00AA04A0">
        <w:t>Le chèque est touché</w:t>
      </w:r>
      <w:r>
        <w:t xml:space="preserve">. </w:t>
      </w:r>
      <w:r w:rsidR="00C855EF" w:rsidRPr="00AA04A0">
        <w:t>Je puis commencer les travaux</w:t>
      </w:r>
      <w:r>
        <w:t xml:space="preserve">. </w:t>
      </w:r>
      <w:r w:rsidR="00C855EF" w:rsidRPr="00AA04A0">
        <w:t>Me trouverez-vous un hangar dans un coin du parc</w:t>
      </w:r>
      <w:r>
        <w:t xml:space="preserve"> ? </w:t>
      </w:r>
      <w:r w:rsidR="00C855EF" w:rsidRPr="00AA04A0">
        <w:t>Là je serais à l</w:t>
      </w:r>
      <w:r>
        <w:t>’</w:t>
      </w:r>
      <w:r w:rsidR="00C855EF" w:rsidRPr="00AA04A0">
        <w:t>abri des curiosités indiscrètes</w:t>
      </w:r>
      <w:r>
        <w:t xml:space="preserve">. </w:t>
      </w:r>
      <w:r w:rsidR="00C855EF" w:rsidRPr="00AA04A0">
        <w:t>J</w:t>
      </w:r>
      <w:r>
        <w:t>’</w:t>
      </w:r>
      <w:r w:rsidR="00C855EF" w:rsidRPr="00AA04A0">
        <w:t>attends vos ordres</w:t>
      </w:r>
      <w:r>
        <w:t>.</w:t>
      </w:r>
    </w:p>
    <w:p w14:paraId="622362FD" w14:textId="77777777" w:rsidR="00EA052C" w:rsidRDefault="00C855EF" w:rsidP="00C855EF">
      <w:pPr>
        <w:spacing w:before="0" w:after="0"/>
        <w:jc w:val="right"/>
      </w:pPr>
      <w:proofErr w:type="spellStart"/>
      <w:r w:rsidRPr="00AA04A0">
        <w:t>Yours</w:t>
      </w:r>
      <w:proofErr w:type="spellEnd"/>
      <w:r w:rsidRPr="00AA04A0">
        <w:t xml:space="preserve"> </w:t>
      </w:r>
      <w:proofErr w:type="spellStart"/>
      <w:r w:rsidRPr="00AA04A0">
        <w:t>trully</w:t>
      </w:r>
      <w:proofErr w:type="spellEnd"/>
      <w:r w:rsidR="00EA052C">
        <w:t>.</w:t>
      </w:r>
    </w:p>
    <w:p w14:paraId="1922DD2E" w14:textId="3F8737FE" w:rsidR="00C855EF" w:rsidRPr="00AA04A0" w:rsidRDefault="00EA052C" w:rsidP="00C855EF">
      <w:pPr>
        <w:spacing w:before="0" w:after="0"/>
        <w:jc w:val="right"/>
      </w:pPr>
      <w:r>
        <w:t>« </w:t>
      </w:r>
      <w:proofErr w:type="spellStart"/>
      <w:r w:rsidRPr="00AA04A0">
        <w:t>T</w:t>
      </w:r>
      <w:r>
        <w:t>.</w:t>
      </w:r>
      <w:r w:rsidRPr="00AA04A0">
        <w:t>K</w:t>
      </w:r>
      <w:proofErr w:type="spellEnd"/>
      <w:r>
        <w:t>. »</w:t>
      </w:r>
    </w:p>
    <w:p w14:paraId="5534CC4D" w14:textId="77777777" w:rsidR="00EA052C" w:rsidRDefault="00C855EF" w:rsidP="00C855EF">
      <w:r w:rsidRPr="00AA04A0">
        <w:t>Je répondis aussitôt</w:t>
      </w:r>
      <w:r w:rsidR="00EA052C">
        <w:t> :</w:t>
      </w:r>
    </w:p>
    <w:p w14:paraId="2ACC6912" w14:textId="77777777" w:rsidR="00EA052C" w:rsidRDefault="00EA052C" w:rsidP="00C855EF">
      <w:r>
        <w:t>« </w:t>
      </w:r>
      <w:r w:rsidR="00C855EF" w:rsidRPr="00AA04A0">
        <w:t>Gentleman</w:t>
      </w:r>
      <w:r>
        <w:t>,</w:t>
      </w:r>
    </w:p>
    <w:p w14:paraId="161D0F7D" w14:textId="77777777" w:rsidR="00EA052C" w:rsidRDefault="00EA052C" w:rsidP="00C855EF">
      <w:r>
        <w:t>« </w:t>
      </w:r>
      <w:r w:rsidR="00C855EF" w:rsidRPr="00AA04A0">
        <w:t>Venez</w:t>
      </w:r>
      <w:r>
        <w:t xml:space="preserve">. </w:t>
      </w:r>
      <w:r w:rsidR="00C855EF" w:rsidRPr="00AA04A0">
        <w:t>Vous aurez le hangar dans le parc</w:t>
      </w:r>
      <w:r>
        <w:t>.</w:t>
      </w:r>
    </w:p>
    <w:p w14:paraId="21029C73" w14:textId="77777777" w:rsidR="00EA052C" w:rsidRDefault="00C855EF" w:rsidP="00C855EF">
      <w:pPr>
        <w:spacing w:before="0" w:after="0"/>
        <w:jc w:val="right"/>
      </w:pPr>
      <w:proofErr w:type="spellStart"/>
      <w:r w:rsidRPr="00AA04A0">
        <w:t>Yours</w:t>
      </w:r>
      <w:proofErr w:type="spellEnd"/>
      <w:r w:rsidR="00EA052C">
        <w:t>.</w:t>
      </w:r>
    </w:p>
    <w:p w14:paraId="6D6801F7" w14:textId="64191A51" w:rsidR="00C855EF" w:rsidRPr="00AA04A0" w:rsidRDefault="00EA052C" w:rsidP="00C855EF">
      <w:pPr>
        <w:spacing w:before="0" w:after="0"/>
        <w:jc w:val="right"/>
      </w:pPr>
      <w:proofErr w:type="spellStart"/>
      <w:r w:rsidRPr="00AA04A0">
        <w:t>J</w:t>
      </w:r>
      <w:r>
        <w:t>.</w:t>
      </w:r>
      <w:r w:rsidRPr="00AA04A0">
        <w:t>C</w:t>
      </w:r>
      <w:proofErr w:type="spellEnd"/>
      <w:r>
        <w:t>. »</w:t>
      </w:r>
    </w:p>
    <w:p w14:paraId="26D62E2E" w14:textId="77777777" w:rsidR="00EA052C" w:rsidRDefault="00C855EF" w:rsidP="00C855EF">
      <w:r w:rsidRPr="00AA04A0">
        <w:t xml:space="preserve">Et le lendemain Toby </w:t>
      </w:r>
      <w:proofErr w:type="spellStart"/>
      <w:r w:rsidRPr="00AA04A0">
        <w:t>Kleampton</w:t>
      </w:r>
      <w:proofErr w:type="spellEnd"/>
      <w:r w:rsidRPr="00AA04A0">
        <w:t xml:space="preserve"> vint</w:t>
      </w:r>
      <w:r w:rsidR="00EA052C">
        <w:t>.</w:t>
      </w:r>
    </w:p>
    <w:p w14:paraId="4A10570A" w14:textId="77777777" w:rsidR="00EA052C" w:rsidRDefault="00C855EF" w:rsidP="00C855EF">
      <w:r w:rsidRPr="00AA04A0">
        <w:t>Une vingtaine d</w:t>
      </w:r>
      <w:r w:rsidR="00EA052C">
        <w:t>’</w:t>
      </w:r>
      <w:r w:rsidRPr="00AA04A0">
        <w:t xml:space="preserve">ouvriers </w:t>
      </w:r>
      <w:r w:rsidR="00961B84">
        <w:t>l</w:t>
      </w:r>
      <w:r w:rsidR="00EA052C">
        <w:t>’</w:t>
      </w:r>
      <w:r w:rsidR="00961B84" w:rsidRPr="00AA04A0">
        <w:t>accompagnaient</w:t>
      </w:r>
      <w:r w:rsidR="00EA052C">
        <w:t xml:space="preserve">. </w:t>
      </w:r>
      <w:r w:rsidRPr="00AA04A0">
        <w:t>Des charrois de planches statio</w:t>
      </w:r>
      <w:r w:rsidRPr="00AA04A0">
        <w:t>n</w:t>
      </w:r>
      <w:r w:rsidRPr="00AA04A0">
        <w:t>naient à la grille du château</w:t>
      </w:r>
      <w:r w:rsidR="00EA052C">
        <w:t xml:space="preserve">. </w:t>
      </w:r>
      <w:r w:rsidRPr="00AA04A0">
        <w:t>Je menai l</w:t>
      </w:r>
      <w:r w:rsidR="00EA052C">
        <w:t>’</w:t>
      </w:r>
      <w:r w:rsidRPr="00AA04A0">
        <w:t>ingénieur à l</w:t>
      </w:r>
      <w:r w:rsidR="00EA052C">
        <w:t>’</w:t>
      </w:r>
      <w:r w:rsidRPr="00AA04A0">
        <w:t>extrémité du parc</w:t>
      </w:r>
      <w:r w:rsidR="00EA052C">
        <w:t xml:space="preserve">. </w:t>
      </w:r>
      <w:r w:rsidRPr="00AA04A0">
        <w:t>Il choisit une vaste pelouse et là on commença le jour même la constru</w:t>
      </w:r>
      <w:r w:rsidRPr="00AA04A0">
        <w:t>c</w:t>
      </w:r>
      <w:r w:rsidRPr="00AA04A0">
        <w:t>tion du hangar</w:t>
      </w:r>
      <w:r w:rsidR="00EA052C">
        <w:t>.</w:t>
      </w:r>
    </w:p>
    <w:p w14:paraId="32275CC9" w14:textId="77777777" w:rsidR="00EA052C" w:rsidRDefault="00C855EF" w:rsidP="00C855EF">
      <w:r w:rsidRPr="00AA04A0">
        <w:t>Enfin</w:t>
      </w:r>
      <w:r w:rsidR="00EA052C">
        <w:t xml:space="preserve">, </w:t>
      </w:r>
      <w:r w:rsidRPr="00AA04A0">
        <w:t>je vivais</w:t>
      </w:r>
      <w:r w:rsidR="00EA052C">
        <w:t xml:space="preserve">. </w:t>
      </w:r>
      <w:r w:rsidRPr="00AA04A0">
        <w:t>L</w:t>
      </w:r>
      <w:r w:rsidR="00EA052C">
        <w:t>’</w:t>
      </w:r>
      <w:r w:rsidRPr="00AA04A0">
        <w:t>ennui était chassé loin de moi</w:t>
      </w:r>
      <w:r w:rsidR="00EA052C">
        <w:t xml:space="preserve">, </w:t>
      </w:r>
      <w:r w:rsidRPr="00AA04A0">
        <w:t xml:space="preserve">grâce au labeur de Toby </w:t>
      </w:r>
      <w:proofErr w:type="spellStart"/>
      <w:r w:rsidRPr="00AA04A0">
        <w:t>Kleampton</w:t>
      </w:r>
      <w:proofErr w:type="spellEnd"/>
      <w:r w:rsidRPr="00AA04A0">
        <w:t xml:space="preserve"> et à l</w:t>
      </w:r>
      <w:r w:rsidR="00EA052C">
        <w:t>’</w:t>
      </w:r>
      <w:r w:rsidRPr="00AA04A0">
        <w:t>aventure où il m</w:t>
      </w:r>
      <w:r w:rsidR="00EA052C">
        <w:t>’</w:t>
      </w:r>
      <w:r w:rsidRPr="00AA04A0">
        <w:t>entraînait</w:t>
      </w:r>
      <w:r w:rsidR="00EA052C">
        <w:t>.</w:t>
      </w:r>
    </w:p>
    <w:p w14:paraId="6E05A23F" w14:textId="77777777" w:rsidR="00EA052C" w:rsidRDefault="00C855EF" w:rsidP="00C855EF">
      <w:r w:rsidRPr="00AA04A0">
        <w:lastRenderedPageBreak/>
        <w:t>Le travail alla bon train</w:t>
      </w:r>
      <w:r w:rsidR="00EA052C">
        <w:t xml:space="preserve">. </w:t>
      </w:r>
      <w:r w:rsidRPr="00AA04A0">
        <w:t>Sans que je l</w:t>
      </w:r>
      <w:r w:rsidR="00EA052C">
        <w:t>’</w:t>
      </w:r>
      <w:r w:rsidRPr="00AA04A0">
        <w:t>en eusse prié l</w:t>
      </w:r>
      <w:r w:rsidR="00EA052C">
        <w:t>’</w:t>
      </w:r>
      <w:r w:rsidRPr="00AA04A0">
        <w:t>ingénieur me soumettait les dépenses et les comptes du fou</w:t>
      </w:r>
      <w:r w:rsidRPr="00AA04A0">
        <w:t>r</w:t>
      </w:r>
      <w:r w:rsidRPr="00AA04A0">
        <w:t>nisseur</w:t>
      </w:r>
      <w:r w:rsidR="00EA052C">
        <w:t>.</w:t>
      </w:r>
    </w:p>
    <w:p w14:paraId="2F2ECCAC" w14:textId="77777777" w:rsidR="00EA052C" w:rsidRDefault="00EA052C" w:rsidP="00C855EF">
      <w:r>
        <w:t>— </w:t>
      </w:r>
      <w:r w:rsidR="00C855EF" w:rsidRPr="00AA04A0">
        <w:t>Cela est inutile</w:t>
      </w:r>
      <w:r>
        <w:t xml:space="preserve">, </w:t>
      </w:r>
      <w:r w:rsidR="00C855EF" w:rsidRPr="00AA04A0">
        <w:t>lui dis-je</w:t>
      </w:r>
      <w:r>
        <w:t xml:space="preserve">. </w:t>
      </w:r>
      <w:r w:rsidR="00C855EF" w:rsidRPr="00AA04A0">
        <w:t>J</w:t>
      </w:r>
      <w:r>
        <w:t>’</w:t>
      </w:r>
      <w:r w:rsidR="00C855EF" w:rsidRPr="00AA04A0">
        <w:t>ai confiance en vous</w:t>
      </w:r>
      <w:r>
        <w:t>.</w:t>
      </w:r>
    </w:p>
    <w:p w14:paraId="00EAE5F1" w14:textId="77777777" w:rsidR="00EA052C" w:rsidRDefault="00EA052C" w:rsidP="00C855EF">
      <w:r>
        <w:t>— </w:t>
      </w:r>
      <w:r w:rsidR="00C855EF" w:rsidRPr="00AA04A0">
        <w:t>Les affaires sont les affaires</w:t>
      </w:r>
      <w:r>
        <w:t xml:space="preserve">, </w:t>
      </w:r>
      <w:r w:rsidR="00C855EF" w:rsidRPr="00AA04A0">
        <w:t>me répliqua-t-il brièvement</w:t>
      </w:r>
      <w:r>
        <w:t xml:space="preserve">. </w:t>
      </w:r>
      <w:r w:rsidR="00C855EF" w:rsidRPr="00AA04A0">
        <w:t>C</w:t>
      </w:r>
      <w:r>
        <w:t>’</w:t>
      </w:r>
      <w:r w:rsidR="00C855EF" w:rsidRPr="00AA04A0">
        <w:t>est à moi de justifier de votre confiance</w:t>
      </w:r>
      <w:r>
        <w:t>.</w:t>
      </w:r>
    </w:p>
    <w:p w14:paraId="360FDD98" w14:textId="77777777" w:rsidR="00EA052C" w:rsidRDefault="00C855EF" w:rsidP="00C855EF">
      <w:r w:rsidRPr="00AA04A0">
        <w:t>Et je le laissai faire</w:t>
      </w:r>
      <w:r w:rsidR="00EA052C">
        <w:t xml:space="preserve">, </w:t>
      </w:r>
      <w:r w:rsidRPr="00AA04A0">
        <w:t>curieux de l</w:t>
      </w:r>
      <w:r w:rsidR="00EA052C">
        <w:t>’</w:t>
      </w:r>
      <w:r w:rsidRPr="00AA04A0">
        <w:t>imprévu que me prome</w:t>
      </w:r>
      <w:r w:rsidRPr="00AA04A0">
        <w:t>t</w:t>
      </w:r>
      <w:r w:rsidRPr="00AA04A0">
        <w:t>taient les travaux qu</w:t>
      </w:r>
      <w:r w:rsidR="00EA052C">
        <w:t>’</w:t>
      </w:r>
      <w:r w:rsidRPr="00AA04A0">
        <w:t>allait entreprendre Toby</w:t>
      </w:r>
      <w:r w:rsidR="00EA052C">
        <w:t xml:space="preserve">, </w:t>
      </w:r>
      <w:r w:rsidRPr="00AA04A0">
        <w:t>aussitôt la con</w:t>
      </w:r>
      <w:r w:rsidRPr="00AA04A0">
        <w:t>s</w:t>
      </w:r>
      <w:r w:rsidRPr="00AA04A0">
        <w:t>truction du hangar terminée</w:t>
      </w:r>
      <w:r w:rsidR="00EA052C">
        <w:t xml:space="preserve">. </w:t>
      </w:r>
      <w:r w:rsidRPr="00AA04A0">
        <w:t>Ce fut bientôt fait</w:t>
      </w:r>
      <w:r w:rsidR="00EA052C">
        <w:t xml:space="preserve">. </w:t>
      </w:r>
      <w:r w:rsidRPr="00AA04A0">
        <w:t>Le toit fut con</w:t>
      </w:r>
      <w:r w:rsidRPr="00AA04A0">
        <w:t>s</w:t>
      </w:r>
      <w:r w:rsidRPr="00AA04A0">
        <w:t>truit d</w:t>
      </w:r>
      <w:r w:rsidR="00EA052C">
        <w:t>’</w:t>
      </w:r>
      <w:r w:rsidRPr="00AA04A0">
        <w:t>une manière bizarre</w:t>
      </w:r>
      <w:r w:rsidR="00EA052C">
        <w:t xml:space="preserve">. </w:t>
      </w:r>
      <w:r w:rsidRPr="00AA04A0">
        <w:t>Il formait sur le hangar comme un couvercle de boîte</w:t>
      </w:r>
      <w:r w:rsidR="00EA052C">
        <w:t xml:space="preserve">, </w:t>
      </w:r>
      <w:r w:rsidRPr="00AA04A0">
        <w:t>une boîte de géant</w:t>
      </w:r>
      <w:r w:rsidR="00EA052C">
        <w:t xml:space="preserve">. </w:t>
      </w:r>
      <w:r w:rsidRPr="00AA04A0">
        <w:t>D</w:t>
      </w:r>
      <w:r w:rsidR="00EA052C">
        <w:t>’</w:t>
      </w:r>
      <w:r w:rsidRPr="00AA04A0">
        <w:t>énormes charnières le fixaient au côté droit du mur de bois</w:t>
      </w:r>
      <w:r w:rsidR="00EA052C">
        <w:t xml:space="preserve">, </w:t>
      </w:r>
      <w:r w:rsidRPr="00AA04A0">
        <w:t>le côté gauche pouvait être soulevé</w:t>
      </w:r>
      <w:r w:rsidR="00EA052C">
        <w:t xml:space="preserve">. </w:t>
      </w:r>
      <w:r w:rsidRPr="00AA04A0">
        <w:t>Quand les ouvriers furent partis</w:t>
      </w:r>
      <w:r w:rsidR="00EA052C">
        <w:t xml:space="preserve">, </w:t>
      </w:r>
      <w:r w:rsidRPr="00AA04A0">
        <w:t xml:space="preserve">Toby </w:t>
      </w:r>
      <w:proofErr w:type="spellStart"/>
      <w:r w:rsidRPr="00AA04A0">
        <w:t>Kleampton</w:t>
      </w:r>
      <w:proofErr w:type="spellEnd"/>
      <w:r w:rsidR="00EA052C">
        <w:t xml:space="preserve">, </w:t>
      </w:r>
      <w:r w:rsidRPr="00AA04A0">
        <w:t>hi</w:t>
      </w:r>
      <w:r w:rsidRPr="00AA04A0">
        <w:t>s</w:t>
      </w:r>
      <w:r w:rsidRPr="00AA04A0">
        <w:t>sé au haut d</w:t>
      </w:r>
      <w:r w:rsidR="00EA052C">
        <w:t>’</w:t>
      </w:r>
      <w:r w:rsidRPr="00AA04A0">
        <w:t>un échafaudage</w:t>
      </w:r>
      <w:r w:rsidR="00EA052C">
        <w:t xml:space="preserve">, </w:t>
      </w:r>
      <w:r w:rsidRPr="00AA04A0">
        <w:t>y adapta un système de fils éle</w:t>
      </w:r>
      <w:r w:rsidRPr="00AA04A0">
        <w:t>c</w:t>
      </w:r>
      <w:r w:rsidRPr="00AA04A0">
        <w:t>triques reliés à un bouton situé à un mètre du sol</w:t>
      </w:r>
      <w:r w:rsidR="00EA052C">
        <w:t xml:space="preserve">. </w:t>
      </w:r>
      <w:r w:rsidRPr="00AA04A0">
        <w:t>Je le regardai faire avec curiosité</w:t>
      </w:r>
      <w:r w:rsidR="00EA052C">
        <w:t xml:space="preserve">. </w:t>
      </w:r>
      <w:r w:rsidRPr="00AA04A0">
        <w:t>Quand son travail fut terminé</w:t>
      </w:r>
      <w:r w:rsidR="00EA052C">
        <w:t xml:space="preserve">, </w:t>
      </w:r>
      <w:r w:rsidRPr="00AA04A0">
        <w:t>Toby de</w:t>
      </w:r>
      <w:r w:rsidRPr="00AA04A0">
        <w:t>s</w:t>
      </w:r>
      <w:r w:rsidRPr="00AA04A0">
        <w:t>cendit de son échafaudage</w:t>
      </w:r>
      <w:r w:rsidR="00EA052C">
        <w:t xml:space="preserve">, </w:t>
      </w:r>
      <w:r w:rsidRPr="00AA04A0">
        <w:t>et appuyant sur le bouton</w:t>
      </w:r>
      <w:r w:rsidR="00EA052C">
        <w:t xml:space="preserve">, </w:t>
      </w:r>
      <w:r w:rsidRPr="00AA04A0">
        <w:t>me dit</w:t>
      </w:r>
      <w:r w:rsidR="00EA052C">
        <w:t> :</w:t>
      </w:r>
    </w:p>
    <w:p w14:paraId="48ACFF5A" w14:textId="77777777" w:rsidR="00EA052C" w:rsidRDefault="00EA052C" w:rsidP="00C855EF">
      <w:r>
        <w:t>— </w:t>
      </w:r>
      <w:r w:rsidR="00C855EF" w:rsidRPr="00AA04A0">
        <w:t>Veuillez lever la tête</w:t>
      </w:r>
      <w:r>
        <w:t>.</w:t>
      </w:r>
    </w:p>
    <w:p w14:paraId="63FB608C" w14:textId="77777777" w:rsidR="00EA052C" w:rsidRDefault="00C855EF" w:rsidP="00C855EF">
      <w:r w:rsidRPr="00AA04A0">
        <w:t>Lentement</w:t>
      </w:r>
      <w:r w:rsidR="00EA052C">
        <w:t xml:space="preserve">, </w:t>
      </w:r>
      <w:r w:rsidRPr="00AA04A0">
        <w:t>sous la pression opérée par Toby sur le bouton</w:t>
      </w:r>
      <w:r w:rsidR="00EA052C">
        <w:t xml:space="preserve">, </w:t>
      </w:r>
      <w:r w:rsidRPr="00AA04A0">
        <w:t>le toit se soulevait comme un couvercle</w:t>
      </w:r>
      <w:r w:rsidR="00EA052C">
        <w:t xml:space="preserve">. </w:t>
      </w:r>
      <w:r w:rsidRPr="00AA04A0">
        <w:t>Arrivé à l</w:t>
      </w:r>
      <w:r w:rsidR="00EA052C">
        <w:t>’</w:t>
      </w:r>
      <w:r w:rsidRPr="00AA04A0">
        <w:t>angle aigu formé par son inclinaison il s</w:t>
      </w:r>
      <w:r w:rsidR="00EA052C">
        <w:t>’</w:t>
      </w:r>
      <w:r w:rsidRPr="00AA04A0">
        <w:t>arrêta</w:t>
      </w:r>
      <w:r w:rsidR="00EA052C">
        <w:t>.</w:t>
      </w:r>
    </w:p>
    <w:p w14:paraId="325046E4" w14:textId="77777777" w:rsidR="00EA052C" w:rsidRDefault="00EA052C" w:rsidP="00C855EF">
      <w:r>
        <w:t>— </w:t>
      </w:r>
      <w:r w:rsidR="00C855EF" w:rsidRPr="00AA04A0">
        <w:t>Voilà pour la lumière</w:t>
      </w:r>
      <w:r>
        <w:t xml:space="preserve">, </w:t>
      </w:r>
      <w:r w:rsidR="00C855EF" w:rsidRPr="00AA04A0">
        <w:t>dit l</w:t>
      </w:r>
      <w:r>
        <w:t>’</w:t>
      </w:r>
      <w:r w:rsidR="00C855EF" w:rsidRPr="00AA04A0">
        <w:t>ingénieur</w:t>
      </w:r>
      <w:r>
        <w:t>.</w:t>
      </w:r>
    </w:p>
    <w:p w14:paraId="7190FDEF" w14:textId="77777777" w:rsidR="00EA052C" w:rsidRDefault="00C855EF" w:rsidP="00C855EF">
      <w:r w:rsidRPr="00AA04A0">
        <w:t>Il pressa une seconde fois le bouton</w:t>
      </w:r>
      <w:r w:rsidR="00EA052C">
        <w:t xml:space="preserve">. </w:t>
      </w:r>
      <w:r w:rsidRPr="00AA04A0">
        <w:t>Le toit s</w:t>
      </w:r>
      <w:r w:rsidR="00EA052C">
        <w:t>’</w:t>
      </w:r>
      <w:r w:rsidRPr="00AA04A0">
        <w:t>enleva do</w:t>
      </w:r>
      <w:r w:rsidRPr="00AA04A0">
        <w:t>u</w:t>
      </w:r>
      <w:r w:rsidRPr="00AA04A0">
        <w:t>cement et prolongea dans le ciel le mur de bois sur la droite</w:t>
      </w:r>
      <w:r w:rsidR="00EA052C">
        <w:t>.</w:t>
      </w:r>
    </w:p>
    <w:p w14:paraId="2FAF5B7C" w14:textId="77777777" w:rsidR="00EA052C" w:rsidRDefault="00EA052C" w:rsidP="00C855EF">
      <w:r>
        <w:t>— </w:t>
      </w:r>
      <w:r w:rsidR="00C855EF" w:rsidRPr="00AA04A0">
        <w:t>Et voilà pour le départ</w:t>
      </w:r>
      <w:r>
        <w:t>.</w:t>
      </w:r>
    </w:p>
    <w:p w14:paraId="6C131BE7" w14:textId="77777777" w:rsidR="00EA052C" w:rsidRDefault="00C855EF" w:rsidP="00C855EF">
      <w:r w:rsidRPr="00AA04A0">
        <w:t>Le hangar était maintenant à ciel ouvert</w:t>
      </w:r>
      <w:r w:rsidR="00EA052C">
        <w:t xml:space="preserve">, </w:t>
      </w:r>
      <w:r w:rsidRPr="00AA04A0">
        <w:t>livrant passage au ballon qui voudrait s</w:t>
      </w:r>
      <w:r w:rsidR="00EA052C">
        <w:t>’</w:t>
      </w:r>
      <w:r w:rsidRPr="00AA04A0">
        <w:t>enlever</w:t>
      </w:r>
      <w:r w:rsidR="00EA052C">
        <w:t xml:space="preserve">. </w:t>
      </w:r>
      <w:r w:rsidRPr="00AA04A0">
        <w:t xml:space="preserve">Lentement Toby </w:t>
      </w:r>
      <w:proofErr w:type="spellStart"/>
      <w:r w:rsidRPr="00AA04A0">
        <w:t>Kleampton</w:t>
      </w:r>
      <w:proofErr w:type="spellEnd"/>
      <w:r w:rsidRPr="00AA04A0">
        <w:t xml:space="preserve"> </w:t>
      </w:r>
      <w:r w:rsidRPr="00AA04A0">
        <w:lastRenderedPageBreak/>
        <w:t>r</w:t>
      </w:r>
      <w:r w:rsidRPr="00AA04A0">
        <w:t>a</w:t>
      </w:r>
      <w:r w:rsidRPr="00AA04A0">
        <w:t>mena le toit à sa place primitive et doucement</w:t>
      </w:r>
      <w:r w:rsidR="00EA052C">
        <w:t xml:space="preserve">, </w:t>
      </w:r>
      <w:r w:rsidRPr="00AA04A0">
        <w:t>sans heurt et sans secousse</w:t>
      </w:r>
      <w:r w:rsidR="00EA052C">
        <w:t xml:space="preserve">, </w:t>
      </w:r>
      <w:r w:rsidRPr="00AA04A0">
        <w:t>il vint s</w:t>
      </w:r>
      <w:r w:rsidR="00EA052C">
        <w:t>’</w:t>
      </w:r>
      <w:r w:rsidRPr="00AA04A0">
        <w:t>appuyer sur la paroi de bois à gauche où s</w:t>
      </w:r>
      <w:r w:rsidR="00EA052C">
        <w:t>’</w:t>
      </w:r>
      <w:r w:rsidRPr="00AA04A0">
        <w:t>adaptaient les fils électriques de l</w:t>
      </w:r>
      <w:r w:rsidR="00EA052C">
        <w:t>’</w:t>
      </w:r>
      <w:r w:rsidRPr="00AA04A0">
        <w:t>ingénieuse installation</w:t>
      </w:r>
      <w:r w:rsidR="00EA052C">
        <w:t>.</w:t>
      </w:r>
    </w:p>
    <w:p w14:paraId="23C1BE0D" w14:textId="77777777" w:rsidR="00EA052C" w:rsidRDefault="00EA052C" w:rsidP="00C855EF">
      <w:r>
        <w:t>— </w:t>
      </w:r>
      <w:r w:rsidR="00C855EF" w:rsidRPr="00AA04A0">
        <w:t>Ceci est merveilleux</w:t>
      </w:r>
      <w:r>
        <w:t xml:space="preserve">, </w:t>
      </w:r>
      <w:r w:rsidR="00C855EF" w:rsidRPr="00AA04A0">
        <w:t>dis-je à l</w:t>
      </w:r>
      <w:r>
        <w:t>’</w:t>
      </w:r>
      <w:r w:rsidR="00C855EF" w:rsidRPr="00AA04A0">
        <w:t>ingénieur</w:t>
      </w:r>
      <w:r>
        <w:t>.</w:t>
      </w:r>
    </w:p>
    <w:p w14:paraId="7CCD76E8" w14:textId="77777777" w:rsidR="00EA052C" w:rsidRDefault="00EA052C" w:rsidP="00C855EF">
      <w:r>
        <w:t>— </w:t>
      </w:r>
      <w:r w:rsidR="00C855EF" w:rsidRPr="00AA04A0">
        <w:t>Nous parlerons du merveilleux dans un mois ou deux</w:t>
      </w:r>
      <w:r>
        <w:t xml:space="preserve">, </w:t>
      </w:r>
      <w:r w:rsidR="00C855EF" w:rsidRPr="00AA04A0">
        <w:t>me répondit-il</w:t>
      </w:r>
      <w:r>
        <w:t xml:space="preserve">. </w:t>
      </w:r>
      <w:r w:rsidR="00C855EF" w:rsidRPr="00AA04A0">
        <w:t>Ceci n</w:t>
      </w:r>
      <w:r>
        <w:t>’</w:t>
      </w:r>
      <w:r w:rsidR="00C855EF" w:rsidRPr="00AA04A0">
        <w:t>est que pratique</w:t>
      </w:r>
      <w:r>
        <w:t xml:space="preserve"> ; </w:t>
      </w:r>
      <w:r w:rsidR="00C855EF" w:rsidRPr="00AA04A0">
        <w:t>nous ferons mieux</w:t>
      </w:r>
      <w:r>
        <w:t>.</w:t>
      </w:r>
    </w:p>
    <w:p w14:paraId="4BDB8B61" w14:textId="77777777" w:rsidR="00EA052C" w:rsidRDefault="00C855EF" w:rsidP="00C855EF">
      <w:r w:rsidRPr="00AA04A0">
        <w:t>Dans un coin du hangar il installa</w:t>
      </w:r>
      <w:r w:rsidR="00EA052C">
        <w:t xml:space="preserve">, </w:t>
      </w:r>
      <w:r w:rsidRPr="00AA04A0">
        <w:t>sur deux tréteaux de bois</w:t>
      </w:r>
      <w:r w:rsidR="00EA052C">
        <w:t xml:space="preserve">, </w:t>
      </w:r>
      <w:r w:rsidRPr="00AA04A0">
        <w:t>une vaste table qui se couvrit bientôt de plans</w:t>
      </w:r>
      <w:r w:rsidR="00EA052C">
        <w:t xml:space="preserve">, </w:t>
      </w:r>
      <w:r w:rsidRPr="00AA04A0">
        <w:t>de dessins</w:t>
      </w:r>
      <w:r w:rsidR="00EA052C">
        <w:t xml:space="preserve">, </w:t>
      </w:r>
      <w:r w:rsidRPr="00AA04A0">
        <w:t>de lavis</w:t>
      </w:r>
      <w:r w:rsidR="00EA052C">
        <w:t xml:space="preserve">, </w:t>
      </w:r>
      <w:r w:rsidRPr="00AA04A0">
        <w:t>d</w:t>
      </w:r>
      <w:r w:rsidR="00EA052C">
        <w:t>’</w:t>
      </w:r>
      <w:r w:rsidRPr="00AA04A0">
        <w:t>épures</w:t>
      </w:r>
      <w:r w:rsidR="00EA052C">
        <w:t xml:space="preserve">, </w:t>
      </w:r>
      <w:r w:rsidRPr="00AA04A0">
        <w:t>de feuilles de calcul</w:t>
      </w:r>
      <w:r w:rsidR="00EA052C">
        <w:t xml:space="preserve">, </w:t>
      </w:r>
      <w:r w:rsidRPr="00AA04A0">
        <w:t>apportés par l</w:t>
      </w:r>
      <w:r w:rsidR="00EA052C">
        <w:t>’</w:t>
      </w:r>
      <w:r w:rsidRPr="00AA04A0">
        <w:t>ingénieur en une haute malle soigneusement fermée</w:t>
      </w:r>
      <w:r w:rsidR="00EA052C">
        <w:t>.</w:t>
      </w:r>
    </w:p>
    <w:p w14:paraId="603AD959" w14:textId="77777777" w:rsidR="00EA052C" w:rsidRDefault="00C855EF" w:rsidP="00C855EF">
      <w:r w:rsidRPr="00AA04A0">
        <w:t>Quand tout fut étendu sur la table</w:t>
      </w:r>
      <w:r w:rsidR="00EA052C">
        <w:t xml:space="preserve">, </w:t>
      </w:r>
      <w:r w:rsidRPr="00AA04A0">
        <w:t>il frappa les feuilles du plat de sa main et d</w:t>
      </w:r>
      <w:r w:rsidR="00EA052C">
        <w:t>’</w:t>
      </w:r>
      <w:r w:rsidRPr="00AA04A0">
        <w:t>une voix basse murmura</w:t>
      </w:r>
      <w:r w:rsidR="00EA052C">
        <w:t xml:space="preserve">, </w:t>
      </w:r>
      <w:r w:rsidRPr="00AA04A0">
        <w:t>comme pour lui-même</w:t>
      </w:r>
      <w:r w:rsidR="00EA052C">
        <w:t> :</w:t>
      </w:r>
    </w:p>
    <w:p w14:paraId="404DE191" w14:textId="77777777" w:rsidR="00EA052C" w:rsidRDefault="00EA052C" w:rsidP="00C855EF">
      <w:r>
        <w:t>— </w:t>
      </w:r>
      <w:r w:rsidR="00C855EF" w:rsidRPr="00AA04A0">
        <w:t>Voici vingt années de travail</w:t>
      </w:r>
      <w:r>
        <w:t xml:space="preserve">. </w:t>
      </w:r>
      <w:r w:rsidR="00C855EF" w:rsidRPr="00AA04A0">
        <w:t>J</w:t>
      </w:r>
      <w:r>
        <w:t>’</w:t>
      </w:r>
      <w:r w:rsidR="00C855EF" w:rsidRPr="00AA04A0">
        <w:t>aurais pu mettre cinq a</w:t>
      </w:r>
      <w:r w:rsidR="00C855EF" w:rsidRPr="00AA04A0">
        <w:t>n</w:t>
      </w:r>
      <w:r w:rsidR="00C855EF" w:rsidRPr="00AA04A0">
        <w:t>nées seulement à l</w:t>
      </w:r>
      <w:r>
        <w:t>’</w:t>
      </w:r>
      <w:r w:rsidR="00C855EF" w:rsidRPr="00AA04A0">
        <w:t>élaboration de mes plans</w:t>
      </w:r>
      <w:r>
        <w:t xml:space="preserve">, </w:t>
      </w:r>
      <w:r w:rsidR="00C855EF" w:rsidRPr="00AA04A0">
        <w:t>mais il faut aussi faire travail qui dure</w:t>
      </w:r>
      <w:r>
        <w:t xml:space="preserve">, </w:t>
      </w:r>
      <w:r w:rsidR="00C855EF" w:rsidRPr="00AA04A0">
        <w:t>et celui-ci durera</w:t>
      </w:r>
      <w:r>
        <w:t>.</w:t>
      </w:r>
    </w:p>
    <w:p w14:paraId="74C57CCB" w14:textId="77777777" w:rsidR="00EA052C" w:rsidRDefault="00C855EF" w:rsidP="00C855EF">
      <w:r w:rsidRPr="00AA04A0">
        <w:t xml:space="preserve">Pendant huit jours Toby </w:t>
      </w:r>
      <w:proofErr w:type="spellStart"/>
      <w:r w:rsidRPr="00AA04A0">
        <w:t>Kleampton</w:t>
      </w:r>
      <w:proofErr w:type="spellEnd"/>
      <w:r w:rsidRPr="00AA04A0">
        <w:t xml:space="preserve"> s</w:t>
      </w:r>
      <w:r w:rsidR="00EA052C">
        <w:t>’</w:t>
      </w:r>
      <w:r w:rsidRPr="00AA04A0">
        <w:t>immobilisa devant ses papiers</w:t>
      </w:r>
      <w:r w:rsidR="00EA052C">
        <w:t>.</w:t>
      </w:r>
    </w:p>
    <w:p w14:paraId="6A70C2A9" w14:textId="77777777" w:rsidR="00EA052C" w:rsidRDefault="00C855EF" w:rsidP="00C855EF">
      <w:r w:rsidRPr="00AA04A0">
        <w:t>J</w:t>
      </w:r>
      <w:r w:rsidR="00EA052C">
        <w:t>’</w:t>
      </w:r>
      <w:r w:rsidRPr="00AA04A0">
        <w:t>allais</w:t>
      </w:r>
      <w:r w:rsidR="00EA052C">
        <w:t xml:space="preserve">, </w:t>
      </w:r>
      <w:r w:rsidRPr="00AA04A0">
        <w:t>en silence</w:t>
      </w:r>
      <w:r w:rsidR="00EA052C">
        <w:t xml:space="preserve">, </w:t>
      </w:r>
      <w:r w:rsidRPr="00AA04A0">
        <w:t>le regarder</w:t>
      </w:r>
      <w:r w:rsidR="00EA052C">
        <w:t xml:space="preserve">. </w:t>
      </w:r>
      <w:r w:rsidRPr="00AA04A0">
        <w:t>Il ne bougeait point et je trouvais le temps affreusement long</w:t>
      </w:r>
      <w:r w:rsidR="00EA052C">
        <w:t xml:space="preserve">. </w:t>
      </w:r>
      <w:r w:rsidRPr="00AA04A0">
        <w:t>L</w:t>
      </w:r>
      <w:r w:rsidR="00EA052C">
        <w:t>’</w:t>
      </w:r>
      <w:r w:rsidRPr="00AA04A0">
        <w:t>ingénieur m</w:t>
      </w:r>
      <w:r w:rsidR="00EA052C">
        <w:t>’</w:t>
      </w:r>
      <w:r w:rsidRPr="00AA04A0">
        <w:t>avait co</w:t>
      </w:r>
      <w:r w:rsidRPr="00AA04A0">
        <w:t>m</w:t>
      </w:r>
      <w:r w:rsidRPr="00AA04A0">
        <w:t>muniqué sa fièvre et</w:t>
      </w:r>
      <w:r w:rsidR="00EA052C">
        <w:t xml:space="preserve">, </w:t>
      </w:r>
      <w:r w:rsidRPr="00AA04A0">
        <w:t>sans savoir exactement ses projets</w:t>
      </w:r>
      <w:r w:rsidR="00EA052C">
        <w:t xml:space="preserve">, </w:t>
      </w:r>
      <w:r w:rsidRPr="00AA04A0">
        <w:t>j</w:t>
      </w:r>
      <w:r w:rsidR="00EA052C">
        <w:t>’</w:t>
      </w:r>
      <w:r w:rsidRPr="00AA04A0">
        <w:t>étais convaincu de la réussite de l</w:t>
      </w:r>
      <w:r w:rsidR="00EA052C">
        <w:t>’</w:t>
      </w:r>
      <w:r w:rsidRPr="00AA04A0">
        <w:t>aventure</w:t>
      </w:r>
      <w:r w:rsidR="00EA052C">
        <w:t>.</w:t>
      </w:r>
    </w:p>
    <w:p w14:paraId="3735A2FD" w14:textId="77777777" w:rsidR="00EA052C" w:rsidRDefault="00C855EF" w:rsidP="00C855EF">
      <w:r w:rsidRPr="00AA04A0">
        <w:t>Brusquement</w:t>
      </w:r>
      <w:r w:rsidR="00EA052C">
        <w:t xml:space="preserve">, </w:t>
      </w:r>
      <w:r w:rsidRPr="00AA04A0">
        <w:t>un matin</w:t>
      </w:r>
      <w:r w:rsidR="00EA052C">
        <w:t xml:space="preserve">, </w:t>
      </w:r>
      <w:r w:rsidRPr="00AA04A0">
        <w:t>il me dit</w:t>
      </w:r>
      <w:r w:rsidR="00EA052C">
        <w:t> :</w:t>
      </w:r>
    </w:p>
    <w:p w14:paraId="54B5DDC3" w14:textId="77777777" w:rsidR="00EA052C" w:rsidRDefault="00EA052C" w:rsidP="00C855EF">
      <w:r>
        <w:t>— </w:t>
      </w:r>
      <w:r w:rsidR="00C855EF" w:rsidRPr="00AA04A0">
        <w:t>Je pars pour quinze jours</w:t>
      </w:r>
      <w:r>
        <w:t xml:space="preserve">. </w:t>
      </w:r>
      <w:r w:rsidR="00C855EF" w:rsidRPr="00AA04A0">
        <w:t>Je vais à Boston et à Philade</w:t>
      </w:r>
      <w:r w:rsidR="00C855EF" w:rsidRPr="00AA04A0">
        <w:t>l</w:t>
      </w:r>
      <w:r w:rsidR="00C855EF" w:rsidRPr="00AA04A0">
        <w:t>phie</w:t>
      </w:r>
      <w:r>
        <w:t xml:space="preserve">. </w:t>
      </w:r>
      <w:r w:rsidR="00C855EF" w:rsidRPr="00AA04A0">
        <w:t>À mon retour les travaux commenceront</w:t>
      </w:r>
      <w:r>
        <w:t>.</w:t>
      </w:r>
    </w:p>
    <w:p w14:paraId="6225F2D9" w14:textId="77777777" w:rsidR="00EA052C" w:rsidRDefault="00EA052C" w:rsidP="00C855EF">
      <w:r>
        <w:lastRenderedPageBreak/>
        <w:t>— </w:t>
      </w:r>
      <w:r w:rsidR="00C855EF" w:rsidRPr="00AA04A0">
        <w:t>Faites ainsi qu</w:t>
      </w:r>
      <w:r>
        <w:t>’</w:t>
      </w:r>
      <w:r w:rsidR="00C855EF" w:rsidRPr="00AA04A0">
        <w:t>il vous plaira</w:t>
      </w:r>
      <w:r>
        <w:t xml:space="preserve">, </w:t>
      </w:r>
      <w:proofErr w:type="spellStart"/>
      <w:r w:rsidR="00C855EF" w:rsidRPr="00AA04A0">
        <w:t>Kleampton</w:t>
      </w:r>
      <w:proofErr w:type="spellEnd"/>
      <w:r>
        <w:t xml:space="preserve">, </w:t>
      </w:r>
      <w:r w:rsidR="00C855EF" w:rsidRPr="00AA04A0">
        <w:t>et bon voyage</w:t>
      </w:r>
      <w:r>
        <w:t>.</w:t>
      </w:r>
    </w:p>
    <w:p w14:paraId="58C8779F" w14:textId="77777777" w:rsidR="00EA052C" w:rsidRDefault="00EA052C" w:rsidP="00C855EF">
      <w:r>
        <w:t>— </w:t>
      </w:r>
      <w:r w:rsidR="00C855EF" w:rsidRPr="00AA04A0">
        <w:t>Merci</w:t>
      </w:r>
      <w:r>
        <w:t xml:space="preserve">. </w:t>
      </w:r>
      <w:r w:rsidR="00C855EF" w:rsidRPr="00AA04A0">
        <w:t>Au revoir</w:t>
      </w:r>
      <w:r>
        <w:t xml:space="preserve">, </w:t>
      </w:r>
      <w:r w:rsidR="00C855EF" w:rsidRPr="00AA04A0">
        <w:t>gentleman</w:t>
      </w:r>
      <w:r>
        <w:t>.</w:t>
      </w:r>
    </w:p>
    <w:p w14:paraId="66CFB457" w14:textId="77777777" w:rsidR="00EA052C" w:rsidRDefault="00C855EF" w:rsidP="00C855EF">
      <w:r w:rsidRPr="00AA04A0">
        <w:t>Jamais journées ne furent plus tristes que celles que je pa</w:t>
      </w:r>
      <w:r w:rsidRPr="00AA04A0">
        <w:t>s</w:t>
      </w:r>
      <w:r w:rsidRPr="00AA04A0">
        <w:t>sai en l</w:t>
      </w:r>
      <w:r w:rsidR="00EA052C">
        <w:t>’</w:t>
      </w:r>
      <w:r w:rsidRPr="00AA04A0">
        <w:t xml:space="preserve">absence de Toby </w:t>
      </w:r>
      <w:proofErr w:type="spellStart"/>
      <w:r w:rsidRPr="00AA04A0">
        <w:t>Kleampton</w:t>
      </w:r>
      <w:proofErr w:type="spellEnd"/>
      <w:r w:rsidR="00EA052C">
        <w:t xml:space="preserve">. </w:t>
      </w:r>
      <w:r w:rsidRPr="00AA04A0">
        <w:t>Je ne lui avais pas dema</w:t>
      </w:r>
      <w:r w:rsidRPr="00AA04A0">
        <w:t>n</w:t>
      </w:r>
      <w:r w:rsidRPr="00AA04A0">
        <w:t>dé des détails sur son voyage à Boston et à Philadelphie</w:t>
      </w:r>
      <w:r w:rsidR="00EA052C">
        <w:t xml:space="preserve">. </w:t>
      </w:r>
      <w:r w:rsidRPr="00AA04A0">
        <w:t>S</w:t>
      </w:r>
      <w:r w:rsidR="00EA052C">
        <w:t>’</w:t>
      </w:r>
      <w:r w:rsidRPr="00AA04A0">
        <w:t>il était parti c</w:t>
      </w:r>
      <w:r w:rsidR="00EA052C">
        <w:t>’</w:t>
      </w:r>
      <w:r w:rsidRPr="00AA04A0">
        <w:t>est qu</w:t>
      </w:r>
      <w:r w:rsidR="00EA052C">
        <w:t>’</w:t>
      </w:r>
      <w:r w:rsidRPr="00AA04A0">
        <w:t>il avait jugé son voyage utile</w:t>
      </w:r>
      <w:r w:rsidR="00EA052C">
        <w:t xml:space="preserve">. </w:t>
      </w:r>
      <w:r w:rsidRPr="00AA04A0">
        <w:t>Voilà tout</w:t>
      </w:r>
      <w:r w:rsidR="00EA052C">
        <w:t xml:space="preserve">. </w:t>
      </w:r>
      <w:r w:rsidRPr="00AA04A0">
        <w:t>Ma confiance en lui était entière</w:t>
      </w:r>
      <w:r w:rsidR="00EA052C">
        <w:t>.</w:t>
      </w:r>
    </w:p>
    <w:p w14:paraId="2B7CCC11" w14:textId="77777777" w:rsidR="00EA052C" w:rsidRDefault="00C855EF" w:rsidP="00C855EF">
      <w:r w:rsidRPr="00AA04A0">
        <w:t>Mon amitié pour lui se mêlait de quelque reconnaissance</w:t>
      </w:r>
      <w:r w:rsidR="00EA052C">
        <w:t xml:space="preserve">. </w:t>
      </w:r>
      <w:r w:rsidRPr="00AA04A0">
        <w:t>Grâce à sa découverte l</w:t>
      </w:r>
      <w:r w:rsidR="00EA052C">
        <w:t>’</w:t>
      </w:r>
      <w:r w:rsidRPr="00AA04A0">
        <w:t>Amérique allait avoir l</w:t>
      </w:r>
      <w:r w:rsidR="00EA052C">
        <w:t>’</w:t>
      </w:r>
      <w:r w:rsidRPr="00AA04A0">
        <w:t>honneur de la d</w:t>
      </w:r>
      <w:r w:rsidRPr="00AA04A0">
        <w:t>é</w:t>
      </w:r>
      <w:r w:rsidRPr="00AA04A0">
        <w:t>couverte du Pôle Sud</w:t>
      </w:r>
      <w:r w:rsidR="00EA052C">
        <w:t xml:space="preserve">, </w:t>
      </w:r>
      <w:r w:rsidRPr="00AA04A0">
        <w:t>et cette découverte j</w:t>
      </w:r>
      <w:r w:rsidR="00EA052C">
        <w:t>’</w:t>
      </w:r>
      <w:r w:rsidRPr="00AA04A0">
        <w:t>en serais le témoin</w:t>
      </w:r>
      <w:r w:rsidR="00EA052C">
        <w:t xml:space="preserve"> ! </w:t>
      </w:r>
      <w:r w:rsidRPr="00AA04A0">
        <w:t>Griserie de l</w:t>
      </w:r>
      <w:r w:rsidR="00EA052C">
        <w:t>’</w:t>
      </w:r>
      <w:r w:rsidRPr="00AA04A0">
        <w:t>inconnu</w:t>
      </w:r>
      <w:r w:rsidR="00EA052C">
        <w:t xml:space="preserve"> ! </w:t>
      </w:r>
      <w:r w:rsidRPr="00AA04A0">
        <w:t>Vertige de la gloire</w:t>
      </w:r>
      <w:r w:rsidR="00EA052C">
        <w:t xml:space="preserve"> ! </w:t>
      </w:r>
      <w:r w:rsidRPr="00AA04A0">
        <w:t>Quand on a tout vu</w:t>
      </w:r>
      <w:r w:rsidR="00EA052C">
        <w:t xml:space="preserve">, </w:t>
      </w:r>
      <w:r w:rsidRPr="00AA04A0">
        <w:t>tout su de la terre connue</w:t>
      </w:r>
      <w:r w:rsidR="00EA052C">
        <w:t xml:space="preserve">, </w:t>
      </w:r>
      <w:r w:rsidRPr="00AA04A0">
        <w:t>c</w:t>
      </w:r>
      <w:r w:rsidR="00EA052C">
        <w:t>’</w:t>
      </w:r>
      <w:r w:rsidRPr="00AA04A0">
        <w:t>est une inexprimable joie que celle de penser à ce que vous réserve l</w:t>
      </w:r>
      <w:r w:rsidR="00EA052C">
        <w:t>’</w:t>
      </w:r>
      <w:r w:rsidRPr="00AA04A0">
        <w:t>inconnu du globe</w:t>
      </w:r>
      <w:r w:rsidR="00EA052C">
        <w:t xml:space="preserve">, </w:t>
      </w:r>
      <w:r w:rsidRPr="00AA04A0">
        <w:t>la contrée mystérieuse où la nature oppose à l</w:t>
      </w:r>
      <w:r w:rsidR="00EA052C">
        <w:t>’</w:t>
      </w:r>
      <w:r w:rsidRPr="00AA04A0">
        <w:t>homme la borne infranchi</w:t>
      </w:r>
      <w:r w:rsidRPr="00AA04A0">
        <w:t>s</w:t>
      </w:r>
      <w:r w:rsidRPr="00AA04A0">
        <w:t>sable de son mystère</w:t>
      </w:r>
      <w:r w:rsidR="00EA052C">
        <w:t xml:space="preserve">. </w:t>
      </w:r>
      <w:r w:rsidRPr="00AA04A0">
        <w:t>Et nous</w:t>
      </w:r>
      <w:r w:rsidR="00EA052C">
        <w:t xml:space="preserve">, </w:t>
      </w:r>
      <w:r w:rsidRPr="00AA04A0">
        <w:t>nous allions franchir cette borne</w:t>
      </w:r>
      <w:r w:rsidR="00EA052C">
        <w:t xml:space="preserve">, </w:t>
      </w:r>
      <w:r w:rsidRPr="00AA04A0">
        <w:t>déchirer ce mystère</w:t>
      </w:r>
      <w:r w:rsidR="00EA052C">
        <w:t xml:space="preserve">. </w:t>
      </w:r>
      <w:r w:rsidRPr="00AA04A0">
        <w:t>Comprend-on pourquoi</w:t>
      </w:r>
      <w:r w:rsidR="00EA052C">
        <w:t xml:space="preserve">, </w:t>
      </w:r>
      <w:r w:rsidRPr="00AA04A0">
        <w:t>j</w:t>
      </w:r>
      <w:r w:rsidR="00EA052C">
        <w:t>’</w:t>
      </w:r>
      <w:r w:rsidRPr="00AA04A0">
        <w:t>étais reconnai</w:t>
      </w:r>
      <w:r w:rsidRPr="00AA04A0">
        <w:t>s</w:t>
      </w:r>
      <w:r w:rsidRPr="00AA04A0">
        <w:t xml:space="preserve">sant à Toby </w:t>
      </w:r>
      <w:proofErr w:type="spellStart"/>
      <w:r w:rsidRPr="00AA04A0">
        <w:t>Kleampton</w:t>
      </w:r>
      <w:proofErr w:type="spellEnd"/>
      <w:r w:rsidR="00EA052C">
        <w:t> ?</w:t>
      </w:r>
    </w:p>
    <w:p w14:paraId="30F7CC71" w14:textId="77777777" w:rsidR="00EA052C" w:rsidRDefault="00C855EF" w:rsidP="00C855EF">
      <w:r w:rsidRPr="00AA04A0">
        <w:t>Un Américain n</w:t>
      </w:r>
      <w:r w:rsidR="00EA052C">
        <w:t>’</w:t>
      </w:r>
      <w:r w:rsidRPr="00AA04A0">
        <w:t>a qu</w:t>
      </w:r>
      <w:r w:rsidR="00EA052C">
        <w:t>’</w:t>
      </w:r>
      <w:r w:rsidRPr="00AA04A0">
        <w:t xml:space="preserve">une parole et Toby </w:t>
      </w:r>
      <w:proofErr w:type="spellStart"/>
      <w:r w:rsidRPr="00AA04A0">
        <w:t>Kleampton</w:t>
      </w:r>
      <w:proofErr w:type="spellEnd"/>
      <w:r w:rsidRPr="00AA04A0">
        <w:t xml:space="preserve"> était Américain</w:t>
      </w:r>
      <w:r w:rsidR="00EA052C">
        <w:t xml:space="preserve">. </w:t>
      </w:r>
      <w:r w:rsidRPr="00AA04A0">
        <w:t>Au jour dit</w:t>
      </w:r>
      <w:r w:rsidR="00EA052C">
        <w:t xml:space="preserve">, </w:t>
      </w:r>
      <w:r w:rsidRPr="00AA04A0">
        <w:t>exactement</w:t>
      </w:r>
      <w:r w:rsidR="00EA052C">
        <w:t xml:space="preserve">, </w:t>
      </w:r>
      <w:r w:rsidRPr="00AA04A0">
        <w:t>il réapparut à Long-Island</w:t>
      </w:r>
      <w:r w:rsidR="00EA052C">
        <w:t>.</w:t>
      </w:r>
    </w:p>
    <w:p w14:paraId="76D667C7" w14:textId="77777777" w:rsidR="00EA052C" w:rsidRDefault="00EA052C" w:rsidP="00C855EF">
      <w:r>
        <w:t>— </w:t>
      </w:r>
      <w:r w:rsidR="00C855EF" w:rsidRPr="00AA04A0">
        <w:t>Les choses seront là demain</w:t>
      </w:r>
      <w:r>
        <w:t xml:space="preserve">, </w:t>
      </w:r>
      <w:r w:rsidR="00C855EF" w:rsidRPr="00AA04A0">
        <w:t>dit-il</w:t>
      </w:r>
      <w:r>
        <w:t>.</w:t>
      </w:r>
    </w:p>
    <w:p w14:paraId="42596FA1" w14:textId="77777777" w:rsidR="00EA052C" w:rsidRDefault="00C855EF" w:rsidP="00C855EF">
      <w:r w:rsidRPr="00AA04A0">
        <w:t>Quelles choses</w:t>
      </w:r>
      <w:r w:rsidR="00EA052C">
        <w:t xml:space="preserve"> ? </w:t>
      </w:r>
      <w:r w:rsidRPr="00AA04A0">
        <w:t>Je ne voulus point le lui demander</w:t>
      </w:r>
      <w:r w:rsidR="00EA052C">
        <w:t xml:space="preserve">. </w:t>
      </w:r>
      <w:r w:rsidRPr="00AA04A0">
        <w:t>S</w:t>
      </w:r>
      <w:r w:rsidR="00EA052C">
        <w:t>’</w:t>
      </w:r>
      <w:r w:rsidRPr="00AA04A0">
        <w:t>il avait été utile que je le sache il me l</w:t>
      </w:r>
      <w:r w:rsidR="00EA052C">
        <w:t>’</w:t>
      </w:r>
      <w:r w:rsidRPr="00AA04A0">
        <w:t>aurait certainement dit</w:t>
      </w:r>
      <w:r w:rsidR="00EA052C">
        <w:t xml:space="preserve">. </w:t>
      </w:r>
      <w:r w:rsidRPr="00AA04A0">
        <w:t>Je respectai donc la réserve de l</w:t>
      </w:r>
      <w:r w:rsidR="00EA052C">
        <w:t>’</w:t>
      </w:r>
      <w:r w:rsidRPr="00AA04A0">
        <w:t>ancien ingénieur du roi des aciers</w:t>
      </w:r>
      <w:r w:rsidR="00EA052C">
        <w:t>.</w:t>
      </w:r>
    </w:p>
    <w:p w14:paraId="66C0AAD0" w14:textId="77777777" w:rsidR="00EA052C" w:rsidRDefault="00C855EF" w:rsidP="00C855EF">
      <w:r w:rsidRPr="00AA04A0">
        <w:t>En effet</w:t>
      </w:r>
      <w:r w:rsidR="00EA052C">
        <w:t xml:space="preserve">, </w:t>
      </w:r>
      <w:r w:rsidRPr="00AA04A0">
        <w:t>le lendemain</w:t>
      </w:r>
      <w:r w:rsidR="00EA052C">
        <w:t xml:space="preserve">, </w:t>
      </w:r>
      <w:r w:rsidRPr="00AA04A0">
        <w:t xml:space="preserve">arrivèrent </w:t>
      </w:r>
      <w:r w:rsidR="00EA052C">
        <w:t>« </w:t>
      </w:r>
      <w:r w:rsidRPr="00AA04A0">
        <w:t>les choses</w:t>
      </w:r>
      <w:r w:rsidR="00EA052C">
        <w:t xml:space="preserve"> ». </w:t>
      </w:r>
      <w:r w:rsidRPr="00AA04A0">
        <w:t>C</w:t>
      </w:r>
      <w:r w:rsidR="00EA052C">
        <w:t>’</w:t>
      </w:r>
      <w:r w:rsidRPr="00AA04A0">
        <w:t>étaient de longues tiges d</w:t>
      </w:r>
      <w:r w:rsidR="00EA052C">
        <w:t>’</w:t>
      </w:r>
      <w:r w:rsidRPr="00AA04A0">
        <w:t>aluminium dont la plus grande avait</w:t>
      </w:r>
      <w:r w:rsidR="00EA052C">
        <w:t xml:space="preserve">, </w:t>
      </w:r>
      <w:r w:rsidRPr="00AA04A0">
        <w:t>autant que j</w:t>
      </w:r>
      <w:r w:rsidR="00EA052C">
        <w:t>’</w:t>
      </w:r>
      <w:r w:rsidRPr="00AA04A0">
        <w:t>en pus juger</w:t>
      </w:r>
      <w:r w:rsidR="00EA052C">
        <w:t xml:space="preserve">, </w:t>
      </w:r>
      <w:r w:rsidRPr="00AA04A0">
        <w:t xml:space="preserve">de soixante-dix à soixante-quinze mètres </w:t>
      </w:r>
      <w:r w:rsidRPr="00AA04A0">
        <w:lastRenderedPageBreak/>
        <w:t>de longueur</w:t>
      </w:r>
      <w:r w:rsidR="00EA052C">
        <w:t xml:space="preserve">. </w:t>
      </w:r>
      <w:r w:rsidRPr="00AA04A0">
        <w:t>Elles étaient accompagnées de cercles du même métal d</w:t>
      </w:r>
      <w:r w:rsidR="00EA052C">
        <w:t>’</w:t>
      </w:r>
      <w:r w:rsidRPr="00AA04A0">
        <w:t>une circonférence de vingt mètres</w:t>
      </w:r>
      <w:r w:rsidR="00EA052C">
        <w:t xml:space="preserve">. </w:t>
      </w:r>
      <w:r w:rsidRPr="00AA04A0">
        <w:t>Le reste du chargement était composé de grandes caisses précautionneusement cerclées d</w:t>
      </w:r>
      <w:r w:rsidR="00EA052C">
        <w:t>’</w:t>
      </w:r>
      <w:r w:rsidRPr="00AA04A0">
        <w:t>acier</w:t>
      </w:r>
      <w:r w:rsidR="00EA052C">
        <w:t xml:space="preserve">, </w:t>
      </w:r>
      <w:r w:rsidRPr="00AA04A0">
        <w:t>de paniers d</w:t>
      </w:r>
      <w:r w:rsidR="00EA052C">
        <w:t>’</w:t>
      </w:r>
      <w:r w:rsidRPr="00AA04A0">
        <w:t>osiers</w:t>
      </w:r>
      <w:r w:rsidR="00EA052C">
        <w:t xml:space="preserve">, </w:t>
      </w:r>
      <w:r w:rsidRPr="00AA04A0">
        <w:t>de boîtes oblongues dont je ne che</w:t>
      </w:r>
      <w:r w:rsidRPr="00AA04A0">
        <w:t>r</w:t>
      </w:r>
      <w:r w:rsidRPr="00AA04A0">
        <w:t>chai pas à pénétrer davantage le mystère un peu inquiétant</w:t>
      </w:r>
      <w:r w:rsidR="00EA052C">
        <w:t xml:space="preserve">. </w:t>
      </w:r>
      <w:r w:rsidRPr="00AA04A0">
        <w:t xml:space="preserve">Tout cela fut mené dans le hangar dont Toby </w:t>
      </w:r>
      <w:proofErr w:type="spellStart"/>
      <w:r w:rsidRPr="00AA04A0">
        <w:t>Kleampton</w:t>
      </w:r>
      <w:proofErr w:type="spellEnd"/>
      <w:r w:rsidRPr="00AA04A0">
        <w:t xml:space="preserve"> gardait la clef</w:t>
      </w:r>
      <w:r w:rsidR="00EA052C">
        <w:t xml:space="preserve">. </w:t>
      </w:r>
      <w:r w:rsidRPr="00AA04A0">
        <w:t>Lui-même assista au déchargement et comme il ne se termina guère avant une heure avancée</w:t>
      </w:r>
      <w:r w:rsidR="00EA052C">
        <w:t xml:space="preserve">, </w:t>
      </w:r>
      <w:r w:rsidRPr="00AA04A0">
        <w:t>il donna rendez-vous aux ouvriers pour le lendemain</w:t>
      </w:r>
      <w:r w:rsidR="00EA052C">
        <w:t>.</w:t>
      </w:r>
    </w:p>
    <w:p w14:paraId="45F57131" w14:textId="77777777" w:rsidR="00EA052C" w:rsidRDefault="00C855EF" w:rsidP="00C855EF">
      <w:r w:rsidRPr="00AA04A0">
        <w:t>C</w:t>
      </w:r>
      <w:r w:rsidR="00EA052C">
        <w:t>’</w:t>
      </w:r>
      <w:r w:rsidRPr="00AA04A0">
        <w:t>étaient les hommes qui devaient</w:t>
      </w:r>
      <w:r w:rsidR="00EA052C">
        <w:t xml:space="preserve">, </w:t>
      </w:r>
      <w:r w:rsidRPr="00AA04A0">
        <w:t>sur ses indications</w:t>
      </w:r>
      <w:r w:rsidR="00EA052C">
        <w:t xml:space="preserve">, </w:t>
      </w:r>
      <w:r w:rsidRPr="00AA04A0">
        <w:t>l</w:t>
      </w:r>
      <w:r w:rsidR="00EA052C">
        <w:t>’</w:t>
      </w:r>
      <w:r w:rsidRPr="00AA04A0">
        <w:t>aider au montage de l</w:t>
      </w:r>
      <w:r w:rsidR="00EA052C">
        <w:t>’</w:t>
      </w:r>
      <w:r w:rsidRPr="00AA04A0">
        <w:t>aéroplane</w:t>
      </w:r>
      <w:r w:rsidR="00EA052C">
        <w:t xml:space="preserve">. </w:t>
      </w:r>
      <w:r w:rsidRPr="00AA04A0">
        <w:t>À ce moment je fus saisi d</w:t>
      </w:r>
      <w:r w:rsidR="00EA052C">
        <w:t>’</w:t>
      </w:r>
      <w:r w:rsidRPr="00AA04A0">
        <w:t>une petite angoisse</w:t>
      </w:r>
      <w:r w:rsidR="00EA052C">
        <w:t xml:space="preserve">. </w:t>
      </w:r>
      <w:r w:rsidRPr="00AA04A0">
        <w:t>Si les plans de l</w:t>
      </w:r>
      <w:r w:rsidR="00EA052C">
        <w:t>’</w:t>
      </w:r>
      <w:r w:rsidRPr="00AA04A0">
        <w:t>ingénieur allaient échouer</w:t>
      </w:r>
      <w:r w:rsidR="00EA052C">
        <w:t xml:space="preserve"> ? </w:t>
      </w:r>
      <w:r w:rsidRPr="00AA04A0">
        <w:t>Si la construction du ballon donnait tort à ses ca</w:t>
      </w:r>
      <w:r w:rsidRPr="00AA04A0">
        <w:t>l</w:t>
      </w:r>
      <w:r w:rsidRPr="00AA04A0">
        <w:t>culs</w:t>
      </w:r>
      <w:r w:rsidR="00EA052C">
        <w:t xml:space="preserve"> ? </w:t>
      </w:r>
      <w:r w:rsidRPr="00AA04A0">
        <w:t>Si enfin</w:t>
      </w:r>
      <w:r w:rsidR="00EA052C">
        <w:t xml:space="preserve">… </w:t>
      </w:r>
      <w:r w:rsidRPr="00AA04A0">
        <w:t>mais je n</w:t>
      </w:r>
      <w:r w:rsidR="00EA052C">
        <w:t>’</w:t>
      </w:r>
      <w:r w:rsidRPr="00AA04A0">
        <w:t>osais y songer</w:t>
      </w:r>
      <w:r w:rsidR="00EA052C">
        <w:t xml:space="preserve">. </w:t>
      </w:r>
      <w:r w:rsidRPr="00AA04A0">
        <w:t>J</w:t>
      </w:r>
      <w:r w:rsidR="00EA052C">
        <w:t>’</w:t>
      </w:r>
      <w:r w:rsidRPr="00AA04A0">
        <w:t>étais engagé dans l</w:t>
      </w:r>
      <w:r w:rsidR="00EA052C">
        <w:t>’</w:t>
      </w:r>
      <w:r w:rsidRPr="00AA04A0">
        <w:t>aventure</w:t>
      </w:r>
      <w:r w:rsidR="00EA052C">
        <w:t xml:space="preserve">. </w:t>
      </w:r>
      <w:r w:rsidRPr="00AA04A0">
        <w:t>Il me fallait aller jusqu</w:t>
      </w:r>
      <w:r w:rsidR="00EA052C">
        <w:t>’</w:t>
      </w:r>
      <w:r w:rsidRPr="00AA04A0">
        <w:t>au bout</w:t>
      </w:r>
      <w:r w:rsidR="00EA052C">
        <w:t xml:space="preserve">, </w:t>
      </w:r>
      <w:r w:rsidRPr="00AA04A0">
        <w:t>risquer le tout pour le tout</w:t>
      </w:r>
      <w:r w:rsidR="00EA052C">
        <w:t xml:space="preserve">, </w:t>
      </w:r>
      <w:r w:rsidRPr="00AA04A0">
        <w:t>car il est bien certain que n</w:t>
      </w:r>
      <w:r w:rsidR="00EA052C">
        <w:t>’</w:t>
      </w:r>
      <w:r w:rsidRPr="00AA04A0">
        <w:t>a rien qui ne veut rien ri</w:t>
      </w:r>
      <w:r w:rsidRPr="00AA04A0">
        <w:t>s</w:t>
      </w:r>
      <w:r w:rsidRPr="00AA04A0">
        <w:t>quer</w:t>
      </w:r>
      <w:r w:rsidR="00EA052C">
        <w:t>.</w:t>
      </w:r>
    </w:p>
    <w:p w14:paraId="5FD8C2C9" w14:textId="77777777" w:rsidR="00EA052C" w:rsidRDefault="00C855EF" w:rsidP="00C855EF">
      <w:proofErr w:type="gramStart"/>
      <w:r w:rsidRPr="00AA04A0">
        <w:t>Ceci dit</w:t>
      </w:r>
      <w:proofErr w:type="gramEnd"/>
      <w:r w:rsidR="00EA052C">
        <w:t xml:space="preserve">, </w:t>
      </w:r>
      <w:r w:rsidRPr="00AA04A0">
        <w:t>je me sentis redevenu maître de moi-même et j</w:t>
      </w:r>
      <w:r w:rsidR="00EA052C">
        <w:t>’</w:t>
      </w:r>
      <w:r w:rsidRPr="00AA04A0">
        <w:t>écoutai attentivement les détails techniques que me donna le soir</w:t>
      </w:r>
      <w:r w:rsidR="00EA052C">
        <w:t xml:space="preserve">, </w:t>
      </w:r>
      <w:r w:rsidRPr="00AA04A0">
        <w:t>à souper</w:t>
      </w:r>
      <w:r w:rsidR="00EA052C">
        <w:t xml:space="preserve">, </w:t>
      </w:r>
      <w:r w:rsidRPr="00AA04A0">
        <w:t xml:space="preserve">Toby </w:t>
      </w:r>
      <w:proofErr w:type="spellStart"/>
      <w:r w:rsidRPr="00AA04A0">
        <w:t>Kleampton</w:t>
      </w:r>
      <w:proofErr w:type="spellEnd"/>
      <w:r w:rsidR="00EA052C">
        <w:t>.</w:t>
      </w:r>
    </w:p>
    <w:p w14:paraId="641D8FE6" w14:textId="77777777" w:rsidR="00EA052C" w:rsidRDefault="00C855EF" w:rsidP="00C855EF">
      <w:r w:rsidRPr="00AA04A0">
        <w:t>Ce jour-là il m</w:t>
      </w:r>
      <w:r w:rsidR="00EA052C">
        <w:t>’</w:t>
      </w:r>
      <w:r w:rsidRPr="00AA04A0">
        <w:t>expliqua calmement</w:t>
      </w:r>
      <w:r w:rsidR="00EA052C">
        <w:t xml:space="preserve">, </w:t>
      </w:r>
      <w:r w:rsidRPr="00AA04A0">
        <w:t>posément</w:t>
      </w:r>
      <w:r w:rsidR="00EA052C">
        <w:t xml:space="preserve">, </w:t>
      </w:r>
      <w:r w:rsidRPr="00AA04A0">
        <w:t>son plan</w:t>
      </w:r>
      <w:r w:rsidR="00EA052C">
        <w:t xml:space="preserve">, </w:t>
      </w:r>
      <w:r w:rsidRPr="00AA04A0">
        <w:t>dans les grandes lignes</w:t>
      </w:r>
      <w:r w:rsidR="00EA052C">
        <w:t>.</w:t>
      </w:r>
    </w:p>
    <w:p w14:paraId="220ED1DD" w14:textId="77777777" w:rsidR="00EA052C" w:rsidRDefault="00C855EF" w:rsidP="00C855EF">
      <w:r w:rsidRPr="00AA04A0">
        <w:t>Ce plan était à la fois simple et effrayant</w:t>
      </w:r>
      <w:r w:rsidR="00EA052C">
        <w:t>.</w:t>
      </w:r>
    </w:p>
    <w:p w14:paraId="6678FCDA" w14:textId="77777777" w:rsidR="00EA052C" w:rsidRDefault="00EA052C" w:rsidP="00C855EF">
      <w:r>
        <w:t>— </w:t>
      </w:r>
      <w:r w:rsidR="00C855EF" w:rsidRPr="00AA04A0">
        <w:t>Nous partirons de Long-Island</w:t>
      </w:r>
      <w:r>
        <w:t xml:space="preserve">, </w:t>
      </w:r>
      <w:r w:rsidR="00C855EF" w:rsidRPr="00AA04A0">
        <w:t>me dit-il</w:t>
      </w:r>
      <w:r>
        <w:t xml:space="preserve">, </w:t>
      </w:r>
      <w:r w:rsidR="00C855EF" w:rsidRPr="00AA04A0">
        <w:t>et pendant la journée nous planerons</w:t>
      </w:r>
      <w:r>
        <w:t xml:space="preserve">, </w:t>
      </w:r>
      <w:r w:rsidR="00C855EF" w:rsidRPr="00AA04A0">
        <w:t>immobiles</w:t>
      </w:r>
      <w:r>
        <w:t xml:space="preserve">, </w:t>
      </w:r>
      <w:r w:rsidR="00C855EF" w:rsidRPr="00AA04A0">
        <w:t>au-dessus de New-York</w:t>
      </w:r>
      <w:r>
        <w:t>.</w:t>
      </w:r>
    </w:p>
    <w:p w14:paraId="0B2AEC3C" w14:textId="77777777" w:rsidR="00EA052C" w:rsidRDefault="00EA052C" w:rsidP="00C855EF">
      <w:r>
        <w:t>— </w:t>
      </w:r>
      <w:r w:rsidR="00C855EF" w:rsidRPr="00AA04A0">
        <w:t>Pourquoi cela</w:t>
      </w:r>
      <w:r>
        <w:t xml:space="preserve"> ? </w:t>
      </w:r>
      <w:r w:rsidR="00C855EF" w:rsidRPr="00AA04A0">
        <w:t>m</w:t>
      </w:r>
      <w:r>
        <w:t>’</w:t>
      </w:r>
      <w:r w:rsidR="00C855EF" w:rsidRPr="00AA04A0">
        <w:t>écriai-je stupéfait à cette idée</w:t>
      </w:r>
      <w:r>
        <w:t>.</w:t>
      </w:r>
    </w:p>
    <w:p w14:paraId="31567D50" w14:textId="77777777" w:rsidR="00EA052C" w:rsidRDefault="00EA052C" w:rsidP="00C855EF">
      <w:r>
        <w:t>— </w:t>
      </w:r>
      <w:r w:rsidR="00C855EF" w:rsidRPr="00AA04A0">
        <w:t>Parce que nous prouverons que nous partons armés de toutes les chances humaines et mécaniques</w:t>
      </w:r>
      <w:r>
        <w:t xml:space="preserve">. </w:t>
      </w:r>
      <w:r w:rsidR="00C855EF" w:rsidRPr="00AA04A0">
        <w:t xml:space="preserve">Cette station </w:t>
      </w:r>
      <w:r w:rsidR="00C855EF" w:rsidRPr="00AA04A0">
        <w:lastRenderedPageBreak/>
        <w:t>d</w:t>
      </w:r>
      <w:r>
        <w:t>’</w:t>
      </w:r>
      <w:r w:rsidR="00C855EF" w:rsidRPr="00AA04A0">
        <w:t>une journée montrera de quelle résistance sera l</w:t>
      </w:r>
      <w:r>
        <w:t>’</w:t>
      </w:r>
      <w:r w:rsidR="00C855EF" w:rsidRPr="00AA04A0">
        <w:t>aéroplane</w:t>
      </w:r>
      <w:r>
        <w:t xml:space="preserve">. </w:t>
      </w:r>
      <w:r w:rsidR="00C855EF" w:rsidRPr="00AA04A0">
        <w:t>La nuit venue</w:t>
      </w:r>
      <w:r>
        <w:t xml:space="preserve">, </w:t>
      </w:r>
      <w:r w:rsidR="00C855EF" w:rsidRPr="00AA04A0">
        <w:t>nous partirons</w:t>
      </w:r>
      <w:r>
        <w:t>.</w:t>
      </w:r>
    </w:p>
    <w:p w14:paraId="7AE5ACB6" w14:textId="77777777" w:rsidR="00EA052C" w:rsidRDefault="00EA052C" w:rsidP="00C855EF">
      <w:r>
        <w:t>— </w:t>
      </w:r>
      <w:r w:rsidR="00C855EF" w:rsidRPr="00AA04A0">
        <w:t>Mais comment nous guider</w:t>
      </w:r>
      <w:r>
        <w:t xml:space="preserve"> ? </w:t>
      </w:r>
      <w:r w:rsidR="00C855EF" w:rsidRPr="00AA04A0">
        <w:t xml:space="preserve">Quels points de repère prendre en cette course dans la </w:t>
      </w:r>
      <w:proofErr w:type="spellStart"/>
      <w:r w:rsidR="00C855EF" w:rsidRPr="00AA04A0">
        <w:t>ténèbre</w:t>
      </w:r>
      <w:proofErr w:type="spellEnd"/>
      <w:r>
        <w:t> ?</w:t>
      </w:r>
    </w:p>
    <w:p w14:paraId="53A2AA3A" w14:textId="77777777" w:rsidR="00EA052C" w:rsidRDefault="00EA052C" w:rsidP="00C855EF">
      <w:r>
        <w:t>— </w:t>
      </w:r>
      <w:proofErr w:type="spellStart"/>
      <w:r w:rsidR="00C855EF" w:rsidRPr="00AA04A0">
        <w:t>Veuillez vous</w:t>
      </w:r>
      <w:proofErr w:type="spellEnd"/>
      <w:r w:rsidR="00C855EF" w:rsidRPr="00AA04A0">
        <w:t xml:space="preserve"> en rapporter pour ceci à moi</w:t>
      </w:r>
      <w:r>
        <w:t xml:space="preserve">, </w:t>
      </w:r>
      <w:r w:rsidR="00C855EF" w:rsidRPr="00AA04A0">
        <w:t>gentleman</w:t>
      </w:r>
      <w:r>
        <w:t xml:space="preserve">. </w:t>
      </w:r>
      <w:r w:rsidR="00C855EF" w:rsidRPr="00AA04A0">
        <w:t>Outre que nous avons pour cela la boussole commune des nav</w:t>
      </w:r>
      <w:r w:rsidR="00C855EF" w:rsidRPr="00AA04A0">
        <w:t>i</w:t>
      </w:r>
      <w:r w:rsidR="00C855EF" w:rsidRPr="00AA04A0">
        <w:t>gateurs</w:t>
      </w:r>
      <w:r>
        <w:t xml:space="preserve">, </w:t>
      </w:r>
      <w:r w:rsidR="00C855EF" w:rsidRPr="00AA04A0">
        <w:t>nous utiliserons un appareil nouveau de mon invention qui nous guidera sûrement</w:t>
      </w:r>
      <w:r>
        <w:t>.</w:t>
      </w:r>
    </w:p>
    <w:p w14:paraId="3EC660A6" w14:textId="77777777" w:rsidR="00EA052C" w:rsidRDefault="00EA052C" w:rsidP="00C855EF">
      <w:r>
        <w:t>— </w:t>
      </w:r>
      <w:r w:rsidR="00C855EF" w:rsidRPr="00AA04A0">
        <w:t>Bien</w:t>
      </w:r>
      <w:r>
        <w:t xml:space="preserve">. </w:t>
      </w:r>
      <w:r w:rsidR="00C855EF" w:rsidRPr="00AA04A0">
        <w:t>Et ensuite</w:t>
      </w:r>
      <w:r>
        <w:t xml:space="preserve">, </w:t>
      </w:r>
      <w:r w:rsidR="00C855EF" w:rsidRPr="00AA04A0">
        <w:t>après New-York</w:t>
      </w:r>
      <w:r>
        <w:t> ?</w:t>
      </w:r>
    </w:p>
    <w:p w14:paraId="71EA1941" w14:textId="77777777" w:rsidR="00EA052C" w:rsidRDefault="00EA052C" w:rsidP="00C855EF">
      <w:r>
        <w:t>— </w:t>
      </w:r>
      <w:r w:rsidR="00C855EF" w:rsidRPr="00AA04A0">
        <w:t>Nous descendrons vers Philadelphie</w:t>
      </w:r>
      <w:r>
        <w:t xml:space="preserve">, </w:t>
      </w:r>
      <w:r w:rsidR="00C855EF" w:rsidRPr="00AA04A0">
        <w:t>Washington</w:t>
      </w:r>
      <w:r>
        <w:t xml:space="preserve">, </w:t>
      </w:r>
      <w:r w:rsidR="00C855EF" w:rsidRPr="00AA04A0">
        <w:t>pour obliquer vers Saint-Louis d</w:t>
      </w:r>
      <w:r>
        <w:t>’</w:t>
      </w:r>
      <w:r w:rsidR="00C855EF" w:rsidRPr="00AA04A0">
        <w:t>où nous gagnerons Mexico</w:t>
      </w:r>
      <w:r>
        <w:t xml:space="preserve">. </w:t>
      </w:r>
      <w:r w:rsidR="00C855EF" w:rsidRPr="00AA04A0">
        <w:t>D</w:t>
      </w:r>
      <w:r>
        <w:t>’</w:t>
      </w:r>
      <w:r w:rsidR="00C855EF" w:rsidRPr="00AA04A0">
        <w:t>une traite nous cinglerons vers Caracas et du Venezuela vers Rio-de-Janeiro</w:t>
      </w:r>
      <w:r>
        <w:t xml:space="preserve">. </w:t>
      </w:r>
      <w:r w:rsidR="00C855EF" w:rsidRPr="00AA04A0">
        <w:t>Longeant la côte de l</w:t>
      </w:r>
      <w:r>
        <w:t>’</w:t>
      </w:r>
      <w:r w:rsidR="00C855EF" w:rsidRPr="00AA04A0">
        <w:t>Atlantique nous passerons par Porto-</w:t>
      </w:r>
      <w:proofErr w:type="spellStart"/>
      <w:r w:rsidR="00C855EF" w:rsidRPr="00AA04A0">
        <w:t>Allegre</w:t>
      </w:r>
      <w:proofErr w:type="spellEnd"/>
      <w:r>
        <w:t xml:space="preserve">, </w:t>
      </w:r>
      <w:r w:rsidR="00C855EF" w:rsidRPr="00AA04A0">
        <w:t>Montevideo</w:t>
      </w:r>
      <w:r>
        <w:t xml:space="preserve">, </w:t>
      </w:r>
      <w:r w:rsidR="00C855EF" w:rsidRPr="00AA04A0">
        <w:t xml:space="preserve">Rio de la </w:t>
      </w:r>
      <w:proofErr w:type="spellStart"/>
      <w:r w:rsidR="00C855EF" w:rsidRPr="00AA04A0">
        <w:t>Plata</w:t>
      </w:r>
      <w:proofErr w:type="spellEnd"/>
      <w:r w:rsidR="00C855EF" w:rsidRPr="00AA04A0">
        <w:t xml:space="preserve"> et </w:t>
      </w:r>
      <w:proofErr w:type="spellStart"/>
      <w:r w:rsidR="00C855EF" w:rsidRPr="00AA04A0">
        <w:t>Buenos-Ayres</w:t>
      </w:r>
      <w:proofErr w:type="spellEnd"/>
      <w:r w:rsidR="00C855EF" w:rsidRPr="00AA04A0">
        <w:t xml:space="preserve"> avant de cingler vers la Terre de Feu et le Cap Horn où co</w:t>
      </w:r>
      <w:r w:rsidR="00C855EF" w:rsidRPr="00AA04A0">
        <w:t>m</w:t>
      </w:r>
      <w:r w:rsidR="00C855EF" w:rsidRPr="00AA04A0">
        <w:t>mencera la seconde partie de notre voyage aérien</w:t>
      </w:r>
      <w:r>
        <w:t>.</w:t>
      </w:r>
    </w:p>
    <w:p w14:paraId="3DCB18BE" w14:textId="77777777" w:rsidR="00EA052C" w:rsidRDefault="00EA052C" w:rsidP="00C855EF">
      <w:r>
        <w:t>— </w:t>
      </w:r>
      <w:r w:rsidR="00C855EF" w:rsidRPr="00AA04A0">
        <w:t>La seconde partie</w:t>
      </w:r>
      <w:r>
        <w:t xml:space="preserve"> ? </w:t>
      </w:r>
      <w:r w:rsidR="00C855EF" w:rsidRPr="00AA04A0">
        <w:t>Que voulez-vous dire</w:t>
      </w:r>
      <w:r>
        <w:t xml:space="preserve">, </w:t>
      </w:r>
      <w:proofErr w:type="spellStart"/>
      <w:r w:rsidR="00C855EF" w:rsidRPr="00AA04A0">
        <w:t>Kleampton</w:t>
      </w:r>
      <w:proofErr w:type="spellEnd"/>
      <w:r>
        <w:t> ?</w:t>
      </w:r>
    </w:p>
    <w:p w14:paraId="7590D43A" w14:textId="77777777" w:rsidR="00EA052C" w:rsidRDefault="00EA052C" w:rsidP="00C855EF">
      <w:r>
        <w:t>— </w:t>
      </w:r>
      <w:r w:rsidR="00C855EF" w:rsidRPr="00AA04A0">
        <w:t>Rien qui ne soit simple</w:t>
      </w:r>
      <w:r>
        <w:t xml:space="preserve">, </w:t>
      </w:r>
      <w:r w:rsidR="00C855EF" w:rsidRPr="00AA04A0">
        <w:t>gentleman</w:t>
      </w:r>
      <w:r>
        <w:t xml:space="preserve">. </w:t>
      </w:r>
      <w:r w:rsidR="00C855EF" w:rsidRPr="00AA04A0">
        <w:t>Avez-vous observé que de Long-Island en Patagonie notre voie aérienne suit la voie terrestre et que nous ne traversons aucune vaste étendue m</w:t>
      </w:r>
      <w:r w:rsidR="00C855EF" w:rsidRPr="00AA04A0">
        <w:t>a</w:t>
      </w:r>
      <w:r w:rsidR="00C855EF" w:rsidRPr="00AA04A0">
        <w:t>rine</w:t>
      </w:r>
      <w:r>
        <w:t> ?</w:t>
      </w:r>
    </w:p>
    <w:p w14:paraId="0E571430" w14:textId="77777777" w:rsidR="00EA052C" w:rsidRDefault="00EA052C" w:rsidP="00C855EF">
      <w:r>
        <w:t>— </w:t>
      </w:r>
      <w:r w:rsidR="00C855EF" w:rsidRPr="00AA04A0">
        <w:t>Oui</w:t>
      </w:r>
      <w:r>
        <w:t xml:space="preserve">. </w:t>
      </w:r>
      <w:r w:rsidR="00C855EF" w:rsidRPr="00AA04A0">
        <w:t>Eh bien</w:t>
      </w:r>
      <w:r>
        <w:t> ?</w:t>
      </w:r>
    </w:p>
    <w:p w14:paraId="5D280D65" w14:textId="53860BEC" w:rsidR="00EA052C" w:rsidRDefault="00EA052C" w:rsidP="00C855EF">
      <w:r>
        <w:t>— </w:t>
      </w:r>
      <w:r w:rsidR="00C855EF" w:rsidRPr="00AA04A0">
        <w:t>Donc</w:t>
      </w:r>
      <w:r>
        <w:t xml:space="preserve">, </w:t>
      </w:r>
      <w:r w:rsidR="00C855EF" w:rsidRPr="00AA04A0">
        <w:t>si nous arrivons en vue des îles Falkland sans acc</w:t>
      </w:r>
      <w:r w:rsidR="00C855EF" w:rsidRPr="00AA04A0">
        <w:t>i</w:t>
      </w:r>
      <w:r w:rsidR="00C855EF" w:rsidRPr="00AA04A0">
        <w:t>dents</w:t>
      </w:r>
      <w:r>
        <w:t xml:space="preserve">, </w:t>
      </w:r>
      <w:r w:rsidR="00C855EF" w:rsidRPr="00AA04A0">
        <w:t>ce sera la preuve formelle</w:t>
      </w:r>
      <w:r>
        <w:t xml:space="preserve">, </w:t>
      </w:r>
      <w:r w:rsidR="00C855EF" w:rsidRPr="00AA04A0">
        <w:t>évidente</w:t>
      </w:r>
      <w:r>
        <w:t xml:space="preserve">, </w:t>
      </w:r>
      <w:r w:rsidR="00C855EF" w:rsidRPr="00AA04A0">
        <w:t>et indéniable</w:t>
      </w:r>
      <w:r>
        <w:t xml:space="preserve">, </w:t>
      </w:r>
      <w:r w:rsidR="00C855EF" w:rsidRPr="00AA04A0">
        <w:t>que nous pouvons sans crainte accomplir la traversée du Pacifique vers le point où Cook s</w:t>
      </w:r>
      <w:r>
        <w:t>’</w:t>
      </w:r>
      <w:r w:rsidR="00C855EF" w:rsidRPr="00AA04A0">
        <w:t>arrêta</w:t>
      </w:r>
      <w:r>
        <w:t xml:space="preserve">, </w:t>
      </w:r>
      <w:r w:rsidR="00C855EF" w:rsidRPr="00AA04A0">
        <w:t>au 7</w:t>
      </w:r>
      <w:r w:rsidRPr="00AA04A0">
        <w:t>1</w:t>
      </w:r>
      <w:r w:rsidRPr="00EA052C">
        <w:rPr>
          <w:szCs w:val="32"/>
          <w:vertAlign w:val="superscript"/>
        </w:rPr>
        <w:t>e</w:t>
      </w:r>
      <w:r w:rsidR="00C855EF" w:rsidRPr="00AA04A0">
        <w:t xml:space="preserve"> parallèle</w:t>
      </w:r>
      <w:r>
        <w:t xml:space="preserve">, </w:t>
      </w:r>
      <w:r w:rsidR="00C855EF" w:rsidRPr="00AA04A0">
        <w:t>ou vers le 7</w:t>
      </w:r>
      <w:r w:rsidRPr="00AA04A0">
        <w:t>8</w:t>
      </w:r>
      <w:r w:rsidRPr="00EA052C">
        <w:rPr>
          <w:szCs w:val="32"/>
          <w:vertAlign w:val="superscript"/>
        </w:rPr>
        <w:t>e</w:t>
      </w:r>
      <w:r w:rsidR="00C855EF" w:rsidRPr="00AA04A0">
        <w:t xml:space="preserve"> que ne dépassa point en 1900 </w:t>
      </w:r>
      <w:proofErr w:type="spellStart"/>
      <w:r w:rsidR="00C855EF" w:rsidRPr="00AA04A0">
        <w:t>Borchgrevinck</w:t>
      </w:r>
      <w:proofErr w:type="spellEnd"/>
      <w:r>
        <w:t xml:space="preserve">. </w:t>
      </w:r>
      <w:r w:rsidR="00C855EF" w:rsidRPr="00AA04A0">
        <w:t xml:space="preserve">Vous </w:t>
      </w:r>
      <w:r w:rsidR="00C855EF" w:rsidRPr="00AA04A0">
        <w:lastRenderedPageBreak/>
        <w:t>pouvez choisir</w:t>
      </w:r>
      <w:r>
        <w:t xml:space="preserve">, </w:t>
      </w:r>
      <w:r w:rsidR="00C855EF" w:rsidRPr="00AA04A0">
        <w:t>c</w:t>
      </w:r>
      <w:r>
        <w:t>’</w:t>
      </w:r>
      <w:r w:rsidR="00C855EF" w:rsidRPr="00AA04A0">
        <w:t>est une question de goût</w:t>
      </w:r>
      <w:r>
        <w:t xml:space="preserve">. </w:t>
      </w:r>
      <w:r w:rsidR="00C855EF" w:rsidRPr="00AA04A0">
        <w:t>Il ne nous reste qu</w:t>
      </w:r>
      <w:r>
        <w:t>’</w:t>
      </w:r>
      <w:r w:rsidR="00C855EF" w:rsidRPr="00AA04A0">
        <w:t>à nous méfier du pôle</w:t>
      </w:r>
      <w:r>
        <w:t xml:space="preserve">. </w:t>
      </w:r>
      <w:r w:rsidR="00C855EF" w:rsidRPr="00AA04A0">
        <w:t>Il est pareil au buisson d</w:t>
      </w:r>
      <w:r>
        <w:t>’</w:t>
      </w:r>
      <w:r w:rsidR="00C855EF" w:rsidRPr="00AA04A0">
        <w:t>épines</w:t>
      </w:r>
      <w:r>
        <w:t xml:space="preserve">. </w:t>
      </w:r>
      <w:r w:rsidR="00C855EF" w:rsidRPr="00AA04A0">
        <w:t>Voilà gentleman</w:t>
      </w:r>
      <w:r>
        <w:t>.</w:t>
      </w:r>
    </w:p>
    <w:p w14:paraId="062643EB" w14:textId="77777777" w:rsidR="00EA052C" w:rsidRDefault="00EA052C" w:rsidP="00C855EF">
      <w:r>
        <w:t>— </w:t>
      </w:r>
      <w:r w:rsidR="00C855EF" w:rsidRPr="00AA04A0">
        <w:t>Et</w:t>
      </w:r>
      <w:r>
        <w:t xml:space="preserve">, </w:t>
      </w:r>
      <w:r w:rsidR="00C855EF" w:rsidRPr="00AA04A0">
        <w:t xml:space="preserve">après le point de </w:t>
      </w:r>
      <w:proofErr w:type="spellStart"/>
      <w:r w:rsidR="00C855EF" w:rsidRPr="00AA04A0">
        <w:t>Borchgrevinck</w:t>
      </w:r>
      <w:proofErr w:type="spellEnd"/>
      <w:r>
        <w:t xml:space="preserve">, </w:t>
      </w:r>
      <w:r w:rsidR="00C855EF" w:rsidRPr="00AA04A0">
        <w:t>où nous dirigerons-nous</w:t>
      </w:r>
      <w:r>
        <w:t xml:space="preserve">, </w:t>
      </w:r>
      <w:r w:rsidR="00C855EF" w:rsidRPr="00AA04A0">
        <w:t xml:space="preserve">master </w:t>
      </w:r>
      <w:proofErr w:type="spellStart"/>
      <w:r w:rsidR="00C855EF" w:rsidRPr="00AA04A0">
        <w:t>Kleampton</w:t>
      </w:r>
      <w:proofErr w:type="spellEnd"/>
      <w:r>
        <w:t> ?</w:t>
      </w:r>
    </w:p>
    <w:p w14:paraId="264C309B" w14:textId="77777777" w:rsidR="00EA052C" w:rsidRDefault="00EA052C" w:rsidP="00C855EF">
      <w:r>
        <w:t>— </w:t>
      </w:r>
      <w:r w:rsidR="00C855EF" w:rsidRPr="00AA04A0">
        <w:t>Là</w:t>
      </w:r>
      <w:r>
        <w:t xml:space="preserve">, </w:t>
      </w:r>
      <w:r w:rsidR="00C855EF" w:rsidRPr="00AA04A0">
        <w:t>dit laconiquement l</w:t>
      </w:r>
      <w:r>
        <w:t>’</w:t>
      </w:r>
      <w:r w:rsidR="00C855EF" w:rsidRPr="00AA04A0">
        <w:t>ingénieur</w:t>
      </w:r>
      <w:r>
        <w:t>.</w:t>
      </w:r>
    </w:p>
    <w:p w14:paraId="6E908F37" w14:textId="77777777" w:rsidR="00EA052C" w:rsidRDefault="00C855EF" w:rsidP="00C855EF">
      <w:r w:rsidRPr="00AA04A0">
        <w:t>Je compris tout naturellement qu</w:t>
      </w:r>
      <w:r w:rsidR="00EA052C">
        <w:t>’</w:t>
      </w:r>
      <w:r w:rsidRPr="00AA04A0">
        <w:t>il entendait désigner le Pôle</w:t>
      </w:r>
      <w:r w:rsidR="00EA052C">
        <w:t>.</w:t>
      </w:r>
    </w:p>
    <w:p w14:paraId="4EF97919" w14:textId="77777777" w:rsidR="00EA052C" w:rsidRDefault="00EA052C" w:rsidP="00C855EF">
      <w:r>
        <w:t>— </w:t>
      </w:r>
      <w:r w:rsidR="00C855EF" w:rsidRPr="00AA04A0">
        <w:t>Et le pôle atteint</w:t>
      </w:r>
      <w:r>
        <w:t> ?</w:t>
      </w:r>
    </w:p>
    <w:p w14:paraId="6135634A" w14:textId="77777777" w:rsidR="00EA052C" w:rsidRDefault="00EA052C" w:rsidP="00C855EF">
      <w:r>
        <w:t>— </w:t>
      </w:r>
      <w:r w:rsidR="00C855EF" w:rsidRPr="00AA04A0">
        <w:t>Si nous marchons en ligne droite du point de Cook nous atteindrons l</w:t>
      </w:r>
      <w:r>
        <w:t>’</w:t>
      </w:r>
      <w:r w:rsidR="00C855EF" w:rsidRPr="00AA04A0">
        <w:t>Océan Indien</w:t>
      </w:r>
      <w:r>
        <w:t xml:space="preserve">. </w:t>
      </w:r>
      <w:r w:rsidR="00C855EF" w:rsidRPr="00AA04A0">
        <w:t>Si</w:t>
      </w:r>
      <w:r>
        <w:t xml:space="preserve">, </w:t>
      </w:r>
      <w:r w:rsidR="00C855EF" w:rsidRPr="00AA04A0">
        <w:t xml:space="preserve">au contraire nous partons du point de </w:t>
      </w:r>
      <w:proofErr w:type="spellStart"/>
      <w:r w:rsidR="00C855EF" w:rsidRPr="00AA04A0">
        <w:t>Borchgrevinck</w:t>
      </w:r>
      <w:proofErr w:type="spellEnd"/>
      <w:r w:rsidR="00C855EF" w:rsidRPr="00AA04A0">
        <w:t xml:space="preserve"> nous parviendrons au Cap</w:t>
      </w:r>
      <w:r>
        <w:t xml:space="preserve">, </w:t>
      </w:r>
      <w:r w:rsidR="00C855EF" w:rsidRPr="00AA04A0">
        <w:t>selon toute probabilité</w:t>
      </w:r>
      <w:r>
        <w:t>.</w:t>
      </w:r>
    </w:p>
    <w:p w14:paraId="1B654B68" w14:textId="77777777" w:rsidR="00EA052C" w:rsidRDefault="00EA052C" w:rsidP="00C855EF">
      <w:r>
        <w:t>— </w:t>
      </w:r>
      <w:r w:rsidR="00C855EF" w:rsidRPr="00AA04A0">
        <w:t>Dites-moi</w:t>
      </w:r>
      <w:r>
        <w:t xml:space="preserve">, </w:t>
      </w:r>
      <w:proofErr w:type="spellStart"/>
      <w:r w:rsidR="00C855EF" w:rsidRPr="00AA04A0">
        <w:t>Kleampton</w:t>
      </w:r>
      <w:proofErr w:type="spellEnd"/>
      <w:r>
        <w:t xml:space="preserve">, </w:t>
      </w:r>
      <w:r w:rsidR="00C855EF" w:rsidRPr="00AA04A0">
        <w:t>que pensez-vous que nous trouv</w:t>
      </w:r>
      <w:r w:rsidR="00C855EF" w:rsidRPr="00AA04A0">
        <w:t>e</w:t>
      </w:r>
      <w:r w:rsidR="00C855EF" w:rsidRPr="00AA04A0">
        <w:t>rons au Pôle</w:t>
      </w:r>
      <w:r>
        <w:t> ?</w:t>
      </w:r>
    </w:p>
    <w:p w14:paraId="68C0AAA3" w14:textId="77777777" w:rsidR="00EA052C" w:rsidRDefault="00EA052C" w:rsidP="00C855EF">
      <w:r>
        <w:t>— </w:t>
      </w:r>
      <w:r w:rsidR="00C855EF" w:rsidRPr="00AA04A0">
        <w:t>Et vous</w:t>
      </w:r>
      <w:r>
        <w:t xml:space="preserve">, </w:t>
      </w:r>
      <w:r w:rsidR="00C855EF" w:rsidRPr="00AA04A0">
        <w:t>gentleman</w:t>
      </w:r>
      <w:r>
        <w:t xml:space="preserve">, </w:t>
      </w:r>
      <w:r w:rsidR="00C855EF" w:rsidRPr="00AA04A0">
        <w:t>dites-moi</w:t>
      </w:r>
      <w:r>
        <w:t xml:space="preserve">, </w:t>
      </w:r>
      <w:r w:rsidR="00C855EF" w:rsidRPr="00AA04A0">
        <w:t>qu</w:t>
      </w:r>
      <w:r>
        <w:t>’</w:t>
      </w:r>
      <w:r w:rsidR="00C855EF" w:rsidRPr="00AA04A0">
        <w:t>en pensez-vous</w:t>
      </w:r>
      <w:r>
        <w:t> ?</w:t>
      </w:r>
    </w:p>
    <w:p w14:paraId="540D82B2" w14:textId="77777777" w:rsidR="00EA052C" w:rsidRDefault="00EA052C" w:rsidP="00C855EF">
      <w:r>
        <w:t>— </w:t>
      </w:r>
      <w:r w:rsidR="00C855EF" w:rsidRPr="00AA04A0">
        <w:t>Rien</w:t>
      </w:r>
      <w:r>
        <w:t xml:space="preserve">, </w:t>
      </w:r>
      <w:proofErr w:type="spellStart"/>
      <w:r w:rsidR="00C855EF" w:rsidRPr="00AA04A0">
        <w:t>Kleampton</w:t>
      </w:r>
      <w:proofErr w:type="spellEnd"/>
      <w:r>
        <w:t>.</w:t>
      </w:r>
    </w:p>
    <w:p w14:paraId="4CC0FD5A" w14:textId="22D7BB25" w:rsidR="00EA052C" w:rsidRDefault="00EA052C" w:rsidP="00C855EF">
      <w:r>
        <w:t>— </w:t>
      </w:r>
      <w:r w:rsidR="00C855EF" w:rsidRPr="00AA04A0">
        <w:t>En ce cas</w:t>
      </w:r>
      <w:r>
        <w:t xml:space="preserve">, </w:t>
      </w:r>
      <w:r w:rsidR="00C855EF" w:rsidRPr="00AA04A0">
        <w:t>permettez-moi de vous rappeler notre voyage sur la ligne de l</w:t>
      </w:r>
      <w:r>
        <w:t>’</w:t>
      </w:r>
      <w:r w:rsidR="00C855EF" w:rsidRPr="00AA04A0">
        <w:t>Arkansas</w:t>
      </w:r>
      <w:r>
        <w:t xml:space="preserve">. </w:t>
      </w:r>
      <w:r w:rsidR="00C855EF" w:rsidRPr="00AA04A0">
        <w:t>Sur le quai de la gare de Baltimore</w:t>
      </w:r>
      <w:r>
        <w:t xml:space="preserve">, </w:t>
      </w:r>
      <w:r w:rsidR="00C855EF" w:rsidRPr="00AA04A0">
        <w:t>vous disais-je</w:t>
      </w:r>
      <w:r>
        <w:t xml:space="preserve">, </w:t>
      </w:r>
      <w:r w:rsidR="00C855EF" w:rsidRPr="00AA04A0">
        <w:t>je vous donnerai l</w:t>
      </w:r>
      <w:r>
        <w:t>’</w:t>
      </w:r>
      <w:r w:rsidR="00C855EF" w:rsidRPr="00AA04A0">
        <w:t>explication de la mystérieuse attaque du train</w:t>
      </w:r>
      <w:r>
        <w:t xml:space="preserve">. </w:t>
      </w:r>
      <w:r w:rsidR="00C855EF" w:rsidRPr="00AA04A0">
        <w:t>Eh bien</w:t>
      </w:r>
      <w:r>
        <w:t xml:space="preserve">, </w:t>
      </w:r>
      <w:r w:rsidR="00C855EF" w:rsidRPr="00AA04A0">
        <w:t>cette fois</w:t>
      </w:r>
      <w:r>
        <w:t xml:space="preserve">, </w:t>
      </w:r>
      <w:r w:rsidR="00C855EF" w:rsidRPr="00AA04A0">
        <w:t>gentleman</w:t>
      </w:r>
      <w:r>
        <w:t xml:space="preserve">, </w:t>
      </w:r>
      <w:r w:rsidR="00C855EF" w:rsidRPr="00AA04A0">
        <w:t>je vous dis ceci</w:t>
      </w:r>
      <w:r>
        <w:t xml:space="preserve"> : </w:t>
      </w:r>
      <w:r w:rsidR="00C855EF" w:rsidRPr="00AA04A0">
        <w:t>quand nous serons parvenus au 12</w:t>
      </w:r>
      <w:r w:rsidRPr="00AA04A0">
        <w:t>0</w:t>
      </w:r>
      <w:r w:rsidRPr="00EA052C">
        <w:rPr>
          <w:szCs w:val="32"/>
          <w:vertAlign w:val="superscript"/>
        </w:rPr>
        <w:t>e</w:t>
      </w:r>
      <w:r w:rsidR="00C855EF" w:rsidRPr="00AA04A0">
        <w:t xml:space="preserve"> degré de latitude</w:t>
      </w:r>
      <w:r>
        <w:t xml:space="preserve">, </w:t>
      </w:r>
      <w:r w:rsidR="00C855EF" w:rsidRPr="00AA04A0">
        <w:t>dans les régions polaires</w:t>
      </w:r>
      <w:r>
        <w:t xml:space="preserve">, </w:t>
      </w:r>
      <w:r w:rsidR="00C855EF" w:rsidRPr="00AA04A0">
        <w:t>je vous dirai ce que je pense trouver au Pôle Sud</w:t>
      </w:r>
      <w:r>
        <w:t>.</w:t>
      </w:r>
    </w:p>
    <w:p w14:paraId="5FDA0484" w14:textId="77777777" w:rsidR="00EA052C" w:rsidRDefault="00C855EF" w:rsidP="00C855EF">
      <w:r w:rsidRPr="00AA04A0">
        <w:t>Et</w:t>
      </w:r>
      <w:r w:rsidR="00EA052C">
        <w:t xml:space="preserve">, </w:t>
      </w:r>
      <w:r w:rsidRPr="00AA04A0">
        <w:t>me tournant le dos</w:t>
      </w:r>
      <w:r w:rsidR="00EA052C">
        <w:t xml:space="preserve">, </w:t>
      </w:r>
      <w:r w:rsidRPr="00AA04A0">
        <w:t>il s</w:t>
      </w:r>
      <w:r w:rsidR="00EA052C">
        <w:t>’</w:t>
      </w:r>
      <w:r w:rsidRPr="00AA04A0">
        <w:t>en alla à ses calculs</w:t>
      </w:r>
      <w:r w:rsidR="00EA052C">
        <w:t>.</w:t>
      </w:r>
    </w:p>
    <w:p w14:paraId="01B676CB" w14:textId="77777777" w:rsidR="00EA052C" w:rsidRDefault="00C855EF" w:rsidP="00C855EF">
      <w:r w:rsidRPr="00AA04A0">
        <w:t>Ceci ne laissa pas de me vexer</w:t>
      </w:r>
      <w:r w:rsidR="00EA052C">
        <w:t xml:space="preserve">. </w:t>
      </w:r>
      <w:r w:rsidRPr="00AA04A0">
        <w:t>Je n</w:t>
      </w:r>
      <w:r w:rsidR="00EA052C">
        <w:t>’</w:t>
      </w:r>
      <w:r w:rsidRPr="00AA04A0">
        <w:t>étais plus le pauvre voyageur de jadis</w:t>
      </w:r>
      <w:r w:rsidR="00EA052C">
        <w:t xml:space="preserve">, </w:t>
      </w:r>
      <w:r w:rsidRPr="00AA04A0">
        <w:t>compagnon d</w:t>
      </w:r>
      <w:r w:rsidR="00EA052C">
        <w:t>’</w:t>
      </w:r>
      <w:r w:rsidRPr="00AA04A0">
        <w:t>un ingénieur portant vingt-</w:t>
      </w:r>
      <w:r w:rsidRPr="00AA04A0">
        <w:lastRenderedPageBreak/>
        <w:t>huit millions de titres cousus sous sa veste de cuir</w:t>
      </w:r>
      <w:r w:rsidR="00EA052C">
        <w:t xml:space="preserve">. </w:t>
      </w:r>
      <w:r w:rsidRPr="00AA04A0">
        <w:t>Aujourd</w:t>
      </w:r>
      <w:r w:rsidR="00EA052C">
        <w:t>’</w:t>
      </w:r>
      <w:r w:rsidRPr="00AA04A0">
        <w:t>hui je payais</w:t>
      </w:r>
      <w:r w:rsidR="00EA052C">
        <w:t xml:space="preserve">, </w:t>
      </w:r>
      <w:r w:rsidRPr="00AA04A0">
        <w:t>je voulais savoir</w:t>
      </w:r>
      <w:r w:rsidR="00EA052C">
        <w:t xml:space="preserve">. </w:t>
      </w:r>
      <w:r w:rsidRPr="00AA04A0">
        <w:t xml:space="preserve">Au moment de rejoindre </w:t>
      </w:r>
      <w:proofErr w:type="spellStart"/>
      <w:r w:rsidRPr="00AA04A0">
        <w:t>Kleampton</w:t>
      </w:r>
      <w:proofErr w:type="spellEnd"/>
      <w:r w:rsidR="00EA052C">
        <w:t xml:space="preserve">, </w:t>
      </w:r>
      <w:r w:rsidRPr="00AA04A0">
        <w:t>afin de m</w:t>
      </w:r>
      <w:r w:rsidR="00EA052C">
        <w:t>’</w:t>
      </w:r>
      <w:r w:rsidRPr="00AA04A0">
        <w:t>en expliquer avec lui</w:t>
      </w:r>
      <w:r w:rsidR="00EA052C">
        <w:t xml:space="preserve">, </w:t>
      </w:r>
      <w:r w:rsidRPr="00AA04A0">
        <w:t>un sentiment de crainte instin</w:t>
      </w:r>
      <w:r w:rsidRPr="00AA04A0">
        <w:t>c</w:t>
      </w:r>
      <w:r w:rsidRPr="00AA04A0">
        <w:t>tive me retint</w:t>
      </w:r>
      <w:r w:rsidR="00EA052C">
        <w:t xml:space="preserve">. </w:t>
      </w:r>
      <w:r w:rsidRPr="00AA04A0">
        <w:t>S</w:t>
      </w:r>
      <w:r w:rsidR="00EA052C">
        <w:t>’</w:t>
      </w:r>
      <w:r w:rsidRPr="00AA04A0">
        <w:t>il allait se fâcher</w:t>
      </w:r>
      <w:r w:rsidR="00EA052C">
        <w:t xml:space="preserve"> ? </w:t>
      </w:r>
      <w:r w:rsidRPr="00AA04A0">
        <w:t>Il me faudrait en ce cas r</w:t>
      </w:r>
      <w:r w:rsidRPr="00AA04A0">
        <w:t>e</w:t>
      </w:r>
      <w:r w:rsidRPr="00AA04A0">
        <w:t>noncer à l</w:t>
      </w:r>
      <w:r w:rsidR="00EA052C">
        <w:t>’</w:t>
      </w:r>
      <w:r w:rsidRPr="00AA04A0">
        <w:t>expédition</w:t>
      </w:r>
      <w:r w:rsidR="00EA052C">
        <w:t xml:space="preserve">, </w:t>
      </w:r>
      <w:r w:rsidRPr="00AA04A0">
        <w:t>laisser à d</w:t>
      </w:r>
      <w:r w:rsidR="00EA052C">
        <w:t>’</w:t>
      </w:r>
      <w:r w:rsidRPr="00AA04A0">
        <w:t>autres l</w:t>
      </w:r>
      <w:r w:rsidR="00EA052C">
        <w:t>’</w:t>
      </w:r>
      <w:r w:rsidRPr="00AA04A0">
        <w:t>orgueil de poser le pied sur cette farouche terre vierge et de donner leur nom à la région inconnue où ils aborderaient</w:t>
      </w:r>
      <w:r w:rsidR="00EA052C">
        <w:t xml:space="preserve">. </w:t>
      </w:r>
      <w:r w:rsidRPr="00AA04A0">
        <w:t>Ces réflexions m</w:t>
      </w:r>
      <w:r w:rsidR="00EA052C">
        <w:t>’</w:t>
      </w:r>
      <w:r w:rsidRPr="00AA04A0">
        <w:t>arrêtèrent</w:t>
      </w:r>
      <w:r w:rsidR="00EA052C">
        <w:t xml:space="preserve">, </w:t>
      </w:r>
      <w:r w:rsidRPr="00AA04A0">
        <w:t>et</w:t>
      </w:r>
      <w:r w:rsidR="00EA052C">
        <w:t xml:space="preserve">, </w:t>
      </w:r>
      <w:r w:rsidRPr="00AA04A0">
        <w:t>en prenant mon parti</w:t>
      </w:r>
      <w:r w:rsidR="00EA052C">
        <w:t xml:space="preserve">, </w:t>
      </w:r>
      <w:r w:rsidRPr="00AA04A0">
        <w:t>je me décidai à attendre l</w:t>
      </w:r>
      <w:r w:rsidR="00EA052C">
        <w:t>’</w:t>
      </w:r>
      <w:r w:rsidRPr="00AA04A0">
        <w:t>heure qu</w:t>
      </w:r>
      <w:r w:rsidR="00EA052C">
        <w:t>’</w:t>
      </w:r>
      <w:r w:rsidRPr="00AA04A0">
        <w:t>il co</w:t>
      </w:r>
      <w:r w:rsidRPr="00AA04A0">
        <w:t>n</w:t>
      </w:r>
      <w:r w:rsidRPr="00AA04A0">
        <w:t xml:space="preserve">viendrait à </w:t>
      </w:r>
      <w:proofErr w:type="spellStart"/>
      <w:r w:rsidRPr="00AA04A0">
        <w:t>Kleampton</w:t>
      </w:r>
      <w:proofErr w:type="spellEnd"/>
      <w:r w:rsidRPr="00AA04A0">
        <w:t xml:space="preserve"> de choisir pour ses décisives explic</w:t>
      </w:r>
      <w:r w:rsidRPr="00AA04A0">
        <w:t>a</w:t>
      </w:r>
      <w:r w:rsidRPr="00AA04A0">
        <w:t>tions</w:t>
      </w:r>
      <w:r w:rsidR="00EA052C">
        <w:t>.</w:t>
      </w:r>
    </w:p>
    <w:p w14:paraId="75B7BC87" w14:textId="77777777" w:rsidR="00EA052C" w:rsidRDefault="00C855EF" w:rsidP="00C855EF">
      <w:r w:rsidRPr="00AA04A0">
        <w:t>Sous le hangar du parc les travaux de l</w:t>
      </w:r>
      <w:r w:rsidR="00EA052C">
        <w:t>’</w:t>
      </w:r>
      <w:r w:rsidRPr="00AA04A0">
        <w:t>aéroplane furent poussés avec une activité fébrile et nerveuse</w:t>
      </w:r>
      <w:r w:rsidR="00EA052C">
        <w:t>.</w:t>
      </w:r>
    </w:p>
    <w:p w14:paraId="3AEB19CA" w14:textId="77777777" w:rsidR="00EA052C" w:rsidRDefault="00C855EF" w:rsidP="00C855EF">
      <w:r w:rsidRPr="00AA04A0">
        <w:t>Au bout de quinze jours le vaisseau aérien prit forme et sur les tiges d</w:t>
      </w:r>
      <w:r w:rsidR="00EA052C">
        <w:t>’</w:t>
      </w:r>
      <w:r w:rsidRPr="00AA04A0">
        <w:t>aluminium réunies par les cercles la toile goudronnée fut tendue</w:t>
      </w:r>
      <w:r w:rsidR="00EA052C">
        <w:t>.</w:t>
      </w:r>
    </w:p>
    <w:p w14:paraId="5CEF0EA9" w14:textId="77777777" w:rsidR="00EA052C" w:rsidRDefault="00C855EF" w:rsidP="00C855EF">
      <w:r w:rsidRPr="00AA04A0">
        <w:t>Cela affectait la forme d</w:t>
      </w:r>
      <w:r w:rsidR="00EA052C">
        <w:t>’</w:t>
      </w:r>
      <w:r w:rsidRPr="00AA04A0">
        <w:t>un énorme fuseau long de soixante-quinze mètres</w:t>
      </w:r>
      <w:r w:rsidR="00EA052C">
        <w:t xml:space="preserve">, </w:t>
      </w:r>
      <w:r w:rsidRPr="00AA04A0">
        <w:t>d</w:t>
      </w:r>
      <w:r w:rsidR="00EA052C">
        <w:t>’</w:t>
      </w:r>
      <w:r w:rsidRPr="00AA04A0">
        <w:t>une résistance à toute épreuve</w:t>
      </w:r>
      <w:r w:rsidR="00EA052C">
        <w:t>.</w:t>
      </w:r>
    </w:p>
    <w:p w14:paraId="0B39B47F" w14:textId="77777777" w:rsidR="00EA052C" w:rsidRDefault="00C855EF" w:rsidP="00C855EF">
      <w:r w:rsidRPr="00AA04A0">
        <w:t>Protégée par la cuirasse d</w:t>
      </w:r>
      <w:r w:rsidR="00EA052C">
        <w:t>’</w:t>
      </w:r>
      <w:r w:rsidRPr="00AA04A0">
        <w:t>aluminium une autre toile go</w:t>
      </w:r>
      <w:r w:rsidRPr="00AA04A0">
        <w:t>u</w:t>
      </w:r>
      <w:r w:rsidRPr="00AA04A0">
        <w:t>dronnée se gonflait mollement sous la première</w:t>
      </w:r>
      <w:r w:rsidR="00EA052C">
        <w:t xml:space="preserve">. </w:t>
      </w:r>
      <w:r w:rsidRPr="00AA04A0">
        <w:t>Les tiges d</w:t>
      </w:r>
      <w:r w:rsidR="00EA052C">
        <w:t>’</w:t>
      </w:r>
      <w:r w:rsidRPr="00AA04A0">
        <w:t>aluminium étaient à la fois flexibles et résistantes</w:t>
      </w:r>
      <w:r w:rsidR="00EA052C">
        <w:t xml:space="preserve">, </w:t>
      </w:r>
      <w:r w:rsidRPr="00AA04A0">
        <w:t>car par l</w:t>
      </w:r>
      <w:r w:rsidR="00EA052C">
        <w:t>’</w:t>
      </w:r>
      <w:r w:rsidRPr="00AA04A0">
        <w:t>électricité on avait soudé leurs pôles extrêmes à la zone neutre du métal</w:t>
      </w:r>
      <w:r w:rsidR="00EA052C">
        <w:t>.</w:t>
      </w:r>
    </w:p>
    <w:p w14:paraId="61F2F7F4" w14:textId="77777777" w:rsidR="00EA052C" w:rsidRDefault="00C855EF" w:rsidP="00C855EF">
      <w:r w:rsidRPr="00AA04A0">
        <w:t>Hissé à des échelles de cordes suspendues à la toiture et pareil à un énorme écureuil affairé</w:t>
      </w:r>
      <w:r w:rsidR="00EA052C">
        <w:t xml:space="preserve">, </w:t>
      </w:r>
      <w:r w:rsidRPr="00AA04A0">
        <w:t xml:space="preserve">Toby </w:t>
      </w:r>
      <w:proofErr w:type="spellStart"/>
      <w:r w:rsidRPr="00AA04A0">
        <w:t>Kleampton</w:t>
      </w:r>
      <w:proofErr w:type="spellEnd"/>
      <w:r w:rsidR="00EA052C">
        <w:t xml:space="preserve">, </w:t>
      </w:r>
      <w:r w:rsidRPr="00AA04A0">
        <w:t>ses chiffres à la main</w:t>
      </w:r>
      <w:r w:rsidR="00EA052C">
        <w:t xml:space="preserve">, </w:t>
      </w:r>
      <w:r w:rsidRPr="00AA04A0">
        <w:t>examinait les moindres détails</w:t>
      </w:r>
      <w:r w:rsidR="00EA052C">
        <w:t xml:space="preserve">, </w:t>
      </w:r>
      <w:r w:rsidRPr="00AA04A0">
        <w:t>comparait</w:t>
      </w:r>
      <w:r w:rsidR="00EA052C">
        <w:t xml:space="preserve">, </w:t>
      </w:r>
      <w:r w:rsidRPr="00AA04A0">
        <w:t>vérifiait</w:t>
      </w:r>
      <w:r w:rsidR="00EA052C">
        <w:t xml:space="preserve">. </w:t>
      </w:r>
      <w:r w:rsidRPr="00AA04A0">
        <w:t>Il ne blâmait ni ne louait ses ouvriers</w:t>
      </w:r>
      <w:r w:rsidR="00EA052C">
        <w:t xml:space="preserve">. </w:t>
      </w:r>
      <w:r w:rsidRPr="00AA04A0">
        <w:t>D</w:t>
      </w:r>
      <w:r w:rsidR="00EA052C">
        <w:t>’</w:t>
      </w:r>
      <w:r w:rsidRPr="00AA04A0">
        <w:t>une parole brève il commandait</w:t>
      </w:r>
      <w:r w:rsidR="00EA052C">
        <w:t> :</w:t>
      </w:r>
    </w:p>
    <w:p w14:paraId="67F2978B" w14:textId="77777777" w:rsidR="00EA052C" w:rsidRDefault="00EA052C" w:rsidP="00C855EF">
      <w:r>
        <w:t>— </w:t>
      </w:r>
      <w:r w:rsidR="00C855EF" w:rsidRPr="00AA04A0">
        <w:t>Ceci à recommencer</w:t>
      </w:r>
      <w:r>
        <w:t xml:space="preserve"> ; </w:t>
      </w:r>
      <w:r w:rsidR="00C855EF" w:rsidRPr="00AA04A0">
        <w:t>cela à ajouter</w:t>
      </w:r>
      <w:r>
        <w:t>.</w:t>
      </w:r>
    </w:p>
    <w:p w14:paraId="5BB219A3" w14:textId="77777777" w:rsidR="00EA052C" w:rsidRDefault="00C855EF" w:rsidP="00C855EF">
      <w:r w:rsidRPr="00AA04A0">
        <w:t>On travaillait dans un impressionnant silence</w:t>
      </w:r>
      <w:r w:rsidR="00EA052C">
        <w:t>.</w:t>
      </w:r>
    </w:p>
    <w:p w14:paraId="25E0CF0F" w14:textId="77777777" w:rsidR="00EA052C" w:rsidRDefault="00C855EF" w:rsidP="00C855EF">
      <w:r w:rsidRPr="00AA04A0">
        <w:lastRenderedPageBreak/>
        <w:t>Chaque soir</w:t>
      </w:r>
      <w:r w:rsidR="00EA052C">
        <w:t xml:space="preserve">, </w:t>
      </w:r>
      <w:r w:rsidRPr="00AA04A0">
        <w:t>après le départ des ouvriers</w:t>
      </w:r>
      <w:r w:rsidR="00EA052C">
        <w:t xml:space="preserve">, </w:t>
      </w:r>
      <w:r w:rsidRPr="00AA04A0">
        <w:t>j</w:t>
      </w:r>
      <w:r w:rsidR="00EA052C">
        <w:t>’</w:t>
      </w:r>
      <w:r w:rsidRPr="00AA04A0">
        <w:t>allais examiner les fermetures du hangar</w:t>
      </w:r>
      <w:r w:rsidR="00EA052C">
        <w:t xml:space="preserve">, </w:t>
      </w:r>
      <w:r w:rsidRPr="00AA04A0">
        <w:t>redoutant toujours un vol ou une i</w:t>
      </w:r>
      <w:r w:rsidRPr="00AA04A0">
        <w:t>n</w:t>
      </w:r>
      <w:r w:rsidRPr="00AA04A0">
        <w:t>trusion suspecte</w:t>
      </w:r>
      <w:r w:rsidR="00EA052C">
        <w:t xml:space="preserve">. </w:t>
      </w:r>
      <w:r w:rsidRPr="00AA04A0">
        <w:t>Je fermais tout avec soin</w:t>
      </w:r>
      <w:r w:rsidR="00EA052C">
        <w:t xml:space="preserve">, </w:t>
      </w:r>
      <w:r w:rsidRPr="00AA04A0">
        <w:t>car j</w:t>
      </w:r>
      <w:r w:rsidR="00EA052C">
        <w:t>’</w:t>
      </w:r>
      <w:r w:rsidRPr="00AA04A0">
        <w:t>étais devenu méfiant à l</w:t>
      </w:r>
      <w:r w:rsidR="00EA052C">
        <w:t>’</w:t>
      </w:r>
      <w:r w:rsidRPr="00AA04A0">
        <w:t>excès et je montais véritablement la garde autour de l</w:t>
      </w:r>
      <w:r w:rsidR="00EA052C">
        <w:t>’</w:t>
      </w:r>
      <w:r w:rsidRPr="00AA04A0">
        <w:t>aéroplane</w:t>
      </w:r>
      <w:r w:rsidR="00EA052C">
        <w:t>.</w:t>
      </w:r>
    </w:p>
    <w:p w14:paraId="4EEE261F" w14:textId="77777777" w:rsidR="00EA052C" w:rsidRDefault="00C855EF" w:rsidP="00C855EF">
      <w:r w:rsidRPr="00AA04A0">
        <w:t>Enfin</w:t>
      </w:r>
      <w:r w:rsidR="00EA052C">
        <w:t xml:space="preserve">, </w:t>
      </w:r>
      <w:r w:rsidRPr="00AA04A0">
        <w:t>après un mois de labeur acharné</w:t>
      </w:r>
      <w:r w:rsidR="00EA052C">
        <w:t xml:space="preserve">, </w:t>
      </w:r>
      <w:r w:rsidRPr="00AA04A0">
        <w:t>le ballon fut mo</w:t>
      </w:r>
      <w:r w:rsidRPr="00AA04A0">
        <w:t>n</w:t>
      </w:r>
      <w:r w:rsidRPr="00AA04A0">
        <w:t>té</w:t>
      </w:r>
      <w:r w:rsidR="00EA052C">
        <w:t xml:space="preserve">. </w:t>
      </w:r>
      <w:r w:rsidRPr="00AA04A0">
        <w:t>Attaché par des câbles de chanvre huilé il se balançait do</w:t>
      </w:r>
      <w:r w:rsidRPr="00AA04A0">
        <w:t>u</w:t>
      </w:r>
      <w:r w:rsidRPr="00AA04A0">
        <w:t>cement à la mi-hauteur du hangar</w:t>
      </w:r>
      <w:r w:rsidR="00EA052C">
        <w:t xml:space="preserve">, </w:t>
      </w:r>
      <w:r w:rsidRPr="00AA04A0">
        <w:t>réunissant par une dispos</w:t>
      </w:r>
      <w:r w:rsidRPr="00AA04A0">
        <w:t>i</w:t>
      </w:r>
      <w:r w:rsidRPr="00AA04A0">
        <w:t>tion ingénieuse les principes du ballon à gaz et des aviateurs modernes et combinant les qualités du ballon dirigeable le plus perfectionné avec celles de la machine volante la plus ingénie</w:t>
      </w:r>
      <w:r w:rsidRPr="00AA04A0">
        <w:t>u</w:t>
      </w:r>
      <w:r w:rsidRPr="00AA04A0">
        <w:t>sement construite</w:t>
      </w:r>
      <w:r w:rsidR="00EA052C">
        <w:t xml:space="preserve">, </w:t>
      </w:r>
      <w:r w:rsidRPr="00AA04A0">
        <w:t>de sorte que</w:t>
      </w:r>
      <w:r w:rsidR="00EA052C">
        <w:t xml:space="preserve">, </w:t>
      </w:r>
      <w:r w:rsidRPr="00AA04A0">
        <w:t>si le ballon venait à trahir les voyageurs</w:t>
      </w:r>
      <w:r w:rsidR="00EA052C">
        <w:t xml:space="preserve">, </w:t>
      </w:r>
      <w:r w:rsidRPr="00AA04A0">
        <w:t>l</w:t>
      </w:r>
      <w:r w:rsidR="00EA052C">
        <w:t>’</w:t>
      </w:r>
      <w:r w:rsidRPr="00AA04A0">
        <w:t>aviateur était à même de leur permettre quand même la réalisation de leur projet</w:t>
      </w:r>
      <w:r w:rsidR="00EA052C">
        <w:t xml:space="preserve">, </w:t>
      </w:r>
      <w:r w:rsidRPr="00AA04A0">
        <w:t>et inversement</w:t>
      </w:r>
      <w:r w:rsidR="00EA052C">
        <w:t xml:space="preserve">. </w:t>
      </w:r>
      <w:r w:rsidRPr="00AA04A0">
        <w:t>J</w:t>
      </w:r>
      <w:r w:rsidR="00EA052C">
        <w:t>’</w:t>
      </w:r>
      <w:r w:rsidRPr="00AA04A0">
        <w:t xml:space="preserve">observai encore que Toby </w:t>
      </w:r>
      <w:proofErr w:type="spellStart"/>
      <w:r w:rsidRPr="00AA04A0">
        <w:t>Kleampton</w:t>
      </w:r>
      <w:proofErr w:type="spellEnd"/>
      <w:r w:rsidRPr="00AA04A0">
        <w:t xml:space="preserve"> avait rigoureusement interdit à ses ouvriers de fumer alors que lui-même dédaignait outrageus</w:t>
      </w:r>
      <w:r w:rsidRPr="00AA04A0">
        <w:t>e</w:t>
      </w:r>
      <w:r w:rsidRPr="00AA04A0">
        <w:t>ment cette prescription</w:t>
      </w:r>
      <w:r w:rsidR="00EA052C">
        <w:t xml:space="preserve">. </w:t>
      </w:r>
      <w:r w:rsidRPr="00AA04A0">
        <w:t>Je tus cependant cette remarque</w:t>
      </w:r>
      <w:r w:rsidR="00EA052C">
        <w:t xml:space="preserve">, </w:t>
      </w:r>
      <w:r w:rsidRPr="00AA04A0">
        <w:t>car en en faisant l</w:t>
      </w:r>
      <w:r w:rsidR="00EA052C">
        <w:t>’</w:t>
      </w:r>
      <w:r w:rsidRPr="00AA04A0">
        <w:t>observation je risquais d</w:t>
      </w:r>
      <w:r w:rsidR="00EA052C">
        <w:t>’</w:t>
      </w:r>
      <w:r w:rsidRPr="00AA04A0">
        <w:t>indisposer Toby et de do</w:t>
      </w:r>
      <w:r w:rsidRPr="00AA04A0">
        <w:t>n</w:t>
      </w:r>
      <w:r w:rsidRPr="00AA04A0">
        <w:t>ner un motif de juste mécontentement à ses ouvriers</w:t>
      </w:r>
      <w:r w:rsidR="00EA052C">
        <w:t>.</w:t>
      </w:r>
    </w:p>
    <w:p w14:paraId="30E7B23E" w14:textId="77777777" w:rsidR="00EA052C" w:rsidRDefault="00C855EF" w:rsidP="00C855EF">
      <w:r w:rsidRPr="00AA04A0">
        <w:t>La pipe était</w:t>
      </w:r>
      <w:r w:rsidR="00EA052C">
        <w:t xml:space="preserve">, </w:t>
      </w:r>
      <w:r w:rsidRPr="00AA04A0">
        <w:t>je crois</w:t>
      </w:r>
      <w:r w:rsidR="00EA052C">
        <w:t xml:space="preserve">, </w:t>
      </w:r>
      <w:r w:rsidRPr="00AA04A0">
        <w:t>le seul vice de l</w:t>
      </w:r>
      <w:r w:rsidR="00EA052C">
        <w:t>’</w:t>
      </w:r>
      <w:r w:rsidRPr="00AA04A0">
        <w:t>ingénieur</w:t>
      </w:r>
      <w:r w:rsidR="00EA052C">
        <w:t>.</w:t>
      </w:r>
    </w:p>
    <w:p w14:paraId="7ED26BF2" w14:textId="77777777" w:rsidR="00EA052C" w:rsidRDefault="00C855EF" w:rsidP="00C855EF">
      <w:r w:rsidRPr="00AA04A0">
        <w:t>Rien ne le pouvait en guérir</w:t>
      </w:r>
      <w:r w:rsidR="00EA052C">
        <w:t xml:space="preserve">. </w:t>
      </w:r>
      <w:r w:rsidRPr="00AA04A0">
        <w:t>Un jour un des câbles de chanvre goudronné s</w:t>
      </w:r>
      <w:r w:rsidR="00EA052C">
        <w:t>’</w:t>
      </w:r>
      <w:r w:rsidRPr="00AA04A0">
        <w:t>enflamma au contact d</w:t>
      </w:r>
      <w:r w:rsidR="00EA052C">
        <w:t>’</w:t>
      </w:r>
      <w:r w:rsidRPr="00AA04A0">
        <w:t>une allumette jetée par Toby allumant sa pipe</w:t>
      </w:r>
      <w:r w:rsidR="00EA052C">
        <w:t xml:space="preserve">. </w:t>
      </w:r>
      <w:r w:rsidRPr="00AA04A0">
        <w:t xml:space="preserve">Le fit-il </w:t>
      </w:r>
      <w:r w:rsidRPr="00AA04A0">
        <w:rPr>
          <w:szCs w:val="32"/>
        </w:rPr>
        <w:t>à</w:t>
      </w:r>
      <w:r w:rsidRPr="00AA04A0">
        <w:t xml:space="preserve"> dessein</w:t>
      </w:r>
      <w:r w:rsidR="00EA052C">
        <w:t xml:space="preserve"> ? </w:t>
      </w:r>
      <w:r w:rsidRPr="00AA04A0">
        <w:t>Je ne sais</w:t>
      </w:r>
      <w:r w:rsidR="00EA052C">
        <w:t xml:space="preserve">. </w:t>
      </w:r>
      <w:r w:rsidRPr="00AA04A0">
        <w:t>To</w:t>
      </w:r>
      <w:r w:rsidRPr="00AA04A0">
        <w:t>u</w:t>
      </w:r>
      <w:r w:rsidRPr="00AA04A0">
        <w:t>jours est-il</w:t>
      </w:r>
      <w:r w:rsidR="00EA052C">
        <w:t xml:space="preserve">, </w:t>
      </w:r>
      <w:r w:rsidRPr="00AA04A0">
        <w:t>qu</w:t>
      </w:r>
      <w:r w:rsidR="00EA052C">
        <w:t>’</w:t>
      </w:r>
      <w:r w:rsidRPr="00AA04A0">
        <w:t>ayant saisi l</w:t>
      </w:r>
      <w:r w:rsidR="00EA052C">
        <w:t>’</w:t>
      </w:r>
      <w:r w:rsidRPr="00AA04A0">
        <w:t>électrode d</w:t>
      </w:r>
      <w:r w:rsidR="00EA052C">
        <w:t>’</w:t>
      </w:r>
      <w:r w:rsidRPr="00AA04A0">
        <w:t>une pile qu</w:t>
      </w:r>
      <w:r w:rsidR="00EA052C">
        <w:t>’</w:t>
      </w:r>
      <w:r w:rsidRPr="00AA04A0">
        <w:t>il préparait depuis plusieurs jours il l</w:t>
      </w:r>
      <w:r w:rsidR="00EA052C">
        <w:t>’</w:t>
      </w:r>
      <w:r w:rsidRPr="00AA04A0">
        <w:t>approcha du câble fumant</w:t>
      </w:r>
      <w:r w:rsidR="00EA052C">
        <w:t xml:space="preserve">. </w:t>
      </w:r>
      <w:r w:rsidRPr="00AA04A0">
        <w:t>Le chanvre crépita</w:t>
      </w:r>
      <w:r w:rsidR="00EA052C">
        <w:t xml:space="preserve">, </w:t>
      </w:r>
      <w:r w:rsidRPr="00AA04A0">
        <w:t>tordit sa flamme</w:t>
      </w:r>
      <w:r w:rsidR="00EA052C">
        <w:t xml:space="preserve">, </w:t>
      </w:r>
      <w:r w:rsidRPr="00AA04A0">
        <w:t>s</w:t>
      </w:r>
      <w:r w:rsidR="00EA052C">
        <w:t>’</w:t>
      </w:r>
      <w:r w:rsidRPr="00AA04A0">
        <w:t>éteignit</w:t>
      </w:r>
      <w:r w:rsidR="00EA052C">
        <w:t xml:space="preserve">. </w:t>
      </w:r>
      <w:r w:rsidRPr="00AA04A0">
        <w:t>Les ouvriers regardaient ébahis</w:t>
      </w:r>
      <w:r w:rsidR="00EA052C">
        <w:t xml:space="preserve"> : </w:t>
      </w:r>
      <w:r w:rsidRPr="00AA04A0">
        <w:t>car tout avait été fait avec une promptitude singulière et dix centimètres du câble peut-être</w:t>
      </w:r>
      <w:r w:rsidR="00EA052C">
        <w:t xml:space="preserve">, </w:t>
      </w:r>
      <w:r w:rsidRPr="00AA04A0">
        <w:t>étaient roussis légèrement</w:t>
      </w:r>
      <w:r w:rsidR="00EA052C">
        <w:t>.</w:t>
      </w:r>
    </w:p>
    <w:p w14:paraId="09F9CD9E" w14:textId="77777777" w:rsidR="00EA052C" w:rsidRDefault="00C855EF" w:rsidP="00C855EF">
      <w:r w:rsidRPr="00AA04A0">
        <w:lastRenderedPageBreak/>
        <w:t>Le lendemain les fils des électrodes formèrent sur la ca</w:t>
      </w:r>
      <w:r w:rsidRPr="00AA04A0">
        <w:t>r</w:t>
      </w:r>
      <w:r w:rsidRPr="00AA04A0">
        <w:t>casse de l</w:t>
      </w:r>
      <w:r w:rsidR="00EA052C">
        <w:t>’</w:t>
      </w:r>
      <w:r w:rsidRPr="00AA04A0">
        <w:t>aéroplane</w:t>
      </w:r>
      <w:r w:rsidR="00EA052C">
        <w:t xml:space="preserve">, </w:t>
      </w:r>
      <w:r w:rsidRPr="00AA04A0">
        <w:t>comme un filet qui l</w:t>
      </w:r>
      <w:r w:rsidR="00EA052C">
        <w:t>’</w:t>
      </w:r>
      <w:r w:rsidRPr="00AA04A0">
        <w:t>englobait entièrement</w:t>
      </w:r>
      <w:r w:rsidR="00EA052C">
        <w:t xml:space="preserve">. </w:t>
      </w:r>
      <w:r w:rsidRPr="00AA04A0">
        <w:t>Tous ces fils se rejoignaient dans l</w:t>
      </w:r>
      <w:r w:rsidR="00EA052C">
        <w:t>’</w:t>
      </w:r>
      <w:r w:rsidRPr="00AA04A0">
        <w:t>axe d</w:t>
      </w:r>
      <w:r w:rsidR="00EA052C">
        <w:t>’</w:t>
      </w:r>
      <w:r w:rsidRPr="00AA04A0">
        <w:t>un bouton d</w:t>
      </w:r>
      <w:r w:rsidR="00EA052C">
        <w:t>’</w:t>
      </w:r>
      <w:r w:rsidRPr="00AA04A0">
        <w:t>émail qui allait être fixé à une des parois de la nacelle-cabine</w:t>
      </w:r>
      <w:r w:rsidR="00EA052C">
        <w:t xml:space="preserve">. </w:t>
      </w:r>
      <w:r w:rsidRPr="00AA04A0">
        <w:t xml:space="preserve">Je compris alors que Toby </w:t>
      </w:r>
      <w:proofErr w:type="spellStart"/>
      <w:r w:rsidRPr="00AA04A0">
        <w:t>Kleampton</w:t>
      </w:r>
      <w:proofErr w:type="spellEnd"/>
      <w:r w:rsidRPr="00AA04A0">
        <w:t xml:space="preserve"> avait trouvé le moyen d</w:t>
      </w:r>
      <w:r w:rsidR="00EA052C">
        <w:t>’</w:t>
      </w:r>
      <w:r w:rsidRPr="00AA04A0">
        <w:t>éviter l</w:t>
      </w:r>
      <w:r w:rsidR="00EA052C">
        <w:t>’</w:t>
      </w:r>
      <w:r w:rsidRPr="00AA04A0">
        <w:t>incendie de l</w:t>
      </w:r>
      <w:r w:rsidR="00EA052C">
        <w:t>’</w:t>
      </w:r>
      <w:r w:rsidRPr="00AA04A0">
        <w:t>enveloppe goudronnée</w:t>
      </w:r>
      <w:r w:rsidR="00EA052C">
        <w:t xml:space="preserve">, </w:t>
      </w:r>
      <w:r w:rsidRPr="00AA04A0">
        <w:t>en l</w:t>
      </w:r>
      <w:r w:rsidR="00EA052C">
        <w:t>’</w:t>
      </w:r>
      <w:r w:rsidRPr="00AA04A0">
        <w:t>entourant du réseau électrique destiné à foudroyer le feu dans le crépitement de ses étincelles magnétiques</w:t>
      </w:r>
      <w:r w:rsidR="00EA052C">
        <w:t>.</w:t>
      </w:r>
    </w:p>
    <w:p w14:paraId="1120638F" w14:textId="77777777" w:rsidR="00EA052C" w:rsidRDefault="00C855EF" w:rsidP="00C855EF">
      <w:r w:rsidRPr="00AA04A0">
        <w:t>Avec l</w:t>
      </w:r>
      <w:r w:rsidR="00EA052C">
        <w:t>’</w:t>
      </w:r>
      <w:r w:rsidRPr="00AA04A0">
        <w:t>ingénieur je marchais d</w:t>
      </w:r>
      <w:r w:rsidR="00EA052C">
        <w:t>’</w:t>
      </w:r>
      <w:r w:rsidRPr="00AA04A0">
        <w:t>ailleurs de surprise en su</w:t>
      </w:r>
      <w:r w:rsidRPr="00AA04A0">
        <w:t>r</w:t>
      </w:r>
      <w:r w:rsidRPr="00AA04A0">
        <w:t>prise</w:t>
      </w:r>
      <w:r w:rsidR="00EA052C">
        <w:t>.</w:t>
      </w:r>
    </w:p>
    <w:p w14:paraId="43159AEE" w14:textId="77777777" w:rsidR="00EA052C" w:rsidRDefault="00C855EF" w:rsidP="00C855EF">
      <w:r w:rsidRPr="00AA04A0">
        <w:t>À la tige d</w:t>
      </w:r>
      <w:r w:rsidR="00EA052C">
        <w:t>’</w:t>
      </w:r>
      <w:r w:rsidRPr="00AA04A0">
        <w:t>aluminium inférieure s</w:t>
      </w:r>
      <w:r w:rsidR="00EA052C">
        <w:t>’</w:t>
      </w:r>
      <w:r w:rsidRPr="00AA04A0">
        <w:t>accrocha la nacelle qui ressemblait assez à un poste de sous-marin</w:t>
      </w:r>
      <w:r w:rsidR="00EA052C">
        <w:t xml:space="preserve">. </w:t>
      </w:r>
      <w:r w:rsidRPr="00AA04A0">
        <w:t>Dans le premier compartiment on installa un moteur de forme très restreinte et qui</w:t>
      </w:r>
      <w:r w:rsidR="00EA052C">
        <w:t xml:space="preserve">, </w:t>
      </w:r>
      <w:r w:rsidRPr="00AA04A0">
        <w:t>pourtant était d</w:t>
      </w:r>
      <w:r w:rsidR="00EA052C">
        <w:t>’</w:t>
      </w:r>
      <w:r w:rsidRPr="00AA04A0">
        <w:t>une force de deux cents chevaux</w:t>
      </w:r>
      <w:r w:rsidR="00EA052C">
        <w:t xml:space="preserve">. </w:t>
      </w:r>
      <w:r w:rsidRPr="00AA04A0">
        <w:t>Il co</w:t>
      </w:r>
      <w:r w:rsidRPr="00AA04A0">
        <w:t>m</w:t>
      </w:r>
      <w:r w:rsidRPr="00AA04A0">
        <w:t>mandait une hélice d</w:t>
      </w:r>
      <w:r w:rsidR="00EA052C">
        <w:t>’</w:t>
      </w:r>
      <w:r w:rsidRPr="00AA04A0">
        <w:t xml:space="preserve">aluminium pouvant fournir </w:t>
      </w:r>
      <w:r w:rsidR="00EA052C" w:rsidRPr="00AA04A0">
        <w:t>2</w:t>
      </w:r>
      <w:r w:rsidR="00EA052C">
        <w:t>.</w:t>
      </w:r>
      <w:r w:rsidR="00EA052C" w:rsidRPr="00AA04A0">
        <w:t>8</w:t>
      </w:r>
      <w:r w:rsidRPr="00AA04A0">
        <w:t>00 tours à la minute et donner au ballon une rapidité de marche de deux cent quatre</w:t>
      </w:r>
      <w:r>
        <w:t>-</w:t>
      </w:r>
      <w:r w:rsidRPr="00AA04A0">
        <w:t>vingts kilomètres à l</w:t>
      </w:r>
      <w:r w:rsidR="00EA052C">
        <w:t>’</w:t>
      </w:r>
      <w:r w:rsidRPr="00AA04A0">
        <w:t>heure</w:t>
      </w:r>
      <w:r w:rsidR="00EA052C">
        <w:t xml:space="preserve">. </w:t>
      </w:r>
      <w:r w:rsidRPr="00AA04A0">
        <w:t>Ces chiffres m</w:t>
      </w:r>
      <w:r w:rsidR="00EA052C">
        <w:t>’</w:t>
      </w:r>
      <w:r w:rsidRPr="00AA04A0">
        <w:t>éblouissaient</w:t>
      </w:r>
      <w:r w:rsidR="00EA052C">
        <w:t xml:space="preserve">. </w:t>
      </w:r>
      <w:r w:rsidRPr="00AA04A0">
        <w:t xml:space="preserve">Toby </w:t>
      </w:r>
      <w:proofErr w:type="spellStart"/>
      <w:r w:rsidRPr="00AA04A0">
        <w:t>Kleampton</w:t>
      </w:r>
      <w:proofErr w:type="spellEnd"/>
      <w:r w:rsidRPr="00AA04A0">
        <w:t xml:space="preserve"> les donnait sans manifester sa joie</w:t>
      </w:r>
      <w:r w:rsidR="00EA052C">
        <w:t xml:space="preserve">. </w:t>
      </w:r>
      <w:r w:rsidRPr="00AA04A0">
        <w:t>Quelle force ascensionnelle et quelle vitesse pouvait ainsi fournir l</w:t>
      </w:r>
      <w:r w:rsidR="00EA052C">
        <w:t>’</w:t>
      </w:r>
      <w:r w:rsidRPr="00AA04A0">
        <w:t>aéroplane</w:t>
      </w:r>
      <w:r w:rsidR="00EA052C">
        <w:t> !</w:t>
      </w:r>
    </w:p>
    <w:p w14:paraId="32D5E6B5" w14:textId="77777777" w:rsidR="00EA052C" w:rsidRDefault="00C855EF" w:rsidP="00C855EF">
      <w:r w:rsidRPr="00AA04A0">
        <w:t>La hâte du départ me tenaillait à mon tour</w:t>
      </w:r>
      <w:r w:rsidR="00EA052C">
        <w:t xml:space="preserve">. </w:t>
      </w:r>
      <w:r w:rsidRPr="00AA04A0">
        <w:t>Je ne doutais plus du succès de la conquête inconnue</w:t>
      </w:r>
      <w:r w:rsidR="00EA052C">
        <w:t xml:space="preserve">. </w:t>
      </w:r>
      <w:r w:rsidRPr="00AA04A0">
        <w:t>L</w:t>
      </w:r>
      <w:r w:rsidR="00EA052C">
        <w:t>’</w:t>
      </w:r>
      <w:r w:rsidRPr="00AA04A0">
        <w:t>avant de l</w:t>
      </w:r>
      <w:r w:rsidR="00EA052C">
        <w:t>’</w:t>
      </w:r>
      <w:r w:rsidRPr="00AA04A0">
        <w:t>aéroplane ressemblait assez à l</w:t>
      </w:r>
      <w:r w:rsidR="00EA052C">
        <w:t>’</w:t>
      </w:r>
      <w:r w:rsidRPr="00AA04A0">
        <w:t>arrière d</w:t>
      </w:r>
      <w:r w:rsidR="00EA052C">
        <w:t>’</w:t>
      </w:r>
      <w:r w:rsidRPr="00AA04A0">
        <w:t>un navire avec un gouvernail d</w:t>
      </w:r>
      <w:r w:rsidR="00EA052C">
        <w:t>’</w:t>
      </w:r>
      <w:r w:rsidRPr="00AA04A0">
        <w:t>aluminium pour diminuer le poids</w:t>
      </w:r>
      <w:r w:rsidR="00EA052C">
        <w:t xml:space="preserve">. </w:t>
      </w:r>
      <w:r w:rsidRPr="00AA04A0">
        <w:t>Tout d</w:t>
      </w:r>
      <w:r w:rsidR="00EA052C">
        <w:t>’</w:t>
      </w:r>
      <w:r w:rsidRPr="00AA04A0">
        <w:t>ailleurs convergeait vers cette solidité légère</w:t>
      </w:r>
      <w:r w:rsidR="00EA052C">
        <w:t xml:space="preserve">. </w:t>
      </w:r>
      <w:r w:rsidRPr="00AA04A0">
        <w:t>Du compartiment de tête on dirigeait le navire aérien</w:t>
      </w:r>
      <w:r w:rsidR="00EA052C">
        <w:t xml:space="preserve">. </w:t>
      </w:r>
      <w:r w:rsidRPr="00AA04A0">
        <w:t>Les accumulateurs placés aux côtés de la cabine communiquaient avec le moteur par un jeu de tubulures ing</w:t>
      </w:r>
      <w:r w:rsidRPr="00AA04A0">
        <w:t>é</w:t>
      </w:r>
      <w:r w:rsidRPr="00AA04A0">
        <w:t>nieusement adapté</w:t>
      </w:r>
      <w:r w:rsidR="00EA052C">
        <w:t xml:space="preserve">. </w:t>
      </w:r>
      <w:r w:rsidRPr="00AA04A0">
        <w:t>Tout cela se résumait enfin dans quelques leviers fixés sur une plaque d</w:t>
      </w:r>
      <w:r w:rsidR="00EA052C">
        <w:t>’</w:t>
      </w:r>
      <w:r w:rsidRPr="00AA04A0">
        <w:t>émail blanc</w:t>
      </w:r>
      <w:r w:rsidR="00EA052C">
        <w:t xml:space="preserve">, </w:t>
      </w:r>
      <w:r w:rsidRPr="00AA04A0">
        <w:t>et commandant la descente et la montée</w:t>
      </w:r>
      <w:r w:rsidR="00EA052C">
        <w:t>.</w:t>
      </w:r>
    </w:p>
    <w:p w14:paraId="55700EA0" w14:textId="77777777" w:rsidR="00EA052C" w:rsidRDefault="00C855EF" w:rsidP="00C855EF">
      <w:r w:rsidRPr="00AA04A0">
        <w:lastRenderedPageBreak/>
        <w:t>Qu</w:t>
      </w:r>
      <w:r w:rsidR="00EA052C">
        <w:t>’</w:t>
      </w:r>
      <w:r w:rsidRPr="00AA04A0">
        <w:t>on excuse cette abondance de détails techniques</w:t>
      </w:r>
      <w:r w:rsidR="00EA052C">
        <w:t xml:space="preserve">. </w:t>
      </w:r>
      <w:r w:rsidRPr="00AA04A0">
        <w:t>Ils f</w:t>
      </w:r>
      <w:r w:rsidRPr="00AA04A0">
        <w:t>e</w:t>
      </w:r>
      <w:r w:rsidRPr="00AA04A0">
        <w:t>ront comprendre l</w:t>
      </w:r>
      <w:r w:rsidR="00EA052C">
        <w:t>’</w:t>
      </w:r>
      <w:r w:rsidRPr="00AA04A0">
        <w:t>agencement de l</w:t>
      </w:r>
      <w:r w:rsidR="00EA052C">
        <w:t>’</w:t>
      </w:r>
      <w:r w:rsidRPr="00AA04A0">
        <w:t xml:space="preserve">aéroplane de Toby </w:t>
      </w:r>
      <w:proofErr w:type="spellStart"/>
      <w:r w:rsidRPr="00AA04A0">
        <w:t>Kleam</w:t>
      </w:r>
      <w:r w:rsidRPr="00AA04A0">
        <w:t>p</w:t>
      </w:r>
      <w:r w:rsidRPr="00AA04A0">
        <w:t>ton</w:t>
      </w:r>
      <w:proofErr w:type="spellEnd"/>
      <w:r w:rsidRPr="00AA04A0">
        <w:t xml:space="preserve"> avec tout ce qu</w:t>
      </w:r>
      <w:r w:rsidR="00EA052C">
        <w:t>’</w:t>
      </w:r>
      <w:r w:rsidRPr="00AA04A0">
        <w:t>il y avait de merveilleusement simple dans son invention</w:t>
      </w:r>
      <w:r w:rsidR="00EA052C">
        <w:t>.</w:t>
      </w:r>
    </w:p>
    <w:p w14:paraId="2FA8A0BE" w14:textId="77777777" w:rsidR="00EA052C" w:rsidRDefault="00C855EF" w:rsidP="00C855EF">
      <w:r w:rsidRPr="00AA04A0">
        <w:t>J</w:t>
      </w:r>
      <w:r w:rsidR="00EA052C">
        <w:t>’</w:t>
      </w:r>
      <w:r w:rsidRPr="00AA04A0">
        <w:t>ai eu certes le génie des affaires</w:t>
      </w:r>
      <w:r w:rsidR="00EA052C">
        <w:t xml:space="preserve">, </w:t>
      </w:r>
      <w:r w:rsidRPr="00AA04A0">
        <w:t>étant Américain</w:t>
      </w:r>
      <w:r w:rsidR="00EA052C">
        <w:t xml:space="preserve">, </w:t>
      </w:r>
      <w:r w:rsidRPr="00AA04A0">
        <w:t>mais je me sentais totalement incapable d</w:t>
      </w:r>
      <w:r w:rsidR="00EA052C">
        <w:t>’</w:t>
      </w:r>
      <w:r w:rsidRPr="00AA04A0">
        <w:t>imaginer quelque chose de pareil à cet aéroplane</w:t>
      </w:r>
      <w:r w:rsidR="00EA052C">
        <w:t>.</w:t>
      </w:r>
    </w:p>
    <w:p w14:paraId="60956B7D" w14:textId="77777777" w:rsidR="00EA052C" w:rsidRDefault="00C855EF" w:rsidP="00C855EF">
      <w:r w:rsidRPr="00AA04A0">
        <w:t>Donc je n</w:t>
      </w:r>
      <w:r w:rsidR="00EA052C">
        <w:t>’</w:t>
      </w:r>
      <w:r w:rsidRPr="00AA04A0">
        <w:t>avais rien à dire</w:t>
      </w:r>
      <w:r w:rsidR="00EA052C">
        <w:t xml:space="preserve">, </w:t>
      </w:r>
      <w:r w:rsidRPr="00AA04A0">
        <w:t>mais simplement à admirer</w:t>
      </w:r>
      <w:r w:rsidR="00EA052C">
        <w:t xml:space="preserve">, </w:t>
      </w:r>
      <w:r w:rsidRPr="00AA04A0">
        <w:t>pour mon argent</w:t>
      </w:r>
      <w:r w:rsidR="00EA052C">
        <w:t xml:space="preserve">, </w:t>
      </w:r>
      <w:r w:rsidRPr="00AA04A0">
        <w:t>l</w:t>
      </w:r>
      <w:r w:rsidR="00EA052C">
        <w:t>’</w:t>
      </w:r>
      <w:r w:rsidRPr="00AA04A0">
        <w:t xml:space="preserve">extraordinaire aéroplane de Toby </w:t>
      </w:r>
      <w:proofErr w:type="spellStart"/>
      <w:r w:rsidRPr="00AA04A0">
        <w:t>Kleam</w:t>
      </w:r>
      <w:r w:rsidRPr="00AA04A0">
        <w:t>p</w:t>
      </w:r>
      <w:r w:rsidRPr="00AA04A0">
        <w:t>ton</w:t>
      </w:r>
      <w:proofErr w:type="spellEnd"/>
      <w:r w:rsidR="00EA052C">
        <w:t xml:space="preserve">. </w:t>
      </w:r>
      <w:r w:rsidRPr="00AA04A0">
        <w:t>C</w:t>
      </w:r>
      <w:r w:rsidR="00EA052C">
        <w:t>’</w:t>
      </w:r>
      <w:r w:rsidRPr="00AA04A0">
        <w:t>est ce que je fis consciencieusement pendant les derniers préparatifs du voyage</w:t>
      </w:r>
      <w:r w:rsidR="00EA052C">
        <w:t>.</w:t>
      </w:r>
    </w:p>
    <w:p w14:paraId="201DA0B7" w14:textId="732B562A" w:rsidR="00C855EF" w:rsidRPr="00AA04A0" w:rsidRDefault="00C855EF" w:rsidP="00EA052C">
      <w:pPr>
        <w:pStyle w:val="Titre1"/>
      </w:pPr>
      <w:bookmarkStart w:id="5" w:name="_Toc194837605"/>
      <w:r w:rsidRPr="00AA04A0">
        <w:lastRenderedPageBreak/>
        <w:t>IV</w:t>
      </w:r>
      <w:r w:rsidRPr="00AA04A0">
        <w:br/>
      </w:r>
      <w:r w:rsidRPr="00AA04A0">
        <w:br/>
        <w:t>OÙ</w:t>
      </w:r>
      <w:r w:rsidR="00EA052C">
        <w:t xml:space="preserve">, </w:t>
      </w:r>
      <w:r w:rsidRPr="00AA04A0">
        <w:t xml:space="preserve">GRÂCE À TOBY </w:t>
      </w:r>
      <w:proofErr w:type="spellStart"/>
      <w:r w:rsidRPr="00AA04A0">
        <w:t>KLEAMPTON</w:t>
      </w:r>
      <w:proofErr w:type="spellEnd"/>
      <w:r w:rsidR="00EA052C">
        <w:t xml:space="preserve">, </w:t>
      </w:r>
      <w:r w:rsidRPr="00AA04A0">
        <w:t>LA CABINE DE L</w:t>
      </w:r>
      <w:r w:rsidR="00EA052C">
        <w:t>’</w:t>
      </w:r>
      <w:r w:rsidRPr="00AA04A0">
        <w:t>AÉROPLANE NOUS OFFRE QUELQUES MENUES SURPRISES</w:t>
      </w:r>
      <w:bookmarkEnd w:id="5"/>
    </w:p>
    <w:p w14:paraId="046559E6" w14:textId="77777777" w:rsidR="00EA052C" w:rsidRDefault="00C855EF" w:rsidP="00C855EF">
      <w:r w:rsidRPr="00AA04A0">
        <w:t>Ce jour</w:t>
      </w:r>
      <w:r w:rsidR="00EA052C">
        <w:t xml:space="preserve">, </w:t>
      </w:r>
      <w:r w:rsidRPr="00AA04A0">
        <w:t>à déjeuner</w:t>
      </w:r>
      <w:r w:rsidR="00EA052C">
        <w:t xml:space="preserve">, </w:t>
      </w:r>
      <w:r w:rsidRPr="00AA04A0">
        <w:t xml:space="preserve">Toby </w:t>
      </w:r>
      <w:proofErr w:type="spellStart"/>
      <w:r w:rsidRPr="00AA04A0">
        <w:t>Kleampton</w:t>
      </w:r>
      <w:proofErr w:type="spellEnd"/>
      <w:r w:rsidRPr="00AA04A0">
        <w:t xml:space="preserve"> me dit</w:t>
      </w:r>
      <w:r w:rsidR="00EA052C">
        <w:t> :</w:t>
      </w:r>
    </w:p>
    <w:p w14:paraId="2600656E" w14:textId="77777777" w:rsidR="00EA052C" w:rsidRDefault="00EA052C" w:rsidP="00C855EF">
      <w:r>
        <w:t>— </w:t>
      </w:r>
      <w:r w:rsidR="00C855EF" w:rsidRPr="00AA04A0">
        <w:t>Gentleman</w:t>
      </w:r>
      <w:r>
        <w:t xml:space="preserve">, </w:t>
      </w:r>
      <w:r w:rsidR="00C855EF" w:rsidRPr="00AA04A0">
        <w:t>j</w:t>
      </w:r>
      <w:r>
        <w:t>’</w:t>
      </w:r>
      <w:r w:rsidR="00C855EF" w:rsidRPr="00AA04A0">
        <w:t>ai une grâce à vous demander</w:t>
      </w:r>
      <w:r>
        <w:t>.</w:t>
      </w:r>
    </w:p>
    <w:p w14:paraId="47246841" w14:textId="77777777" w:rsidR="00EA052C" w:rsidRDefault="00EA052C" w:rsidP="00C855EF">
      <w:r>
        <w:t>— </w:t>
      </w:r>
      <w:r w:rsidR="00C855EF" w:rsidRPr="00AA04A0">
        <w:t>Dites</w:t>
      </w:r>
      <w:r>
        <w:t xml:space="preserve">, </w:t>
      </w:r>
      <w:proofErr w:type="spellStart"/>
      <w:r w:rsidR="00C855EF" w:rsidRPr="00AA04A0">
        <w:t>Kleampton</w:t>
      </w:r>
      <w:proofErr w:type="spellEnd"/>
      <w:r>
        <w:t>.</w:t>
      </w:r>
    </w:p>
    <w:p w14:paraId="20D5B9EB" w14:textId="77777777" w:rsidR="00EA052C" w:rsidRDefault="00EA052C" w:rsidP="00C855EF">
      <w:r>
        <w:t>— </w:t>
      </w:r>
      <w:r w:rsidR="00C855EF" w:rsidRPr="00AA04A0">
        <w:t>Voici donc</w:t>
      </w:r>
      <w:r>
        <w:t xml:space="preserve">. </w:t>
      </w:r>
      <w:r w:rsidR="00C855EF" w:rsidRPr="00AA04A0">
        <w:t>Dans quelques jours nous partons</w:t>
      </w:r>
      <w:r>
        <w:t xml:space="preserve">. </w:t>
      </w:r>
      <w:r w:rsidR="00C855EF" w:rsidRPr="00AA04A0">
        <w:t>Nul ne sait encore le but de notre voyage</w:t>
      </w:r>
      <w:r>
        <w:t xml:space="preserve">. </w:t>
      </w:r>
      <w:r w:rsidR="00C855EF" w:rsidRPr="00AA04A0">
        <w:t>Il conviendrait qu</w:t>
      </w:r>
      <w:r>
        <w:t>’</w:t>
      </w:r>
      <w:r w:rsidR="00C855EF" w:rsidRPr="00AA04A0">
        <w:t>on l</w:t>
      </w:r>
      <w:r>
        <w:t>’</w:t>
      </w:r>
      <w:r w:rsidR="00C855EF" w:rsidRPr="00AA04A0">
        <w:t>ignorât jusqu</w:t>
      </w:r>
      <w:r>
        <w:t>’</w:t>
      </w:r>
      <w:r w:rsidR="00C855EF" w:rsidRPr="00AA04A0">
        <w:t>au moment où je le jugerai bon</w:t>
      </w:r>
      <w:r>
        <w:t>.</w:t>
      </w:r>
    </w:p>
    <w:p w14:paraId="33F63400" w14:textId="77777777" w:rsidR="00EA052C" w:rsidRDefault="00EA052C" w:rsidP="00C855EF">
      <w:r>
        <w:t>— </w:t>
      </w:r>
      <w:r w:rsidR="00C855EF" w:rsidRPr="00AA04A0">
        <w:t>Soit</w:t>
      </w:r>
      <w:r>
        <w:t xml:space="preserve">. </w:t>
      </w:r>
      <w:r w:rsidR="00C855EF" w:rsidRPr="00AA04A0">
        <w:t>Est-ce tout</w:t>
      </w:r>
      <w:r>
        <w:t xml:space="preserve"> ? </w:t>
      </w:r>
      <w:r w:rsidR="00C855EF" w:rsidRPr="00AA04A0">
        <w:t>demandai-je</w:t>
      </w:r>
      <w:r>
        <w:t xml:space="preserve">, </w:t>
      </w:r>
      <w:r w:rsidR="00C855EF" w:rsidRPr="00AA04A0">
        <w:t>nullement surpris de ces nouvelles exigences de l</w:t>
      </w:r>
      <w:r>
        <w:t>’</w:t>
      </w:r>
      <w:r w:rsidR="00C855EF" w:rsidRPr="00AA04A0">
        <w:t>ingénieur</w:t>
      </w:r>
      <w:r>
        <w:t xml:space="preserve">, </w:t>
      </w:r>
      <w:r w:rsidR="00C855EF" w:rsidRPr="00AA04A0">
        <w:t>habitué que j</w:t>
      </w:r>
      <w:r>
        <w:t>’</w:t>
      </w:r>
      <w:r w:rsidR="00C855EF" w:rsidRPr="00AA04A0">
        <w:t>étais depuis trois mois à ses plus bizarres fantaisies</w:t>
      </w:r>
      <w:r>
        <w:t>.</w:t>
      </w:r>
    </w:p>
    <w:p w14:paraId="32CF3DA4" w14:textId="77777777" w:rsidR="00EA052C" w:rsidRDefault="00EA052C" w:rsidP="00C855EF">
      <w:r>
        <w:t>— </w:t>
      </w:r>
      <w:r w:rsidR="00C855EF" w:rsidRPr="00AA04A0">
        <w:t>Non</w:t>
      </w:r>
      <w:r>
        <w:t xml:space="preserve">, </w:t>
      </w:r>
      <w:r w:rsidR="00C855EF" w:rsidRPr="00AA04A0">
        <w:t>gentleman</w:t>
      </w:r>
      <w:r>
        <w:t xml:space="preserve">, </w:t>
      </w:r>
      <w:r w:rsidR="00C855EF" w:rsidRPr="00AA04A0">
        <w:t>ce n</w:t>
      </w:r>
      <w:r>
        <w:t>’</w:t>
      </w:r>
      <w:r w:rsidR="00C855EF" w:rsidRPr="00AA04A0">
        <w:t>est pas tout</w:t>
      </w:r>
      <w:r>
        <w:t xml:space="preserve">. </w:t>
      </w:r>
      <w:r w:rsidR="00C855EF" w:rsidRPr="00AA04A0">
        <w:t>Consentez-vous à ne me poser de nouvelles questions qu</w:t>
      </w:r>
      <w:r>
        <w:t>’</w:t>
      </w:r>
      <w:r w:rsidR="00C855EF" w:rsidRPr="00AA04A0">
        <w:t>au moment où nous plan</w:t>
      </w:r>
      <w:r w:rsidR="00C855EF" w:rsidRPr="00AA04A0">
        <w:t>e</w:t>
      </w:r>
      <w:r w:rsidR="00C855EF" w:rsidRPr="00AA04A0">
        <w:t>rons au-dessus de New-York</w:t>
      </w:r>
      <w:r>
        <w:t> ?</w:t>
      </w:r>
    </w:p>
    <w:p w14:paraId="6DB497C4" w14:textId="77777777" w:rsidR="00EA052C" w:rsidRDefault="00EA052C" w:rsidP="00C855EF">
      <w:r>
        <w:t>— </w:t>
      </w:r>
      <w:r w:rsidR="00C855EF" w:rsidRPr="00AA04A0">
        <w:t>Pourquoi cela</w:t>
      </w:r>
      <w:r>
        <w:t xml:space="preserve">, </w:t>
      </w:r>
      <w:proofErr w:type="spellStart"/>
      <w:r w:rsidR="00C855EF" w:rsidRPr="00AA04A0">
        <w:t>Kleampton</w:t>
      </w:r>
      <w:proofErr w:type="spellEnd"/>
      <w:r>
        <w:t> ?</w:t>
      </w:r>
    </w:p>
    <w:p w14:paraId="5F1AA4FB" w14:textId="77777777" w:rsidR="00EA052C" w:rsidRDefault="00EA052C" w:rsidP="00C855EF">
      <w:r>
        <w:t>— </w:t>
      </w:r>
      <w:r w:rsidR="00C855EF" w:rsidRPr="00AA04A0">
        <w:t>Y consentez-vous</w:t>
      </w:r>
      <w:r>
        <w:t> ?</w:t>
      </w:r>
    </w:p>
    <w:p w14:paraId="2E8FC565" w14:textId="77777777" w:rsidR="00EA052C" w:rsidRDefault="00EA052C" w:rsidP="00C855EF">
      <w:r>
        <w:t>— </w:t>
      </w:r>
      <w:r w:rsidR="00C855EF" w:rsidRPr="00AA04A0">
        <w:t>Oui</w:t>
      </w:r>
      <w:r>
        <w:t xml:space="preserve">, </w:t>
      </w:r>
      <w:r w:rsidR="00C855EF" w:rsidRPr="00AA04A0">
        <w:t>mais pourquoi</w:t>
      </w:r>
      <w:r>
        <w:t xml:space="preserve">, </w:t>
      </w:r>
      <w:r w:rsidR="00C855EF" w:rsidRPr="00AA04A0">
        <w:t>encore une fois</w:t>
      </w:r>
      <w:r>
        <w:t> ?</w:t>
      </w:r>
    </w:p>
    <w:p w14:paraId="47126E17" w14:textId="77777777" w:rsidR="00EA052C" w:rsidRDefault="00EA052C" w:rsidP="00C855EF">
      <w:r>
        <w:t>— </w:t>
      </w:r>
      <w:r w:rsidR="00C855EF" w:rsidRPr="00AA04A0">
        <w:t>Souvenez-vous du quai de la gare de Baltimore</w:t>
      </w:r>
      <w:r>
        <w:t xml:space="preserve"> ! </w:t>
      </w:r>
      <w:r w:rsidR="00C855EF" w:rsidRPr="00AA04A0">
        <w:t>plaisa</w:t>
      </w:r>
      <w:r w:rsidR="00C855EF" w:rsidRPr="00AA04A0">
        <w:t>n</w:t>
      </w:r>
      <w:r w:rsidR="00C855EF" w:rsidRPr="00AA04A0">
        <w:t>ta l</w:t>
      </w:r>
      <w:r>
        <w:t>’</w:t>
      </w:r>
      <w:r w:rsidR="00C855EF" w:rsidRPr="00AA04A0">
        <w:t>ingénieur</w:t>
      </w:r>
      <w:r>
        <w:t>.</w:t>
      </w:r>
    </w:p>
    <w:p w14:paraId="5757D9ED" w14:textId="77777777" w:rsidR="00EA052C" w:rsidRDefault="00EA052C" w:rsidP="00C855EF">
      <w:r>
        <w:t>— </w:t>
      </w:r>
      <w:proofErr w:type="spellStart"/>
      <w:r w:rsidR="00C855EF" w:rsidRPr="00AA04A0">
        <w:t>Kleampton</w:t>
      </w:r>
      <w:proofErr w:type="spellEnd"/>
      <w:r>
        <w:t xml:space="preserve">, </w:t>
      </w:r>
      <w:r w:rsidR="00C855EF" w:rsidRPr="00AA04A0">
        <w:t>vos exigences sont offensantes</w:t>
      </w:r>
      <w:r>
        <w:t>.</w:t>
      </w:r>
    </w:p>
    <w:p w14:paraId="04341F85" w14:textId="77777777" w:rsidR="00EA052C" w:rsidRDefault="00EA052C" w:rsidP="00C855EF">
      <w:r>
        <w:lastRenderedPageBreak/>
        <w:t>— </w:t>
      </w:r>
      <w:r w:rsidR="00C855EF" w:rsidRPr="00AA04A0">
        <w:t>En vérité</w:t>
      </w:r>
      <w:r>
        <w:t xml:space="preserve"> ? </w:t>
      </w:r>
      <w:r w:rsidR="00C855EF" w:rsidRPr="00AA04A0">
        <w:t>Vous trouvez</w:t>
      </w:r>
      <w:r>
        <w:t xml:space="preserve"> ? </w:t>
      </w:r>
      <w:r w:rsidR="00C855EF" w:rsidRPr="00AA04A0">
        <w:t>Sont-elles réelles</w:t>
      </w:r>
      <w:r>
        <w:t> ?</w:t>
      </w:r>
    </w:p>
    <w:p w14:paraId="38B21AC9" w14:textId="77777777" w:rsidR="00EA052C" w:rsidRDefault="00EA052C" w:rsidP="00C855EF">
      <w:r>
        <w:t>— </w:t>
      </w:r>
      <w:r w:rsidR="00C855EF" w:rsidRPr="00AA04A0">
        <w:t>Oui</w:t>
      </w:r>
      <w:r>
        <w:t>…</w:t>
      </w:r>
    </w:p>
    <w:p w14:paraId="42B91F0D" w14:textId="77777777" w:rsidR="00EA052C" w:rsidRDefault="00EA052C" w:rsidP="00C855EF">
      <w:r>
        <w:t>— </w:t>
      </w:r>
      <w:r w:rsidR="00C855EF" w:rsidRPr="00AA04A0">
        <w:t>Exactes</w:t>
      </w:r>
      <w:r>
        <w:t xml:space="preserve"> ? </w:t>
      </w:r>
      <w:r w:rsidR="00C855EF" w:rsidRPr="00AA04A0">
        <w:t>Vraies</w:t>
      </w:r>
      <w:r>
        <w:t> ?</w:t>
      </w:r>
    </w:p>
    <w:p w14:paraId="4F8B9591" w14:textId="77777777" w:rsidR="00EA052C" w:rsidRDefault="00EA052C" w:rsidP="00C855EF">
      <w:r>
        <w:t>— </w:t>
      </w:r>
      <w:r w:rsidR="00C855EF" w:rsidRPr="00AA04A0">
        <w:t>Vraies</w:t>
      </w:r>
      <w:r>
        <w:t xml:space="preserve">, </w:t>
      </w:r>
      <w:r w:rsidR="00C855EF" w:rsidRPr="00AA04A0">
        <w:t>oui</w:t>
      </w:r>
      <w:r>
        <w:t>.</w:t>
      </w:r>
    </w:p>
    <w:p w14:paraId="43B1CC9A" w14:textId="77777777" w:rsidR="00EA052C" w:rsidRDefault="00EA052C" w:rsidP="00C855EF">
      <w:r>
        <w:t>— </w:t>
      </w:r>
      <w:r w:rsidR="00C855EF" w:rsidRPr="00AA04A0">
        <w:t>Et vous vous en offensez</w:t>
      </w:r>
      <w:r>
        <w:t> ?</w:t>
      </w:r>
    </w:p>
    <w:p w14:paraId="6A255AFE" w14:textId="77777777" w:rsidR="00EA052C" w:rsidRDefault="00EA052C" w:rsidP="00C855EF">
      <w:r>
        <w:t>— </w:t>
      </w:r>
      <w:proofErr w:type="spellStart"/>
      <w:r w:rsidR="00C855EF" w:rsidRPr="00AA04A0">
        <w:t>Kleampton</w:t>
      </w:r>
      <w:proofErr w:type="spellEnd"/>
      <w:r>
        <w:t xml:space="preserve">, </w:t>
      </w:r>
      <w:r w:rsidR="00C855EF" w:rsidRPr="00AA04A0">
        <w:t>vous alliez la plaisanterie au mystère</w:t>
      </w:r>
      <w:r>
        <w:t xml:space="preserve">. </w:t>
      </w:r>
      <w:r w:rsidR="00C855EF" w:rsidRPr="00AA04A0">
        <w:t>La chose est pourtant amplement grave</w:t>
      </w:r>
      <w:r>
        <w:t>.</w:t>
      </w:r>
    </w:p>
    <w:p w14:paraId="1E539C37" w14:textId="77777777" w:rsidR="00EA052C" w:rsidRDefault="00EA052C" w:rsidP="00C855EF">
      <w:r>
        <w:t>— </w:t>
      </w:r>
      <w:r w:rsidR="00C855EF" w:rsidRPr="00AA04A0">
        <w:t>Vous avez fait la promesse</w:t>
      </w:r>
      <w:r>
        <w:t xml:space="preserve">, </w:t>
      </w:r>
      <w:r w:rsidR="00C855EF" w:rsidRPr="00AA04A0">
        <w:t>répondit-il</w:t>
      </w:r>
      <w:r>
        <w:t xml:space="preserve">. </w:t>
      </w:r>
      <w:r w:rsidR="00C855EF" w:rsidRPr="00AA04A0">
        <w:t>Je compte donc sur vous pour la tenir</w:t>
      </w:r>
      <w:r>
        <w:t>.</w:t>
      </w:r>
    </w:p>
    <w:p w14:paraId="7D98E8EB" w14:textId="77777777" w:rsidR="00EA052C" w:rsidRDefault="00C855EF" w:rsidP="00C855EF">
      <w:r w:rsidRPr="00AA04A0">
        <w:t>Ce soir-là on apporta</w:t>
      </w:r>
      <w:r w:rsidR="00EA052C">
        <w:t xml:space="preserve">, </w:t>
      </w:r>
      <w:r w:rsidRPr="00AA04A0">
        <w:t>au nom de l</w:t>
      </w:r>
      <w:r w:rsidR="00EA052C">
        <w:t>’</w:t>
      </w:r>
      <w:r w:rsidRPr="00AA04A0">
        <w:t>ingénieur</w:t>
      </w:r>
      <w:r w:rsidR="00EA052C">
        <w:t xml:space="preserve">, </w:t>
      </w:r>
      <w:r w:rsidRPr="00AA04A0">
        <w:t>une boîte oblongue</w:t>
      </w:r>
      <w:r w:rsidR="00EA052C">
        <w:t xml:space="preserve">, </w:t>
      </w:r>
      <w:r w:rsidRPr="00AA04A0">
        <w:t>assez lourde</w:t>
      </w:r>
      <w:r w:rsidR="00EA052C">
        <w:t xml:space="preserve">, </w:t>
      </w:r>
      <w:r w:rsidRPr="00AA04A0">
        <w:t>qu</w:t>
      </w:r>
      <w:r w:rsidR="00EA052C">
        <w:t>’</w:t>
      </w:r>
      <w:r w:rsidRPr="00AA04A0">
        <w:t>il emporta sans me renseigner quant à son contenu</w:t>
      </w:r>
      <w:r w:rsidR="00EA052C">
        <w:t>.</w:t>
      </w:r>
    </w:p>
    <w:p w14:paraId="3D32500C" w14:textId="77777777" w:rsidR="00EA052C" w:rsidRDefault="00C855EF" w:rsidP="00C855EF">
      <w:r w:rsidRPr="00AA04A0">
        <w:t>Les jours suivants</w:t>
      </w:r>
      <w:r w:rsidR="00EA052C">
        <w:t xml:space="preserve">, </w:t>
      </w:r>
      <w:r w:rsidRPr="00AA04A0">
        <w:t>je le vis à peine</w:t>
      </w:r>
      <w:r w:rsidR="00EA052C">
        <w:t>.</w:t>
      </w:r>
    </w:p>
    <w:p w14:paraId="7D9B9432" w14:textId="77777777" w:rsidR="00EA052C" w:rsidRDefault="00C855EF" w:rsidP="00C855EF">
      <w:r w:rsidRPr="00AA04A0">
        <w:t>Mon automobile l</w:t>
      </w:r>
      <w:r w:rsidR="00EA052C">
        <w:t>’</w:t>
      </w:r>
      <w:r w:rsidRPr="00AA04A0">
        <w:t>emportait à Boston</w:t>
      </w:r>
      <w:r w:rsidR="00EA052C">
        <w:t xml:space="preserve">, </w:t>
      </w:r>
      <w:r w:rsidRPr="00AA04A0">
        <w:t>à New-York</w:t>
      </w:r>
      <w:r w:rsidR="00EA052C">
        <w:t xml:space="preserve">, </w:t>
      </w:r>
      <w:r w:rsidRPr="00AA04A0">
        <w:t>à Ph</w:t>
      </w:r>
      <w:r w:rsidRPr="00AA04A0">
        <w:t>i</w:t>
      </w:r>
      <w:r w:rsidRPr="00AA04A0">
        <w:t>ladelphie</w:t>
      </w:r>
      <w:r w:rsidR="00EA052C">
        <w:t xml:space="preserve">. </w:t>
      </w:r>
      <w:r w:rsidRPr="00AA04A0">
        <w:t>À peine prenait-il le temps de manger</w:t>
      </w:r>
      <w:r w:rsidR="00EA052C">
        <w:t>.</w:t>
      </w:r>
    </w:p>
    <w:p w14:paraId="639AA2AB" w14:textId="77777777" w:rsidR="00EA052C" w:rsidRDefault="00C855EF" w:rsidP="00C855EF">
      <w:r w:rsidRPr="00AA04A0">
        <w:t>Enfin nous arrivâmes à la veille du départ</w:t>
      </w:r>
      <w:r w:rsidR="00EA052C">
        <w:t xml:space="preserve">. </w:t>
      </w:r>
      <w:r w:rsidRPr="00AA04A0">
        <w:t>C</w:t>
      </w:r>
      <w:r w:rsidR="00EA052C">
        <w:t>’</w:t>
      </w:r>
      <w:r w:rsidRPr="00AA04A0">
        <w:t>était un me</w:t>
      </w:r>
      <w:r w:rsidRPr="00AA04A0">
        <w:t>r</w:t>
      </w:r>
      <w:r w:rsidRPr="00AA04A0">
        <w:t>credi</w:t>
      </w:r>
      <w:r w:rsidR="00EA052C">
        <w:t xml:space="preserve">, </w:t>
      </w:r>
      <w:r w:rsidRPr="00AA04A0">
        <w:t>il m</w:t>
      </w:r>
      <w:r w:rsidR="00EA052C">
        <w:t>’</w:t>
      </w:r>
      <w:r w:rsidRPr="00AA04A0">
        <w:t>en souvient à merveille</w:t>
      </w:r>
      <w:r w:rsidR="00EA052C">
        <w:t>.</w:t>
      </w:r>
    </w:p>
    <w:p w14:paraId="6ED3801C" w14:textId="77777777" w:rsidR="00EA052C" w:rsidRDefault="00EA052C" w:rsidP="00C855EF">
      <w:r>
        <w:t>— </w:t>
      </w:r>
      <w:r w:rsidR="00C855EF" w:rsidRPr="00AA04A0">
        <w:t>Gentleman</w:t>
      </w:r>
      <w:r>
        <w:t xml:space="preserve">, </w:t>
      </w:r>
      <w:r w:rsidR="00C855EF" w:rsidRPr="00AA04A0">
        <w:t>demain</w:t>
      </w:r>
      <w:r>
        <w:t>.</w:t>
      </w:r>
    </w:p>
    <w:p w14:paraId="22B2B41C" w14:textId="77777777" w:rsidR="00EA052C" w:rsidRDefault="00EA052C" w:rsidP="00C855EF">
      <w:r>
        <w:t>— </w:t>
      </w:r>
      <w:r w:rsidR="00C855EF" w:rsidRPr="00AA04A0">
        <w:t>Oui</w:t>
      </w:r>
      <w:r>
        <w:t xml:space="preserve">, </w:t>
      </w:r>
      <w:r w:rsidR="00C855EF" w:rsidRPr="00AA04A0">
        <w:t xml:space="preserve">master </w:t>
      </w:r>
      <w:proofErr w:type="spellStart"/>
      <w:r w:rsidR="00C855EF" w:rsidRPr="00AA04A0">
        <w:t>Kleampton</w:t>
      </w:r>
      <w:proofErr w:type="spellEnd"/>
      <w:r>
        <w:t xml:space="preserve">, </w:t>
      </w:r>
      <w:r w:rsidR="00C855EF" w:rsidRPr="00AA04A0">
        <w:t>demain</w:t>
      </w:r>
      <w:r>
        <w:t>.</w:t>
      </w:r>
    </w:p>
    <w:p w14:paraId="6F992783" w14:textId="77777777" w:rsidR="00EA052C" w:rsidRDefault="00EA052C" w:rsidP="00C855EF">
      <w:r>
        <w:t>— </w:t>
      </w:r>
      <w:r w:rsidR="00C855EF" w:rsidRPr="00AA04A0">
        <w:t>Tout est en ordre chez vous</w:t>
      </w:r>
      <w:r>
        <w:t> ?</w:t>
      </w:r>
    </w:p>
    <w:p w14:paraId="15755643" w14:textId="77777777" w:rsidR="00EA052C" w:rsidRDefault="00EA052C" w:rsidP="00C855EF">
      <w:r>
        <w:t>— </w:t>
      </w:r>
      <w:r w:rsidR="00C855EF" w:rsidRPr="00AA04A0">
        <w:t>Tout</w:t>
      </w:r>
      <w:r>
        <w:t>.</w:t>
      </w:r>
    </w:p>
    <w:p w14:paraId="75C7F658" w14:textId="77777777" w:rsidR="00EA052C" w:rsidRDefault="00EA052C" w:rsidP="00C855EF">
      <w:r>
        <w:t>— </w:t>
      </w:r>
      <w:r w:rsidR="00C855EF" w:rsidRPr="00AA04A0">
        <w:rPr>
          <w:i/>
          <w:iCs/>
        </w:rPr>
        <w:t>All right</w:t>
      </w:r>
      <w:r>
        <w:t xml:space="preserve">. </w:t>
      </w:r>
      <w:r w:rsidR="00C855EF" w:rsidRPr="00AA04A0">
        <w:t>On ne sait rien</w:t>
      </w:r>
      <w:r>
        <w:t> ?</w:t>
      </w:r>
    </w:p>
    <w:p w14:paraId="7BED58CC" w14:textId="77777777" w:rsidR="00EA052C" w:rsidRDefault="00EA052C" w:rsidP="00C855EF">
      <w:r>
        <w:t>— </w:t>
      </w:r>
      <w:r w:rsidR="00C855EF" w:rsidRPr="00AA04A0">
        <w:t>Non</w:t>
      </w:r>
      <w:r>
        <w:t xml:space="preserve">, </w:t>
      </w:r>
      <w:r w:rsidR="00C855EF" w:rsidRPr="00AA04A0">
        <w:t>on ne sait rien</w:t>
      </w:r>
      <w:r>
        <w:t>.</w:t>
      </w:r>
    </w:p>
    <w:p w14:paraId="229CFD5C" w14:textId="77777777" w:rsidR="00EA052C" w:rsidRDefault="00EA052C" w:rsidP="00C855EF">
      <w:r>
        <w:lastRenderedPageBreak/>
        <w:t>— </w:t>
      </w:r>
      <w:r w:rsidR="00C855EF" w:rsidRPr="00AA04A0">
        <w:t>À merveille</w:t>
      </w:r>
      <w:r>
        <w:t xml:space="preserve">. </w:t>
      </w:r>
      <w:r w:rsidR="00C855EF" w:rsidRPr="00AA04A0">
        <w:t>Bonne nuit</w:t>
      </w:r>
      <w:r>
        <w:t xml:space="preserve">, </w:t>
      </w:r>
      <w:r w:rsidR="00C855EF" w:rsidRPr="00AA04A0">
        <w:t>gentleman</w:t>
      </w:r>
      <w:r>
        <w:t>.</w:t>
      </w:r>
    </w:p>
    <w:p w14:paraId="3A029190" w14:textId="77777777" w:rsidR="00EA052C" w:rsidRDefault="00EA052C" w:rsidP="00C855EF">
      <w:r>
        <w:t>— </w:t>
      </w:r>
      <w:r w:rsidR="00C855EF" w:rsidRPr="00AA04A0">
        <w:t>Bonne nuit</w:t>
      </w:r>
      <w:r>
        <w:t xml:space="preserve">, </w:t>
      </w:r>
      <w:proofErr w:type="spellStart"/>
      <w:r w:rsidR="00C855EF" w:rsidRPr="00AA04A0">
        <w:t>Kleampton</w:t>
      </w:r>
      <w:proofErr w:type="spellEnd"/>
      <w:r>
        <w:t>.</w:t>
      </w:r>
    </w:p>
    <w:p w14:paraId="31C8C68D" w14:textId="77777777" w:rsidR="00EA052C" w:rsidRDefault="00C855EF" w:rsidP="00C855EF">
      <w:r w:rsidRPr="00AA04A0">
        <w:t>Fidèle à ma promesse je n</w:t>
      </w:r>
      <w:r w:rsidR="00EA052C">
        <w:t>’</w:t>
      </w:r>
      <w:r w:rsidRPr="00AA04A0">
        <w:t>avais plus interrogé l</w:t>
      </w:r>
      <w:r w:rsidR="00EA052C">
        <w:t>’</w:t>
      </w:r>
      <w:r w:rsidRPr="00AA04A0">
        <w:t>ingénieur</w:t>
      </w:r>
      <w:r w:rsidR="00EA052C">
        <w:t xml:space="preserve">. </w:t>
      </w:r>
      <w:r w:rsidRPr="00AA04A0">
        <w:t>Ayant pris mon impatience en patience</w:t>
      </w:r>
      <w:r w:rsidR="00EA052C">
        <w:t xml:space="preserve">, </w:t>
      </w:r>
      <w:r w:rsidRPr="00AA04A0">
        <w:t>si j</w:t>
      </w:r>
      <w:r w:rsidR="00EA052C">
        <w:t>’</w:t>
      </w:r>
      <w:r w:rsidRPr="00AA04A0">
        <w:t>ose dire</w:t>
      </w:r>
      <w:r w:rsidR="00EA052C">
        <w:t xml:space="preserve">, </w:t>
      </w:r>
      <w:r w:rsidRPr="00AA04A0">
        <w:t>j</w:t>
      </w:r>
      <w:r w:rsidR="00EA052C">
        <w:t>’</w:t>
      </w:r>
      <w:r w:rsidRPr="00AA04A0">
        <w:t>attendais anxieusement l</w:t>
      </w:r>
      <w:r w:rsidR="00EA052C">
        <w:t>’</w:t>
      </w:r>
      <w:r w:rsidRPr="00AA04A0">
        <w:t>heure du départ</w:t>
      </w:r>
      <w:r w:rsidR="00EA052C">
        <w:t xml:space="preserve">. </w:t>
      </w:r>
      <w:r w:rsidRPr="00AA04A0">
        <w:t>À l</w:t>
      </w:r>
      <w:r w:rsidR="00EA052C">
        <w:t>’</w:t>
      </w:r>
      <w:r w:rsidRPr="00AA04A0">
        <w:t>aube j</w:t>
      </w:r>
      <w:r w:rsidR="00EA052C">
        <w:t>’</w:t>
      </w:r>
      <w:r w:rsidRPr="00AA04A0">
        <w:t>étais au hangar</w:t>
      </w:r>
      <w:r w:rsidR="00EA052C">
        <w:t xml:space="preserve">. </w:t>
      </w:r>
      <w:r w:rsidRPr="00AA04A0">
        <w:t xml:space="preserve">Toby </w:t>
      </w:r>
      <w:proofErr w:type="spellStart"/>
      <w:r w:rsidRPr="00AA04A0">
        <w:t>Kleampton</w:t>
      </w:r>
      <w:proofErr w:type="spellEnd"/>
      <w:r w:rsidRPr="00AA04A0">
        <w:t xml:space="preserve"> m</w:t>
      </w:r>
      <w:r w:rsidR="00EA052C">
        <w:t>’</w:t>
      </w:r>
      <w:r w:rsidRPr="00AA04A0">
        <w:t>avait précédé</w:t>
      </w:r>
      <w:r w:rsidR="00EA052C">
        <w:t xml:space="preserve">. </w:t>
      </w:r>
      <w:r w:rsidRPr="00AA04A0">
        <w:t>Rapide conversation</w:t>
      </w:r>
      <w:r w:rsidR="00EA052C">
        <w:t> :</w:t>
      </w:r>
    </w:p>
    <w:p w14:paraId="08E305DF" w14:textId="77777777" w:rsidR="00EA052C" w:rsidRDefault="00EA052C" w:rsidP="00C855EF">
      <w:r>
        <w:t>— </w:t>
      </w:r>
      <w:r w:rsidR="00C855EF" w:rsidRPr="00AA04A0">
        <w:t>Bon matin</w:t>
      </w:r>
      <w:r>
        <w:t xml:space="preserve">, </w:t>
      </w:r>
      <w:r w:rsidR="00C855EF" w:rsidRPr="00AA04A0">
        <w:t>gentleman</w:t>
      </w:r>
      <w:r>
        <w:t>.</w:t>
      </w:r>
    </w:p>
    <w:p w14:paraId="2560C7C5" w14:textId="77777777" w:rsidR="00EA052C" w:rsidRDefault="00EA052C" w:rsidP="00C855EF">
      <w:r>
        <w:t>— </w:t>
      </w:r>
      <w:r w:rsidR="00C855EF" w:rsidRPr="00AA04A0">
        <w:t>Bon matin</w:t>
      </w:r>
      <w:r>
        <w:t xml:space="preserve">, </w:t>
      </w:r>
      <w:proofErr w:type="spellStart"/>
      <w:r w:rsidR="00C855EF" w:rsidRPr="00AA04A0">
        <w:t>Kleampton</w:t>
      </w:r>
      <w:proofErr w:type="spellEnd"/>
      <w:r>
        <w:t>.</w:t>
      </w:r>
    </w:p>
    <w:p w14:paraId="0751772A" w14:textId="77777777" w:rsidR="00EA052C" w:rsidRDefault="00C855EF" w:rsidP="00C855EF">
      <w:r w:rsidRPr="00AA04A0">
        <w:t>Rude poignée de mains</w:t>
      </w:r>
      <w:r w:rsidR="00EA052C">
        <w:t>.</w:t>
      </w:r>
    </w:p>
    <w:p w14:paraId="71BC9A23" w14:textId="77777777" w:rsidR="00EA052C" w:rsidRDefault="00EA052C" w:rsidP="00C855EF">
      <w:r>
        <w:t>— </w:t>
      </w:r>
      <w:r w:rsidR="00C855EF" w:rsidRPr="00AA04A0">
        <w:t>Tout est prêt</w:t>
      </w:r>
      <w:r>
        <w:t> ?</w:t>
      </w:r>
    </w:p>
    <w:p w14:paraId="13226348" w14:textId="77777777" w:rsidR="00EA052C" w:rsidRDefault="00EA052C" w:rsidP="00C855EF">
      <w:r>
        <w:t>— </w:t>
      </w:r>
      <w:r w:rsidR="00C855EF" w:rsidRPr="00AA04A0">
        <w:t>Oui</w:t>
      </w:r>
      <w:r>
        <w:t>.</w:t>
      </w:r>
    </w:p>
    <w:p w14:paraId="366BEFDA" w14:textId="77777777" w:rsidR="00EA052C" w:rsidRDefault="00EA052C" w:rsidP="00C855EF">
      <w:r>
        <w:t>— </w:t>
      </w:r>
      <w:r w:rsidR="00C855EF" w:rsidRPr="00AA04A0">
        <w:t>À quelle heure le départ</w:t>
      </w:r>
      <w:r>
        <w:t> ?</w:t>
      </w:r>
    </w:p>
    <w:p w14:paraId="746DC6A2" w14:textId="77777777" w:rsidR="00EA052C" w:rsidRDefault="00EA052C" w:rsidP="00C855EF">
      <w:r>
        <w:t>— </w:t>
      </w:r>
      <w:r w:rsidR="00C855EF" w:rsidRPr="00AA04A0">
        <w:t>À dix heures</w:t>
      </w:r>
      <w:r>
        <w:t>.</w:t>
      </w:r>
    </w:p>
    <w:p w14:paraId="2D6B83E4" w14:textId="77777777" w:rsidR="00EA052C" w:rsidRDefault="00EA052C" w:rsidP="00C855EF">
      <w:r>
        <w:t>— </w:t>
      </w:r>
      <w:r w:rsidR="00C855EF" w:rsidRPr="00AA04A0">
        <w:t>Bien</w:t>
      </w:r>
      <w:r>
        <w:t>.</w:t>
      </w:r>
    </w:p>
    <w:p w14:paraId="3711590D" w14:textId="77777777" w:rsidR="00EA052C" w:rsidRDefault="00C855EF" w:rsidP="00C855EF">
      <w:pPr>
        <w:rPr>
          <w:i/>
          <w:iCs/>
          <w:szCs w:val="32"/>
        </w:rPr>
      </w:pPr>
      <w:r w:rsidRPr="00AA04A0">
        <w:t>Pas de paroles inutiles</w:t>
      </w:r>
      <w:r w:rsidR="00EA052C">
        <w:t xml:space="preserve">. </w:t>
      </w:r>
      <w:r w:rsidRPr="007754B5">
        <w:rPr>
          <w:i/>
          <w:iCs/>
          <w:szCs w:val="32"/>
        </w:rPr>
        <w:t xml:space="preserve">Time </w:t>
      </w:r>
      <w:proofErr w:type="spellStart"/>
      <w:r w:rsidRPr="007754B5">
        <w:rPr>
          <w:i/>
          <w:iCs/>
          <w:szCs w:val="32"/>
        </w:rPr>
        <w:t>is</w:t>
      </w:r>
      <w:proofErr w:type="spellEnd"/>
      <w:r w:rsidRPr="007754B5">
        <w:rPr>
          <w:i/>
          <w:iCs/>
          <w:szCs w:val="32"/>
        </w:rPr>
        <w:t xml:space="preserve"> money</w:t>
      </w:r>
      <w:r w:rsidR="00EA052C">
        <w:rPr>
          <w:i/>
          <w:iCs/>
          <w:szCs w:val="32"/>
        </w:rPr>
        <w:t>.</w:t>
      </w:r>
    </w:p>
    <w:p w14:paraId="127D95BD" w14:textId="77777777" w:rsidR="00EA052C" w:rsidRDefault="00C855EF" w:rsidP="00C855EF">
      <w:pPr>
        <w:rPr>
          <w:i/>
          <w:iCs/>
          <w:szCs w:val="32"/>
        </w:rPr>
      </w:pPr>
      <w:r w:rsidRPr="007754B5">
        <w:t>J</w:t>
      </w:r>
      <w:r w:rsidR="00EA052C">
        <w:t>’</w:t>
      </w:r>
      <w:r w:rsidRPr="007754B5">
        <w:t>allai regarder l</w:t>
      </w:r>
      <w:r w:rsidR="00EA052C">
        <w:t>’</w:t>
      </w:r>
      <w:r w:rsidRPr="007754B5">
        <w:t>aéroplane</w:t>
      </w:r>
      <w:r w:rsidR="00EA052C">
        <w:t xml:space="preserve">. </w:t>
      </w:r>
      <w:r w:rsidRPr="00AA04A0">
        <w:t>À l</w:t>
      </w:r>
      <w:r w:rsidR="00EA052C">
        <w:t>’</w:t>
      </w:r>
      <w:r w:rsidRPr="00AA04A0">
        <w:t>avant se détachait en lettres d</w:t>
      </w:r>
      <w:r w:rsidR="00EA052C">
        <w:t>’</w:t>
      </w:r>
      <w:r w:rsidRPr="00AA04A0">
        <w:t>émail son nom</w:t>
      </w:r>
      <w:r w:rsidR="00EA052C">
        <w:t xml:space="preserve"> : </w:t>
      </w:r>
      <w:proofErr w:type="spellStart"/>
      <w:r w:rsidRPr="00AA04A0">
        <w:rPr>
          <w:i/>
          <w:iCs/>
          <w:szCs w:val="32"/>
        </w:rPr>
        <w:t>Météor</w:t>
      </w:r>
      <w:proofErr w:type="spellEnd"/>
      <w:r w:rsidR="00EA052C">
        <w:rPr>
          <w:i/>
          <w:iCs/>
          <w:szCs w:val="32"/>
        </w:rPr>
        <w:t>.</w:t>
      </w:r>
    </w:p>
    <w:p w14:paraId="79B6F602" w14:textId="77777777" w:rsidR="00EA052C" w:rsidRDefault="00C855EF" w:rsidP="00C855EF">
      <w:r w:rsidRPr="00AA04A0">
        <w:t>Les glaces de la cabine brillaient au soleil matinal</w:t>
      </w:r>
      <w:r w:rsidR="00EA052C">
        <w:t xml:space="preserve">. </w:t>
      </w:r>
      <w:r w:rsidRPr="00AA04A0">
        <w:t>C</w:t>
      </w:r>
      <w:r w:rsidR="00EA052C">
        <w:t>’</w:t>
      </w:r>
      <w:r w:rsidRPr="00AA04A0">
        <w:t>était là la cage de verre où allaient s</w:t>
      </w:r>
      <w:r w:rsidR="00EA052C">
        <w:t>’</w:t>
      </w:r>
      <w:r w:rsidRPr="00AA04A0">
        <w:t>abriter nos deux existences pe</w:t>
      </w:r>
      <w:r w:rsidRPr="00AA04A0">
        <w:t>n</w:t>
      </w:r>
      <w:r w:rsidRPr="00AA04A0">
        <w:t>dant combien de semaines</w:t>
      </w:r>
      <w:r w:rsidR="00EA052C">
        <w:t xml:space="preserve">, </w:t>
      </w:r>
      <w:r w:rsidRPr="00AA04A0">
        <w:t>de jours ou de mois</w:t>
      </w:r>
      <w:r w:rsidR="00EA052C">
        <w:t xml:space="preserve"> ? </w:t>
      </w:r>
      <w:r w:rsidRPr="00AA04A0">
        <w:t>Le cuivre des leviers</w:t>
      </w:r>
      <w:r w:rsidR="00EA052C">
        <w:t xml:space="preserve">, </w:t>
      </w:r>
      <w:r w:rsidRPr="00AA04A0">
        <w:t>l</w:t>
      </w:r>
      <w:r w:rsidR="00EA052C">
        <w:t>’</w:t>
      </w:r>
      <w:r w:rsidRPr="00AA04A0">
        <w:t>acier des manettes</w:t>
      </w:r>
      <w:r w:rsidR="00EA052C">
        <w:t xml:space="preserve">, </w:t>
      </w:r>
      <w:r w:rsidRPr="00AA04A0">
        <w:t>l</w:t>
      </w:r>
      <w:r w:rsidR="00EA052C">
        <w:t>’</w:t>
      </w:r>
      <w:r w:rsidRPr="00AA04A0">
        <w:t>aluminium des tubulures</w:t>
      </w:r>
      <w:r w:rsidR="00EA052C">
        <w:t xml:space="preserve">, </w:t>
      </w:r>
      <w:r w:rsidRPr="00AA04A0">
        <w:t>tout c</w:t>
      </w:r>
      <w:r w:rsidRPr="00AA04A0">
        <w:t>e</w:t>
      </w:r>
      <w:r w:rsidRPr="00AA04A0">
        <w:t>la éclatait comme de l</w:t>
      </w:r>
      <w:r w:rsidR="00EA052C">
        <w:t>’</w:t>
      </w:r>
      <w:r w:rsidRPr="00AA04A0">
        <w:t>or ou de l</w:t>
      </w:r>
      <w:r w:rsidR="00EA052C">
        <w:t>’</w:t>
      </w:r>
      <w:r w:rsidRPr="00AA04A0">
        <w:t>argent</w:t>
      </w:r>
      <w:r w:rsidR="00EA052C">
        <w:t xml:space="preserve">. </w:t>
      </w:r>
      <w:r w:rsidRPr="00AA04A0">
        <w:t>À l</w:t>
      </w:r>
      <w:r w:rsidR="00EA052C">
        <w:t>’</w:t>
      </w:r>
      <w:r w:rsidRPr="00AA04A0">
        <w:t>avant de l</w:t>
      </w:r>
      <w:r w:rsidR="00EA052C">
        <w:t>’</w:t>
      </w:r>
      <w:r w:rsidRPr="00AA04A0">
        <w:t>aéroplane</w:t>
      </w:r>
      <w:r w:rsidR="00EA052C">
        <w:t xml:space="preserve">, </w:t>
      </w:r>
      <w:r w:rsidRPr="00AA04A0">
        <w:t>à la pointe extrême de la tige d</w:t>
      </w:r>
      <w:r w:rsidR="00EA052C">
        <w:t>’</w:t>
      </w:r>
      <w:r w:rsidRPr="00AA04A0">
        <w:t>aluminium de l</w:t>
      </w:r>
      <w:r w:rsidR="00EA052C">
        <w:t>’</w:t>
      </w:r>
      <w:r w:rsidRPr="00AA04A0">
        <w:t>armature</w:t>
      </w:r>
      <w:r w:rsidR="00EA052C">
        <w:t xml:space="preserve">, </w:t>
      </w:r>
      <w:r w:rsidRPr="00AA04A0">
        <w:t>se suspendait à un bras de cuivre mobile et mis en marche par un fil électrique</w:t>
      </w:r>
      <w:r w:rsidR="00EA052C">
        <w:t xml:space="preserve">, </w:t>
      </w:r>
      <w:r w:rsidRPr="00AA04A0">
        <w:t>une grosse lanterne ronde</w:t>
      </w:r>
      <w:r w:rsidR="00EA052C">
        <w:t>.</w:t>
      </w:r>
    </w:p>
    <w:p w14:paraId="1641C1D5" w14:textId="77777777" w:rsidR="00EA052C" w:rsidRDefault="00EA052C" w:rsidP="00C855EF">
      <w:r>
        <w:lastRenderedPageBreak/>
        <w:t>— </w:t>
      </w:r>
      <w:r w:rsidR="00C855EF" w:rsidRPr="00AA04A0">
        <w:t xml:space="preserve">Voilà donc le fanal qui guidera le </w:t>
      </w:r>
      <w:proofErr w:type="spellStart"/>
      <w:r w:rsidR="00C855EF" w:rsidRPr="00AA04A0">
        <w:rPr>
          <w:i/>
          <w:iCs/>
          <w:szCs w:val="32"/>
        </w:rPr>
        <w:t>Météor</w:t>
      </w:r>
      <w:proofErr w:type="spellEnd"/>
      <w:r w:rsidR="00C855EF" w:rsidRPr="00AA04A0">
        <w:rPr>
          <w:i/>
          <w:iCs/>
          <w:szCs w:val="32"/>
        </w:rPr>
        <w:t xml:space="preserve"> </w:t>
      </w:r>
      <w:r w:rsidR="00C855EF" w:rsidRPr="00AA04A0">
        <w:t>dans la nuit</w:t>
      </w:r>
      <w:r>
        <w:t xml:space="preserve">, </w:t>
      </w:r>
      <w:r w:rsidR="00C855EF" w:rsidRPr="00AA04A0">
        <w:t>pensai-je</w:t>
      </w:r>
      <w:r>
        <w:t>.</w:t>
      </w:r>
    </w:p>
    <w:p w14:paraId="1EFD0656" w14:textId="77777777" w:rsidR="00EA052C" w:rsidRDefault="00C855EF" w:rsidP="00C855EF">
      <w:r w:rsidRPr="00AA04A0">
        <w:t>À l</w:t>
      </w:r>
      <w:r w:rsidR="00EA052C">
        <w:t>’</w:t>
      </w:r>
      <w:r w:rsidRPr="00AA04A0">
        <w:t>autre extrémité du ballon pendait le drapeau aux treize étoiles de l</w:t>
      </w:r>
      <w:r w:rsidR="00EA052C">
        <w:t>’</w:t>
      </w:r>
      <w:r w:rsidRPr="00AA04A0">
        <w:t>Union</w:t>
      </w:r>
      <w:r w:rsidR="00EA052C">
        <w:t>.</w:t>
      </w:r>
    </w:p>
    <w:p w14:paraId="5C709146" w14:textId="77777777" w:rsidR="00EA052C" w:rsidRDefault="00C855EF" w:rsidP="00C855EF">
      <w:r w:rsidRPr="00AA04A0">
        <w:t>L</w:t>
      </w:r>
      <w:r w:rsidR="00EA052C">
        <w:t>’</w:t>
      </w:r>
      <w:r w:rsidRPr="00AA04A0">
        <w:t>exiguïté de la cabine me frappa</w:t>
      </w:r>
      <w:r w:rsidR="00EA052C">
        <w:t xml:space="preserve">. </w:t>
      </w:r>
      <w:r w:rsidRPr="00AA04A0">
        <w:t xml:space="preserve">Où donc Toby </w:t>
      </w:r>
      <w:proofErr w:type="spellStart"/>
      <w:r w:rsidRPr="00AA04A0">
        <w:t>Kleam</w:t>
      </w:r>
      <w:r w:rsidRPr="00AA04A0">
        <w:t>p</w:t>
      </w:r>
      <w:r w:rsidRPr="00AA04A0">
        <w:t>ton</w:t>
      </w:r>
      <w:proofErr w:type="spellEnd"/>
      <w:r w:rsidRPr="00AA04A0">
        <w:t xml:space="preserve"> avait-il serré les provisions du voyage</w:t>
      </w:r>
      <w:r w:rsidR="00EA052C">
        <w:t xml:space="preserve">, </w:t>
      </w:r>
      <w:r w:rsidRPr="00AA04A0">
        <w:t>les fourrures contre le froid des régions polaires</w:t>
      </w:r>
      <w:r w:rsidR="00EA052C">
        <w:t xml:space="preserve">, </w:t>
      </w:r>
      <w:r w:rsidRPr="00AA04A0">
        <w:t>les mille petites choses indispe</w:t>
      </w:r>
      <w:r w:rsidRPr="00AA04A0">
        <w:t>n</w:t>
      </w:r>
      <w:r w:rsidRPr="00AA04A0">
        <w:t>sables</w:t>
      </w:r>
      <w:r w:rsidR="00EA052C">
        <w:t> ?</w:t>
      </w:r>
    </w:p>
    <w:p w14:paraId="47C81E4A" w14:textId="77777777" w:rsidR="00EA052C" w:rsidRDefault="00C855EF" w:rsidP="00C855EF">
      <w:r w:rsidRPr="00AA04A0">
        <w:t>À travers les vitres je ne voyais que thermomètres</w:t>
      </w:r>
      <w:r w:rsidR="00EA052C">
        <w:t xml:space="preserve">, </w:t>
      </w:r>
      <w:r w:rsidRPr="00AA04A0">
        <w:t>instr</w:t>
      </w:r>
      <w:r w:rsidRPr="00AA04A0">
        <w:t>u</w:t>
      </w:r>
      <w:r w:rsidRPr="00AA04A0">
        <w:t>ments spéciaux</w:t>
      </w:r>
      <w:r w:rsidR="00EA052C">
        <w:t xml:space="preserve">, </w:t>
      </w:r>
      <w:r w:rsidRPr="00AA04A0">
        <w:t>et trois caisses arrimées par des courroies de cuir à la paroi gauche</w:t>
      </w:r>
      <w:r w:rsidR="00EA052C">
        <w:t xml:space="preserve">. </w:t>
      </w:r>
      <w:r w:rsidRPr="00AA04A0">
        <w:t>Contre la paroi de droite se serrait une caisse plate de longueur d</w:t>
      </w:r>
      <w:r w:rsidR="00EA052C">
        <w:t>’</w:t>
      </w:r>
      <w:r w:rsidRPr="00AA04A0">
        <w:t>homme</w:t>
      </w:r>
      <w:r w:rsidR="00EA052C">
        <w:t xml:space="preserve">. </w:t>
      </w:r>
      <w:r w:rsidRPr="00AA04A0">
        <w:t>Un tabouret de fer était fixé au sol caoutchouté de la cabine</w:t>
      </w:r>
      <w:r w:rsidR="00EA052C">
        <w:t xml:space="preserve">. </w:t>
      </w:r>
      <w:r w:rsidRPr="00AA04A0">
        <w:t>J</w:t>
      </w:r>
      <w:r w:rsidR="00EA052C">
        <w:t>’</w:t>
      </w:r>
      <w:r w:rsidRPr="00AA04A0">
        <w:t>en fis le tour</w:t>
      </w:r>
      <w:r w:rsidR="00EA052C">
        <w:t xml:space="preserve">. </w:t>
      </w:r>
      <w:r w:rsidRPr="00AA04A0">
        <w:t>C</w:t>
      </w:r>
      <w:r w:rsidR="00EA052C">
        <w:t>’</w:t>
      </w:r>
      <w:r w:rsidRPr="00AA04A0">
        <w:t>était net</w:t>
      </w:r>
      <w:r w:rsidR="00EA052C">
        <w:t xml:space="preserve">, </w:t>
      </w:r>
      <w:r w:rsidRPr="00AA04A0">
        <w:t>clair</w:t>
      </w:r>
      <w:r w:rsidR="00EA052C">
        <w:t xml:space="preserve">, </w:t>
      </w:r>
      <w:r w:rsidRPr="00AA04A0">
        <w:t>propre et vide</w:t>
      </w:r>
      <w:r w:rsidR="00EA052C">
        <w:t xml:space="preserve">. </w:t>
      </w:r>
      <w:r w:rsidRPr="00AA04A0">
        <w:t>Alors seulement je remarquai</w:t>
      </w:r>
      <w:r w:rsidR="00EA052C">
        <w:t xml:space="preserve">, </w:t>
      </w:r>
      <w:r w:rsidRPr="00AA04A0">
        <w:t>au-dessus du m</w:t>
      </w:r>
      <w:r w:rsidRPr="00AA04A0">
        <w:t>o</w:t>
      </w:r>
      <w:r w:rsidRPr="00AA04A0">
        <w:t>teur</w:t>
      </w:r>
      <w:r w:rsidR="00EA052C">
        <w:t xml:space="preserve">, </w:t>
      </w:r>
      <w:r w:rsidRPr="00AA04A0">
        <w:t>une sorte de lunette d</w:t>
      </w:r>
      <w:r w:rsidR="00EA052C">
        <w:t>’</w:t>
      </w:r>
      <w:r w:rsidRPr="00AA04A0">
        <w:t>optique en cuivre</w:t>
      </w:r>
      <w:r w:rsidR="00EA052C">
        <w:t xml:space="preserve">, </w:t>
      </w:r>
      <w:r w:rsidRPr="00AA04A0">
        <w:t>solidement fixée à deux tiges de fer trempé</w:t>
      </w:r>
      <w:r w:rsidR="00EA052C">
        <w:t xml:space="preserve">. </w:t>
      </w:r>
      <w:r w:rsidRPr="00AA04A0">
        <w:t>Je la considérai plus attentivement</w:t>
      </w:r>
      <w:r w:rsidR="00EA052C">
        <w:t xml:space="preserve">. </w:t>
      </w:r>
      <w:r w:rsidRPr="00AA04A0">
        <w:t>Ce n</w:t>
      </w:r>
      <w:r w:rsidR="00EA052C">
        <w:t>’</w:t>
      </w:r>
      <w:r w:rsidRPr="00AA04A0">
        <w:t>était pas une lunette</w:t>
      </w:r>
      <w:r w:rsidR="00EA052C">
        <w:t xml:space="preserve">, </w:t>
      </w:r>
      <w:r w:rsidRPr="00AA04A0">
        <w:t>mais c</w:t>
      </w:r>
      <w:r w:rsidR="00EA052C">
        <w:t>’</w:t>
      </w:r>
      <w:r w:rsidRPr="00AA04A0">
        <w:t>était une mitrailleuse rayée dont la force de pénétration devait être extraordinaire</w:t>
      </w:r>
      <w:r w:rsidR="00EA052C">
        <w:t xml:space="preserve">. </w:t>
      </w:r>
      <w:r w:rsidRPr="00AA04A0">
        <w:t>Chaque pas me ménageait une surprise</w:t>
      </w:r>
      <w:r w:rsidR="00EA052C">
        <w:t xml:space="preserve">, </w:t>
      </w:r>
      <w:r w:rsidRPr="00AA04A0">
        <w:t>sans compter toutes celles-là que recelaient les boutons d</w:t>
      </w:r>
      <w:r w:rsidR="00EA052C">
        <w:t>’</w:t>
      </w:r>
      <w:r w:rsidRPr="00AA04A0">
        <w:t>émail</w:t>
      </w:r>
      <w:r w:rsidR="00EA052C">
        <w:t xml:space="preserve">, </w:t>
      </w:r>
      <w:r w:rsidRPr="00AA04A0">
        <w:t>les leviers de cuivre et les m</w:t>
      </w:r>
      <w:r w:rsidRPr="00AA04A0">
        <w:t>a</w:t>
      </w:r>
      <w:r w:rsidRPr="00AA04A0">
        <w:t>nettes d</w:t>
      </w:r>
      <w:r w:rsidR="00EA052C">
        <w:t>’</w:t>
      </w:r>
      <w:r w:rsidRPr="00AA04A0">
        <w:t>acier</w:t>
      </w:r>
      <w:r w:rsidR="00EA052C">
        <w:t xml:space="preserve">. </w:t>
      </w:r>
      <w:r w:rsidRPr="00AA04A0">
        <w:t>Je tentai d</w:t>
      </w:r>
      <w:r w:rsidR="00EA052C">
        <w:t>’</w:t>
      </w:r>
      <w:r w:rsidRPr="00AA04A0">
        <w:t>ouvrir la porte de la cabine</w:t>
      </w:r>
      <w:r w:rsidR="00EA052C">
        <w:t xml:space="preserve">. </w:t>
      </w:r>
      <w:r w:rsidRPr="00AA04A0">
        <w:t>La clef était sur la serrure</w:t>
      </w:r>
      <w:r w:rsidR="00EA052C">
        <w:t xml:space="preserve">, </w:t>
      </w:r>
      <w:r w:rsidRPr="00AA04A0">
        <w:t>cependant elle résista à mes efforts</w:t>
      </w:r>
      <w:r w:rsidR="00EA052C">
        <w:t>.</w:t>
      </w:r>
    </w:p>
    <w:p w14:paraId="7E587683" w14:textId="77777777" w:rsidR="00EA052C" w:rsidRDefault="00C855EF" w:rsidP="00C855EF">
      <w:r w:rsidRPr="00AA04A0">
        <w:t>Je me résignai à attendre l</w:t>
      </w:r>
      <w:r w:rsidR="00EA052C">
        <w:t>’</w:t>
      </w:r>
      <w:r w:rsidRPr="00AA04A0">
        <w:t>heure du départ</w:t>
      </w:r>
      <w:r w:rsidR="00EA052C">
        <w:t>.</w:t>
      </w:r>
    </w:p>
    <w:p w14:paraId="58F77214" w14:textId="77777777" w:rsidR="00EA052C" w:rsidRDefault="00C855EF" w:rsidP="00C855EF">
      <w:r w:rsidRPr="00AA04A0">
        <w:t>Autour de l</w:t>
      </w:r>
      <w:r w:rsidR="00EA052C">
        <w:t>’</w:t>
      </w:r>
      <w:r w:rsidRPr="00AA04A0">
        <w:t>aéroplane les ouvriers s</w:t>
      </w:r>
      <w:r w:rsidR="00EA052C">
        <w:t>’</w:t>
      </w:r>
      <w:r w:rsidRPr="00AA04A0">
        <w:t>activaient</w:t>
      </w:r>
      <w:r w:rsidR="00EA052C">
        <w:t xml:space="preserve">. </w:t>
      </w:r>
      <w:r w:rsidRPr="00AA04A0">
        <w:t>Le moteur fut mis en marche et trépida en sourdine</w:t>
      </w:r>
      <w:r w:rsidR="00EA052C">
        <w:t xml:space="preserve">. </w:t>
      </w:r>
      <w:r w:rsidRPr="00AA04A0">
        <w:t>La vie mécanique anima le jeu secret des tubulures</w:t>
      </w:r>
      <w:r w:rsidR="00EA052C">
        <w:t xml:space="preserve"> ; </w:t>
      </w:r>
      <w:r w:rsidRPr="00AA04A0">
        <w:t>un grand frisson d</w:t>
      </w:r>
      <w:r w:rsidR="00EA052C">
        <w:t>’</w:t>
      </w:r>
      <w:r w:rsidRPr="00AA04A0">
        <w:t xml:space="preserve">évasion secoua le </w:t>
      </w:r>
      <w:proofErr w:type="spellStart"/>
      <w:r w:rsidRPr="00AA04A0">
        <w:rPr>
          <w:i/>
          <w:iCs/>
          <w:szCs w:val="32"/>
        </w:rPr>
        <w:t>Météor</w:t>
      </w:r>
      <w:proofErr w:type="spellEnd"/>
      <w:r w:rsidRPr="00AA04A0">
        <w:rPr>
          <w:i/>
          <w:iCs/>
          <w:szCs w:val="32"/>
        </w:rPr>
        <w:t xml:space="preserve"> </w:t>
      </w:r>
      <w:r w:rsidRPr="00AA04A0">
        <w:t>au bout de ses câbles tendus</w:t>
      </w:r>
      <w:r w:rsidR="00EA052C">
        <w:t>.</w:t>
      </w:r>
    </w:p>
    <w:p w14:paraId="65F620E1" w14:textId="77777777" w:rsidR="00EA052C" w:rsidRDefault="00C855EF" w:rsidP="00C855EF">
      <w:r w:rsidRPr="00AA04A0">
        <w:t>Chose étrange</w:t>
      </w:r>
      <w:r w:rsidR="00EA052C">
        <w:t xml:space="preserve"> ! </w:t>
      </w:r>
      <w:r w:rsidRPr="00AA04A0">
        <w:t>Ainsi qu</w:t>
      </w:r>
      <w:r w:rsidR="00EA052C">
        <w:t>’</w:t>
      </w:r>
      <w:r w:rsidRPr="00AA04A0">
        <w:t>on ne parle pas de corde dans la maison d</w:t>
      </w:r>
      <w:r w:rsidR="00EA052C">
        <w:t>’</w:t>
      </w:r>
      <w:r w:rsidRPr="00AA04A0">
        <w:t xml:space="preserve">un pendu on ne parlait pas de départ sous le hangar </w:t>
      </w:r>
      <w:r w:rsidRPr="00AA04A0">
        <w:lastRenderedPageBreak/>
        <w:t>de l</w:t>
      </w:r>
      <w:r w:rsidR="00EA052C">
        <w:t>’</w:t>
      </w:r>
      <w:r w:rsidRPr="00AA04A0">
        <w:t>aéroplane</w:t>
      </w:r>
      <w:r w:rsidR="00EA052C">
        <w:t xml:space="preserve">. </w:t>
      </w:r>
      <w:r w:rsidRPr="00AA04A0">
        <w:t>On accomplissait la besogne de ce matin comme on aurait accompli un labeur coutumier</w:t>
      </w:r>
      <w:r w:rsidR="00EA052C">
        <w:t xml:space="preserve">. </w:t>
      </w:r>
      <w:r w:rsidRPr="00AA04A0">
        <w:t>Mais une fois de plus je refusai de m</w:t>
      </w:r>
      <w:r w:rsidR="00EA052C">
        <w:t>’</w:t>
      </w:r>
      <w:r w:rsidRPr="00AA04A0">
        <w:t>étonner</w:t>
      </w:r>
      <w:r w:rsidR="00EA052C">
        <w:t>.</w:t>
      </w:r>
    </w:p>
    <w:p w14:paraId="092DA409" w14:textId="77777777" w:rsidR="00EA052C" w:rsidRDefault="00C855EF" w:rsidP="00C855EF">
      <w:r w:rsidRPr="00AA04A0">
        <w:t>Dix heures sonnèrent</w:t>
      </w:r>
      <w:r w:rsidR="00EA052C">
        <w:t xml:space="preserve">. </w:t>
      </w:r>
      <w:r w:rsidRPr="00AA04A0">
        <w:t>Les neuf ouvriers achevèrent leur travail</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approcha de la nacelle la main co</w:t>
      </w:r>
      <w:r w:rsidRPr="00AA04A0">
        <w:t>u</w:t>
      </w:r>
      <w:r w:rsidRPr="00AA04A0">
        <w:t>verte d</w:t>
      </w:r>
      <w:r w:rsidR="00EA052C">
        <w:t>’</w:t>
      </w:r>
      <w:r w:rsidRPr="00AA04A0">
        <w:t>un gant de couleur bizarre</w:t>
      </w:r>
      <w:r w:rsidR="00EA052C">
        <w:t xml:space="preserve">. </w:t>
      </w:r>
      <w:r w:rsidRPr="00AA04A0">
        <w:t>Il ouvrit la porte à l</w:t>
      </w:r>
      <w:r w:rsidR="00EA052C">
        <w:t>’</w:t>
      </w:r>
      <w:r w:rsidRPr="00AA04A0">
        <w:t>aide de la clef qui me fut rebelle</w:t>
      </w:r>
      <w:r w:rsidR="00EA052C">
        <w:t>.</w:t>
      </w:r>
    </w:p>
    <w:p w14:paraId="47FE30AC" w14:textId="77777777" w:rsidR="00EA052C" w:rsidRDefault="00EA052C" w:rsidP="00C855EF">
      <w:r>
        <w:t>— </w:t>
      </w:r>
      <w:r w:rsidR="00C855EF" w:rsidRPr="00AA04A0">
        <w:t>Qu</w:t>
      </w:r>
      <w:r>
        <w:t>’</w:t>
      </w:r>
      <w:r w:rsidR="00C855EF" w:rsidRPr="00AA04A0">
        <w:t>avez-vous donc à la main</w:t>
      </w:r>
      <w:r>
        <w:t xml:space="preserve">, </w:t>
      </w:r>
      <w:proofErr w:type="spellStart"/>
      <w:r w:rsidR="00C855EF" w:rsidRPr="00AA04A0">
        <w:t>Kleampton</w:t>
      </w:r>
      <w:proofErr w:type="spellEnd"/>
      <w:r>
        <w:t xml:space="preserve"> ? </w:t>
      </w:r>
      <w:r w:rsidR="00C855EF" w:rsidRPr="00AA04A0">
        <w:t>demandai-je</w:t>
      </w:r>
      <w:r>
        <w:t>.</w:t>
      </w:r>
    </w:p>
    <w:p w14:paraId="31F987F1" w14:textId="77777777" w:rsidR="00EA052C" w:rsidRDefault="00EA052C" w:rsidP="00C855EF">
      <w:r>
        <w:t>— </w:t>
      </w:r>
      <w:r w:rsidR="00C855EF" w:rsidRPr="00AA04A0">
        <w:t>Un gant de liège</w:t>
      </w:r>
      <w:r>
        <w:t>.</w:t>
      </w:r>
    </w:p>
    <w:p w14:paraId="6B76B26B" w14:textId="77777777" w:rsidR="00EA052C" w:rsidRDefault="00EA052C" w:rsidP="00C855EF">
      <w:r>
        <w:t>— </w:t>
      </w:r>
      <w:r w:rsidR="00C855EF" w:rsidRPr="00AA04A0">
        <w:t>Pourquoi cela</w:t>
      </w:r>
      <w:r>
        <w:t> ?</w:t>
      </w:r>
    </w:p>
    <w:p w14:paraId="0F15A520" w14:textId="77777777" w:rsidR="00EA052C" w:rsidRDefault="00EA052C" w:rsidP="00C855EF">
      <w:r>
        <w:t>— </w:t>
      </w:r>
      <w:r w:rsidR="00C855EF" w:rsidRPr="00AA04A0">
        <w:t>La porte est fermée électriquement et le liège est un is</w:t>
      </w:r>
      <w:r w:rsidR="00C855EF" w:rsidRPr="00AA04A0">
        <w:t>o</w:t>
      </w:r>
      <w:r w:rsidR="00C855EF" w:rsidRPr="00AA04A0">
        <w:t>lateur de l</w:t>
      </w:r>
      <w:r>
        <w:t>’</w:t>
      </w:r>
      <w:r w:rsidR="00C855EF" w:rsidRPr="00AA04A0">
        <w:t>électricité</w:t>
      </w:r>
      <w:r>
        <w:t xml:space="preserve">, </w:t>
      </w:r>
      <w:r w:rsidR="00C855EF" w:rsidRPr="00AA04A0">
        <w:t>gentleman</w:t>
      </w:r>
      <w:r>
        <w:t>.</w:t>
      </w:r>
    </w:p>
    <w:p w14:paraId="76A54C28" w14:textId="77777777" w:rsidR="00EA052C" w:rsidRDefault="00EA052C" w:rsidP="00C855EF">
      <w:r>
        <w:t>— </w:t>
      </w:r>
      <w:r w:rsidR="00C855EF" w:rsidRPr="00AA04A0">
        <w:t>Fort bien</w:t>
      </w:r>
      <w:r>
        <w:t xml:space="preserve">. </w:t>
      </w:r>
      <w:r w:rsidR="00C855EF" w:rsidRPr="00AA04A0">
        <w:t>Partons-nous</w:t>
      </w:r>
      <w:r>
        <w:t xml:space="preserve">, </w:t>
      </w:r>
      <w:proofErr w:type="spellStart"/>
      <w:r w:rsidR="00C855EF" w:rsidRPr="00AA04A0">
        <w:t>Kleampton</w:t>
      </w:r>
      <w:proofErr w:type="spellEnd"/>
      <w:r>
        <w:t> ?</w:t>
      </w:r>
    </w:p>
    <w:p w14:paraId="28AD845A" w14:textId="77777777" w:rsidR="00EA052C" w:rsidRDefault="00EA052C" w:rsidP="00C855EF">
      <w:r>
        <w:t>— </w:t>
      </w:r>
      <w:r w:rsidR="00C855EF" w:rsidRPr="00AA04A0">
        <w:t>Nous partons</w:t>
      </w:r>
      <w:r>
        <w:t xml:space="preserve">, </w:t>
      </w:r>
      <w:r w:rsidR="00C855EF" w:rsidRPr="00AA04A0">
        <w:t>gentleman</w:t>
      </w:r>
      <w:r>
        <w:t>.</w:t>
      </w:r>
    </w:p>
    <w:p w14:paraId="60B77781" w14:textId="77777777" w:rsidR="00EA052C" w:rsidRDefault="00C855EF" w:rsidP="00C855EF">
      <w:r w:rsidRPr="00AA04A0">
        <w:t>Il alla appuyer au bouton électrique de la paroi gauche du hangar</w:t>
      </w:r>
      <w:r w:rsidR="00EA052C">
        <w:t xml:space="preserve">. </w:t>
      </w:r>
      <w:r w:rsidRPr="00AA04A0">
        <w:t>Lentement le toit évolua</w:t>
      </w:r>
      <w:r w:rsidR="00EA052C">
        <w:t xml:space="preserve">, </w:t>
      </w:r>
      <w:r w:rsidRPr="00AA04A0">
        <w:t>découvrit le ciel serein de la belle matinée</w:t>
      </w:r>
      <w:r w:rsidR="00EA052C">
        <w:t>.</w:t>
      </w:r>
    </w:p>
    <w:p w14:paraId="6A4BBC46" w14:textId="77777777" w:rsidR="00EA052C" w:rsidRDefault="00C855EF" w:rsidP="00C855EF">
      <w:r w:rsidRPr="00AA04A0">
        <w:t>Cela fait</w:t>
      </w:r>
      <w:r w:rsidR="00EA052C">
        <w:t xml:space="preserve">, </w:t>
      </w:r>
      <w:proofErr w:type="spellStart"/>
      <w:r w:rsidRPr="00AA04A0">
        <w:t>Kleampton</w:t>
      </w:r>
      <w:proofErr w:type="spellEnd"/>
      <w:r w:rsidRPr="00AA04A0">
        <w:t xml:space="preserve"> me rejoignit dans la nacelle</w:t>
      </w:r>
      <w:r w:rsidR="00EA052C">
        <w:t xml:space="preserve">, </w:t>
      </w:r>
      <w:r w:rsidRPr="00AA04A0">
        <w:t>abaissa une des vitres et cria aux ouvriers</w:t>
      </w:r>
      <w:r w:rsidR="00EA052C">
        <w:t> :</w:t>
      </w:r>
    </w:p>
    <w:p w14:paraId="0FEEBB03" w14:textId="77777777" w:rsidR="00EA052C" w:rsidRDefault="00EA052C" w:rsidP="00C855EF">
      <w:r>
        <w:t>— </w:t>
      </w:r>
      <w:r w:rsidR="00C855EF" w:rsidRPr="00AA04A0">
        <w:t>Coupez</w:t>
      </w:r>
      <w:r>
        <w:t> !</w:t>
      </w:r>
    </w:p>
    <w:p w14:paraId="2CD60D47" w14:textId="77777777" w:rsidR="00EA052C" w:rsidRDefault="00C855EF" w:rsidP="00C855EF">
      <w:r w:rsidRPr="00AA04A0">
        <w:t xml:space="preserve">Un à un les câbles de chanvre tombèrent et le </w:t>
      </w:r>
      <w:proofErr w:type="spellStart"/>
      <w:r w:rsidRPr="00AA04A0">
        <w:rPr>
          <w:i/>
          <w:iCs/>
          <w:szCs w:val="32"/>
        </w:rPr>
        <w:t>Météor</w:t>
      </w:r>
      <w:proofErr w:type="spellEnd"/>
      <w:r w:rsidRPr="00AA04A0">
        <w:t xml:space="preserve"> osci</w:t>
      </w:r>
      <w:r w:rsidRPr="00AA04A0">
        <w:t>l</w:t>
      </w:r>
      <w:r w:rsidRPr="00AA04A0">
        <w:t>la lentement</w:t>
      </w:r>
      <w:r w:rsidR="00EA052C">
        <w:t xml:space="preserve">. </w:t>
      </w:r>
      <w:r w:rsidRPr="00AA04A0">
        <w:t xml:space="preserve">La main sur le levier Toby </w:t>
      </w:r>
      <w:proofErr w:type="spellStart"/>
      <w:r w:rsidRPr="00AA04A0">
        <w:t>Kleampton</w:t>
      </w:r>
      <w:proofErr w:type="spellEnd"/>
      <w:r w:rsidRPr="00AA04A0">
        <w:t xml:space="preserve"> fit un mo</w:t>
      </w:r>
      <w:r w:rsidRPr="00AA04A0">
        <w:t>u</w:t>
      </w:r>
      <w:r w:rsidRPr="00AA04A0">
        <w:t>vement</w:t>
      </w:r>
      <w:r w:rsidR="00EA052C">
        <w:t xml:space="preserve">. </w:t>
      </w:r>
      <w:r w:rsidRPr="00AA04A0">
        <w:t>Un vaste frisson ondula l</w:t>
      </w:r>
      <w:r w:rsidR="00EA052C">
        <w:t>’</w:t>
      </w:r>
      <w:r w:rsidRPr="00AA04A0">
        <w:t>armature de l</w:t>
      </w:r>
      <w:r w:rsidR="00EA052C">
        <w:t>’</w:t>
      </w:r>
      <w:r w:rsidRPr="00AA04A0">
        <w:t>aéroplane et doucement</w:t>
      </w:r>
      <w:r w:rsidR="00EA052C">
        <w:t xml:space="preserve">, </w:t>
      </w:r>
      <w:r w:rsidRPr="00AA04A0">
        <w:t>dans un froissement des enveloppes goudronnées</w:t>
      </w:r>
      <w:r w:rsidR="00EA052C">
        <w:t xml:space="preserve">, </w:t>
      </w:r>
      <w:r w:rsidRPr="00AA04A0">
        <w:t>nous nous élevâmes à sept mètres du sol</w:t>
      </w:r>
      <w:r w:rsidR="00EA052C">
        <w:t>.</w:t>
      </w:r>
    </w:p>
    <w:p w14:paraId="5A24A1B8" w14:textId="77777777" w:rsidR="00EA052C" w:rsidRDefault="00C855EF" w:rsidP="00C855EF">
      <w:r w:rsidRPr="00AA04A0">
        <w:lastRenderedPageBreak/>
        <w:t>Les yeux des ouvriers suivaient anxieusement notre asce</w:t>
      </w:r>
      <w:r w:rsidRPr="00AA04A0">
        <w:t>n</w:t>
      </w:r>
      <w:r w:rsidRPr="00AA04A0">
        <w:t>sion</w:t>
      </w:r>
      <w:r w:rsidR="00EA052C">
        <w:t xml:space="preserve">. </w:t>
      </w:r>
      <w:r w:rsidRPr="00AA04A0">
        <w:t>Arrivé à cette hauteur</w:t>
      </w:r>
      <w:r w:rsidR="00EA052C">
        <w:t xml:space="preserve">, </w:t>
      </w:r>
      <w:r w:rsidRPr="00AA04A0">
        <w:t>Toby fit jouer le levier</w:t>
      </w:r>
      <w:r w:rsidR="00EA052C">
        <w:t xml:space="preserve">. </w:t>
      </w:r>
      <w:r w:rsidRPr="00AA04A0">
        <w:t xml:space="preserve">Le </w:t>
      </w:r>
      <w:proofErr w:type="spellStart"/>
      <w:r w:rsidRPr="00AA04A0">
        <w:rPr>
          <w:i/>
          <w:iCs/>
          <w:szCs w:val="32"/>
        </w:rPr>
        <w:t>Météor</w:t>
      </w:r>
      <w:proofErr w:type="spellEnd"/>
      <w:r w:rsidRPr="00AA04A0">
        <w:t xml:space="preserve"> s</w:t>
      </w:r>
      <w:r w:rsidR="00EA052C">
        <w:t>’</w:t>
      </w:r>
      <w:r w:rsidRPr="00AA04A0">
        <w:t>immobilisa soudain</w:t>
      </w:r>
      <w:r w:rsidR="00EA052C">
        <w:t xml:space="preserve">. </w:t>
      </w:r>
      <w:r w:rsidRPr="00AA04A0">
        <w:t>L</w:t>
      </w:r>
      <w:r w:rsidR="00EA052C">
        <w:t>’</w:t>
      </w:r>
      <w:r w:rsidRPr="00AA04A0">
        <w:t>ingénieur alla à la vitre baissée et parla de là aux ouvriers</w:t>
      </w:r>
      <w:r w:rsidR="00EA052C">
        <w:t> :</w:t>
      </w:r>
    </w:p>
    <w:p w14:paraId="68BA390A" w14:textId="77777777" w:rsidR="00EA052C" w:rsidRDefault="00EA052C" w:rsidP="00C855EF">
      <w:r>
        <w:t>— </w:t>
      </w:r>
      <w:proofErr w:type="spellStart"/>
      <w:r w:rsidR="00C855EF" w:rsidRPr="00AA04A0">
        <w:t>Kenton</w:t>
      </w:r>
      <w:proofErr w:type="spellEnd"/>
      <w:r>
        <w:t xml:space="preserve">, </w:t>
      </w:r>
      <w:r w:rsidR="00C855EF" w:rsidRPr="00AA04A0">
        <w:t>treize jours de travail</w:t>
      </w:r>
      <w:r>
        <w:t xml:space="preserve">, </w:t>
      </w:r>
      <w:r w:rsidR="00C855EF" w:rsidRPr="00AA04A0">
        <w:t>donc 130 dollars</w:t>
      </w:r>
      <w:r>
        <w:t xml:space="preserve">, </w:t>
      </w:r>
      <w:r w:rsidR="00C855EF" w:rsidRPr="00AA04A0">
        <w:t>voilà</w:t>
      </w:r>
      <w:r>
        <w:t> !</w:t>
      </w:r>
    </w:p>
    <w:p w14:paraId="4F86363B" w14:textId="77777777" w:rsidR="00EA052C" w:rsidRDefault="00C855EF" w:rsidP="00C855EF">
      <w:r w:rsidRPr="00AA04A0">
        <w:t>Et sa main lança vers l</w:t>
      </w:r>
      <w:r w:rsidR="00EA052C">
        <w:t>’</w:t>
      </w:r>
      <w:r w:rsidRPr="00AA04A0">
        <w:t>ouvrier un sac de toile gonflé d</w:t>
      </w:r>
      <w:r w:rsidR="00EA052C">
        <w:t>’</w:t>
      </w:r>
      <w:r w:rsidRPr="00AA04A0">
        <w:t>argent</w:t>
      </w:r>
      <w:r w:rsidR="00EA052C">
        <w:t xml:space="preserve">. </w:t>
      </w:r>
      <w:r w:rsidRPr="00AA04A0">
        <w:t>Une main calleuse saisit le sac au vol</w:t>
      </w:r>
      <w:r w:rsidR="00EA052C">
        <w:t>.</w:t>
      </w:r>
    </w:p>
    <w:p w14:paraId="79C50A60" w14:textId="77777777" w:rsidR="00EA052C" w:rsidRDefault="00EA052C" w:rsidP="00C855EF">
      <w:r>
        <w:t>— </w:t>
      </w:r>
      <w:r w:rsidR="00C855EF" w:rsidRPr="00AA04A0">
        <w:t>Gordon</w:t>
      </w:r>
      <w:r>
        <w:t xml:space="preserve">, </w:t>
      </w:r>
      <w:r w:rsidR="00C855EF" w:rsidRPr="00AA04A0">
        <w:t>vingt jours</w:t>
      </w:r>
      <w:r>
        <w:t xml:space="preserve">, </w:t>
      </w:r>
      <w:r w:rsidR="00C855EF" w:rsidRPr="00AA04A0">
        <w:t>donc 210 dollars</w:t>
      </w:r>
      <w:r>
        <w:t xml:space="preserve">, </w:t>
      </w:r>
      <w:r w:rsidR="00C855EF" w:rsidRPr="00AA04A0">
        <w:t>voilà</w:t>
      </w:r>
      <w:r>
        <w:t xml:space="preserve">. </w:t>
      </w:r>
      <w:r w:rsidR="00C855EF" w:rsidRPr="00AA04A0">
        <w:t>Un autre sac tomba</w:t>
      </w:r>
      <w:r>
        <w:t xml:space="preserve">. </w:t>
      </w:r>
      <w:r w:rsidR="00C855EF" w:rsidRPr="00AA04A0">
        <w:t>Il en fut ainsi pour les neuf ouvriers</w:t>
      </w:r>
      <w:r>
        <w:t xml:space="preserve">. </w:t>
      </w:r>
      <w:r w:rsidR="00C855EF" w:rsidRPr="00AA04A0">
        <w:t>Toute réclamation de leur part fut superflue</w:t>
      </w:r>
      <w:r>
        <w:t xml:space="preserve">. </w:t>
      </w:r>
      <w:r w:rsidR="00C855EF" w:rsidRPr="00AA04A0">
        <w:t>Le dernier sac d</w:t>
      </w:r>
      <w:r>
        <w:t>’</w:t>
      </w:r>
      <w:r w:rsidR="00C855EF" w:rsidRPr="00AA04A0">
        <w:t>argent tombé</w:t>
      </w:r>
      <w:r>
        <w:t xml:space="preserve">, </w:t>
      </w:r>
      <w:r w:rsidR="00C855EF" w:rsidRPr="00AA04A0">
        <w:t>Toby revint à ses leviers</w:t>
      </w:r>
      <w:r>
        <w:t xml:space="preserve">, </w:t>
      </w:r>
      <w:r w:rsidR="00C855EF" w:rsidRPr="00AA04A0">
        <w:t xml:space="preserve">souleva celui de la montée et le </w:t>
      </w:r>
      <w:proofErr w:type="spellStart"/>
      <w:r w:rsidR="00C855EF" w:rsidRPr="00AA04A0">
        <w:rPr>
          <w:i/>
          <w:iCs/>
          <w:szCs w:val="32"/>
        </w:rPr>
        <w:t>Météor</w:t>
      </w:r>
      <w:proofErr w:type="spellEnd"/>
      <w:r>
        <w:rPr>
          <w:i/>
          <w:iCs/>
          <w:szCs w:val="32"/>
        </w:rPr>
        <w:t xml:space="preserve">, </w:t>
      </w:r>
      <w:r w:rsidR="00C855EF" w:rsidRPr="00AA04A0">
        <w:t>comme un grand oiseau libéré de sa cage</w:t>
      </w:r>
      <w:r>
        <w:t xml:space="preserve">, </w:t>
      </w:r>
      <w:r w:rsidR="00C855EF" w:rsidRPr="00AA04A0">
        <w:t>sortit du hangar</w:t>
      </w:r>
      <w:r>
        <w:t xml:space="preserve">, </w:t>
      </w:r>
      <w:r w:rsidR="00C855EF" w:rsidRPr="00AA04A0">
        <w:t>hés</w:t>
      </w:r>
      <w:r w:rsidR="00C855EF" w:rsidRPr="00AA04A0">
        <w:t>i</w:t>
      </w:r>
      <w:r w:rsidR="00C855EF" w:rsidRPr="00AA04A0">
        <w:t>ta un instant au ras du toit</w:t>
      </w:r>
      <w:r>
        <w:t xml:space="preserve">, </w:t>
      </w:r>
      <w:r w:rsidR="00C855EF" w:rsidRPr="00AA04A0">
        <w:t>et brusquement décidé</w:t>
      </w:r>
      <w:r>
        <w:t xml:space="preserve">, </w:t>
      </w:r>
      <w:r w:rsidR="00C855EF" w:rsidRPr="00AA04A0">
        <w:t>piqua droit devant lui</w:t>
      </w:r>
      <w:r>
        <w:t xml:space="preserve">, </w:t>
      </w:r>
      <w:r w:rsidR="00C855EF" w:rsidRPr="00AA04A0">
        <w:t>dans le grand ciel calme</w:t>
      </w:r>
      <w:r>
        <w:t>.</w:t>
      </w:r>
    </w:p>
    <w:p w14:paraId="0E082ACF" w14:textId="77777777" w:rsidR="00EA052C" w:rsidRDefault="00C855EF" w:rsidP="00C855EF">
      <w:r w:rsidRPr="00AA04A0">
        <w:t>Comme il ne sied pas de s</w:t>
      </w:r>
      <w:r w:rsidR="00EA052C">
        <w:t>’</w:t>
      </w:r>
      <w:r w:rsidRPr="00AA04A0">
        <w:t>occuper de deux choses en même temps</w:t>
      </w:r>
      <w:r w:rsidR="00EA052C">
        <w:t xml:space="preserve">, </w:t>
      </w:r>
      <w:r w:rsidRPr="00AA04A0">
        <w:t>je m</w:t>
      </w:r>
      <w:r w:rsidR="00EA052C">
        <w:t>’</w:t>
      </w:r>
      <w:r w:rsidRPr="00AA04A0">
        <w:t>appliquai à examiner la sensation de la montée</w:t>
      </w:r>
      <w:r w:rsidR="00EA052C">
        <w:t xml:space="preserve">. </w:t>
      </w:r>
      <w:r w:rsidRPr="00AA04A0">
        <w:t>C</w:t>
      </w:r>
      <w:r w:rsidR="00EA052C">
        <w:t>’</w:t>
      </w:r>
      <w:r w:rsidRPr="00AA04A0">
        <w:t>était comme un glissement tranquille et sourd sur la neige</w:t>
      </w:r>
      <w:r w:rsidR="00EA052C">
        <w:t xml:space="preserve">. </w:t>
      </w:r>
      <w:r w:rsidRPr="00AA04A0">
        <w:t>Seul le silence de l</w:t>
      </w:r>
      <w:r w:rsidR="00EA052C">
        <w:t>’</w:t>
      </w:r>
      <w:r w:rsidRPr="00AA04A0">
        <w:t>atmosphère était troublé par le ronflement aigu du moteur accentué par l</w:t>
      </w:r>
      <w:r w:rsidR="00EA052C">
        <w:t>’</w:t>
      </w:r>
      <w:r w:rsidRPr="00AA04A0">
        <w:t>écho des espaces élevés où nous planions</w:t>
      </w:r>
      <w:r w:rsidR="00EA052C">
        <w:t xml:space="preserve">. </w:t>
      </w:r>
      <w:r w:rsidRPr="00AA04A0">
        <w:t>Dans les tubulures quelque chose de saccadé sangl</w:t>
      </w:r>
      <w:r w:rsidRPr="00AA04A0">
        <w:t>o</w:t>
      </w:r>
      <w:r w:rsidRPr="00AA04A0">
        <w:t>tait comme un glouglou</w:t>
      </w:r>
      <w:r w:rsidR="00EA052C">
        <w:t xml:space="preserve">. </w:t>
      </w:r>
      <w:r w:rsidRPr="00AA04A0">
        <w:t>Devant la glace nette qui fermait le premier compartiment</w:t>
      </w:r>
      <w:r w:rsidR="00EA052C">
        <w:t xml:space="preserve">, </w:t>
      </w:r>
      <w:r w:rsidRPr="00AA04A0">
        <w:t xml:space="preserve">Toby </w:t>
      </w:r>
      <w:proofErr w:type="spellStart"/>
      <w:r w:rsidRPr="00AA04A0">
        <w:t>Kleampton</w:t>
      </w:r>
      <w:proofErr w:type="spellEnd"/>
      <w:r w:rsidRPr="00AA04A0">
        <w:t xml:space="preserve"> dirigeait la marche du </w:t>
      </w:r>
      <w:proofErr w:type="spellStart"/>
      <w:r w:rsidRPr="00AA04A0">
        <w:rPr>
          <w:i/>
          <w:iCs/>
          <w:szCs w:val="32"/>
        </w:rPr>
        <w:t>Météor</w:t>
      </w:r>
      <w:proofErr w:type="spellEnd"/>
      <w:r w:rsidR="00EA052C">
        <w:rPr>
          <w:i/>
          <w:iCs/>
          <w:szCs w:val="32"/>
        </w:rPr>
        <w:t xml:space="preserve">. </w:t>
      </w:r>
      <w:r w:rsidRPr="00AA04A0">
        <w:t>J</w:t>
      </w:r>
      <w:r w:rsidR="00EA052C">
        <w:t>’</w:t>
      </w:r>
      <w:r w:rsidRPr="00AA04A0">
        <w:t>allai me placer à côté de lui qui fumait toujours sa pipe de bruyère et alors seulement je regardai le paysage</w:t>
      </w:r>
      <w:r w:rsidR="00EA052C">
        <w:t>.</w:t>
      </w:r>
    </w:p>
    <w:p w14:paraId="5B7E1118" w14:textId="77777777" w:rsidR="00EA052C" w:rsidRDefault="00C855EF" w:rsidP="00C855EF">
      <w:r w:rsidRPr="00AA04A0">
        <w:t>À sept ou huit cents mètres sous nous</w:t>
      </w:r>
      <w:r w:rsidR="00EA052C">
        <w:t xml:space="preserve">, </w:t>
      </w:r>
      <w:r w:rsidRPr="00AA04A0">
        <w:t>il filait comme l</w:t>
      </w:r>
      <w:r w:rsidR="00EA052C">
        <w:t>’</w:t>
      </w:r>
      <w:r w:rsidRPr="00AA04A0">
        <w:t>eau d</w:t>
      </w:r>
      <w:r w:rsidR="00EA052C">
        <w:t>’</w:t>
      </w:r>
      <w:r w:rsidRPr="00AA04A0">
        <w:t>un fleuve qui s</w:t>
      </w:r>
      <w:r w:rsidR="00EA052C">
        <w:t>’</w:t>
      </w:r>
      <w:r w:rsidRPr="00AA04A0">
        <w:t>écoule</w:t>
      </w:r>
      <w:r w:rsidR="00EA052C">
        <w:t xml:space="preserve">. </w:t>
      </w:r>
      <w:r w:rsidRPr="00AA04A0">
        <w:t>La mer brillait comme un bouclier de métal semé de petites taches noires qui étaient les steamers</w:t>
      </w:r>
      <w:r w:rsidR="00EA052C">
        <w:t xml:space="preserve">, </w:t>
      </w:r>
      <w:r w:rsidRPr="00AA04A0">
        <w:t>les paquebots d</w:t>
      </w:r>
      <w:r w:rsidR="00EA052C">
        <w:t>’</w:t>
      </w:r>
      <w:r w:rsidRPr="00AA04A0">
        <w:t>Europe et les navires marchands</w:t>
      </w:r>
      <w:r w:rsidR="00EA052C">
        <w:t xml:space="preserve">. </w:t>
      </w:r>
      <w:r w:rsidRPr="00AA04A0">
        <w:t>La sensation de ce glissement aérien était d</w:t>
      </w:r>
      <w:r w:rsidR="00EA052C">
        <w:t>’</w:t>
      </w:r>
      <w:r w:rsidRPr="00AA04A0">
        <w:t xml:space="preserve">une douceur </w:t>
      </w:r>
      <w:r w:rsidRPr="00AA04A0">
        <w:lastRenderedPageBreak/>
        <w:t>inexprimable</w:t>
      </w:r>
      <w:r w:rsidR="00EA052C">
        <w:t xml:space="preserve">. </w:t>
      </w:r>
      <w:r w:rsidRPr="00AA04A0">
        <w:t>Les poumons se dilataient dans l</w:t>
      </w:r>
      <w:r w:rsidR="00EA052C">
        <w:t>’</w:t>
      </w:r>
      <w:r w:rsidRPr="00AA04A0">
        <w:t>air vif qui</w:t>
      </w:r>
      <w:r w:rsidR="00EA052C">
        <w:t xml:space="preserve">, </w:t>
      </w:r>
      <w:r w:rsidRPr="00AA04A0">
        <w:t>à l</w:t>
      </w:r>
      <w:r w:rsidR="00EA052C">
        <w:t>’</w:t>
      </w:r>
      <w:r w:rsidRPr="00AA04A0">
        <w:t>arrière de l</w:t>
      </w:r>
      <w:r w:rsidR="00EA052C">
        <w:t>’</w:t>
      </w:r>
      <w:r w:rsidRPr="00AA04A0">
        <w:t>aéroplane</w:t>
      </w:r>
      <w:r w:rsidR="00EA052C">
        <w:t xml:space="preserve">, </w:t>
      </w:r>
      <w:r w:rsidRPr="00AA04A0">
        <w:t>faisait claquer les soies du drapeau américain</w:t>
      </w:r>
      <w:r w:rsidR="00EA052C">
        <w:t xml:space="preserve">. </w:t>
      </w:r>
      <w:r w:rsidRPr="00AA04A0">
        <w:t>À terre</w:t>
      </w:r>
      <w:r w:rsidR="00EA052C">
        <w:t xml:space="preserve">, </w:t>
      </w:r>
      <w:r w:rsidRPr="00AA04A0">
        <w:t>infiniment petits</w:t>
      </w:r>
      <w:r w:rsidR="00EA052C">
        <w:t xml:space="preserve">, </w:t>
      </w:r>
      <w:r w:rsidRPr="00AA04A0">
        <w:t>se dessinaient les églises</w:t>
      </w:r>
      <w:r w:rsidR="00EA052C">
        <w:t xml:space="preserve">, </w:t>
      </w:r>
      <w:r w:rsidRPr="00AA04A0">
        <w:t>les palais</w:t>
      </w:r>
      <w:r w:rsidR="00EA052C">
        <w:t xml:space="preserve">, </w:t>
      </w:r>
      <w:r w:rsidRPr="00AA04A0">
        <w:t>les bibliothèques</w:t>
      </w:r>
      <w:r w:rsidR="00EA052C">
        <w:t xml:space="preserve">, </w:t>
      </w:r>
      <w:r w:rsidRPr="00AA04A0">
        <w:t>les monuments de New-York</w:t>
      </w:r>
      <w:r w:rsidR="00EA052C">
        <w:t xml:space="preserve">. </w:t>
      </w:r>
      <w:r w:rsidRPr="00AA04A0">
        <w:t>De petites taches vertes signifiaient les parcs</w:t>
      </w:r>
      <w:r w:rsidR="00EA052C">
        <w:t xml:space="preserve">, </w:t>
      </w:r>
      <w:r w:rsidRPr="00AA04A0">
        <w:t>les jardins</w:t>
      </w:r>
      <w:r w:rsidR="00EA052C">
        <w:t xml:space="preserve">, </w:t>
      </w:r>
      <w:r w:rsidRPr="00AA04A0">
        <w:t>les squares</w:t>
      </w:r>
      <w:r w:rsidR="00EA052C">
        <w:t xml:space="preserve">. </w:t>
      </w:r>
      <w:r w:rsidRPr="00AA04A0">
        <w:t>Les hautes maisons à vingt étages s</w:t>
      </w:r>
      <w:r w:rsidR="00EA052C">
        <w:t>’</w:t>
      </w:r>
      <w:r w:rsidRPr="00AA04A0">
        <w:t>écrasaient à cette hauteur</w:t>
      </w:r>
      <w:r w:rsidR="00EA052C">
        <w:t xml:space="preserve">, </w:t>
      </w:r>
      <w:r w:rsidRPr="00AA04A0">
        <w:t>ce n</w:t>
      </w:r>
      <w:r w:rsidR="00EA052C">
        <w:t>’</w:t>
      </w:r>
      <w:r w:rsidRPr="00AA04A0">
        <w:t>étaient plus que de petits cubes de pierre blanchâtres</w:t>
      </w:r>
      <w:r w:rsidR="00EA052C">
        <w:t>.</w:t>
      </w:r>
    </w:p>
    <w:p w14:paraId="77E66A40" w14:textId="77777777" w:rsidR="00EA052C" w:rsidRDefault="00C855EF" w:rsidP="00C855EF">
      <w:r w:rsidRPr="00AA04A0">
        <w:t xml:space="preserve">Alors la main de Toby </w:t>
      </w:r>
      <w:proofErr w:type="spellStart"/>
      <w:r w:rsidRPr="00AA04A0">
        <w:t>Kleampton</w:t>
      </w:r>
      <w:proofErr w:type="spellEnd"/>
      <w:r w:rsidRPr="00AA04A0">
        <w:t xml:space="preserve"> pesa sur le levier et le </w:t>
      </w:r>
      <w:proofErr w:type="spellStart"/>
      <w:r w:rsidRPr="00AA04A0">
        <w:rPr>
          <w:i/>
          <w:iCs/>
          <w:szCs w:val="32"/>
        </w:rPr>
        <w:t>Météor</w:t>
      </w:r>
      <w:proofErr w:type="spellEnd"/>
      <w:r w:rsidRPr="00AA04A0">
        <w:t xml:space="preserve"> s</w:t>
      </w:r>
      <w:r w:rsidR="00EA052C">
        <w:t>’</w:t>
      </w:r>
      <w:r w:rsidRPr="00AA04A0">
        <w:t>immobilisa dans l</w:t>
      </w:r>
      <w:r w:rsidR="00EA052C">
        <w:t>’</w:t>
      </w:r>
      <w:r w:rsidRPr="00AA04A0">
        <w:t>atmosphère</w:t>
      </w:r>
      <w:r w:rsidR="00EA052C">
        <w:t xml:space="preserve">. </w:t>
      </w:r>
      <w:r w:rsidRPr="00AA04A0">
        <w:t>Autour de nous fuyaient de légers nuages roses et blancs</w:t>
      </w:r>
      <w:r w:rsidR="00EA052C">
        <w:t>.</w:t>
      </w:r>
    </w:p>
    <w:p w14:paraId="1F089595" w14:textId="77777777" w:rsidR="00EA052C" w:rsidRDefault="00EA052C" w:rsidP="00C855EF">
      <w:r>
        <w:t>— </w:t>
      </w:r>
      <w:r w:rsidR="00C855EF" w:rsidRPr="00AA04A0">
        <w:t>Que votre curiosité soit satisfaite</w:t>
      </w:r>
      <w:r>
        <w:t xml:space="preserve">, </w:t>
      </w:r>
      <w:r w:rsidR="00C855EF" w:rsidRPr="00AA04A0">
        <w:t>gentleman</w:t>
      </w:r>
      <w:r>
        <w:t xml:space="preserve">, </w:t>
      </w:r>
      <w:r w:rsidR="00C855EF" w:rsidRPr="00AA04A0">
        <w:t>me dit l</w:t>
      </w:r>
      <w:r>
        <w:t>’</w:t>
      </w:r>
      <w:r w:rsidR="00C855EF" w:rsidRPr="00AA04A0">
        <w:t>ingénieur</w:t>
      </w:r>
      <w:r>
        <w:t xml:space="preserve">. </w:t>
      </w:r>
      <w:r w:rsidR="00C855EF" w:rsidRPr="00AA04A0">
        <w:t>Nous allons visiter la cabine</w:t>
      </w:r>
      <w:r>
        <w:t>.</w:t>
      </w:r>
    </w:p>
    <w:p w14:paraId="0B0418B2" w14:textId="77777777" w:rsidR="00EA052C" w:rsidRDefault="00C855EF" w:rsidP="00C855EF">
      <w:r w:rsidRPr="00AA04A0">
        <w:t>Nous pénétrâmes dans le second compartiment</w:t>
      </w:r>
      <w:r w:rsidR="00EA052C">
        <w:t xml:space="preserve">. </w:t>
      </w:r>
      <w:r w:rsidRPr="00AA04A0">
        <w:t>Un des coffrets plats fut ouvert</w:t>
      </w:r>
      <w:r w:rsidR="00EA052C">
        <w:t xml:space="preserve">. </w:t>
      </w:r>
      <w:r w:rsidRPr="00AA04A0">
        <w:t>Des manteaux de cuir verni y appar</w:t>
      </w:r>
      <w:r w:rsidRPr="00AA04A0">
        <w:t>u</w:t>
      </w:r>
      <w:r w:rsidRPr="00AA04A0">
        <w:t>rent</w:t>
      </w:r>
      <w:r w:rsidR="00EA052C">
        <w:t>.</w:t>
      </w:r>
    </w:p>
    <w:p w14:paraId="66693969" w14:textId="77777777" w:rsidR="00EA052C" w:rsidRDefault="00EA052C" w:rsidP="00C855EF">
      <w:r>
        <w:t>— </w:t>
      </w:r>
      <w:r w:rsidR="00C855EF" w:rsidRPr="00AA04A0">
        <w:t>Les fourrures sont inutiles</w:t>
      </w:r>
      <w:r>
        <w:t xml:space="preserve">, </w:t>
      </w:r>
      <w:r w:rsidR="00C855EF" w:rsidRPr="00AA04A0">
        <w:t>dit Toby</w:t>
      </w:r>
      <w:r>
        <w:t xml:space="preserve">. </w:t>
      </w:r>
      <w:r w:rsidR="00C855EF" w:rsidRPr="00AA04A0">
        <w:t>Ces manteaux nous protégeront mieux que des peaux de loups ou d</w:t>
      </w:r>
      <w:r>
        <w:t>’</w:t>
      </w:r>
      <w:r w:rsidR="00C855EF" w:rsidRPr="00AA04A0">
        <w:t>ours</w:t>
      </w:r>
      <w:r>
        <w:t xml:space="preserve">. </w:t>
      </w:r>
      <w:r w:rsidR="00C855EF" w:rsidRPr="00AA04A0">
        <w:t>Voici le lit</w:t>
      </w:r>
      <w:r>
        <w:t>.</w:t>
      </w:r>
    </w:p>
    <w:p w14:paraId="52E985C2" w14:textId="77777777" w:rsidR="00EA052C" w:rsidRDefault="00C855EF" w:rsidP="00C855EF">
      <w:r w:rsidRPr="00AA04A0">
        <w:t>Il déplia la caisse de grandeur d</w:t>
      </w:r>
      <w:r w:rsidR="00EA052C">
        <w:t>’</w:t>
      </w:r>
      <w:r w:rsidRPr="00AA04A0">
        <w:t>homme que déjà j</w:t>
      </w:r>
      <w:r w:rsidR="00EA052C">
        <w:t>’</w:t>
      </w:r>
      <w:r w:rsidRPr="00AA04A0">
        <w:t>avais remarquée avant l</w:t>
      </w:r>
      <w:r w:rsidR="00EA052C">
        <w:t>’</w:t>
      </w:r>
      <w:r w:rsidRPr="00AA04A0">
        <w:t>ascension</w:t>
      </w:r>
      <w:r w:rsidR="00EA052C">
        <w:t xml:space="preserve">. </w:t>
      </w:r>
      <w:r w:rsidRPr="00AA04A0">
        <w:t>Elle était garnie de matelas de crin</w:t>
      </w:r>
      <w:r w:rsidR="00EA052C">
        <w:t xml:space="preserve">, </w:t>
      </w:r>
      <w:r w:rsidRPr="00AA04A0">
        <w:t>d</w:t>
      </w:r>
      <w:r w:rsidR="00EA052C">
        <w:t>’</w:t>
      </w:r>
      <w:r w:rsidRPr="00AA04A0">
        <w:t>oreillers plats et de couvertures à tissu de laine serré pour épargner leur nombre</w:t>
      </w:r>
      <w:r w:rsidR="00EA052C">
        <w:t>.</w:t>
      </w:r>
    </w:p>
    <w:p w14:paraId="70B4BDC3" w14:textId="77777777" w:rsidR="00EA052C" w:rsidRDefault="00EA052C" w:rsidP="00C855EF">
      <w:r>
        <w:t>— </w:t>
      </w:r>
      <w:r w:rsidR="00C855EF" w:rsidRPr="00AA04A0">
        <w:t>Il n</w:t>
      </w:r>
      <w:r>
        <w:t>’</w:t>
      </w:r>
      <w:r w:rsidR="00C855EF" w:rsidRPr="00AA04A0">
        <w:t>y a qu</w:t>
      </w:r>
      <w:r>
        <w:t>’</w:t>
      </w:r>
      <w:r w:rsidR="00C855EF" w:rsidRPr="00AA04A0">
        <w:t>un lit ici</w:t>
      </w:r>
      <w:r>
        <w:t xml:space="preserve">, </w:t>
      </w:r>
      <w:r w:rsidR="00C855EF" w:rsidRPr="00AA04A0">
        <w:t>Toby</w:t>
      </w:r>
      <w:r>
        <w:t xml:space="preserve">, </w:t>
      </w:r>
      <w:r w:rsidR="00C855EF" w:rsidRPr="00AA04A0">
        <w:t>observai-je</w:t>
      </w:r>
      <w:r>
        <w:t>.</w:t>
      </w:r>
    </w:p>
    <w:p w14:paraId="2F1008F3" w14:textId="77777777" w:rsidR="00EA052C" w:rsidRDefault="00EA052C" w:rsidP="00C855EF">
      <w:r>
        <w:t>— </w:t>
      </w:r>
      <w:r w:rsidR="00C855EF" w:rsidRPr="00AA04A0">
        <w:t>Si nous dormons tous deux</w:t>
      </w:r>
      <w:r>
        <w:t xml:space="preserve">, </w:t>
      </w:r>
      <w:r w:rsidR="00C855EF" w:rsidRPr="00AA04A0">
        <w:t>qui veillera</w:t>
      </w:r>
      <w:r>
        <w:t> ?</w:t>
      </w:r>
    </w:p>
    <w:p w14:paraId="0CC6F57F" w14:textId="77777777" w:rsidR="00EA052C" w:rsidRDefault="00EA052C" w:rsidP="00C855EF">
      <w:r>
        <w:t>— </w:t>
      </w:r>
      <w:r w:rsidR="00C855EF" w:rsidRPr="00AA04A0">
        <w:t>C</w:t>
      </w:r>
      <w:r>
        <w:t>’</w:t>
      </w:r>
      <w:r w:rsidR="00C855EF" w:rsidRPr="00AA04A0">
        <w:t>est juste</w:t>
      </w:r>
      <w:r>
        <w:t xml:space="preserve">. </w:t>
      </w:r>
      <w:r w:rsidR="00C855EF" w:rsidRPr="00AA04A0">
        <w:t>Il faut une sentinelle</w:t>
      </w:r>
      <w:r>
        <w:t>.</w:t>
      </w:r>
    </w:p>
    <w:p w14:paraId="63D1EA31" w14:textId="77777777" w:rsidR="00EA052C" w:rsidRDefault="00EA052C" w:rsidP="00C855EF">
      <w:r>
        <w:t>— </w:t>
      </w:r>
      <w:r w:rsidR="00C855EF" w:rsidRPr="00AA04A0">
        <w:t>Quand on va vers l</w:t>
      </w:r>
      <w:r>
        <w:t>’</w:t>
      </w:r>
      <w:r w:rsidR="00C855EF" w:rsidRPr="00AA04A0">
        <w:t>inconnu il faut toujours veiller</w:t>
      </w:r>
      <w:r>
        <w:t>.</w:t>
      </w:r>
    </w:p>
    <w:p w14:paraId="65E2CC3B" w14:textId="77777777" w:rsidR="00EA052C" w:rsidRDefault="00EA052C" w:rsidP="00C855EF">
      <w:r>
        <w:lastRenderedPageBreak/>
        <w:t>— </w:t>
      </w:r>
      <w:r w:rsidR="00C855EF" w:rsidRPr="00AA04A0">
        <w:t>Et les aliments</w:t>
      </w:r>
      <w:r>
        <w:t> ?</w:t>
      </w:r>
    </w:p>
    <w:p w14:paraId="529B722C" w14:textId="77777777" w:rsidR="00EA052C" w:rsidRDefault="00C855EF" w:rsidP="00C855EF">
      <w:r w:rsidRPr="00AA04A0">
        <w:t>L</w:t>
      </w:r>
      <w:r w:rsidR="00EA052C">
        <w:t>’</w:t>
      </w:r>
      <w:r w:rsidRPr="00AA04A0">
        <w:t>ingénieur ouvrit la boîte oblongue qui lui fut apportée</w:t>
      </w:r>
      <w:r w:rsidR="00EA052C">
        <w:t xml:space="preserve">, </w:t>
      </w:r>
      <w:r w:rsidRPr="00AA04A0">
        <w:t>on s</w:t>
      </w:r>
      <w:r w:rsidR="00EA052C">
        <w:t>’</w:t>
      </w:r>
      <w:r w:rsidRPr="00AA04A0">
        <w:t>en souvient</w:t>
      </w:r>
      <w:r w:rsidR="00EA052C">
        <w:t xml:space="preserve">, </w:t>
      </w:r>
      <w:r w:rsidRPr="00AA04A0">
        <w:t>un soir</w:t>
      </w:r>
      <w:r w:rsidR="00EA052C">
        <w:t>.</w:t>
      </w:r>
    </w:p>
    <w:p w14:paraId="02559286" w14:textId="77777777" w:rsidR="00EA052C" w:rsidRDefault="00C855EF" w:rsidP="00C855EF">
      <w:r w:rsidRPr="00AA04A0">
        <w:t>Ouverte</w:t>
      </w:r>
      <w:r w:rsidR="00EA052C">
        <w:t xml:space="preserve">, </w:t>
      </w:r>
      <w:r w:rsidRPr="00AA04A0">
        <w:t>elle montra quelques rangées de tablettes blanches et minces</w:t>
      </w:r>
      <w:r w:rsidR="00EA052C">
        <w:t xml:space="preserve">, </w:t>
      </w:r>
      <w:r w:rsidRPr="00AA04A0">
        <w:t>sans odeur aucune</w:t>
      </w:r>
      <w:r w:rsidR="00EA052C">
        <w:t>.</w:t>
      </w:r>
    </w:p>
    <w:p w14:paraId="45AD62CC" w14:textId="77777777" w:rsidR="00EA052C" w:rsidRDefault="00EA052C" w:rsidP="00C855EF">
      <w:r>
        <w:t>— </w:t>
      </w:r>
      <w:r w:rsidR="00C855EF" w:rsidRPr="00AA04A0">
        <w:t>Qu</w:t>
      </w:r>
      <w:r>
        <w:t>’</w:t>
      </w:r>
      <w:r w:rsidR="00C855EF" w:rsidRPr="00AA04A0">
        <w:t>est-ce donc</w:t>
      </w:r>
      <w:r>
        <w:t xml:space="preserve">, </w:t>
      </w:r>
      <w:proofErr w:type="spellStart"/>
      <w:r w:rsidR="00C855EF" w:rsidRPr="00AA04A0">
        <w:t>Kleampton</w:t>
      </w:r>
      <w:proofErr w:type="spellEnd"/>
      <w:r>
        <w:t> ?</w:t>
      </w:r>
    </w:p>
    <w:p w14:paraId="4129C361" w14:textId="77777777" w:rsidR="00EA052C" w:rsidRDefault="00EA052C" w:rsidP="00C855EF">
      <w:r>
        <w:t>— </w:t>
      </w:r>
      <w:r w:rsidR="00C855EF" w:rsidRPr="00AA04A0">
        <w:t>Notre nourriture pour un an</w:t>
      </w:r>
      <w:r>
        <w:t>.</w:t>
      </w:r>
    </w:p>
    <w:p w14:paraId="00AF605B" w14:textId="77777777" w:rsidR="00EA052C" w:rsidRDefault="00EA052C" w:rsidP="00C855EF">
      <w:r>
        <w:t>— </w:t>
      </w:r>
      <w:r w:rsidR="00C855EF" w:rsidRPr="00AA04A0">
        <w:t>Cela</w:t>
      </w:r>
      <w:r>
        <w:t> ?</w:t>
      </w:r>
    </w:p>
    <w:p w14:paraId="7F2301C9" w14:textId="77777777" w:rsidR="00EA052C" w:rsidRDefault="00EA052C" w:rsidP="00C855EF">
      <w:r>
        <w:t>— </w:t>
      </w:r>
      <w:r w:rsidR="00C855EF" w:rsidRPr="00AA04A0">
        <w:t>Oui</w:t>
      </w:r>
      <w:r>
        <w:t xml:space="preserve">, </w:t>
      </w:r>
      <w:r w:rsidR="00C855EF" w:rsidRPr="00AA04A0">
        <w:t>cela</w:t>
      </w:r>
      <w:r>
        <w:t xml:space="preserve">. </w:t>
      </w:r>
      <w:r w:rsidR="00C855EF" w:rsidRPr="00AA04A0">
        <w:t>Chaque tablette représente un repas azoté pour quarante-huit heures</w:t>
      </w:r>
      <w:r>
        <w:t xml:space="preserve">. </w:t>
      </w:r>
      <w:r w:rsidR="00C855EF" w:rsidRPr="00AA04A0">
        <w:t>Sous cette forme nous mangerons 120 grammes d</w:t>
      </w:r>
      <w:r>
        <w:t>’</w:t>
      </w:r>
      <w:r w:rsidR="00C855EF" w:rsidRPr="00AA04A0">
        <w:t>albumine</w:t>
      </w:r>
      <w:r>
        <w:t xml:space="preserve">, </w:t>
      </w:r>
      <w:r w:rsidR="00C855EF" w:rsidRPr="00AA04A0">
        <w:t>90 grammes de graisses</w:t>
      </w:r>
      <w:r>
        <w:t xml:space="preserve">, </w:t>
      </w:r>
      <w:r w:rsidR="00C855EF" w:rsidRPr="00AA04A0">
        <w:t>330 grammes de fécules</w:t>
      </w:r>
      <w:r>
        <w:t xml:space="preserve">. </w:t>
      </w:r>
      <w:r w:rsidR="00C855EF" w:rsidRPr="00AA04A0">
        <w:t>C</w:t>
      </w:r>
      <w:r>
        <w:t>’</w:t>
      </w:r>
      <w:r w:rsidR="00C855EF" w:rsidRPr="00AA04A0">
        <w:t>est la nourriture de l</w:t>
      </w:r>
      <w:r>
        <w:t>’</w:t>
      </w:r>
      <w:r w:rsidR="00C855EF" w:rsidRPr="00AA04A0">
        <w:t>avenir</w:t>
      </w:r>
      <w:r>
        <w:t xml:space="preserve">. </w:t>
      </w:r>
      <w:r w:rsidR="00C855EF" w:rsidRPr="00AA04A0">
        <w:t>Veuillez goûter</w:t>
      </w:r>
      <w:r>
        <w:t xml:space="preserve">, </w:t>
      </w:r>
      <w:r w:rsidR="00C855EF" w:rsidRPr="00AA04A0">
        <w:t>gentl</w:t>
      </w:r>
      <w:r w:rsidR="00C855EF" w:rsidRPr="00AA04A0">
        <w:t>e</w:t>
      </w:r>
      <w:r w:rsidR="00C855EF" w:rsidRPr="00AA04A0">
        <w:t>man</w:t>
      </w:r>
      <w:r>
        <w:t>.</w:t>
      </w:r>
    </w:p>
    <w:p w14:paraId="48E3106B" w14:textId="77777777" w:rsidR="00EA052C" w:rsidRDefault="00C855EF" w:rsidP="00C855EF">
      <w:r w:rsidRPr="00AA04A0">
        <w:t>Je brisai une des tablettes</w:t>
      </w:r>
      <w:r w:rsidR="00EA052C">
        <w:t xml:space="preserve">. </w:t>
      </w:r>
      <w:r w:rsidRPr="00AA04A0">
        <w:t>Elle fondit dans ma bouche sans laisser un goût quelconque à mon palais</w:t>
      </w:r>
      <w:r w:rsidR="00EA052C">
        <w:t xml:space="preserve">. </w:t>
      </w:r>
      <w:r w:rsidRPr="00AA04A0">
        <w:t>Et presque aussitôt je me sentis réconforté comme après un abondant repas arrosé de vins généreux et abondants</w:t>
      </w:r>
      <w:r w:rsidR="00EA052C">
        <w:t xml:space="preserve">. </w:t>
      </w:r>
      <w:r w:rsidRPr="00AA04A0">
        <w:t>Cette sensation de bien-être persi</w:t>
      </w:r>
      <w:r w:rsidRPr="00AA04A0">
        <w:t>s</w:t>
      </w:r>
      <w:r w:rsidRPr="00AA04A0">
        <w:t>ta</w:t>
      </w:r>
      <w:r w:rsidR="00EA052C">
        <w:t>.</w:t>
      </w:r>
    </w:p>
    <w:p w14:paraId="0ABFC800" w14:textId="77777777" w:rsidR="00EA052C" w:rsidRDefault="00EA052C" w:rsidP="00C855EF">
      <w:r>
        <w:t>— </w:t>
      </w:r>
      <w:r w:rsidR="00C855EF" w:rsidRPr="00AA04A0">
        <w:t>Ceci est simplement merveilleux</w:t>
      </w:r>
      <w:r>
        <w:t xml:space="preserve">, </w:t>
      </w:r>
      <w:r w:rsidR="00C855EF" w:rsidRPr="00AA04A0">
        <w:t>dis-je à Toby</w:t>
      </w:r>
      <w:r>
        <w:t>.</w:t>
      </w:r>
    </w:p>
    <w:p w14:paraId="115EDF6D" w14:textId="77777777" w:rsidR="00EA052C" w:rsidRDefault="00EA052C" w:rsidP="00C855EF">
      <w:r>
        <w:t>— </w:t>
      </w:r>
      <w:r w:rsidR="00C855EF" w:rsidRPr="00AA04A0">
        <w:t>Je suis heureux de vous l</w:t>
      </w:r>
      <w:r>
        <w:t>’</w:t>
      </w:r>
      <w:r w:rsidR="00C855EF" w:rsidRPr="00AA04A0">
        <w:t>entendre dire</w:t>
      </w:r>
      <w:r>
        <w:t xml:space="preserve">, </w:t>
      </w:r>
      <w:r w:rsidR="00C855EF" w:rsidRPr="00AA04A0">
        <w:t>gentleman</w:t>
      </w:r>
      <w:r>
        <w:t xml:space="preserve">. </w:t>
      </w:r>
      <w:r w:rsidR="00C855EF" w:rsidRPr="00AA04A0">
        <w:t>Je pense ne pas vous faire changer d</w:t>
      </w:r>
      <w:r>
        <w:t>’</w:t>
      </w:r>
      <w:r w:rsidR="00C855EF" w:rsidRPr="00AA04A0">
        <w:t>avis pendant toute la durée de ce voyage</w:t>
      </w:r>
      <w:r>
        <w:t>.</w:t>
      </w:r>
    </w:p>
    <w:p w14:paraId="534B83FD" w14:textId="77777777" w:rsidR="00EA052C" w:rsidRDefault="00C855EF" w:rsidP="00C855EF">
      <w:r w:rsidRPr="00AA04A0">
        <w:t>Nous retournâmes dans le premier compartiment</w:t>
      </w:r>
      <w:r w:rsidR="00EA052C">
        <w:t>.</w:t>
      </w:r>
    </w:p>
    <w:p w14:paraId="67A753C4" w14:textId="77777777" w:rsidR="00EA052C" w:rsidRDefault="00EA052C" w:rsidP="00C855EF">
      <w:r>
        <w:t>— </w:t>
      </w:r>
      <w:r w:rsidR="00C855EF" w:rsidRPr="00AA04A0">
        <w:t>Pourquoi cette mitrailleuse</w:t>
      </w:r>
      <w:r>
        <w:t xml:space="preserve">, </w:t>
      </w:r>
      <w:proofErr w:type="spellStart"/>
      <w:r w:rsidR="00C855EF" w:rsidRPr="00AA04A0">
        <w:t>Kleampton</w:t>
      </w:r>
      <w:proofErr w:type="spellEnd"/>
      <w:r>
        <w:t xml:space="preserve"> ? </w:t>
      </w:r>
      <w:r w:rsidR="00C855EF" w:rsidRPr="00AA04A0">
        <w:t>Comptez-vous chasser la bête polaire</w:t>
      </w:r>
      <w:r>
        <w:t> ?</w:t>
      </w:r>
    </w:p>
    <w:p w14:paraId="18DAF122" w14:textId="77777777" w:rsidR="00EA052C" w:rsidRDefault="00EA052C" w:rsidP="00C855EF">
      <w:r>
        <w:lastRenderedPageBreak/>
        <w:t>— </w:t>
      </w:r>
      <w:r w:rsidR="00C855EF" w:rsidRPr="00AA04A0">
        <w:t>Peut-être</w:t>
      </w:r>
      <w:r>
        <w:t xml:space="preserve">, </w:t>
      </w:r>
      <w:r w:rsidR="00C855EF" w:rsidRPr="00AA04A0">
        <w:t>dit-il</w:t>
      </w:r>
      <w:r>
        <w:t xml:space="preserve">, </w:t>
      </w:r>
      <w:r w:rsidR="00C855EF" w:rsidRPr="00AA04A0">
        <w:t>mais la mitrailleuse perfectionnée que voici nous rendra sans doute d</w:t>
      </w:r>
      <w:r>
        <w:t>’</w:t>
      </w:r>
      <w:r w:rsidR="00C855EF" w:rsidRPr="00AA04A0">
        <w:t>autres services que ceux des deux fusils à percussion centrale que j</w:t>
      </w:r>
      <w:r>
        <w:t>’</w:t>
      </w:r>
      <w:r w:rsidR="00C855EF" w:rsidRPr="00AA04A0">
        <w:t>ai emportés</w:t>
      </w:r>
      <w:r>
        <w:t xml:space="preserve">. </w:t>
      </w:r>
      <w:r w:rsidR="00C855EF" w:rsidRPr="00AA04A0">
        <w:t>Vous n</w:t>
      </w:r>
      <w:r>
        <w:t>’</w:t>
      </w:r>
      <w:r w:rsidR="00C855EF" w:rsidRPr="00AA04A0">
        <w:t>êtes pas sans ignorer la hauteur prodigieuse et la force énorme de résistance des icebergs</w:t>
      </w:r>
      <w:r>
        <w:t> ?</w:t>
      </w:r>
    </w:p>
    <w:p w14:paraId="0B77103E" w14:textId="77777777" w:rsidR="00EA052C" w:rsidRDefault="00EA052C" w:rsidP="00C855EF">
      <w:r>
        <w:t>— </w:t>
      </w:r>
      <w:r w:rsidR="00C855EF" w:rsidRPr="00AA04A0">
        <w:t>Certes</w:t>
      </w:r>
      <w:r>
        <w:t xml:space="preserve">, </w:t>
      </w:r>
      <w:r w:rsidR="00C855EF" w:rsidRPr="00AA04A0">
        <w:t>non</w:t>
      </w:r>
      <w:r>
        <w:t xml:space="preserve">. </w:t>
      </w:r>
      <w:r w:rsidR="00C855EF" w:rsidRPr="00AA04A0">
        <w:t>Vous voulez les briser à coups de mitrai</w:t>
      </w:r>
      <w:r w:rsidR="00C855EF" w:rsidRPr="00AA04A0">
        <w:t>l</w:t>
      </w:r>
      <w:r w:rsidR="00C855EF" w:rsidRPr="00AA04A0">
        <w:t>leuse</w:t>
      </w:r>
      <w:r>
        <w:t> ?</w:t>
      </w:r>
    </w:p>
    <w:p w14:paraId="0EA1D550" w14:textId="77777777" w:rsidR="00EA052C" w:rsidRDefault="00EA052C" w:rsidP="00C855EF">
      <w:r>
        <w:t>— </w:t>
      </w:r>
      <w:r w:rsidR="00C855EF" w:rsidRPr="00AA04A0">
        <w:t>Cela vous étonne</w:t>
      </w:r>
      <w:r>
        <w:t xml:space="preserve"> ? </w:t>
      </w:r>
      <w:r w:rsidR="00C855EF" w:rsidRPr="00AA04A0">
        <w:t>À danger nouveau</w:t>
      </w:r>
      <w:r>
        <w:t xml:space="preserve">, </w:t>
      </w:r>
      <w:r w:rsidR="00C855EF" w:rsidRPr="00AA04A0">
        <w:t>arme nouvelle</w:t>
      </w:r>
      <w:r>
        <w:t xml:space="preserve">. </w:t>
      </w:r>
      <w:r w:rsidR="00C855EF" w:rsidRPr="00AA04A0">
        <w:t>Nous l</w:t>
      </w:r>
      <w:r>
        <w:t>’</w:t>
      </w:r>
      <w:r w:rsidR="00C855EF" w:rsidRPr="00AA04A0">
        <w:t>expérimenterons dimanche</w:t>
      </w:r>
      <w:r>
        <w:t>.</w:t>
      </w:r>
    </w:p>
    <w:p w14:paraId="7E03BE64" w14:textId="77777777" w:rsidR="00EA052C" w:rsidRDefault="00EA052C" w:rsidP="00C855EF">
      <w:r>
        <w:t>— </w:t>
      </w:r>
      <w:r w:rsidR="00C855EF" w:rsidRPr="00AA04A0">
        <w:t>Dimanche</w:t>
      </w:r>
      <w:r>
        <w:t> ?</w:t>
      </w:r>
    </w:p>
    <w:p w14:paraId="0F9F878A" w14:textId="77777777" w:rsidR="00EA052C" w:rsidRDefault="00EA052C" w:rsidP="00C855EF">
      <w:r>
        <w:t>— </w:t>
      </w:r>
      <w:r w:rsidR="00C855EF" w:rsidRPr="00AA04A0">
        <w:t>Oui</w:t>
      </w:r>
      <w:r>
        <w:t xml:space="preserve">, </w:t>
      </w:r>
      <w:r w:rsidR="00C855EF" w:rsidRPr="00AA04A0">
        <w:t>nous voici jeudi</w:t>
      </w:r>
      <w:r>
        <w:t xml:space="preserve">. </w:t>
      </w:r>
      <w:r w:rsidR="00C855EF" w:rsidRPr="00AA04A0">
        <w:t>Dimanche nous aurons atteint le point de Cook et les régions polaires</w:t>
      </w:r>
      <w:r>
        <w:t>.</w:t>
      </w:r>
    </w:p>
    <w:p w14:paraId="2F14E8A8" w14:textId="77777777" w:rsidR="00EA052C" w:rsidRDefault="00C855EF" w:rsidP="00C855EF">
      <w:r w:rsidRPr="00AA04A0">
        <w:t>Je frissonnai instinctivement</w:t>
      </w:r>
      <w:r w:rsidR="00EA052C">
        <w:t xml:space="preserve">. </w:t>
      </w:r>
      <w:r w:rsidRPr="00AA04A0">
        <w:t>Quoi</w:t>
      </w:r>
      <w:r w:rsidR="00EA052C">
        <w:t xml:space="preserve"> ! </w:t>
      </w:r>
      <w:r w:rsidRPr="00AA04A0">
        <w:t>quelques heures à peine nous séparaient de cet inconnu redoutable où nul n</w:t>
      </w:r>
      <w:r w:rsidR="00EA052C">
        <w:t>’</w:t>
      </w:r>
      <w:r w:rsidRPr="00AA04A0">
        <w:t>avait pénétré avant nous</w:t>
      </w:r>
      <w:r w:rsidR="00EA052C">
        <w:t xml:space="preserve"> ? </w:t>
      </w:r>
      <w:r w:rsidRPr="00AA04A0">
        <w:t>Dans quelques heures la tragique majesté solitaire du pôle austral allait nous apparaître</w:t>
      </w:r>
      <w:r w:rsidR="00EA052C">
        <w:t xml:space="preserve">, </w:t>
      </w:r>
      <w:r w:rsidRPr="00AA04A0">
        <w:t>à nous</w:t>
      </w:r>
      <w:r w:rsidR="00EA052C">
        <w:t xml:space="preserve">, </w:t>
      </w:r>
      <w:r w:rsidRPr="00AA04A0">
        <w:t>humains favorisés parmi les humains</w:t>
      </w:r>
      <w:r w:rsidR="00EA052C">
        <w:t xml:space="preserve"> ? </w:t>
      </w:r>
      <w:r w:rsidRPr="00AA04A0">
        <w:t>À cette pensée ma fierté d</w:t>
      </w:r>
      <w:r w:rsidR="00EA052C">
        <w:t>’</w:t>
      </w:r>
      <w:r w:rsidRPr="00AA04A0">
        <w:t>Américain s</w:t>
      </w:r>
      <w:r w:rsidR="00EA052C">
        <w:t>’</w:t>
      </w:r>
      <w:r w:rsidRPr="00AA04A0">
        <w:t>exalta</w:t>
      </w:r>
      <w:r w:rsidR="00EA052C">
        <w:t xml:space="preserve">. </w:t>
      </w:r>
      <w:r w:rsidRPr="00AA04A0">
        <w:t>Je m</w:t>
      </w:r>
      <w:r w:rsidR="00EA052C">
        <w:t>’</w:t>
      </w:r>
      <w:r w:rsidRPr="00AA04A0">
        <w:t>écriai</w:t>
      </w:r>
      <w:r w:rsidR="00EA052C">
        <w:t> :</w:t>
      </w:r>
    </w:p>
    <w:p w14:paraId="175BC350" w14:textId="77777777" w:rsidR="00EA052C" w:rsidRDefault="00EA052C" w:rsidP="00C855EF">
      <w:r>
        <w:t>— </w:t>
      </w:r>
      <w:r w:rsidR="00C855EF" w:rsidRPr="00AA04A0">
        <w:t>Le Pôle Sud sera donc américain</w:t>
      </w:r>
      <w:r>
        <w:t> !</w:t>
      </w:r>
    </w:p>
    <w:p w14:paraId="326A31B7" w14:textId="77777777" w:rsidR="00EA052C" w:rsidRDefault="00C855EF" w:rsidP="00C855EF">
      <w:r w:rsidRPr="00AA04A0">
        <w:t xml:space="preserve">Et me précipitant vers Toby </w:t>
      </w:r>
      <w:proofErr w:type="spellStart"/>
      <w:r w:rsidRPr="00AA04A0">
        <w:t>Kleampton</w:t>
      </w:r>
      <w:proofErr w:type="spellEnd"/>
      <w:r w:rsidRPr="00AA04A0">
        <w:t xml:space="preserve"> je le </w:t>
      </w:r>
      <w:proofErr w:type="spellStart"/>
      <w:r w:rsidRPr="00AA04A0">
        <w:t>serrai</w:t>
      </w:r>
      <w:proofErr w:type="spellEnd"/>
      <w:r w:rsidRPr="00AA04A0">
        <w:t xml:space="preserve"> dans mes bras</w:t>
      </w:r>
      <w:r w:rsidR="00EA052C">
        <w:t> :</w:t>
      </w:r>
    </w:p>
    <w:p w14:paraId="7E8678A1" w14:textId="77777777" w:rsidR="00EA052C" w:rsidRDefault="00EA052C" w:rsidP="00C855EF">
      <w:r>
        <w:t>— </w:t>
      </w:r>
      <w:r w:rsidR="00C855EF" w:rsidRPr="00AA04A0">
        <w:t>Toby</w:t>
      </w:r>
      <w:r>
        <w:t xml:space="preserve">, </w:t>
      </w:r>
      <w:r w:rsidR="00C855EF" w:rsidRPr="00AA04A0">
        <w:t>vous êtes un grand homme</w:t>
      </w:r>
      <w:r>
        <w:t> !</w:t>
      </w:r>
    </w:p>
    <w:p w14:paraId="1F8D7BB0" w14:textId="77777777" w:rsidR="00EA052C" w:rsidRDefault="00C855EF" w:rsidP="00C855EF">
      <w:r w:rsidRPr="00AA04A0">
        <w:t xml:space="preserve">Sans me répondre il appuya sur le levier et le </w:t>
      </w:r>
      <w:proofErr w:type="spellStart"/>
      <w:r w:rsidRPr="00AA04A0">
        <w:rPr>
          <w:i/>
          <w:iCs/>
          <w:szCs w:val="32"/>
        </w:rPr>
        <w:t>Météor</w:t>
      </w:r>
      <w:proofErr w:type="spellEnd"/>
      <w:r w:rsidRPr="00AA04A0">
        <w:t xml:space="preserve"> se remit en marche</w:t>
      </w:r>
      <w:r w:rsidR="00EA052C">
        <w:t>.</w:t>
      </w:r>
    </w:p>
    <w:p w14:paraId="6EF5054D" w14:textId="07CEB1F3" w:rsidR="00C855EF" w:rsidRPr="00AA04A0" w:rsidRDefault="00C855EF" w:rsidP="00EA052C">
      <w:pPr>
        <w:pStyle w:val="Titre1"/>
      </w:pPr>
      <w:bookmarkStart w:id="6" w:name="_Toc194837606"/>
      <w:r w:rsidRPr="00AA04A0">
        <w:lastRenderedPageBreak/>
        <w:t>V</w:t>
      </w:r>
      <w:r w:rsidRPr="00AA04A0">
        <w:br/>
      </w:r>
      <w:r w:rsidRPr="00AA04A0">
        <w:br/>
        <w:t>DE NEW-YORK À LA TERRE DE FEU EN AÉROPLANE</w:t>
      </w:r>
      <w:bookmarkEnd w:id="6"/>
    </w:p>
    <w:p w14:paraId="11F5E801" w14:textId="77777777" w:rsidR="00EA052C" w:rsidRDefault="00C855EF" w:rsidP="00C855EF">
      <w:r w:rsidRPr="00AA04A0">
        <w:t>Autour de nous la nuit tombait</w:t>
      </w:r>
      <w:r w:rsidR="00EA052C">
        <w:t>.</w:t>
      </w:r>
    </w:p>
    <w:p w14:paraId="16299E1E" w14:textId="77777777" w:rsidR="00EA052C" w:rsidRDefault="00C855EF" w:rsidP="00C855EF">
      <w:r w:rsidRPr="00AA04A0">
        <w:t>Singulière sensation à deux mille mètres de hauteur</w:t>
      </w:r>
      <w:r w:rsidR="00EA052C">
        <w:t> !</w:t>
      </w:r>
    </w:p>
    <w:p w14:paraId="7EE5DA62" w14:textId="77777777" w:rsidR="00EA052C" w:rsidRDefault="00C855EF" w:rsidP="00C855EF">
      <w:r w:rsidRPr="00AA04A0">
        <w:t>Dans l</w:t>
      </w:r>
      <w:r w:rsidR="00EA052C">
        <w:t>’</w:t>
      </w:r>
      <w:r w:rsidRPr="00AA04A0">
        <w:t>espace inconnu</w:t>
      </w:r>
      <w:r w:rsidR="00EA052C">
        <w:t xml:space="preserve">, </w:t>
      </w:r>
      <w:r w:rsidRPr="00AA04A0">
        <w:t>sous le feu lointain encore des e</w:t>
      </w:r>
      <w:r w:rsidRPr="00AA04A0">
        <w:t>r</w:t>
      </w:r>
      <w:r w:rsidRPr="00AA04A0">
        <w:t>rantes étoiles</w:t>
      </w:r>
      <w:r w:rsidR="00EA052C">
        <w:t xml:space="preserve">, </w:t>
      </w:r>
      <w:r w:rsidRPr="00AA04A0">
        <w:t>parmi le frôlement brumeux des nuages</w:t>
      </w:r>
      <w:r w:rsidR="00EA052C">
        <w:t xml:space="preserve">, </w:t>
      </w:r>
      <w:r w:rsidRPr="00AA04A0">
        <w:t>nous n</w:t>
      </w:r>
      <w:r w:rsidR="00EA052C">
        <w:t>’</w:t>
      </w:r>
      <w:r w:rsidRPr="00AA04A0">
        <w:t>étions qu</w:t>
      </w:r>
      <w:r w:rsidR="00EA052C">
        <w:t>’</w:t>
      </w:r>
      <w:r w:rsidRPr="00AA04A0">
        <w:t>une flamme immobile</w:t>
      </w:r>
      <w:r w:rsidR="00EA052C">
        <w:t xml:space="preserve">, </w:t>
      </w:r>
      <w:r w:rsidRPr="00AA04A0">
        <w:t>la flamme de l</w:t>
      </w:r>
      <w:r w:rsidR="00EA052C">
        <w:t>’</w:t>
      </w:r>
      <w:r w:rsidRPr="00AA04A0">
        <w:t>ampoule éle</w:t>
      </w:r>
      <w:r w:rsidRPr="00AA04A0">
        <w:t>c</w:t>
      </w:r>
      <w:r w:rsidRPr="00AA04A0">
        <w:t>trique éclairant le moteur</w:t>
      </w:r>
      <w:r w:rsidR="00EA052C">
        <w:t xml:space="preserve">. </w:t>
      </w:r>
      <w:r w:rsidRPr="00AA04A0">
        <w:t>Je ne sais pour quel dessein inconnu et mystérieux</w:t>
      </w:r>
      <w:r w:rsidR="00EA052C">
        <w:t xml:space="preserve">, </w:t>
      </w:r>
      <w:r w:rsidRPr="00AA04A0">
        <w:t xml:space="preserve">Toby </w:t>
      </w:r>
      <w:proofErr w:type="spellStart"/>
      <w:r w:rsidRPr="00AA04A0">
        <w:t>Kleampton</w:t>
      </w:r>
      <w:proofErr w:type="spellEnd"/>
      <w:r w:rsidRPr="00AA04A0">
        <w:t xml:space="preserve"> n</w:t>
      </w:r>
      <w:r w:rsidR="00EA052C">
        <w:t>’</w:t>
      </w:r>
      <w:r w:rsidRPr="00AA04A0">
        <w:t>avait voulu que cette faible lueur</w:t>
      </w:r>
      <w:r w:rsidR="00EA052C">
        <w:t xml:space="preserve">. </w:t>
      </w:r>
      <w:r w:rsidRPr="00AA04A0">
        <w:t>Elle l</w:t>
      </w:r>
      <w:r w:rsidR="00EA052C">
        <w:t>’</w:t>
      </w:r>
      <w:r w:rsidRPr="00AA04A0">
        <w:t>aidait à surveiller ses manomètres et les degrés de température marqués à la barre de mercure</w:t>
      </w:r>
      <w:r w:rsidR="00EA052C">
        <w:t>.</w:t>
      </w:r>
    </w:p>
    <w:p w14:paraId="07A4AFEF" w14:textId="77777777" w:rsidR="00EA052C" w:rsidRDefault="00C855EF" w:rsidP="00C855EF">
      <w:r w:rsidRPr="00AA04A0">
        <w:t>Pendant toute la journée</w:t>
      </w:r>
      <w:r w:rsidR="00EA052C">
        <w:t xml:space="preserve">, </w:t>
      </w:r>
      <w:r w:rsidRPr="00AA04A0">
        <w:t xml:space="preserve">le </w:t>
      </w:r>
      <w:proofErr w:type="spellStart"/>
      <w:r w:rsidRPr="00AA04A0">
        <w:rPr>
          <w:i/>
          <w:iCs/>
          <w:szCs w:val="32"/>
        </w:rPr>
        <w:t>Météor</w:t>
      </w:r>
      <w:proofErr w:type="spellEnd"/>
      <w:r w:rsidRPr="00AA04A0">
        <w:t xml:space="preserve"> s</w:t>
      </w:r>
      <w:r w:rsidR="00EA052C">
        <w:t>’</w:t>
      </w:r>
      <w:r w:rsidRPr="00AA04A0">
        <w:t>était admirablement comporté</w:t>
      </w:r>
      <w:r w:rsidR="00EA052C">
        <w:t xml:space="preserve">. </w:t>
      </w:r>
      <w:r w:rsidRPr="00AA04A0">
        <w:t>Tout ce que l</w:t>
      </w:r>
      <w:r w:rsidR="00EA052C">
        <w:t>’</w:t>
      </w:r>
      <w:r w:rsidRPr="00AA04A0">
        <w:t>ingénieur avait prévu s</w:t>
      </w:r>
      <w:r w:rsidR="00EA052C">
        <w:t>’</w:t>
      </w:r>
      <w:r w:rsidRPr="00AA04A0">
        <w:t>accomplissait méthodiquement</w:t>
      </w:r>
      <w:r w:rsidR="00EA052C">
        <w:t xml:space="preserve">, </w:t>
      </w:r>
      <w:r w:rsidRPr="00AA04A0">
        <w:t>logiquement</w:t>
      </w:r>
      <w:r w:rsidR="00EA052C">
        <w:t xml:space="preserve">, </w:t>
      </w:r>
      <w:r w:rsidRPr="00AA04A0">
        <w:t>comme s</w:t>
      </w:r>
      <w:r w:rsidR="00EA052C">
        <w:t>’</w:t>
      </w:r>
      <w:r w:rsidRPr="00AA04A0">
        <w:t>il se fut agi de la chose la plus naturelle du monde</w:t>
      </w:r>
      <w:r w:rsidR="00EA052C">
        <w:t>.</w:t>
      </w:r>
    </w:p>
    <w:p w14:paraId="54C562AC" w14:textId="77777777" w:rsidR="00EA052C" w:rsidRDefault="00C855EF" w:rsidP="00C855EF">
      <w:r w:rsidRPr="00AA04A0">
        <w:t>Soudain il m</w:t>
      </w:r>
      <w:r w:rsidR="00EA052C">
        <w:t>’</w:t>
      </w:r>
      <w:r w:rsidRPr="00AA04A0">
        <w:t>avertit</w:t>
      </w:r>
      <w:r w:rsidR="00EA052C">
        <w:t> :</w:t>
      </w:r>
    </w:p>
    <w:p w14:paraId="1A15B540" w14:textId="77777777" w:rsidR="00EA052C" w:rsidRDefault="00EA052C" w:rsidP="00C855EF">
      <w:r>
        <w:t>— </w:t>
      </w:r>
      <w:r w:rsidR="00C855EF" w:rsidRPr="00AA04A0">
        <w:t>Attention</w:t>
      </w:r>
      <w:r>
        <w:t xml:space="preserve">. </w:t>
      </w:r>
      <w:r w:rsidR="00C855EF" w:rsidRPr="00AA04A0">
        <w:t>Nous descendons</w:t>
      </w:r>
      <w:r>
        <w:t>.</w:t>
      </w:r>
    </w:p>
    <w:p w14:paraId="4EE3C4FD" w14:textId="77777777" w:rsidR="00EA052C" w:rsidRDefault="00C855EF" w:rsidP="00C855EF">
      <w:r w:rsidRPr="00AA04A0">
        <w:t>Dans la nuit nous fîmes un saut effrayant de cinq cents mètres</w:t>
      </w:r>
      <w:r w:rsidR="00EA052C">
        <w:t xml:space="preserve">. </w:t>
      </w:r>
      <w:r w:rsidRPr="00AA04A0">
        <w:t>Le mercure oscilla dans la tige de verre</w:t>
      </w:r>
      <w:r w:rsidR="00EA052C">
        <w:t xml:space="preserve">, </w:t>
      </w:r>
      <w:r w:rsidRPr="00AA04A0">
        <w:t xml:space="preserve">et le </w:t>
      </w:r>
      <w:proofErr w:type="spellStart"/>
      <w:r w:rsidRPr="00AA04A0">
        <w:rPr>
          <w:i/>
          <w:iCs/>
          <w:szCs w:val="32"/>
        </w:rPr>
        <w:t>Météor</w:t>
      </w:r>
      <w:proofErr w:type="spellEnd"/>
      <w:r w:rsidRPr="00AA04A0">
        <w:t xml:space="preserve"> stoppa</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assura du bon fonctionnement du man</w:t>
      </w:r>
      <w:r w:rsidRPr="00AA04A0">
        <w:t>o</w:t>
      </w:r>
      <w:r w:rsidRPr="00AA04A0">
        <w:t>mètre</w:t>
      </w:r>
      <w:r w:rsidR="00EA052C">
        <w:t xml:space="preserve">. </w:t>
      </w:r>
      <w:r w:rsidRPr="00AA04A0">
        <w:t>Une nouvelle fois il dit</w:t>
      </w:r>
      <w:r w:rsidR="00EA052C">
        <w:t> :</w:t>
      </w:r>
    </w:p>
    <w:p w14:paraId="5DC707DF" w14:textId="77777777" w:rsidR="00EA052C" w:rsidRDefault="00EA052C" w:rsidP="00C855EF">
      <w:r>
        <w:t>— </w:t>
      </w:r>
      <w:r w:rsidR="00C855EF" w:rsidRPr="00AA04A0">
        <w:t>Attention</w:t>
      </w:r>
      <w:r>
        <w:t xml:space="preserve">. </w:t>
      </w:r>
      <w:r w:rsidR="00C855EF" w:rsidRPr="00AA04A0">
        <w:t>Nous descendons encore</w:t>
      </w:r>
      <w:r>
        <w:t>.</w:t>
      </w:r>
    </w:p>
    <w:p w14:paraId="273B2510" w14:textId="77777777" w:rsidR="00EA052C" w:rsidRDefault="00C855EF" w:rsidP="00C855EF">
      <w:r w:rsidRPr="00AA04A0">
        <w:lastRenderedPageBreak/>
        <w:t>Un autre bond nous porta à cinq cents mètres au-dessus de New-York</w:t>
      </w:r>
      <w:r w:rsidR="00EA052C">
        <w:t xml:space="preserve">. </w:t>
      </w:r>
      <w:r w:rsidRPr="00AA04A0">
        <w:t>La clarté de la torche de la statue de la Liberté fut comme la lueur lointaine d</w:t>
      </w:r>
      <w:r w:rsidR="00EA052C">
        <w:t>’</w:t>
      </w:r>
      <w:r w:rsidRPr="00AA04A0">
        <w:t>une torche fumeuse</w:t>
      </w:r>
      <w:r w:rsidR="00EA052C">
        <w:t xml:space="preserve">. </w:t>
      </w:r>
      <w:r w:rsidRPr="00AA04A0">
        <w:t>Au-dessous de nous le sol semblait semé de vers luisants immobiles</w:t>
      </w:r>
      <w:r w:rsidR="00EA052C">
        <w:t xml:space="preserve">. </w:t>
      </w:r>
      <w:r w:rsidRPr="00AA04A0">
        <w:t>C</w:t>
      </w:r>
      <w:r w:rsidR="00EA052C">
        <w:t>’</w:t>
      </w:r>
      <w:r w:rsidRPr="00AA04A0">
        <w:t>étaient toutes les lumières électriques de la ville qui étoilaient l</w:t>
      </w:r>
      <w:r w:rsidR="00EA052C">
        <w:t>’</w:t>
      </w:r>
      <w:r w:rsidRPr="00AA04A0">
        <w:t>ombre</w:t>
      </w:r>
      <w:r w:rsidR="00EA052C">
        <w:t>.</w:t>
      </w:r>
    </w:p>
    <w:p w14:paraId="42864DF9" w14:textId="77777777" w:rsidR="00EA052C" w:rsidRDefault="00EA052C" w:rsidP="00C855EF">
      <w:r>
        <w:t>— </w:t>
      </w:r>
      <w:r w:rsidR="00C855EF" w:rsidRPr="00AA04A0">
        <w:t>Veuillez regarder</w:t>
      </w:r>
      <w:r>
        <w:t xml:space="preserve">, </w:t>
      </w:r>
      <w:r w:rsidR="00C855EF" w:rsidRPr="00AA04A0">
        <w:t>gentleman</w:t>
      </w:r>
      <w:r>
        <w:t xml:space="preserve">, </w:t>
      </w:r>
      <w:r w:rsidR="00C855EF" w:rsidRPr="00AA04A0">
        <w:t>dit Toby</w:t>
      </w:r>
      <w:r>
        <w:t>.</w:t>
      </w:r>
    </w:p>
    <w:p w14:paraId="4545FBDB" w14:textId="77777777" w:rsidR="00EA052C" w:rsidRDefault="00C855EF" w:rsidP="00C855EF">
      <w:r w:rsidRPr="00AA04A0">
        <w:t>Il donna trois tours à une manette</w:t>
      </w:r>
      <w:r w:rsidR="00EA052C">
        <w:t xml:space="preserve">, </w:t>
      </w:r>
      <w:r w:rsidRPr="00AA04A0">
        <w:t>appuya sur l</w:t>
      </w:r>
      <w:r w:rsidR="00EA052C">
        <w:t>’</w:t>
      </w:r>
      <w:r w:rsidRPr="00AA04A0">
        <w:t>émail d</w:t>
      </w:r>
      <w:r w:rsidR="00EA052C">
        <w:t>’</w:t>
      </w:r>
      <w:r w:rsidRPr="00AA04A0">
        <w:t>un bouton et brusquement quelque chose d</w:t>
      </w:r>
      <w:r w:rsidR="00EA052C">
        <w:t>’</w:t>
      </w:r>
      <w:r w:rsidRPr="00AA04A0">
        <w:t>inouï</w:t>
      </w:r>
      <w:r w:rsidR="00EA052C">
        <w:t xml:space="preserve">, </w:t>
      </w:r>
      <w:r w:rsidRPr="00AA04A0">
        <w:t>de fabuleux</w:t>
      </w:r>
      <w:r w:rsidR="00EA052C">
        <w:t xml:space="preserve">, </w:t>
      </w:r>
      <w:r w:rsidRPr="00AA04A0">
        <w:t>a</w:t>
      </w:r>
      <w:r w:rsidRPr="00AA04A0">
        <w:t>p</w:t>
      </w:r>
      <w:r w:rsidRPr="00AA04A0">
        <w:t>parut dans la nuit de l</w:t>
      </w:r>
      <w:r w:rsidR="00EA052C">
        <w:t>’</w:t>
      </w:r>
      <w:r w:rsidRPr="00AA04A0">
        <w:t>espace</w:t>
      </w:r>
      <w:r w:rsidR="00EA052C">
        <w:t>.</w:t>
      </w:r>
    </w:p>
    <w:p w14:paraId="175315D7" w14:textId="77777777" w:rsidR="00EA052C" w:rsidRDefault="00C855EF" w:rsidP="00C855EF">
      <w:r w:rsidRPr="00AA04A0">
        <w:t>Comme sur l</w:t>
      </w:r>
      <w:r w:rsidR="00EA052C">
        <w:t>’</w:t>
      </w:r>
      <w:r w:rsidRPr="00AA04A0">
        <w:t>écran d</w:t>
      </w:r>
      <w:r w:rsidR="00EA052C">
        <w:t>’</w:t>
      </w:r>
      <w:r w:rsidRPr="00AA04A0">
        <w:t>un cinématographe géant un cercle lumineux apparut au fond du ciel</w:t>
      </w:r>
      <w:r w:rsidR="00EA052C">
        <w:t xml:space="preserve"> ; </w:t>
      </w:r>
      <w:r w:rsidRPr="00AA04A0">
        <w:t>sur ce cercle des lettres hautes</w:t>
      </w:r>
      <w:r w:rsidR="00EA052C">
        <w:t xml:space="preserve">, </w:t>
      </w:r>
      <w:r w:rsidRPr="00AA04A0">
        <w:t>noires</w:t>
      </w:r>
      <w:r w:rsidR="00EA052C">
        <w:t xml:space="preserve">, </w:t>
      </w:r>
      <w:r w:rsidRPr="00AA04A0">
        <w:t>colossales</w:t>
      </w:r>
      <w:r w:rsidR="00EA052C">
        <w:t xml:space="preserve">, </w:t>
      </w:r>
      <w:r w:rsidRPr="00AA04A0">
        <w:t>apparurent</w:t>
      </w:r>
      <w:r w:rsidR="00EA052C">
        <w:t xml:space="preserve">. </w:t>
      </w:r>
      <w:r w:rsidRPr="00AA04A0">
        <w:t>Et je lus ceci</w:t>
      </w:r>
      <w:r w:rsidR="00EA052C">
        <w:t> :</w:t>
      </w:r>
    </w:p>
    <w:p w14:paraId="74D14E9D" w14:textId="746BE266" w:rsidR="00C855EF" w:rsidRPr="00AA04A0" w:rsidRDefault="00EA052C" w:rsidP="00C855EF">
      <w:r>
        <w:t>« </w:t>
      </w:r>
      <w:r w:rsidR="00C855EF" w:rsidRPr="00AA04A0">
        <w:t>L</w:t>
      </w:r>
      <w:r>
        <w:t>’</w:t>
      </w:r>
      <w:r w:rsidR="00C855EF" w:rsidRPr="00AA04A0">
        <w:t xml:space="preserve">aéroplane </w:t>
      </w:r>
      <w:r>
        <w:t>« </w:t>
      </w:r>
      <w:r w:rsidR="00C855EF" w:rsidRPr="00AA04A0">
        <w:rPr>
          <w:i/>
          <w:iCs/>
          <w:szCs w:val="32"/>
        </w:rPr>
        <w:t xml:space="preserve">Le </w:t>
      </w:r>
      <w:proofErr w:type="spellStart"/>
      <w:r w:rsidR="00C855EF" w:rsidRPr="00AA04A0">
        <w:rPr>
          <w:i/>
          <w:iCs/>
          <w:szCs w:val="32"/>
        </w:rPr>
        <w:t>Météor</w:t>
      </w:r>
      <w:proofErr w:type="spellEnd"/>
      <w:r>
        <w:t> »</w:t>
      </w:r>
      <w:r w:rsidR="00C855EF" w:rsidRPr="00AA04A0">
        <w:t xml:space="preserve"> monté par </w:t>
      </w:r>
      <w:r>
        <w:t>MM. </w:t>
      </w:r>
      <w:proofErr w:type="spellStart"/>
      <w:r w:rsidR="00C855EF" w:rsidRPr="00AA04A0">
        <w:t>Clarckson</w:t>
      </w:r>
      <w:proofErr w:type="spellEnd"/>
      <w:r w:rsidR="00C855EF" w:rsidRPr="00AA04A0">
        <w:t xml:space="preserve"> et </w:t>
      </w:r>
      <w:proofErr w:type="spellStart"/>
      <w:r w:rsidR="00C855EF" w:rsidRPr="00AA04A0">
        <w:t>Kleampton</w:t>
      </w:r>
      <w:proofErr w:type="spellEnd"/>
      <w:r>
        <w:t xml:space="preserve">, </w:t>
      </w:r>
      <w:r w:rsidR="00C855EF" w:rsidRPr="00AA04A0">
        <w:t>de Long-Island</w:t>
      </w:r>
      <w:r>
        <w:t xml:space="preserve">, </w:t>
      </w:r>
      <w:r w:rsidR="00C855EF" w:rsidRPr="00AA04A0">
        <w:t xml:space="preserve">part à la </w:t>
      </w:r>
      <w:r>
        <w:t>« </w:t>
      </w:r>
      <w:r w:rsidR="00C855EF" w:rsidRPr="00AA04A0">
        <w:t>conquête du Pôle Sud</w:t>
      </w:r>
      <w:r>
        <w:t>. »</w:t>
      </w:r>
    </w:p>
    <w:p w14:paraId="76EDA37B" w14:textId="77777777" w:rsidR="00EA052C" w:rsidRDefault="00C855EF" w:rsidP="00C855EF">
      <w:r w:rsidRPr="00AA04A0">
        <w:t>Cela flamboya dans l</w:t>
      </w:r>
      <w:r w:rsidR="00EA052C">
        <w:t>’</w:t>
      </w:r>
      <w:r w:rsidRPr="00AA04A0">
        <w:t>horizon</w:t>
      </w:r>
      <w:r w:rsidR="00EA052C">
        <w:t xml:space="preserve">, </w:t>
      </w:r>
      <w:r w:rsidRPr="00AA04A0">
        <w:t>dirigé en un immense fai</w:t>
      </w:r>
      <w:r w:rsidRPr="00AA04A0">
        <w:t>s</w:t>
      </w:r>
      <w:r w:rsidRPr="00AA04A0">
        <w:t>ceau lumineux sur l</w:t>
      </w:r>
      <w:r w:rsidR="00EA052C">
        <w:t>’</w:t>
      </w:r>
      <w:r w:rsidRPr="00AA04A0">
        <w:t>écran de la nuit</w:t>
      </w:r>
      <w:r w:rsidR="00EA052C">
        <w:t xml:space="preserve">, </w:t>
      </w:r>
      <w:r w:rsidRPr="00AA04A0">
        <w:t>et ce faisceau</w:t>
      </w:r>
      <w:r w:rsidR="00EA052C">
        <w:t xml:space="preserve">, </w:t>
      </w:r>
      <w:r w:rsidRPr="00AA04A0">
        <w:t>c</w:t>
      </w:r>
      <w:r w:rsidR="00EA052C">
        <w:t>’</w:t>
      </w:r>
      <w:r w:rsidRPr="00AA04A0">
        <w:t>est de la lanterne d</w:t>
      </w:r>
      <w:r w:rsidR="00EA052C">
        <w:t>’</w:t>
      </w:r>
      <w:r w:rsidRPr="00AA04A0">
        <w:t xml:space="preserve">avant du </w:t>
      </w:r>
      <w:proofErr w:type="spellStart"/>
      <w:r w:rsidRPr="00AA04A0">
        <w:rPr>
          <w:i/>
          <w:iCs/>
          <w:szCs w:val="32"/>
        </w:rPr>
        <w:t>Météor</w:t>
      </w:r>
      <w:proofErr w:type="spellEnd"/>
      <w:r w:rsidRPr="00AA04A0">
        <w:t xml:space="preserve"> qu</w:t>
      </w:r>
      <w:r w:rsidR="00EA052C">
        <w:t>’</w:t>
      </w:r>
      <w:r w:rsidRPr="00AA04A0">
        <w:t>il provenait</w:t>
      </w:r>
      <w:r w:rsidR="00EA052C">
        <w:t>.</w:t>
      </w:r>
    </w:p>
    <w:p w14:paraId="0B504FE1" w14:textId="77777777" w:rsidR="00EA052C" w:rsidRDefault="00C855EF" w:rsidP="00C855EF">
      <w:r w:rsidRPr="00AA04A0">
        <w:t>Le bras de métal flexible fixant la lanterne tourna</w:t>
      </w:r>
      <w:r w:rsidR="00EA052C">
        <w:t xml:space="preserve">. </w:t>
      </w:r>
      <w:r w:rsidRPr="00AA04A0">
        <w:t>L</w:t>
      </w:r>
      <w:r w:rsidR="00EA052C">
        <w:t>’</w:t>
      </w:r>
      <w:r w:rsidRPr="00AA04A0">
        <w:t>inscription s</w:t>
      </w:r>
      <w:r w:rsidR="00EA052C">
        <w:t>’</w:t>
      </w:r>
      <w:r w:rsidRPr="00AA04A0">
        <w:t>inscrivit aux quatre coins de l</w:t>
      </w:r>
      <w:r w:rsidR="00EA052C">
        <w:t>’</w:t>
      </w:r>
      <w:r w:rsidRPr="00AA04A0">
        <w:t>horizon de la nuit</w:t>
      </w:r>
      <w:r w:rsidR="00EA052C">
        <w:t xml:space="preserve">, </w:t>
      </w:r>
      <w:r w:rsidRPr="00AA04A0">
        <w:t>et confusément</w:t>
      </w:r>
      <w:r w:rsidR="00EA052C">
        <w:t xml:space="preserve">, </w:t>
      </w:r>
      <w:r w:rsidRPr="00AA04A0">
        <w:t>lointainement</w:t>
      </w:r>
      <w:r w:rsidR="00EA052C">
        <w:t xml:space="preserve">, </w:t>
      </w:r>
      <w:r w:rsidRPr="00AA04A0">
        <w:t>nous parvint de la terre</w:t>
      </w:r>
      <w:r w:rsidR="00EA052C">
        <w:t xml:space="preserve">, </w:t>
      </w:r>
      <w:r w:rsidRPr="00AA04A0">
        <w:t>de la ville</w:t>
      </w:r>
      <w:r w:rsidR="00EA052C">
        <w:t xml:space="preserve">, </w:t>
      </w:r>
      <w:r w:rsidRPr="00AA04A0">
        <w:t>de l</w:t>
      </w:r>
      <w:r w:rsidR="00EA052C">
        <w:t>’</w:t>
      </w:r>
      <w:r w:rsidRPr="00AA04A0">
        <w:t>Amérique enfin</w:t>
      </w:r>
      <w:r w:rsidR="00EA052C">
        <w:t xml:space="preserve">, </w:t>
      </w:r>
      <w:r w:rsidRPr="00AA04A0">
        <w:t>le tonnerre d</w:t>
      </w:r>
      <w:r w:rsidR="00EA052C">
        <w:t>’</w:t>
      </w:r>
      <w:r w:rsidRPr="00AA04A0">
        <w:t>une formidable accl</w:t>
      </w:r>
      <w:r w:rsidRPr="00AA04A0">
        <w:t>a</w:t>
      </w:r>
      <w:r w:rsidRPr="00AA04A0">
        <w:t>mation</w:t>
      </w:r>
      <w:r w:rsidR="00EA052C">
        <w:t xml:space="preserve">, </w:t>
      </w:r>
      <w:r w:rsidRPr="00AA04A0">
        <w:t>d</w:t>
      </w:r>
      <w:r w:rsidR="00EA052C">
        <w:t>’</w:t>
      </w:r>
      <w:r w:rsidRPr="00AA04A0">
        <w:t xml:space="preserve">un </w:t>
      </w:r>
      <w:r w:rsidR="00EA052C">
        <w:t>« </w:t>
      </w:r>
      <w:r w:rsidRPr="00AA04A0">
        <w:t>hourrah</w:t>
      </w:r>
      <w:r w:rsidR="00EA052C">
        <w:t> ! »</w:t>
      </w:r>
      <w:r w:rsidRPr="00AA04A0">
        <w:t xml:space="preserve"> triomphal</w:t>
      </w:r>
      <w:r w:rsidR="00EA052C">
        <w:t>.</w:t>
      </w:r>
    </w:p>
    <w:p w14:paraId="7B352129" w14:textId="77777777" w:rsidR="00EA052C" w:rsidRDefault="00C855EF" w:rsidP="00C855EF">
      <w:r w:rsidRPr="00AA04A0">
        <w:t>Alors Toby appuya sur la manette des électrodes de l</w:t>
      </w:r>
      <w:r w:rsidR="00EA052C">
        <w:t>’</w:t>
      </w:r>
      <w:r w:rsidRPr="00AA04A0">
        <w:t>incendie</w:t>
      </w:r>
      <w:r w:rsidR="00EA052C">
        <w:t xml:space="preserve">. </w:t>
      </w:r>
      <w:r w:rsidRPr="00AA04A0">
        <w:t>L</w:t>
      </w:r>
      <w:r w:rsidR="00EA052C">
        <w:t>’</w:t>
      </w:r>
      <w:r w:rsidRPr="00AA04A0">
        <w:t>électricité crépita autour de l</w:t>
      </w:r>
      <w:r w:rsidR="00EA052C">
        <w:t>’</w:t>
      </w:r>
      <w:r w:rsidRPr="00AA04A0">
        <w:t>armature du ballon</w:t>
      </w:r>
      <w:r w:rsidR="00EA052C">
        <w:t xml:space="preserve">, </w:t>
      </w:r>
      <w:r w:rsidRPr="00AA04A0">
        <w:t>en étincelles fulgurantes</w:t>
      </w:r>
      <w:r w:rsidR="00EA052C">
        <w:t xml:space="preserve"> ; </w:t>
      </w:r>
      <w:r w:rsidRPr="00AA04A0">
        <w:t>et au milieu de la nuit</w:t>
      </w:r>
      <w:r w:rsidR="00EA052C">
        <w:t xml:space="preserve">, </w:t>
      </w:r>
      <w:r w:rsidRPr="00AA04A0">
        <w:t xml:space="preserve">le </w:t>
      </w:r>
      <w:proofErr w:type="spellStart"/>
      <w:r w:rsidRPr="00AA04A0">
        <w:rPr>
          <w:i/>
          <w:iCs/>
          <w:szCs w:val="32"/>
        </w:rPr>
        <w:t>Météor</w:t>
      </w:r>
      <w:proofErr w:type="spellEnd"/>
      <w:r w:rsidRPr="00AA04A0">
        <w:t xml:space="preserve"> fut comme un soleil vert et bleu faisant explosion au fond du ciel</w:t>
      </w:r>
      <w:r w:rsidR="00EA052C">
        <w:t xml:space="preserve">. </w:t>
      </w:r>
      <w:r w:rsidRPr="00AA04A0">
        <w:t>Cette lueur déchirait les ténèbres autour de nous</w:t>
      </w:r>
      <w:r w:rsidR="00EA052C">
        <w:t xml:space="preserve">, </w:t>
      </w:r>
      <w:r w:rsidRPr="00AA04A0">
        <w:t xml:space="preserve">emplissait </w:t>
      </w:r>
      <w:r w:rsidRPr="00AA04A0">
        <w:lastRenderedPageBreak/>
        <w:t>le ciel</w:t>
      </w:r>
      <w:r w:rsidR="00EA052C">
        <w:t xml:space="preserve">, </w:t>
      </w:r>
      <w:r w:rsidRPr="00AA04A0">
        <w:t>et</w:t>
      </w:r>
      <w:r w:rsidR="00EA052C">
        <w:t xml:space="preserve">, </w:t>
      </w:r>
      <w:r w:rsidRPr="00AA04A0">
        <w:t>comme un navire incendié</w:t>
      </w:r>
      <w:r w:rsidR="00EA052C">
        <w:t xml:space="preserve">, </w:t>
      </w:r>
      <w:r w:rsidRPr="00AA04A0">
        <w:t>nous voguions dans cet e</w:t>
      </w:r>
      <w:r w:rsidRPr="00AA04A0">
        <w:t>m</w:t>
      </w:r>
      <w:r w:rsidRPr="00AA04A0">
        <w:t>brasement fulgurant qui faisait rebondir dans le ciel des étoiles neuves et des astres inconnus</w:t>
      </w:r>
      <w:r w:rsidR="00EA052C">
        <w:t>.</w:t>
      </w:r>
    </w:p>
    <w:p w14:paraId="5AFEE8A0" w14:textId="77777777" w:rsidR="00EA052C" w:rsidRDefault="00C855EF" w:rsidP="00C855EF">
      <w:r w:rsidRPr="00AA04A0">
        <w:t>Un autre coup de manette éteignit tout</w:t>
      </w:r>
      <w:r w:rsidR="00EA052C">
        <w:t xml:space="preserve">, </w:t>
      </w:r>
      <w:r w:rsidRPr="00AA04A0">
        <w:t>et toujours les a</w:t>
      </w:r>
      <w:r w:rsidRPr="00AA04A0">
        <w:t>c</w:t>
      </w:r>
      <w:r w:rsidRPr="00AA04A0">
        <w:t>clamations étouffées de la ville en délire nous parvenaient</w:t>
      </w:r>
      <w:r w:rsidR="00EA052C">
        <w:t xml:space="preserve">. </w:t>
      </w:r>
      <w:r w:rsidRPr="00AA04A0">
        <w:t>Et j</w:t>
      </w:r>
      <w:r w:rsidR="00EA052C">
        <w:t>’</w:t>
      </w:r>
      <w:r w:rsidRPr="00AA04A0">
        <w:t xml:space="preserve">admirai la façon inédite dont Toby </w:t>
      </w:r>
      <w:proofErr w:type="spellStart"/>
      <w:r w:rsidRPr="00AA04A0">
        <w:t>Kleampton</w:t>
      </w:r>
      <w:proofErr w:type="spellEnd"/>
      <w:r w:rsidRPr="00AA04A0">
        <w:t xml:space="preserve"> annonçait à New-York notre départ pour le Pôle Sud</w:t>
      </w:r>
      <w:r w:rsidR="00EA052C">
        <w:t xml:space="preserve">, </w:t>
      </w:r>
      <w:r w:rsidRPr="00AA04A0">
        <w:t>pour la plus mervei</w:t>
      </w:r>
      <w:r w:rsidRPr="00AA04A0">
        <w:t>l</w:t>
      </w:r>
      <w:r w:rsidRPr="00AA04A0">
        <w:t>leuse et la plus extraordinaire</w:t>
      </w:r>
      <w:r w:rsidR="00EA052C">
        <w:t xml:space="preserve">, </w:t>
      </w:r>
      <w:r w:rsidRPr="00AA04A0">
        <w:t>à la fois</w:t>
      </w:r>
      <w:r w:rsidR="00EA052C">
        <w:t xml:space="preserve">, </w:t>
      </w:r>
      <w:r w:rsidRPr="00AA04A0">
        <w:t>des aventures humaines</w:t>
      </w:r>
      <w:r w:rsidR="00EA052C">
        <w:t>.</w:t>
      </w:r>
    </w:p>
    <w:p w14:paraId="2EEE0F40" w14:textId="77777777" w:rsidR="00EA052C" w:rsidRDefault="00C855EF" w:rsidP="00C855EF">
      <w:r w:rsidRPr="00AA04A0">
        <w:t>Quand tout fut de nouveau ténébreux autour de nous</w:t>
      </w:r>
      <w:r w:rsidR="00EA052C">
        <w:t xml:space="preserve">, </w:t>
      </w:r>
      <w:r w:rsidRPr="00AA04A0">
        <w:t>il dit</w:t>
      </w:r>
      <w:r w:rsidR="00EA052C">
        <w:t> :</w:t>
      </w:r>
    </w:p>
    <w:p w14:paraId="110B9127" w14:textId="77777777" w:rsidR="00EA052C" w:rsidRDefault="00EA052C" w:rsidP="00C855EF">
      <w:r>
        <w:t>— </w:t>
      </w:r>
      <w:r w:rsidR="00C855EF" w:rsidRPr="00AA04A0">
        <w:t>Ceci est assez pour aujourd</w:t>
      </w:r>
      <w:r>
        <w:t>’</w:t>
      </w:r>
      <w:r w:rsidR="00C855EF" w:rsidRPr="00AA04A0">
        <w:t>hui et il s</w:t>
      </w:r>
      <w:r>
        <w:t>’</w:t>
      </w:r>
      <w:r w:rsidR="00C855EF" w:rsidRPr="00AA04A0">
        <w:t>agit de modérer les transports de nos concitoyens</w:t>
      </w:r>
      <w:r>
        <w:t>.</w:t>
      </w:r>
    </w:p>
    <w:p w14:paraId="4B63F219" w14:textId="77777777" w:rsidR="00EA052C" w:rsidRDefault="00C855EF" w:rsidP="00C855EF">
      <w:r w:rsidRPr="00AA04A0">
        <w:t>Et</w:t>
      </w:r>
      <w:r w:rsidR="00EA052C">
        <w:t xml:space="preserve">, </w:t>
      </w:r>
      <w:r w:rsidRPr="00AA04A0">
        <w:t>les yeux fixés sur la boussole</w:t>
      </w:r>
      <w:r w:rsidR="00EA052C">
        <w:t xml:space="preserve">, </w:t>
      </w:r>
      <w:r w:rsidRPr="00AA04A0">
        <w:rPr>
          <w:szCs w:val="32"/>
        </w:rPr>
        <w:t xml:space="preserve">à </w:t>
      </w:r>
      <w:r w:rsidRPr="00AA04A0">
        <w:t>travers la nuit</w:t>
      </w:r>
      <w:r w:rsidR="00EA052C">
        <w:t xml:space="preserve">, </w:t>
      </w:r>
      <w:r w:rsidRPr="00AA04A0">
        <w:t>d</w:t>
      </w:r>
      <w:r w:rsidR="00EA052C">
        <w:t>’</w:t>
      </w:r>
      <w:r w:rsidRPr="00AA04A0">
        <w:t>une main sûre</w:t>
      </w:r>
      <w:r w:rsidR="00EA052C">
        <w:t xml:space="preserve">, </w:t>
      </w:r>
      <w:r w:rsidRPr="00AA04A0">
        <w:t xml:space="preserve">Toby </w:t>
      </w:r>
      <w:proofErr w:type="spellStart"/>
      <w:r w:rsidRPr="00AA04A0">
        <w:t>Kleampton</w:t>
      </w:r>
      <w:proofErr w:type="spellEnd"/>
      <w:r w:rsidRPr="00AA04A0">
        <w:t xml:space="preserve"> lança le </w:t>
      </w:r>
      <w:proofErr w:type="spellStart"/>
      <w:r w:rsidRPr="00AA04A0">
        <w:rPr>
          <w:i/>
          <w:iCs/>
          <w:szCs w:val="32"/>
        </w:rPr>
        <w:t>Météor</w:t>
      </w:r>
      <w:proofErr w:type="spellEnd"/>
      <w:r w:rsidRPr="00AA04A0">
        <w:t xml:space="preserve"> vers le Sud</w:t>
      </w:r>
      <w:r w:rsidR="00EA052C">
        <w:t>.</w:t>
      </w:r>
    </w:p>
    <w:p w14:paraId="7007281C" w14:textId="77777777" w:rsidR="00EA052C" w:rsidRDefault="00C855EF" w:rsidP="00C855EF">
      <w:r w:rsidRPr="00AA04A0">
        <w:t>Mais la fatigue vint et j</w:t>
      </w:r>
      <w:r w:rsidR="00EA052C">
        <w:t>’</w:t>
      </w:r>
      <w:r w:rsidRPr="00AA04A0">
        <w:t>allai m</w:t>
      </w:r>
      <w:r w:rsidR="00EA052C">
        <w:t>’</w:t>
      </w:r>
      <w:r w:rsidRPr="00AA04A0">
        <w:t>étendre sur la couchette de la cabine</w:t>
      </w:r>
      <w:r w:rsidR="00EA052C">
        <w:t xml:space="preserve">. </w:t>
      </w:r>
      <w:r w:rsidRPr="00AA04A0">
        <w:t>Mon sommeil fut lourd</w:t>
      </w:r>
      <w:r w:rsidR="00EA052C">
        <w:t xml:space="preserve">, </w:t>
      </w:r>
      <w:r w:rsidRPr="00AA04A0">
        <w:t>peuplé de cauchemars où T</w:t>
      </w:r>
      <w:r w:rsidRPr="00AA04A0">
        <w:t>o</w:t>
      </w:r>
      <w:r w:rsidRPr="00AA04A0">
        <w:t>by m</w:t>
      </w:r>
      <w:r w:rsidR="00EA052C">
        <w:t>’</w:t>
      </w:r>
      <w:r w:rsidRPr="00AA04A0">
        <w:t>apparut travesti en monstre électrique</w:t>
      </w:r>
      <w:r w:rsidR="00EA052C">
        <w:t xml:space="preserve">, </w:t>
      </w:r>
      <w:r w:rsidRPr="00AA04A0">
        <w:t>fulgurant de flammes vertes et bleues</w:t>
      </w:r>
      <w:r w:rsidR="00EA052C">
        <w:t xml:space="preserve">. </w:t>
      </w:r>
      <w:r w:rsidRPr="00AA04A0">
        <w:t>Dans une aube tiède qui blanchissait aux vitres de la cabine je m</w:t>
      </w:r>
      <w:r w:rsidR="00EA052C">
        <w:t>’</w:t>
      </w:r>
      <w:r w:rsidRPr="00AA04A0">
        <w:t>éveillai</w:t>
      </w:r>
      <w:r w:rsidR="00EA052C">
        <w:t xml:space="preserve">. </w:t>
      </w:r>
      <w:r w:rsidRPr="00AA04A0">
        <w:t xml:space="preserve">Dressé sur la couchette je criai à </w:t>
      </w:r>
      <w:proofErr w:type="spellStart"/>
      <w:r w:rsidRPr="00AA04A0">
        <w:t>Kleampton</w:t>
      </w:r>
      <w:proofErr w:type="spellEnd"/>
      <w:r w:rsidR="00EA052C">
        <w:t> :</w:t>
      </w:r>
    </w:p>
    <w:p w14:paraId="136E4C51" w14:textId="77777777" w:rsidR="00EA052C" w:rsidRDefault="00EA052C" w:rsidP="00C855EF">
      <w:r>
        <w:t>— </w:t>
      </w:r>
      <w:r w:rsidR="00C855EF" w:rsidRPr="00AA04A0">
        <w:t>Où sommes-nous</w:t>
      </w:r>
      <w:r>
        <w:t> ?</w:t>
      </w:r>
    </w:p>
    <w:p w14:paraId="06168073" w14:textId="77777777" w:rsidR="00EA052C" w:rsidRDefault="00EA052C" w:rsidP="00C855EF">
      <w:r>
        <w:t>— </w:t>
      </w:r>
      <w:r w:rsidR="00C855EF" w:rsidRPr="00AA04A0">
        <w:t>À Panama</w:t>
      </w:r>
      <w:r>
        <w:t xml:space="preserve">, </w:t>
      </w:r>
      <w:r w:rsidR="00C855EF" w:rsidRPr="00AA04A0">
        <w:t>gentleman</w:t>
      </w:r>
      <w:r>
        <w:t>.</w:t>
      </w:r>
    </w:p>
    <w:p w14:paraId="48C6575D" w14:textId="77777777" w:rsidR="00EA052C" w:rsidRDefault="00C855EF" w:rsidP="00C855EF">
      <w:r w:rsidRPr="00AA04A0">
        <w:t>Un cri de stupeur s</w:t>
      </w:r>
      <w:r w:rsidR="00EA052C">
        <w:t>’</w:t>
      </w:r>
      <w:r w:rsidRPr="00AA04A0">
        <w:t xml:space="preserve">étrangla dans ma gorge et je crus </w:t>
      </w:r>
      <w:r w:rsidRPr="00AA04A0">
        <w:rPr>
          <w:szCs w:val="32"/>
        </w:rPr>
        <w:t>à</w:t>
      </w:r>
      <w:r w:rsidRPr="00AA04A0">
        <w:t xml:space="preserve"> la moquerie de l</w:t>
      </w:r>
      <w:r w:rsidR="00EA052C">
        <w:t>’</w:t>
      </w:r>
      <w:r w:rsidRPr="00AA04A0">
        <w:t>ingénieur</w:t>
      </w:r>
      <w:r w:rsidR="00EA052C">
        <w:t>.</w:t>
      </w:r>
    </w:p>
    <w:p w14:paraId="6B881ED1" w14:textId="77777777" w:rsidR="00EA052C" w:rsidRDefault="00C855EF" w:rsidP="00C855EF">
      <w:r w:rsidRPr="00AA04A0">
        <w:t>Il avait dit vrai</w:t>
      </w:r>
      <w:r w:rsidR="00EA052C">
        <w:t xml:space="preserve">. </w:t>
      </w:r>
      <w:r w:rsidRPr="00AA04A0">
        <w:t>À notre droite écumaient les vagues du P</w:t>
      </w:r>
      <w:r w:rsidRPr="00AA04A0">
        <w:t>a</w:t>
      </w:r>
      <w:r w:rsidRPr="00AA04A0">
        <w:t>cifique</w:t>
      </w:r>
      <w:r w:rsidR="00EA052C">
        <w:t xml:space="preserve"> ; </w:t>
      </w:r>
      <w:r w:rsidRPr="00AA04A0">
        <w:t>à notre gauche s</w:t>
      </w:r>
      <w:r w:rsidR="00EA052C">
        <w:t>’</w:t>
      </w:r>
      <w:r w:rsidRPr="00AA04A0">
        <w:t xml:space="preserve">argentaient les flots de </w:t>
      </w:r>
      <w:r w:rsidRPr="00AA04A0">
        <w:lastRenderedPageBreak/>
        <w:t>l</w:t>
      </w:r>
      <w:r w:rsidR="00EA052C">
        <w:t>’</w:t>
      </w:r>
      <w:r w:rsidRPr="00AA04A0">
        <w:t>Atlantique et du Golfe du Mexique</w:t>
      </w:r>
      <w:r w:rsidR="00EA052C">
        <w:t xml:space="preserve">. </w:t>
      </w:r>
      <w:r w:rsidRPr="00AA04A0">
        <w:t>Nous passâmes au-dessus du Venezuela</w:t>
      </w:r>
      <w:r w:rsidR="00EA052C">
        <w:t>.</w:t>
      </w:r>
    </w:p>
    <w:p w14:paraId="5A0CF660" w14:textId="77777777" w:rsidR="00EA052C" w:rsidRDefault="00C855EF" w:rsidP="00C855EF">
      <w:r w:rsidRPr="00AA04A0">
        <w:t>L</w:t>
      </w:r>
      <w:r w:rsidR="00EA052C">
        <w:t>’</w:t>
      </w:r>
      <w:r w:rsidRPr="00AA04A0">
        <w:t>extraordinaire voyage continua</w:t>
      </w:r>
      <w:r w:rsidR="00EA052C">
        <w:t xml:space="preserve">. </w:t>
      </w:r>
      <w:r w:rsidRPr="00AA04A0">
        <w:t>Il nous était</w:t>
      </w:r>
      <w:r w:rsidR="00EA052C">
        <w:t xml:space="preserve">, </w:t>
      </w:r>
      <w:r w:rsidRPr="00AA04A0">
        <w:t xml:space="preserve">à bord du </w:t>
      </w:r>
      <w:proofErr w:type="spellStart"/>
      <w:r w:rsidRPr="00AA04A0">
        <w:rPr>
          <w:i/>
          <w:iCs/>
          <w:szCs w:val="32"/>
        </w:rPr>
        <w:t>Météor</w:t>
      </w:r>
      <w:proofErr w:type="spellEnd"/>
      <w:r w:rsidR="00EA052C">
        <w:rPr>
          <w:i/>
          <w:iCs/>
          <w:szCs w:val="32"/>
        </w:rPr>
        <w:t xml:space="preserve">, </w:t>
      </w:r>
      <w:r w:rsidRPr="00AA04A0">
        <w:t>difficile de nous rendre compte exactement de la vitesse de notre course</w:t>
      </w:r>
      <w:r w:rsidR="00EA052C">
        <w:t xml:space="preserve">. </w:t>
      </w:r>
      <w:r w:rsidRPr="00AA04A0">
        <w:t>Le vent semblait nous porter</w:t>
      </w:r>
      <w:r w:rsidR="00EA052C">
        <w:t xml:space="preserve">, </w:t>
      </w:r>
      <w:r w:rsidRPr="00AA04A0">
        <w:t>et au flottement du drapeau à l</w:t>
      </w:r>
      <w:r w:rsidR="00EA052C">
        <w:t>’</w:t>
      </w:r>
      <w:r w:rsidRPr="00AA04A0">
        <w:t>arrière de l</w:t>
      </w:r>
      <w:r w:rsidR="00EA052C">
        <w:t>’</w:t>
      </w:r>
      <w:r w:rsidRPr="00AA04A0">
        <w:t>aéroplane nous devinions son intens</w:t>
      </w:r>
      <w:r w:rsidRPr="00AA04A0">
        <w:t>i</w:t>
      </w:r>
      <w:r w:rsidRPr="00AA04A0">
        <w:t>té qui devait être de 17 à 20 mètres à la seconde</w:t>
      </w:r>
      <w:r w:rsidR="00EA052C">
        <w:t xml:space="preserve">. </w:t>
      </w:r>
      <w:r w:rsidRPr="00AA04A0">
        <w:t>Avant que de s</w:t>
      </w:r>
      <w:r w:rsidR="00EA052C">
        <w:t>’</w:t>
      </w:r>
      <w:r w:rsidRPr="00AA04A0">
        <w:t xml:space="preserve">endormir </w:t>
      </w:r>
      <w:r w:rsidRPr="00AA04A0">
        <w:rPr>
          <w:szCs w:val="32"/>
        </w:rPr>
        <w:t>à</w:t>
      </w:r>
      <w:r w:rsidRPr="00AA04A0">
        <w:t xml:space="preserve"> son tour</w:t>
      </w:r>
      <w:r w:rsidR="00EA052C">
        <w:t xml:space="preserve">, </w:t>
      </w:r>
      <w:r w:rsidRPr="00AA04A0">
        <w:t xml:space="preserve">Toby </w:t>
      </w:r>
      <w:proofErr w:type="spellStart"/>
      <w:r w:rsidRPr="00AA04A0">
        <w:t>Kleampton</w:t>
      </w:r>
      <w:proofErr w:type="spellEnd"/>
      <w:r w:rsidRPr="00AA04A0">
        <w:t xml:space="preserve"> mangea un quart de t</w:t>
      </w:r>
      <w:r w:rsidRPr="00AA04A0">
        <w:t>a</w:t>
      </w:r>
      <w:r w:rsidRPr="00AA04A0">
        <w:t>blette azotée et me donna ses instructions</w:t>
      </w:r>
      <w:r w:rsidR="00EA052C">
        <w:t xml:space="preserve">. </w:t>
      </w:r>
      <w:r w:rsidRPr="00AA04A0">
        <w:t>À chaque sifflement du moteur il me suffisait de donner un coup brusque sur le l</w:t>
      </w:r>
      <w:r w:rsidRPr="00AA04A0">
        <w:t>e</w:t>
      </w:r>
      <w:r w:rsidRPr="00AA04A0">
        <w:t>vier afin de maintenir la régularité de la marche</w:t>
      </w:r>
      <w:r w:rsidR="00EA052C">
        <w:t xml:space="preserve">. </w:t>
      </w:r>
      <w:r w:rsidRPr="00AA04A0">
        <w:t>Au bout de six heures de sommeil je devais éveiller Toby</w:t>
      </w:r>
      <w:r w:rsidR="00EA052C">
        <w:t xml:space="preserve">. </w:t>
      </w:r>
      <w:r w:rsidRPr="00AA04A0">
        <w:t>Il en fut ainsi</w:t>
      </w:r>
      <w:r w:rsidR="00EA052C">
        <w:t xml:space="preserve">. </w:t>
      </w:r>
      <w:r w:rsidRPr="00AA04A0">
        <w:t>À l</w:t>
      </w:r>
      <w:r w:rsidR="00EA052C">
        <w:t>’</w:t>
      </w:r>
      <w:r w:rsidRPr="00AA04A0">
        <w:t>heure où je le secouai sur la couchette</w:t>
      </w:r>
      <w:r w:rsidR="00EA052C">
        <w:t xml:space="preserve">, </w:t>
      </w:r>
      <w:r w:rsidRPr="00AA04A0">
        <w:t>nous volions au-dessus des vastes plaines du Brésil</w:t>
      </w:r>
      <w:r w:rsidR="00EA052C">
        <w:t xml:space="preserve">. </w:t>
      </w:r>
      <w:r w:rsidRPr="00AA04A0">
        <w:t>Sous nous</w:t>
      </w:r>
      <w:r w:rsidR="00EA052C">
        <w:t xml:space="preserve">, </w:t>
      </w:r>
      <w:r w:rsidRPr="00AA04A0">
        <w:t>les savanes se déro</w:t>
      </w:r>
      <w:r w:rsidRPr="00AA04A0">
        <w:t>u</w:t>
      </w:r>
      <w:r w:rsidRPr="00AA04A0">
        <w:t>laient</w:t>
      </w:r>
      <w:r w:rsidR="00EA052C">
        <w:t xml:space="preserve">, </w:t>
      </w:r>
      <w:r w:rsidRPr="00AA04A0">
        <w:t>les prairies</w:t>
      </w:r>
      <w:r w:rsidR="00EA052C">
        <w:t xml:space="preserve">, </w:t>
      </w:r>
      <w:r w:rsidRPr="00AA04A0">
        <w:t>où des troupes de cow-boy chassaient des buffles</w:t>
      </w:r>
      <w:r w:rsidR="00EA052C">
        <w:t xml:space="preserve">, </w:t>
      </w:r>
      <w:r w:rsidRPr="00AA04A0">
        <w:t>où les Indiens hérissés de plumes chevauchaient à tr</w:t>
      </w:r>
      <w:r w:rsidRPr="00AA04A0">
        <w:t>a</w:t>
      </w:r>
      <w:r w:rsidRPr="00AA04A0">
        <w:t>vers les hautes herbes</w:t>
      </w:r>
      <w:r w:rsidR="00EA052C">
        <w:t xml:space="preserve">. </w:t>
      </w:r>
      <w:r w:rsidRPr="00AA04A0">
        <w:t>Au soir les feux de Rio-de-Janeiro nous arrêtèrent</w:t>
      </w:r>
      <w:r w:rsidR="00EA052C">
        <w:t>.</w:t>
      </w:r>
    </w:p>
    <w:p w14:paraId="5077FC5D" w14:textId="77777777" w:rsidR="00EA052C" w:rsidRDefault="00C855EF" w:rsidP="00C855EF">
      <w:r w:rsidRPr="00AA04A0">
        <w:t>Une fois encore s</w:t>
      </w:r>
      <w:r w:rsidR="00EA052C">
        <w:t>’</w:t>
      </w:r>
      <w:r w:rsidRPr="00AA04A0">
        <w:t>inscrivit aux quatre coins du ciel la fla</w:t>
      </w:r>
      <w:r w:rsidRPr="00AA04A0">
        <w:t>m</w:t>
      </w:r>
      <w:r w:rsidRPr="00AA04A0">
        <w:t>boyante phrase annonçant notre départ</w:t>
      </w:r>
      <w:r w:rsidR="00EA052C">
        <w:t xml:space="preserve">. </w:t>
      </w:r>
      <w:r w:rsidRPr="00AA04A0">
        <w:t>Des feux de salves</w:t>
      </w:r>
      <w:r w:rsidR="00EA052C">
        <w:t xml:space="preserve">, </w:t>
      </w:r>
      <w:r w:rsidRPr="00AA04A0">
        <w:t>en signe de joie nous répondirent</w:t>
      </w:r>
      <w:r w:rsidR="00EA052C">
        <w:t xml:space="preserve">. </w:t>
      </w:r>
      <w:r w:rsidRPr="00AA04A0">
        <w:t>Pas une seule fois l</w:t>
      </w:r>
      <w:r w:rsidR="00EA052C">
        <w:t>’</w:t>
      </w:r>
      <w:r w:rsidRPr="00AA04A0">
        <w:t xml:space="preserve">idée ne me vint de prier Toby </w:t>
      </w:r>
      <w:proofErr w:type="spellStart"/>
      <w:r w:rsidRPr="00AA04A0">
        <w:t>Kleampton</w:t>
      </w:r>
      <w:proofErr w:type="spellEnd"/>
      <w:r w:rsidRPr="00AA04A0">
        <w:t xml:space="preserve"> d</w:t>
      </w:r>
      <w:r w:rsidR="00EA052C">
        <w:t>’</w:t>
      </w:r>
      <w:r w:rsidRPr="00AA04A0">
        <w:t>atterrir afin de recueillir de plus près ces témoignages d</w:t>
      </w:r>
      <w:r w:rsidR="00EA052C">
        <w:t>’</w:t>
      </w:r>
      <w:r w:rsidRPr="00AA04A0">
        <w:t>enthousiasme</w:t>
      </w:r>
      <w:r w:rsidR="00EA052C">
        <w:t xml:space="preserve">. </w:t>
      </w:r>
      <w:r w:rsidRPr="00AA04A0">
        <w:t>Depuis notre départ de Long-Island</w:t>
      </w:r>
      <w:r w:rsidR="00EA052C">
        <w:t xml:space="preserve">, </w:t>
      </w:r>
      <w:r w:rsidRPr="00AA04A0">
        <w:t>nous semblions tous deux dégagés des vaines co</w:t>
      </w:r>
      <w:r w:rsidRPr="00AA04A0">
        <w:t>n</w:t>
      </w:r>
      <w:r w:rsidRPr="00AA04A0">
        <w:t>tingences humaines</w:t>
      </w:r>
      <w:r w:rsidR="00EA052C">
        <w:t xml:space="preserve">, </w:t>
      </w:r>
      <w:r w:rsidRPr="00AA04A0">
        <w:t>hantés uniquement par le but que nous nous étions proposé</w:t>
      </w:r>
      <w:r w:rsidR="00EA052C">
        <w:t xml:space="preserve"> : </w:t>
      </w:r>
      <w:r w:rsidRPr="00AA04A0">
        <w:t>atteindre la région polaire</w:t>
      </w:r>
      <w:r w:rsidR="00EA052C">
        <w:t xml:space="preserve">. </w:t>
      </w:r>
      <w:r w:rsidRPr="00AA04A0">
        <w:t>C</w:t>
      </w:r>
      <w:r w:rsidR="00EA052C">
        <w:t>’</w:t>
      </w:r>
      <w:r w:rsidRPr="00AA04A0">
        <w:t>est pourquoi nous franchissions presque avec indifférence les contrées hab</w:t>
      </w:r>
      <w:r w:rsidRPr="00AA04A0">
        <w:t>i</w:t>
      </w:r>
      <w:r w:rsidRPr="00AA04A0">
        <w:t>tées</w:t>
      </w:r>
      <w:r w:rsidR="00EA052C">
        <w:t xml:space="preserve">, </w:t>
      </w:r>
      <w:r w:rsidRPr="00AA04A0">
        <w:t>désireux d</w:t>
      </w:r>
      <w:r w:rsidR="00EA052C">
        <w:t>’</w:t>
      </w:r>
      <w:r w:rsidRPr="00AA04A0">
        <w:t>atteindre la limite des continents connus</w:t>
      </w:r>
      <w:r w:rsidR="00EA052C">
        <w:t>.</w:t>
      </w:r>
    </w:p>
    <w:p w14:paraId="38242833" w14:textId="77777777" w:rsidR="00EA052C" w:rsidRDefault="00C855EF" w:rsidP="00C855EF">
      <w:r w:rsidRPr="00AA04A0">
        <w:t>Le samedi</w:t>
      </w:r>
      <w:r w:rsidR="00EA052C">
        <w:t xml:space="preserve">, </w:t>
      </w:r>
      <w:r w:rsidRPr="00AA04A0">
        <w:t>au soir</w:t>
      </w:r>
      <w:r w:rsidR="00EA052C">
        <w:t xml:space="preserve">, </w:t>
      </w:r>
      <w:r w:rsidRPr="00AA04A0">
        <w:t>nous franchissions les dernières Pa</w:t>
      </w:r>
      <w:r w:rsidRPr="00AA04A0">
        <w:t>m</w:t>
      </w:r>
      <w:r w:rsidRPr="00AA04A0">
        <w:t>pas de l</w:t>
      </w:r>
      <w:r w:rsidR="00EA052C">
        <w:t>’</w:t>
      </w:r>
      <w:r w:rsidRPr="00AA04A0">
        <w:t>Uruguay pour entrer dans la Patagonie</w:t>
      </w:r>
      <w:r w:rsidR="00EA052C">
        <w:t xml:space="preserve">, </w:t>
      </w:r>
      <w:r w:rsidRPr="00AA04A0">
        <w:t>et l</w:t>
      </w:r>
      <w:r w:rsidR="00EA052C">
        <w:t>’</w:t>
      </w:r>
      <w:r w:rsidRPr="00AA04A0">
        <w:t xml:space="preserve">aube </w:t>
      </w:r>
      <w:r w:rsidRPr="00AA04A0">
        <w:lastRenderedPageBreak/>
        <w:t>dom</w:t>
      </w:r>
      <w:r w:rsidRPr="00AA04A0">
        <w:t>i</w:t>
      </w:r>
      <w:r w:rsidRPr="00AA04A0">
        <w:t>nicale éclaira sous nous</w:t>
      </w:r>
      <w:r w:rsidR="00EA052C">
        <w:t xml:space="preserve">, </w:t>
      </w:r>
      <w:r w:rsidRPr="00AA04A0">
        <w:t>au milieu des eaux désolées du Cap Horn</w:t>
      </w:r>
      <w:r w:rsidR="00EA052C">
        <w:t xml:space="preserve">, </w:t>
      </w:r>
      <w:r w:rsidRPr="00AA04A0">
        <w:t>les îlots dévastés et rouges de la Terre de Feu</w:t>
      </w:r>
      <w:r w:rsidR="00EA052C">
        <w:t>.</w:t>
      </w:r>
    </w:p>
    <w:p w14:paraId="17CD911C" w14:textId="77777777" w:rsidR="00EA052C" w:rsidRDefault="00C855EF" w:rsidP="00C855EF">
      <w:r w:rsidRPr="00AA04A0">
        <w:t>Vers le milieu de l</w:t>
      </w:r>
      <w:r w:rsidR="00EA052C">
        <w:t>’</w:t>
      </w:r>
      <w:r w:rsidRPr="00AA04A0">
        <w:t>un d</w:t>
      </w:r>
      <w:r w:rsidR="00EA052C">
        <w:t>’</w:t>
      </w:r>
      <w:r w:rsidRPr="00AA04A0">
        <w:t xml:space="preserve">eux la course du </w:t>
      </w:r>
      <w:proofErr w:type="spellStart"/>
      <w:r w:rsidRPr="00AA04A0">
        <w:rPr>
          <w:i/>
          <w:iCs/>
          <w:szCs w:val="32"/>
        </w:rPr>
        <w:t>Météor</w:t>
      </w:r>
      <w:proofErr w:type="spellEnd"/>
      <w:r w:rsidRPr="00AA04A0">
        <w:rPr>
          <w:i/>
          <w:iCs/>
          <w:szCs w:val="32"/>
        </w:rPr>
        <w:t xml:space="preserve"> </w:t>
      </w:r>
      <w:r w:rsidRPr="00AA04A0">
        <w:t>piqua</w:t>
      </w:r>
      <w:r w:rsidR="00EA052C">
        <w:t xml:space="preserve">. </w:t>
      </w:r>
      <w:r w:rsidRPr="00AA04A0">
        <w:t>Doucement il dépassa les maigres arbustes rabougris</w:t>
      </w:r>
      <w:r w:rsidR="00EA052C">
        <w:t xml:space="preserve">, </w:t>
      </w:r>
      <w:r w:rsidRPr="00AA04A0">
        <w:t>étiolés au vent amer de l</w:t>
      </w:r>
      <w:r w:rsidR="00EA052C">
        <w:t>’</w:t>
      </w:r>
      <w:r w:rsidRPr="00AA04A0">
        <w:t>Océan</w:t>
      </w:r>
      <w:r w:rsidR="00EA052C">
        <w:t xml:space="preserve">, </w:t>
      </w:r>
      <w:r w:rsidRPr="00AA04A0">
        <w:t>et s</w:t>
      </w:r>
      <w:r w:rsidR="00EA052C">
        <w:t>’</w:t>
      </w:r>
      <w:r w:rsidRPr="00AA04A0">
        <w:t>en alla se poser sans secousse aucune au ras d</w:t>
      </w:r>
      <w:r w:rsidR="00EA052C">
        <w:t>’</w:t>
      </w:r>
      <w:r w:rsidRPr="00AA04A0">
        <w:t>un champ d</w:t>
      </w:r>
      <w:r w:rsidR="00EA052C">
        <w:t>’</w:t>
      </w:r>
      <w:r w:rsidRPr="00AA04A0">
        <w:t>herbes fanées</w:t>
      </w:r>
      <w:r w:rsidR="00EA052C">
        <w:t>.</w:t>
      </w:r>
    </w:p>
    <w:p w14:paraId="197DB0A8" w14:textId="77777777" w:rsidR="00EA052C" w:rsidRDefault="00C855EF" w:rsidP="00C855EF">
      <w:r w:rsidRPr="00AA04A0">
        <w:t>Ayant ouvert avec son gant de liège la porte de la cabine</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en alla visiter les parties du moteur fixées e</w:t>
      </w:r>
      <w:r w:rsidRPr="00AA04A0">
        <w:t>x</w:t>
      </w:r>
      <w:r w:rsidRPr="00AA04A0">
        <w:t>térieurement</w:t>
      </w:r>
      <w:r w:rsidR="00EA052C">
        <w:t xml:space="preserve">. </w:t>
      </w:r>
      <w:r w:rsidRPr="00AA04A0">
        <w:t>Rien n</w:t>
      </w:r>
      <w:r w:rsidR="00EA052C">
        <w:t>’</w:t>
      </w:r>
      <w:r w:rsidRPr="00AA04A0">
        <w:t>avait bougé</w:t>
      </w:r>
      <w:r w:rsidR="00EA052C">
        <w:t xml:space="preserve">. </w:t>
      </w:r>
      <w:r w:rsidRPr="00AA04A0">
        <w:t>Sans un accident</w:t>
      </w:r>
      <w:r w:rsidR="00EA052C">
        <w:t xml:space="preserve">, </w:t>
      </w:r>
      <w:r w:rsidRPr="00AA04A0">
        <w:t xml:space="preserve">le </w:t>
      </w:r>
      <w:proofErr w:type="spellStart"/>
      <w:r w:rsidRPr="00AA04A0">
        <w:rPr>
          <w:i/>
          <w:iCs/>
          <w:szCs w:val="32"/>
        </w:rPr>
        <w:t>Météor</w:t>
      </w:r>
      <w:proofErr w:type="spellEnd"/>
      <w:r w:rsidRPr="00AA04A0">
        <w:t xml:space="preserve"> avait fourni cette énorme course de la traversée des deux Am</w:t>
      </w:r>
      <w:r w:rsidRPr="00AA04A0">
        <w:t>é</w:t>
      </w:r>
      <w:r w:rsidRPr="00AA04A0">
        <w:t>riques en moins de trois jours</w:t>
      </w:r>
      <w:r w:rsidR="00EA052C">
        <w:t>.</w:t>
      </w:r>
    </w:p>
    <w:p w14:paraId="35C4BCC5" w14:textId="77777777" w:rsidR="00EA052C" w:rsidRDefault="00C855EF" w:rsidP="00C855EF">
      <w:r w:rsidRPr="00AA04A0">
        <w:t>Satisfait de cet examen Toby consulta le temps</w:t>
      </w:r>
      <w:r w:rsidR="00EA052C">
        <w:t>.</w:t>
      </w:r>
    </w:p>
    <w:p w14:paraId="7D2F2E57" w14:textId="77777777" w:rsidR="00EA052C" w:rsidRDefault="00C855EF" w:rsidP="00C855EF">
      <w:r w:rsidRPr="00AA04A0">
        <w:t>Le ciel se chargeait au couchant de lourds nuages violâtres</w:t>
      </w:r>
      <w:r w:rsidR="00EA052C">
        <w:t xml:space="preserve">, </w:t>
      </w:r>
      <w:r w:rsidRPr="00AA04A0">
        <w:t>traînant dans l</w:t>
      </w:r>
      <w:r w:rsidR="00EA052C">
        <w:t>’</w:t>
      </w:r>
      <w:r w:rsidRPr="00AA04A0">
        <w:t>horizon comme des épaves</w:t>
      </w:r>
      <w:r w:rsidR="00EA052C">
        <w:t>.</w:t>
      </w:r>
    </w:p>
    <w:p w14:paraId="3F54B843" w14:textId="77777777" w:rsidR="00EA052C" w:rsidRDefault="00EA052C" w:rsidP="00C855EF">
      <w:r>
        <w:t>— </w:t>
      </w:r>
      <w:r w:rsidR="00C855EF" w:rsidRPr="00AA04A0">
        <w:t>La mer sera mauvaise</w:t>
      </w:r>
      <w:r>
        <w:t xml:space="preserve">, </w:t>
      </w:r>
      <w:r w:rsidR="00C855EF" w:rsidRPr="00AA04A0">
        <w:t>mais à cela il n</w:t>
      </w:r>
      <w:r>
        <w:t>’</w:t>
      </w:r>
      <w:r w:rsidR="00C855EF" w:rsidRPr="00AA04A0">
        <w:t>y a nul remède</w:t>
      </w:r>
      <w:r>
        <w:t xml:space="preserve"> ; </w:t>
      </w:r>
      <w:r w:rsidR="00C855EF" w:rsidRPr="00AA04A0">
        <w:t>l</w:t>
      </w:r>
      <w:r>
        <w:t>’</w:t>
      </w:r>
      <w:r w:rsidR="00C855EF" w:rsidRPr="00AA04A0">
        <w:t>orage vient</w:t>
      </w:r>
      <w:r>
        <w:t xml:space="preserve">, </w:t>
      </w:r>
      <w:r w:rsidR="00C855EF" w:rsidRPr="00AA04A0">
        <w:t>soit</w:t>
      </w:r>
      <w:r>
        <w:t xml:space="preserve">, </w:t>
      </w:r>
      <w:r w:rsidR="00C855EF" w:rsidRPr="00AA04A0">
        <w:t>acceptons-le</w:t>
      </w:r>
      <w:r>
        <w:t xml:space="preserve">, </w:t>
      </w:r>
      <w:r w:rsidR="00C855EF" w:rsidRPr="00AA04A0">
        <w:t>saluons-le</w:t>
      </w:r>
      <w:r>
        <w:t xml:space="preserve">, </w:t>
      </w:r>
      <w:r w:rsidR="00C855EF" w:rsidRPr="00AA04A0">
        <w:t>comme l</w:t>
      </w:r>
      <w:r>
        <w:t>’</w:t>
      </w:r>
      <w:r w:rsidR="00C855EF" w:rsidRPr="00AA04A0">
        <w:t>avant-garde même des souverains du pôle</w:t>
      </w:r>
      <w:r>
        <w:t>.</w:t>
      </w:r>
    </w:p>
    <w:p w14:paraId="66EF12FE" w14:textId="77777777" w:rsidR="00EA052C" w:rsidRDefault="00C855EF" w:rsidP="00C855EF">
      <w:r w:rsidRPr="00AA04A0">
        <w:t>Ainsi plaisanta Toby</w:t>
      </w:r>
      <w:r w:rsidR="00EA052C">
        <w:t xml:space="preserve">. </w:t>
      </w:r>
      <w:r w:rsidRPr="00AA04A0">
        <w:t>Avant que de reprendre notre course nous examinâmes une dernière fois la cabine</w:t>
      </w:r>
      <w:r w:rsidR="00EA052C">
        <w:t xml:space="preserve">. </w:t>
      </w:r>
      <w:r w:rsidRPr="00AA04A0">
        <w:t>Un écrou était là qui dépassait la paroi d</w:t>
      </w:r>
      <w:r w:rsidR="00EA052C">
        <w:t>’</w:t>
      </w:r>
      <w:r w:rsidRPr="00AA04A0">
        <w:t>acajou cuirassée d</w:t>
      </w:r>
      <w:r w:rsidR="00EA052C">
        <w:t>’</w:t>
      </w:r>
      <w:r w:rsidRPr="00AA04A0">
        <w:t>aluminium</w:t>
      </w:r>
      <w:r w:rsidR="00EA052C">
        <w:t xml:space="preserve">. </w:t>
      </w:r>
      <w:r w:rsidRPr="00AA04A0">
        <w:t xml:space="preserve">À coups de lime Toby </w:t>
      </w:r>
      <w:proofErr w:type="spellStart"/>
      <w:r w:rsidRPr="00AA04A0">
        <w:t>Kleampton</w:t>
      </w:r>
      <w:proofErr w:type="spellEnd"/>
      <w:r w:rsidRPr="00AA04A0">
        <w:t xml:space="preserve"> le fit disparaître et l</w:t>
      </w:r>
      <w:r w:rsidR="00EA052C">
        <w:t>’</w:t>
      </w:r>
      <w:r w:rsidRPr="00AA04A0">
        <w:t>ingénieur prit soin de masquer avec une étoupe mastiquée spéciale le contact de l</w:t>
      </w:r>
      <w:r w:rsidR="00EA052C">
        <w:t>’</w:t>
      </w:r>
      <w:r w:rsidRPr="00AA04A0">
        <w:t>écrou avec l</w:t>
      </w:r>
      <w:r w:rsidR="00EA052C">
        <w:t>’</w:t>
      </w:r>
      <w:r w:rsidRPr="00AA04A0">
        <w:t>air libre</w:t>
      </w:r>
      <w:r w:rsidR="00EA052C">
        <w:t xml:space="preserve">. </w:t>
      </w:r>
      <w:r w:rsidRPr="00AA04A0">
        <w:t>Ainsi plus aucune trace de fer n</w:t>
      </w:r>
      <w:r w:rsidR="00EA052C">
        <w:t>’</w:t>
      </w:r>
      <w:r w:rsidRPr="00AA04A0">
        <w:t>apparut</w:t>
      </w:r>
      <w:r w:rsidR="00EA052C">
        <w:t>.</w:t>
      </w:r>
    </w:p>
    <w:p w14:paraId="4C7920A1" w14:textId="77777777" w:rsidR="00EA052C" w:rsidRDefault="00C855EF" w:rsidP="00C855EF">
      <w:r w:rsidRPr="00AA04A0">
        <w:t>Le regardant travailler avec un acharnement si obstiné à un objet aussi puéril en apparence</w:t>
      </w:r>
      <w:r w:rsidR="00EA052C">
        <w:t xml:space="preserve">, </w:t>
      </w:r>
      <w:r w:rsidRPr="00AA04A0">
        <w:t>je ne pus m</w:t>
      </w:r>
      <w:r w:rsidR="00EA052C">
        <w:t>’</w:t>
      </w:r>
      <w:r w:rsidRPr="00AA04A0">
        <w:t>empêcher de ma</w:t>
      </w:r>
      <w:r w:rsidRPr="00AA04A0">
        <w:t>r</w:t>
      </w:r>
      <w:r w:rsidRPr="00AA04A0">
        <w:t>quer mon étonnement</w:t>
      </w:r>
      <w:r w:rsidR="00EA052C">
        <w:t>.</w:t>
      </w:r>
    </w:p>
    <w:p w14:paraId="4AB4ED54" w14:textId="77777777" w:rsidR="00EA052C" w:rsidRDefault="00EA052C" w:rsidP="00C855EF">
      <w:r>
        <w:t>— </w:t>
      </w:r>
      <w:r w:rsidR="00C855EF" w:rsidRPr="00AA04A0">
        <w:t>À quoi donc songez-vous</w:t>
      </w:r>
      <w:r>
        <w:t xml:space="preserve">, </w:t>
      </w:r>
      <w:proofErr w:type="spellStart"/>
      <w:r w:rsidR="00C855EF" w:rsidRPr="00AA04A0">
        <w:t>Kleampton</w:t>
      </w:r>
      <w:proofErr w:type="spellEnd"/>
      <w:r>
        <w:t> ?</w:t>
      </w:r>
    </w:p>
    <w:p w14:paraId="4758813B" w14:textId="77777777" w:rsidR="00EA052C" w:rsidRDefault="00C855EF" w:rsidP="00C855EF">
      <w:r w:rsidRPr="00AA04A0">
        <w:lastRenderedPageBreak/>
        <w:t>La lime à la main il me regarda et</w:t>
      </w:r>
      <w:r w:rsidR="00EA052C">
        <w:t xml:space="preserve">, </w:t>
      </w:r>
      <w:r w:rsidRPr="00AA04A0">
        <w:t>d</w:t>
      </w:r>
      <w:r w:rsidR="00EA052C">
        <w:t>’</w:t>
      </w:r>
      <w:r w:rsidRPr="00AA04A0">
        <w:t>une voix où perçait peut-être pour la première fois de l</w:t>
      </w:r>
      <w:r w:rsidR="00EA052C">
        <w:t>’</w:t>
      </w:r>
      <w:r w:rsidRPr="00AA04A0">
        <w:t>inquiétude</w:t>
      </w:r>
      <w:r w:rsidR="00EA052C">
        <w:t xml:space="preserve">, </w:t>
      </w:r>
      <w:r w:rsidRPr="00AA04A0">
        <w:t>l</w:t>
      </w:r>
      <w:r w:rsidR="00EA052C">
        <w:t>’</w:t>
      </w:r>
      <w:r w:rsidRPr="00AA04A0">
        <w:t>ingénieur me répondit</w:t>
      </w:r>
      <w:r w:rsidR="00EA052C">
        <w:t> :</w:t>
      </w:r>
    </w:p>
    <w:p w14:paraId="463AD69E" w14:textId="77777777" w:rsidR="00EA052C" w:rsidRDefault="00EA052C" w:rsidP="00C855EF">
      <w:r>
        <w:t>— </w:t>
      </w:r>
      <w:r w:rsidR="00C855EF" w:rsidRPr="00AA04A0">
        <w:t>À quoi je pense</w:t>
      </w:r>
      <w:r>
        <w:t xml:space="preserve">, </w:t>
      </w:r>
      <w:r w:rsidR="00C855EF" w:rsidRPr="00AA04A0">
        <w:t>gentleman</w:t>
      </w:r>
      <w:r>
        <w:t xml:space="preserve"> ? </w:t>
      </w:r>
      <w:r w:rsidR="00C855EF" w:rsidRPr="00AA04A0">
        <w:t>À l</w:t>
      </w:r>
      <w:r>
        <w:t>’</w:t>
      </w:r>
      <w:r w:rsidR="00C855EF" w:rsidRPr="00AA04A0">
        <w:t>aimant du Pôle</w:t>
      </w:r>
      <w:r>
        <w:t>.</w:t>
      </w:r>
    </w:p>
    <w:p w14:paraId="75B511B7" w14:textId="296296AB" w:rsidR="00C855EF" w:rsidRPr="00AA04A0" w:rsidRDefault="00C855EF" w:rsidP="00EA052C">
      <w:pPr>
        <w:pStyle w:val="Titre1"/>
      </w:pPr>
      <w:bookmarkStart w:id="7" w:name="_Toc194837607"/>
      <w:r w:rsidRPr="00AA04A0">
        <w:lastRenderedPageBreak/>
        <w:t>VI</w:t>
      </w:r>
      <w:r w:rsidRPr="00AA04A0">
        <w:br/>
      </w:r>
      <w:r w:rsidRPr="00AA04A0">
        <w:br/>
        <w:t>DE L</w:t>
      </w:r>
      <w:r w:rsidR="00EA052C">
        <w:t>’</w:t>
      </w:r>
      <w:r w:rsidRPr="00AA04A0">
        <w:t>UTILITÉ D</w:t>
      </w:r>
      <w:r w:rsidR="00EA052C">
        <w:t>’</w:t>
      </w:r>
      <w:r w:rsidRPr="00AA04A0">
        <w:t>UNE LANTERNE ÉLECTRIQUE DANS LA NUIT DU PÔLE</w:t>
      </w:r>
      <w:bookmarkEnd w:id="7"/>
    </w:p>
    <w:p w14:paraId="58CEDA47" w14:textId="77777777" w:rsidR="00EA052C" w:rsidRDefault="00C855EF" w:rsidP="00C855EF">
      <w:r w:rsidRPr="00AA04A0">
        <w:t>Lentement</w:t>
      </w:r>
      <w:r w:rsidR="00EA052C">
        <w:t xml:space="preserve">, </w:t>
      </w:r>
      <w:r w:rsidRPr="00AA04A0">
        <w:t>avec la tranquille majesté d</w:t>
      </w:r>
      <w:r w:rsidR="00EA052C">
        <w:t>’</w:t>
      </w:r>
      <w:r w:rsidRPr="00AA04A0">
        <w:t>un oiseau</w:t>
      </w:r>
      <w:r w:rsidR="00EA052C">
        <w:t xml:space="preserve">, </w:t>
      </w:r>
      <w:r w:rsidRPr="00AA04A0">
        <w:t>roi des airs</w:t>
      </w:r>
      <w:r w:rsidR="00EA052C">
        <w:t xml:space="preserve">, </w:t>
      </w:r>
      <w:r w:rsidRPr="00AA04A0">
        <w:t>l</w:t>
      </w:r>
      <w:r w:rsidR="00EA052C">
        <w:t>’</w:t>
      </w:r>
      <w:r w:rsidRPr="00AA04A0">
        <w:t>aéroplane reprit son vol</w:t>
      </w:r>
      <w:r w:rsidR="00EA052C">
        <w:t>.</w:t>
      </w:r>
    </w:p>
    <w:p w14:paraId="05FB7283" w14:textId="77777777" w:rsidR="00EA052C" w:rsidRDefault="00C855EF" w:rsidP="00C855EF">
      <w:r w:rsidRPr="00AA04A0">
        <w:t>Nous traversions les étendues marines séparant les terres fermes du Pôle des terres fermes du continent</w:t>
      </w:r>
      <w:r w:rsidR="00EA052C">
        <w:t xml:space="preserve">. </w:t>
      </w:r>
      <w:r w:rsidRPr="00AA04A0">
        <w:t>Vers deux heures de l</w:t>
      </w:r>
      <w:r w:rsidR="00EA052C">
        <w:t>’</w:t>
      </w:r>
      <w:r w:rsidRPr="00AA04A0">
        <w:t>après-midi les premières glaces apparurent à la hauteur des terres de Gerlache</w:t>
      </w:r>
      <w:r w:rsidR="00EA052C">
        <w:t xml:space="preserve">. </w:t>
      </w:r>
      <w:r w:rsidRPr="00AA04A0">
        <w:t>Ayant obliqué</w:t>
      </w:r>
      <w:r w:rsidR="00EA052C">
        <w:t xml:space="preserve">, </w:t>
      </w:r>
      <w:r w:rsidRPr="00AA04A0">
        <w:t>nous atteignîmes le point où Cook s</w:t>
      </w:r>
      <w:r w:rsidR="00EA052C">
        <w:t>’</w:t>
      </w:r>
      <w:r w:rsidRPr="00AA04A0">
        <w:t>arrêta en janvier 1774</w:t>
      </w:r>
      <w:r w:rsidR="00EA052C">
        <w:t xml:space="preserve">. </w:t>
      </w:r>
      <w:r w:rsidRPr="00AA04A0">
        <w:t>À cet endroit personne n</w:t>
      </w:r>
      <w:r w:rsidR="00EA052C">
        <w:t>’</w:t>
      </w:r>
      <w:r w:rsidRPr="00AA04A0">
        <w:t>avait passé outre</w:t>
      </w:r>
      <w:r w:rsidR="00EA052C">
        <w:t xml:space="preserve">. </w:t>
      </w:r>
      <w:r w:rsidRPr="00AA04A0">
        <w:t>Là le pied de l</w:t>
      </w:r>
      <w:r w:rsidR="00EA052C">
        <w:t>’</w:t>
      </w:r>
      <w:r w:rsidRPr="00AA04A0">
        <w:t>homme s</w:t>
      </w:r>
      <w:r w:rsidR="00EA052C">
        <w:t>’</w:t>
      </w:r>
      <w:r w:rsidRPr="00AA04A0">
        <w:t>était arrêté</w:t>
      </w:r>
      <w:r w:rsidR="00EA052C">
        <w:t>.</w:t>
      </w:r>
    </w:p>
    <w:p w14:paraId="24CC4ED1" w14:textId="77777777" w:rsidR="00EA052C" w:rsidRDefault="00EA052C" w:rsidP="00C855EF">
      <w:r>
        <w:t>— </w:t>
      </w:r>
      <w:r w:rsidR="00C855EF" w:rsidRPr="00AA04A0">
        <w:t>Nous voici dans l</w:t>
      </w:r>
      <w:r>
        <w:t>’</w:t>
      </w:r>
      <w:r w:rsidR="00C855EF" w:rsidRPr="00AA04A0">
        <w:t>inexploré</w:t>
      </w:r>
      <w:r>
        <w:t xml:space="preserve">, </w:t>
      </w:r>
      <w:r w:rsidR="00C855EF" w:rsidRPr="00AA04A0">
        <w:t>dit Toby</w:t>
      </w:r>
      <w:r>
        <w:t xml:space="preserve">. </w:t>
      </w:r>
      <w:r w:rsidR="00C855EF" w:rsidRPr="00AA04A0">
        <w:t>Les choses no</w:t>
      </w:r>
      <w:r w:rsidR="00C855EF" w:rsidRPr="00AA04A0">
        <w:t>u</w:t>
      </w:r>
      <w:r w:rsidR="00C855EF" w:rsidRPr="00AA04A0">
        <w:t>velles vont nous apparaître</w:t>
      </w:r>
      <w:r>
        <w:t>.</w:t>
      </w:r>
    </w:p>
    <w:p w14:paraId="723B6908" w14:textId="77777777" w:rsidR="00EA052C" w:rsidRDefault="00C855EF" w:rsidP="00C855EF">
      <w:r w:rsidRPr="00AA04A0">
        <w:t>C</w:t>
      </w:r>
      <w:r w:rsidR="00EA052C">
        <w:t>’</w:t>
      </w:r>
      <w:r w:rsidRPr="00AA04A0">
        <w:t>étaient toujours sous nous de lugubres solitudes de glaces</w:t>
      </w:r>
      <w:r w:rsidR="00EA052C">
        <w:t xml:space="preserve">, </w:t>
      </w:r>
      <w:r w:rsidRPr="00AA04A0">
        <w:t>des mers gelées et prisonnières entre leurs icebergs</w:t>
      </w:r>
      <w:r w:rsidR="00EA052C">
        <w:t xml:space="preserve">. </w:t>
      </w:r>
      <w:r w:rsidRPr="00AA04A0">
        <w:t>Le froid était devenu vif</w:t>
      </w:r>
      <w:r w:rsidR="00EA052C">
        <w:t xml:space="preserve">. </w:t>
      </w:r>
      <w:r w:rsidRPr="00AA04A0">
        <w:t>Toby avait pris dans le coffre de la cabine les manteaux vernis qui nous protégeaient à l</w:t>
      </w:r>
      <w:r w:rsidR="00EA052C">
        <w:t>’</w:t>
      </w:r>
      <w:r w:rsidRPr="00AA04A0">
        <w:t>égal des mei</w:t>
      </w:r>
      <w:r w:rsidRPr="00AA04A0">
        <w:t>l</w:t>
      </w:r>
      <w:r w:rsidRPr="00AA04A0">
        <w:t>leures fourrures</w:t>
      </w:r>
      <w:r w:rsidR="00EA052C">
        <w:t>.</w:t>
      </w:r>
    </w:p>
    <w:p w14:paraId="6C5B19EB" w14:textId="77777777" w:rsidR="00EA052C" w:rsidRDefault="00EA052C" w:rsidP="00C855EF">
      <w:r>
        <w:t>— </w:t>
      </w:r>
      <w:r w:rsidR="00C855EF" w:rsidRPr="00AA04A0">
        <w:t>Et maintenant</w:t>
      </w:r>
      <w:r>
        <w:t xml:space="preserve">, </w:t>
      </w:r>
      <w:r w:rsidR="00C855EF" w:rsidRPr="00AA04A0">
        <w:t>dit-il</w:t>
      </w:r>
      <w:r>
        <w:t xml:space="preserve">, </w:t>
      </w:r>
      <w:r w:rsidR="00C855EF" w:rsidRPr="00AA04A0">
        <w:t>avançons</w:t>
      </w:r>
      <w:r>
        <w:t xml:space="preserve">. </w:t>
      </w:r>
      <w:r w:rsidR="00C855EF" w:rsidRPr="00AA04A0">
        <w:t>Il n</w:t>
      </w:r>
      <w:r>
        <w:t>’</w:t>
      </w:r>
      <w:r w:rsidR="00C855EF" w:rsidRPr="00AA04A0">
        <w:t>y a plus à reculer</w:t>
      </w:r>
      <w:r>
        <w:t xml:space="preserve">, </w:t>
      </w:r>
      <w:r w:rsidR="00C855EF" w:rsidRPr="00AA04A0">
        <w:t>quand on est où nous sommes il faut continuer</w:t>
      </w:r>
      <w:r>
        <w:t>.</w:t>
      </w:r>
    </w:p>
    <w:p w14:paraId="20566EF2" w14:textId="77777777" w:rsidR="00EA052C" w:rsidRDefault="00C855EF" w:rsidP="00C855EF">
      <w:r w:rsidRPr="00AA04A0">
        <w:t>Le paysage était sinistre et morne</w:t>
      </w:r>
      <w:r w:rsidR="00EA052C">
        <w:t xml:space="preserve">, </w:t>
      </w:r>
      <w:r w:rsidRPr="00AA04A0">
        <w:t>éclairé d</w:t>
      </w:r>
      <w:r w:rsidR="00EA052C">
        <w:t>’</w:t>
      </w:r>
      <w:r w:rsidRPr="00AA04A0">
        <w:t>une lueur bl</w:t>
      </w:r>
      <w:r w:rsidRPr="00AA04A0">
        <w:t>a</w:t>
      </w:r>
      <w:r w:rsidRPr="00AA04A0">
        <w:t>farde</w:t>
      </w:r>
      <w:r w:rsidR="00EA052C">
        <w:t xml:space="preserve">, </w:t>
      </w:r>
      <w:r w:rsidRPr="00AA04A0">
        <w:t>pâle</w:t>
      </w:r>
      <w:r w:rsidR="00EA052C">
        <w:t xml:space="preserve">, </w:t>
      </w:r>
      <w:r w:rsidRPr="00AA04A0">
        <w:t>comme un jour trouble</w:t>
      </w:r>
      <w:r w:rsidR="00EA052C">
        <w:t xml:space="preserve">. </w:t>
      </w:r>
      <w:r w:rsidRPr="00AA04A0">
        <w:t>De temps à autre nous arr</w:t>
      </w:r>
      <w:r w:rsidRPr="00AA04A0">
        <w:t>i</w:t>
      </w:r>
      <w:r w:rsidRPr="00AA04A0">
        <w:t>vait le cri lugubre des ours blancs égarés dans ces steppes de glace</w:t>
      </w:r>
      <w:r w:rsidR="00EA052C">
        <w:t>.</w:t>
      </w:r>
    </w:p>
    <w:p w14:paraId="05B8E5F8" w14:textId="77777777" w:rsidR="00EA052C" w:rsidRDefault="00C855EF" w:rsidP="00C855EF">
      <w:r w:rsidRPr="00AA04A0">
        <w:t>Brusquement Toby me tendit sa boussole</w:t>
      </w:r>
      <w:r w:rsidR="00EA052C">
        <w:t>.</w:t>
      </w:r>
    </w:p>
    <w:p w14:paraId="3E08802D" w14:textId="77777777" w:rsidR="00EA052C" w:rsidRDefault="00EA052C" w:rsidP="00C855EF">
      <w:r>
        <w:lastRenderedPageBreak/>
        <w:t>— </w:t>
      </w:r>
      <w:r w:rsidR="00C855EF" w:rsidRPr="00AA04A0">
        <w:t>Voyez</w:t>
      </w:r>
      <w:r>
        <w:t xml:space="preserve">, </w:t>
      </w:r>
      <w:r w:rsidR="00C855EF" w:rsidRPr="00AA04A0">
        <w:t>dit-il d</w:t>
      </w:r>
      <w:r>
        <w:t>’</w:t>
      </w:r>
      <w:r w:rsidR="00C855EF" w:rsidRPr="00AA04A0">
        <w:t>une voix un peu rauque</w:t>
      </w:r>
      <w:r>
        <w:t>.</w:t>
      </w:r>
    </w:p>
    <w:p w14:paraId="545941D5" w14:textId="77777777" w:rsidR="00EA052C" w:rsidRDefault="00C855EF" w:rsidP="00C855EF">
      <w:r w:rsidRPr="00AA04A0">
        <w:t>Je regardai</w:t>
      </w:r>
      <w:r w:rsidR="00EA052C">
        <w:t>.</w:t>
      </w:r>
    </w:p>
    <w:p w14:paraId="40F4E9FE" w14:textId="77777777" w:rsidR="00EA052C" w:rsidRDefault="00C855EF" w:rsidP="00C855EF">
      <w:r w:rsidRPr="00AA04A0">
        <w:t>La boussole déviait ici comme elle dévie au Spitzberg</w:t>
      </w:r>
      <w:r w:rsidR="00EA052C">
        <w:t xml:space="preserve">, </w:t>
      </w:r>
      <w:r w:rsidRPr="00AA04A0">
        <w:t>à 280 lieues du Pôle Boréal</w:t>
      </w:r>
      <w:r w:rsidR="00EA052C">
        <w:t>.</w:t>
      </w:r>
    </w:p>
    <w:p w14:paraId="34F2024F" w14:textId="77777777" w:rsidR="00EA052C" w:rsidRDefault="00C855EF" w:rsidP="00C855EF">
      <w:r w:rsidRPr="00AA04A0">
        <w:t>Nous étions arrivés dans les régions magnétiques</w:t>
      </w:r>
      <w:r w:rsidR="00EA052C">
        <w:t>.</w:t>
      </w:r>
    </w:p>
    <w:p w14:paraId="56ABD957" w14:textId="77777777" w:rsidR="00EA052C" w:rsidRDefault="00EA052C" w:rsidP="00C855EF">
      <w:r>
        <w:t>— </w:t>
      </w:r>
      <w:r w:rsidR="00C855EF" w:rsidRPr="00AA04A0">
        <w:t>Cent vingtième degré de latitude sud</w:t>
      </w:r>
      <w:r>
        <w:t xml:space="preserve">, </w:t>
      </w:r>
      <w:r w:rsidR="00C855EF" w:rsidRPr="00AA04A0">
        <w:t>prononça la voix de l</w:t>
      </w:r>
      <w:r>
        <w:t>’</w:t>
      </w:r>
      <w:r w:rsidR="00C855EF" w:rsidRPr="00AA04A0">
        <w:t>ingénieur</w:t>
      </w:r>
      <w:r>
        <w:t>.</w:t>
      </w:r>
    </w:p>
    <w:p w14:paraId="21731B65" w14:textId="77777777" w:rsidR="00EA052C" w:rsidRDefault="00C855EF" w:rsidP="00C855EF">
      <w:r w:rsidRPr="00AA04A0">
        <w:t>Il chercha des yeux le baromètre</w:t>
      </w:r>
      <w:r w:rsidR="00EA052C">
        <w:t xml:space="preserve">. </w:t>
      </w:r>
      <w:r w:rsidRPr="00AA04A0">
        <w:t>Sa main s</w:t>
      </w:r>
      <w:r w:rsidR="00EA052C">
        <w:t>’</w:t>
      </w:r>
      <w:r w:rsidRPr="00AA04A0">
        <w:t>en empara</w:t>
      </w:r>
      <w:r w:rsidR="00EA052C">
        <w:t xml:space="preserve">, </w:t>
      </w:r>
      <w:r w:rsidRPr="00AA04A0">
        <w:t>l</w:t>
      </w:r>
      <w:r w:rsidR="00EA052C">
        <w:t>’</w:t>
      </w:r>
      <w:r w:rsidRPr="00AA04A0">
        <w:t>agita</w:t>
      </w:r>
      <w:r w:rsidR="00EA052C">
        <w:t>.</w:t>
      </w:r>
    </w:p>
    <w:p w14:paraId="7B375DC9" w14:textId="77777777" w:rsidR="00EA052C" w:rsidRDefault="00C855EF" w:rsidP="00C855EF">
      <w:r w:rsidRPr="00AA04A0">
        <w:t>Le mercure était gelé</w:t>
      </w:r>
      <w:r w:rsidR="00EA052C">
        <w:t>.</w:t>
      </w:r>
    </w:p>
    <w:p w14:paraId="632F90CB" w14:textId="77777777" w:rsidR="00EA052C" w:rsidRDefault="00EA052C" w:rsidP="00C855EF">
      <w:r>
        <w:t>— </w:t>
      </w:r>
      <w:proofErr w:type="spellStart"/>
      <w:r w:rsidR="00C855EF" w:rsidRPr="00AA04A0">
        <w:t>Kleampton</w:t>
      </w:r>
      <w:proofErr w:type="spellEnd"/>
      <w:r>
        <w:t xml:space="preserve">, </w:t>
      </w:r>
      <w:r w:rsidR="00C855EF" w:rsidRPr="00AA04A0">
        <w:t>dis-je</w:t>
      </w:r>
      <w:r>
        <w:t xml:space="preserve">, </w:t>
      </w:r>
      <w:r w:rsidR="00C855EF" w:rsidRPr="00AA04A0">
        <w:t>j</w:t>
      </w:r>
      <w:r>
        <w:t>’</w:t>
      </w:r>
      <w:r w:rsidR="00C855EF" w:rsidRPr="00AA04A0">
        <w:t>attends que vous teniez votre pr</w:t>
      </w:r>
      <w:r w:rsidR="00C855EF" w:rsidRPr="00AA04A0">
        <w:t>o</w:t>
      </w:r>
      <w:r w:rsidR="00C855EF" w:rsidRPr="00AA04A0">
        <w:t>messe comme je tins la mienne</w:t>
      </w:r>
      <w:r>
        <w:t>.</w:t>
      </w:r>
    </w:p>
    <w:p w14:paraId="5898556C" w14:textId="77777777" w:rsidR="00EA052C" w:rsidRDefault="00EA052C" w:rsidP="00C855EF">
      <w:r>
        <w:t>— </w:t>
      </w:r>
      <w:r w:rsidR="00C855EF" w:rsidRPr="00AA04A0">
        <w:t>Ma promesse</w:t>
      </w:r>
      <w:r>
        <w:t> ?</w:t>
      </w:r>
    </w:p>
    <w:p w14:paraId="39445EEC" w14:textId="77777777" w:rsidR="00EA052C" w:rsidRDefault="00EA052C" w:rsidP="00C855EF">
      <w:r>
        <w:t>— </w:t>
      </w:r>
      <w:r w:rsidR="00C855EF" w:rsidRPr="00AA04A0">
        <w:t>Oui</w:t>
      </w:r>
      <w:r>
        <w:t xml:space="preserve">. </w:t>
      </w:r>
      <w:r w:rsidR="00C855EF" w:rsidRPr="00AA04A0">
        <w:t>Que comptez-vous trouver au Pôle</w:t>
      </w:r>
      <w:r>
        <w:t> ?</w:t>
      </w:r>
    </w:p>
    <w:p w14:paraId="36493D8C" w14:textId="77777777" w:rsidR="00EA052C" w:rsidRDefault="00EA052C" w:rsidP="00C855EF">
      <w:r>
        <w:t>— </w:t>
      </w:r>
      <w:r w:rsidR="00C855EF" w:rsidRPr="00AA04A0">
        <w:t>Ah</w:t>
      </w:r>
      <w:r>
        <w:t xml:space="preserve"> ! </w:t>
      </w:r>
      <w:r w:rsidR="00C855EF" w:rsidRPr="00AA04A0">
        <w:t>oui</w:t>
      </w:r>
      <w:r>
        <w:t xml:space="preserve">, </w:t>
      </w:r>
      <w:r w:rsidR="00C855EF" w:rsidRPr="00AA04A0">
        <w:t>je vous promis de le dire ici</w:t>
      </w:r>
      <w:r>
        <w:t xml:space="preserve">. </w:t>
      </w:r>
      <w:r w:rsidR="00C855EF" w:rsidRPr="00AA04A0">
        <w:t>Ne vous étonnez pas si mes paroles vous semblent étranges</w:t>
      </w:r>
      <w:r>
        <w:t>.</w:t>
      </w:r>
    </w:p>
    <w:p w14:paraId="31C3DE92" w14:textId="77777777" w:rsidR="00EA052C" w:rsidRDefault="00EA052C" w:rsidP="00C855EF">
      <w:r>
        <w:t>— </w:t>
      </w:r>
      <w:r w:rsidR="00C855EF" w:rsidRPr="00AA04A0">
        <w:t>Non</w:t>
      </w:r>
      <w:r>
        <w:t xml:space="preserve">, </w:t>
      </w:r>
      <w:proofErr w:type="spellStart"/>
      <w:r w:rsidR="00C855EF" w:rsidRPr="00AA04A0">
        <w:t>Kleampton</w:t>
      </w:r>
      <w:proofErr w:type="spellEnd"/>
      <w:r>
        <w:t xml:space="preserve">, </w:t>
      </w:r>
      <w:r w:rsidR="00C855EF" w:rsidRPr="00AA04A0">
        <w:t>je ne m</w:t>
      </w:r>
      <w:r>
        <w:t>’</w:t>
      </w:r>
      <w:r w:rsidR="00C855EF" w:rsidRPr="00AA04A0">
        <w:t>étonnerai pas</w:t>
      </w:r>
      <w:r>
        <w:t>.</w:t>
      </w:r>
    </w:p>
    <w:p w14:paraId="6AC1AFD1" w14:textId="77777777" w:rsidR="00EA052C" w:rsidRDefault="00EA052C" w:rsidP="00C855EF">
      <w:r>
        <w:t>— </w:t>
      </w:r>
      <w:r w:rsidR="00C855EF" w:rsidRPr="00AA04A0">
        <w:t>Eh bien</w:t>
      </w:r>
      <w:r>
        <w:t xml:space="preserve">, </w:t>
      </w:r>
      <w:r w:rsidR="00C855EF" w:rsidRPr="00AA04A0">
        <w:t>je compte trouver l</w:t>
      </w:r>
      <w:r>
        <w:t>’</w:t>
      </w:r>
      <w:r w:rsidR="00C855EF" w:rsidRPr="00AA04A0">
        <w:t>axe de la terre</w:t>
      </w:r>
      <w:r>
        <w:t>.</w:t>
      </w:r>
    </w:p>
    <w:p w14:paraId="6EFEDBC5" w14:textId="77777777" w:rsidR="00EA052C" w:rsidRDefault="00EA052C" w:rsidP="00C855EF">
      <w:r>
        <w:t>— </w:t>
      </w:r>
      <w:r w:rsidR="00C855EF" w:rsidRPr="00AA04A0">
        <w:t>L</w:t>
      </w:r>
      <w:r>
        <w:t>’</w:t>
      </w:r>
      <w:r w:rsidR="00C855EF" w:rsidRPr="00AA04A0">
        <w:t>axe de la terre</w:t>
      </w:r>
      <w:r>
        <w:t xml:space="preserve"> ! </w:t>
      </w:r>
      <w:r w:rsidR="00C855EF" w:rsidRPr="00AA04A0">
        <w:t>Mais vous êtes</w:t>
      </w:r>
      <w:r>
        <w:t>…</w:t>
      </w:r>
    </w:p>
    <w:p w14:paraId="7B8B423D" w14:textId="77777777" w:rsidR="00EA052C" w:rsidRDefault="00EA052C" w:rsidP="00C855EF">
      <w:r>
        <w:t>— </w:t>
      </w:r>
      <w:r w:rsidR="00C855EF" w:rsidRPr="00AA04A0">
        <w:t>Voyez</w:t>
      </w:r>
      <w:r>
        <w:t xml:space="preserve">, </w:t>
      </w:r>
      <w:r w:rsidR="00C855EF" w:rsidRPr="00AA04A0">
        <w:t>gentleman</w:t>
      </w:r>
      <w:r>
        <w:t xml:space="preserve">, </w:t>
      </w:r>
      <w:r w:rsidR="00C855EF" w:rsidRPr="00AA04A0">
        <w:t>la parole est sur vos lèvres</w:t>
      </w:r>
      <w:r>
        <w:t xml:space="preserve">. </w:t>
      </w:r>
      <w:r w:rsidR="00C855EF" w:rsidRPr="00AA04A0">
        <w:t>Vous me croyez fou</w:t>
      </w:r>
      <w:r>
        <w:t xml:space="preserve">. </w:t>
      </w:r>
      <w:r w:rsidR="00C855EF" w:rsidRPr="00AA04A0">
        <w:t>Vous aviez cependant promis de ne pas vous éto</w:t>
      </w:r>
      <w:r w:rsidR="00C855EF" w:rsidRPr="00AA04A0">
        <w:t>n</w:t>
      </w:r>
      <w:r w:rsidR="00C855EF" w:rsidRPr="00AA04A0">
        <w:t>ner</w:t>
      </w:r>
      <w:r>
        <w:t xml:space="preserve">. </w:t>
      </w:r>
      <w:r w:rsidR="00C855EF" w:rsidRPr="00AA04A0">
        <w:t>Ne tiendriez-vous pas votre promesse</w:t>
      </w:r>
      <w:r>
        <w:t> ?</w:t>
      </w:r>
    </w:p>
    <w:p w14:paraId="49D0C4A2" w14:textId="77777777" w:rsidR="00EA052C" w:rsidRDefault="00EA052C" w:rsidP="00C855EF">
      <w:r>
        <w:t>— </w:t>
      </w:r>
      <w:r w:rsidR="00C855EF" w:rsidRPr="00AA04A0">
        <w:t>Je vous demande pardon</w:t>
      </w:r>
      <w:r>
        <w:t xml:space="preserve">, </w:t>
      </w:r>
      <w:proofErr w:type="spellStart"/>
      <w:r w:rsidR="00C855EF" w:rsidRPr="00AA04A0">
        <w:t>Kleampton</w:t>
      </w:r>
      <w:proofErr w:type="spellEnd"/>
      <w:r>
        <w:t xml:space="preserve">, </w:t>
      </w:r>
      <w:r w:rsidR="00C855EF" w:rsidRPr="00AA04A0">
        <w:t>mais cela me semble prodigieux</w:t>
      </w:r>
      <w:r>
        <w:t xml:space="preserve">, </w:t>
      </w:r>
      <w:r w:rsidR="00C855EF" w:rsidRPr="00AA04A0">
        <w:t>extraordinaire</w:t>
      </w:r>
      <w:r>
        <w:t>.</w:t>
      </w:r>
    </w:p>
    <w:p w14:paraId="4B5283DC" w14:textId="3271A968" w:rsidR="00EA052C" w:rsidRDefault="00EA052C" w:rsidP="00C855EF">
      <w:r>
        <w:lastRenderedPageBreak/>
        <w:t>— </w:t>
      </w:r>
      <w:r w:rsidR="00C855EF" w:rsidRPr="00AA04A0">
        <w:t>Pourquoi cela</w:t>
      </w:r>
      <w:r>
        <w:t xml:space="preserve">, </w:t>
      </w:r>
      <w:r w:rsidR="00C855EF" w:rsidRPr="00AA04A0">
        <w:t>gentleman</w:t>
      </w:r>
      <w:r>
        <w:t xml:space="preserve"> ? </w:t>
      </w:r>
      <w:r w:rsidR="00C855EF" w:rsidRPr="00AA04A0">
        <w:t>Parce que nous serons les premiers à trouver cela</w:t>
      </w:r>
      <w:r>
        <w:t xml:space="preserve"> ? </w:t>
      </w:r>
      <w:r w:rsidR="00C855EF" w:rsidRPr="00AA04A0">
        <w:t>La découverte de l</w:t>
      </w:r>
      <w:r>
        <w:t>’</w:t>
      </w:r>
      <w:r w:rsidR="00C855EF" w:rsidRPr="00AA04A0">
        <w:t>Amérique sembla prodigieuse et extraordinaire</w:t>
      </w:r>
      <w:r>
        <w:t xml:space="preserve">, </w:t>
      </w:r>
      <w:r w:rsidR="00C855EF" w:rsidRPr="00AA04A0">
        <w:t>elle aussi</w:t>
      </w:r>
      <w:r>
        <w:t xml:space="preserve">, </w:t>
      </w:r>
      <w:r w:rsidR="00C855EF" w:rsidRPr="00AA04A0">
        <w:t>à Christophe Colomb</w:t>
      </w:r>
      <w:r>
        <w:t xml:space="preserve">, </w:t>
      </w:r>
      <w:r w:rsidR="00C855EF" w:rsidRPr="00AA04A0">
        <w:t xml:space="preserve">comme celle de la mer de </w:t>
      </w:r>
      <w:r w:rsidRPr="00AA04A0">
        <w:t>Georges</w:t>
      </w:r>
      <w:r>
        <w:t> </w:t>
      </w:r>
      <w:r w:rsidRPr="00AA04A0">
        <w:t>IV</w:t>
      </w:r>
      <w:r w:rsidR="00C855EF" w:rsidRPr="00AA04A0">
        <w:t xml:space="preserve"> au capitaine Weddell</w:t>
      </w:r>
      <w:r>
        <w:t xml:space="preserve">, </w:t>
      </w:r>
      <w:r w:rsidR="00C855EF" w:rsidRPr="00AA04A0">
        <w:t>et de la terre Adélaïde à l</w:t>
      </w:r>
      <w:r>
        <w:t>’</w:t>
      </w:r>
      <w:r w:rsidR="00C855EF" w:rsidRPr="00AA04A0">
        <w:t xml:space="preserve">Anglais </w:t>
      </w:r>
      <w:proofErr w:type="spellStart"/>
      <w:r w:rsidR="00C855EF" w:rsidRPr="00AA04A0">
        <w:t>Bisc</w:t>
      </w:r>
      <w:r>
        <w:t>œ</w:t>
      </w:r>
      <w:proofErr w:type="spellEnd"/>
      <w:r>
        <w:t>.</w:t>
      </w:r>
    </w:p>
    <w:p w14:paraId="16710EB1" w14:textId="77777777" w:rsidR="00EA052C" w:rsidRDefault="00EA052C" w:rsidP="00C855EF">
      <w:r>
        <w:t>— </w:t>
      </w:r>
      <w:r w:rsidR="00C855EF" w:rsidRPr="00AA04A0">
        <w:t>Et cet axe</w:t>
      </w:r>
      <w:r>
        <w:t xml:space="preserve">, </w:t>
      </w:r>
      <w:proofErr w:type="spellStart"/>
      <w:r w:rsidR="00C855EF" w:rsidRPr="00AA04A0">
        <w:t>Kleampton</w:t>
      </w:r>
      <w:proofErr w:type="spellEnd"/>
      <w:r>
        <w:t> ?</w:t>
      </w:r>
    </w:p>
    <w:p w14:paraId="54506793" w14:textId="77777777" w:rsidR="00EA052C" w:rsidRDefault="00EA052C" w:rsidP="00C855EF">
      <w:r>
        <w:t>— </w:t>
      </w:r>
      <w:r w:rsidR="00C855EF" w:rsidRPr="00AA04A0">
        <w:t>La terre tourne</w:t>
      </w:r>
      <w:r>
        <w:t xml:space="preserve">. </w:t>
      </w:r>
      <w:r w:rsidR="00C855EF" w:rsidRPr="00AA04A0">
        <w:t>Toute chose tourne autour d</w:t>
      </w:r>
      <w:r>
        <w:t>’</w:t>
      </w:r>
      <w:r w:rsidR="00C855EF" w:rsidRPr="00AA04A0">
        <w:t>un axe</w:t>
      </w:r>
      <w:r>
        <w:t xml:space="preserve">. </w:t>
      </w:r>
      <w:r w:rsidR="00C855EF" w:rsidRPr="00AA04A0">
        <w:t>La terre</w:t>
      </w:r>
      <w:r>
        <w:t xml:space="preserve">, </w:t>
      </w:r>
      <w:r w:rsidR="00C855EF" w:rsidRPr="00AA04A0">
        <w:t>elle aussi</w:t>
      </w:r>
      <w:r>
        <w:t xml:space="preserve">, </w:t>
      </w:r>
      <w:r w:rsidR="00C855EF" w:rsidRPr="00AA04A0">
        <w:t>est une chose</w:t>
      </w:r>
      <w:r>
        <w:t xml:space="preserve">, </w:t>
      </w:r>
      <w:r w:rsidR="00C855EF" w:rsidRPr="00AA04A0">
        <w:t>donc cet axe existe et c</w:t>
      </w:r>
      <w:r>
        <w:t>’</w:t>
      </w:r>
      <w:r w:rsidR="00C855EF" w:rsidRPr="00AA04A0">
        <w:t>est vers lui que nous marchons en ce moment</w:t>
      </w:r>
      <w:r>
        <w:t xml:space="preserve">. </w:t>
      </w:r>
      <w:r w:rsidR="00C855EF" w:rsidRPr="00AA04A0">
        <w:t>Ce qu</w:t>
      </w:r>
      <w:r>
        <w:t>’</w:t>
      </w:r>
      <w:r w:rsidR="00C855EF" w:rsidRPr="00AA04A0">
        <w:t>est cet axe</w:t>
      </w:r>
      <w:r>
        <w:t xml:space="preserve">, </w:t>
      </w:r>
      <w:r w:rsidR="00C855EF" w:rsidRPr="00AA04A0">
        <w:t>allez-vous me demander</w:t>
      </w:r>
      <w:r>
        <w:t xml:space="preserve">, </w:t>
      </w:r>
      <w:r w:rsidR="00C855EF" w:rsidRPr="00AA04A0">
        <w:t>gentleman</w:t>
      </w:r>
      <w:r>
        <w:t xml:space="preserve"> ? </w:t>
      </w:r>
      <w:r w:rsidR="00C855EF" w:rsidRPr="00AA04A0">
        <w:t>Je ne le sais guère plus que vous</w:t>
      </w:r>
      <w:r>
        <w:t xml:space="preserve">, </w:t>
      </w:r>
      <w:r w:rsidR="00C855EF" w:rsidRPr="00AA04A0">
        <w:t>mais je présume que c</w:t>
      </w:r>
      <w:r>
        <w:t>’</w:t>
      </w:r>
      <w:r w:rsidR="00C855EF" w:rsidRPr="00AA04A0">
        <w:t>est l</w:t>
      </w:r>
      <w:r>
        <w:t>’</w:t>
      </w:r>
      <w:r w:rsidR="00C855EF" w:rsidRPr="00AA04A0">
        <w:t>axe magnétique dont les ondes sont sensibles à trois cents lieues de son rayonnement</w:t>
      </w:r>
      <w:r>
        <w:t xml:space="preserve">. </w:t>
      </w:r>
      <w:r w:rsidR="00C855EF" w:rsidRPr="00AA04A0">
        <w:t>Voilà pourquoi sur un des îlots de la Terre de Feu j</w:t>
      </w:r>
      <w:r>
        <w:t>’</w:t>
      </w:r>
      <w:r w:rsidR="00C855EF" w:rsidRPr="00AA04A0">
        <w:t>ai limé l</w:t>
      </w:r>
      <w:r>
        <w:t>’</w:t>
      </w:r>
      <w:r w:rsidR="00C855EF" w:rsidRPr="00AA04A0">
        <w:t>écrou de fer susceptible de nous clouer à l</w:t>
      </w:r>
      <w:r>
        <w:t>’</w:t>
      </w:r>
      <w:r w:rsidR="00C855EF" w:rsidRPr="00AA04A0">
        <w:t>aimant polaire</w:t>
      </w:r>
      <w:r>
        <w:t>.</w:t>
      </w:r>
    </w:p>
    <w:p w14:paraId="0D818A9F" w14:textId="77777777" w:rsidR="00EA052C" w:rsidRDefault="00EA052C" w:rsidP="00C855EF">
      <w:r>
        <w:t>— </w:t>
      </w:r>
      <w:r w:rsidR="00C855EF" w:rsidRPr="00AA04A0">
        <w:t>Mais avant que d</w:t>
      </w:r>
      <w:r>
        <w:t>’</w:t>
      </w:r>
      <w:r w:rsidR="00C855EF" w:rsidRPr="00AA04A0">
        <w:t>atteindre l</w:t>
      </w:r>
      <w:r>
        <w:t>’</w:t>
      </w:r>
      <w:r w:rsidR="00C855EF" w:rsidRPr="00AA04A0">
        <w:t>axe terrestre</w:t>
      </w:r>
      <w:r>
        <w:t xml:space="preserve">, </w:t>
      </w:r>
      <w:r w:rsidR="00C855EF" w:rsidRPr="00AA04A0">
        <w:t>que pensez-vous rencontrer</w:t>
      </w:r>
      <w:r>
        <w:t> ?</w:t>
      </w:r>
    </w:p>
    <w:p w14:paraId="15500E1B" w14:textId="77777777" w:rsidR="00EA052C" w:rsidRDefault="00EA052C" w:rsidP="00C855EF">
      <w:r>
        <w:t>— </w:t>
      </w:r>
      <w:r w:rsidR="00C855EF" w:rsidRPr="00AA04A0">
        <w:t>La terre est habitable partout</w:t>
      </w:r>
      <w:r>
        <w:t xml:space="preserve">, </w:t>
      </w:r>
      <w:r w:rsidR="00C855EF" w:rsidRPr="00AA04A0">
        <w:t>même dans ses régions les plus désolées et le désert africain a les Arabes comme habitants</w:t>
      </w:r>
      <w:r>
        <w:t xml:space="preserve">. </w:t>
      </w:r>
      <w:r w:rsidR="00C855EF" w:rsidRPr="00AA04A0">
        <w:t>C</w:t>
      </w:r>
      <w:r>
        <w:t>’</w:t>
      </w:r>
      <w:r w:rsidR="00C855EF" w:rsidRPr="00AA04A0">
        <w:t>est une loi naturelle</w:t>
      </w:r>
      <w:r>
        <w:t xml:space="preserve">. </w:t>
      </w:r>
      <w:r w:rsidR="00C855EF" w:rsidRPr="00AA04A0">
        <w:t>Donc le Pôle doit être habité</w:t>
      </w:r>
      <w:r>
        <w:t>.</w:t>
      </w:r>
    </w:p>
    <w:p w14:paraId="34AF8395" w14:textId="77777777" w:rsidR="00EA052C" w:rsidRDefault="00EA052C" w:rsidP="00C855EF">
      <w:r>
        <w:t>— </w:t>
      </w:r>
      <w:r w:rsidR="00C855EF" w:rsidRPr="00AA04A0">
        <w:t>Des habitants au Pôle</w:t>
      </w:r>
      <w:r>
        <w:t> ?</w:t>
      </w:r>
    </w:p>
    <w:p w14:paraId="5A357D6B" w14:textId="77777777" w:rsidR="00EA052C" w:rsidRDefault="00EA052C" w:rsidP="00C855EF">
      <w:r>
        <w:t>— </w:t>
      </w:r>
      <w:r w:rsidR="00C855EF" w:rsidRPr="00AA04A0">
        <w:t>Sans doute</w:t>
      </w:r>
      <w:r>
        <w:t xml:space="preserve">, </w:t>
      </w:r>
      <w:r w:rsidR="00C855EF" w:rsidRPr="00AA04A0">
        <w:t>et pourquoi pas</w:t>
      </w:r>
      <w:r>
        <w:t xml:space="preserve"> ? </w:t>
      </w:r>
      <w:r w:rsidR="00C855EF" w:rsidRPr="00AA04A0">
        <w:t>La planète Mars est parmi les mondes habités</w:t>
      </w:r>
      <w:r>
        <w:t xml:space="preserve">, </w:t>
      </w:r>
      <w:r w:rsidR="00C855EF" w:rsidRPr="00AA04A0">
        <w:t>le pôle serait-il seul à être désert</w:t>
      </w:r>
      <w:r>
        <w:t xml:space="preserve">, </w:t>
      </w:r>
      <w:r w:rsidR="00C855EF" w:rsidRPr="00AA04A0">
        <w:t>vide</w:t>
      </w:r>
      <w:r>
        <w:t xml:space="preserve">, </w:t>
      </w:r>
      <w:r w:rsidR="00C855EF" w:rsidRPr="00AA04A0">
        <w:t>abandonné</w:t>
      </w:r>
      <w:r>
        <w:t> ?</w:t>
      </w:r>
    </w:p>
    <w:p w14:paraId="51F33CDE" w14:textId="77777777" w:rsidR="00EA052C" w:rsidRDefault="00EA052C" w:rsidP="00C855EF">
      <w:r>
        <w:t>— </w:t>
      </w:r>
      <w:r w:rsidR="00C855EF" w:rsidRPr="00AA04A0">
        <w:t>Mais la vie est-elle possible à des êtres humains dans le courant circulaire de l</w:t>
      </w:r>
      <w:r>
        <w:t>’</w:t>
      </w:r>
      <w:r w:rsidR="00C855EF" w:rsidRPr="00AA04A0">
        <w:t>onde magnétique de l</w:t>
      </w:r>
      <w:r>
        <w:t>’</w:t>
      </w:r>
      <w:r w:rsidR="00C855EF" w:rsidRPr="00AA04A0">
        <w:t>axe</w:t>
      </w:r>
      <w:r>
        <w:t> ?</w:t>
      </w:r>
    </w:p>
    <w:p w14:paraId="02D12CA1" w14:textId="77777777" w:rsidR="00EA052C" w:rsidRDefault="00EA052C" w:rsidP="00C855EF">
      <w:r>
        <w:t>— </w:t>
      </w:r>
      <w:r w:rsidR="00C855EF" w:rsidRPr="00AA04A0">
        <w:t>Qui vous dit</w:t>
      </w:r>
      <w:r>
        <w:t xml:space="preserve">, </w:t>
      </w:r>
      <w:r w:rsidR="00C855EF" w:rsidRPr="00AA04A0">
        <w:t>gentleman</w:t>
      </w:r>
      <w:r>
        <w:t xml:space="preserve">, </w:t>
      </w:r>
      <w:r w:rsidR="00C855EF" w:rsidRPr="00AA04A0">
        <w:t>que les habitants du Pôle sont des êtres conformés comme vous et moi</w:t>
      </w:r>
      <w:r>
        <w:t> ?</w:t>
      </w:r>
    </w:p>
    <w:p w14:paraId="66514BC4" w14:textId="77777777" w:rsidR="00EA052C" w:rsidRDefault="00EA052C" w:rsidP="00C855EF">
      <w:r>
        <w:lastRenderedPageBreak/>
        <w:t>— </w:t>
      </w:r>
      <w:r w:rsidR="00C855EF" w:rsidRPr="00AA04A0">
        <w:t>Des monstres</w:t>
      </w:r>
      <w:r>
        <w:t xml:space="preserve">, </w:t>
      </w:r>
      <w:r w:rsidR="00C855EF" w:rsidRPr="00AA04A0">
        <w:t>alors</w:t>
      </w:r>
      <w:r>
        <w:t> ?</w:t>
      </w:r>
    </w:p>
    <w:p w14:paraId="0F3E9674" w14:textId="77777777" w:rsidR="00EA052C" w:rsidRDefault="00EA052C" w:rsidP="00C855EF">
      <w:r>
        <w:t>— </w:t>
      </w:r>
      <w:r w:rsidR="00C855EF" w:rsidRPr="00AA04A0">
        <w:t>Peut-être</w:t>
      </w:r>
      <w:r>
        <w:t xml:space="preserve">, </w:t>
      </w:r>
      <w:r w:rsidR="00C855EF" w:rsidRPr="00AA04A0">
        <w:t>la chose est probable</w:t>
      </w:r>
      <w:r>
        <w:t xml:space="preserve">. </w:t>
      </w:r>
      <w:r w:rsidR="00C855EF" w:rsidRPr="00AA04A0">
        <w:t xml:space="preserve">Les </w:t>
      </w:r>
      <w:proofErr w:type="spellStart"/>
      <w:r w:rsidR="00C855EF" w:rsidRPr="00AA04A0">
        <w:t>Marsiens</w:t>
      </w:r>
      <w:proofErr w:type="spellEnd"/>
      <w:r w:rsidR="00C855EF" w:rsidRPr="00AA04A0">
        <w:t xml:space="preserve"> ont une autre conformation que la nôtre à cause des conditions vitales où ils sont placés</w:t>
      </w:r>
      <w:r>
        <w:t xml:space="preserve">. </w:t>
      </w:r>
      <w:r w:rsidR="00C855EF" w:rsidRPr="00AA04A0">
        <w:t>Ils subissent logiquement la puissance d</w:t>
      </w:r>
      <w:r>
        <w:t>’</w:t>
      </w:r>
      <w:r w:rsidR="00C855EF" w:rsidRPr="00AA04A0">
        <w:t>une atmosphère différente de la nôtre</w:t>
      </w:r>
      <w:r>
        <w:t xml:space="preserve">. </w:t>
      </w:r>
      <w:r w:rsidR="00C855EF" w:rsidRPr="00AA04A0">
        <w:t>Ils sont à notre humanité te</w:t>
      </w:r>
      <w:r w:rsidR="00C855EF" w:rsidRPr="00AA04A0">
        <w:t>r</w:t>
      </w:r>
      <w:r w:rsidR="00C855EF" w:rsidRPr="00AA04A0">
        <w:t>restre ce que les nègres</w:t>
      </w:r>
      <w:r>
        <w:t xml:space="preserve">, </w:t>
      </w:r>
      <w:r w:rsidR="00C855EF" w:rsidRPr="00AA04A0">
        <w:t>les Chinois</w:t>
      </w:r>
      <w:r>
        <w:t xml:space="preserve">, </w:t>
      </w:r>
      <w:r w:rsidR="00C855EF" w:rsidRPr="00AA04A0">
        <w:t>les Peaux-Rouges sont à notre race</w:t>
      </w:r>
      <w:r>
        <w:t>.</w:t>
      </w:r>
    </w:p>
    <w:p w14:paraId="034E435C" w14:textId="77777777" w:rsidR="00EA052C" w:rsidRDefault="00C855EF" w:rsidP="00C855EF">
      <w:r w:rsidRPr="00AA04A0">
        <w:t xml:space="preserve">Brusquement la voix de </w:t>
      </w:r>
      <w:proofErr w:type="spellStart"/>
      <w:r w:rsidRPr="00AA04A0">
        <w:t>Kleampton</w:t>
      </w:r>
      <w:proofErr w:type="spellEnd"/>
      <w:r w:rsidRPr="00AA04A0">
        <w:t xml:space="preserve"> se tut</w:t>
      </w:r>
      <w:r w:rsidR="00EA052C">
        <w:t>.</w:t>
      </w:r>
    </w:p>
    <w:p w14:paraId="3D9901D1" w14:textId="77777777" w:rsidR="00EA052C" w:rsidRDefault="00C855EF" w:rsidP="00C855EF">
      <w:pPr>
        <w:rPr>
          <w:i/>
          <w:iCs/>
          <w:szCs w:val="32"/>
        </w:rPr>
      </w:pPr>
      <w:r w:rsidRPr="00AA04A0">
        <w:t xml:space="preserve">Un phénomène extraordinaire venait de se produire autour du </w:t>
      </w:r>
      <w:proofErr w:type="spellStart"/>
      <w:r w:rsidRPr="00AA04A0">
        <w:rPr>
          <w:i/>
          <w:iCs/>
          <w:szCs w:val="32"/>
        </w:rPr>
        <w:t>Météor</w:t>
      </w:r>
      <w:proofErr w:type="spellEnd"/>
      <w:r w:rsidR="00EA052C">
        <w:rPr>
          <w:i/>
          <w:iCs/>
          <w:szCs w:val="32"/>
        </w:rPr>
        <w:t>.</w:t>
      </w:r>
    </w:p>
    <w:p w14:paraId="1B9BCBB0" w14:textId="77777777" w:rsidR="00EA052C" w:rsidRDefault="00C855EF" w:rsidP="00C855EF">
      <w:r w:rsidRPr="00AA04A0">
        <w:t>Nous étions en pleine nuit</w:t>
      </w:r>
      <w:r w:rsidR="00EA052C">
        <w:t>.</w:t>
      </w:r>
    </w:p>
    <w:p w14:paraId="6C7FFC1C" w14:textId="77777777" w:rsidR="00EA052C" w:rsidRDefault="00C855EF" w:rsidP="00C855EF">
      <w:r w:rsidRPr="00AA04A0">
        <w:t>C</w:t>
      </w:r>
      <w:r w:rsidR="00EA052C">
        <w:t>’</w:t>
      </w:r>
      <w:r w:rsidRPr="00AA04A0">
        <w:t>était une obscurité bizarre</w:t>
      </w:r>
      <w:r w:rsidR="00EA052C">
        <w:t xml:space="preserve">, </w:t>
      </w:r>
      <w:r w:rsidRPr="00AA04A0">
        <w:t>étrange</w:t>
      </w:r>
      <w:r w:rsidR="00EA052C">
        <w:t xml:space="preserve">, </w:t>
      </w:r>
      <w:r w:rsidRPr="00AA04A0">
        <w:t>qui n</w:t>
      </w:r>
      <w:r w:rsidR="00EA052C">
        <w:t>’</w:t>
      </w:r>
      <w:r w:rsidRPr="00AA04A0">
        <w:t>avait rien de commun avec celle des nuits du continent</w:t>
      </w:r>
      <w:r w:rsidR="00EA052C">
        <w:t xml:space="preserve">. </w:t>
      </w:r>
      <w:r w:rsidRPr="00AA04A0">
        <w:t>C</w:t>
      </w:r>
      <w:r w:rsidR="00EA052C">
        <w:t>’</w:t>
      </w:r>
      <w:r w:rsidRPr="00AA04A0">
        <w:t>était comme une boue noire où nous nous serions enfoncés insensiblement</w:t>
      </w:r>
      <w:r w:rsidR="00EA052C">
        <w:t xml:space="preserve">, </w:t>
      </w:r>
      <w:r w:rsidRPr="00AA04A0">
        <w:t>brusquement</w:t>
      </w:r>
      <w:r w:rsidR="00EA052C">
        <w:t xml:space="preserve">, </w:t>
      </w:r>
      <w:r w:rsidRPr="00AA04A0">
        <w:t>tout en causant</w:t>
      </w:r>
      <w:r w:rsidR="00EA052C">
        <w:t xml:space="preserve">. </w:t>
      </w:r>
      <w:r w:rsidRPr="00AA04A0">
        <w:t>Un instant surpris par cette nuit</w:t>
      </w:r>
      <w:r w:rsidR="00EA052C">
        <w:t xml:space="preserve">, </w:t>
      </w:r>
      <w:r w:rsidRPr="00AA04A0">
        <w:t>Toby se ressaisit et</w:t>
      </w:r>
      <w:r w:rsidR="00EA052C">
        <w:t xml:space="preserve">, </w:t>
      </w:r>
      <w:r w:rsidRPr="00AA04A0">
        <w:t>donnant un coup brusque au levier</w:t>
      </w:r>
      <w:r w:rsidR="00EA052C">
        <w:t xml:space="preserve">, </w:t>
      </w:r>
      <w:r w:rsidRPr="00AA04A0">
        <w:t xml:space="preserve">porta le </w:t>
      </w:r>
      <w:proofErr w:type="spellStart"/>
      <w:r w:rsidRPr="00AA04A0">
        <w:rPr>
          <w:i/>
          <w:iCs/>
          <w:szCs w:val="32"/>
        </w:rPr>
        <w:t>Météor</w:t>
      </w:r>
      <w:proofErr w:type="spellEnd"/>
      <w:r w:rsidRPr="00AA04A0">
        <w:t xml:space="preserve"> en arrière</w:t>
      </w:r>
      <w:r w:rsidR="00EA052C">
        <w:t>.</w:t>
      </w:r>
    </w:p>
    <w:p w14:paraId="2B1C2AFE" w14:textId="77777777" w:rsidR="00EA052C" w:rsidRDefault="00C855EF" w:rsidP="00C855EF">
      <w:r w:rsidRPr="00AA04A0">
        <w:t>Nous nous retrouvâmes en pleine lumière</w:t>
      </w:r>
      <w:r w:rsidR="00EA052C">
        <w:t>.</w:t>
      </w:r>
    </w:p>
    <w:p w14:paraId="01A83189" w14:textId="77777777" w:rsidR="00EA052C" w:rsidRDefault="00EA052C" w:rsidP="00C855EF">
      <w:r>
        <w:t>— </w:t>
      </w:r>
      <w:r w:rsidR="00C855EF" w:rsidRPr="00AA04A0">
        <w:t>Ah</w:t>
      </w:r>
      <w:r>
        <w:t xml:space="preserve"> ! </w:t>
      </w:r>
      <w:r w:rsidR="00C855EF" w:rsidRPr="00AA04A0">
        <w:t>ah</w:t>
      </w:r>
      <w:r>
        <w:t xml:space="preserve"> ! </w:t>
      </w:r>
      <w:r w:rsidR="00C855EF" w:rsidRPr="00AA04A0">
        <w:t>murmura</w:t>
      </w:r>
      <w:r>
        <w:t xml:space="preserve">, </w:t>
      </w:r>
      <w:r w:rsidR="00C855EF" w:rsidRPr="00AA04A0">
        <w:t>les dents serrées</w:t>
      </w:r>
      <w:r>
        <w:t xml:space="preserve">, </w:t>
      </w:r>
      <w:r w:rsidR="00C855EF" w:rsidRPr="00AA04A0">
        <w:t>l</w:t>
      </w:r>
      <w:r>
        <w:t>’</w:t>
      </w:r>
      <w:r w:rsidR="00C855EF" w:rsidRPr="00AA04A0">
        <w:t>ingénieur</w:t>
      </w:r>
      <w:r>
        <w:t xml:space="preserve">, </w:t>
      </w:r>
      <w:r w:rsidR="00C855EF" w:rsidRPr="00AA04A0">
        <w:t>voilà les farces du pôle qui commencent</w:t>
      </w:r>
      <w:r>
        <w:t>.</w:t>
      </w:r>
    </w:p>
    <w:p w14:paraId="6D03AC1C" w14:textId="77777777" w:rsidR="00EA052C" w:rsidRDefault="00C855EF" w:rsidP="00C855EF">
      <w:r w:rsidRPr="00AA04A0">
        <w:t>Tous deux nous allâmes nous pencher à la vitre baissée de la cabine</w:t>
      </w:r>
      <w:r w:rsidR="00EA052C">
        <w:t>.</w:t>
      </w:r>
    </w:p>
    <w:p w14:paraId="1D3616A9" w14:textId="77777777" w:rsidR="00EA052C" w:rsidRDefault="00C855EF" w:rsidP="00C855EF">
      <w:r w:rsidRPr="00AA04A0">
        <w:t>Devant nous s</w:t>
      </w:r>
      <w:r w:rsidR="00EA052C">
        <w:t>’</w:t>
      </w:r>
      <w:r w:rsidRPr="00AA04A0">
        <w:t>érigeait</w:t>
      </w:r>
      <w:r w:rsidR="00EA052C">
        <w:t xml:space="preserve">, </w:t>
      </w:r>
      <w:r w:rsidRPr="00AA04A0">
        <w:t>morne</w:t>
      </w:r>
      <w:r w:rsidR="00EA052C">
        <w:t xml:space="preserve">, </w:t>
      </w:r>
      <w:r w:rsidRPr="00AA04A0">
        <w:t>noir</w:t>
      </w:r>
      <w:r w:rsidR="00EA052C">
        <w:t xml:space="preserve">, </w:t>
      </w:r>
      <w:r w:rsidRPr="00AA04A0">
        <w:t>lugubre</w:t>
      </w:r>
      <w:r w:rsidR="00EA052C">
        <w:t xml:space="preserve">, </w:t>
      </w:r>
      <w:r w:rsidRPr="00AA04A0">
        <w:t xml:space="preserve">le mur de cette </w:t>
      </w:r>
      <w:proofErr w:type="spellStart"/>
      <w:r w:rsidRPr="00AA04A0">
        <w:t>ténèbre</w:t>
      </w:r>
      <w:proofErr w:type="spellEnd"/>
      <w:r w:rsidR="00EA052C">
        <w:t xml:space="preserve">, </w:t>
      </w:r>
      <w:r w:rsidRPr="00AA04A0">
        <w:t>comme une brusque séparation d</w:t>
      </w:r>
      <w:r w:rsidR="00EA052C">
        <w:t>’</w:t>
      </w:r>
      <w:r w:rsidRPr="00AA04A0">
        <w:t>avec le jour a</w:t>
      </w:r>
      <w:r w:rsidRPr="00AA04A0">
        <w:t>m</w:t>
      </w:r>
      <w:r w:rsidRPr="00AA04A0">
        <w:t>biant</w:t>
      </w:r>
      <w:r w:rsidR="00EA052C">
        <w:t xml:space="preserve">, </w:t>
      </w:r>
      <w:r w:rsidRPr="00AA04A0">
        <w:t>pâle et trouble</w:t>
      </w:r>
      <w:r w:rsidR="00EA052C">
        <w:t>.</w:t>
      </w:r>
    </w:p>
    <w:p w14:paraId="67916E69" w14:textId="77777777" w:rsidR="00EA052C" w:rsidRDefault="00C855EF" w:rsidP="00C855EF">
      <w:r w:rsidRPr="00AA04A0">
        <w:t>Cela semblait défendre l</w:t>
      </w:r>
      <w:r w:rsidR="00EA052C">
        <w:t>’</w:t>
      </w:r>
      <w:r w:rsidRPr="00AA04A0">
        <w:t>approche de quelque chose</w:t>
      </w:r>
      <w:r w:rsidR="00EA052C">
        <w:t>.</w:t>
      </w:r>
    </w:p>
    <w:p w14:paraId="771791B0" w14:textId="77777777" w:rsidR="00EA052C" w:rsidRDefault="00C855EF" w:rsidP="00C855EF">
      <w:r w:rsidRPr="00AA04A0">
        <w:t>De quoi</w:t>
      </w:r>
      <w:r w:rsidR="00EA052C">
        <w:t> ?</w:t>
      </w:r>
    </w:p>
    <w:p w14:paraId="63317DA9" w14:textId="77777777" w:rsidR="00EA052C" w:rsidRDefault="00C855EF" w:rsidP="00C855EF">
      <w:r w:rsidRPr="00AA04A0">
        <w:lastRenderedPageBreak/>
        <w:t>La même pensée nous bondit au cerveau</w:t>
      </w:r>
      <w:r w:rsidR="00EA052C">
        <w:t> :</w:t>
      </w:r>
    </w:p>
    <w:p w14:paraId="517B6552" w14:textId="77777777" w:rsidR="00EA052C" w:rsidRDefault="00C855EF" w:rsidP="00C855EF">
      <w:r w:rsidRPr="00AA04A0">
        <w:t>Le Pôle</w:t>
      </w:r>
      <w:r w:rsidR="00EA052C">
        <w:t> !</w:t>
      </w:r>
    </w:p>
    <w:p w14:paraId="1E33A76B" w14:textId="77777777" w:rsidR="00EA052C" w:rsidRDefault="00EA052C" w:rsidP="00C855EF">
      <w:r>
        <w:t>— </w:t>
      </w:r>
      <w:r w:rsidR="00C855EF" w:rsidRPr="00AA04A0">
        <w:t>Il faut passer</w:t>
      </w:r>
      <w:r>
        <w:t xml:space="preserve">, </w:t>
      </w:r>
      <w:r w:rsidR="00C855EF" w:rsidRPr="00AA04A0">
        <w:t>passer coûte que coûte</w:t>
      </w:r>
      <w:r>
        <w:t xml:space="preserve">, </w:t>
      </w:r>
      <w:r w:rsidR="00C855EF" w:rsidRPr="00AA04A0">
        <w:t>dit Toby</w:t>
      </w:r>
      <w:r>
        <w:t>.</w:t>
      </w:r>
    </w:p>
    <w:p w14:paraId="2E8FE1DD" w14:textId="77777777" w:rsidR="00EA052C" w:rsidRDefault="00C855EF" w:rsidP="00C855EF">
      <w:r w:rsidRPr="00AA04A0">
        <w:t>La main au bouton électrique il fit jaillir la lumière du phare à l</w:t>
      </w:r>
      <w:r w:rsidR="00EA052C">
        <w:t>’</w:t>
      </w:r>
      <w:r w:rsidRPr="00AA04A0">
        <w:t>avant de l</w:t>
      </w:r>
      <w:r w:rsidR="00EA052C">
        <w:t>’</w:t>
      </w:r>
      <w:r w:rsidRPr="00AA04A0">
        <w:t>aéroplane</w:t>
      </w:r>
      <w:r w:rsidR="00EA052C">
        <w:t xml:space="preserve">. </w:t>
      </w:r>
      <w:r w:rsidRPr="00AA04A0">
        <w:t>Sur le mur ténébreux la phrase découpa ses grands caractères anguleux</w:t>
      </w:r>
      <w:r w:rsidR="00EA052C">
        <w:t> :</w:t>
      </w:r>
    </w:p>
    <w:p w14:paraId="45634E6E" w14:textId="3EAA83D2" w:rsidR="00C855EF" w:rsidRPr="00AA04A0" w:rsidRDefault="00EA052C" w:rsidP="00C855EF">
      <w:r>
        <w:t>« </w:t>
      </w:r>
      <w:r w:rsidR="00C855EF" w:rsidRPr="00AA04A0">
        <w:t>L</w:t>
      </w:r>
      <w:r>
        <w:t>’</w:t>
      </w:r>
      <w:r w:rsidR="00C855EF" w:rsidRPr="00AA04A0">
        <w:t xml:space="preserve">aéroplane </w:t>
      </w:r>
      <w:r>
        <w:t>« </w:t>
      </w:r>
      <w:r w:rsidR="00C855EF" w:rsidRPr="00AA04A0">
        <w:rPr>
          <w:i/>
          <w:iCs/>
          <w:szCs w:val="32"/>
        </w:rPr>
        <w:t xml:space="preserve">Le </w:t>
      </w:r>
      <w:proofErr w:type="spellStart"/>
      <w:r w:rsidR="00C855EF" w:rsidRPr="00AA04A0">
        <w:rPr>
          <w:i/>
          <w:iCs/>
          <w:szCs w:val="32"/>
        </w:rPr>
        <w:t>Météor</w:t>
      </w:r>
      <w:proofErr w:type="spellEnd"/>
      <w:r>
        <w:t> »</w:t>
      </w:r>
      <w:r w:rsidR="00C855EF" w:rsidRPr="00AA04A0">
        <w:t xml:space="preserve"> monté par</w:t>
      </w:r>
      <w:r>
        <w:t>… »</w:t>
      </w:r>
    </w:p>
    <w:p w14:paraId="6FE0D563" w14:textId="77777777" w:rsidR="00EA052C" w:rsidRDefault="00C855EF" w:rsidP="00C855EF">
      <w:r w:rsidRPr="00AA04A0">
        <w:t>Ce défi au mystère du Pôle</w:t>
      </w:r>
      <w:r w:rsidR="00EA052C">
        <w:t xml:space="preserve">, </w:t>
      </w:r>
      <w:r w:rsidRPr="00AA04A0">
        <w:t>nous semblions le clouer au mur même qui nous en défendait</w:t>
      </w:r>
      <w:r w:rsidR="00EA052C">
        <w:t xml:space="preserve">, </w:t>
      </w:r>
      <w:r w:rsidRPr="00AA04A0">
        <w:t>semblait-il</w:t>
      </w:r>
      <w:r w:rsidR="00EA052C">
        <w:t xml:space="preserve">, </w:t>
      </w:r>
      <w:r w:rsidRPr="00AA04A0">
        <w:t>l</w:t>
      </w:r>
      <w:r w:rsidR="00EA052C">
        <w:t>’</w:t>
      </w:r>
      <w:r w:rsidRPr="00AA04A0">
        <w:t>accès</w:t>
      </w:r>
      <w:r w:rsidR="00EA052C">
        <w:t>.</w:t>
      </w:r>
    </w:p>
    <w:p w14:paraId="544C4EEC" w14:textId="77777777" w:rsidR="00EA052C" w:rsidRDefault="00C855EF" w:rsidP="00C855EF">
      <w:r w:rsidRPr="00AA04A0">
        <w:t>Mais</w:t>
      </w:r>
      <w:r w:rsidR="00EA052C">
        <w:t xml:space="preserve">, </w:t>
      </w:r>
      <w:r w:rsidRPr="00AA04A0">
        <w:t>chose étrange</w:t>
      </w:r>
      <w:r w:rsidR="00EA052C">
        <w:t xml:space="preserve">, </w:t>
      </w:r>
      <w:proofErr w:type="spellStart"/>
      <w:r w:rsidRPr="00AA04A0">
        <w:t>là</w:t>
      </w:r>
      <w:proofErr w:type="spellEnd"/>
      <w:r w:rsidRPr="00AA04A0">
        <w:t xml:space="preserve"> lumière du phare ne pénétrait pas cette obscurité</w:t>
      </w:r>
      <w:r w:rsidR="00EA052C">
        <w:t xml:space="preserve">. </w:t>
      </w:r>
      <w:r w:rsidRPr="00AA04A0">
        <w:t>Elle s</w:t>
      </w:r>
      <w:r w:rsidR="00EA052C">
        <w:t>’</w:t>
      </w:r>
      <w:r w:rsidRPr="00AA04A0">
        <w:t>arrêtait à sa surface</w:t>
      </w:r>
      <w:r w:rsidR="00EA052C">
        <w:t xml:space="preserve">, </w:t>
      </w:r>
      <w:r w:rsidRPr="00AA04A0">
        <w:t>coulait au long de cette paroi de ténèbres sans la dissoudre</w:t>
      </w:r>
      <w:r w:rsidR="00EA052C">
        <w:t>.</w:t>
      </w:r>
    </w:p>
    <w:p w14:paraId="5ADA3760" w14:textId="77777777" w:rsidR="00EA052C" w:rsidRDefault="00EA052C" w:rsidP="00C855EF">
      <w:r>
        <w:t>— </w:t>
      </w:r>
      <w:r w:rsidR="00C855EF" w:rsidRPr="00AA04A0">
        <w:t>Ici</w:t>
      </w:r>
      <w:r>
        <w:t xml:space="preserve">, </w:t>
      </w:r>
      <w:r w:rsidR="00C855EF" w:rsidRPr="00AA04A0">
        <w:t>plus rien à espérer du ciel</w:t>
      </w:r>
      <w:r>
        <w:t xml:space="preserve">, </w:t>
      </w:r>
      <w:r w:rsidR="00C855EF" w:rsidRPr="00AA04A0">
        <w:t>dit Toby</w:t>
      </w:r>
      <w:r>
        <w:t xml:space="preserve">. </w:t>
      </w:r>
      <w:r w:rsidR="00C855EF" w:rsidRPr="00AA04A0">
        <w:t>Il ne faut com</w:t>
      </w:r>
      <w:r w:rsidR="00C855EF" w:rsidRPr="00AA04A0">
        <w:t>p</w:t>
      </w:r>
      <w:r w:rsidR="00C855EF" w:rsidRPr="00AA04A0">
        <w:t>ter que sur nous et retrancher le ciel de nos illusions</w:t>
      </w:r>
      <w:r>
        <w:t>.</w:t>
      </w:r>
    </w:p>
    <w:p w14:paraId="7A26FF28" w14:textId="77777777" w:rsidR="00EA052C" w:rsidRDefault="00C855EF" w:rsidP="00C855EF">
      <w:r w:rsidRPr="00AA04A0">
        <w:t>Une nouvelle fois</w:t>
      </w:r>
      <w:r w:rsidR="00EA052C">
        <w:t xml:space="preserve">, </w:t>
      </w:r>
      <w:r w:rsidRPr="00AA04A0">
        <w:t>précédés de l</w:t>
      </w:r>
      <w:r w:rsidR="00EA052C">
        <w:t>’</w:t>
      </w:r>
      <w:r w:rsidRPr="00AA04A0">
        <w:t>éclat électrique de la la</w:t>
      </w:r>
      <w:r w:rsidRPr="00AA04A0">
        <w:t>n</w:t>
      </w:r>
      <w:r w:rsidRPr="00AA04A0">
        <w:t>terne poussé à tous ses volts disponibles</w:t>
      </w:r>
      <w:r w:rsidR="00EA052C">
        <w:t xml:space="preserve">, </w:t>
      </w:r>
      <w:r w:rsidRPr="00AA04A0">
        <w:t>nous entrâmes dans le mur des ténèbres</w:t>
      </w:r>
      <w:r w:rsidR="00EA052C">
        <w:t>.</w:t>
      </w:r>
    </w:p>
    <w:p w14:paraId="332C4E78" w14:textId="77777777" w:rsidR="00EA052C" w:rsidRDefault="00C855EF" w:rsidP="00C855EF">
      <w:r w:rsidRPr="00AA04A0">
        <w:t>Soudain un choc</w:t>
      </w:r>
      <w:r w:rsidR="00EA052C">
        <w:t xml:space="preserve">, </w:t>
      </w:r>
      <w:r w:rsidRPr="00AA04A0">
        <w:t>qui ébranla toute l</w:t>
      </w:r>
      <w:r w:rsidR="00EA052C">
        <w:t>’</w:t>
      </w:r>
      <w:r w:rsidRPr="00AA04A0">
        <w:t>armature d</w:t>
      </w:r>
      <w:r w:rsidR="00EA052C">
        <w:t>’</w:t>
      </w:r>
      <w:r w:rsidRPr="00AA04A0">
        <w:t xml:space="preserve">aluminium du </w:t>
      </w:r>
      <w:proofErr w:type="spellStart"/>
      <w:r w:rsidRPr="00AA04A0">
        <w:rPr>
          <w:i/>
          <w:iCs/>
          <w:szCs w:val="32"/>
        </w:rPr>
        <w:t>Météor</w:t>
      </w:r>
      <w:proofErr w:type="spellEnd"/>
      <w:r w:rsidR="00EA052C">
        <w:rPr>
          <w:i/>
          <w:iCs/>
          <w:szCs w:val="32"/>
        </w:rPr>
        <w:t xml:space="preserve">, </w:t>
      </w:r>
      <w:r w:rsidRPr="00AA04A0">
        <w:t>retentit</w:t>
      </w:r>
      <w:r w:rsidR="00EA052C">
        <w:t>.</w:t>
      </w:r>
    </w:p>
    <w:p w14:paraId="1F3128C8" w14:textId="77777777" w:rsidR="00EA052C" w:rsidRDefault="00C855EF" w:rsidP="00C855EF">
      <w:r w:rsidRPr="00AA04A0">
        <w:t>L</w:t>
      </w:r>
      <w:r w:rsidR="00EA052C">
        <w:t>’</w:t>
      </w:r>
      <w:r w:rsidRPr="00AA04A0">
        <w:t>aéroplane était arrêté dans le mur</w:t>
      </w:r>
      <w:r w:rsidR="00EA052C">
        <w:t>.</w:t>
      </w:r>
    </w:p>
    <w:p w14:paraId="721D8CC9" w14:textId="77777777" w:rsidR="00EA052C" w:rsidRDefault="00C855EF" w:rsidP="00C855EF">
      <w:r w:rsidRPr="00AA04A0">
        <w:t xml:space="preserve">Toby </w:t>
      </w:r>
      <w:proofErr w:type="spellStart"/>
      <w:r w:rsidRPr="00AA04A0">
        <w:t>Kleampton</w:t>
      </w:r>
      <w:proofErr w:type="spellEnd"/>
      <w:r w:rsidRPr="00AA04A0">
        <w:t xml:space="preserve"> força sur le levier</w:t>
      </w:r>
      <w:r w:rsidR="00EA052C">
        <w:t>.</w:t>
      </w:r>
    </w:p>
    <w:p w14:paraId="3A595487" w14:textId="77777777" w:rsidR="00EA052C" w:rsidRDefault="00C855EF" w:rsidP="00C855EF">
      <w:r w:rsidRPr="00AA04A0">
        <w:t xml:space="preserve">Une nouvelle secousse fit trembler le </w:t>
      </w:r>
      <w:proofErr w:type="spellStart"/>
      <w:r w:rsidRPr="00AA04A0">
        <w:rPr>
          <w:i/>
          <w:iCs/>
          <w:szCs w:val="32"/>
        </w:rPr>
        <w:t>Météor</w:t>
      </w:r>
      <w:proofErr w:type="spellEnd"/>
      <w:r w:rsidRPr="00AA04A0">
        <w:rPr>
          <w:i/>
          <w:iCs/>
          <w:szCs w:val="32"/>
        </w:rPr>
        <w:t xml:space="preserve"> </w:t>
      </w:r>
      <w:r w:rsidRPr="00AA04A0">
        <w:t>sans toutefois le pousser en avant</w:t>
      </w:r>
      <w:r w:rsidR="00EA052C">
        <w:t>.</w:t>
      </w:r>
    </w:p>
    <w:p w14:paraId="4AE80F17" w14:textId="77777777" w:rsidR="00EA052C" w:rsidRDefault="00C855EF" w:rsidP="00C855EF">
      <w:r w:rsidRPr="00AA04A0">
        <w:t>Tous deux nous nous taisions</w:t>
      </w:r>
      <w:r w:rsidR="00EA052C">
        <w:t xml:space="preserve">, </w:t>
      </w:r>
      <w:r w:rsidRPr="00AA04A0">
        <w:t>empoignés par une secrète et fébrile angoisse</w:t>
      </w:r>
      <w:r w:rsidR="00EA052C">
        <w:t>.</w:t>
      </w:r>
    </w:p>
    <w:p w14:paraId="2D838A60" w14:textId="77777777" w:rsidR="00EA052C" w:rsidRDefault="00C855EF" w:rsidP="00C855EF">
      <w:r w:rsidRPr="00AA04A0">
        <w:lastRenderedPageBreak/>
        <w:t>Si ce mur de ténèbres allait nous bloquer</w:t>
      </w:r>
      <w:r w:rsidR="00EA052C">
        <w:t xml:space="preserve">, </w:t>
      </w:r>
      <w:r w:rsidRPr="00AA04A0">
        <w:t>nous retenir pr</w:t>
      </w:r>
      <w:r w:rsidRPr="00AA04A0">
        <w:t>i</w:t>
      </w:r>
      <w:r w:rsidRPr="00AA04A0">
        <w:t>sonniers</w:t>
      </w:r>
      <w:r w:rsidR="00EA052C">
        <w:t> ?</w:t>
      </w:r>
    </w:p>
    <w:p w14:paraId="4B7802AC" w14:textId="77777777" w:rsidR="00EA052C" w:rsidRDefault="00C855EF" w:rsidP="00C855EF">
      <w:r w:rsidRPr="00AA04A0">
        <w:t>Malgré le froid extrême une brûlante sueur me perlait au front</w:t>
      </w:r>
      <w:r w:rsidR="00EA052C">
        <w:t xml:space="preserve">. </w:t>
      </w:r>
      <w:r w:rsidRPr="00AA04A0">
        <w:t>Les lèvres de l</w:t>
      </w:r>
      <w:r w:rsidR="00EA052C">
        <w:t>’</w:t>
      </w:r>
      <w:r w:rsidRPr="00AA04A0">
        <w:t>ingénieur s</w:t>
      </w:r>
      <w:r w:rsidR="00EA052C">
        <w:t>’</w:t>
      </w:r>
      <w:r w:rsidRPr="00AA04A0">
        <w:t>étaient crispées</w:t>
      </w:r>
      <w:r w:rsidR="00EA052C">
        <w:t xml:space="preserve">. </w:t>
      </w:r>
      <w:r w:rsidRPr="00AA04A0">
        <w:t>Je voyais l</w:t>
      </w:r>
      <w:r w:rsidR="00EA052C">
        <w:t>’</w:t>
      </w:r>
      <w:r w:rsidRPr="00AA04A0">
        <w:t>effort de ses mains sur le levier gonfler les petites veines bleues à fleur de peau</w:t>
      </w:r>
      <w:r w:rsidR="00EA052C">
        <w:t xml:space="preserve">. </w:t>
      </w:r>
      <w:r w:rsidRPr="00AA04A0">
        <w:t>Il recommença sa première tactique</w:t>
      </w:r>
      <w:r w:rsidR="00EA052C">
        <w:t xml:space="preserve">, </w:t>
      </w:r>
      <w:r w:rsidRPr="00AA04A0">
        <w:t xml:space="preserve">tira à lui le levier et le </w:t>
      </w:r>
      <w:proofErr w:type="spellStart"/>
      <w:r w:rsidRPr="00AA04A0">
        <w:rPr>
          <w:i/>
          <w:iCs/>
          <w:szCs w:val="32"/>
        </w:rPr>
        <w:t>Météor</w:t>
      </w:r>
      <w:proofErr w:type="spellEnd"/>
      <w:r w:rsidRPr="00AA04A0">
        <w:t xml:space="preserve"> reculant se retrouva dans la lumière blafarde des champs de glace</w:t>
      </w:r>
      <w:r w:rsidR="00EA052C">
        <w:t>.</w:t>
      </w:r>
    </w:p>
    <w:p w14:paraId="0E891D53" w14:textId="77777777" w:rsidR="00EA052C" w:rsidRDefault="00EA052C" w:rsidP="00C855EF">
      <w:r>
        <w:t>— </w:t>
      </w:r>
      <w:r w:rsidR="00C855EF" w:rsidRPr="00AA04A0">
        <w:t>Nous passerons</w:t>
      </w:r>
      <w:r>
        <w:t xml:space="preserve"> ! </w:t>
      </w:r>
      <w:r w:rsidR="00C855EF" w:rsidRPr="00AA04A0">
        <w:t>cria Toby s</w:t>
      </w:r>
      <w:r>
        <w:t>’</w:t>
      </w:r>
      <w:r w:rsidR="00C855EF" w:rsidRPr="00AA04A0">
        <w:t>exaltant devant cette rési</w:t>
      </w:r>
      <w:r w:rsidR="00C855EF" w:rsidRPr="00AA04A0">
        <w:t>s</w:t>
      </w:r>
      <w:r w:rsidR="00C855EF" w:rsidRPr="00AA04A0">
        <w:t>tance</w:t>
      </w:r>
      <w:r>
        <w:t xml:space="preserve">. </w:t>
      </w:r>
      <w:r w:rsidR="00C855EF" w:rsidRPr="00AA04A0">
        <w:t>Nous passerons</w:t>
      </w:r>
      <w:r>
        <w:t xml:space="preserve"> ! </w:t>
      </w:r>
      <w:r w:rsidR="00C855EF" w:rsidRPr="00AA04A0">
        <w:t>Là</w:t>
      </w:r>
      <w:r>
        <w:t xml:space="preserve">, </w:t>
      </w:r>
      <w:r w:rsidR="00C855EF" w:rsidRPr="00AA04A0">
        <w:t>est l</w:t>
      </w:r>
      <w:r>
        <w:t>’</w:t>
      </w:r>
      <w:r w:rsidR="00C855EF" w:rsidRPr="00AA04A0">
        <w:t>axe</w:t>
      </w:r>
      <w:r>
        <w:t xml:space="preserve"> ! </w:t>
      </w:r>
      <w:r w:rsidR="00C855EF" w:rsidRPr="00AA04A0">
        <w:t>Là est le Pôle</w:t>
      </w:r>
      <w:r>
        <w:t xml:space="preserve"> ! </w:t>
      </w:r>
      <w:r w:rsidR="00C855EF" w:rsidRPr="00AA04A0">
        <w:t>En avant</w:t>
      </w:r>
      <w:r>
        <w:t> !</w:t>
      </w:r>
    </w:p>
    <w:p w14:paraId="773E5A80" w14:textId="77777777" w:rsidR="00EA052C" w:rsidRDefault="00C855EF" w:rsidP="00C855EF">
      <w:r w:rsidRPr="00AA04A0">
        <w:t>Et d</w:t>
      </w:r>
      <w:r w:rsidR="00EA052C">
        <w:t>’</w:t>
      </w:r>
      <w:r w:rsidRPr="00AA04A0">
        <w:t>un ton de commandement qui résonna terriblement dans l</w:t>
      </w:r>
      <w:r w:rsidR="00EA052C">
        <w:t>’</w:t>
      </w:r>
      <w:r w:rsidRPr="00AA04A0">
        <w:t>écho de la solitude glacée</w:t>
      </w:r>
      <w:r w:rsidR="00EA052C">
        <w:t xml:space="preserve">, </w:t>
      </w:r>
      <w:r w:rsidRPr="00AA04A0">
        <w:t>il répéta</w:t>
      </w:r>
      <w:r w:rsidR="00EA052C">
        <w:t xml:space="preserve">, </w:t>
      </w:r>
      <w:r w:rsidRPr="00AA04A0">
        <w:t>hurlant presque</w:t>
      </w:r>
      <w:r w:rsidR="00EA052C">
        <w:t> :</w:t>
      </w:r>
    </w:p>
    <w:p w14:paraId="091F01A5" w14:textId="77777777" w:rsidR="00EA052C" w:rsidRDefault="00EA052C" w:rsidP="00C855EF">
      <w:r>
        <w:t>— </w:t>
      </w:r>
      <w:r w:rsidR="00C855EF" w:rsidRPr="00AA04A0">
        <w:t>En avant</w:t>
      </w:r>
      <w:r>
        <w:t> !</w:t>
      </w:r>
    </w:p>
    <w:p w14:paraId="512C25B9" w14:textId="77777777" w:rsidR="00EA052C" w:rsidRDefault="00C855EF" w:rsidP="00C855EF">
      <w:r w:rsidRPr="00AA04A0">
        <w:t>Comme un bélier furieux</w:t>
      </w:r>
      <w:r w:rsidR="00EA052C">
        <w:t xml:space="preserve">, </w:t>
      </w:r>
      <w:r w:rsidRPr="00AA04A0">
        <w:t>pointant de la proue</w:t>
      </w:r>
      <w:r w:rsidR="00EA052C">
        <w:t xml:space="preserve">, </w:t>
      </w:r>
      <w:r w:rsidRPr="00AA04A0">
        <w:t xml:space="preserve">le </w:t>
      </w:r>
      <w:proofErr w:type="spellStart"/>
      <w:r w:rsidRPr="00AA04A0">
        <w:rPr>
          <w:i/>
          <w:iCs/>
          <w:szCs w:val="32"/>
        </w:rPr>
        <w:t>Météor</w:t>
      </w:r>
      <w:proofErr w:type="spellEnd"/>
      <w:r w:rsidRPr="00AA04A0">
        <w:t xml:space="preserve"> bondit en un effort qui fit craquer les tiges et les cercles de son armature</w:t>
      </w:r>
      <w:r w:rsidR="00EA052C">
        <w:t xml:space="preserve">. </w:t>
      </w:r>
      <w:r w:rsidRPr="00AA04A0">
        <w:t>Il s</w:t>
      </w:r>
      <w:r w:rsidR="00EA052C">
        <w:t>’</w:t>
      </w:r>
      <w:r w:rsidRPr="00AA04A0">
        <w:t>enfonça droit dans le mur de nuit</w:t>
      </w:r>
      <w:r w:rsidR="00EA052C">
        <w:t xml:space="preserve">, </w:t>
      </w:r>
      <w:r w:rsidRPr="00AA04A0">
        <w:t>le troua</w:t>
      </w:r>
      <w:r w:rsidR="00EA052C">
        <w:t xml:space="preserve">, </w:t>
      </w:r>
      <w:r w:rsidRPr="00AA04A0">
        <w:t>le tr</w:t>
      </w:r>
      <w:r w:rsidRPr="00AA04A0">
        <w:t>a</w:t>
      </w:r>
      <w:r w:rsidRPr="00AA04A0">
        <w:t>versa dans un grand bruit de déchirement qui craqua autour de nous comme si l</w:t>
      </w:r>
      <w:r w:rsidR="00EA052C">
        <w:t>’</w:t>
      </w:r>
      <w:r w:rsidRPr="00AA04A0">
        <w:t>aéroplane éclatait</w:t>
      </w:r>
      <w:r w:rsidR="00EA052C">
        <w:t>.</w:t>
      </w:r>
    </w:p>
    <w:p w14:paraId="7021894A" w14:textId="77777777" w:rsidR="00EA052C" w:rsidRDefault="00C855EF" w:rsidP="00C855EF">
      <w:r w:rsidRPr="00AA04A0">
        <w:t>Brusquement le phare à l</w:t>
      </w:r>
      <w:r w:rsidR="00EA052C">
        <w:t>’</w:t>
      </w:r>
      <w:r w:rsidRPr="00AA04A0">
        <w:t xml:space="preserve">avant du </w:t>
      </w:r>
      <w:proofErr w:type="spellStart"/>
      <w:r w:rsidRPr="00AA04A0">
        <w:rPr>
          <w:i/>
          <w:iCs/>
          <w:szCs w:val="32"/>
        </w:rPr>
        <w:t>Météor</w:t>
      </w:r>
      <w:proofErr w:type="spellEnd"/>
      <w:r w:rsidRPr="00AA04A0">
        <w:t xml:space="preserve"> s</w:t>
      </w:r>
      <w:r w:rsidR="00EA052C">
        <w:t>’</w:t>
      </w:r>
      <w:r w:rsidRPr="00AA04A0">
        <w:t>éteignit</w:t>
      </w:r>
      <w:r w:rsidR="00EA052C">
        <w:t xml:space="preserve"> – </w:t>
      </w:r>
      <w:r w:rsidRPr="00AA04A0">
        <w:t>du moins cela nous sembla</w:t>
      </w:r>
      <w:r w:rsidR="00EA052C">
        <w:t>.</w:t>
      </w:r>
    </w:p>
    <w:p w14:paraId="0A915FB6" w14:textId="77777777" w:rsidR="00EA052C" w:rsidRDefault="00C855EF" w:rsidP="00C855EF">
      <w:r w:rsidRPr="00AA04A0">
        <w:t>Le mur ténébreux était traversé</w:t>
      </w:r>
      <w:r w:rsidR="00EA052C">
        <w:t>.</w:t>
      </w:r>
    </w:p>
    <w:p w14:paraId="4A149C06" w14:textId="519CE1DB" w:rsidR="00C855EF" w:rsidRPr="00AA04A0" w:rsidRDefault="00C855EF" w:rsidP="00EA052C">
      <w:pPr>
        <w:pStyle w:val="Titre1"/>
      </w:pPr>
      <w:bookmarkStart w:id="8" w:name="_Toc194837608"/>
      <w:r w:rsidRPr="00AA04A0">
        <w:lastRenderedPageBreak/>
        <w:t>VII</w:t>
      </w:r>
      <w:r w:rsidRPr="00AA04A0">
        <w:br/>
      </w:r>
      <w:r w:rsidRPr="00AA04A0">
        <w:br/>
        <w:t>L</w:t>
      </w:r>
      <w:r w:rsidR="00EA052C">
        <w:t>’</w:t>
      </w:r>
      <w:r w:rsidRPr="00AA04A0">
        <w:t>ÉTRANGE PLUIE AU DELÀ DU MUR DE BITUME</w:t>
      </w:r>
      <w:bookmarkEnd w:id="8"/>
    </w:p>
    <w:p w14:paraId="1872E82A" w14:textId="77777777" w:rsidR="00EA052C" w:rsidRDefault="00C855EF" w:rsidP="00C855EF">
      <w:r w:rsidRPr="00AA04A0">
        <w:t>Je m</w:t>
      </w:r>
      <w:r w:rsidR="00EA052C">
        <w:t>’</w:t>
      </w:r>
      <w:r w:rsidRPr="00AA04A0">
        <w:t>attendais à trouver dans la région nouvelle où nous entrions</w:t>
      </w:r>
      <w:r w:rsidR="00EA052C">
        <w:t xml:space="preserve">, </w:t>
      </w:r>
      <w:r w:rsidRPr="00AA04A0">
        <w:t xml:space="preserve">ce que Toby </w:t>
      </w:r>
      <w:proofErr w:type="spellStart"/>
      <w:r w:rsidRPr="00AA04A0">
        <w:t>Kleampton</w:t>
      </w:r>
      <w:proofErr w:type="spellEnd"/>
      <w:r w:rsidRPr="00AA04A0">
        <w:t xml:space="preserve"> m</w:t>
      </w:r>
      <w:r w:rsidR="00EA052C">
        <w:t>’</w:t>
      </w:r>
      <w:r w:rsidRPr="00AA04A0">
        <w:t>avait annoncé</w:t>
      </w:r>
      <w:r w:rsidR="00EA052C">
        <w:t xml:space="preserve"> : </w:t>
      </w:r>
      <w:r w:rsidRPr="00AA04A0">
        <w:t>l</w:t>
      </w:r>
      <w:r w:rsidR="00EA052C">
        <w:t>’</w:t>
      </w:r>
      <w:r w:rsidRPr="00AA04A0">
        <w:t>axe m</w:t>
      </w:r>
      <w:r w:rsidRPr="00AA04A0">
        <w:t>a</w:t>
      </w:r>
      <w:r w:rsidRPr="00AA04A0">
        <w:t>gnétique de la terre</w:t>
      </w:r>
      <w:r w:rsidR="00EA052C">
        <w:t xml:space="preserve">. </w:t>
      </w:r>
      <w:r w:rsidRPr="00AA04A0">
        <w:t>Il n</w:t>
      </w:r>
      <w:r w:rsidR="00EA052C">
        <w:t>’</w:t>
      </w:r>
      <w:r w:rsidRPr="00AA04A0">
        <w:t>en fut rien</w:t>
      </w:r>
      <w:r w:rsidR="00EA052C">
        <w:t xml:space="preserve">. </w:t>
      </w:r>
      <w:r w:rsidRPr="00AA04A0">
        <w:t>Derrière nous</w:t>
      </w:r>
      <w:r w:rsidR="00EA052C">
        <w:t xml:space="preserve">, </w:t>
      </w:r>
      <w:r w:rsidRPr="00AA04A0">
        <w:t>s</w:t>
      </w:r>
      <w:r w:rsidR="00EA052C">
        <w:t>’</w:t>
      </w:r>
      <w:r w:rsidRPr="00AA04A0">
        <w:t>érigeait le grand mur noir qui de ce côté semblait liquide</w:t>
      </w:r>
      <w:r w:rsidR="00EA052C">
        <w:t xml:space="preserve">, </w:t>
      </w:r>
      <w:r w:rsidRPr="00AA04A0">
        <w:t>oui</w:t>
      </w:r>
      <w:r w:rsidR="00EA052C">
        <w:t xml:space="preserve">, </w:t>
      </w:r>
      <w:r w:rsidRPr="00AA04A0">
        <w:t>véritabl</w:t>
      </w:r>
      <w:r w:rsidRPr="00AA04A0">
        <w:t>e</w:t>
      </w:r>
      <w:r w:rsidRPr="00AA04A0">
        <w:t>ment liquide</w:t>
      </w:r>
      <w:r w:rsidR="00EA052C">
        <w:t xml:space="preserve"> ; </w:t>
      </w:r>
      <w:r w:rsidRPr="00AA04A0">
        <w:t>car de haut en bas</w:t>
      </w:r>
      <w:r w:rsidR="00EA052C">
        <w:t xml:space="preserve">, </w:t>
      </w:r>
      <w:r w:rsidRPr="00AA04A0">
        <w:t>du faîte que nos yeux ne po</w:t>
      </w:r>
      <w:r w:rsidRPr="00AA04A0">
        <w:t>u</w:t>
      </w:r>
      <w:r w:rsidRPr="00AA04A0">
        <w:t>vaient discerner</w:t>
      </w:r>
      <w:r w:rsidR="00EA052C">
        <w:t xml:space="preserve">, </w:t>
      </w:r>
      <w:r w:rsidRPr="00AA04A0">
        <w:t>à sa base qui s</w:t>
      </w:r>
      <w:r w:rsidR="00EA052C">
        <w:t>’</w:t>
      </w:r>
      <w:r w:rsidRPr="00AA04A0">
        <w:t>enfonçait dans des blancheurs vagues et neigeuses</w:t>
      </w:r>
      <w:r w:rsidR="00EA052C">
        <w:t xml:space="preserve">, </w:t>
      </w:r>
      <w:r w:rsidRPr="00AA04A0">
        <w:t>des masses noires et gluantes coulaient le</w:t>
      </w:r>
      <w:r w:rsidRPr="00AA04A0">
        <w:t>n</w:t>
      </w:r>
      <w:r w:rsidRPr="00AA04A0">
        <w:t>tement</w:t>
      </w:r>
      <w:r w:rsidR="00EA052C">
        <w:t xml:space="preserve">. </w:t>
      </w:r>
      <w:r w:rsidRPr="00AA04A0">
        <w:t>Le mur dégageait de ce côté une chaleur intense qui e</w:t>
      </w:r>
      <w:r w:rsidRPr="00AA04A0">
        <w:t>n</w:t>
      </w:r>
      <w:r w:rsidRPr="00AA04A0">
        <w:t xml:space="preserve">veloppait le </w:t>
      </w:r>
      <w:proofErr w:type="spellStart"/>
      <w:r w:rsidRPr="00AA04A0">
        <w:rPr>
          <w:i/>
          <w:iCs/>
          <w:szCs w:val="32"/>
        </w:rPr>
        <w:t>Météor</w:t>
      </w:r>
      <w:proofErr w:type="spellEnd"/>
      <w:r w:rsidRPr="00AA04A0">
        <w:t xml:space="preserve"> d</w:t>
      </w:r>
      <w:r w:rsidR="00EA052C">
        <w:t>’</w:t>
      </w:r>
      <w:r w:rsidRPr="00AA04A0">
        <w:t>une fumée trouble</w:t>
      </w:r>
      <w:r w:rsidR="00EA052C">
        <w:t>.</w:t>
      </w:r>
    </w:p>
    <w:p w14:paraId="62436BF8" w14:textId="77777777" w:rsidR="00EA052C" w:rsidRDefault="00EA052C" w:rsidP="00C855EF">
      <w:r>
        <w:t>— </w:t>
      </w:r>
      <w:r w:rsidR="00C855EF" w:rsidRPr="00AA04A0">
        <w:t>C</w:t>
      </w:r>
      <w:r>
        <w:t>’</w:t>
      </w:r>
      <w:r w:rsidR="00C855EF" w:rsidRPr="00AA04A0">
        <w:t>est du bitume</w:t>
      </w:r>
      <w:r>
        <w:t xml:space="preserve">, </w:t>
      </w:r>
      <w:r w:rsidR="00C855EF" w:rsidRPr="00AA04A0">
        <w:t xml:space="preserve">dit Toby </w:t>
      </w:r>
      <w:proofErr w:type="spellStart"/>
      <w:r w:rsidR="00C855EF" w:rsidRPr="00AA04A0">
        <w:t>Kleampton</w:t>
      </w:r>
      <w:proofErr w:type="spellEnd"/>
      <w:r>
        <w:t>.</w:t>
      </w:r>
    </w:p>
    <w:p w14:paraId="2AAA7D46" w14:textId="77777777" w:rsidR="00EA052C" w:rsidRDefault="00C855EF" w:rsidP="00C855EF">
      <w:r w:rsidRPr="00AA04A0">
        <w:t>À présent je comprenais la résistance opaque de la masse ténébreuse</w:t>
      </w:r>
      <w:r w:rsidR="00EA052C">
        <w:t xml:space="preserve">, </w:t>
      </w:r>
      <w:r w:rsidRPr="00AA04A0">
        <w:t>et ayant levé la tête</w:t>
      </w:r>
      <w:r w:rsidR="00EA052C">
        <w:t xml:space="preserve">, </w:t>
      </w:r>
      <w:r w:rsidRPr="00AA04A0">
        <w:t>je vis que l</w:t>
      </w:r>
      <w:r w:rsidR="00EA052C">
        <w:t>’</w:t>
      </w:r>
      <w:r w:rsidRPr="00AA04A0">
        <w:t>armature du ballon était tout entière enduite de cette boue visqueuse et gluante</w:t>
      </w:r>
      <w:r w:rsidR="00EA052C">
        <w:t xml:space="preserve">. </w:t>
      </w:r>
      <w:r w:rsidRPr="00AA04A0">
        <w:t>Elle cachait les tiges et les cercles d</w:t>
      </w:r>
      <w:r w:rsidR="00EA052C">
        <w:t>’</w:t>
      </w:r>
      <w:r w:rsidRPr="00AA04A0">
        <w:t>aluminium</w:t>
      </w:r>
      <w:r w:rsidR="00EA052C">
        <w:t xml:space="preserve">, </w:t>
      </w:r>
      <w:r w:rsidRPr="00AA04A0">
        <w:t>enduisait les p</w:t>
      </w:r>
      <w:r w:rsidRPr="00AA04A0">
        <w:t>a</w:t>
      </w:r>
      <w:r w:rsidRPr="00AA04A0">
        <w:t>rois extérieures de la cabine et engluait l</w:t>
      </w:r>
      <w:r w:rsidR="00EA052C">
        <w:t>’</w:t>
      </w:r>
      <w:r w:rsidRPr="00AA04A0">
        <w:t>hélice</w:t>
      </w:r>
      <w:r w:rsidR="00EA052C">
        <w:t xml:space="preserve">. </w:t>
      </w:r>
      <w:r w:rsidRPr="00AA04A0">
        <w:t>Cela ne reta</w:t>
      </w:r>
      <w:r w:rsidRPr="00AA04A0">
        <w:t>r</w:t>
      </w:r>
      <w:r w:rsidRPr="00AA04A0">
        <w:t>dait pourtant notre marche en aucune façon et n</w:t>
      </w:r>
      <w:r w:rsidR="00EA052C">
        <w:t>’</w:t>
      </w:r>
      <w:r w:rsidRPr="00AA04A0">
        <w:t>avait fait sur l</w:t>
      </w:r>
      <w:r w:rsidR="00EA052C">
        <w:t>’</w:t>
      </w:r>
      <w:r w:rsidRPr="00AA04A0">
        <w:t>aéroplane qu</w:t>
      </w:r>
      <w:r w:rsidR="00EA052C">
        <w:t>’</w:t>
      </w:r>
      <w:r w:rsidRPr="00AA04A0">
        <w:t>une manière de vernis noir et fumant</w:t>
      </w:r>
      <w:r w:rsidR="00EA052C">
        <w:t>.</w:t>
      </w:r>
    </w:p>
    <w:p w14:paraId="0884810E" w14:textId="77777777" w:rsidR="00EA052C" w:rsidRDefault="00C855EF" w:rsidP="00C855EF">
      <w:r w:rsidRPr="00AA04A0">
        <w:t>Ce phénomène n</w:t>
      </w:r>
      <w:r w:rsidR="00EA052C">
        <w:t>’</w:t>
      </w:r>
      <w:r w:rsidRPr="00AA04A0">
        <w:t>avait pas passé inaperçu aux yeux de l</w:t>
      </w:r>
      <w:r w:rsidR="00EA052C">
        <w:t>’</w:t>
      </w:r>
      <w:r w:rsidRPr="00AA04A0">
        <w:t>ingénieur</w:t>
      </w:r>
      <w:r w:rsidR="00EA052C">
        <w:t xml:space="preserve">. </w:t>
      </w:r>
      <w:r w:rsidRPr="00AA04A0">
        <w:t>Il considérait</w:t>
      </w:r>
      <w:r w:rsidR="00EA052C">
        <w:t xml:space="preserve">, </w:t>
      </w:r>
      <w:r w:rsidRPr="00AA04A0">
        <w:t>autant que faire se pouvait à travers les glaces brouillées</w:t>
      </w:r>
      <w:r w:rsidR="00EA052C">
        <w:t xml:space="preserve">, </w:t>
      </w:r>
      <w:r w:rsidRPr="00AA04A0">
        <w:t>le nouvel et funèbre aspect de l</w:t>
      </w:r>
      <w:r w:rsidR="00EA052C">
        <w:t>’</w:t>
      </w:r>
      <w:r w:rsidRPr="00AA04A0">
        <w:t>aéroplane</w:t>
      </w:r>
      <w:r w:rsidR="00EA052C">
        <w:t>.</w:t>
      </w:r>
    </w:p>
    <w:p w14:paraId="651EFED3" w14:textId="77777777" w:rsidR="00EA052C" w:rsidRDefault="00EA052C" w:rsidP="00C855EF">
      <w:r>
        <w:t>— </w:t>
      </w:r>
      <w:r w:rsidR="00C855EF" w:rsidRPr="00AA04A0">
        <w:t>Le Pôle nous prévient</w:t>
      </w:r>
      <w:r>
        <w:t xml:space="preserve">, </w:t>
      </w:r>
      <w:r w:rsidR="00C855EF" w:rsidRPr="00AA04A0">
        <w:t>murmura-t-il</w:t>
      </w:r>
      <w:r>
        <w:t xml:space="preserve">, </w:t>
      </w:r>
      <w:r w:rsidR="00C855EF" w:rsidRPr="00AA04A0">
        <w:t>soyons sur nos gardes</w:t>
      </w:r>
      <w:r>
        <w:t>.</w:t>
      </w:r>
    </w:p>
    <w:p w14:paraId="62117E79" w14:textId="77777777" w:rsidR="00EA052C" w:rsidRDefault="00C855EF" w:rsidP="00C855EF">
      <w:r w:rsidRPr="00AA04A0">
        <w:lastRenderedPageBreak/>
        <w:t>Il pesa sur le levier de cuivre</w:t>
      </w:r>
      <w:r w:rsidR="00EA052C">
        <w:t>.</w:t>
      </w:r>
    </w:p>
    <w:p w14:paraId="7A7C0043" w14:textId="77777777" w:rsidR="00EA052C" w:rsidRDefault="00EA052C" w:rsidP="00C855EF">
      <w:r>
        <w:t>— </w:t>
      </w:r>
      <w:r w:rsidR="00C855EF" w:rsidRPr="00AA04A0">
        <w:t>Stoppons</w:t>
      </w:r>
      <w:r>
        <w:t>.</w:t>
      </w:r>
    </w:p>
    <w:p w14:paraId="12CEA579" w14:textId="77777777" w:rsidR="00EA052C" w:rsidRDefault="00C855EF" w:rsidP="00C855EF">
      <w:r w:rsidRPr="00AA04A0">
        <w:t>Le moteur siffla</w:t>
      </w:r>
      <w:r w:rsidR="00EA052C">
        <w:t xml:space="preserve">. </w:t>
      </w:r>
      <w:r w:rsidRPr="00AA04A0">
        <w:t>Dans la tubulure des accumulateurs gro</w:t>
      </w:r>
      <w:r w:rsidRPr="00AA04A0">
        <w:t>n</w:t>
      </w:r>
      <w:r w:rsidRPr="00AA04A0">
        <w:t xml:space="preserve">da un souffle rauque sous lequel le </w:t>
      </w:r>
      <w:proofErr w:type="spellStart"/>
      <w:r w:rsidRPr="00AA04A0">
        <w:rPr>
          <w:i/>
          <w:iCs/>
          <w:szCs w:val="32"/>
        </w:rPr>
        <w:t>Météor</w:t>
      </w:r>
      <w:proofErr w:type="spellEnd"/>
      <w:r w:rsidRPr="00AA04A0">
        <w:t xml:space="preserve"> frémit</w:t>
      </w:r>
      <w:r w:rsidR="00EA052C">
        <w:t>.</w:t>
      </w:r>
    </w:p>
    <w:p w14:paraId="7A91BB61" w14:textId="77777777" w:rsidR="00EA052C" w:rsidRDefault="00C855EF" w:rsidP="00C855EF">
      <w:r w:rsidRPr="00AA04A0">
        <w:t>Nous étions arrêtés</w:t>
      </w:r>
      <w:r w:rsidR="00EA052C">
        <w:t>.</w:t>
      </w:r>
    </w:p>
    <w:p w14:paraId="63CF8EB5" w14:textId="77777777" w:rsidR="00EA052C" w:rsidRDefault="00C855EF" w:rsidP="00C855EF">
      <w:r w:rsidRPr="00AA04A0">
        <w:t>Par une des glaces baissées</w:t>
      </w:r>
      <w:r w:rsidR="00EA052C">
        <w:t xml:space="preserve">, </w:t>
      </w:r>
      <w:r w:rsidRPr="00AA04A0">
        <w:t xml:space="preserve">Toby </w:t>
      </w:r>
      <w:proofErr w:type="spellStart"/>
      <w:r w:rsidRPr="00AA04A0">
        <w:t>Kleampton</w:t>
      </w:r>
      <w:proofErr w:type="spellEnd"/>
      <w:r w:rsidRPr="00AA04A0">
        <w:t xml:space="preserve"> étendit le bras et passa sa main gantée sur une des parois de la cabine</w:t>
      </w:r>
      <w:r w:rsidR="00EA052C">
        <w:t xml:space="preserve">. </w:t>
      </w:r>
      <w:r w:rsidRPr="00AA04A0">
        <w:t>Le gant revint enduit d</w:t>
      </w:r>
      <w:r w:rsidR="00EA052C">
        <w:t>’</w:t>
      </w:r>
      <w:r w:rsidRPr="00AA04A0">
        <w:t>une couche épaisse de noir liquide</w:t>
      </w:r>
      <w:r w:rsidR="00EA052C">
        <w:t xml:space="preserve">. </w:t>
      </w:r>
      <w:r w:rsidRPr="00AA04A0">
        <w:t>Cela fait</w:t>
      </w:r>
      <w:r w:rsidR="00EA052C">
        <w:t xml:space="preserve">, </w:t>
      </w:r>
      <w:r w:rsidRPr="00AA04A0">
        <w:t>il ferma la vitre et commença une expérience dont j</w:t>
      </w:r>
      <w:r w:rsidR="00EA052C">
        <w:t>’</w:t>
      </w:r>
      <w:r w:rsidRPr="00AA04A0">
        <w:t>ai gardé dans ma mémoire tous les détails</w:t>
      </w:r>
      <w:r w:rsidR="00EA052C">
        <w:t xml:space="preserve">. </w:t>
      </w:r>
      <w:r w:rsidRPr="00AA04A0">
        <w:t>Dans la boîte des instruments barométriques et des outils il choisit un marteau de fer et l</w:t>
      </w:r>
      <w:r w:rsidR="00EA052C">
        <w:t>’</w:t>
      </w:r>
      <w:r w:rsidRPr="00AA04A0">
        <w:t>enduisit de ce liquide</w:t>
      </w:r>
      <w:r w:rsidR="00EA052C">
        <w:t xml:space="preserve">, </w:t>
      </w:r>
      <w:r w:rsidRPr="00AA04A0">
        <w:t>soigneusement</w:t>
      </w:r>
      <w:r w:rsidR="00EA052C">
        <w:t xml:space="preserve">, </w:t>
      </w:r>
      <w:r w:rsidRPr="00AA04A0">
        <w:t>sur toutes ses faces</w:t>
      </w:r>
      <w:r w:rsidR="00EA052C">
        <w:t xml:space="preserve">. </w:t>
      </w:r>
      <w:r w:rsidRPr="00AA04A0">
        <w:t>Ainsi recouvert il plaça le marteau devant le pôle électrique du moteur</w:t>
      </w:r>
      <w:r w:rsidR="00EA052C">
        <w:t xml:space="preserve">. </w:t>
      </w:r>
      <w:r w:rsidRPr="00AA04A0">
        <w:t>Le fer n</w:t>
      </w:r>
      <w:r w:rsidR="00EA052C">
        <w:t>’</w:t>
      </w:r>
      <w:r w:rsidRPr="00AA04A0">
        <w:t>alla pas vers l</w:t>
      </w:r>
      <w:r w:rsidR="00EA052C">
        <w:t>’</w:t>
      </w:r>
      <w:r w:rsidRPr="00AA04A0">
        <w:t>aimant</w:t>
      </w:r>
      <w:r w:rsidR="00EA052C">
        <w:t xml:space="preserve">. </w:t>
      </w:r>
      <w:r w:rsidRPr="00AA04A0">
        <w:t xml:space="preserve">Alors Toby </w:t>
      </w:r>
      <w:proofErr w:type="spellStart"/>
      <w:r w:rsidRPr="00AA04A0">
        <w:t>Kleampton</w:t>
      </w:r>
      <w:proofErr w:type="spellEnd"/>
      <w:r w:rsidRPr="00AA04A0">
        <w:t xml:space="preserve"> sourit</w:t>
      </w:r>
      <w:r w:rsidR="00EA052C">
        <w:t>.</w:t>
      </w:r>
    </w:p>
    <w:p w14:paraId="77F7B783" w14:textId="77777777" w:rsidR="00EA052C" w:rsidRDefault="00EA052C" w:rsidP="00C855EF">
      <w:r>
        <w:t>— </w:t>
      </w:r>
      <w:r w:rsidR="00C855EF" w:rsidRPr="00AA04A0">
        <w:t>Quand je construisis l</w:t>
      </w:r>
      <w:r>
        <w:t>’</w:t>
      </w:r>
      <w:r w:rsidR="00C855EF" w:rsidRPr="00AA04A0">
        <w:t>aéroplane</w:t>
      </w:r>
      <w:r>
        <w:t xml:space="preserve">, </w:t>
      </w:r>
      <w:r w:rsidR="00C855EF" w:rsidRPr="00AA04A0">
        <w:t>dit-il</w:t>
      </w:r>
      <w:r>
        <w:t xml:space="preserve">, </w:t>
      </w:r>
      <w:r w:rsidR="00C855EF" w:rsidRPr="00AA04A0">
        <w:t>je n</w:t>
      </w:r>
      <w:r>
        <w:t>’</w:t>
      </w:r>
      <w:r w:rsidR="00C855EF" w:rsidRPr="00AA04A0">
        <w:t>avais pas pensé à la puissance magnétique qui aurait pu nous envelopper malgré l</w:t>
      </w:r>
      <w:r>
        <w:t>’</w:t>
      </w:r>
      <w:r w:rsidR="00C855EF" w:rsidRPr="00AA04A0">
        <w:t>absence de toute pièce de fer à l</w:t>
      </w:r>
      <w:r>
        <w:t>’</w:t>
      </w:r>
      <w:r w:rsidR="00C855EF" w:rsidRPr="00AA04A0">
        <w:t>extérieur de la cabine</w:t>
      </w:r>
      <w:r>
        <w:t xml:space="preserve">. </w:t>
      </w:r>
      <w:r w:rsidR="00C855EF" w:rsidRPr="00AA04A0">
        <w:t>C</w:t>
      </w:r>
      <w:r>
        <w:t>’</w:t>
      </w:r>
      <w:r w:rsidR="00C855EF" w:rsidRPr="00AA04A0">
        <w:t>était un tort et nous aurions dû rebrousser chemin a</w:t>
      </w:r>
      <w:r w:rsidR="00C855EF" w:rsidRPr="00AA04A0">
        <w:t>u</w:t>
      </w:r>
      <w:r w:rsidR="00C855EF" w:rsidRPr="00AA04A0">
        <w:t>jourd</w:t>
      </w:r>
      <w:r>
        <w:t>’</w:t>
      </w:r>
      <w:r w:rsidR="00C855EF" w:rsidRPr="00AA04A0">
        <w:t>hui</w:t>
      </w:r>
      <w:r>
        <w:t xml:space="preserve">. </w:t>
      </w:r>
      <w:r w:rsidR="00C855EF" w:rsidRPr="00AA04A0">
        <w:t>Mais nous avons eu quelqu</w:t>
      </w:r>
      <w:r>
        <w:t>’</w:t>
      </w:r>
      <w:r w:rsidR="00C855EF" w:rsidRPr="00AA04A0">
        <w:t>un de plus prévoyant pour nous</w:t>
      </w:r>
      <w:r>
        <w:t xml:space="preserve"> : </w:t>
      </w:r>
      <w:r w:rsidR="00C855EF" w:rsidRPr="00AA04A0">
        <w:t>le bitume</w:t>
      </w:r>
      <w:r>
        <w:t xml:space="preserve">. </w:t>
      </w:r>
      <w:r w:rsidR="00C855EF" w:rsidRPr="00AA04A0">
        <w:t>Sous cette carapace boueuse nous sommes d</w:t>
      </w:r>
      <w:r w:rsidR="00C855EF" w:rsidRPr="00AA04A0">
        <w:t>é</w:t>
      </w:r>
      <w:r w:rsidR="00C855EF" w:rsidRPr="00AA04A0">
        <w:t>sormais à l</w:t>
      </w:r>
      <w:r>
        <w:t>’</w:t>
      </w:r>
      <w:r w:rsidR="00C855EF" w:rsidRPr="00AA04A0">
        <w:t>abri du magnétisme</w:t>
      </w:r>
      <w:r>
        <w:t xml:space="preserve">. </w:t>
      </w:r>
      <w:r w:rsidR="00C855EF" w:rsidRPr="00AA04A0">
        <w:t>Nous pouvons marcher</w:t>
      </w:r>
      <w:r>
        <w:t>.</w:t>
      </w:r>
    </w:p>
    <w:p w14:paraId="678BABD6" w14:textId="77777777" w:rsidR="00EA052C" w:rsidRDefault="00C855EF" w:rsidP="00C855EF">
      <w:r w:rsidRPr="00AA04A0">
        <w:t>Il regagna le premier compartiment</w:t>
      </w:r>
      <w:r w:rsidR="00EA052C">
        <w:t xml:space="preserve"> ; </w:t>
      </w:r>
      <w:r w:rsidRPr="00AA04A0">
        <w:t>mais au même in</w:t>
      </w:r>
      <w:r w:rsidRPr="00AA04A0">
        <w:t>s</w:t>
      </w:r>
      <w:r w:rsidRPr="00AA04A0">
        <w:t>tant je vis son visage devenir rouge sanglant</w:t>
      </w:r>
      <w:r w:rsidR="00EA052C">
        <w:t xml:space="preserve">, </w:t>
      </w:r>
      <w:r w:rsidRPr="00AA04A0">
        <w:t>comme s</w:t>
      </w:r>
      <w:r w:rsidR="00EA052C">
        <w:t>’</w:t>
      </w:r>
      <w:r w:rsidRPr="00AA04A0">
        <w:t>il eût été brusquement écorché</w:t>
      </w:r>
      <w:r w:rsidR="00EA052C">
        <w:t xml:space="preserve">. </w:t>
      </w:r>
      <w:r w:rsidRPr="00AA04A0">
        <w:t>Aussitôt la cabine tout entière devint rouge</w:t>
      </w:r>
      <w:r w:rsidR="00EA052C">
        <w:t xml:space="preserve">. </w:t>
      </w:r>
      <w:r w:rsidRPr="00AA04A0">
        <w:t xml:space="preserve">Je me précipitai vers Toby </w:t>
      </w:r>
      <w:proofErr w:type="spellStart"/>
      <w:r w:rsidRPr="00AA04A0">
        <w:t>Kleampton</w:t>
      </w:r>
      <w:proofErr w:type="spellEnd"/>
      <w:r w:rsidR="00EA052C">
        <w:t xml:space="preserve">, </w:t>
      </w:r>
      <w:r w:rsidRPr="00AA04A0">
        <w:t>mais son doigt m</w:t>
      </w:r>
      <w:r w:rsidR="00EA052C">
        <w:t>’</w:t>
      </w:r>
      <w:r w:rsidRPr="00AA04A0">
        <w:t>indiquait ce qui venait de se passer autour de nous</w:t>
      </w:r>
      <w:r w:rsidR="00EA052C">
        <w:t>.</w:t>
      </w:r>
    </w:p>
    <w:p w14:paraId="28F6117C" w14:textId="77777777" w:rsidR="00EA052C" w:rsidRDefault="00C855EF" w:rsidP="00C855EF">
      <w:r w:rsidRPr="00AA04A0">
        <w:t>Une pluie rouge tombait</w:t>
      </w:r>
      <w:r w:rsidR="00EA052C">
        <w:t>.</w:t>
      </w:r>
    </w:p>
    <w:p w14:paraId="21F62D6A" w14:textId="77777777" w:rsidR="00EA052C" w:rsidRDefault="00C855EF" w:rsidP="00C855EF">
      <w:r w:rsidRPr="00AA04A0">
        <w:lastRenderedPageBreak/>
        <w:t>C</w:t>
      </w:r>
      <w:r w:rsidR="00EA052C">
        <w:t>’</w:t>
      </w:r>
      <w:r w:rsidRPr="00AA04A0">
        <w:t>était comme une averse de sang qui battait les vitres de la cabine</w:t>
      </w:r>
      <w:r w:rsidR="00EA052C">
        <w:t xml:space="preserve">, </w:t>
      </w:r>
      <w:r w:rsidRPr="00AA04A0">
        <w:t>qui coulait sur l</w:t>
      </w:r>
      <w:r w:rsidR="00EA052C">
        <w:t>’</w:t>
      </w:r>
      <w:r w:rsidRPr="00AA04A0">
        <w:t>aéroplane et nous semblions immobil</w:t>
      </w:r>
      <w:r w:rsidRPr="00AA04A0">
        <w:t>i</w:t>
      </w:r>
      <w:r w:rsidRPr="00AA04A0">
        <w:t>sés dans un énorme océan de meurtre et de massacre</w:t>
      </w:r>
      <w:r w:rsidR="00EA052C">
        <w:t>.</w:t>
      </w:r>
    </w:p>
    <w:p w14:paraId="342BA910" w14:textId="77777777" w:rsidR="00EA052C" w:rsidRDefault="00C855EF" w:rsidP="00C855EF">
      <w:r w:rsidRPr="00AA04A0">
        <w:t>Sans doute mes yeux devaient exprimer une bien grande épouvante</w:t>
      </w:r>
      <w:r w:rsidR="00EA052C">
        <w:t xml:space="preserve">, </w:t>
      </w:r>
      <w:r w:rsidRPr="00AA04A0">
        <w:t xml:space="preserve">car Toby </w:t>
      </w:r>
      <w:proofErr w:type="spellStart"/>
      <w:r w:rsidRPr="00AA04A0">
        <w:t>Kleampton</w:t>
      </w:r>
      <w:proofErr w:type="spellEnd"/>
      <w:r w:rsidRPr="00AA04A0">
        <w:t xml:space="preserve"> me dit</w:t>
      </w:r>
      <w:r w:rsidR="00EA052C">
        <w:t> :</w:t>
      </w:r>
    </w:p>
    <w:p w14:paraId="77E91C72" w14:textId="77777777" w:rsidR="00EA052C" w:rsidRDefault="00EA052C" w:rsidP="00C855EF">
      <w:r>
        <w:t>— </w:t>
      </w:r>
      <w:r w:rsidR="00C855EF" w:rsidRPr="00AA04A0">
        <w:t>Rassurez-vous</w:t>
      </w:r>
      <w:r>
        <w:t xml:space="preserve">, </w:t>
      </w:r>
      <w:r w:rsidR="00C855EF" w:rsidRPr="00AA04A0">
        <w:t>gentleman</w:t>
      </w:r>
      <w:r>
        <w:t xml:space="preserve">, </w:t>
      </w:r>
      <w:r w:rsidR="00C855EF" w:rsidRPr="00AA04A0">
        <w:t>nous allons savoir ce que cela veut dire</w:t>
      </w:r>
      <w:r>
        <w:t>.</w:t>
      </w:r>
    </w:p>
    <w:p w14:paraId="0F985F83" w14:textId="77777777" w:rsidR="00EA052C" w:rsidRDefault="00C855EF" w:rsidP="00C855EF">
      <w:r w:rsidRPr="00AA04A0">
        <w:t>Il tendit la paume de la main vers la pluie rouge et en r</w:t>
      </w:r>
      <w:r w:rsidRPr="00AA04A0">
        <w:t>e</w:t>
      </w:r>
      <w:r w:rsidRPr="00AA04A0">
        <w:t>cueillit quelques gouttes qu</w:t>
      </w:r>
      <w:r w:rsidR="00EA052C">
        <w:t>’</w:t>
      </w:r>
      <w:r w:rsidRPr="00AA04A0">
        <w:t>il examina au microscope</w:t>
      </w:r>
      <w:r w:rsidR="00EA052C">
        <w:t xml:space="preserve">. </w:t>
      </w:r>
      <w:r w:rsidRPr="00AA04A0">
        <w:t>Son ex</w:t>
      </w:r>
      <w:r w:rsidRPr="00AA04A0">
        <w:t>a</w:t>
      </w:r>
      <w:r w:rsidRPr="00AA04A0">
        <w:t>men fut bref</w:t>
      </w:r>
      <w:r w:rsidR="00EA052C">
        <w:t>.</w:t>
      </w:r>
    </w:p>
    <w:p w14:paraId="5FFB384E" w14:textId="77777777" w:rsidR="00EA052C" w:rsidRDefault="00EA052C" w:rsidP="00C855EF">
      <w:r>
        <w:t>— </w:t>
      </w:r>
      <w:r w:rsidR="00C855EF" w:rsidRPr="00AA04A0">
        <w:t>Ce n</w:t>
      </w:r>
      <w:r>
        <w:t>’</w:t>
      </w:r>
      <w:r w:rsidR="00C855EF" w:rsidRPr="00AA04A0">
        <w:t>est que du fer et du chrome</w:t>
      </w:r>
      <w:r>
        <w:t xml:space="preserve">, </w:t>
      </w:r>
      <w:r w:rsidR="00C855EF" w:rsidRPr="00AA04A0">
        <w:t>dit-il</w:t>
      </w:r>
      <w:r>
        <w:t xml:space="preserve">, </w:t>
      </w:r>
      <w:r w:rsidR="00C855EF" w:rsidRPr="00AA04A0">
        <w:t>principes de la coloration</w:t>
      </w:r>
      <w:r>
        <w:t xml:space="preserve">. </w:t>
      </w:r>
      <w:r w:rsidR="00C855EF" w:rsidRPr="00AA04A0">
        <w:t>En réalité la pluie que voilà est faite de grains de quartz et de cristaux cubiques transparents</w:t>
      </w:r>
      <w:r>
        <w:t xml:space="preserve">, </w:t>
      </w:r>
      <w:r w:rsidR="00C855EF" w:rsidRPr="00AA04A0">
        <w:t>de sel marin et de gypse</w:t>
      </w:r>
      <w:r>
        <w:t xml:space="preserve">, </w:t>
      </w:r>
      <w:r w:rsidR="00C855EF" w:rsidRPr="00AA04A0">
        <w:t>donc</w:t>
      </w:r>
      <w:r>
        <w:t>…</w:t>
      </w:r>
    </w:p>
    <w:p w14:paraId="343BC815" w14:textId="77777777" w:rsidR="00EA052C" w:rsidRDefault="00EA052C" w:rsidP="00C855EF">
      <w:r>
        <w:t>— </w:t>
      </w:r>
      <w:r w:rsidR="00C855EF" w:rsidRPr="00AA04A0">
        <w:t>Donc</w:t>
      </w:r>
      <w:r>
        <w:t> ?</w:t>
      </w:r>
    </w:p>
    <w:p w14:paraId="29CB8186" w14:textId="77777777" w:rsidR="00EA052C" w:rsidRDefault="00C855EF" w:rsidP="00C855EF">
      <w:r w:rsidRPr="00AA04A0">
        <w:t>Ma voix haletait</w:t>
      </w:r>
      <w:r w:rsidR="00EA052C">
        <w:t> :</w:t>
      </w:r>
    </w:p>
    <w:p w14:paraId="232C3022" w14:textId="77777777" w:rsidR="00EA052C" w:rsidRDefault="00EA052C" w:rsidP="00C855EF">
      <w:r>
        <w:t>— </w:t>
      </w:r>
      <w:r w:rsidR="00C855EF" w:rsidRPr="00AA04A0">
        <w:t>Donc</w:t>
      </w:r>
      <w:r>
        <w:t xml:space="preserve">, </w:t>
      </w:r>
      <w:proofErr w:type="spellStart"/>
      <w:r w:rsidR="00C855EF" w:rsidRPr="00AA04A0">
        <w:t>Kleampton</w:t>
      </w:r>
      <w:proofErr w:type="spellEnd"/>
      <w:r>
        <w:t xml:space="preserve"> ? </w:t>
      </w:r>
      <w:r w:rsidR="00C855EF" w:rsidRPr="00AA04A0">
        <w:t>Pour le nom de Dieu</w:t>
      </w:r>
      <w:r>
        <w:t xml:space="preserve">, </w:t>
      </w:r>
      <w:r w:rsidR="00C855EF" w:rsidRPr="00AA04A0">
        <w:t>dites</w:t>
      </w:r>
      <w:r>
        <w:t>…</w:t>
      </w:r>
    </w:p>
    <w:p w14:paraId="2692CFE4" w14:textId="77777777" w:rsidR="00EA052C" w:rsidRDefault="00EA052C" w:rsidP="00C855EF">
      <w:r>
        <w:t>— </w:t>
      </w:r>
      <w:r w:rsidR="00C855EF" w:rsidRPr="00AA04A0">
        <w:t>Donc</w:t>
      </w:r>
      <w:r>
        <w:t xml:space="preserve">, </w:t>
      </w:r>
      <w:r w:rsidR="00C855EF" w:rsidRPr="00AA04A0">
        <w:t>gentleman</w:t>
      </w:r>
      <w:r>
        <w:t xml:space="preserve">, </w:t>
      </w:r>
      <w:r w:rsidR="00C855EF" w:rsidRPr="00AA04A0">
        <w:t>nous nous trouvons à proximité de r</w:t>
      </w:r>
      <w:r w:rsidR="00C855EF" w:rsidRPr="00AA04A0">
        <w:t>é</w:t>
      </w:r>
      <w:r w:rsidR="00C855EF" w:rsidRPr="00AA04A0">
        <w:t>gions ferrugineuses et marines</w:t>
      </w:r>
      <w:r>
        <w:t>.</w:t>
      </w:r>
    </w:p>
    <w:p w14:paraId="0EEB1AD6" w14:textId="77777777" w:rsidR="00EA052C" w:rsidRDefault="00EA052C" w:rsidP="00C855EF">
      <w:r>
        <w:t>— </w:t>
      </w:r>
      <w:r w:rsidR="00C855EF" w:rsidRPr="00AA04A0">
        <w:t>Et le Pôle</w:t>
      </w:r>
      <w:r>
        <w:t> ?</w:t>
      </w:r>
    </w:p>
    <w:p w14:paraId="4FB361C1" w14:textId="77777777" w:rsidR="00EA052C" w:rsidRDefault="00EA052C" w:rsidP="00C855EF">
      <w:r>
        <w:t>— </w:t>
      </w:r>
      <w:r w:rsidR="00C855EF" w:rsidRPr="00AA04A0">
        <w:t>Attendons</w:t>
      </w:r>
      <w:r>
        <w:t xml:space="preserve">. </w:t>
      </w:r>
      <w:r w:rsidR="00C855EF" w:rsidRPr="00AA04A0">
        <w:t>Nous allons nous remettre en route</w:t>
      </w:r>
      <w:r>
        <w:t>.</w:t>
      </w:r>
    </w:p>
    <w:p w14:paraId="0FDC07A0" w14:textId="77777777" w:rsidR="00EA052C" w:rsidRDefault="00C855EF" w:rsidP="00C855EF">
      <w:r w:rsidRPr="00AA04A0">
        <w:t>Alors un autre phénomène se produisit</w:t>
      </w:r>
      <w:r w:rsidR="00EA052C">
        <w:t>.</w:t>
      </w:r>
    </w:p>
    <w:p w14:paraId="05EC0AD0" w14:textId="77777777" w:rsidR="00EA052C" w:rsidRDefault="00EA052C" w:rsidP="00C855EF">
      <w:r>
        <w:t>— </w:t>
      </w:r>
      <w:r w:rsidR="00C855EF" w:rsidRPr="00AA04A0">
        <w:t>Voyez</w:t>
      </w:r>
      <w:r>
        <w:t xml:space="preserve">, </w:t>
      </w:r>
      <w:proofErr w:type="spellStart"/>
      <w:r w:rsidR="00C855EF" w:rsidRPr="00AA04A0">
        <w:t>Kleampton</w:t>
      </w:r>
      <w:proofErr w:type="spellEnd"/>
      <w:r>
        <w:t xml:space="preserve">, </w:t>
      </w:r>
      <w:r w:rsidR="00C855EF" w:rsidRPr="00AA04A0">
        <w:t>la pluie rouge est immobile autour de nous</w:t>
      </w:r>
      <w:r>
        <w:t>.</w:t>
      </w:r>
    </w:p>
    <w:p w14:paraId="5C7DB1ED" w14:textId="77777777" w:rsidR="00EA052C" w:rsidRDefault="00EA052C" w:rsidP="00C855EF">
      <w:r>
        <w:t>— </w:t>
      </w:r>
      <w:r w:rsidR="00C855EF" w:rsidRPr="00AA04A0">
        <w:t>Immobile</w:t>
      </w:r>
      <w:r>
        <w:t xml:space="preserve"> ? </w:t>
      </w:r>
      <w:r w:rsidR="00C855EF" w:rsidRPr="00AA04A0">
        <w:t xml:space="preserve">dit </w:t>
      </w:r>
      <w:proofErr w:type="spellStart"/>
      <w:r w:rsidR="00C855EF" w:rsidRPr="00AA04A0">
        <w:t>Kleampton</w:t>
      </w:r>
      <w:proofErr w:type="spellEnd"/>
      <w:r w:rsidR="00C855EF" w:rsidRPr="00AA04A0">
        <w:t xml:space="preserve"> sceptique</w:t>
      </w:r>
      <w:r>
        <w:t>.</w:t>
      </w:r>
    </w:p>
    <w:p w14:paraId="22E7CB1F" w14:textId="77777777" w:rsidR="00EA052C" w:rsidRDefault="00C855EF" w:rsidP="00C855EF">
      <w:r w:rsidRPr="00AA04A0">
        <w:lastRenderedPageBreak/>
        <w:t>Il regarda attentivement</w:t>
      </w:r>
      <w:r w:rsidR="00EA052C">
        <w:t>.</w:t>
      </w:r>
    </w:p>
    <w:p w14:paraId="028E71E3" w14:textId="77777777" w:rsidR="00EA052C" w:rsidRDefault="00EA052C" w:rsidP="00C855EF">
      <w:r>
        <w:t>— </w:t>
      </w:r>
      <w:r w:rsidR="00C855EF" w:rsidRPr="00AA04A0">
        <w:t>Elle vous semble immobile</w:t>
      </w:r>
      <w:r>
        <w:t xml:space="preserve">, </w:t>
      </w:r>
      <w:r w:rsidR="00C855EF" w:rsidRPr="00AA04A0">
        <w:t>répondit-il</w:t>
      </w:r>
      <w:r>
        <w:t xml:space="preserve">. </w:t>
      </w:r>
      <w:r w:rsidR="00C855EF" w:rsidRPr="00AA04A0">
        <w:t>Il n</w:t>
      </w:r>
      <w:r>
        <w:t>’</w:t>
      </w:r>
      <w:r w:rsidR="00C855EF" w:rsidRPr="00AA04A0">
        <w:t>en est rien</w:t>
      </w:r>
      <w:r>
        <w:t xml:space="preserve">. </w:t>
      </w:r>
      <w:r w:rsidR="00C855EF" w:rsidRPr="00AA04A0">
        <w:t>Au contraire</w:t>
      </w:r>
      <w:r>
        <w:t xml:space="preserve">, </w:t>
      </w:r>
      <w:r w:rsidR="00C855EF" w:rsidRPr="00AA04A0">
        <w:t>sa force de descente a augmenté dans des propo</w:t>
      </w:r>
      <w:r w:rsidR="00C855EF" w:rsidRPr="00AA04A0">
        <w:t>r</w:t>
      </w:r>
      <w:r w:rsidR="00C855EF" w:rsidRPr="00AA04A0">
        <w:t>tions énormes</w:t>
      </w:r>
      <w:r>
        <w:t xml:space="preserve">. </w:t>
      </w:r>
      <w:r w:rsidR="00C855EF" w:rsidRPr="00AA04A0">
        <w:t>Cette pluie atteint en ce moment la vitesse de la lumière</w:t>
      </w:r>
      <w:r>
        <w:t xml:space="preserve">, </w:t>
      </w:r>
      <w:r w:rsidR="00C855EF" w:rsidRPr="00AA04A0">
        <w:t>soit 30</w:t>
      </w:r>
      <w:r w:rsidRPr="00AA04A0">
        <w:t>0</w:t>
      </w:r>
      <w:r>
        <w:t>.</w:t>
      </w:r>
      <w:r w:rsidRPr="00AA04A0">
        <w:t>0</w:t>
      </w:r>
      <w:r w:rsidR="00C855EF" w:rsidRPr="00AA04A0">
        <w:t>00 kilomètres à la seconde</w:t>
      </w:r>
      <w:r>
        <w:t xml:space="preserve">. </w:t>
      </w:r>
      <w:r w:rsidR="00C855EF" w:rsidRPr="00AA04A0">
        <w:t>Voilà pourquoi elle vous semble immobile</w:t>
      </w:r>
      <w:r>
        <w:t>.</w:t>
      </w:r>
    </w:p>
    <w:p w14:paraId="6388EF61" w14:textId="77777777" w:rsidR="00EA052C" w:rsidRDefault="00EA052C" w:rsidP="00C855EF">
      <w:r>
        <w:t>— </w:t>
      </w:r>
      <w:r w:rsidR="00C855EF" w:rsidRPr="00AA04A0">
        <w:t>Alors</w:t>
      </w:r>
      <w:r>
        <w:t xml:space="preserve">, </w:t>
      </w:r>
      <w:proofErr w:type="spellStart"/>
      <w:r w:rsidR="00C855EF" w:rsidRPr="00AA04A0">
        <w:t>Kleampton</w:t>
      </w:r>
      <w:proofErr w:type="spellEnd"/>
      <w:r>
        <w:t xml:space="preserve">, </w:t>
      </w:r>
      <w:r w:rsidR="00C855EF" w:rsidRPr="00AA04A0">
        <w:t>que décidons-nous</w:t>
      </w:r>
      <w:r>
        <w:t> ?</w:t>
      </w:r>
    </w:p>
    <w:p w14:paraId="189C618C" w14:textId="77777777" w:rsidR="00EA052C" w:rsidRDefault="00EA052C" w:rsidP="00C855EF">
      <w:r>
        <w:t>— </w:t>
      </w:r>
      <w:r w:rsidR="00C855EF" w:rsidRPr="00AA04A0">
        <w:t>Prenons des forces</w:t>
      </w:r>
      <w:r>
        <w:t xml:space="preserve">, </w:t>
      </w:r>
      <w:r w:rsidR="00C855EF" w:rsidRPr="00AA04A0">
        <w:t>gentleman</w:t>
      </w:r>
      <w:r>
        <w:t xml:space="preserve">, </w:t>
      </w:r>
      <w:r w:rsidR="00C855EF" w:rsidRPr="00AA04A0">
        <w:t>et mangeons une tablette azotée</w:t>
      </w:r>
      <w:r>
        <w:t xml:space="preserve">. </w:t>
      </w:r>
      <w:r w:rsidR="00C855EF" w:rsidRPr="00AA04A0">
        <w:t>Le difficile de la tâche va commencer</w:t>
      </w:r>
      <w:r>
        <w:t xml:space="preserve">, </w:t>
      </w:r>
      <w:r w:rsidR="00C855EF" w:rsidRPr="00AA04A0">
        <w:t>j</w:t>
      </w:r>
      <w:r>
        <w:t>’</w:t>
      </w:r>
      <w:r w:rsidR="00C855EF" w:rsidRPr="00AA04A0">
        <w:t>imagine</w:t>
      </w:r>
      <w:r>
        <w:t xml:space="preserve">. </w:t>
      </w:r>
      <w:r w:rsidR="00C855EF" w:rsidRPr="00AA04A0">
        <w:t>Mai</w:t>
      </w:r>
      <w:r w:rsidR="00C855EF" w:rsidRPr="00AA04A0">
        <w:t>n</w:t>
      </w:r>
      <w:r w:rsidR="00C855EF" w:rsidRPr="00AA04A0">
        <w:t>tenant que nous voyons le danger nous savons quelles préca</w:t>
      </w:r>
      <w:r w:rsidR="00C855EF" w:rsidRPr="00AA04A0">
        <w:t>u</w:t>
      </w:r>
      <w:r w:rsidR="00C855EF" w:rsidRPr="00AA04A0">
        <w:t>tions prendre</w:t>
      </w:r>
      <w:r>
        <w:t xml:space="preserve">, </w:t>
      </w:r>
      <w:r w:rsidR="00C855EF" w:rsidRPr="00AA04A0">
        <w:t>et nous allons rendre au Pôle les honneurs qu</w:t>
      </w:r>
      <w:r>
        <w:t>’</w:t>
      </w:r>
      <w:r w:rsidR="00C855EF" w:rsidRPr="00AA04A0">
        <w:t>on lui doit</w:t>
      </w:r>
      <w:r>
        <w:t>.</w:t>
      </w:r>
    </w:p>
    <w:p w14:paraId="1D2FE12A" w14:textId="77777777" w:rsidR="00EA052C" w:rsidRDefault="00C855EF" w:rsidP="00C855EF">
      <w:r w:rsidRPr="00AA04A0">
        <w:t xml:space="preserve">Les plaisanteries de Toby </w:t>
      </w:r>
      <w:proofErr w:type="spellStart"/>
      <w:r w:rsidRPr="00AA04A0">
        <w:t>Kleampton</w:t>
      </w:r>
      <w:proofErr w:type="spellEnd"/>
      <w:r w:rsidRPr="00AA04A0">
        <w:t xml:space="preserve"> me raffermirent</w:t>
      </w:r>
      <w:r w:rsidR="00EA052C">
        <w:t xml:space="preserve">, </w:t>
      </w:r>
      <w:r w:rsidRPr="00AA04A0">
        <w:t>non que je fusse démoralisé ou peureux</w:t>
      </w:r>
      <w:r w:rsidR="00EA052C">
        <w:t xml:space="preserve">, </w:t>
      </w:r>
      <w:r w:rsidRPr="00AA04A0">
        <w:t>mais la solitude des régions perdues pèse étrangement sur le caractère</w:t>
      </w:r>
      <w:r w:rsidR="00EA052C">
        <w:t xml:space="preserve">. </w:t>
      </w:r>
      <w:r w:rsidRPr="00AA04A0">
        <w:t>Nous mangeâmes une moitié de tablette et</w:t>
      </w:r>
      <w:r w:rsidR="00EA052C">
        <w:t xml:space="preserve">, </w:t>
      </w:r>
      <w:r w:rsidRPr="00AA04A0">
        <w:t>avant que notre repas fût terminé</w:t>
      </w:r>
      <w:r w:rsidR="00EA052C">
        <w:t xml:space="preserve">, </w:t>
      </w:r>
      <w:r w:rsidRPr="00AA04A0">
        <w:t>la pluie avait cessé</w:t>
      </w:r>
      <w:r w:rsidR="00EA052C">
        <w:t>.</w:t>
      </w:r>
    </w:p>
    <w:p w14:paraId="67D671AE" w14:textId="77777777" w:rsidR="00EA052C" w:rsidRDefault="00C855EF" w:rsidP="00C855EF">
      <w:r w:rsidRPr="00AA04A0">
        <w:t>Sous nos pieds s</w:t>
      </w:r>
      <w:r w:rsidR="00EA052C">
        <w:t>’</w:t>
      </w:r>
      <w:r w:rsidRPr="00AA04A0">
        <w:t>étendait une vaste plaine déserte</w:t>
      </w:r>
      <w:r w:rsidR="00EA052C">
        <w:t xml:space="preserve">, </w:t>
      </w:r>
      <w:r w:rsidRPr="00AA04A0">
        <w:t>toute rouge</w:t>
      </w:r>
      <w:r w:rsidR="00EA052C">
        <w:t xml:space="preserve">, </w:t>
      </w:r>
      <w:r w:rsidRPr="00AA04A0">
        <w:t>toute boueuse</w:t>
      </w:r>
      <w:r w:rsidR="00EA052C">
        <w:t>.</w:t>
      </w:r>
    </w:p>
    <w:p w14:paraId="6906E10E" w14:textId="77777777" w:rsidR="00EA052C" w:rsidRDefault="00C855EF" w:rsidP="00C855EF">
      <w:r w:rsidRPr="00AA04A0">
        <w:t>Nulle trace de végétation</w:t>
      </w:r>
      <w:r w:rsidR="00EA052C">
        <w:t xml:space="preserve">, </w:t>
      </w:r>
      <w:r w:rsidRPr="00AA04A0">
        <w:t>nul accident de terrain</w:t>
      </w:r>
      <w:r w:rsidR="00EA052C">
        <w:t xml:space="preserve">. </w:t>
      </w:r>
      <w:r w:rsidRPr="00AA04A0">
        <w:t>C</w:t>
      </w:r>
      <w:r w:rsidR="00EA052C">
        <w:t>’</w:t>
      </w:r>
      <w:r w:rsidRPr="00AA04A0">
        <w:t>était l</w:t>
      </w:r>
      <w:r w:rsidR="00EA052C">
        <w:t>’</w:t>
      </w:r>
      <w:r w:rsidRPr="00AA04A0">
        <w:t>immense platitude d</w:t>
      </w:r>
      <w:r w:rsidR="00EA052C">
        <w:t>’</w:t>
      </w:r>
      <w:r w:rsidRPr="00AA04A0">
        <w:t>un désert où rien n</w:t>
      </w:r>
      <w:r w:rsidR="00EA052C">
        <w:t>’</w:t>
      </w:r>
      <w:r w:rsidRPr="00AA04A0">
        <w:t>arrêtait le regard</w:t>
      </w:r>
      <w:r w:rsidR="00EA052C">
        <w:t xml:space="preserve">, </w:t>
      </w:r>
      <w:r w:rsidRPr="00AA04A0">
        <w:t>borné au lointain par la haute muraille noire de bitume fumant</w:t>
      </w:r>
      <w:r w:rsidR="00EA052C">
        <w:t xml:space="preserve">. </w:t>
      </w:r>
      <w:r w:rsidRPr="00AA04A0">
        <w:t>Nous n</w:t>
      </w:r>
      <w:r w:rsidR="00EA052C">
        <w:t>’</w:t>
      </w:r>
      <w:r w:rsidRPr="00AA04A0">
        <w:t>avions plus la sensation de l</w:t>
      </w:r>
      <w:r w:rsidR="00EA052C">
        <w:t>’</w:t>
      </w:r>
      <w:r w:rsidRPr="00AA04A0">
        <w:t>heure</w:t>
      </w:r>
      <w:r w:rsidR="00EA052C">
        <w:t xml:space="preserve">, </w:t>
      </w:r>
      <w:r w:rsidRPr="00AA04A0">
        <w:t>du jour ni de l</w:t>
      </w:r>
      <w:r w:rsidR="00EA052C">
        <w:t>’</w:t>
      </w:r>
      <w:r w:rsidRPr="00AA04A0">
        <w:t>altitude</w:t>
      </w:r>
      <w:r w:rsidR="00EA052C">
        <w:t>.</w:t>
      </w:r>
    </w:p>
    <w:p w14:paraId="1291F750" w14:textId="77777777" w:rsidR="00EA052C" w:rsidRDefault="00C855EF" w:rsidP="00C855EF">
      <w:r w:rsidRPr="00AA04A0">
        <w:t>Nos montres s</w:t>
      </w:r>
      <w:r w:rsidR="00EA052C">
        <w:t>’</w:t>
      </w:r>
      <w:r w:rsidRPr="00AA04A0">
        <w:t>étaient brusquement arrêtées comme sous une influence mystérieuse</w:t>
      </w:r>
      <w:r w:rsidR="00EA052C">
        <w:t xml:space="preserve"> ; </w:t>
      </w:r>
      <w:r w:rsidRPr="00AA04A0">
        <w:t>les baromètres gelés</w:t>
      </w:r>
      <w:r w:rsidR="00EA052C">
        <w:t xml:space="preserve">, </w:t>
      </w:r>
      <w:r w:rsidRPr="00AA04A0">
        <w:t>condensés</w:t>
      </w:r>
      <w:r w:rsidR="00EA052C">
        <w:t xml:space="preserve">, </w:t>
      </w:r>
      <w:r w:rsidRPr="00AA04A0">
        <w:t>n</w:t>
      </w:r>
      <w:r w:rsidR="00EA052C">
        <w:t>’</w:t>
      </w:r>
      <w:r w:rsidRPr="00AA04A0">
        <w:t>indiquaient plus de température et nos boussoles déviant</w:t>
      </w:r>
      <w:r w:rsidR="00EA052C">
        <w:t xml:space="preserve">, </w:t>
      </w:r>
      <w:r w:rsidRPr="00AA04A0">
        <w:t>nous privaient de la direction connue</w:t>
      </w:r>
      <w:r w:rsidR="00EA052C">
        <w:t xml:space="preserve">. </w:t>
      </w:r>
      <w:r w:rsidRPr="00AA04A0">
        <w:t xml:space="preserve">Je fis observer tous ces détails à Toby </w:t>
      </w:r>
      <w:proofErr w:type="spellStart"/>
      <w:r w:rsidRPr="00AA04A0">
        <w:t>Kleampton</w:t>
      </w:r>
      <w:proofErr w:type="spellEnd"/>
      <w:r w:rsidRPr="00AA04A0">
        <w:t xml:space="preserve"> qui réfléchissait profondément</w:t>
      </w:r>
      <w:r w:rsidR="00EA052C">
        <w:t>.</w:t>
      </w:r>
    </w:p>
    <w:p w14:paraId="40FB1E9A" w14:textId="77777777" w:rsidR="00EA052C" w:rsidRDefault="00EA052C" w:rsidP="00C855EF">
      <w:r>
        <w:lastRenderedPageBreak/>
        <w:t>— </w:t>
      </w:r>
      <w:r w:rsidR="00C855EF" w:rsidRPr="00AA04A0">
        <w:t>L</w:t>
      </w:r>
      <w:r>
        <w:t>’</w:t>
      </w:r>
      <w:r w:rsidR="00C855EF" w:rsidRPr="00AA04A0">
        <w:t>heure nous importe peu</w:t>
      </w:r>
      <w:r>
        <w:t xml:space="preserve">, </w:t>
      </w:r>
      <w:r w:rsidR="00C855EF" w:rsidRPr="00AA04A0">
        <w:t>me répondit-il enfin</w:t>
      </w:r>
      <w:r>
        <w:t xml:space="preserve"> ; </w:t>
      </w:r>
      <w:r w:rsidR="00C855EF" w:rsidRPr="00AA04A0">
        <w:t>le jour polaire nous guidera</w:t>
      </w:r>
      <w:r>
        <w:t xml:space="preserve">, </w:t>
      </w:r>
      <w:r w:rsidR="00C855EF" w:rsidRPr="00AA04A0">
        <w:t>car il doit exister ici la succession logique de l</w:t>
      </w:r>
      <w:r>
        <w:t>’</w:t>
      </w:r>
      <w:r w:rsidR="00C855EF" w:rsidRPr="00AA04A0">
        <w:t>ombre et de la lumière</w:t>
      </w:r>
      <w:r>
        <w:t xml:space="preserve">. </w:t>
      </w:r>
      <w:r w:rsidR="00C855EF" w:rsidRPr="00AA04A0">
        <w:t>Quant à la direction exacte que la boussole n</w:t>
      </w:r>
      <w:r>
        <w:t>’</w:t>
      </w:r>
      <w:r w:rsidR="00C855EF" w:rsidRPr="00AA04A0">
        <w:t>indique plus</w:t>
      </w:r>
      <w:r>
        <w:t xml:space="preserve">, </w:t>
      </w:r>
      <w:r w:rsidR="00C855EF" w:rsidRPr="00AA04A0">
        <w:t>cela n</w:t>
      </w:r>
      <w:r>
        <w:t>’</w:t>
      </w:r>
      <w:r w:rsidR="00C855EF" w:rsidRPr="00AA04A0">
        <w:t>est point grave</w:t>
      </w:r>
      <w:r>
        <w:t xml:space="preserve">. </w:t>
      </w:r>
      <w:r w:rsidR="00C855EF" w:rsidRPr="00AA04A0">
        <w:t>Le mur de b</w:t>
      </w:r>
      <w:r w:rsidR="00C855EF" w:rsidRPr="00AA04A0">
        <w:t>i</w:t>
      </w:r>
      <w:r w:rsidR="00C855EF" w:rsidRPr="00AA04A0">
        <w:t>tume semble entourer la région où nous sommes d</w:t>
      </w:r>
      <w:r>
        <w:t>’</w:t>
      </w:r>
      <w:r w:rsidR="00C855EF" w:rsidRPr="00AA04A0">
        <w:t>un immense cercle</w:t>
      </w:r>
      <w:r>
        <w:t xml:space="preserve">. </w:t>
      </w:r>
      <w:r w:rsidR="00C855EF" w:rsidRPr="00AA04A0">
        <w:t>Dans ce cercle se trouve le Pôle et l</w:t>
      </w:r>
      <w:r>
        <w:t>’</w:t>
      </w:r>
      <w:r w:rsidR="00C855EF" w:rsidRPr="00AA04A0">
        <w:t>axe</w:t>
      </w:r>
      <w:r>
        <w:t xml:space="preserve">. </w:t>
      </w:r>
      <w:r w:rsidR="00C855EF" w:rsidRPr="00AA04A0">
        <w:t>Ce n</w:t>
      </w:r>
      <w:r>
        <w:t>’</w:t>
      </w:r>
      <w:r w:rsidR="00C855EF" w:rsidRPr="00AA04A0">
        <w:t>est donc qu</w:t>
      </w:r>
      <w:r>
        <w:t>’</w:t>
      </w:r>
      <w:r w:rsidR="00C855EF" w:rsidRPr="00AA04A0">
        <w:t>une question d</w:t>
      </w:r>
      <w:r>
        <w:t>’</w:t>
      </w:r>
      <w:r w:rsidR="00C855EF" w:rsidRPr="00AA04A0">
        <w:t>heures pour arriver au point précis</w:t>
      </w:r>
      <w:r>
        <w:t xml:space="preserve">. </w:t>
      </w:r>
      <w:r w:rsidR="00C855EF" w:rsidRPr="00AA04A0">
        <w:t>Nous pouvons marcher</w:t>
      </w:r>
      <w:r>
        <w:t>.</w:t>
      </w:r>
    </w:p>
    <w:p w14:paraId="1A1827C9" w14:textId="77777777" w:rsidR="00EA052C" w:rsidRDefault="00C855EF" w:rsidP="00C855EF">
      <w:r w:rsidRPr="00AA04A0">
        <w:t>Le moteur ronfla</w:t>
      </w:r>
      <w:r w:rsidR="00EA052C">
        <w:t xml:space="preserve">. </w:t>
      </w:r>
      <w:r w:rsidRPr="00AA04A0">
        <w:t xml:space="preserve">Le </w:t>
      </w:r>
      <w:proofErr w:type="spellStart"/>
      <w:r w:rsidRPr="00AA04A0">
        <w:rPr>
          <w:i/>
          <w:iCs/>
          <w:szCs w:val="32"/>
        </w:rPr>
        <w:t>Météor</w:t>
      </w:r>
      <w:proofErr w:type="spellEnd"/>
      <w:r w:rsidRPr="00AA04A0">
        <w:t xml:space="preserve"> désormais lugubre et bit</w:t>
      </w:r>
      <w:r w:rsidRPr="00AA04A0">
        <w:t>u</w:t>
      </w:r>
      <w:r w:rsidRPr="00AA04A0">
        <w:t>meux se mit en marche</w:t>
      </w:r>
      <w:r w:rsidR="00EA052C">
        <w:t xml:space="preserve">, </w:t>
      </w:r>
      <w:r w:rsidRPr="00AA04A0">
        <w:t>droit devant lui</w:t>
      </w:r>
      <w:r w:rsidR="00EA052C">
        <w:t xml:space="preserve">, </w:t>
      </w:r>
      <w:r w:rsidRPr="00AA04A0">
        <w:t>vers l</w:t>
      </w:r>
      <w:r w:rsidR="00EA052C">
        <w:t>’</w:t>
      </w:r>
      <w:r w:rsidRPr="00AA04A0">
        <w:t>inconnu</w:t>
      </w:r>
      <w:r w:rsidR="00EA052C">
        <w:t xml:space="preserve">. </w:t>
      </w:r>
      <w:r w:rsidRPr="00AA04A0">
        <w:t>Au fur et à mesure que nous avancions</w:t>
      </w:r>
      <w:r w:rsidR="00EA052C">
        <w:t xml:space="preserve">, </w:t>
      </w:r>
      <w:r w:rsidRPr="00AA04A0">
        <w:t>nous remarquions que les éle</w:t>
      </w:r>
      <w:r w:rsidRPr="00AA04A0">
        <w:t>c</w:t>
      </w:r>
      <w:r w:rsidRPr="00AA04A0">
        <w:t>trodes des piles du moteur crépitaient et que de petites flammes bleues et vertes léchaient les isolateurs</w:t>
      </w:r>
      <w:r w:rsidR="00EA052C">
        <w:t xml:space="preserve">. </w:t>
      </w:r>
      <w:r w:rsidRPr="00AA04A0">
        <w:t>L</w:t>
      </w:r>
      <w:r w:rsidR="00EA052C">
        <w:t>’</w:t>
      </w:r>
      <w:r w:rsidRPr="00AA04A0">
        <w:t>influence magnétique se faisait sentir</w:t>
      </w:r>
      <w:r w:rsidR="00EA052C">
        <w:t xml:space="preserve">. </w:t>
      </w:r>
      <w:r w:rsidRPr="00AA04A0">
        <w:t>Nous étions proches de quelque chose</w:t>
      </w:r>
      <w:r w:rsidR="00EA052C">
        <w:t xml:space="preserve">. </w:t>
      </w:r>
      <w:r w:rsidRPr="00AA04A0">
        <w:t>Mais de quoi</w:t>
      </w:r>
      <w:r w:rsidR="00EA052C">
        <w:t> ?</w:t>
      </w:r>
    </w:p>
    <w:p w14:paraId="03D4A407" w14:textId="7CD1DCFF" w:rsidR="00C855EF" w:rsidRPr="00AA04A0" w:rsidRDefault="00C855EF" w:rsidP="00EA052C">
      <w:pPr>
        <w:pStyle w:val="Titre1"/>
      </w:pPr>
      <w:bookmarkStart w:id="9" w:name="_Toc194837609"/>
      <w:r w:rsidRPr="00AA04A0">
        <w:lastRenderedPageBreak/>
        <w:t>VIII</w:t>
      </w:r>
      <w:r w:rsidRPr="00AA04A0">
        <w:br/>
      </w:r>
      <w:r w:rsidRPr="00AA04A0">
        <w:br/>
        <w:t>L</w:t>
      </w:r>
      <w:r w:rsidR="00EA052C">
        <w:t>’</w:t>
      </w:r>
      <w:r w:rsidRPr="00AA04A0">
        <w:t>AURORE AUSTRALE DU PÔLE MAGNÉTIQUE</w:t>
      </w:r>
      <w:bookmarkEnd w:id="9"/>
    </w:p>
    <w:p w14:paraId="45EFEC58" w14:textId="77777777" w:rsidR="00EA052C" w:rsidRDefault="00C855EF" w:rsidP="00C855EF">
      <w:r w:rsidRPr="00AA04A0">
        <w:t>Au fond du ciel</w:t>
      </w:r>
      <w:r w:rsidR="00EA052C">
        <w:t xml:space="preserve"> – </w:t>
      </w:r>
      <w:r w:rsidRPr="00AA04A0">
        <w:t xml:space="preserve">si on peut appeler </w:t>
      </w:r>
      <w:r w:rsidRPr="00AA04A0">
        <w:rPr>
          <w:i/>
          <w:iCs/>
          <w:szCs w:val="32"/>
        </w:rPr>
        <w:t>ciel</w:t>
      </w:r>
      <w:r w:rsidRPr="00AA04A0">
        <w:t xml:space="preserve"> ce qui formait l</w:t>
      </w:r>
      <w:r w:rsidR="00EA052C">
        <w:t>’</w:t>
      </w:r>
      <w:r w:rsidRPr="00AA04A0">
        <w:t>atmosphère ambiante</w:t>
      </w:r>
      <w:r w:rsidR="00EA052C">
        <w:t xml:space="preserve"> – </w:t>
      </w:r>
      <w:r w:rsidRPr="00AA04A0">
        <w:t>quelque chose de jaune</w:t>
      </w:r>
      <w:r w:rsidR="00EA052C">
        <w:t xml:space="preserve">, </w:t>
      </w:r>
      <w:r w:rsidRPr="00AA04A0">
        <w:t>de brillant</w:t>
      </w:r>
      <w:r w:rsidR="00EA052C">
        <w:t xml:space="preserve">, </w:t>
      </w:r>
      <w:r w:rsidRPr="00AA04A0">
        <w:t>de doré avait surgi</w:t>
      </w:r>
      <w:r w:rsidR="00EA052C">
        <w:t>.</w:t>
      </w:r>
    </w:p>
    <w:p w14:paraId="6D600137" w14:textId="77777777" w:rsidR="00EA052C" w:rsidRDefault="00EA052C" w:rsidP="00C855EF">
      <w:r>
        <w:t>— </w:t>
      </w:r>
      <w:r w:rsidR="00C855EF" w:rsidRPr="00AA04A0">
        <w:t>Le soleil</w:t>
      </w:r>
      <w:r>
        <w:t xml:space="preserve"> ! </w:t>
      </w:r>
      <w:r w:rsidR="00C855EF" w:rsidRPr="00AA04A0">
        <w:t>m</w:t>
      </w:r>
      <w:r>
        <w:t>’</w:t>
      </w:r>
      <w:r w:rsidR="00C855EF" w:rsidRPr="00AA04A0">
        <w:t>écriai-je</w:t>
      </w:r>
      <w:r>
        <w:t>.</w:t>
      </w:r>
    </w:p>
    <w:p w14:paraId="195C68FA" w14:textId="77777777" w:rsidR="00EA052C" w:rsidRDefault="00C855EF" w:rsidP="00C855EF">
      <w:r w:rsidRPr="00AA04A0">
        <w:t>L</w:t>
      </w:r>
      <w:r w:rsidR="00EA052C">
        <w:t>’</w:t>
      </w:r>
      <w:r w:rsidRPr="00AA04A0">
        <w:t>ingénieur ne répondit pas</w:t>
      </w:r>
      <w:r w:rsidR="00EA052C">
        <w:t xml:space="preserve"> ; </w:t>
      </w:r>
      <w:r w:rsidRPr="00AA04A0">
        <w:t>mais son regard</w:t>
      </w:r>
      <w:r w:rsidR="00EA052C">
        <w:t xml:space="preserve">, </w:t>
      </w:r>
      <w:r w:rsidRPr="00AA04A0">
        <w:t>comme le mien</w:t>
      </w:r>
      <w:r w:rsidR="00EA052C">
        <w:t xml:space="preserve">, </w:t>
      </w:r>
      <w:r w:rsidRPr="00AA04A0">
        <w:t>considérait le globe d</w:t>
      </w:r>
      <w:r w:rsidR="00EA052C">
        <w:t>’</w:t>
      </w:r>
      <w:r w:rsidRPr="00AA04A0">
        <w:t>or qui montait à l</w:t>
      </w:r>
      <w:r w:rsidR="00EA052C">
        <w:t>’</w:t>
      </w:r>
      <w:r w:rsidRPr="00AA04A0">
        <w:t>horizon</w:t>
      </w:r>
      <w:r w:rsidR="00EA052C">
        <w:t xml:space="preserve">. </w:t>
      </w:r>
      <w:r w:rsidRPr="00AA04A0">
        <w:t>Qu</w:t>
      </w:r>
      <w:r w:rsidR="00EA052C">
        <w:t>’</w:t>
      </w:r>
      <w:r w:rsidRPr="00AA04A0">
        <w:t>on excuse l</w:t>
      </w:r>
      <w:r w:rsidR="00EA052C">
        <w:t>’</w:t>
      </w:r>
      <w:r w:rsidRPr="00AA04A0">
        <w:t>idée bizarre qui me vint en une aussi émouvante ci</w:t>
      </w:r>
      <w:r w:rsidRPr="00AA04A0">
        <w:t>r</w:t>
      </w:r>
      <w:r w:rsidRPr="00AA04A0">
        <w:t>constance</w:t>
      </w:r>
      <w:r w:rsidR="00EA052C">
        <w:t xml:space="preserve">, </w:t>
      </w:r>
      <w:r w:rsidRPr="00AA04A0">
        <w:t>mais il me semblait que c</w:t>
      </w:r>
      <w:r w:rsidR="00EA052C">
        <w:t>’</w:t>
      </w:r>
      <w:r w:rsidRPr="00AA04A0">
        <w:t>était comme un beau dollar neuf qui montait au loin</w:t>
      </w:r>
      <w:r w:rsidR="00EA052C">
        <w:t xml:space="preserve">, </w:t>
      </w:r>
      <w:r w:rsidRPr="00AA04A0">
        <w:t>parmi des brumes roses et flottantes</w:t>
      </w:r>
      <w:r w:rsidR="00EA052C">
        <w:t>.</w:t>
      </w:r>
    </w:p>
    <w:p w14:paraId="2D8649DF" w14:textId="77777777" w:rsidR="00EA052C" w:rsidRDefault="00C855EF" w:rsidP="00C855EF">
      <w:r w:rsidRPr="00AA04A0">
        <w:t>C</w:t>
      </w:r>
      <w:r w:rsidR="00EA052C">
        <w:t>’</w:t>
      </w:r>
      <w:r w:rsidRPr="00AA04A0">
        <w:t xml:space="preserve">est vers cette chose brillante et lumineuse que le </w:t>
      </w:r>
      <w:proofErr w:type="spellStart"/>
      <w:r w:rsidRPr="00AA04A0">
        <w:rPr>
          <w:i/>
          <w:iCs/>
          <w:szCs w:val="32"/>
        </w:rPr>
        <w:t>Météor</w:t>
      </w:r>
      <w:proofErr w:type="spellEnd"/>
      <w:r w:rsidRPr="00AA04A0">
        <w:t xml:space="preserve"> marchait de toute la force de son moteur</w:t>
      </w:r>
      <w:r w:rsidR="00EA052C">
        <w:t xml:space="preserve">. </w:t>
      </w:r>
      <w:r w:rsidRPr="00AA04A0">
        <w:t>À chaque embardée de l</w:t>
      </w:r>
      <w:r w:rsidR="00EA052C">
        <w:t>’</w:t>
      </w:r>
      <w:r w:rsidRPr="00AA04A0">
        <w:t>aéroplane un tressaillement bizarre et inquiétant secouait les boussoles</w:t>
      </w:r>
      <w:r w:rsidR="00EA052C">
        <w:t xml:space="preserve">. </w:t>
      </w:r>
      <w:r w:rsidRPr="00AA04A0">
        <w:t>Elles s</w:t>
      </w:r>
      <w:r w:rsidR="00EA052C">
        <w:t>’</w:t>
      </w:r>
      <w:r w:rsidRPr="00AA04A0">
        <w:t>agitaient dans leurs cercles de cuivre</w:t>
      </w:r>
      <w:r w:rsidR="00EA052C">
        <w:t xml:space="preserve">, </w:t>
      </w:r>
      <w:r w:rsidRPr="00AA04A0">
        <w:t>tournant éperdument de leurs aiguilles aimantées</w:t>
      </w:r>
      <w:r w:rsidR="00EA052C">
        <w:t xml:space="preserve">, </w:t>
      </w:r>
      <w:r w:rsidRPr="00AA04A0">
        <w:t>comme folles et furieuses</w:t>
      </w:r>
      <w:r w:rsidR="00EA052C">
        <w:t xml:space="preserve">. </w:t>
      </w:r>
      <w:r w:rsidRPr="00AA04A0">
        <w:t xml:space="preserve">Un mot de Toby </w:t>
      </w:r>
      <w:proofErr w:type="spellStart"/>
      <w:r w:rsidRPr="00AA04A0">
        <w:t>Kleampton</w:t>
      </w:r>
      <w:proofErr w:type="spellEnd"/>
      <w:r w:rsidRPr="00AA04A0">
        <w:t xml:space="preserve"> me prévint</w:t>
      </w:r>
      <w:r w:rsidR="00EA052C">
        <w:t> :</w:t>
      </w:r>
    </w:p>
    <w:p w14:paraId="303DBAD4" w14:textId="77777777" w:rsidR="00EA052C" w:rsidRDefault="00EA052C" w:rsidP="00C855EF">
      <w:r>
        <w:t>— </w:t>
      </w:r>
      <w:r w:rsidR="00C855EF" w:rsidRPr="00AA04A0">
        <w:t>L</w:t>
      </w:r>
      <w:r>
        <w:t>’</w:t>
      </w:r>
      <w:r w:rsidR="00C855EF" w:rsidRPr="00AA04A0">
        <w:t>orage magnétique</w:t>
      </w:r>
      <w:r>
        <w:t>.</w:t>
      </w:r>
    </w:p>
    <w:p w14:paraId="510505B9" w14:textId="77777777" w:rsidR="00EA052C" w:rsidRDefault="00EA052C" w:rsidP="00C855EF">
      <w:r>
        <w:t>— </w:t>
      </w:r>
      <w:r w:rsidR="00C855EF" w:rsidRPr="00AA04A0">
        <w:t>Et ça</w:t>
      </w:r>
      <w:r>
        <w:t xml:space="preserve"> ? </w:t>
      </w:r>
      <w:r w:rsidR="00C855EF" w:rsidRPr="00AA04A0">
        <w:t>lui demandai-je</w:t>
      </w:r>
      <w:r>
        <w:t xml:space="preserve">, </w:t>
      </w:r>
      <w:r w:rsidR="00C855EF" w:rsidRPr="00AA04A0">
        <w:t>le doigt désignant le globe d</w:t>
      </w:r>
      <w:r>
        <w:t>’</w:t>
      </w:r>
      <w:r w:rsidR="00C855EF" w:rsidRPr="00AA04A0">
        <w:t>or à l</w:t>
      </w:r>
      <w:r>
        <w:t>’</w:t>
      </w:r>
      <w:r w:rsidR="00C855EF" w:rsidRPr="00AA04A0">
        <w:t>horizon</w:t>
      </w:r>
      <w:r>
        <w:t>.</w:t>
      </w:r>
    </w:p>
    <w:p w14:paraId="0D427AE3" w14:textId="77777777" w:rsidR="00EA052C" w:rsidRDefault="00EA052C" w:rsidP="00C855EF">
      <w:r>
        <w:t>— </w:t>
      </w:r>
      <w:r w:rsidR="00C855EF" w:rsidRPr="00AA04A0">
        <w:t>Nous allons voir</w:t>
      </w:r>
      <w:r>
        <w:t xml:space="preserve">, </w:t>
      </w:r>
      <w:r w:rsidR="00C855EF" w:rsidRPr="00AA04A0">
        <w:t>dit-il</w:t>
      </w:r>
      <w:r>
        <w:t>.</w:t>
      </w:r>
    </w:p>
    <w:p w14:paraId="6C35A421" w14:textId="77777777" w:rsidR="00EA052C" w:rsidRDefault="00C855EF" w:rsidP="00C855EF">
      <w:r w:rsidRPr="00AA04A0">
        <w:t>Combien d</w:t>
      </w:r>
      <w:r w:rsidR="00EA052C">
        <w:t>’</w:t>
      </w:r>
      <w:r w:rsidRPr="00AA04A0">
        <w:t xml:space="preserve">heures dura la course du </w:t>
      </w:r>
      <w:proofErr w:type="spellStart"/>
      <w:r w:rsidRPr="00AA04A0">
        <w:t>Météor</w:t>
      </w:r>
      <w:proofErr w:type="spellEnd"/>
      <w:r w:rsidR="00EA052C">
        <w:t xml:space="preserve"> ? </w:t>
      </w:r>
      <w:r w:rsidRPr="00AA04A0">
        <w:t>Je ne sais</w:t>
      </w:r>
      <w:r w:rsidR="00EA052C">
        <w:t xml:space="preserve">. </w:t>
      </w:r>
      <w:r w:rsidRPr="00AA04A0">
        <w:t>Et comment le savoir</w:t>
      </w:r>
      <w:r w:rsidR="00EA052C">
        <w:t xml:space="preserve"> ? </w:t>
      </w:r>
      <w:r w:rsidRPr="00AA04A0">
        <w:t>Je l</w:t>
      </w:r>
      <w:r w:rsidR="00EA052C">
        <w:t>’</w:t>
      </w:r>
      <w:r w:rsidRPr="00AA04A0">
        <w:t>ai dit</w:t>
      </w:r>
      <w:r w:rsidR="00EA052C">
        <w:t xml:space="preserve">, </w:t>
      </w:r>
      <w:r w:rsidRPr="00AA04A0">
        <w:t xml:space="preserve">à notre entrée dans les </w:t>
      </w:r>
      <w:r w:rsidRPr="00AA04A0">
        <w:lastRenderedPageBreak/>
        <w:t>régions polaires</w:t>
      </w:r>
      <w:r w:rsidR="00EA052C">
        <w:t xml:space="preserve">, </w:t>
      </w:r>
      <w:r w:rsidRPr="00AA04A0">
        <w:t>nos montres s</w:t>
      </w:r>
      <w:r w:rsidR="00EA052C">
        <w:t>’</w:t>
      </w:r>
      <w:r w:rsidRPr="00AA04A0">
        <w:t>étaient arrêtées et rien ne pouvait nous guider sur la marche de l</w:t>
      </w:r>
      <w:r w:rsidR="00EA052C">
        <w:t>’</w:t>
      </w:r>
      <w:r w:rsidRPr="00AA04A0">
        <w:t>heure dans l</w:t>
      </w:r>
      <w:r w:rsidR="00EA052C">
        <w:t>’</w:t>
      </w:r>
      <w:r w:rsidRPr="00AA04A0">
        <w:t>inconnu où nous v</w:t>
      </w:r>
      <w:r w:rsidRPr="00AA04A0">
        <w:t>o</w:t>
      </w:r>
      <w:r w:rsidRPr="00AA04A0">
        <w:t>guions</w:t>
      </w:r>
      <w:r w:rsidR="00EA052C">
        <w:t>.</w:t>
      </w:r>
    </w:p>
    <w:p w14:paraId="021F2C85" w14:textId="77777777" w:rsidR="00EA052C" w:rsidRDefault="00C855EF" w:rsidP="00C855EF">
      <w:r w:rsidRPr="00AA04A0">
        <w:t>Cependant la lueur dorée grandissait à vue d</w:t>
      </w:r>
      <w:r w:rsidR="00EA052C">
        <w:t>’</w:t>
      </w:r>
      <w:r w:rsidRPr="00AA04A0">
        <w:t>œil</w:t>
      </w:r>
      <w:r w:rsidR="00EA052C">
        <w:t>.</w:t>
      </w:r>
    </w:p>
    <w:p w14:paraId="5187D369" w14:textId="77777777" w:rsidR="00EA052C" w:rsidRDefault="00C855EF" w:rsidP="00C855EF">
      <w:r w:rsidRPr="00AA04A0">
        <w:t>Brusquement ce fut comme l</w:t>
      </w:r>
      <w:r w:rsidR="00EA052C">
        <w:t>’</w:t>
      </w:r>
      <w:r w:rsidRPr="00AA04A0">
        <w:t>éruption d</w:t>
      </w:r>
      <w:r w:rsidR="00EA052C">
        <w:t>’</w:t>
      </w:r>
      <w:r w:rsidRPr="00AA04A0">
        <w:t>un volcan</w:t>
      </w:r>
      <w:r w:rsidR="00EA052C">
        <w:t xml:space="preserve">. </w:t>
      </w:r>
      <w:r w:rsidRPr="00AA04A0">
        <w:t>Des ors</w:t>
      </w:r>
      <w:r w:rsidR="00EA052C">
        <w:t xml:space="preserve">, </w:t>
      </w:r>
      <w:r w:rsidRPr="00AA04A0">
        <w:t>des pourpres</w:t>
      </w:r>
      <w:r w:rsidR="00EA052C">
        <w:t xml:space="preserve">, </w:t>
      </w:r>
      <w:r w:rsidRPr="00AA04A0">
        <w:t>des verts</w:t>
      </w:r>
      <w:r w:rsidR="00EA052C">
        <w:t xml:space="preserve">, </w:t>
      </w:r>
      <w:r w:rsidRPr="00AA04A0">
        <w:t>éclatèrent en fusées dans le ciel et un spectacle inouï s</w:t>
      </w:r>
      <w:r w:rsidR="00EA052C">
        <w:t>’</w:t>
      </w:r>
      <w:r w:rsidRPr="00AA04A0">
        <w:t>offrit à nos yeux</w:t>
      </w:r>
      <w:r w:rsidR="00EA052C">
        <w:t>.</w:t>
      </w:r>
    </w:p>
    <w:p w14:paraId="68F33532" w14:textId="77777777" w:rsidR="00EA052C" w:rsidRDefault="00EA052C" w:rsidP="00C855EF">
      <w:r>
        <w:t>— </w:t>
      </w:r>
      <w:r w:rsidR="00C855EF" w:rsidRPr="00AA04A0">
        <w:t>L</w:t>
      </w:r>
      <w:r>
        <w:t>’</w:t>
      </w:r>
      <w:r w:rsidR="00C855EF" w:rsidRPr="00AA04A0">
        <w:t>aurore australe</w:t>
      </w:r>
      <w:r>
        <w:t xml:space="preserve"> ! </w:t>
      </w:r>
      <w:r w:rsidR="00C855EF" w:rsidRPr="00AA04A0">
        <w:t>dit Toby</w:t>
      </w:r>
      <w:r>
        <w:t>.</w:t>
      </w:r>
    </w:p>
    <w:p w14:paraId="7B6D754B" w14:textId="77777777" w:rsidR="00EA052C" w:rsidRDefault="00C855EF" w:rsidP="00C855EF">
      <w:r w:rsidRPr="00AA04A0">
        <w:t>Nous assistions</w:t>
      </w:r>
      <w:r w:rsidR="00EA052C">
        <w:t xml:space="preserve">, </w:t>
      </w:r>
      <w:r w:rsidRPr="00AA04A0">
        <w:t>muets</w:t>
      </w:r>
      <w:r w:rsidR="00EA052C">
        <w:t xml:space="preserve">, </w:t>
      </w:r>
      <w:r w:rsidRPr="00AA04A0">
        <w:t>à son explosion</w:t>
      </w:r>
      <w:r w:rsidR="00EA052C">
        <w:t xml:space="preserve">. </w:t>
      </w:r>
      <w:r w:rsidRPr="00AA04A0">
        <w:t>Des bandes égales montaient au ciel à présent</w:t>
      </w:r>
      <w:r w:rsidR="00EA052C">
        <w:t xml:space="preserve">, </w:t>
      </w:r>
      <w:r w:rsidRPr="00AA04A0">
        <w:t>étageant les pourpres sur les ors et les verts sur les pourpres</w:t>
      </w:r>
      <w:r w:rsidR="00EA052C">
        <w:t xml:space="preserve">. </w:t>
      </w:r>
      <w:r w:rsidRPr="00AA04A0">
        <w:t>À la base de ces couleurs</w:t>
      </w:r>
      <w:r w:rsidR="00EA052C">
        <w:t xml:space="preserve">, </w:t>
      </w:r>
      <w:r w:rsidRPr="00AA04A0">
        <w:t>rayonnait le globe d</w:t>
      </w:r>
      <w:r w:rsidR="00EA052C">
        <w:t>’</w:t>
      </w:r>
      <w:r w:rsidRPr="00AA04A0">
        <w:t>or avec une force singulière</w:t>
      </w:r>
      <w:r w:rsidR="00EA052C">
        <w:t xml:space="preserve">. </w:t>
      </w:r>
      <w:r w:rsidRPr="00AA04A0">
        <w:t>Sous nos pieds</w:t>
      </w:r>
      <w:r w:rsidR="00EA052C">
        <w:t xml:space="preserve">, </w:t>
      </w:r>
      <w:r w:rsidRPr="00AA04A0">
        <w:t>le décor avait</w:t>
      </w:r>
      <w:r w:rsidR="00EA052C">
        <w:t xml:space="preserve">, </w:t>
      </w:r>
      <w:r w:rsidRPr="00AA04A0">
        <w:t>lui aussi</w:t>
      </w:r>
      <w:r w:rsidR="00EA052C">
        <w:t xml:space="preserve">, </w:t>
      </w:r>
      <w:r w:rsidRPr="00AA04A0">
        <w:t>pris un autre aspect</w:t>
      </w:r>
      <w:r w:rsidR="00EA052C">
        <w:t xml:space="preserve">. </w:t>
      </w:r>
      <w:r w:rsidRPr="00AA04A0">
        <w:t>Ce n</w:t>
      </w:r>
      <w:r w:rsidR="00EA052C">
        <w:t>’</w:t>
      </w:r>
      <w:r w:rsidRPr="00AA04A0">
        <w:t>était plus la plaine unie</w:t>
      </w:r>
      <w:r w:rsidR="00EA052C">
        <w:t xml:space="preserve">, </w:t>
      </w:r>
      <w:r w:rsidRPr="00AA04A0">
        <w:t>plate</w:t>
      </w:r>
      <w:r w:rsidR="00EA052C">
        <w:t xml:space="preserve">, </w:t>
      </w:r>
      <w:r w:rsidRPr="00AA04A0">
        <w:t>uniforme</w:t>
      </w:r>
      <w:r w:rsidR="00EA052C">
        <w:t xml:space="preserve">, </w:t>
      </w:r>
      <w:r w:rsidRPr="00AA04A0">
        <w:t>et monotone</w:t>
      </w:r>
      <w:r w:rsidR="00EA052C">
        <w:t xml:space="preserve">, </w:t>
      </w:r>
      <w:r w:rsidRPr="00AA04A0">
        <w:t>bornée par le mur de b</w:t>
      </w:r>
      <w:r w:rsidRPr="00AA04A0">
        <w:t>i</w:t>
      </w:r>
      <w:r w:rsidRPr="00AA04A0">
        <w:t>tume</w:t>
      </w:r>
      <w:r w:rsidR="00EA052C">
        <w:t xml:space="preserve">, </w:t>
      </w:r>
      <w:r w:rsidRPr="00AA04A0">
        <w:t>mais un paysage</w:t>
      </w:r>
      <w:r w:rsidR="00EA052C">
        <w:t xml:space="preserve">, </w:t>
      </w:r>
      <w:r w:rsidRPr="00AA04A0">
        <w:t>hérissé de rochers qui semblaient garnis de mousses vertes</w:t>
      </w:r>
      <w:r w:rsidR="00EA052C">
        <w:t xml:space="preserve">. </w:t>
      </w:r>
      <w:r w:rsidRPr="00AA04A0">
        <w:t>Une étrange végétation inconnue garnissait le sol</w:t>
      </w:r>
      <w:r w:rsidR="00EA052C">
        <w:t xml:space="preserve">. </w:t>
      </w:r>
      <w:r w:rsidRPr="00AA04A0">
        <w:t>À la hauteur où nous étions</w:t>
      </w:r>
      <w:r w:rsidR="00EA052C">
        <w:t xml:space="preserve">, </w:t>
      </w:r>
      <w:r w:rsidRPr="00AA04A0">
        <w:t>on distinguait confusément des arbres extraordinaires</w:t>
      </w:r>
      <w:r w:rsidR="00EA052C">
        <w:t xml:space="preserve">, </w:t>
      </w:r>
      <w:r w:rsidRPr="00AA04A0">
        <w:t>mais tous penchés</w:t>
      </w:r>
      <w:r w:rsidR="00EA052C">
        <w:t xml:space="preserve">, </w:t>
      </w:r>
      <w:r w:rsidRPr="00AA04A0">
        <w:t>inclinés</w:t>
      </w:r>
      <w:r w:rsidR="00EA052C">
        <w:t xml:space="preserve">, </w:t>
      </w:r>
      <w:r w:rsidRPr="00AA04A0">
        <w:t>dirigés et ployés dans une même direction</w:t>
      </w:r>
      <w:r w:rsidR="00EA052C">
        <w:t xml:space="preserve">. </w:t>
      </w:r>
      <w:r w:rsidRPr="00AA04A0">
        <w:t>Toutes ces branches te</w:t>
      </w:r>
      <w:r w:rsidRPr="00AA04A0">
        <w:t>n</w:t>
      </w:r>
      <w:r w:rsidRPr="00AA04A0">
        <w:t>dues vers le même point de l</w:t>
      </w:r>
      <w:r w:rsidR="00EA052C">
        <w:t>’</w:t>
      </w:r>
      <w:r w:rsidRPr="00AA04A0">
        <w:t>horizon semblaient autant de bras suppliants brandis vers un dieu discret</w:t>
      </w:r>
      <w:r w:rsidR="00EA052C">
        <w:t xml:space="preserve">, </w:t>
      </w:r>
      <w:r w:rsidRPr="00AA04A0">
        <w:t>farouche et invisible</w:t>
      </w:r>
      <w:r w:rsidR="00EA052C">
        <w:t>.</w:t>
      </w:r>
    </w:p>
    <w:p w14:paraId="0D830804" w14:textId="77777777" w:rsidR="00EA052C" w:rsidRDefault="00C855EF" w:rsidP="00C855EF">
      <w:r w:rsidRPr="00AA04A0">
        <w:t xml:space="preserve">Toby </w:t>
      </w:r>
      <w:proofErr w:type="spellStart"/>
      <w:r w:rsidRPr="00AA04A0">
        <w:t>Kleampton</w:t>
      </w:r>
      <w:proofErr w:type="spellEnd"/>
      <w:r w:rsidRPr="00AA04A0">
        <w:t xml:space="preserve"> ne fut pas sans le remarquer</w:t>
      </w:r>
      <w:r w:rsidR="00EA052C">
        <w:t>.</w:t>
      </w:r>
    </w:p>
    <w:p w14:paraId="397AFB9B" w14:textId="77777777" w:rsidR="00EA052C" w:rsidRDefault="00EA052C" w:rsidP="00C855EF">
      <w:r>
        <w:t>— </w:t>
      </w:r>
      <w:r w:rsidR="00C855EF" w:rsidRPr="00AA04A0">
        <w:t>Observez la direction de ces arbres</w:t>
      </w:r>
      <w:r>
        <w:t xml:space="preserve">, </w:t>
      </w:r>
      <w:r w:rsidR="00C855EF" w:rsidRPr="00AA04A0">
        <w:t>gentleman</w:t>
      </w:r>
      <w:r>
        <w:t xml:space="preserve">, </w:t>
      </w:r>
      <w:r w:rsidR="00C855EF" w:rsidRPr="00AA04A0">
        <w:t>c</w:t>
      </w:r>
      <w:r>
        <w:t>’</w:t>
      </w:r>
      <w:r w:rsidR="00C855EF" w:rsidRPr="00AA04A0">
        <w:t>est une indication précieuse</w:t>
      </w:r>
      <w:r>
        <w:t xml:space="preserve">. </w:t>
      </w:r>
      <w:r w:rsidR="00C855EF" w:rsidRPr="00AA04A0">
        <w:t>Dans cette direction</w:t>
      </w:r>
      <w:r>
        <w:t xml:space="preserve">, </w:t>
      </w:r>
      <w:r w:rsidR="00C855EF" w:rsidRPr="00AA04A0">
        <w:t>se trouve ce que nous cherchons</w:t>
      </w:r>
      <w:r>
        <w:t xml:space="preserve">. </w:t>
      </w:r>
      <w:r w:rsidR="00C855EF" w:rsidRPr="00AA04A0">
        <w:t>Ralentissons la course afin d</w:t>
      </w:r>
      <w:r>
        <w:t>’</w:t>
      </w:r>
      <w:r w:rsidR="00C855EF" w:rsidRPr="00AA04A0">
        <w:t>observer les détails de la région</w:t>
      </w:r>
      <w:r>
        <w:t>.</w:t>
      </w:r>
    </w:p>
    <w:p w14:paraId="05570B38" w14:textId="77777777" w:rsidR="00EA052C" w:rsidRDefault="00C855EF" w:rsidP="00C855EF">
      <w:r w:rsidRPr="00AA04A0">
        <w:t>Et il pesa sur ses leviers</w:t>
      </w:r>
      <w:r w:rsidR="00EA052C">
        <w:t>.</w:t>
      </w:r>
    </w:p>
    <w:p w14:paraId="3E823345" w14:textId="77777777" w:rsidR="00EA052C" w:rsidRDefault="00C855EF" w:rsidP="00C855EF">
      <w:r w:rsidRPr="00AA04A0">
        <w:t xml:space="preserve">Le </w:t>
      </w:r>
      <w:proofErr w:type="spellStart"/>
      <w:r w:rsidRPr="00AA04A0">
        <w:rPr>
          <w:i/>
          <w:iCs/>
          <w:szCs w:val="32"/>
        </w:rPr>
        <w:t>Météor</w:t>
      </w:r>
      <w:proofErr w:type="spellEnd"/>
      <w:r w:rsidRPr="00AA04A0">
        <w:t xml:space="preserve"> ralentit doucement sa marche</w:t>
      </w:r>
      <w:r w:rsidR="00EA052C">
        <w:t>.</w:t>
      </w:r>
    </w:p>
    <w:p w14:paraId="237D9DE3" w14:textId="77777777" w:rsidR="00EA052C" w:rsidRDefault="00C855EF" w:rsidP="00C855EF">
      <w:r w:rsidRPr="00AA04A0">
        <w:lastRenderedPageBreak/>
        <w:t>Devant nous</w:t>
      </w:r>
      <w:r w:rsidR="00EA052C">
        <w:t xml:space="preserve">, </w:t>
      </w:r>
      <w:r w:rsidRPr="00AA04A0">
        <w:t>au loin</w:t>
      </w:r>
      <w:r w:rsidR="00EA052C">
        <w:t xml:space="preserve">, </w:t>
      </w:r>
      <w:r w:rsidRPr="00AA04A0">
        <w:t>l</w:t>
      </w:r>
      <w:r w:rsidR="00EA052C">
        <w:t>’</w:t>
      </w:r>
      <w:r w:rsidRPr="00AA04A0">
        <w:t>aurore australe déployait une m</w:t>
      </w:r>
      <w:r w:rsidRPr="00AA04A0">
        <w:t>a</w:t>
      </w:r>
      <w:r w:rsidRPr="00AA04A0">
        <w:t>gnificence expirante</w:t>
      </w:r>
      <w:r w:rsidR="00EA052C">
        <w:t xml:space="preserve">. </w:t>
      </w:r>
      <w:r w:rsidRPr="00AA04A0">
        <w:t>Les tons des couleurs se dissolvaient le</w:t>
      </w:r>
      <w:r w:rsidRPr="00AA04A0">
        <w:t>n</w:t>
      </w:r>
      <w:r w:rsidRPr="00AA04A0">
        <w:t>tement dans l</w:t>
      </w:r>
      <w:r w:rsidR="00EA052C">
        <w:t>’</w:t>
      </w:r>
      <w:r w:rsidRPr="00AA04A0">
        <w:t>atmosphère brumeuse</w:t>
      </w:r>
      <w:r w:rsidR="00EA052C">
        <w:t xml:space="preserve">, </w:t>
      </w:r>
      <w:r w:rsidRPr="00AA04A0">
        <w:t>se mêlaient confusément</w:t>
      </w:r>
      <w:r w:rsidR="00EA052C">
        <w:t xml:space="preserve">, </w:t>
      </w:r>
      <w:r w:rsidRPr="00AA04A0">
        <w:t>se fondaient entre eux</w:t>
      </w:r>
      <w:r w:rsidR="00EA052C">
        <w:t>.</w:t>
      </w:r>
    </w:p>
    <w:p w14:paraId="2C0FBEDB" w14:textId="77777777" w:rsidR="00EA052C" w:rsidRDefault="00C855EF" w:rsidP="00C855EF">
      <w:r w:rsidRPr="00AA04A0">
        <w:t>Seul le globe d</w:t>
      </w:r>
      <w:r w:rsidR="00EA052C">
        <w:t>’</w:t>
      </w:r>
      <w:r w:rsidRPr="00AA04A0">
        <w:t>or ne diminuait pas d</w:t>
      </w:r>
      <w:r w:rsidR="00EA052C">
        <w:t>’</w:t>
      </w:r>
      <w:r w:rsidRPr="00AA04A0">
        <w:t>éclat</w:t>
      </w:r>
      <w:r w:rsidR="00EA052C">
        <w:t>.</w:t>
      </w:r>
    </w:p>
    <w:p w14:paraId="3AA37424" w14:textId="77777777" w:rsidR="00EA052C" w:rsidRDefault="00C855EF" w:rsidP="00C855EF">
      <w:r w:rsidRPr="00AA04A0">
        <w:t>Alors nous prîmes le seul parti raisonnable</w:t>
      </w:r>
      <w:r w:rsidR="00EA052C">
        <w:t xml:space="preserve">, </w:t>
      </w:r>
      <w:r w:rsidRPr="00AA04A0">
        <w:t>celui de de</w:t>
      </w:r>
      <w:r w:rsidRPr="00AA04A0">
        <w:t>s</w:t>
      </w:r>
      <w:r w:rsidRPr="00AA04A0">
        <w:t xml:space="preserve">cendre à terre et le </w:t>
      </w:r>
      <w:proofErr w:type="spellStart"/>
      <w:r w:rsidRPr="00AA04A0">
        <w:rPr>
          <w:i/>
          <w:iCs/>
          <w:szCs w:val="32"/>
        </w:rPr>
        <w:t>Météor</w:t>
      </w:r>
      <w:proofErr w:type="spellEnd"/>
      <w:r w:rsidRPr="00AA04A0">
        <w:t xml:space="preserve"> fut amené à ras le sol où il s</w:t>
      </w:r>
      <w:r w:rsidR="00EA052C">
        <w:t>’</w:t>
      </w:r>
      <w:r w:rsidRPr="00AA04A0">
        <w:t>immobilisa</w:t>
      </w:r>
      <w:r w:rsidR="00EA052C">
        <w:t>.</w:t>
      </w:r>
    </w:p>
    <w:p w14:paraId="6ABF0EDE" w14:textId="77777777" w:rsidR="00EA052C" w:rsidRDefault="00C855EF" w:rsidP="00C855EF">
      <w:r w:rsidRPr="00AA04A0">
        <w:t>Sortis de la cabine nous remarquâmes que la clef avait di</w:t>
      </w:r>
      <w:r w:rsidRPr="00AA04A0">
        <w:t>s</w:t>
      </w:r>
      <w:r w:rsidRPr="00AA04A0">
        <w:t>paru de la serrure</w:t>
      </w:r>
      <w:r w:rsidR="00EA052C">
        <w:t>.</w:t>
      </w:r>
    </w:p>
    <w:p w14:paraId="23FFA1D3" w14:textId="77777777" w:rsidR="00EA052C" w:rsidRDefault="00EA052C" w:rsidP="00C855EF">
      <w:r>
        <w:t>— </w:t>
      </w:r>
      <w:r w:rsidR="00C855EF" w:rsidRPr="00AA04A0">
        <w:t>Elle sera tombée au cours du voyage</w:t>
      </w:r>
      <w:r>
        <w:t xml:space="preserve">, </w:t>
      </w:r>
      <w:r w:rsidR="00C855EF" w:rsidRPr="00AA04A0">
        <w:t>dis-je à l</w:t>
      </w:r>
      <w:r>
        <w:t>’</w:t>
      </w:r>
      <w:r w:rsidR="00C855EF" w:rsidRPr="00AA04A0">
        <w:t>ingénieur</w:t>
      </w:r>
      <w:r>
        <w:t>.</w:t>
      </w:r>
    </w:p>
    <w:p w14:paraId="2CB5E1F8" w14:textId="77777777" w:rsidR="00EA052C" w:rsidRDefault="00C855EF" w:rsidP="00C855EF">
      <w:r w:rsidRPr="00AA04A0">
        <w:t>Celui-ci</w:t>
      </w:r>
      <w:r w:rsidR="00EA052C">
        <w:t xml:space="preserve">, </w:t>
      </w:r>
      <w:r w:rsidRPr="00AA04A0">
        <w:t>penché sur la serrure</w:t>
      </w:r>
      <w:r w:rsidR="00EA052C">
        <w:t xml:space="preserve">, </w:t>
      </w:r>
      <w:r w:rsidRPr="00AA04A0">
        <w:t>l</w:t>
      </w:r>
      <w:r w:rsidR="00EA052C">
        <w:t>’</w:t>
      </w:r>
      <w:r w:rsidRPr="00AA04A0">
        <w:t>examinait attentivement</w:t>
      </w:r>
      <w:r w:rsidR="00EA052C">
        <w:t xml:space="preserve">, </w:t>
      </w:r>
      <w:r w:rsidRPr="00AA04A0">
        <w:t>hochant la tête</w:t>
      </w:r>
      <w:r w:rsidR="00EA052C">
        <w:t>.</w:t>
      </w:r>
    </w:p>
    <w:p w14:paraId="28932FB0" w14:textId="77777777" w:rsidR="00EA052C" w:rsidRDefault="00EA052C" w:rsidP="00C855EF">
      <w:r>
        <w:t>— </w:t>
      </w:r>
      <w:r w:rsidR="00C855EF" w:rsidRPr="00AA04A0">
        <w:t>Non</w:t>
      </w:r>
      <w:r>
        <w:t xml:space="preserve">, </w:t>
      </w:r>
      <w:r w:rsidR="00C855EF" w:rsidRPr="00AA04A0">
        <w:t>dit-il</w:t>
      </w:r>
      <w:r>
        <w:t xml:space="preserve">, </w:t>
      </w:r>
      <w:r w:rsidR="00C855EF" w:rsidRPr="00AA04A0">
        <w:t>enfin</w:t>
      </w:r>
      <w:r>
        <w:t xml:space="preserve">, </w:t>
      </w:r>
      <w:r w:rsidR="00C855EF" w:rsidRPr="00AA04A0">
        <w:t>la clef n</w:t>
      </w:r>
      <w:r>
        <w:t>’</w:t>
      </w:r>
      <w:r w:rsidR="00C855EF" w:rsidRPr="00AA04A0">
        <w:t>a pas été perdue</w:t>
      </w:r>
      <w:r>
        <w:t xml:space="preserve">, </w:t>
      </w:r>
      <w:r w:rsidR="00C855EF" w:rsidRPr="00AA04A0">
        <w:t>gentleman</w:t>
      </w:r>
      <w:r>
        <w:t>.</w:t>
      </w:r>
    </w:p>
    <w:p w14:paraId="60D2C396" w14:textId="77777777" w:rsidR="00EA052C" w:rsidRDefault="00EA052C" w:rsidP="00C855EF">
      <w:r>
        <w:t>— </w:t>
      </w:r>
      <w:r w:rsidR="00C855EF" w:rsidRPr="00AA04A0">
        <w:t>Pourtant</w:t>
      </w:r>
      <w:r>
        <w:t xml:space="preserve">, </w:t>
      </w:r>
      <w:proofErr w:type="spellStart"/>
      <w:r w:rsidR="00C855EF" w:rsidRPr="00AA04A0">
        <w:t>Kleampton</w:t>
      </w:r>
      <w:proofErr w:type="spellEnd"/>
      <w:r>
        <w:t xml:space="preserve">, </w:t>
      </w:r>
      <w:r w:rsidR="00C855EF" w:rsidRPr="00AA04A0">
        <w:t>elle était là au départ de Long-Island</w:t>
      </w:r>
      <w:r>
        <w:t>.</w:t>
      </w:r>
    </w:p>
    <w:p w14:paraId="51D36DCF" w14:textId="77777777" w:rsidR="00EA052C" w:rsidRDefault="00EA052C" w:rsidP="00C855EF">
      <w:r>
        <w:t>— </w:t>
      </w:r>
      <w:r w:rsidR="00C855EF" w:rsidRPr="00AA04A0">
        <w:t>Elle était là encore au départ de la Terre de Feu</w:t>
      </w:r>
      <w:r>
        <w:t>.</w:t>
      </w:r>
    </w:p>
    <w:p w14:paraId="27BCDBDB" w14:textId="77777777" w:rsidR="00EA052C" w:rsidRDefault="00EA052C" w:rsidP="00C855EF">
      <w:r>
        <w:t>— </w:t>
      </w:r>
      <w:r w:rsidR="00C855EF" w:rsidRPr="00AA04A0">
        <w:t xml:space="preserve">Vous voyez bien </w:t>
      </w:r>
      <w:proofErr w:type="spellStart"/>
      <w:r w:rsidR="00C855EF" w:rsidRPr="00AA04A0">
        <w:t>Kleampton</w:t>
      </w:r>
      <w:proofErr w:type="spellEnd"/>
      <w:r>
        <w:t xml:space="preserve">, </w:t>
      </w:r>
      <w:r w:rsidR="00C855EF" w:rsidRPr="00AA04A0">
        <w:t>que j</w:t>
      </w:r>
      <w:r>
        <w:t>’</w:t>
      </w:r>
      <w:r w:rsidR="00C855EF" w:rsidRPr="00AA04A0">
        <w:t>avais bien raison de dire que</w:t>
      </w:r>
      <w:r>
        <w:t>…</w:t>
      </w:r>
    </w:p>
    <w:p w14:paraId="46FDF8E2" w14:textId="77777777" w:rsidR="00EA052C" w:rsidRDefault="00EA052C" w:rsidP="00C855EF">
      <w:r>
        <w:t>— </w:t>
      </w:r>
      <w:r w:rsidR="00C855EF" w:rsidRPr="00AA04A0">
        <w:t>Oui</w:t>
      </w:r>
      <w:r>
        <w:t xml:space="preserve">, </w:t>
      </w:r>
      <w:r w:rsidR="00C855EF" w:rsidRPr="00AA04A0">
        <w:t>je vois qu</w:t>
      </w:r>
      <w:r>
        <w:t>’</w:t>
      </w:r>
      <w:r w:rsidR="00C855EF" w:rsidRPr="00AA04A0">
        <w:t>elle a disparu</w:t>
      </w:r>
      <w:r>
        <w:t xml:space="preserve">. </w:t>
      </w:r>
      <w:r w:rsidR="00C855EF" w:rsidRPr="00AA04A0">
        <w:t>Et je prétends qu</w:t>
      </w:r>
      <w:r>
        <w:t>’</w:t>
      </w:r>
      <w:r w:rsidR="00C855EF" w:rsidRPr="00AA04A0">
        <w:t>elle a été arrachée</w:t>
      </w:r>
      <w:r>
        <w:t>.</w:t>
      </w:r>
    </w:p>
    <w:p w14:paraId="30519C89" w14:textId="77777777" w:rsidR="00EA052C" w:rsidRDefault="00EA052C" w:rsidP="00C855EF">
      <w:r>
        <w:t>— </w:t>
      </w:r>
      <w:r w:rsidR="00C855EF" w:rsidRPr="00AA04A0">
        <w:t>Arrachée</w:t>
      </w:r>
      <w:r>
        <w:t xml:space="preserve">, </w:t>
      </w:r>
      <w:proofErr w:type="spellStart"/>
      <w:r w:rsidR="00C855EF" w:rsidRPr="00AA04A0">
        <w:t>Kleampton</w:t>
      </w:r>
      <w:proofErr w:type="spellEnd"/>
      <w:r>
        <w:t xml:space="preserve"> ? </w:t>
      </w:r>
      <w:r w:rsidR="00C855EF" w:rsidRPr="00AA04A0">
        <w:t>Vous plaisantez</w:t>
      </w:r>
      <w:r>
        <w:t xml:space="preserve">, </w:t>
      </w:r>
      <w:r w:rsidR="00C855EF" w:rsidRPr="00AA04A0">
        <w:t>sans doute</w:t>
      </w:r>
      <w:r>
        <w:t xml:space="preserve">. </w:t>
      </w:r>
      <w:r w:rsidR="00C855EF" w:rsidRPr="00AA04A0">
        <w:t>A</w:t>
      </w:r>
      <w:r w:rsidR="00C855EF" w:rsidRPr="00AA04A0">
        <w:t>r</w:t>
      </w:r>
      <w:r w:rsidR="00C855EF" w:rsidRPr="00AA04A0">
        <w:t>rachée</w:t>
      </w:r>
      <w:r>
        <w:t xml:space="preserve"> ? </w:t>
      </w:r>
      <w:r w:rsidR="00C855EF" w:rsidRPr="00AA04A0">
        <w:t>En vérité</w:t>
      </w:r>
      <w:r>
        <w:t xml:space="preserve"> !… </w:t>
      </w:r>
      <w:r w:rsidR="00C855EF" w:rsidRPr="00AA04A0">
        <w:t>Et par qui</w:t>
      </w:r>
      <w:r>
        <w:t xml:space="preserve">, </w:t>
      </w:r>
      <w:r w:rsidR="00C855EF" w:rsidRPr="00AA04A0">
        <w:t>s</w:t>
      </w:r>
      <w:r>
        <w:t>’</w:t>
      </w:r>
      <w:r w:rsidR="00C855EF" w:rsidRPr="00AA04A0">
        <w:t>il vous plaît</w:t>
      </w:r>
      <w:r>
        <w:t> ?</w:t>
      </w:r>
    </w:p>
    <w:p w14:paraId="7AAB5C3A" w14:textId="77777777" w:rsidR="00EA052C" w:rsidRDefault="00EA052C" w:rsidP="00C855EF">
      <w:r>
        <w:t>— </w:t>
      </w:r>
      <w:r w:rsidR="00C855EF" w:rsidRPr="00AA04A0">
        <w:t>Par le Pôle</w:t>
      </w:r>
      <w:r>
        <w:t>.</w:t>
      </w:r>
    </w:p>
    <w:p w14:paraId="1F5FF314" w14:textId="77777777" w:rsidR="00EA052C" w:rsidRDefault="00EA052C" w:rsidP="00C855EF">
      <w:r>
        <w:t>— </w:t>
      </w:r>
      <w:r w:rsidR="00C855EF" w:rsidRPr="00AA04A0">
        <w:t>Par le</w:t>
      </w:r>
      <w:r>
        <w:t>…</w:t>
      </w:r>
    </w:p>
    <w:p w14:paraId="0CF9BDB0" w14:textId="77777777" w:rsidR="00EA052C" w:rsidRDefault="00EA052C" w:rsidP="00C855EF">
      <w:r>
        <w:lastRenderedPageBreak/>
        <w:t>— </w:t>
      </w:r>
      <w:r w:rsidR="00C855EF" w:rsidRPr="00AA04A0">
        <w:t>Oui</w:t>
      </w:r>
      <w:r>
        <w:t xml:space="preserve">, </w:t>
      </w:r>
      <w:r w:rsidR="00C855EF" w:rsidRPr="00AA04A0">
        <w:t>par l</w:t>
      </w:r>
      <w:r>
        <w:t>’</w:t>
      </w:r>
      <w:r w:rsidR="00C855EF" w:rsidRPr="00AA04A0">
        <w:t>aimant du Pôle</w:t>
      </w:r>
      <w:r>
        <w:t xml:space="preserve">. </w:t>
      </w:r>
      <w:r w:rsidR="00C855EF" w:rsidRPr="00AA04A0">
        <w:t>La clef était de fer doux</w:t>
      </w:r>
      <w:r>
        <w:t xml:space="preserve">, </w:t>
      </w:r>
      <w:r w:rsidR="00C855EF" w:rsidRPr="00AA04A0">
        <w:t>mais fixée intérieurement par un crochet à ressort qui empêchait sa chute pendant le voyage</w:t>
      </w:r>
      <w:r>
        <w:t xml:space="preserve">. </w:t>
      </w:r>
      <w:r w:rsidR="00C855EF" w:rsidRPr="00AA04A0">
        <w:t>Il a donc fallu toute la force magn</w:t>
      </w:r>
      <w:r w:rsidR="00C855EF" w:rsidRPr="00AA04A0">
        <w:t>é</w:t>
      </w:r>
      <w:r w:rsidR="00C855EF" w:rsidRPr="00AA04A0">
        <w:t>tique terrestre pour l</w:t>
      </w:r>
      <w:r>
        <w:t>’</w:t>
      </w:r>
      <w:r w:rsidR="00C855EF" w:rsidRPr="00AA04A0">
        <w:t>arracher de là</w:t>
      </w:r>
      <w:r>
        <w:t xml:space="preserve">. </w:t>
      </w:r>
      <w:r w:rsidR="00C855EF" w:rsidRPr="00AA04A0">
        <w:t>J</w:t>
      </w:r>
      <w:r>
        <w:t>’</w:t>
      </w:r>
      <w:r w:rsidR="00C855EF" w:rsidRPr="00AA04A0">
        <w:t>ai idée</w:t>
      </w:r>
      <w:r>
        <w:t xml:space="preserve">, </w:t>
      </w:r>
      <w:r w:rsidR="00C855EF" w:rsidRPr="00AA04A0">
        <w:t>gentleman</w:t>
      </w:r>
      <w:r>
        <w:t xml:space="preserve">, </w:t>
      </w:r>
      <w:r w:rsidR="00C855EF" w:rsidRPr="00AA04A0">
        <w:t>que nous retrouverons la clef de l</w:t>
      </w:r>
      <w:r>
        <w:t>’</w:t>
      </w:r>
      <w:r w:rsidR="00C855EF" w:rsidRPr="00AA04A0">
        <w:t>aéroplane en un singulier endroit</w:t>
      </w:r>
      <w:r>
        <w:t>.</w:t>
      </w:r>
    </w:p>
    <w:p w14:paraId="573AF1A3" w14:textId="77777777" w:rsidR="00EA052C" w:rsidRDefault="00EA052C" w:rsidP="00C855EF">
      <w:r>
        <w:t>— </w:t>
      </w:r>
      <w:r w:rsidR="00C855EF" w:rsidRPr="00AA04A0">
        <w:t>Quel endroit</w:t>
      </w:r>
      <w:r>
        <w:t xml:space="preserve">, </w:t>
      </w:r>
      <w:proofErr w:type="spellStart"/>
      <w:r w:rsidR="00C855EF" w:rsidRPr="00AA04A0">
        <w:t>Kleampton</w:t>
      </w:r>
      <w:proofErr w:type="spellEnd"/>
      <w:r>
        <w:t> ?</w:t>
      </w:r>
    </w:p>
    <w:p w14:paraId="53296E4C" w14:textId="77777777" w:rsidR="00EA052C" w:rsidRDefault="00EA052C" w:rsidP="00C855EF">
      <w:r>
        <w:t>— </w:t>
      </w:r>
      <w:r w:rsidR="00C855EF" w:rsidRPr="00AA04A0">
        <w:t>Qui vivra verra</w:t>
      </w:r>
      <w:r>
        <w:t xml:space="preserve">, </w:t>
      </w:r>
      <w:r w:rsidR="00C855EF" w:rsidRPr="00AA04A0">
        <w:t>dit sentencieusement l</w:t>
      </w:r>
      <w:r>
        <w:t>’</w:t>
      </w:r>
      <w:r w:rsidR="00C855EF" w:rsidRPr="00AA04A0">
        <w:t>ingénieur</w:t>
      </w:r>
      <w:r>
        <w:t>.</w:t>
      </w:r>
    </w:p>
    <w:p w14:paraId="7FDCF2C4" w14:textId="77777777" w:rsidR="00EA052C" w:rsidRDefault="00C855EF" w:rsidP="00C855EF">
      <w:r w:rsidRPr="00AA04A0">
        <w:t>Il s</w:t>
      </w:r>
      <w:r w:rsidR="00EA052C">
        <w:t>’</w:t>
      </w:r>
      <w:r w:rsidRPr="00AA04A0">
        <w:t>immobilisa</w:t>
      </w:r>
      <w:r w:rsidR="00EA052C">
        <w:t xml:space="preserve">, </w:t>
      </w:r>
      <w:r w:rsidRPr="00AA04A0">
        <w:t>sembla réfléchir profondément</w:t>
      </w:r>
      <w:r w:rsidR="00EA052C">
        <w:t xml:space="preserve">, </w:t>
      </w:r>
      <w:r w:rsidRPr="00AA04A0">
        <w:t>et ajouta</w:t>
      </w:r>
      <w:r w:rsidR="00EA052C">
        <w:t> :</w:t>
      </w:r>
    </w:p>
    <w:p w14:paraId="5269076D" w14:textId="77777777" w:rsidR="00EA052C" w:rsidRDefault="00EA052C" w:rsidP="00C855EF">
      <w:r>
        <w:t>— </w:t>
      </w:r>
      <w:r w:rsidR="00C855EF" w:rsidRPr="00AA04A0">
        <w:t>Marchons</w:t>
      </w:r>
      <w:r>
        <w:t>.</w:t>
      </w:r>
    </w:p>
    <w:p w14:paraId="44472A59" w14:textId="77777777" w:rsidR="00EA052C" w:rsidRDefault="00C855EF" w:rsidP="00C855EF">
      <w:r w:rsidRPr="00AA04A0">
        <w:t>Alors nous regardâmes autour de nous la terre inconnue où nous avions abordé</w:t>
      </w:r>
      <w:r w:rsidR="00EA052C">
        <w:t>.</w:t>
      </w:r>
    </w:p>
    <w:p w14:paraId="79E45B28" w14:textId="224ECE25" w:rsidR="00C855EF" w:rsidRPr="00AA04A0" w:rsidRDefault="00C855EF" w:rsidP="00EA052C">
      <w:pPr>
        <w:pStyle w:val="Titre1"/>
      </w:pPr>
      <w:bookmarkStart w:id="10" w:name="_Toc194837610"/>
      <w:r w:rsidRPr="00AA04A0">
        <w:lastRenderedPageBreak/>
        <w:t>IX</w:t>
      </w:r>
      <w:r w:rsidRPr="00AA04A0">
        <w:br/>
      </w:r>
      <w:r w:rsidRPr="00AA04A0">
        <w:br/>
        <w:t>UN GOUFFRE SANS ÉCHO DANS LA TERRE DU PÔLE</w:t>
      </w:r>
      <w:bookmarkEnd w:id="10"/>
    </w:p>
    <w:p w14:paraId="3E54FFA6" w14:textId="77777777" w:rsidR="00EA052C" w:rsidRDefault="00C855EF" w:rsidP="00C855EF">
      <w:r w:rsidRPr="00AA04A0">
        <w:t xml:space="preserve">Le savant hollandais </w:t>
      </w:r>
      <w:proofErr w:type="spellStart"/>
      <w:r w:rsidRPr="00AA04A0">
        <w:t>Lœwen</w:t>
      </w:r>
      <w:r>
        <w:t>h</w:t>
      </w:r>
      <w:r w:rsidRPr="00AA04A0">
        <w:t>œuck</w:t>
      </w:r>
      <w:proofErr w:type="spellEnd"/>
      <w:r w:rsidRPr="00AA04A0">
        <w:t xml:space="preserve"> qui compta les 2</w:t>
      </w:r>
      <w:r w:rsidR="00EA052C" w:rsidRPr="00AA04A0">
        <w:t>7</w:t>
      </w:r>
      <w:r w:rsidR="00EA052C">
        <w:t>.</w:t>
      </w:r>
      <w:r w:rsidR="00EA052C" w:rsidRPr="00AA04A0">
        <w:t>0</w:t>
      </w:r>
      <w:r w:rsidRPr="00AA04A0">
        <w:t>00 facettes de l</w:t>
      </w:r>
      <w:r w:rsidR="00EA052C">
        <w:t>’</w:t>
      </w:r>
      <w:r w:rsidRPr="00AA04A0">
        <w:t>œil de la mouche</w:t>
      </w:r>
      <w:r w:rsidR="00EA052C">
        <w:t xml:space="preserve">, </w:t>
      </w:r>
      <w:r w:rsidRPr="00AA04A0">
        <w:t>n</w:t>
      </w:r>
      <w:r w:rsidR="00EA052C">
        <w:t>’</w:t>
      </w:r>
      <w:r w:rsidRPr="00AA04A0">
        <w:t xml:space="preserve">aurait certes pas eu la patience de dénombrer les espèces végétales de la terre où le </w:t>
      </w:r>
      <w:proofErr w:type="spellStart"/>
      <w:r w:rsidRPr="00AA04A0">
        <w:rPr>
          <w:i/>
          <w:iCs/>
          <w:szCs w:val="32"/>
        </w:rPr>
        <w:t>Météor</w:t>
      </w:r>
      <w:proofErr w:type="spellEnd"/>
      <w:r w:rsidRPr="00AA04A0">
        <w:t xml:space="preserve"> s</w:t>
      </w:r>
      <w:r w:rsidR="00EA052C">
        <w:t>’</w:t>
      </w:r>
      <w:r w:rsidRPr="00AA04A0">
        <w:t>était arrêté</w:t>
      </w:r>
      <w:r w:rsidR="00EA052C">
        <w:t>.</w:t>
      </w:r>
    </w:p>
    <w:p w14:paraId="01907B11" w14:textId="77777777" w:rsidR="00EA052C" w:rsidRDefault="00C855EF" w:rsidP="00C855EF">
      <w:r w:rsidRPr="00AA04A0">
        <w:t>Le sol était verdâtre et gris</w:t>
      </w:r>
      <w:r w:rsidR="00EA052C">
        <w:t xml:space="preserve">, </w:t>
      </w:r>
      <w:r w:rsidRPr="00AA04A0">
        <w:t>couleur de cendre éteinte</w:t>
      </w:r>
      <w:r w:rsidR="00EA052C">
        <w:t xml:space="preserve">, </w:t>
      </w:r>
      <w:r w:rsidRPr="00AA04A0">
        <w:t>et dans ce sol une extraordinaire végétation élançait ses tiges</w:t>
      </w:r>
      <w:r w:rsidR="00EA052C">
        <w:t xml:space="preserve">, </w:t>
      </w:r>
      <w:r w:rsidRPr="00AA04A0">
        <w:t>poussait ses troncs lisses ou rugueux</w:t>
      </w:r>
      <w:r w:rsidR="00EA052C">
        <w:t>.</w:t>
      </w:r>
    </w:p>
    <w:p w14:paraId="5F883479" w14:textId="77777777" w:rsidR="00EA052C" w:rsidRDefault="00C855EF" w:rsidP="00C855EF">
      <w:r w:rsidRPr="00AA04A0">
        <w:t>C</w:t>
      </w:r>
      <w:r w:rsidR="00EA052C">
        <w:t>’</w:t>
      </w:r>
      <w:r w:rsidRPr="00AA04A0">
        <w:t>étaient des plantes et des arbres inconnus que je n</w:t>
      </w:r>
      <w:r w:rsidR="00EA052C">
        <w:t>’</w:t>
      </w:r>
      <w:r w:rsidRPr="00AA04A0">
        <w:t>avais vus nulle part</w:t>
      </w:r>
      <w:r w:rsidR="00EA052C">
        <w:t xml:space="preserve">, </w:t>
      </w:r>
      <w:r w:rsidRPr="00AA04A0">
        <w:t>malgré mes séjours dans les Pampas et les mar</w:t>
      </w:r>
      <w:r w:rsidRPr="00AA04A0">
        <w:t>é</w:t>
      </w:r>
      <w:r w:rsidRPr="00AA04A0">
        <w:t>cages des savanes où la flore atteint une intensité et une divers</w:t>
      </w:r>
      <w:r w:rsidRPr="00AA04A0">
        <w:t>i</w:t>
      </w:r>
      <w:r w:rsidRPr="00AA04A0">
        <w:t>té vraiment extraordinaires</w:t>
      </w:r>
      <w:r w:rsidR="00EA052C">
        <w:t>.</w:t>
      </w:r>
    </w:p>
    <w:p w14:paraId="6FA24199" w14:textId="77777777" w:rsidR="00EA052C" w:rsidRDefault="00C855EF" w:rsidP="00C855EF">
      <w:r w:rsidRPr="00AA04A0">
        <w:t xml:space="preserve">Toby </w:t>
      </w:r>
      <w:proofErr w:type="spellStart"/>
      <w:r w:rsidRPr="00AA04A0">
        <w:t>Kleampton</w:t>
      </w:r>
      <w:proofErr w:type="spellEnd"/>
      <w:r w:rsidRPr="00AA04A0">
        <w:t xml:space="preserve"> la considérait avec le même étonnement</w:t>
      </w:r>
      <w:r w:rsidR="00EA052C">
        <w:t xml:space="preserve">, </w:t>
      </w:r>
      <w:r w:rsidRPr="00AA04A0">
        <w:t>et ayant pris une branche à portée de sa main</w:t>
      </w:r>
      <w:r w:rsidR="00EA052C">
        <w:t xml:space="preserve">, </w:t>
      </w:r>
      <w:r w:rsidRPr="00AA04A0">
        <w:t>il la cassa</w:t>
      </w:r>
      <w:r w:rsidR="00EA052C">
        <w:t xml:space="preserve">. </w:t>
      </w:r>
      <w:r w:rsidRPr="00AA04A0">
        <w:t>Ni l</w:t>
      </w:r>
      <w:r w:rsidR="00EA052C">
        <w:t>’</w:t>
      </w:r>
      <w:r w:rsidRPr="00AA04A0">
        <w:t>un ni l</w:t>
      </w:r>
      <w:r w:rsidR="00EA052C">
        <w:t>’</w:t>
      </w:r>
      <w:r w:rsidRPr="00AA04A0">
        <w:t>autre nous n</w:t>
      </w:r>
      <w:r w:rsidR="00EA052C">
        <w:t>’</w:t>
      </w:r>
      <w:r w:rsidRPr="00AA04A0">
        <w:t>entendîmes le bruit de la branche arrachée</w:t>
      </w:r>
      <w:r w:rsidR="00EA052C">
        <w:t xml:space="preserve">. </w:t>
      </w:r>
      <w:r w:rsidRPr="00AA04A0">
        <w:t>Je regardai surpris</w:t>
      </w:r>
      <w:r w:rsidR="00EA052C">
        <w:t xml:space="preserve">, </w:t>
      </w:r>
      <w:proofErr w:type="spellStart"/>
      <w:r w:rsidRPr="00AA04A0">
        <w:t>Kleampton</w:t>
      </w:r>
      <w:proofErr w:type="spellEnd"/>
      <w:r w:rsidR="00EA052C">
        <w:t>.</w:t>
      </w:r>
    </w:p>
    <w:p w14:paraId="3B101B0B" w14:textId="77777777" w:rsidR="00EA052C" w:rsidRDefault="00EA052C" w:rsidP="00C855EF">
      <w:r>
        <w:t>— </w:t>
      </w:r>
      <w:r w:rsidR="00C855EF" w:rsidRPr="00AA04A0">
        <w:t>Nous voici revenus deux ou trois mille ans en arrière</w:t>
      </w:r>
      <w:r>
        <w:t xml:space="preserve">, </w:t>
      </w:r>
      <w:r w:rsidR="00C855EF" w:rsidRPr="00AA04A0">
        <w:t>me dit-il</w:t>
      </w:r>
      <w:r>
        <w:t>.</w:t>
      </w:r>
    </w:p>
    <w:p w14:paraId="7F215670" w14:textId="77777777" w:rsidR="00EA052C" w:rsidRDefault="00C855EF" w:rsidP="00C855EF">
      <w:r w:rsidRPr="00AA04A0">
        <w:t>Mais les mots moururent sur ses lèvres</w:t>
      </w:r>
      <w:r w:rsidR="00EA052C">
        <w:t>.</w:t>
      </w:r>
    </w:p>
    <w:p w14:paraId="75980A63" w14:textId="77777777" w:rsidR="00EA052C" w:rsidRDefault="00C855EF" w:rsidP="00C855EF">
      <w:r w:rsidRPr="00AA04A0">
        <w:t>Il me regarda</w:t>
      </w:r>
      <w:r w:rsidR="00EA052C">
        <w:t>.</w:t>
      </w:r>
    </w:p>
    <w:p w14:paraId="1D62D611" w14:textId="77777777" w:rsidR="00EA052C" w:rsidRDefault="00C855EF" w:rsidP="00C855EF">
      <w:r w:rsidRPr="00AA04A0">
        <w:t>Ses paroles tombaient comme mortes</w:t>
      </w:r>
      <w:r w:rsidR="00EA052C">
        <w:t>.</w:t>
      </w:r>
    </w:p>
    <w:p w14:paraId="68EC5277" w14:textId="77777777" w:rsidR="00EA052C" w:rsidRDefault="00C855EF" w:rsidP="00C855EF">
      <w:r w:rsidRPr="00AA04A0">
        <w:t>Il n</w:t>
      </w:r>
      <w:r w:rsidR="00EA052C">
        <w:t>’</w:t>
      </w:r>
      <w:r w:rsidRPr="00AA04A0">
        <w:t>y avait plus d</w:t>
      </w:r>
      <w:r w:rsidR="00EA052C">
        <w:t>’</w:t>
      </w:r>
      <w:r w:rsidRPr="00AA04A0">
        <w:t>écho ici</w:t>
      </w:r>
      <w:r w:rsidR="00EA052C">
        <w:t>.</w:t>
      </w:r>
    </w:p>
    <w:p w14:paraId="0EEE8F0E" w14:textId="77777777" w:rsidR="00EA052C" w:rsidRDefault="00C855EF" w:rsidP="00C855EF">
      <w:r w:rsidRPr="00AA04A0">
        <w:lastRenderedPageBreak/>
        <w:t>Après tant d</w:t>
      </w:r>
      <w:r w:rsidR="00EA052C">
        <w:t>’</w:t>
      </w:r>
      <w:r w:rsidRPr="00AA04A0">
        <w:t>autres phénomènes</w:t>
      </w:r>
      <w:r w:rsidR="00EA052C">
        <w:t xml:space="preserve">, </w:t>
      </w:r>
      <w:r w:rsidRPr="00AA04A0">
        <w:t>celui-ci ne nous arrêta pas outre mesure</w:t>
      </w:r>
      <w:r w:rsidR="00EA052C">
        <w:t xml:space="preserve">. </w:t>
      </w:r>
      <w:r w:rsidRPr="00AA04A0">
        <w:t>Nous avions compris que nul étonnement ne devait plus nous surprendre dans la terre mystérieuse que nous violions et que notre pas foulait après ses sommeils millénaires</w:t>
      </w:r>
      <w:r w:rsidR="00EA052C">
        <w:t>.</w:t>
      </w:r>
    </w:p>
    <w:p w14:paraId="2B7DCB0E" w14:textId="77777777" w:rsidR="00EA052C" w:rsidRDefault="00C855EF" w:rsidP="00C855EF">
      <w:r w:rsidRPr="00AA04A0">
        <w:t>Cette absence de tout écho enlevait à notre voix sa vibr</w:t>
      </w:r>
      <w:r w:rsidRPr="00AA04A0">
        <w:t>a</w:t>
      </w:r>
      <w:r w:rsidRPr="00AA04A0">
        <w:t>tion naturelle</w:t>
      </w:r>
      <w:r w:rsidR="00EA052C">
        <w:t xml:space="preserve">. </w:t>
      </w:r>
      <w:r w:rsidRPr="00AA04A0">
        <w:t>La seule comparaison que je puisse trouver à cet égard</w:t>
      </w:r>
      <w:r w:rsidR="00EA052C">
        <w:t xml:space="preserve">, </w:t>
      </w:r>
      <w:r w:rsidRPr="00AA04A0">
        <w:t>c</w:t>
      </w:r>
      <w:r w:rsidR="00EA052C">
        <w:t>’</w:t>
      </w:r>
      <w:r w:rsidRPr="00AA04A0">
        <w:t>est de dire qu</w:t>
      </w:r>
      <w:r w:rsidR="00EA052C">
        <w:t>’</w:t>
      </w:r>
      <w:r w:rsidRPr="00AA04A0">
        <w:t>elle semblait comme inerte</w:t>
      </w:r>
      <w:r w:rsidR="00EA052C">
        <w:t xml:space="preserve">, </w:t>
      </w:r>
      <w:r w:rsidRPr="00AA04A0">
        <w:t>molle</w:t>
      </w:r>
      <w:r w:rsidR="00EA052C">
        <w:t xml:space="preserve">, </w:t>
      </w:r>
      <w:r w:rsidRPr="00AA04A0">
        <w:t>flasque</w:t>
      </w:r>
      <w:r w:rsidR="00EA052C">
        <w:t>.</w:t>
      </w:r>
    </w:p>
    <w:p w14:paraId="1F8435E9" w14:textId="77777777" w:rsidR="00EA052C" w:rsidRDefault="00C855EF" w:rsidP="00C855EF">
      <w:r w:rsidRPr="00AA04A0">
        <w:t>Cependant</w:t>
      </w:r>
      <w:r w:rsidR="00EA052C">
        <w:t xml:space="preserve">, </w:t>
      </w:r>
      <w:r w:rsidRPr="00AA04A0">
        <w:t>nous examinions les végétations</w:t>
      </w:r>
      <w:r w:rsidR="00EA052C">
        <w:t xml:space="preserve">. </w:t>
      </w:r>
      <w:r w:rsidRPr="00AA04A0">
        <w:t xml:space="preserve">Grâce aux connaissances de </w:t>
      </w:r>
      <w:proofErr w:type="spellStart"/>
      <w:r w:rsidRPr="00AA04A0">
        <w:t>Kleampton</w:t>
      </w:r>
      <w:proofErr w:type="spellEnd"/>
      <w:r w:rsidR="00EA052C">
        <w:t xml:space="preserve">, </w:t>
      </w:r>
      <w:r w:rsidRPr="00AA04A0">
        <w:t>j</w:t>
      </w:r>
      <w:r w:rsidR="00EA052C">
        <w:t>’</w:t>
      </w:r>
      <w:r w:rsidRPr="00AA04A0">
        <w:t>appris leurs noms</w:t>
      </w:r>
      <w:r w:rsidR="00EA052C">
        <w:t xml:space="preserve">. </w:t>
      </w:r>
      <w:r w:rsidRPr="00AA04A0">
        <w:t>Il y avait là des fougères arborescentes de trois cents pieds de haut</w:t>
      </w:r>
      <w:r w:rsidR="00EA052C">
        <w:t xml:space="preserve">, </w:t>
      </w:r>
      <w:r w:rsidRPr="00AA04A0">
        <w:t>qui bruissaient en silence</w:t>
      </w:r>
      <w:r w:rsidR="00EA052C">
        <w:t xml:space="preserve">, </w:t>
      </w:r>
      <w:r w:rsidRPr="00AA04A0">
        <w:t>car on voyait leurs feuilles dentelées et légères s</w:t>
      </w:r>
      <w:r w:rsidR="00EA052C">
        <w:t>’</w:t>
      </w:r>
      <w:r w:rsidRPr="00AA04A0">
        <w:t xml:space="preserve">agiter sous un vent dont </w:t>
      </w:r>
      <w:proofErr w:type="spellStart"/>
      <w:r w:rsidRPr="00AA04A0">
        <w:t>Kleampton</w:t>
      </w:r>
      <w:proofErr w:type="spellEnd"/>
      <w:r w:rsidRPr="00AA04A0">
        <w:t xml:space="preserve"> estima la vitesse de 7 à 9 mètres à la seconde</w:t>
      </w:r>
      <w:r w:rsidR="00EA052C">
        <w:t xml:space="preserve">. </w:t>
      </w:r>
      <w:r w:rsidRPr="00AA04A0">
        <w:t>À côté d</w:t>
      </w:r>
      <w:r w:rsidR="00EA052C">
        <w:t>’</w:t>
      </w:r>
      <w:r w:rsidRPr="00AA04A0">
        <w:t>elles poussaient</w:t>
      </w:r>
      <w:r w:rsidR="00EA052C">
        <w:t xml:space="preserve">, </w:t>
      </w:r>
      <w:r w:rsidRPr="00AA04A0">
        <w:t>mêlées</w:t>
      </w:r>
      <w:r w:rsidR="00EA052C">
        <w:t xml:space="preserve">, </w:t>
      </w:r>
      <w:r w:rsidRPr="00AA04A0">
        <w:t>confondues</w:t>
      </w:r>
      <w:r w:rsidR="00EA052C">
        <w:t xml:space="preserve">, </w:t>
      </w:r>
      <w:r w:rsidRPr="00AA04A0">
        <w:t>en désordre</w:t>
      </w:r>
      <w:r w:rsidR="00EA052C">
        <w:t xml:space="preserve">, </w:t>
      </w:r>
      <w:r w:rsidRPr="00AA04A0">
        <w:t>l</w:t>
      </w:r>
      <w:r w:rsidR="00EA052C">
        <w:t>’</w:t>
      </w:r>
      <w:r w:rsidRPr="00AA04A0">
        <w:t>alsine</w:t>
      </w:r>
      <w:r w:rsidR="00EA052C">
        <w:t xml:space="preserve">, </w:t>
      </w:r>
      <w:r w:rsidRPr="00AA04A0">
        <w:t xml:space="preserve">les </w:t>
      </w:r>
      <w:proofErr w:type="spellStart"/>
      <w:r w:rsidRPr="00AA04A0">
        <w:t>myagres</w:t>
      </w:r>
      <w:proofErr w:type="spellEnd"/>
      <w:r w:rsidR="00EA052C">
        <w:t xml:space="preserve">, </w:t>
      </w:r>
      <w:r w:rsidRPr="00AA04A0">
        <w:t>les agames qu</w:t>
      </w:r>
      <w:r w:rsidR="00EA052C">
        <w:t>’</w:t>
      </w:r>
      <w:r w:rsidRPr="00AA04A0">
        <w:t xml:space="preserve">on rencontre quelquefois au mont </w:t>
      </w:r>
      <w:proofErr w:type="spellStart"/>
      <w:r w:rsidRPr="00AA04A0">
        <w:t>Boha</w:t>
      </w:r>
      <w:proofErr w:type="spellEnd"/>
      <w:r w:rsidR="00EA052C">
        <w:t xml:space="preserve">, </w:t>
      </w:r>
      <w:r w:rsidRPr="00AA04A0">
        <w:t>les cryptogames à gaines dentelées</w:t>
      </w:r>
      <w:r w:rsidR="00EA052C">
        <w:t xml:space="preserve">, </w:t>
      </w:r>
      <w:r w:rsidRPr="00AA04A0">
        <w:t>les cycadées du grès vert</w:t>
      </w:r>
      <w:r w:rsidR="00EA052C">
        <w:t xml:space="preserve">, </w:t>
      </w:r>
      <w:r w:rsidRPr="00AA04A0">
        <w:t>les calamites du grès biga</w:t>
      </w:r>
      <w:r w:rsidRPr="00AA04A0">
        <w:t>r</w:t>
      </w:r>
      <w:r w:rsidRPr="00AA04A0">
        <w:t>ré</w:t>
      </w:r>
      <w:r w:rsidR="00EA052C">
        <w:t xml:space="preserve">, </w:t>
      </w:r>
      <w:r w:rsidRPr="00AA04A0">
        <w:t>les characées des terrains tertiaires</w:t>
      </w:r>
      <w:r w:rsidR="00EA052C">
        <w:t xml:space="preserve">, </w:t>
      </w:r>
      <w:r w:rsidRPr="00AA04A0">
        <w:t>les lycopodes difformes</w:t>
      </w:r>
      <w:r w:rsidR="00EA052C">
        <w:t xml:space="preserve">, </w:t>
      </w:r>
      <w:r w:rsidRPr="00AA04A0">
        <w:t>les conifères du lias et des ormes monstrueux à qui</w:t>
      </w:r>
      <w:r w:rsidR="00EA052C">
        <w:t xml:space="preserve">, </w:t>
      </w:r>
      <w:r w:rsidRPr="00AA04A0">
        <w:t>comme on le sait</w:t>
      </w:r>
      <w:r w:rsidR="00EA052C">
        <w:t xml:space="preserve">, </w:t>
      </w:r>
      <w:r w:rsidRPr="00AA04A0">
        <w:t>les houillères terrestres doivent leur origine</w:t>
      </w:r>
      <w:r w:rsidR="00EA052C">
        <w:t>.</w:t>
      </w:r>
    </w:p>
    <w:p w14:paraId="76D97F37" w14:textId="77777777" w:rsidR="00EA052C" w:rsidRDefault="00C855EF" w:rsidP="00C855EF">
      <w:r w:rsidRPr="00AA04A0">
        <w:t>Tout cela se dispersait à travers les terrains de cendre que nous traversions</w:t>
      </w:r>
      <w:r w:rsidR="00EA052C">
        <w:t xml:space="preserve">, </w:t>
      </w:r>
      <w:r w:rsidRPr="00AA04A0">
        <w:t>sans perdre toutefois de vue l</w:t>
      </w:r>
      <w:r w:rsidR="00EA052C">
        <w:t>’</w:t>
      </w:r>
      <w:r w:rsidRPr="00AA04A0">
        <w:t>aéroplane</w:t>
      </w:r>
      <w:r w:rsidR="00EA052C">
        <w:t xml:space="preserve">. </w:t>
      </w:r>
      <w:r w:rsidRPr="00AA04A0">
        <w:t>Ces plantes étaient ici sans odeur et sans parfum</w:t>
      </w:r>
      <w:r w:rsidR="00EA052C">
        <w:t xml:space="preserve">, </w:t>
      </w:r>
      <w:r w:rsidRPr="00AA04A0">
        <w:t xml:space="preserve">seule flottait la senteur du tabac de Virginie fumé par Toby </w:t>
      </w:r>
      <w:proofErr w:type="spellStart"/>
      <w:r w:rsidRPr="00AA04A0">
        <w:t>Kleampton</w:t>
      </w:r>
      <w:proofErr w:type="spellEnd"/>
      <w:r w:rsidR="00EA052C">
        <w:t>.</w:t>
      </w:r>
    </w:p>
    <w:p w14:paraId="3EC90B56" w14:textId="77777777" w:rsidR="00EA052C" w:rsidRDefault="00C855EF" w:rsidP="00C855EF">
      <w:r w:rsidRPr="00AA04A0">
        <w:t>Nous atteignîmes une colline peu élevée</w:t>
      </w:r>
      <w:r w:rsidR="00EA052C">
        <w:t xml:space="preserve">, </w:t>
      </w:r>
      <w:r w:rsidRPr="00AA04A0">
        <w:t>et</w:t>
      </w:r>
      <w:r w:rsidR="00EA052C">
        <w:t xml:space="preserve">, </w:t>
      </w:r>
      <w:r w:rsidRPr="00AA04A0">
        <w:t>arrivés au sommet</w:t>
      </w:r>
      <w:r w:rsidR="00EA052C">
        <w:t xml:space="preserve">, </w:t>
      </w:r>
      <w:r w:rsidRPr="00AA04A0">
        <w:t>un spectacle bizarre nous arrêta</w:t>
      </w:r>
      <w:r w:rsidR="00EA052C">
        <w:t>.</w:t>
      </w:r>
    </w:p>
    <w:p w14:paraId="343C5A1F" w14:textId="77777777" w:rsidR="00EA052C" w:rsidRDefault="00C855EF" w:rsidP="00C855EF">
      <w:r w:rsidRPr="00AA04A0">
        <w:t>Imaginez une mer calme</w:t>
      </w:r>
      <w:r w:rsidR="00EA052C">
        <w:t xml:space="preserve">, </w:t>
      </w:r>
      <w:r w:rsidRPr="00AA04A0">
        <w:t>verte</w:t>
      </w:r>
      <w:r w:rsidR="00EA052C">
        <w:t xml:space="preserve">, </w:t>
      </w:r>
      <w:r w:rsidRPr="00AA04A0">
        <w:t>qui bat sans bruit de ses vagues écumeuses</w:t>
      </w:r>
      <w:r w:rsidR="00EA052C">
        <w:t xml:space="preserve">, </w:t>
      </w:r>
      <w:r w:rsidRPr="00AA04A0">
        <w:t>une plage immense</w:t>
      </w:r>
      <w:r w:rsidR="00EA052C">
        <w:t xml:space="preserve">, </w:t>
      </w:r>
      <w:r w:rsidRPr="00AA04A0">
        <w:t xml:space="preserve">et sur cette plage un </w:t>
      </w:r>
      <w:r w:rsidRPr="00AA04A0">
        <w:lastRenderedPageBreak/>
        <w:t>amas incroyable de carcasses de navires</w:t>
      </w:r>
      <w:r w:rsidR="00EA052C">
        <w:t xml:space="preserve">, </w:t>
      </w:r>
      <w:r w:rsidRPr="00AA04A0">
        <w:t>de squelettes de bât</w:t>
      </w:r>
      <w:r w:rsidRPr="00AA04A0">
        <w:t>i</w:t>
      </w:r>
      <w:r w:rsidRPr="00AA04A0">
        <w:t>ments marins</w:t>
      </w:r>
      <w:r w:rsidR="00EA052C">
        <w:t>.</w:t>
      </w:r>
    </w:p>
    <w:p w14:paraId="3D6E8E68" w14:textId="77777777" w:rsidR="00EA052C" w:rsidRDefault="00C855EF" w:rsidP="00C855EF">
      <w:r w:rsidRPr="00AA04A0">
        <w:t>Le même cri jaillit à nos lèvres</w:t>
      </w:r>
      <w:r w:rsidR="00EA052C">
        <w:t> :</w:t>
      </w:r>
    </w:p>
    <w:p w14:paraId="7A400ECD" w14:textId="77777777" w:rsidR="00EA052C" w:rsidRDefault="00EA052C" w:rsidP="00C855EF">
      <w:r>
        <w:t>— </w:t>
      </w:r>
      <w:r w:rsidR="00C855EF" w:rsidRPr="00AA04A0">
        <w:t>D</w:t>
      </w:r>
      <w:r>
        <w:t>’</w:t>
      </w:r>
      <w:r w:rsidR="00C855EF" w:rsidRPr="00AA04A0">
        <w:t>autres sont déjà venus</w:t>
      </w:r>
      <w:r>
        <w:t> !</w:t>
      </w:r>
    </w:p>
    <w:p w14:paraId="2DF70BAC" w14:textId="77777777" w:rsidR="00EA052C" w:rsidRDefault="00C855EF" w:rsidP="00C855EF">
      <w:r w:rsidRPr="00AA04A0">
        <w:t>Alors nous vîmes que ces carcasses de navires bougeaient</w:t>
      </w:r>
      <w:r w:rsidR="00EA052C">
        <w:t xml:space="preserve">, </w:t>
      </w:r>
      <w:r w:rsidRPr="00AA04A0">
        <w:t>avançaient</w:t>
      </w:r>
      <w:r w:rsidR="00EA052C">
        <w:t xml:space="preserve">, </w:t>
      </w:r>
      <w:r w:rsidRPr="00AA04A0">
        <w:t>comme poussées par une force invisible</w:t>
      </w:r>
      <w:r w:rsidR="00EA052C">
        <w:t xml:space="preserve">. </w:t>
      </w:r>
      <w:r w:rsidRPr="00AA04A0">
        <w:t>D</w:t>
      </w:r>
      <w:r w:rsidR="00EA052C">
        <w:t>’</w:t>
      </w:r>
      <w:r w:rsidRPr="00AA04A0">
        <w:t>autres surgissaient lentement de la mer silencieuse</w:t>
      </w:r>
      <w:r w:rsidR="00EA052C">
        <w:t xml:space="preserve">, </w:t>
      </w:r>
      <w:r w:rsidRPr="00AA04A0">
        <w:t>comme si on les halait sur la plage</w:t>
      </w:r>
      <w:r w:rsidR="00EA052C">
        <w:t xml:space="preserve">. </w:t>
      </w:r>
      <w:r w:rsidRPr="00AA04A0">
        <w:t>Pourtant on ne voyait aucune forme vivante capable d</w:t>
      </w:r>
      <w:r w:rsidR="00EA052C">
        <w:t>’</w:t>
      </w:r>
      <w:r w:rsidRPr="00AA04A0">
        <w:t>imprimer ces mystérieux mouvements aux épaves qui avançaient doucement</w:t>
      </w:r>
      <w:r w:rsidR="00EA052C">
        <w:t xml:space="preserve">, </w:t>
      </w:r>
      <w:r w:rsidRPr="00AA04A0">
        <w:t>couchées sur le flanc</w:t>
      </w:r>
      <w:r w:rsidR="00EA052C">
        <w:t>.</w:t>
      </w:r>
    </w:p>
    <w:p w14:paraId="5E7758AF" w14:textId="77777777" w:rsidR="00EA052C" w:rsidRDefault="00EA052C" w:rsidP="00C855EF">
      <w:r>
        <w:t>— </w:t>
      </w:r>
      <w:r w:rsidR="00C855EF" w:rsidRPr="00AA04A0">
        <w:t>Il faut approcher</w:t>
      </w:r>
      <w:r>
        <w:t xml:space="preserve">, </w:t>
      </w:r>
      <w:r w:rsidR="00C855EF" w:rsidRPr="00AA04A0">
        <w:t xml:space="preserve">dit Toby </w:t>
      </w:r>
      <w:proofErr w:type="spellStart"/>
      <w:r w:rsidR="00C855EF" w:rsidRPr="00AA04A0">
        <w:t>Kleampton</w:t>
      </w:r>
      <w:proofErr w:type="spellEnd"/>
      <w:r>
        <w:t xml:space="preserve">, </w:t>
      </w:r>
      <w:r w:rsidR="00C855EF" w:rsidRPr="00AA04A0">
        <w:t>d</w:t>
      </w:r>
      <w:r>
        <w:t>’</w:t>
      </w:r>
      <w:r w:rsidR="00C855EF" w:rsidRPr="00AA04A0">
        <w:t>un ton décidé</w:t>
      </w:r>
      <w:r>
        <w:t xml:space="preserve">. </w:t>
      </w:r>
      <w:r w:rsidR="00C855EF" w:rsidRPr="00AA04A0">
        <w:t>Et je le suivis</w:t>
      </w:r>
      <w:r>
        <w:t>.</w:t>
      </w:r>
    </w:p>
    <w:p w14:paraId="352E6EC9" w14:textId="77777777" w:rsidR="00EA052C" w:rsidRDefault="00C855EF" w:rsidP="00C855EF">
      <w:r w:rsidRPr="00AA04A0">
        <w:t>À notre approche</w:t>
      </w:r>
      <w:r w:rsidR="00EA052C">
        <w:t xml:space="preserve">, </w:t>
      </w:r>
      <w:r w:rsidRPr="00AA04A0">
        <w:t>brusquement</w:t>
      </w:r>
      <w:r w:rsidR="00EA052C">
        <w:t xml:space="preserve">, </w:t>
      </w:r>
      <w:r w:rsidRPr="00AA04A0">
        <w:t>les épaves s</w:t>
      </w:r>
      <w:r w:rsidR="00EA052C">
        <w:t>’</w:t>
      </w:r>
      <w:r w:rsidRPr="00AA04A0">
        <w:t>arrêtèrent</w:t>
      </w:r>
      <w:r w:rsidR="00EA052C">
        <w:t>.</w:t>
      </w:r>
    </w:p>
    <w:p w14:paraId="7172EB90" w14:textId="77777777" w:rsidR="00EA052C" w:rsidRDefault="00C855EF" w:rsidP="00C855EF">
      <w:r w:rsidRPr="00AA04A0">
        <w:t>Tout resta immobile sur la plage et une brigantine dém</w:t>
      </w:r>
      <w:r w:rsidRPr="00AA04A0">
        <w:t>â</w:t>
      </w:r>
      <w:r w:rsidRPr="00AA04A0">
        <w:t>tée</w:t>
      </w:r>
      <w:r w:rsidR="00EA052C">
        <w:t xml:space="preserve">, </w:t>
      </w:r>
      <w:r w:rsidRPr="00AA04A0">
        <w:t>qui surgissait silencieusement de l</w:t>
      </w:r>
      <w:r w:rsidR="00EA052C">
        <w:t>’</w:t>
      </w:r>
      <w:r w:rsidRPr="00AA04A0">
        <w:t>eau verte</w:t>
      </w:r>
      <w:r w:rsidR="00EA052C">
        <w:t xml:space="preserve">, </w:t>
      </w:r>
      <w:r w:rsidRPr="00AA04A0">
        <w:t>s</w:t>
      </w:r>
      <w:r w:rsidR="00EA052C">
        <w:t>’</w:t>
      </w:r>
      <w:r w:rsidRPr="00AA04A0">
        <w:t>y enfonça doucement</w:t>
      </w:r>
      <w:r w:rsidR="00EA052C">
        <w:t xml:space="preserve">, </w:t>
      </w:r>
      <w:r w:rsidRPr="00AA04A0">
        <w:t>sans bruit</w:t>
      </w:r>
      <w:r w:rsidR="00EA052C">
        <w:t>.</w:t>
      </w:r>
    </w:p>
    <w:p w14:paraId="55934108" w14:textId="77777777" w:rsidR="00EA052C" w:rsidRDefault="00C855EF" w:rsidP="00C855EF">
      <w:r w:rsidRPr="00AA04A0">
        <w:t>La stupeur nous rendait muets</w:t>
      </w:r>
      <w:r w:rsidR="00EA052C">
        <w:t>.</w:t>
      </w:r>
    </w:p>
    <w:p w14:paraId="6BCC3460" w14:textId="77777777" w:rsidR="00EA052C" w:rsidRDefault="00C855EF" w:rsidP="00C855EF">
      <w:r w:rsidRPr="00AA04A0">
        <w:t>De l</w:t>
      </w:r>
      <w:r w:rsidR="00EA052C">
        <w:t>’</w:t>
      </w:r>
      <w:r w:rsidRPr="00AA04A0">
        <w:t>aéroplane à la hauteur où nous marchions</w:t>
      </w:r>
      <w:r w:rsidR="00EA052C">
        <w:t xml:space="preserve">, </w:t>
      </w:r>
      <w:r w:rsidRPr="00AA04A0">
        <w:t>ce spectacle ne nous était pas apparu</w:t>
      </w:r>
      <w:r w:rsidR="00EA052C">
        <w:t xml:space="preserve">, </w:t>
      </w:r>
      <w:r w:rsidRPr="00AA04A0">
        <w:t>et la teinte verte de cet énorme gouffre sans écho était à nos yeux restée confondue parmi la verdure étrange de la flore polaire</w:t>
      </w:r>
      <w:r w:rsidR="00EA052C">
        <w:t xml:space="preserve">. </w:t>
      </w:r>
      <w:r w:rsidRPr="00AA04A0">
        <w:t>Maintenant sa glauque hideur s</w:t>
      </w:r>
      <w:r w:rsidR="00EA052C">
        <w:t>’</w:t>
      </w:r>
      <w:r w:rsidRPr="00AA04A0">
        <w:t>offrait à nous</w:t>
      </w:r>
      <w:r w:rsidR="00EA052C">
        <w:t xml:space="preserve">. </w:t>
      </w:r>
      <w:r w:rsidRPr="00AA04A0">
        <w:t xml:space="preserve">Toby </w:t>
      </w:r>
      <w:proofErr w:type="spellStart"/>
      <w:r w:rsidRPr="00AA04A0">
        <w:t>Kleampton</w:t>
      </w:r>
      <w:proofErr w:type="spellEnd"/>
      <w:r w:rsidRPr="00AA04A0">
        <w:t xml:space="preserve"> s</w:t>
      </w:r>
      <w:r w:rsidR="00EA052C">
        <w:t>’</w:t>
      </w:r>
      <w:r w:rsidRPr="00AA04A0">
        <w:t>approcha des épaves et les considéra curieusement</w:t>
      </w:r>
      <w:r w:rsidR="00EA052C">
        <w:t xml:space="preserve">. </w:t>
      </w:r>
      <w:r w:rsidRPr="00AA04A0">
        <w:t>Elles méritaient d</w:t>
      </w:r>
      <w:r w:rsidR="00EA052C">
        <w:t>’</w:t>
      </w:r>
      <w:r w:rsidRPr="00AA04A0">
        <w:t>ailleurs largement cet intérêt et moi-même je pris plaisir</w:t>
      </w:r>
      <w:r w:rsidR="00EA052C">
        <w:t xml:space="preserve"> – </w:t>
      </w:r>
      <w:r w:rsidRPr="00AA04A0">
        <w:t>si je puis employer ce mot en une pareille circonstance</w:t>
      </w:r>
      <w:r w:rsidR="00EA052C">
        <w:t xml:space="preserve"> – </w:t>
      </w:r>
      <w:r w:rsidRPr="00AA04A0">
        <w:t>à admirer l</w:t>
      </w:r>
      <w:r w:rsidR="00EA052C">
        <w:t>’</w:t>
      </w:r>
      <w:r w:rsidRPr="00AA04A0">
        <w:t>élégance des formes et à chercher leur lieu d</w:t>
      </w:r>
      <w:r w:rsidR="00EA052C">
        <w:t>’</w:t>
      </w:r>
      <w:r w:rsidRPr="00AA04A0">
        <w:t>origine</w:t>
      </w:r>
      <w:r w:rsidR="00EA052C">
        <w:t xml:space="preserve">. </w:t>
      </w:r>
      <w:r w:rsidRPr="00AA04A0">
        <w:t>Cela présentait assur</w:t>
      </w:r>
      <w:r w:rsidRPr="00AA04A0">
        <w:t>é</w:t>
      </w:r>
      <w:r w:rsidRPr="00AA04A0">
        <w:t>ment quelques difficultés</w:t>
      </w:r>
      <w:r w:rsidR="00EA052C">
        <w:t xml:space="preserve">, </w:t>
      </w:r>
      <w:r w:rsidRPr="00AA04A0">
        <w:t>mais le moyen de les vaincre ma m</w:t>
      </w:r>
      <w:r w:rsidRPr="00AA04A0">
        <w:t>é</w:t>
      </w:r>
      <w:r w:rsidRPr="00AA04A0">
        <w:t>moire sut les fournir</w:t>
      </w:r>
      <w:r w:rsidR="00EA052C">
        <w:t>.</w:t>
      </w:r>
    </w:p>
    <w:p w14:paraId="3414D71E" w14:textId="77777777" w:rsidR="00EA052C" w:rsidRDefault="00C855EF" w:rsidP="00C855EF">
      <w:r w:rsidRPr="00AA04A0">
        <w:lastRenderedPageBreak/>
        <w:t>Parmi ce havre d</w:t>
      </w:r>
      <w:r w:rsidR="00EA052C">
        <w:t>’</w:t>
      </w:r>
      <w:r w:rsidRPr="00AA04A0">
        <w:t>épaves</w:t>
      </w:r>
      <w:r w:rsidR="00EA052C">
        <w:t xml:space="preserve">, </w:t>
      </w:r>
      <w:r w:rsidRPr="00AA04A0">
        <w:t>ce grand et lugubre port de vai</w:t>
      </w:r>
      <w:r w:rsidRPr="00AA04A0">
        <w:t>s</w:t>
      </w:r>
      <w:r w:rsidRPr="00AA04A0">
        <w:t>seaux sombrés</w:t>
      </w:r>
      <w:r w:rsidR="00EA052C">
        <w:t xml:space="preserve">, </w:t>
      </w:r>
      <w:r w:rsidRPr="00AA04A0">
        <w:t>je reconnus les galiotes hollandaises</w:t>
      </w:r>
      <w:r w:rsidR="00EA052C">
        <w:t xml:space="preserve">, </w:t>
      </w:r>
      <w:r w:rsidRPr="00AA04A0">
        <w:t>les bala</w:t>
      </w:r>
      <w:r w:rsidRPr="00AA04A0">
        <w:t>n</w:t>
      </w:r>
      <w:r w:rsidRPr="00AA04A0">
        <w:t>celles aux extrémités pointues</w:t>
      </w:r>
      <w:r w:rsidR="00EA052C">
        <w:t xml:space="preserve">, </w:t>
      </w:r>
      <w:r w:rsidRPr="00AA04A0">
        <w:t>les tartanes turques</w:t>
      </w:r>
      <w:r w:rsidR="00EA052C">
        <w:t xml:space="preserve">, </w:t>
      </w:r>
      <w:r w:rsidRPr="00AA04A0">
        <w:t>les galéaces anciennes à rames et à voiles</w:t>
      </w:r>
      <w:r w:rsidR="00EA052C">
        <w:t xml:space="preserve">, </w:t>
      </w:r>
      <w:r w:rsidRPr="00AA04A0">
        <w:t>car</w:t>
      </w:r>
      <w:r w:rsidR="00EA052C">
        <w:t xml:space="preserve">, </w:t>
      </w:r>
      <w:r w:rsidRPr="00AA04A0">
        <w:t>dans ce désordre de ca</w:t>
      </w:r>
      <w:r w:rsidRPr="00AA04A0">
        <w:t>r</w:t>
      </w:r>
      <w:r w:rsidRPr="00AA04A0">
        <w:t>casses</w:t>
      </w:r>
      <w:r w:rsidR="00EA052C">
        <w:t xml:space="preserve">, </w:t>
      </w:r>
      <w:r w:rsidRPr="00AA04A0">
        <w:t>les navires d</w:t>
      </w:r>
      <w:r w:rsidR="00EA052C">
        <w:t>’</w:t>
      </w:r>
      <w:r w:rsidRPr="00AA04A0">
        <w:t>autrefois voisinaient avec les bâtiments modernes</w:t>
      </w:r>
      <w:r w:rsidR="00EA052C">
        <w:t xml:space="preserve">, </w:t>
      </w:r>
      <w:r w:rsidRPr="00AA04A0">
        <w:t>et le sloop s</w:t>
      </w:r>
      <w:r w:rsidR="00EA052C">
        <w:t>’</w:t>
      </w:r>
      <w:r w:rsidRPr="00AA04A0">
        <w:t>appuyait à la caravelle</w:t>
      </w:r>
      <w:r w:rsidR="00EA052C">
        <w:t xml:space="preserve">, </w:t>
      </w:r>
      <w:r w:rsidRPr="00AA04A0">
        <w:t>le brick au lougre</w:t>
      </w:r>
      <w:r w:rsidR="00EA052C">
        <w:t xml:space="preserve">, </w:t>
      </w:r>
      <w:r w:rsidRPr="00AA04A0">
        <w:t>le chébec au yacht</w:t>
      </w:r>
      <w:r w:rsidR="00EA052C">
        <w:t xml:space="preserve">, </w:t>
      </w:r>
      <w:r w:rsidRPr="00AA04A0">
        <w:t>la galère capitane à la caïque</w:t>
      </w:r>
      <w:r w:rsidR="00EA052C">
        <w:t xml:space="preserve">, </w:t>
      </w:r>
      <w:r w:rsidRPr="00AA04A0">
        <w:t>la ta</w:t>
      </w:r>
      <w:r w:rsidRPr="00AA04A0">
        <w:t>r</w:t>
      </w:r>
      <w:r w:rsidRPr="00AA04A0">
        <w:t>tane aux voiles triangulaires à la barquerolle sans mât</w:t>
      </w:r>
      <w:r w:rsidR="00EA052C">
        <w:t xml:space="preserve">, </w:t>
      </w:r>
      <w:r w:rsidRPr="00AA04A0">
        <w:t>la jonque à la g</w:t>
      </w:r>
      <w:r w:rsidRPr="00AA04A0">
        <w:t>a</w:t>
      </w:r>
      <w:r w:rsidRPr="00AA04A0">
        <w:t>léace à rames</w:t>
      </w:r>
      <w:r w:rsidR="00EA052C">
        <w:t xml:space="preserve">, </w:t>
      </w:r>
      <w:r w:rsidRPr="00AA04A0">
        <w:t>l</w:t>
      </w:r>
      <w:r w:rsidR="00EA052C">
        <w:t>’</w:t>
      </w:r>
      <w:r w:rsidRPr="00AA04A0">
        <w:t xml:space="preserve">yole à la </w:t>
      </w:r>
      <w:proofErr w:type="spellStart"/>
      <w:r w:rsidRPr="00AA04A0">
        <w:t>mahone</w:t>
      </w:r>
      <w:proofErr w:type="spellEnd"/>
      <w:r w:rsidR="00EA052C">
        <w:t xml:space="preserve">, </w:t>
      </w:r>
      <w:r w:rsidRPr="00AA04A0">
        <w:t>la prame à un seul pont à la goélette espagnole</w:t>
      </w:r>
      <w:r w:rsidR="00EA052C">
        <w:t xml:space="preserve">, </w:t>
      </w:r>
      <w:r w:rsidRPr="00AA04A0">
        <w:t xml:space="preserve">la </w:t>
      </w:r>
      <w:proofErr w:type="spellStart"/>
      <w:r w:rsidRPr="00AA04A0">
        <w:t>balon</w:t>
      </w:r>
      <w:proofErr w:type="spellEnd"/>
      <w:r w:rsidRPr="00AA04A0">
        <w:t xml:space="preserve"> siamois à la pirogue </w:t>
      </w:r>
      <w:proofErr w:type="spellStart"/>
      <w:r w:rsidRPr="00AA04A0">
        <w:t>ambo</w:t>
      </w:r>
      <w:r w:rsidRPr="00AA04A0">
        <w:t>i</w:t>
      </w:r>
      <w:r w:rsidRPr="00AA04A0">
        <w:t>nienne</w:t>
      </w:r>
      <w:proofErr w:type="spellEnd"/>
      <w:r w:rsidR="00EA052C">
        <w:t xml:space="preserve">, </w:t>
      </w:r>
      <w:r w:rsidRPr="00AA04A0">
        <w:t>la caravelle au dogre</w:t>
      </w:r>
      <w:r w:rsidR="00EA052C">
        <w:t xml:space="preserve"> ; </w:t>
      </w:r>
      <w:r w:rsidRPr="00AA04A0">
        <w:t>la felouque</w:t>
      </w:r>
      <w:r w:rsidR="00EA052C">
        <w:t xml:space="preserve">, </w:t>
      </w:r>
      <w:r w:rsidRPr="00AA04A0">
        <w:t>étroite et longue</w:t>
      </w:r>
      <w:r w:rsidR="00EA052C">
        <w:t xml:space="preserve">, </w:t>
      </w:r>
      <w:r w:rsidRPr="00AA04A0">
        <w:t>g</w:t>
      </w:r>
      <w:r w:rsidRPr="00AA04A0">
        <w:t>i</w:t>
      </w:r>
      <w:r w:rsidRPr="00AA04A0">
        <w:t>sait côte à côte avec la bombarde</w:t>
      </w:r>
      <w:r w:rsidR="00EA052C">
        <w:t xml:space="preserve">, </w:t>
      </w:r>
      <w:r w:rsidRPr="00AA04A0">
        <w:t>la polacre avec la galiote</w:t>
      </w:r>
      <w:r w:rsidR="00EA052C">
        <w:t xml:space="preserve">, </w:t>
      </w:r>
      <w:r w:rsidRPr="00AA04A0">
        <w:t>la lanche avec la gabarre</w:t>
      </w:r>
      <w:r w:rsidR="00EA052C">
        <w:t xml:space="preserve">, </w:t>
      </w:r>
      <w:r w:rsidRPr="00AA04A0">
        <w:t>la caraque avec le trois-ponts des a</w:t>
      </w:r>
      <w:r w:rsidRPr="00AA04A0">
        <w:t>n</w:t>
      </w:r>
      <w:r w:rsidRPr="00AA04A0">
        <w:t>ciennes marines royales</w:t>
      </w:r>
      <w:r w:rsidR="00EA052C">
        <w:t>.</w:t>
      </w:r>
    </w:p>
    <w:p w14:paraId="327B9865" w14:textId="77777777" w:rsidR="00EA052C" w:rsidRDefault="00C855EF" w:rsidP="00C855EF">
      <w:r w:rsidRPr="00AA04A0">
        <w:t>L</w:t>
      </w:r>
      <w:r w:rsidR="00EA052C">
        <w:t>’</w:t>
      </w:r>
      <w:r w:rsidRPr="00AA04A0">
        <w:t xml:space="preserve">attention portée à cet étrange spectacle me faisait oublier Toby </w:t>
      </w:r>
      <w:proofErr w:type="spellStart"/>
      <w:r w:rsidRPr="00AA04A0">
        <w:t>Kleampton</w:t>
      </w:r>
      <w:proofErr w:type="spellEnd"/>
      <w:r w:rsidR="00EA052C">
        <w:t xml:space="preserve">. </w:t>
      </w:r>
      <w:r w:rsidRPr="00AA04A0">
        <w:t>Je le trouvai</w:t>
      </w:r>
      <w:r w:rsidR="00EA052C">
        <w:t xml:space="preserve">, </w:t>
      </w:r>
      <w:r w:rsidRPr="00AA04A0">
        <w:t>au haut d</w:t>
      </w:r>
      <w:r w:rsidR="00EA052C">
        <w:t>’</w:t>
      </w:r>
      <w:r w:rsidRPr="00AA04A0">
        <w:t>une coque renversée</w:t>
      </w:r>
      <w:r w:rsidR="00EA052C">
        <w:t xml:space="preserve">, </w:t>
      </w:r>
      <w:r w:rsidRPr="00AA04A0">
        <w:t>penché sur le gouffre silencieux de cette mer muette</w:t>
      </w:r>
      <w:r w:rsidR="00EA052C">
        <w:t>.</w:t>
      </w:r>
    </w:p>
    <w:p w14:paraId="650781CF" w14:textId="77777777" w:rsidR="00EA052C" w:rsidRDefault="00EA052C" w:rsidP="00C855EF">
      <w:r>
        <w:t>— </w:t>
      </w:r>
      <w:r w:rsidR="00C855EF" w:rsidRPr="00AA04A0">
        <w:t>Que pensez-vous de cela</w:t>
      </w:r>
      <w:r>
        <w:t xml:space="preserve">, </w:t>
      </w:r>
      <w:proofErr w:type="spellStart"/>
      <w:r w:rsidR="00C855EF" w:rsidRPr="00AA04A0">
        <w:t>Kleampton</w:t>
      </w:r>
      <w:proofErr w:type="spellEnd"/>
      <w:r>
        <w:t xml:space="preserve"> ? </w:t>
      </w:r>
      <w:r w:rsidR="00C855EF" w:rsidRPr="00AA04A0">
        <w:t>dis-je</w:t>
      </w:r>
      <w:r>
        <w:t>.</w:t>
      </w:r>
    </w:p>
    <w:p w14:paraId="1E6C816E" w14:textId="77777777" w:rsidR="00EA052C" w:rsidRDefault="00EA052C" w:rsidP="00C855EF">
      <w:r>
        <w:t>— </w:t>
      </w:r>
      <w:r w:rsidR="00C855EF" w:rsidRPr="00AA04A0">
        <w:t>Rien qui ne soit à la fois simple et troublant</w:t>
      </w:r>
      <w:r>
        <w:t>.</w:t>
      </w:r>
    </w:p>
    <w:p w14:paraId="0895A58D" w14:textId="77777777" w:rsidR="00EA052C" w:rsidRDefault="00EA052C" w:rsidP="00C855EF">
      <w:r>
        <w:t>— </w:t>
      </w:r>
      <w:r w:rsidR="00C855EF" w:rsidRPr="00AA04A0">
        <w:t>Simple</w:t>
      </w:r>
      <w:r>
        <w:t xml:space="preserve">, </w:t>
      </w:r>
      <w:r w:rsidR="00C855EF" w:rsidRPr="00AA04A0">
        <w:t>dites-vous</w:t>
      </w:r>
      <w:r>
        <w:t> ?</w:t>
      </w:r>
    </w:p>
    <w:p w14:paraId="4F5BB426" w14:textId="77777777" w:rsidR="00EA052C" w:rsidRDefault="00EA052C" w:rsidP="00C855EF">
      <w:r>
        <w:t>— </w:t>
      </w:r>
      <w:r w:rsidR="00C855EF" w:rsidRPr="00AA04A0">
        <w:t>Oui</w:t>
      </w:r>
      <w:r>
        <w:t xml:space="preserve">, </w:t>
      </w:r>
      <w:r w:rsidR="00C855EF" w:rsidRPr="00AA04A0">
        <w:t>nous nous trouvons ici au confluent marin de tous les courants des mers connues et inconnues</w:t>
      </w:r>
      <w:r>
        <w:t xml:space="preserve">. </w:t>
      </w:r>
      <w:r w:rsidR="00C855EF" w:rsidRPr="00AA04A0">
        <w:t>Voyez</w:t>
      </w:r>
      <w:r>
        <w:t xml:space="preserve">, </w:t>
      </w:r>
      <w:r w:rsidR="00C855EF" w:rsidRPr="00AA04A0">
        <w:t>ce courant décrit ici une courbe prolongée comme s</w:t>
      </w:r>
      <w:r>
        <w:t>’</w:t>
      </w:r>
      <w:r w:rsidR="00C855EF" w:rsidRPr="00AA04A0">
        <w:t>il tournait autour d</w:t>
      </w:r>
      <w:r>
        <w:t>’</w:t>
      </w:r>
      <w:r w:rsidR="00C855EF" w:rsidRPr="00AA04A0">
        <w:t>un axe</w:t>
      </w:r>
      <w:r>
        <w:t>…</w:t>
      </w:r>
    </w:p>
    <w:p w14:paraId="7EB37244" w14:textId="77777777" w:rsidR="00EA052C" w:rsidRDefault="00EA052C" w:rsidP="00C855EF">
      <w:r>
        <w:t>— </w:t>
      </w:r>
      <w:r w:rsidR="00C855EF" w:rsidRPr="00AA04A0">
        <w:t>Je comprends</w:t>
      </w:r>
      <w:r>
        <w:t xml:space="preserve">, </w:t>
      </w:r>
      <w:proofErr w:type="spellStart"/>
      <w:r w:rsidR="00C855EF" w:rsidRPr="00AA04A0">
        <w:t>Kleampton</w:t>
      </w:r>
      <w:proofErr w:type="spellEnd"/>
      <w:r>
        <w:t xml:space="preserve">. </w:t>
      </w:r>
      <w:r w:rsidR="00C855EF" w:rsidRPr="00AA04A0">
        <w:t>Vous voulez dire qu</w:t>
      </w:r>
      <w:r>
        <w:t>’</w:t>
      </w:r>
      <w:r w:rsidR="00C855EF" w:rsidRPr="00AA04A0">
        <w:t>autour du Pôle ce courant décrit sa courbe avant de rejoindre les océans</w:t>
      </w:r>
      <w:r>
        <w:t> ?</w:t>
      </w:r>
    </w:p>
    <w:p w14:paraId="699C3313" w14:textId="77777777" w:rsidR="00EA052C" w:rsidRDefault="00EA052C" w:rsidP="00C855EF">
      <w:r>
        <w:t>— </w:t>
      </w:r>
      <w:r w:rsidR="00C855EF" w:rsidRPr="00AA04A0">
        <w:t>Cela même</w:t>
      </w:r>
      <w:r>
        <w:t xml:space="preserve">, </w:t>
      </w:r>
      <w:r w:rsidR="00C855EF" w:rsidRPr="00AA04A0">
        <w:t>gentleman</w:t>
      </w:r>
      <w:r>
        <w:t xml:space="preserve">. </w:t>
      </w:r>
      <w:r w:rsidR="00C855EF" w:rsidRPr="00AA04A0">
        <w:t xml:space="preserve">Voilà ce qui </w:t>
      </w:r>
      <w:r w:rsidR="00961B84" w:rsidRPr="00AA04A0">
        <w:t>expliqu</w:t>
      </w:r>
      <w:r w:rsidR="00961B84">
        <w:t>e</w:t>
      </w:r>
      <w:r w:rsidR="00961B84" w:rsidRPr="00AA04A0">
        <w:t xml:space="preserve"> </w:t>
      </w:r>
      <w:r w:rsidR="00C855EF" w:rsidRPr="00AA04A0">
        <w:t>ici</w:t>
      </w:r>
      <w:r>
        <w:t xml:space="preserve">, </w:t>
      </w:r>
      <w:r w:rsidR="00C855EF" w:rsidRPr="00AA04A0">
        <w:t>non la position</w:t>
      </w:r>
      <w:r>
        <w:t xml:space="preserve">, </w:t>
      </w:r>
      <w:r w:rsidR="00C855EF" w:rsidRPr="00AA04A0">
        <w:t>mais la présence des épaves</w:t>
      </w:r>
      <w:r>
        <w:t xml:space="preserve"> : </w:t>
      </w:r>
      <w:r w:rsidR="00C855EF" w:rsidRPr="00AA04A0">
        <w:t>Beaucoup d</w:t>
      </w:r>
      <w:r>
        <w:t>’</w:t>
      </w:r>
      <w:r w:rsidR="00C855EF" w:rsidRPr="00AA04A0">
        <w:t xml:space="preserve">entre </w:t>
      </w:r>
      <w:r w:rsidR="00C855EF" w:rsidRPr="00AA04A0">
        <w:lastRenderedPageBreak/>
        <w:t>elles sont vieilles</w:t>
      </w:r>
      <w:r>
        <w:t xml:space="preserve">, </w:t>
      </w:r>
      <w:r w:rsidR="00C855EF" w:rsidRPr="00AA04A0">
        <w:t>rongées par les eaux</w:t>
      </w:r>
      <w:r>
        <w:t xml:space="preserve">, </w:t>
      </w:r>
      <w:r w:rsidR="00C855EF" w:rsidRPr="00AA04A0">
        <w:t>d</w:t>
      </w:r>
      <w:r>
        <w:t>’</w:t>
      </w:r>
      <w:r w:rsidR="00C855EF" w:rsidRPr="00AA04A0">
        <w:t>autres semblent plus récentes</w:t>
      </w:r>
      <w:r>
        <w:t xml:space="preserve">. </w:t>
      </w:r>
      <w:r w:rsidR="00C855EF" w:rsidRPr="00AA04A0">
        <w:t>C</w:t>
      </w:r>
      <w:r>
        <w:t>’</w:t>
      </w:r>
      <w:r w:rsidR="00C855EF" w:rsidRPr="00AA04A0">
        <w:t>est donc un courant en perpétuel mouvement de r</w:t>
      </w:r>
      <w:r w:rsidR="00C855EF" w:rsidRPr="00AA04A0">
        <w:t>o</w:t>
      </w:r>
      <w:r w:rsidR="00C855EF" w:rsidRPr="00AA04A0">
        <w:t>tation qui les entraîna et les entraîne</w:t>
      </w:r>
      <w:r>
        <w:t>.</w:t>
      </w:r>
    </w:p>
    <w:p w14:paraId="12FDACE0" w14:textId="77777777" w:rsidR="00EA052C" w:rsidRDefault="00EA052C" w:rsidP="00C855EF">
      <w:r>
        <w:t>— </w:t>
      </w:r>
      <w:r w:rsidR="00C855EF" w:rsidRPr="00AA04A0">
        <w:t>Ceci est pour ce qui vous semble simple</w:t>
      </w:r>
      <w:r>
        <w:t xml:space="preserve">, </w:t>
      </w:r>
      <w:proofErr w:type="spellStart"/>
      <w:r w:rsidR="00C855EF" w:rsidRPr="00AA04A0">
        <w:t>Kleampton</w:t>
      </w:r>
      <w:proofErr w:type="spellEnd"/>
      <w:r>
        <w:t xml:space="preserve">. </w:t>
      </w:r>
      <w:r w:rsidR="00C855EF" w:rsidRPr="00AA04A0">
        <w:t>Mais vous avez parlé d</w:t>
      </w:r>
      <w:r>
        <w:t>’</w:t>
      </w:r>
      <w:r w:rsidR="00C855EF" w:rsidRPr="00AA04A0">
        <w:t>une chose troublante</w:t>
      </w:r>
      <w:r>
        <w:t xml:space="preserve"> ? </w:t>
      </w:r>
      <w:r w:rsidR="00C855EF" w:rsidRPr="00AA04A0">
        <w:t>Peut-on savoir laquelle</w:t>
      </w:r>
      <w:r>
        <w:t> ?</w:t>
      </w:r>
    </w:p>
    <w:p w14:paraId="5CEBEBFF" w14:textId="77777777" w:rsidR="00EA052C" w:rsidRDefault="00EA052C" w:rsidP="00C855EF">
      <w:r>
        <w:t>— </w:t>
      </w:r>
      <w:r w:rsidR="00C855EF" w:rsidRPr="00AA04A0">
        <w:t>Certes oui</w:t>
      </w:r>
      <w:r>
        <w:t xml:space="preserve">, </w:t>
      </w:r>
      <w:r w:rsidR="00C855EF" w:rsidRPr="00AA04A0">
        <w:t>car comme moi vous n</w:t>
      </w:r>
      <w:r>
        <w:t>’</w:t>
      </w:r>
      <w:r w:rsidR="00C855EF" w:rsidRPr="00AA04A0">
        <w:t>êtes pas sans l</w:t>
      </w:r>
      <w:r>
        <w:t>’</w:t>
      </w:r>
      <w:r w:rsidR="00C855EF" w:rsidRPr="00AA04A0">
        <w:t>avoir observée</w:t>
      </w:r>
      <w:r>
        <w:t xml:space="preserve">. </w:t>
      </w:r>
      <w:r w:rsidR="00C855EF" w:rsidRPr="00AA04A0">
        <w:t>J</w:t>
      </w:r>
      <w:r>
        <w:t>’</w:t>
      </w:r>
      <w:r w:rsidR="00C855EF" w:rsidRPr="00AA04A0">
        <w:t>entends parler du mouvement qui semblait entra</w:t>
      </w:r>
      <w:r w:rsidR="00C855EF" w:rsidRPr="00AA04A0">
        <w:t>î</w:t>
      </w:r>
      <w:r w:rsidR="00C855EF" w:rsidRPr="00AA04A0">
        <w:t>ner tous ces navires</w:t>
      </w:r>
      <w:r>
        <w:t>.</w:t>
      </w:r>
    </w:p>
    <w:p w14:paraId="0AF9A823" w14:textId="77777777" w:rsidR="00EA052C" w:rsidRDefault="00EA052C" w:rsidP="00C855EF">
      <w:r>
        <w:t>— </w:t>
      </w:r>
      <w:r w:rsidR="00C855EF" w:rsidRPr="00AA04A0">
        <w:t>Oui</w:t>
      </w:r>
      <w:r>
        <w:t xml:space="preserve">, </w:t>
      </w:r>
      <w:r w:rsidR="00C855EF" w:rsidRPr="00AA04A0">
        <w:t>je le vis</w:t>
      </w:r>
      <w:r>
        <w:t xml:space="preserve">. </w:t>
      </w:r>
      <w:r w:rsidR="00C855EF" w:rsidRPr="00AA04A0">
        <w:t>À quoi donc l</w:t>
      </w:r>
      <w:r>
        <w:t>’</w:t>
      </w:r>
      <w:r w:rsidR="00C855EF" w:rsidRPr="00AA04A0">
        <w:t>attribuez-vous</w:t>
      </w:r>
      <w:r>
        <w:t> ?</w:t>
      </w:r>
    </w:p>
    <w:p w14:paraId="63B702C5" w14:textId="77777777" w:rsidR="00EA052C" w:rsidRDefault="00EA052C" w:rsidP="00C855EF">
      <w:r>
        <w:t>— </w:t>
      </w:r>
      <w:r w:rsidR="00C855EF" w:rsidRPr="00AA04A0">
        <w:t>Gentleman</w:t>
      </w:r>
      <w:r>
        <w:t xml:space="preserve">, </w:t>
      </w:r>
      <w:r w:rsidR="00C855EF" w:rsidRPr="00AA04A0">
        <w:t>vous allez une fois de plus me croire fou</w:t>
      </w:r>
      <w:r>
        <w:t>.</w:t>
      </w:r>
    </w:p>
    <w:p w14:paraId="2B7A3D4A" w14:textId="77777777" w:rsidR="00EA052C" w:rsidRDefault="00EA052C" w:rsidP="00C855EF">
      <w:r>
        <w:t>— </w:t>
      </w:r>
      <w:proofErr w:type="spellStart"/>
      <w:r w:rsidR="00C855EF" w:rsidRPr="00AA04A0">
        <w:t>Kleampton</w:t>
      </w:r>
      <w:proofErr w:type="spellEnd"/>
      <w:r>
        <w:t xml:space="preserve">, </w:t>
      </w:r>
      <w:r w:rsidR="00C855EF" w:rsidRPr="00AA04A0">
        <w:t>ai-je dit cela</w:t>
      </w:r>
      <w:r>
        <w:t> ?</w:t>
      </w:r>
    </w:p>
    <w:p w14:paraId="60535B5E" w14:textId="77777777" w:rsidR="00EA052C" w:rsidRDefault="00EA052C" w:rsidP="00C855EF">
      <w:r>
        <w:t>— </w:t>
      </w:r>
      <w:r w:rsidR="00C855EF" w:rsidRPr="00AA04A0">
        <w:t>Ai-je dit gentleman que vous le disiez</w:t>
      </w:r>
      <w:r>
        <w:t xml:space="preserve"> ? </w:t>
      </w:r>
      <w:r w:rsidR="00C855EF" w:rsidRPr="00AA04A0">
        <w:t>C</w:t>
      </w:r>
      <w:r>
        <w:t>’</w:t>
      </w:r>
      <w:r w:rsidR="00C855EF" w:rsidRPr="00AA04A0">
        <w:t>est croire que je suis fou et non le dire</w:t>
      </w:r>
      <w:r>
        <w:t>.</w:t>
      </w:r>
    </w:p>
    <w:p w14:paraId="066726F2" w14:textId="77777777" w:rsidR="00EA052C" w:rsidRDefault="00C855EF" w:rsidP="00C855EF">
      <w:r w:rsidRPr="00AA04A0">
        <w:t>Par goût de la contradiction et aussi par vanité</w:t>
      </w:r>
      <w:r w:rsidR="00EA052C">
        <w:t xml:space="preserve">, </w:t>
      </w:r>
      <w:r w:rsidRPr="00AA04A0">
        <w:t>car la van</w:t>
      </w:r>
      <w:r w:rsidRPr="00AA04A0">
        <w:t>i</w:t>
      </w:r>
      <w:r w:rsidRPr="00AA04A0">
        <w:t>té n</w:t>
      </w:r>
      <w:r w:rsidR="00EA052C">
        <w:t>’</w:t>
      </w:r>
      <w:r w:rsidRPr="00AA04A0">
        <w:t>abdique jamais ses droits</w:t>
      </w:r>
      <w:r w:rsidR="00EA052C">
        <w:t xml:space="preserve">, </w:t>
      </w:r>
      <w:r w:rsidRPr="00AA04A0">
        <w:t>je déclarai</w:t>
      </w:r>
      <w:r w:rsidR="00EA052C">
        <w:t> :</w:t>
      </w:r>
    </w:p>
    <w:p w14:paraId="47CB6850" w14:textId="77777777" w:rsidR="00EA052C" w:rsidRDefault="00EA052C" w:rsidP="00C855EF">
      <w:r>
        <w:t>— </w:t>
      </w:r>
      <w:r w:rsidR="00C855EF" w:rsidRPr="00AA04A0">
        <w:t>Je n</w:t>
      </w:r>
      <w:r>
        <w:t>’</w:t>
      </w:r>
      <w:r w:rsidR="00C855EF" w:rsidRPr="00AA04A0">
        <w:t>ai jamais pensé cela</w:t>
      </w:r>
      <w:r>
        <w:t xml:space="preserve">, </w:t>
      </w:r>
      <w:proofErr w:type="spellStart"/>
      <w:r w:rsidR="00C855EF" w:rsidRPr="00AA04A0">
        <w:t>Kleampton</w:t>
      </w:r>
      <w:proofErr w:type="spellEnd"/>
      <w:r>
        <w:t>.</w:t>
      </w:r>
    </w:p>
    <w:p w14:paraId="43DDA7F4" w14:textId="77777777" w:rsidR="00EA052C" w:rsidRDefault="00EA052C" w:rsidP="00C855EF">
      <w:r>
        <w:t>— </w:t>
      </w:r>
      <w:r w:rsidR="00C855EF" w:rsidRPr="00AA04A0">
        <w:t>Oh</w:t>
      </w:r>
      <w:r>
        <w:t xml:space="preserve"> ! </w:t>
      </w:r>
      <w:r w:rsidR="00C855EF" w:rsidRPr="00AA04A0">
        <w:t>je ne vous en veux pas</w:t>
      </w:r>
      <w:r>
        <w:t xml:space="preserve">, </w:t>
      </w:r>
      <w:r w:rsidR="00C855EF" w:rsidRPr="00AA04A0">
        <w:t>dit-il calmement</w:t>
      </w:r>
      <w:r>
        <w:t xml:space="preserve">, </w:t>
      </w:r>
      <w:r w:rsidR="00C855EF" w:rsidRPr="00AA04A0">
        <w:t>car le vrai semble souvent peu vraisemblable</w:t>
      </w:r>
      <w:r>
        <w:t xml:space="preserve">. </w:t>
      </w:r>
      <w:r w:rsidR="00C855EF" w:rsidRPr="00AA04A0">
        <w:t>Donc les mouvements des épaves je les attribue à l</w:t>
      </w:r>
      <w:r>
        <w:t>’</w:t>
      </w:r>
      <w:r w:rsidR="00C855EF" w:rsidRPr="00AA04A0">
        <w:t>effort d</w:t>
      </w:r>
      <w:r>
        <w:t>’</w:t>
      </w:r>
      <w:r w:rsidR="00C855EF" w:rsidRPr="00AA04A0">
        <w:t>êtres animés enfuis à notre a</w:t>
      </w:r>
      <w:r w:rsidR="00C855EF" w:rsidRPr="00AA04A0">
        <w:t>p</w:t>
      </w:r>
      <w:r w:rsidR="00C855EF" w:rsidRPr="00AA04A0">
        <w:t>proche</w:t>
      </w:r>
      <w:r>
        <w:t>.</w:t>
      </w:r>
    </w:p>
    <w:p w14:paraId="59865151" w14:textId="77777777" w:rsidR="00EA052C" w:rsidRDefault="00EA052C" w:rsidP="00C855EF">
      <w:r>
        <w:t>— </w:t>
      </w:r>
      <w:r w:rsidR="00C855EF" w:rsidRPr="00AA04A0">
        <w:t>Mais nous ne vîmes personne</w:t>
      </w:r>
      <w:r>
        <w:t>.</w:t>
      </w:r>
    </w:p>
    <w:p w14:paraId="0FD29826" w14:textId="77777777" w:rsidR="00EA052C" w:rsidRDefault="00EA052C" w:rsidP="00C855EF">
      <w:r>
        <w:t>— </w:t>
      </w:r>
      <w:r w:rsidR="00C855EF" w:rsidRPr="00AA04A0">
        <w:t>Qui vous dit</w:t>
      </w:r>
      <w:r>
        <w:t xml:space="preserve">, </w:t>
      </w:r>
      <w:r w:rsidR="00C855EF" w:rsidRPr="00AA04A0">
        <w:t>gentleman</w:t>
      </w:r>
      <w:r>
        <w:t xml:space="preserve">, </w:t>
      </w:r>
      <w:r w:rsidR="00C855EF" w:rsidRPr="00AA04A0">
        <w:t>que les habitants du Pôle sont des êtres visibles et qu</w:t>
      </w:r>
      <w:r>
        <w:t>’</w:t>
      </w:r>
      <w:r w:rsidR="00C855EF" w:rsidRPr="00AA04A0">
        <w:t>ils ne se meuvent pas dans l</w:t>
      </w:r>
      <w:r>
        <w:t>’</w:t>
      </w:r>
      <w:r w:rsidR="00C855EF" w:rsidRPr="00AA04A0">
        <w:t>atmosphère magnétique en formes impondérables</w:t>
      </w:r>
      <w:r>
        <w:t> ?</w:t>
      </w:r>
    </w:p>
    <w:p w14:paraId="7BC59445" w14:textId="77777777" w:rsidR="00EA052C" w:rsidRDefault="00C855EF" w:rsidP="00C855EF">
      <w:r w:rsidRPr="00AA04A0">
        <w:lastRenderedPageBreak/>
        <w:t>Que répliquer à cela</w:t>
      </w:r>
      <w:r w:rsidR="00EA052C">
        <w:t xml:space="preserve"> ? </w:t>
      </w:r>
      <w:r w:rsidRPr="00AA04A0">
        <w:t>Rien</w:t>
      </w:r>
      <w:r w:rsidR="00EA052C">
        <w:t xml:space="preserve">. </w:t>
      </w:r>
      <w:r w:rsidRPr="00AA04A0">
        <w:t>D</w:t>
      </w:r>
      <w:r w:rsidR="00EA052C">
        <w:t>’</w:t>
      </w:r>
      <w:r w:rsidRPr="00AA04A0">
        <w:t>ailleurs mon attention à ce moment fut distraite par un corps noir jeté par la vague sur la plage</w:t>
      </w:r>
      <w:r w:rsidR="00EA052C">
        <w:t xml:space="preserve">, </w:t>
      </w:r>
      <w:r w:rsidRPr="00AA04A0">
        <w:t>à quelques mètres de nous</w:t>
      </w:r>
      <w:r w:rsidR="00EA052C">
        <w:t xml:space="preserve">, </w:t>
      </w:r>
      <w:r w:rsidRPr="00AA04A0">
        <w:t>et qui se débattait parmi des débris de bois et des fragments d</w:t>
      </w:r>
      <w:r w:rsidR="00EA052C">
        <w:t>’</w:t>
      </w:r>
      <w:r w:rsidRPr="00AA04A0">
        <w:t>épaves</w:t>
      </w:r>
      <w:r w:rsidR="00EA052C">
        <w:t>.</w:t>
      </w:r>
    </w:p>
    <w:p w14:paraId="633FA809" w14:textId="77777777" w:rsidR="00EA052C" w:rsidRDefault="00C855EF" w:rsidP="00C855EF">
      <w:r w:rsidRPr="00AA04A0">
        <w:t>C</w:t>
      </w:r>
      <w:r w:rsidR="00EA052C">
        <w:t>’</w:t>
      </w:r>
      <w:r w:rsidRPr="00AA04A0">
        <w:t>était une sorte de poisson de forme quadrangulaire</w:t>
      </w:r>
      <w:r w:rsidR="00EA052C">
        <w:t xml:space="preserve">, </w:t>
      </w:r>
      <w:r w:rsidRPr="00AA04A0">
        <w:t>long au moins de onze pieds</w:t>
      </w:r>
      <w:r w:rsidR="00EA052C">
        <w:t xml:space="preserve">. </w:t>
      </w:r>
      <w:r w:rsidRPr="00AA04A0">
        <w:t>Au lieu du bec aigu commun</w:t>
      </w:r>
      <w:r w:rsidR="00EA052C">
        <w:t xml:space="preserve">, </w:t>
      </w:r>
      <w:r w:rsidRPr="00AA04A0">
        <w:t>la tête se terminait par une véritable trompe d</w:t>
      </w:r>
      <w:r w:rsidR="00EA052C">
        <w:t>’</w:t>
      </w:r>
      <w:r w:rsidRPr="00AA04A0">
        <w:t>éléphant</w:t>
      </w:r>
      <w:r w:rsidR="00EA052C">
        <w:t xml:space="preserve">, </w:t>
      </w:r>
      <w:r w:rsidRPr="00AA04A0">
        <w:t>flexible et molle</w:t>
      </w:r>
      <w:r w:rsidR="00EA052C">
        <w:t xml:space="preserve">, </w:t>
      </w:r>
      <w:r w:rsidRPr="00AA04A0">
        <w:t>et au-dessus de deux yeux ronds</w:t>
      </w:r>
      <w:r w:rsidR="00EA052C">
        <w:t xml:space="preserve">, </w:t>
      </w:r>
      <w:r w:rsidRPr="00AA04A0">
        <w:t>sans prunelles</w:t>
      </w:r>
      <w:r w:rsidR="00EA052C">
        <w:t xml:space="preserve">, </w:t>
      </w:r>
      <w:r w:rsidRPr="00AA04A0">
        <w:t>s</w:t>
      </w:r>
      <w:r w:rsidR="00EA052C">
        <w:t>’</w:t>
      </w:r>
      <w:r w:rsidRPr="00AA04A0">
        <w:t>élevaient deux cornes droites et grises</w:t>
      </w:r>
      <w:r w:rsidR="00EA052C">
        <w:t xml:space="preserve">. </w:t>
      </w:r>
      <w:r w:rsidRPr="00AA04A0">
        <w:t>La peau de la bête était rude</w:t>
      </w:r>
      <w:r w:rsidR="00EA052C">
        <w:t xml:space="preserve">, </w:t>
      </w:r>
      <w:r w:rsidRPr="00AA04A0">
        <w:t>co</w:t>
      </w:r>
      <w:r w:rsidRPr="00AA04A0">
        <w:t>u</w:t>
      </w:r>
      <w:r w:rsidRPr="00AA04A0">
        <w:t>verte de légères écailles qui tombaient</w:t>
      </w:r>
      <w:r w:rsidR="00EA052C">
        <w:t xml:space="preserve">, </w:t>
      </w:r>
      <w:r w:rsidRPr="00AA04A0">
        <w:t>une à une</w:t>
      </w:r>
      <w:r w:rsidR="00EA052C">
        <w:t xml:space="preserve">, </w:t>
      </w:r>
      <w:r w:rsidRPr="00AA04A0">
        <w:t>à chacun de ses mouvements sur le sable</w:t>
      </w:r>
      <w:r w:rsidR="00EA052C">
        <w:t>.</w:t>
      </w:r>
    </w:p>
    <w:p w14:paraId="4F2D4E93" w14:textId="77777777" w:rsidR="00EA052C" w:rsidRDefault="00EA052C" w:rsidP="00C855EF">
      <w:r>
        <w:t>— </w:t>
      </w:r>
      <w:r w:rsidR="00C855EF" w:rsidRPr="00AA04A0">
        <w:t>Quel monstre affreux</w:t>
      </w:r>
      <w:r>
        <w:t xml:space="preserve"> ! </w:t>
      </w:r>
      <w:r w:rsidR="00C855EF" w:rsidRPr="00AA04A0">
        <w:t>m</w:t>
      </w:r>
      <w:r>
        <w:t>’</w:t>
      </w:r>
      <w:r w:rsidR="00C855EF" w:rsidRPr="00AA04A0">
        <w:t>écriai-je</w:t>
      </w:r>
      <w:r>
        <w:t>.</w:t>
      </w:r>
    </w:p>
    <w:p w14:paraId="75DC99D6" w14:textId="77777777" w:rsidR="00EA052C" w:rsidRDefault="00EA052C" w:rsidP="00C855EF">
      <w:r>
        <w:t>— </w:t>
      </w:r>
      <w:r w:rsidR="00C855EF" w:rsidRPr="00AA04A0">
        <w:t>Quoi</w:t>
      </w:r>
      <w:r>
        <w:t xml:space="preserve">, </w:t>
      </w:r>
      <w:r w:rsidR="00C855EF" w:rsidRPr="00AA04A0">
        <w:t xml:space="preserve">dit </w:t>
      </w:r>
      <w:proofErr w:type="spellStart"/>
      <w:r w:rsidR="00C855EF" w:rsidRPr="00AA04A0">
        <w:t>Kleampton</w:t>
      </w:r>
      <w:proofErr w:type="spellEnd"/>
      <w:r>
        <w:t xml:space="preserve">, </w:t>
      </w:r>
      <w:r w:rsidR="00C855EF" w:rsidRPr="00AA04A0">
        <w:t>ignorez-vous le nom de la bête</w:t>
      </w:r>
      <w:r>
        <w:t xml:space="preserve">, </w:t>
      </w:r>
      <w:r w:rsidR="00C855EF" w:rsidRPr="00AA04A0">
        <w:t>gentleman</w:t>
      </w:r>
      <w:r>
        <w:t> ?</w:t>
      </w:r>
    </w:p>
    <w:p w14:paraId="36F7DDD7" w14:textId="77777777" w:rsidR="00EA052C" w:rsidRDefault="00C855EF" w:rsidP="00C855EF">
      <w:r w:rsidRPr="00AA04A0">
        <w:t>J</w:t>
      </w:r>
      <w:r w:rsidR="00EA052C">
        <w:t>’</w:t>
      </w:r>
      <w:r w:rsidRPr="00AA04A0">
        <w:t>avouai mon ignorance</w:t>
      </w:r>
      <w:r w:rsidR="00EA052C">
        <w:t xml:space="preserve">. </w:t>
      </w:r>
      <w:r w:rsidRPr="00AA04A0">
        <w:t>Toby me renseigna</w:t>
      </w:r>
      <w:r w:rsidR="00EA052C">
        <w:t> :</w:t>
      </w:r>
    </w:p>
    <w:p w14:paraId="33ADF52B" w14:textId="77777777" w:rsidR="00EA052C" w:rsidRDefault="00EA052C" w:rsidP="00C855EF">
      <w:r>
        <w:t>— </w:t>
      </w:r>
      <w:r w:rsidR="00C855EF" w:rsidRPr="00AA04A0">
        <w:t>C</w:t>
      </w:r>
      <w:r>
        <w:t>’</w:t>
      </w:r>
      <w:r w:rsidR="00C855EF" w:rsidRPr="00AA04A0">
        <w:t>est l</w:t>
      </w:r>
      <w:r>
        <w:t>’</w:t>
      </w:r>
      <w:r w:rsidR="00C855EF" w:rsidRPr="00AA04A0">
        <w:t>animal</w:t>
      </w:r>
      <w:r>
        <w:t xml:space="preserve">, </w:t>
      </w:r>
      <w:r w:rsidR="00C855EF" w:rsidRPr="00AA04A0">
        <w:t>longtemps considéré comme chimérique et fabuleux</w:t>
      </w:r>
      <w:r>
        <w:t xml:space="preserve">, </w:t>
      </w:r>
      <w:r w:rsidR="00C855EF" w:rsidRPr="00AA04A0">
        <w:t>connu sous le nom de taureau de mer</w:t>
      </w:r>
      <w:r>
        <w:t xml:space="preserve">. </w:t>
      </w:r>
      <w:r w:rsidR="00C855EF" w:rsidRPr="00AA04A0">
        <w:t>Ceci présage du neuf</w:t>
      </w:r>
      <w:r>
        <w:t xml:space="preserve">. </w:t>
      </w:r>
      <w:r w:rsidR="00C855EF" w:rsidRPr="00AA04A0">
        <w:t>Écartons-nous</w:t>
      </w:r>
      <w:r>
        <w:t xml:space="preserve">, </w:t>
      </w:r>
      <w:r w:rsidR="00C855EF" w:rsidRPr="00AA04A0">
        <w:t>car nous allons sans doute assister à une chose curieuse</w:t>
      </w:r>
      <w:r>
        <w:t>.</w:t>
      </w:r>
    </w:p>
    <w:p w14:paraId="16832D0A" w14:textId="77777777" w:rsidR="00EA052C" w:rsidRDefault="00C855EF" w:rsidP="00C855EF">
      <w:r w:rsidRPr="00AA04A0">
        <w:t>Derrière la carcasse d</w:t>
      </w:r>
      <w:r w:rsidR="00EA052C">
        <w:t>’</w:t>
      </w:r>
      <w:r w:rsidRPr="00AA04A0">
        <w:t>une brigantine échouée</w:t>
      </w:r>
      <w:r w:rsidR="00EA052C">
        <w:t xml:space="preserve">, </w:t>
      </w:r>
      <w:r w:rsidRPr="00AA04A0">
        <w:t>nous nous mîmes à couvert et</w:t>
      </w:r>
      <w:r w:rsidR="00EA052C">
        <w:t xml:space="preserve">, </w:t>
      </w:r>
      <w:r w:rsidRPr="00AA04A0">
        <w:t>par les interstices des sabords crevés</w:t>
      </w:r>
      <w:r w:rsidR="00EA052C">
        <w:t xml:space="preserve">, </w:t>
      </w:r>
      <w:r w:rsidRPr="00AA04A0">
        <w:t>nous regardâmes l</w:t>
      </w:r>
      <w:r w:rsidR="00EA052C">
        <w:t>’</w:t>
      </w:r>
      <w:r w:rsidRPr="00AA04A0">
        <w:t>endroit où le taureau de mer se débattait en grands soubresauts</w:t>
      </w:r>
      <w:r w:rsidR="00EA052C">
        <w:t xml:space="preserve">. </w:t>
      </w:r>
      <w:r w:rsidRPr="00AA04A0">
        <w:t>Quelque chose de luisant</w:t>
      </w:r>
      <w:r w:rsidR="00EA052C">
        <w:t xml:space="preserve">, </w:t>
      </w:r>
      <w:r w:rsidRPr="00AA04A0">
        <w:t>en forme de bo</w:t>
      </w:r>
      <w:r w:rsidRPr="00AA04A0">
        <w:t>u</w:t>
      </w:r>
      <w:r w:rsidRPr="00AA04A0">
        <w:t>clier</w:t>
      </w:r>
      <w:r w:rsidR="00EA052C">
        <w:t xml:space="preserve">, </w:t>
      </w:r>
      <w:r w:rsidRPr="00AA04A0">
        <w:t>s</w:t>
      </w:r>
      <w:r w:rsidR="00EA052C">
        <w:t>’</w:t>
      </w:r>
      <w:r w:rsidRPr="00AA04A0">
        <w:t>éleva soudain au-dessus des eaux vertes</w:t>
      </w:r>
      <w:r w:rsidR="00EA052C">
        <w:t xml:space="preserve">. </w:t>
      </w:r>
      <w:r w:rsidRPr="00AA04A0">
        <w:t>Cela se rappr</w:t>
      </w:r>
      <w:r w:rsidRPr="00AA04A0">
        <w:t>o</w:t>
      </w:r>
      <w:r w:rsidRPr="00AA04A0">
        <w:t>cha</w:t>
      </w:r>
      <w:r w:rsidR="00EA052C">
        <w:t xml:space="preserve">, </w:t>
      </w:r>
      <w:r w:rsidRPr="00AA04A0">
        <w:t>et bientôt deux bras humains</w:t>
      </w:r>
      <w:r w:rsidR="00EA052C">
        <w:t xml:space="preserve">, </w:t>
      </w:r>
      <w:r w:rsidRPr="00AA04A0">
        <w:t>oui humains</w:t>
      </w:r>
      <w:r w:rsidR="00EA052C">
        <w:t xml:space="preserve">, </w:t>
      </w:r>
      <w:r w:rsidRPr="00AA04A0">
        <w:t>mais onglés e</w:t>
      </w:r>
      <w:r w:rsidRPr="00AA04A0">
        <w:t>f</w:t>
      </w:r>
      <w:r w:rsidRPr="00AA04A0">
        <w:t>froyablement</w:t>
      </w:r>
      <w:r w:rsidR="00EA052C">
        <w:t xml:space="preserve">, </w:t>
      </w:r>
      <w:r w:rsidRPr="00AA04A0">
        <w:t>s</w:t>
      </w:r>
      <w:r w:rsidR="00EA052C">
        <w:t>’</w:t>
      </w:r>
      <w:r w:rsidRPr="00AA04A0">
        <w:t>attachèrent aux galets de la plage</w:t>
      </w:r>
      <w:r w:rsidR="00EA052C">
        <w:t xml:space="preserve">. </w:t>
      </w:r>
      <w:r w:rsidRPr="00AA04A0">
        <w:t>Le reste du corps</w:t>
      </w:r>
      <w:r w:rsidR="00EA052C">
        <w:t xml:space="preserve">, </w:t>
      </w:r>
      <w:r w:rsidRPr="00AA04A0">
        <w:t>démesurément long</w:t>
      </w:r>
      <w:r w:rsidR="00EA052C">
        <w:t xml:space="preserve">, – </w:t>
      </w:r>
      <w:r w:rsidRPr="00AA04A0">
        <w:t>25 pieds au moins</w:t>
      </w:r>
      <w:r w:rsidR="00EA052C">
        <w:t xml:space="preserve"> – </w:t>
      </w:r>
      <w:r w:rsidRPr="00AA04A0">
        <w:t>et large de 18</w:t>
      </w:r>
      <w:r w:rsidR="00EA052C">
        <w:t xml:space="preserve">, </w:t>
      </w:r>
      <w:r w:rsidRPr="00AA04A0">
        <w:t>se traîna bientôt sur la grève silencieuse</w:t>
      </w:r>
      <w:r w:rsidR="00EA052C">
        <w:t xml:space="preserve">. </w:t>
      </w:r>
      <w:r w:rsidRPr="00AA04A0">
        <w:t>Il se terminait par deux jambes</w:t>
      </w:r>
      <w:r w:rsidR="00EA052C">
        <w:t xml:space="preserve">, </w:t>
      </w:r>
      <w:r w:rsidRPr="00AA04A0">
        <w:t>humaines</w:t>
      </w:r>
      <w:r w:rsidR="00EA052C">
        <w:t xml:space="preserve">, </w:t>
      </w:r>
      <w:r w:rsidRPr="00AA04A0">
        <w:t>elles aussi</w:t>
      </w:r>
      <w:r w:rsidR="00EA052C">
        <w:t xml:space="preserve">, </w:t>
      </w:r>
      <w:r w:rsidRPr="00AA04A0">
        <w:t xml:space="preserve">et onglées </w:t>
      </w:r>
      <w:r w:rsidRPr="00AA04A0">
        <w:lastRenderedPageBreak/>
        <w:t>comme les bras</w:t>
      </w:r>
      <w:r w:rsidR="00EA052C">
        <w:t xml:space="preserve">. </w:t>
      </w:r>
      <w:r w:rsidRPr="00AA04A0">
        <w:t>L</w:t>
      </w:r>
      <w:r w:rsidR="00EA052C">
        <w:t>’</w:t>
      </w:r>
      <w:r w:rsidRPr="00AA04A0">
        <w:t>aspect général de la bête était celui d</w:t>
      </w:r>
      <w:r w:rsidR="00EA052C">
        <w:t>’</w:t>
      </w:r>
      <w:r w:rsidRPr="00AA04A0">
        <w:t>une énorme raie hideuse</w:t>
      </w:r>
      <w:r w:rsidR="00EA052C">
        <w:t>.</w:t>
      </w:r>
    </w:p>
    <w:p w14:paraId="24926DDF" w14:textId="77777777" w:rsidR="00EA052C" w:rsidRDefault="00C855EF" w:rsidP="00C855EF">
      <w:r w:rsidRPr="00AA04A0">
        <w:t>Je compris ce qui l</w:t>
      </w:r>
      <w:r w:rsidR="00EA052C">
        <w:t>’</w:t>
      </w:r>
      <w:r w:rsidRPr="00AA04A0">
        <w:t>attirait ici</w:t>
      </w:r>
      <w:r w:rsidR="00EA052C">
        <w:t xml:space="preserve">, </w:t>
      </w:r>
      <w:r w:rsidRPr="00AA04A0">
        <w:t>près du corps du taureau</w:t>
      </w:r>
      <w:r w:rsidR="00EA052C">
        <w:t>.</w:t>
      </w:r>
    </w:p>
    <w:p w14:paraId="78186454" w14:textId="77777777" w:rsidR="00EA052C" w:rsidRDefault="00EA052C" w:rsidP="00C855EF">
      <w:r>
        <w:t>— </w:t>
      </w:r>
      <w:r w:rsidR="00C855EF" w:rsidRPr="00AA04A0">
        <w:t>C</w:t>
      </w:r>
      <w:r>
        <w:t>’</w:t>
      </w:r>
      <w:r w:rsidR="00C855EF" w:rsidRPr="00AA04A0">
        <w:t>est la bête dénommée diable de mer</w:t>
      </w:r>
      <w:r>
        <w:t xml:space="preserve">, </w:t>
      </w:r>
      <w:r w:rsidR="00C855EF" w:rsidRPr="00AA04A0">
        <w:t xml:space="preserve">me souffla Toby </w:t>
      </w:r>
      <w:proofErr w:type="spellStart"/>
      <w:r w:rsidR="00C855EF" w:rsidRPr="00AA04A0">
        <w:t>Kleampton</w:t>
      </w:r>
      <w:proofErr w:type="spellEnd"/>
      <w:r w:rsidR="00C855EF" w:rsidRPr="00AA04A0">
        <w:t xml:space="preserve"> à l</w:t>
      </w:r>
      <w:r>
        <w:t>’</w:t>
      </w:r>
      <w:r w:rsidR="00C855EF" w:rsidRPr="00AA04A0">
        <w:t>oreille</w:t>
      </w:r>
      <w:r>
        <w:t>.</w:t>
      </w:r>
    </w:p>
    <w:p w14:paraId="27F78F13" w14:textId="77777777" w:rsidR="00EA052C" w:rsidRDefault="00C855EF" w:rsidP="00C855EF">
      <w:r w:rsidRPr="00AA04A0">
        <w:t>Ce que fut le combat de ces deux monstres on se l</w:t>
      </w:r>
      <w:r w:rsidR="00EA052C">
        <w:t>’</w:t>
      </w:r>
      <w:r w:rsidRPr="00AA04A0">
        <w:t>imagine difficilement</w:t>
      </w:r>
      <w:r w:rsidR="00EA052C">
        <w:t xml:space="preserve">. </w:t>
      </w:r>
      <w:r w:rsidRPr="00AA04A0">
        <w:t>Sous les ongles du diable la peau rugueuse du ta</w:t>
      </w:r>
      <w:r w:rsidRPr="00AA04A0">
        <w:t>u</w:t>
      </w:r>
      <w:r w:rsidRPr="00AA04A0">
        <w:t>reau se crevait</w:t>
      </w:r>
      <w:r w:rsidR="00EA052C">
        <w:t xml:space="preserve">, </w:t>
      </w:r>
      <w:r w:rsidRPr="00AA04A0">
        <w:t>déchirée en larges lanières de cuir huileux</w:t>
      </w:r>
      <w:r w:rsidR="00EA052C">
        <w:t xml:space="preserve">. </w:t>
      </w:r>
      <w:r w:rsidRPr="00AA04A0">
        <w:t>Des blessures coula un sang noirâtre qui trempa le sable de la plage</w:t>
      </w:r>
      <w:r w:rsidR="00EA052C">
        <w:t xml:space="preserve">. </w:t>
      </w:r>
      <w:r w:rsidRPr="00AA04A0">
        <w:t>En vain</w:t>
      </w:r>
      <w:r w:rsidR="00EA052C">
        <w:t xml:space="preserve">, </w:t>
      </w:r>
      <w:r w:rsidRPr="00AA04A0">
        <w:t>la trompe d</w:t>
      </w:r>
      <w:r w:rsidR="00EA052C">
        <w:t>’</w:t>
      </w:r>
      <w:r w:rsidRPr="00AA04A0">
        <w:t>éléphant essaya d</w:t>
      </w:r>
      <w:r w:rsidR="00EA052C">
        <w:t>’</w:t>
      </w:r>
      <w:r w:rsidRPr="00AA04A0">
        <w:t>envelopper le corps du diable</w:t>
      </w:r>
      <w:r w:rsidR="00EA052C">
        <w:t xml:space="preserve">. </w:t>
      </w:r>
      <w:r w:rsidRPr="00AA04A0">
        <w:t>Les bras</w:t>
      </w:r>
      <w:r w:rsidR="00EA052C">
        <w:t xml:space="preserve">, </w:t>
      </w:r>
      <w:r w:rsidRPr="00AA04A0">
        <w:t>les terribles bras onglés</w:t>
      </w:r>
      <w:r w:rsidR="00EA052C">
        <w:t xml:space="preserve">, </w:t>
      </w:r>
      <w:r w:rsidRPr="00AA04A0">
        <w:t>faisaient prompte b</w:t>
      </w:r>
      <w:r w:rsidRPr="00AA04A0">
        <w:t>e</w:t>
      </w:r>
      <w:r w:rsidRPr="00AA04A0">
        <w:t>sogne et bientôt</w:t>
      </w:r>
      <w:r w:rsidR="00EA052C">
        <w:t xml:space="preserve">, </w:t>
      </w:r>
      <w:r w:rsidRPr="00AA04A0">
        <w:t>avec une rapidité inouïe</w:t>
      </w:r>
      <w:r w:rsidR="00EA052C">
        <w:t xml:space="preserve">, </w:t>
      </w:r>
      <w:r w:rsidRPr="00AA04A0">
        <w:t>le cadavre du taureau fut entraîné vers les eaux vertes où il s</w:t>
      </w:r>
      <w:r w:rsidR="00EA052C">
        <w:t>’</w:t>
      </w:r>
      <w:r w:rsidRPr="00AA04A0">
        <w:t>engloutit</w:t>
      </w:r>
      <w:r w:rsidR="00EA052C">
        <w:t xml:space="preserve">. </w:t>
      </w:r>
      <w:r w:rsidRPr="00AA04A0">
        <w:t>Je frissonnais d</w:t>
      </w:r>
      <w:r w:rsidR="00EA052C">
        <w:t>’</w:t>
      </w:r>
      <w:r w:rsidRPr="00AA04A0">
        <w:t>horreur et de dégoût</w:t>
      </w:r>
      <w:r w:rsidR="00EA052C">
        <w:t>.</w:t>
      </w:r>
    </w:p>
    <w:p w14:paraId="176707CC" w14:textId="77777777" w:rsidR="00EA052C" w:rsidRDefault="00EA052C" w:rsidP="00C855EF">
      <w:r>
        <w:t>— </w:t>
      </w:r>
      <w:r w:rsidR="00C855EF" w:rsidRPr="00AA04A0">
        <w:t>La présence du taureau de mer dans ces parages ind</w:t>
      </w:r>
      <w:r w:rsidR="00C855EF" w:rsidRPr="00AA04A0">
        <w:t>i</w:t>
      </w:r>
      <w:r w:rsidR="00C855EF" w:rsidRPr="00AA04A0">
        <w:t>quait celle du diable</w:t>
      </w:r>
      <w:r>
        <w:t xml:space="preserve">, </w:t>
      </w:r>
      <w:r w:rsidR="00C855EF" w:rsidRPr="00AA04A0">
        <w:t xml:space="preserve">dit Toby </w:t>
      </w:r>
      <w:proofErr w:type="spellStart"/>
      <w:r w:rsidR="00C855EF" w:rsidRPr="00AA04A0">
        <w:t>Kleampton</w:t>
      </w:r>
      <w:proofErr w:type="spellEnd"/>
      <w:r w:rsidR="00C855EF" w:rsidRPr="00AA04A0">
        <w:t xml:space="preserve"> en se dégageant de l</w:t>
      </w:r>
      <w:r>
        <w:t>’</w:t>
      </w:r>
      <w:r w:rsidR="00C855EF" w:rsidRPr="00AA04A0">
        <w:t>abri de la brigantine</w:t>
      </w:r>
      <w:r>
        <w:t xml:space="preserve">. </w:t>
      </w:r>
      <w:r w:rsidR="00C855EF" w:rsidRPr="00AA04A0">
        <w:t>Vous allez voir des poissons rares</w:t>
      </w:r>
      <w:r>
        <w:t xml:space="preserve">, </w:t>
      </w:r>
      <w:r w:rsidR="00C855EF" w:rsidRPr="00AA04A0">
        <w:t>ge</w:t>
      </w:r>
      <w:r w:rsidR="00C855EF" w:rsidRPr="00AA04A0">
        <w:t>n</w:t>
      </w:r>
      <w:r w:rsidR="00C855EF" w:rsidRPr="00AA04A0">
        <w:t>tleman</w:t>
      </w:r>
      <w:r>
        <w:t xml:space="preserve">. </w:t>
      </w:r>
      <w:r w:rsidR="00C855EF" w:rsidRPr="00AA04A0">
        <w:t>Venez</w:t>
      </w:r>
      <w:r>
        <w:t>.</w:t>
      </w:r>
    </w:p>
    <w:p w14:paraId="12B8132C" w14:textId="77777777" w:rsidR="00EA052C" w:rsidRDefault="00C855EF" w:rsidP="00C855EF">
      <w:r w:rsidRPr="00AA04A0">
        <w:t>Je le suivis</w:t>
      </w:r>
      <w:r w:rsidR="00EA052C">
        <w:t>.</w:t>
      </w:r>
    </w:p>
    <w:p w14:paraId="1371CECF" w14:textId="77777777" w:rsidR="00EA052C" w:rsidRDefault="00C855EF" w:rsidP="00C855EF">
      <w:r w:rsidRPr="00AA04A0">
        <w:t>Une espèce de roc brisé surplombait</w:t>
      </w:r>
      <w:r w:rsidR="00EA052C">
        <w:t xml:space="preserve">, </w:t>
      </w:r>
      <w:r w:rsidRPr="00AA04A0">
        <w:t>au bout de la plage</w:t>
      </w:r>
      <w:r w:rsidR="00EA052C">
        <w:t xml:space="preserve">, </w:t>
      </w:r>
      <w:r w:rsidRPr="00AA04A0">
        <w:t>les eaux</w:t>
      </w:r>
      <w:r w:rsidR="00EA052C">
        <w:t xml:space="preserve">. </w:t>
      </w:r>
      <w:r w:rsidRPr="00AA04A0">
        <w:t>La pierre moussue</w:t>
      </w:r>
      <w:r w:rsidR="00EA052C">
        <w:t xml:space="preserve">, </w:t>
      </w:r>
      <w:r w:rsidRPr="00AA04A0">
        <w:t>rongée par un sel âcre</w:t>
      </w:r>
      <w:r w:rsidR="00EA052C">
        <w:t xml:space="preserve">, </w:t>
      </w:r>
      <w:r w:rsidRPr="00AA04A0">
        <w:t>s</w:t>
      </w:r>
      <w:r w:rsidR="00EA052C">
        <w:t>’</w:t>
      </w:r>
      <w:r w:rsidRPr="00AA04A0">
        <w:t>avançait en pointe aiguë dans la mer silencieuse et muette</w:t>
      </w:r>
      <w:r w:rsidR="00EA052C">
        <w:t xml:space="preserve">. </w:t>
      </w:r>
      <w:r w:rsidRPr="00AA04A0">
        <w:t>C</w:t>
      </w:r>
      <w:r w:rsidR="00EA052C">
        <w:t>’</w:t>
      </w:r>
      <w:r w:rsidRPr="00AA04A0">
        <w:t xml:space="preserve">est là que Toby </w:t>
      </w:r>
      <w:proofErr w:type="spellStart"/>
      <w:r w:rsidRPr="00AA04A0">
        <w:t>Kleampton</w:t>
      </w:r>
      <w:proofErr w:type="spellEnd"/>
      <w:r w:rsidRPr="00AA04A0">
        <w:t xml:space="preserve"> alla se coucher à plat-ventre</w:t>
      </w:r>
      <w:r w:rsidR="00EA052C">
        <w:t xml:space="preserve">, </w:t>
      </w:r>
      <w:r w:rsidRPr="00AA04A0">
        <w:t>la tête dépassant seule la pierre</w:t>
      </w:r>
      <w:r w:rsidR="00EA052C">
        <w:t xml:space="preserve">. </w:t>
      </w:r>
      <w:r w:rsidRPr="00AA04A0">
        <w:t>Il me fit en silence signe de l</w:t>
      </w:r>
      <w:r w:rsidR="00EA052C">
        <w:t>’</w:t>
      </w:r>
      <w:r w:rsidRPr="00AA04A0">
        <w:t>imiter</w:t>
      </w:r>
      <w:r w:rsidR="00EA052C">
        <w:t xml:space="preserve">, </w:t>
      </w:r>
      <w:r w:rsidRPr="00AA04A0">
        <w:t>et douc</w:t>
      </w:r>
      <w:r w:rsidRPr="00AA04A0">
        <w:t>e</w:t>
      </w:r>
      <w:r w:rsidRPr="00AA04A0">
        <w:t>ment je me laissai glisser à côté de lui</w:t>
      </w:r>
      <w:r w:rsidR="00EA052C">
        <w:t xml:space="preserve">, </w:t>
      </w:r>
      <w:r w:rsidRPr="00AA04A0">
        <w:t>ma tête près de la sienne</w:t>
      </w:r>
      <w:r w:rsidR="00EA052C">
        <w:t>.</w:t>
      </w:r>
    </w:p>
    <w:p w14:paraId="75DA1136" w14:textId="77777777" w:rsidR="00EA052C" w:rsidRDefault="00C855EF" w:rsidP="00C855EF">
      <w:r w:rsidRPr="00AA04A0">
        <w:t>Ah</w:t>
      </w:r>
      <w:r w:rsidR="00EA052C">
        <w:t xml:space="preserve"> ! </w:t>
      </w:r>
      <w:r w:rsidRPr="00AA04A0">
        <w:t>l</w:t>
      </w:r>
      <w:r w:rsidR="00EA052C">
        <w:t>’</w:t>
      </w:r>
      <w:r w:rsidRPr="00AA04A0">
        <w:t>étrange</w:t>
      </w:r>
      <w:r w:rsidR="00EA052C">
        <w:t xml:space="preserve">, </w:t>
      </w:r>
      <w:r w:rsidRPr="00AA04A0">
        <w:t>affreux et admirable spectacle</w:t>
      </w:r>
      <w:r w:rsidR="00EA052C">
        <w:t xml:space="preserve"> ! </w:t>
      </w:r>
      <w:r w:rsidRPr="00AA04A0">
        <w:t>Cette mer glauque avait une eau d</w:t>
      </w:r>
      <w:r w:rsidR="00EA052C">
        <w:t>’</w:t>
      </w:r>
      <w:r w:rsidRPr="00AA04A0">
        <w:t>une limpidité merveilleuse</w:t>
      </w:r>
      <w:r w:rsidR="00EA052C">
        <w:t xml:space="preserve">, </w:t>
      </w:r>
      <w:r w:rsidRPr="00AA04A0">
        <w:t>transp</w:t>
      </w:r>
      <w:r w:rsidRPr="00AA04A0">
        <w:t>a</w:t>
      </w:r>
      <w:r w:rsidRPr="00AA04A0">
        <w:t xml:space="preserve">rente comme une des vitres de cristal taillé de la cabine du </w:t>
      </w:r>
      <w:proofErr w:type="spellStart"/>
      <w:r w:rsidRPr="00AA04A0">
        <w:rPr>
          <w:i/>
          <w:iCs/>
          <w:szCs w:val="32"/>
        </w:rPr>
        <w:lastRenderedPageBreak/>
        <w:t>M</w:t>
      </w:r>
      <w:r w:rsidRPr="00AA04A0">
        <w:rPr>
          <w:i/>
          <w:iCs/>
          <w:szCs w:val="32"/>
        </w:rPr>
        <w:t>é</w:t>
      </w:r>
      <w:r w:rsidRPr="00AA04A0">
        <w:rPr>
          <w:i/>
          <w:iCs/>
          <w:szCs w:val="32"/>
        </w:rPr>
        <w:t>téor</w:t>
      </w:r>
      <w:proofErr w:type="spellEnd"/>
      <w:r w:rsidR="00EA052C">
        <w:rPr>
          <w:i/>
          <w:iCs/>
          <w:szCs w:val="32"/>
        </w:rPr>
        <w:t xml:space="preserve">. </w:t>
      </w:r>
      <w:r w:rsidRPr="00AA04A0">
        <w:t>La profondeur était inouïe et on pouvait discerner tous les détails du gouffre marin</w:t>
      </w:r>
      <w:r w:rsidR="00EA052C">
        <w:t xml:space="preserve">, </w:t>
      </w:r>
      <w:r w:rsidRPr="00AA04A0">
        <w:t>les montagnes de sable</w:t>
      </w:r>
      <w:r w:rsidR="00EA052C">
        <w:t xml:space="preserve">, </w:t>
      </w:r>
      <w:r w:rsidRPr="00AA04A0">
        <w:t>les forêts d</w:t>
      </w:r>
      <w:r w:rsidR="00EA052C">
        <w:t>’</w:t>
      </w:r>
      <w:r w:rsidRPr="00AA04A0">
        <w:t>algues</w:t>
      </w:r>
      <w:r w:rsidR="00EA052C">
        <w:t xml:space="preserve">, </w:t>
      </w:r>
      <w:r w:rsidRPr="00AA04A0">
        <w:t>les archipels de coraux</w:t>
      </w:r>
      <w:r w:rsidR="00EA052C">
        <w:t>.</w:t>
      </w:r>
    </w:p>
    <w:p w14:paraId="4712B47C" w14:textId="77777777" w:rsidR="00EA052C" w:rsidRDefault="00C855EF" w:rsidP="00C855EF">
      <w:r w:rsidRPr="00AA04A0">
        <w:t>À travers tout cela circulaient des poissons monstrueus</w:t>
      </w:r>
      <w:r w:rsidRPr="00AA04A0">
        <w:t>e</w:t>
      </w:r>
      <w:r w:rsidRPr="00AA04A0">
        <w:t>ment beaux</w:t>
      </w:r>
      <w:r w:rsidR="00EA052C">
        <w:t xml:space="preserve">. </w:t>
      </w:r>
      <w:r w:rsidRPr="00AA04A0">
        <w:t>L</w:t>
      </w:r>
      <w:r w:rsidR="00EA052C">
        <w:t>’</w:t>
      </w:r>
      <w:r w:rsidRPr="00AA04A0">
        <w:t>éclat d</w:t>
      </w:r>
      <w:r w:rsidR="00EA052C">
        <w:t>’</w:t>
      </w:r>
      <w:r w:rsidRPr="00AA04A0">
        <w:t>argent de leurs dos rayés striait la glauque transparence des eaux</w:t>
      </w:r>
      <w:r w:rsidR="00EA052C">
        <w:t xml:space="preserve">. </w:t>
      </w:r>
      <w:r w:rsidRPr="00AA04A0">
        <w:t>Des nageoires d</w:t>
      </w:r>
      <w:r w:rsidR="00EA052C">
        <w:t>’</w:t>
      </w:r>
      <w:r w:rsidRPr="00AA04A0">
        <w:t>or</w:t>
      </w:r>
      <w:r w:rsidR="00EA052C">
        <w:t xml:space="preserve">, </w:t>
      </w:r>
      <w:r w:rsidRPr="00AA04A0">
        <w:t>de mercure</w:t>
      </w:r>
      <w:r w:rsidR="00EA052C">
        <w:t xml:space="preserve">, </w:t>
      </w:r>
      <w:r w:rsidRPr="00AA04A0">
        <w:t>d</w:t>
      </w:r>
      <w:r w:rsidR="00EA052C">
        <w:t>’</w:t>
      </w:r>
      <w:r w:rsidRPr="00AA04A0">
        <w:t>antimoine</w:t>
      </w:r>
      <w:r w:rsidR="00EA052C">
        <w:t xml:space="preserve">, </w:t>
      </w:r>
      <w:r w:rsidRPr="00AA04A0">
        <w:t>ramaient entre les algues flottantes</w:t>
      </w:r>
      <w:r w:rsidR="00EA052C">
        <w:t xml:space="preserve">. </w:t>
      </w:r>
      <w:r w:rsidRPr="00AA04A0">
        <w:t>C</w:t>
      </w:r>
      <w:r w:rsidR="00EA052C">
        <w:t>’</w:t>
      </w:r>
      <w:r w:rsidRPr="00AA04A0">
        <w:t>étaient des marteaux à tête plate</w:t>
      </w:r>
      <w:r w:rsidR="00EA052C">
        <w:t xml:space="preserve">, </w:t>
      </w:r>
      <w:r w:rsidRPr="00AA04A0">
        <w:t>aux dents tranchantes</w:t>
      </w:r>
      <w:r w:rsidR="00EA052C">
        <w:t xml:space="preserve">, </w:t>
      </w:r>
      <w:r w:rsidRPr="00AA04A0">
        <w:t>des crapauds de mer ventrus</w:t>
      </w:r>
      <w:r w:rsidR="00EA052C">
        <w:t xml:space="preserve">, </w:t>
      </w:r>
      <w:r w:rsidRPr="00AA04A0">
        <w:t>aux prunelles d</w:t>
      </w:r>
      <w:r w:rsidR="00EA052C">
        <w:t>’</w:t>
      </w:r>
      <w:r w:rsidRPr="00AA04A0">
        <w:t>or</w:t>
      </w:r>
      <w:r w:rsidR="00EA052C">
        <w:t xml:space="preserve">, </w:t>
      </w:r>
      <w:r w:rsidRPr="00AA04A0">
        <w:t>des pilchards énormes</w:t>
      </w:r>
      <w:r w:rsidR="00EA052C">
        <w:t xml:space="preserve">, </w:t>
      </w:r>
      <w:r w:rsidRPr="00AA04A0">
        <w:t>de longues bécunes</w:t>
      </w:r>
      <w:r w:rsidR="00EA052C">
        <w:t xml:space="preserve">, </w:t>
      </w:r>
      <w:r w:rsidRPr="00AA04A0">
        <w:t>des batteurs</w:t>
      </w:r>
      <w:r w:rsidR="00EA052C">
        <w:t xml:space="preserve">, </w:t>
      </w:r>
      <w:r w:rsidRPr="00AA04A0">
        <w:t>des suceurs à la tête terminée en bec d</w:t>
      </w:r>
      <w:r w:rsidR="00EA052C">
        <w:t>’</w:t>
      </w:r>
      <w:r w:rsidRPr="00AA04A0">
        <w:t>oiseau</w:t>
      </w:r>
      <w:r w:rsidR="00EA052C">
        <w:t xml:space="preserve">, </w:t>
      </w:r>
      <w:r w:rsidRPr="00AA04A0">
        <w:t>des lunes et des soleils de mer</w:t>
      </w:r>
      <w:r w:rsidR="00EA052C">
        <w:t xml:space="preserve">, </w:t>
      </w:r>
      <w:r w:rsidRPr="00AA04A0">
        <w:t>de terribles to</w:t>
      </w:r>
      <w:r w:rsidRPr="00AA04A0">
        <w:t>r</w:t>
      </w:r>
      <w:r w:rsidRPr="00AA04A0">
        <w:t>pilles aux beaux yeux semblables à ceux des femmes</w:t>
      </w:r>
      <w:r w:rsidR="00EA052C">
        <w:t xml:space="preserve">, </w:t>
      </w:r>
      <w:r w:rsidRPr="00AA04A0">
        <w:t xml:space="preserve">des </w:t>
      </w:r>
      <w:proofErr w:type="spellStart"/>
      <w:r w:rsidRPr="00AA04A0">
        <w:t>be</w:t>
      </w:r>
      <w:r w:rsidRPr="00AA04A0">
        <w:t>n</w:t>
      </w:r>
      <w:r w:rsidRPr="00AA04A0">
        <w:t>nets</w:t>
      </w:r>
      <w:proofErr w:type="spellEnd"/>
      <w:r w:rsidRPr="00AA04A0">
        <w:t xml:space="preserve"> à écailles pourpres rayées d</w:t>
      </w:r>
      <w:r w:rsidR="00EA052C">
        <w:t>’</w:t>
      </w:r>
      <w:r w:rsidRPr="00AA04A0">
        <w:t>or</w:t>
      </w:r>
      <w:r w:rsidR="00EA052C">
        <w:t xml:space="preserve">, </w:t>
      </w:r>
      <w:r w:rsidRPr="00AA04A0">
        <w:t xml:space="preserve">des </w:t>
      </w:r>
      <w:proofErr w:type="spellStart"/>
      <w:r w:rsidRPr="00AA04A0">
        <w:t>brassems</w:t>
      </w:r>
      <w:proofErr w:type="spellEnd"/>
      <w:r w:rsidRPr="00AA04A0">
        <w:t xml:space="preserve"> rouges et des </w:t>
      </w:r>
      <w:proofErr w:type="spellStart"/>
      <w:r w:rsidRPr="00AA04A0">
        <w:t>bra</w:t>
      </w:r>
      <w:r w:rsidRPr="00AA04A0">
        <w:t>s</w:t>
      </w:r>
      <w:r w:rsidRPr="00AA04A0">
        <w:t>sems</w:t>
      </w:r>
      <w:proofErr w:type="spellEnd"/>
      <w:r w:rsidRPr="00AA04A0">
        <w:t xml:space="preserve"> bleus</w:t>
      </w:r>
      <w:r w:rsidR="00EA052C">
        <w:t xml:space="preserve">, </w:t>
      </w:r>
      <w:r w:rsidRPr="00AA04A0">
        <w:t>des lions de mer aux langues énormes pesant à elles seules 50 livres</w:t>
      </w:r>
      <w:r w:rsidR="00EA052C">
        <w:t xml:space="preserve"> ; </w:t>
      </w:r>
      <w:r w:rsidRPr="00AA04A0">
        <w:t xml:space="preserve">des </w:t>
      </w:r>
      <w:proofErr w:type="spellStart"/>
      <w:r w:rsidRPr="00AA04A0">
        <w:t>grampus</w:t>
      </w:r>
      <w:proofErr w:type="spellEnd"/>
      <w:r w:rsidRPr="00AA04A0">
        <w:t xml:space="preserve"> longs de 50 pieds livraient des combats aux vaches aquatiques au cuir poilu épais d</w:t>
      </w:r>
      <w:r w:rsidR="00EA052C">
        <w:t>’</w:t>
      </w:r>
      <w:r w:rsidRPr="00AA04A0">
        <w:t>un pouce</w:t>
      </w:r>
      <w:r w:rsidR="00EA052C">
        <w:t xml:space="preserve">, </w:t>
      </w:r>
      <w:r w:rsidRPr="00AA04A0">
        <w:t>et le porc-épic marin</w:t>
      </w:r>
      <w:r w:rsidR="00EA052C">
        <w:t xml:space="preserve">, </w:t>
      </w:r>
      <w:r w:rsidRPr="00AA04A0">
        <w:t>le narval</w:t>
      </w:r>
      <w:r w:rsidR="00EA052C">
        <w:t xml:space="preserve">, </w:t>
      </w:r>
      <w:r w:rsidRPr="00AA04A0">
        <w:t xml:space="preserve">le </w:t>
      </w:r>
      <w:proofErr w:type="spellStart"/>
      <w:r w:rsidRPr="00AA04A0">
        <w:t>xiphin</w:t>
      </w:r>
      <w:proofErr w:type="spellEnd"/>
      <w:r w:rsidRPr="00AA04A0">
        <w:t xml:space="preserve"> tourbillo</w:t>
      </w:r>
      <w:r w:rsidRPr="00AA04A0">
        <w:t>n</w:t>
      </w:r>
      <w:r w:rsidRPr="00AA04A0">
        <w:t>naient autour de cette lutte qui agitait les bas-fonds madrép</w:t>
      </w:r>
      <w:r w:rsidRPr="00AA04A0">
        <w:t>o</w:t>
      </w:r>
      <w:r w:rsidRPr="00AA04A0">
        <w:t>riques de la mer sans écho</w:t>
      </w:r>
      <w:r w:rsidR="00EA052C">
        <w:t>.</w:t>
      </w:r>
    </w:p>
    <w:p w14:paraId="08224468" w14:textId="77777777" w:rsidR="00EA052C" w:rsidRDefault="00C855EF" w:rsidP="00C855EF">
      <w:r w:rsidRPr="00AA04A0">
        <w:t>Mais les courants sous-marins entraînaient les poissons et d</w:t>
      </w:r>
      <w:r w:rsidR="00EA052C">
        <w:t>’</w:t>
      </w:r>
      <w:r w:rsidRPr="00AA04A0">
        <w:t>autres arrivaient</w:t>
      </w:r>
      <w:r w:rsidR="00EA052C">
        <w:t xml:space="preserve">, </w:t>
      </w:r>
      <w:r w:rsidRPr="00AA04A0">
        <w:t>pressés</w:t>
      </w:r>
      <w:r w:rsidR="00EA052C">
        <w:t xml:space="preserve">, </w:t>
      </w:r>
      <w:r w:rsidRPr="00AA04A0">
        <w:t>innombrables</w:t>
      </w:r>
      <w:r w:rsidR="00EA052C">
        <w:t xml:space="preserve">, </w:t>
      </w:r>
      <w:r w:rsidRPr="00AA04A0">
        <w:t>dont les avant-gardes semblaient être des bandes de poissons-volants</w:t>
      </w:r>
      <w:r w:rsidR="00EA052C">
        <w:t>.</w:t>
      </w:r>
    </w:p>
    <w:p w14:paraId="155F5B58" w14:textId="77777777" w:rsidR="00EA052C" w:rsidRDefault="00C855EF" w:rsidP="00C855EF">
      <w:r w:rsidRPr="00AA04A0">
        <w:t>Soudain</w:t>
      </w:r>
      <w:r w:rsidR="00EA052C">
        <w:t xml:space="preserve">, </w:t>
      </w:r>
      <w:r w:rsidRPr="00AA04A0">
        <w:t xml:space="preserve">Toby </w:t>
      </w:r>
      <w:proofErr w:type="spellStart"/>
      <w:r w:rsidRPr="00AA04A0">
        <w:t>Kleampton</w:t>
      </w:r>
      <w:proofErr w:type="spellEnd"/>
      <w:r w:rsidRPr="00AA04A0">
        <w:t xml:space="preserve"> se releva</w:t>
      </w:r>
      <w:r w:rsidR="00EA052C">
        <w:t>.</w:t>
      </w:r>
    </w:p>
    <w:p w14:paraId="6213453E" w14:textId="77777777" w:rsidR="00EA052C" w:rsidRDefault="00C855EF" w:rsidP="00C855EF">
      <w:r w:rsidRPr="00AA04A0">
        <w:t>Il aspira fortement le vent comme pour y découvrir une odeur</w:t>
      </w:r>
      <w:r w:rsidR="00EA052C">
        <w:t>.</w:t>
      </w:r>
    </w:p>
    <w:p w14:paraId="74DA3C90" w14:textId="77777777" w:rsidR="00EA052C" w:rsidRDefault="00EA052C" w:rsidP="00C855EF">
      <w:r>
        <w:t>— </w:t>
      </w:r>
      <w:r w:rsidR="00C855EF" w:rsidRPr="00AA04A0">
        <w:t>Ne sentez-vous rien</w:t>
      </w:r>
      <w:r>
        <w:t xml:space="preserve">, </w:t>
      </w:r>
      <w:r w:rsidR="00C855EF" w:rsidRPr="00AA04A0">
        <w:t>gentleman</w:t>
      </w:r>
      <w:r>
        <w:t xml:space="preserve"> ? </w:t>
      </w:r>
      <w:r w:rsidR="00C855EF" w:rsidRPr="00AA04A0">
        <w:t>me demanda-t-il</w:t>
      </w:r>
      <w:r>
        <w:t>.</w:t>
      </w:r>
    </w:p>
    <w:p w14:paraId="3781B9FA" w14:textId="77777777" w:rsidR="00EA052C" w:rsidRDefault="00C855EF" w:rsidP="00C855EF">
      <w:r w:rsidRPr="00AA04A0">
        <w:t>J</w:t>
      </w:r>
      <w:r w:rsidR="00EA052C">
        <w:t>’</w:t>
      </w:r>
      <w:r w:rsidRPr="00AA04A0">
        <w:t>aspirai fortement à mon tour et je crus discerner dans le vent venu de la terre une odeur âcre et forte</w:t>
      </w:r>
      <w:r w:rsidR="00EA052C">
        <w:t>.</w:t>
      </w:r>
    </w:p>
    <w:p w14:paraId="5651EF57" w14:textId="77777777" w:rsidR="00EA052C" w:rsidRDefault="00EA052C" w:rsidP="00C855EF">
      <w:r>
        <w:t>— </w:t>
      </w:r>
      <w:r w:rsidR="00C855EF" w:rsidRPr="00AA04A0">
        <w:t>Le pétrole</w:t>
      </w:r>
      <w:r>
        <w:t xml:space="preserve"> ? </w:t>
      </w:r>
      <w:r w:rsidR="00C855EF" w:rsidRPr="00AA04A0">
        <w:t>n</w:t>
      </w:r>
      <w:r>
        <w:t>’</w:t>
      </w:r>
      <w:r w:rsidR="00C855EF" w:rsidRPr="00AA04A0">
        <w:t>est-ce pas dit l</w:t>
      </w:r>
      <w:r>
        <w:t>’</w:t>
      </w:r>
      <w:r w:rsidR="00C855EF" w:rsidRPr="00AA04A0">
        <w:t>ingénieur</w:t>
      </w:r>
      <w:r>
        <w:t>.</w:t>
      </w:r>
    </w:p>
    <w:p w14:paraId="624F2A71" w14:textId="77777777" w:rsidR="00EA052C" w:rsidRDefault="00EA052C" w:rsidP="00C855EF">
      <w:r>
        <w:lastRenderedPageBreak/>
        <w:t>— </w:t>
      </w:r>
      <w:r w:rsidR="00C855EF" w:rsidRPr="00AA04A0">
        <w:t>Oui</w:t>
      </w:r>
      <w:r>
        <w:t xml:space="preserve">, </w:t>
      </w:r>
      <w:r w:rsidR="00C855EF" w:rsidRPr="00AA04A0">
        <w:t>ce doit être le pétrole</w:t>
      </w:r>
      <w:r>
        <w:t>.</w:t>
      </w:r>
    </w:p>
    <w:p w14:paraId="5DCB6598" w14:textId="77777777" w:rsidR="00EA052C" w:rsidRDefault="00C855EF" w:rsidP="00C855EF">
      <w:r w:rsidRPr="00AA04A0">
        <w:t xml:space="preserve">Toby </w:t>
      </w:r>
      <w:proofErr w:type="spellStart"/>
      <w:r w:rsidRPr="00AA04A0">
        <w:t>Kleampton</w:t>
      </w:r>
      <w:proofErr w:type="spellEnd"/>
      <w:r w:rsidRPr="00AA04A0">
        <w:t xml:space="preserve"> fit alors quelques pas</w:t>
      </w:r>
      <w:r w:rsidR="00EA052C">
        <w:t xml:space="preserve">, </w:t>
      </w:r>
      <w:r w:rsidRPr="00AA04A0">
        <w:t>quitta la plage et s</w:t>
      </w:r>
      <w:r w:rsidR="00EA052C">
        <w:t>’</w:t>
      </w:r>
      <w:r w:rsidRPr="00AA04A0">
        <w:t>arrêta sur la terre meuble</w:t>
      </w:r>
      <w:r w:rsidR="00EA052C">
        <w:t xml:space="preserve">, </w:t>
      </w:r>
      <w:r w:rsidRPr="00AA04A0">
        <w:t>cette terre de cendre grise où nous avions admiré déjà les énormes fougères arborescentes</w:t>
      </w:r>
      <w:r w:rsidR="00EA052C">
        <w:t xml:space="preserve">. </w:t>
      </w:r>
      <w:r w:rsidRPr="00AA04A0">
        <w:t>S</w:t>
      </w:r>
      <w:r w:rsidR="00EA052C">
        <w:t>’</w:t>
      </w:r>
      <w:r w:rsidRPr="00AA04A0">
        <w:t>étant penché</w:t>
      </w:r>
      <w:r w:rsidR="00EA052C">
        <w:t xml:space="preserve">, </w:t>
      </w:r>
      <w:r w:rsidRPr="00AA04A0">
        <w:t>il fixa la terre et tirant de sa poche un couteau</w:t>
      </w:r>
      <w:r w:rsidR="00EA052C">
        <w:t xml:space="preserve">, </w:t>
      </w:r>
      <w:r w:rsidRPr="00AA04A0">
        <w:t>il gratta le sol</w:t>
      </w:r>
      <w:r w:rsidR="00EA052C">
        <w:t xml:space="preserve">, </w:t>
      </w:r>
      <w:r w:rsidRPr="00AA04A0">
        <w:t>prit une poignée de terre et la respira</w:t>
      </w:r>
      <w:r w:rsidR="00EA052C">
        <w:t xml:space="preserve">. </w:t>
      </w:r>
      <w:r w:rsidRPr="00AA04A0">
        <w:t>Dans ce mouv</w:t>
      </w:r>
      <w:r w:rsidRPr="00AA04A0">
        <w:t>e</w:t>
      </w:r>
      <w:r w:rsidRPr="00AA04A0">
        <w:t>ment</w:t>
      </w:r>
      <w:r w:rsidR="00EA052C">
        <w:t xml:space="preserve">, </w:t>
      </w:r>
      <w:r w:rsidRPr="00AA04A0">
        <w:t>il avait laissé planté</w:t>
      </w:r>
      <w:r w:rsidR="00EA052C">
        <w:t xml:space="preserve">, </w:t>
      </w:r>
      <w:r w:rsidRPr="00AA04A0">
        <w:t>devant lui</w:t>
      </w:r>
      <w:r w:rsidR="00EA052C">
        <w:t xml:space="preserve">, </w:t>
      </w:r>
      <w:r w:rsidRPr="00AA04A0">
        <w:t>dans le trou</w:t>
      </w:r>
      <w:r w:rsidR="00EA052C">
        <w:t xml:space="preserve">, </w:t>
      </w:r>
      <w:r w:rsidRPr="00AA04A0">
        <w:t>le couteau</w:t>
      </w:r>
      <w:r w:rsidR="00EA052C">
        <w:t>.</w:t>
      </w:r>
    </w:p>
    <w:p w14:paraId="6E516B45" w14:textId="77777777" w:rsidR="00EA052C" w:rsidRDefault="00C855EF" w:rsidP="00C855EF">
      <w:r w:rsidRPr="00AA04A0">
        <w:t>Brusquement</w:t>
      </w:r>
      <w:r w:rsidR="00EA052C">
        <w:t xml:space="preserve">, </w:t>
      </w:r>
      <w:r w:rsidRPr="00AA04A0">
        <w:t>nous vîmes cette chose affolante</w:t>
      </w:r>
      <w:r w:rsidR="00EA052C">
        <w:t xml:space="preserve"> : </w:t>
      </w:r>
      <w:r w:rsidRPr="00AA04A0">
        <w:t>Le co</w:t>
      </w:r>
      <w:r w:rsidRPr="00AA04A0">
        <w:t>u</w:t>
      </w:r>
      <w:r w:rsidRPr="00AA04A0">
        <w:t>teau sortit de terre comme attiré par une force mystérieuse</w:t>
      </w:r>
      <w:r w:rsidR="00EA052C">
        <w:t xml:space="preserve">, </w:t>
      </w:r>
      <w:r w:rsidRPr="00AA04A0">
        <w:t>se dressa tout droit et obliqua</w:t>
      </w:r>
      <w:r w:rsidR="00EA052C">
        <w:t>.</w:t>
      </w:r>
    </w:p>
    <w:p w14:paraId="740C78FD" w14:textId="77777777" w:rsidR="00EA052C" w:rsidRDefault="00C855EF" w:rsidP="00C855EF">
      <w:r w:rsidRPr="00AA04A0">
        <w:t>Comme une flèche il s</w:t>
      </w:r>
      <w:r w:rsidR="00EA052C">
        <w:t>’</w:t>
      </w:r>
      <w:r w:rsidRPr="00AA04A0">
        <w:t>enfonça dans l</w:t>
      </w:r>
      <w:r w:rsidR="00EA052C">
        <w:t>’</w:t>
      </w:r>
      <w:r w:rsidRPr="00AA04A0">
        <w:t>horizon devant nous</w:t>
      </w:r>
      <w:r w:rsidR="00EA052C">
        <w:t xml:space="preserve">, </w:t>
      </w:r>
      <w:proofErr w:type="spellStart"/>
      <w:r w:rsidRPr="00AA04A0">
        <w:t>au delà</w:t>
      </w:r>
      <w:proofErr w:type="spellEnd"/>
      <w:r w:rsidRPr="00AA04A0">
        <w:t xml:space="preserve"> des terres</w:t>
      </w:r>
      <w:r w:rsidR="00EA052C">
        <w:t xml:space="preserve">, </w:t>
      </w:r>
      <w:r w:rsidRPr="00AA04A0">
        <w:t>troua des brumes qui voilaient le paysage et disparut à nos yeux</w:t>
      </w:r>
      <w:r w:rsidR="00EA052C">
        <w:t>.</w:t>
      </w:r>
    </w:p>
    <w:p w14:paraId="64D10E50" w14:textId="77777777" w:rsidR="00EA052C" w:rsidRDefault="00EA052C" w:rsidP="00C855EF">
      <w:r>
        <w:t>— </w:t>
      </w:r>
      <w:r w:rsidR="00C855EF" w:rsidRPr="00AA04A0">
        <w:t>Il nous indique la direction</w:t>
      </w:r>
      <w:r>
        <w:t xml:space="preserve">, </w:t>
      </w:r>
      <w:r w:rsidR="00C855EF" w:rsidRPr="00AA04A0">
        <w:t>murmura Toby</w:t>
      </w:r>
      <w:r>
        <w:t xml:space="preserve">. </w:t>
      </w:r>
      <w:r w:rsidR="00C855EF" w:rsidRPr="00AA04A0">
        <w:t>C</w:t>
      </w:r>
      <w:r>
        <w:t>’</w:t>
      </w:r>
      <w:r w:rsidR="00C855EF" w:rsidRPr="00AA04A0">
        <w:t>est là-bas qu</w:t>
      </w:r>
      <w:r>
        <w:t>’</w:t>
      </w:r>
      <w:r w:rsidR="00C855EF" w:rsidRPr="00AA04A0">
        <w:t>est le Pôle</w:t>
      </w:r>
      <w:r>
        <w:t>.</w:t>
      </w:r>
    </w:p>
    <w:p w14:paraId="18082256" w14:textId="77777777" w:rsidR="00EA052C" w:rsidRDefault="00EA052C" w:rsidP="00C855EF">
      <w:r>
        <w:t>— </w:t>
      </w:r>
      <w:r w:rsidR="00C855EF" w:rsidRPr="00AA04A0">
        <w:t>Le Pôle</w:t>
      </w:r>
      <w:r>
        <w:t> ?</w:t>
      </w:r>
    </w:p>
    <w:p w14:paraId="015944CC" w14:textId="77777777" w:rsidR="00EA052C" w:rsidRDefault="00EA052C" w:rsidP="00C855EF">
      <w:r>
        <w:t>— </w:t>
      </w:r>
      <w:r w:rsidR="00C855EF" w:rsidRPr="00AA04A0">
        <w:t>N</w:t>
      </w:r>
      <w:r>
        <w:t>’</w:t>
      </w:r>
      <w:r w:rsidR="00C855EF" w:rsidRPr="00AA04A0">
        <w:t>avez-vous point deviné</w:t>
      </w:r>
      <w:r>
        <w:t xml:space="preserve">, </w:t>
      </w:r>
      <w:r w:rsidR="00C855EF" w:rsidRPr="00AA04A0">
        <w:t>gentleman</w:t>
      </w:r>
      <w:r>
        <w:t xml:space="preserve">, </w:t>
      </w:r>
      <w:r w:rsidR="00C855EF" w:rsidRPr="00AA04A0">
        <w:t>que l</w:t>
      </w:r>
      <w:r>
        <w:t>’</w:t>
      </w:r>
      <w:r w:rsidR="00C855EF" w:rsidRPr="00AA04A0">
        <w:t>acier du co</w:t>
      </w:r>
      <w:r w:rsidR="00C855EF" w:rsidRPr="00AA04A0">
        <w:t>u</w:t>
      </w:r>
      <w:r w:rsidR="00C855EF" w:rsidRPr="00AA04A0">
        <w:t>teau a été repris par l</w:t>
      </w:r>
      <w:r>
        <w:t>’</w:t>
      </w:r>
      <w:r w:rsidR="00C855EF" w:rsidRPr="00AA04A0">
        <w:t>aimant du Pôle</w:t>
      </w:r>
      <w:r>
        <w:t> ?</w:t>
      </w:r>
    </w:p>
    <w:p w14:paraId="1A664A05" w14:textId="77777777" w:rsidR="00EA052C" w:rsidRDefault="00C855EF" w:rsidP="00C855EF">
      <w:r w:rsidRPr="00AA04A0">
        <w:t>Je n</w:t>
      </w:r>
      <w:r w:rsidR="00EA052C">
        <w:t>’</w:t>
      </w:r>
      <w:r w:rsidRPr="00AA04A0">
        <w:t>eus par le loisir de réfléchir</w:t>
      </w:r>
      <w:r w:rsidR="00EA052C">
        <w:t xml:space="preserve">. </w:t>
      </w:r>
      <w:r w:rsidRPr="00AA04A0">
        <w:t>Je jetai un cri de terrible angoisse et d</w:t>
      </w:r>
      <w:r w:rsidR="00EA052C">
        <w:t>’</w:t>
      </w:r>
      <w:r w:rsidRPr="00AA04A0">
        <w:t>horreur</w:t>
      </w:r>
      <w:r w:rsidR="00EA052C">
        <w:t> :</w:t>
      </w:r>
    </w:p>
    <w:p w14:paraId="63552C09" w14:textId="77777777" w:rsidR="00EA052C" w:rsidRDefault="00EA052C" w:rsidP="00C855EF">
      <w:r>
        <w:t>— </w:t>
      </w:r>
      <w:r w:rsidR="00C855EF" w:rsidRPr="00AA04A0">
        <w:t>Toby</w:t>
      </w:r>
      <w:r>
        <w:t xml:space="preserve"> !… </w:t>
      </w:r>
      <w:r w:rsidR="00C855EF" w:rsidRPr="00AA04A0">
        <w:t>Toby</w:t>
      </w:r>
      <w:r>
        <w:t> !…</w:t>
      </w:r>
    </w:p>
    <w:p w14:paraId="428DE426" w14:textId="77777777" w:rsidR="00EA052C" w:rsidRDefault="00EA052C" w:rsidP="00C855EF">
      <w:r>
        <w:t>— </w:t>
      </w:r>
      <w:r w:rsidR="00C855EF" w:rsidRPr="00AA04A0">
        <w:t>Quoi donc</w:t>
      </w:r>
      <w:r>
        <w:t xml:space="preserve">, </w:t>
      </w:r>
      <w:r w:rsidR="00C855EF" w:rsidRPr="00AA04A0">
        <w:t>gentleman</w:t>
      </w:r>
      <w:r>
        <w:t> ?</w:t>
      </w:r>
    </w:p>
    <w:p w14:paraId="4F8DD6A1" w14:textId="77777777" w:rsidR="00EA052C" w:rsidRDefault="00EA052C" w:rsidP="00C855EF">
      <w:r>
        <w:t>— </w:t>
      </w:r>
      <w:r w:rsidR="00C855EF" w:rsidRPr="00AA04A0">
        <w:t>L</w:t>
      </w:r>
      <w:r>
        <w:t>’</w:t>
      </w:r>
      <w:r w:rsidR="00C855EF" w:rsidRPr="00AA04A0">
        <w:t>aéroplane</w:t>
      </w:r>
      <w:r>
        <w:t> !</w:t>
      </w:r>
    </w:p>
    <w:p w14:paraId="4FB99540" w14:textId="77777777" w:rsidR="00EA052C" w:rsidRDefault="00EA052C" w:rsidP="00C855EF">
      <w:r>
        <w:t>— </w:t>
      </w:r>
      <w:r w:rsidR="00C855EF" w:rsidRPr="00AA04A0">
        <w:t>L</w:t>
      </w:r>
      <w:r>
        <w:t>’</w:t>
      </w:r>
      <w:proofErr w:type="spellStart"/>
      <w:r w:rsidR="00C855EF" w:rsidRPr="00AA04A0">
        <w:t>aé</w:t>
      </w:r>
      <w:proofErr w:type="spellEnd"/>
      <w:r>
        <w:t>…</w:t>
      </w:r>
    </w:p>
    <w:p w14:paraId="0F917890" w14:textId="77777777" w:rsidR="00EA052C" w:rsidRDefault="00C855EF" w:rsidP="00C855EF">
      <w:r w:rsidRPr="00AA04A0">
        <w:lastRenderedPageBreak/>
        <w:t>Toby blêmit</w:t>
      </w:r>
      <w:r w:rsidR="00EA052C">
        <w:t xml:space="preserve">. </w:t>
      </w:r>
      <w:r w:rsidRPr="00AA04A0">
        <w:t>Une pâleur inconnue envahit son visage et ses mains tremblèrent</w:t>
      </w:r>
      <w:r w:rsidR="00EA052C">
        <w:t xml:space="preserve">. </w:t>
      </w:r>
      <w:r w:rsidRPr="00AA04A0">
        <w:t>Un râle rauque s</w:t>
      </w:r>
      <w:r w:rsidR="00EA052C">
        <w:t>’</w:t>
      </w:r>
      <w:r w:rsidRPr="00AA04A0">
        <w:t>étrangla dans sa gorge</w:t>
      </w:r>
      <w:r w:rsidR="00EA052C">
        <w:t> :</w:t>
      </w:r>
    </w:p>
    <w:p w14:paraId="34DE0FB6" w14:textId="074DADAA" w:rsidR="00EA052C" w:rsidRDefault="00EA052C" w:rsidP="00C855EF">
      <w:r>
        <w:t>— </w:t>
      </w:r>
      <w:r w:rsidR="00C855EF" w:rsidRPr="00AA04A0">
        <w:t>L</w:t>
      </w:r>
      <w:r>
        <w:t>’</w:t>
      </w:r>
      <w:proofErr w:type="spellStart"/>
      <w:r w:rsidR="00C855EF" w:rsidRPr="00AA04A0">
        <w:t>aé</w:t>
      </w:r>
      <w:proofErr w:type="spellEnd"/>
      <w:r>
        <w:t xml:space="preserve">… </w:t>
      </w:r>
      <w:r w:rsidR="00C855EF" w:rsidRPr="00AA04A0">
        <w:t>ro</w:t>
      </w:r>
      <w:r>
        <w:t xml:space="preserve">… </w:t>
      </w:r>
      <w:r w:rsidR="00C855EF" w:rsidRPr="00AA04A0">
        <w:t>plane</w:t>
      </w:r>
      <w:r>
        <w:t> !!…</w:t>
      </w:r>
    </w:p>
    <w:p w14:paraId="0E507AC5" w14:textId="77777777" w:rsidR="00EA052C" w:rsidRDefault="00C855EF" w:rsidP="00C855EF">
      <w:r w:rsidRPr="00AA04A0">
        <w:t xml:space="preserve">Le </w:t>
      </w:r>
      <w:proofErr w:type="spellStart"/>
      <w:r w:rsidRPr="00AA04A0">
        <w:rPr>
          <w:i/>
          <w:iCs/>
          <w:szCs w:val="32"/>
        </w:rPr>
        <w:t>Météor</w:t>
      </w:r>
      <w:proofErr w:type="spellEnd"/>
      <w:r w:rsidRPr="00AA04A0">
        <w:t xml:space="preserve"> avait disparu</w:t>
      </w:r>
      <w:r w:rsidR="00EA052C">
        <w:t>.</w:t>
      </w:r>
    </w:p>
    <w:p w14:paraId="55E55325" w14:textId="460D7BBA" w:rsidR="00C855EF" w:rsidRPr="00AA04A0" w:rsidRDefault="00C855EF" w:rsidP="00EA052C">
      <w:pPr>
        <w:pStyle w:val="Titre1"/>
      </w:pPr>
      <w:bookmarkStart w:id="11" w:name="_Toc194837611"/>
      <w:r w:rsidRPr="00AA04A0">
        <w:lastRenderedPageBreak/>
        <w:t>X</w:t>
      </w:r>
      <w:r w:rsidRPr="00AA04A0">
        <w:br/>
      </w:r>
      <w:r w:rsidRPr="00AA04A0">
        <w:br/>
        <w:t>À LA CONQUÊTE DE L</w:t>
      </w:r>
      <w:r w:rsidR="00EA052C">
        <w:t>’</w:t>
      </w:r>
      <w:r w:rsidRPr="00AA04A0">
        <w:t>AÉROPLANE</w:t>
      </w:r>
      <w:bookmarkEnd w:id="11"/>
    </w:p>
    <w:p w14:paraId="0A31DA3C" w14:textId="77777777" w:rsidR="00EA052C" w:rsidRDefault="00C855EF" w:rsidP="00C855EF">
      <w:r w:rsidRPr="00AA04A0">
        <w:t>Je me souviens que je pleurai comme un enfant</w:t>
      </w:r>
      <w:r w:rsidR="00EA052C">
        <w:t xml:space="preserve">. </w:t>
      </w:r>
      <w:r w:rsidRPr="00AA04A0">
        <w:t>Avec l</w:t>
      </w:r>
      <w:r w:rsidR="00EA052C">
        <w:t>’</w:t>
      </w:r>
      <w:r w:rsidRPr="00AA04A0">
        <w:t>aéroplane nous nous sentions les maîtres de cette nature ho</w:t>
      </w:r>
      <w:r w:rsidRPr="00AA04A0">
        <w:t>s</w:t>
      </w:r>
      <w:r w:rsidRPr="00AA04A0">
        <w:t>tile et rebelle</w:t>
      </w:r>
      <w:r w:rsidR="00EA052C">
        <w:t xml:space="preserve">, </w:t>
      </w:r>
      <w:r w:rsidRPr="00AA04A0">
        <w:t>nous étions les conquérants de cette terre f</w:t>
      </w:r>
      <w:r w:rsidRPr="00AA04A0">
        <w:t>a</w:t>
      </w:r>
      <w:r w:rsidRPr="00AA04A0">
        <w:t>rouche à laquelle</w:t>
      </w:r>
      <w:r w:rsidR="00EA052C">
        <w:t xml:space="preserve">, </w:t>
      </w:r>
      <w:r w:rsidRPr="00AA04A0">
        <w:t>un par un</w:t>
      </w:r>
      <w:r w:rsidR="00EA052C">
        <w:t xml:space="preserve">, </w:t>
      </w:r>
      <w:r w:rsidRPr="00AA04A0">
        <w:t>nous dérob</w:t>
      </w:r>
      <w:r w:rsidRPr="00AA04A0">
        <w:rPr>
          <w:szCs w:val="32"/>
        </w:rPr>
        <w:t>i</w:t>
      </w:r>
      <w:r w:rsidRPr="00AA04A0">
        <w:t>ons ses redoutables s</w:t>
      </w:r>
      <w:r w:rsidRPr="00AA04A0">
        <w:t>e</w:t>
      </w:r>
      <w:r w:rsidRPr="00AA04A0">
        <w:t>crets</w:t>
      </w:r>
      <w:r w:rsidR="00EA052C">
        <w:t>.</w:t>
      </w:r>
    </w:p>
    <w:p w14:paraId="21BECA4C" w14:textId="77777777" w:rsidR="00EA052C" w:rsidRDefault="00C855EF" w:rsidP="00C855EF">
      <w:r w:rsidRPr="00AA04A0">
        <w:t>Et voici que nous nous retrouvions</w:t>
      </w:r>
      <w:r w:rsidR="00EA052C">
        <w:t xml:space="preserve">, </w:t>
      </w:r>
      <w:r w:rsidRPr="00AA04A0">
        <w:t>après l</w:t>
      </w:r>
      <w:r w:rsidR="00EA052C">
        <w:t>’</w:t>
      </w:r>
      <w:r w:rsidRPr="00AA04A0">
        <w:t>ivresse de ce triomphe de la science sur les forces naturelles</w:t>
      </w:r>
      <w:r w:rsidR="00EA052C">
        <w:t xml:space="preserve">, </w:t>
      </w:r>
      <w:r w:rsidRPr="00AA04A0">
        <w:t>seuls</w:t>
      </w:r>
      <w:r w:rsidR="00EA052C">
        <w:t xml:space="preserve">, </w:t>
      </w:r>
      <w:r w:rsidRPr="00AA04A0">
        <w:t>abando</w:t>
      </w:r>
      <w:r w:rsidRPr="00AA04A0">
        <w:t>n</w:t>
      </w:r>
      <w:r w:rsidRPr="00AA04A0">
        <w:t>nés</w:t>
      </w:r>
      <w:r w:rsidR="00EA052C">
        <w:t xml:space="preserve">, </w:t>
      </w:r>
      <w:r w:rsidRPr="00AA04A0">
        <w:t>sans défense</w:t>
      </w:r>
      <w:r w:rsidR="00EA052C">
        <w:t xml:space="preserve">, </w:t>
      </w:r>
      <w:r w:rsidRPr="00AA04A0">
        <w:t>sur ce sol qui semblait être celui de la nature préhistorique</w:t>
      </w:r>
      <w:r w:rsidR="00EA052C">
        <w:t xml:space="preserve">, </w:t>
      </w:r>
      <w:r w:rsidRPr="00AA04A0">
        <w:t>à l</w:t>
      </w:r>
      <w:r w:rsidR="00EA052C">
        <w:t>’</w:t>
      </w:r>
      <w:r w:rsidRPr="00AA04A0">
        <w:t>époque tertiaire ou quaternaire</w:t>
      </w:r>
      <w:r w:rsidR="00EA052C">
        <w:t>.</w:t>
      </w:r>
    </w:p>
    <w:p w14:paraId="1B4AB791" w14:textId="77777777" w:rsidR="00EA052C" w:rsidRDefault="00C855EF" w:rsidP="00C855EF">
      <w:r w:rsidRPr="00AA04A0">
        <w:t>Que faire</w:t>
      </w:r>
      <w:r w:rsidR="00EA052C">
        <w:t> ?</w:t>
      </w:r>
    </w:p>
    <w:p w14:paraId="3214F5B2" w14:textId="77777777" w:rsidR="00EA052C" w:rsidRDefault="00C855EF" w:rsidP="00C855EF">
      <w:r w:rsidRPr="00AA04A0">
        <w:t>Qu</w:t>
      </w:r>
      <w:r w:rsidR="00EA052C">
        <w:t>’</w:t>
      </w:r>
      <w:r w:rsidRPr="00AA04A0">
        <w:t>allions-nous devenir</w:t>
      </w:r>
      <w:r w:rsidR="00EA052C">
        <w:t> ?</w:t>
      </w:r>
    </w:p>
    <w:p w14:paraId="6AE0A69D" w14:textId="77777777" w:rsidR="00EA052C" w:rsidRDefault="00C855EF" w:rsidP="00C855EF">
      <w:r w:rsidRPr="00AA04A0">
        <w:t>Je me suis trouvé dans ma vie active et laborieuse deux ou trois fois en présence d</w:t>
      </w:r>
      <w:r w:rsidR="00EA052C">
        <w:t>’</w:t>
      </w:r>
      <w:r w:rsidRPr="00AA04A0">
        <w:t>un désastre financier imminent</w:t>
      </w:r>
      <w:r w:rsidR="00EA052C">
        <w:t xml:space="preserve">, </w:t>
      </w:r>
      <w:r w:rsidRPr="00AA04A0">
        <w:t>mais chaque fois j</w:t>
      </w:r>
      <w:r w:rsidR="00EA052C">
        <w:t>’</w:t>
      </w:r>
      <w:r w:rsidRPr="00AA04A0">
        <w:t>y sus tenir tête</w:t>
      </w:r>
      <w:r w:rsidR="00EA052C">
        <w:t xml:space="preserve">, </w:t>
      </w:r>
      <w:r w:rsidRPr="00AA04A0">
        <w:t>et au lieu de m</w:t>
      </w:r>
      <w:r w:rsidR="00EA052C">
        <w:t>’</w:t>
      </w:r>
      <w:r w:rsidRPr="00AA04A0">
        <w:t>abandonner au sort</w:t>
      </w:r>
      <w:r w:rsidR="00EA052C">
        <w:t xml:space="preserve">, </w:t>
      </w:r>
      <w:r w:rsidRPr="00AA04A0">
        <w:t>reprendre énergiquement le dessus</w:t>
      </w:r>
      <w:r w:rsidR="00EA052C">
        <w:t>.</w:t>
      </w:r>
    </w:p>
    <w:p w14:paraId="7F729837" w14:textId="77777777" w:rsidR="00EA052C" w:rsidRDefault="00C855EF" w:rsidP="00C855EF">
      <w:r w:rsidRPr="00AA04A0">
        <w:t xml:space="preserve">Mais devant le désastre du </w:t>
      </w:r>
      <w:proofErr w:type="spellStart"/>
      <w:r w:rsidRPr="00AA04A0">
        <w:rPr>
          <w:i/>
          <w:iCs/>
          <w:szCs w:val="32"/>
        </w:rPr>
        <w:t>Météor</w:t>
      </w:r>
      <w:proofErr w:type="spellEnd"/>
      <w:r w:rsidRPr="00AA04A0">
        <w:t xml:space="preserve"> disparu</w:t>
      </w:r>
      <w:r w:rsidR="00EA052C">
        <w:t xml:space="preserve">, </w:t>
      </w:r>
      <w:r w:rsidRPr="00AA04A0">
        <w:t>je m</w:t>
      </w:r>
      <w:r w:rsidR="00EA052C">
        <w:t>’</w:t>
      </w:r>
      <w:r w:rsidRPr="00AA04A0">
        <w:t>abandonnais</w:t>
      </w:r>
      <w:r w:rsidR="00EA052C">
        <w:t xml:space="preserve">. </w:t>
      </w:r>
      <w:r w:rsidRPr="00AA04A0">
        <w:t>C</w:t>
      </w:r>
      <w:r w:rsidR="00EA052C">
        <w:t>’</w:t>
      </w:r>
      <w:r w:rsidRPr="00AA04A0">
        <w:t>était la mort à brève échéance</w:t>
      </w:r>
      <w:r w:rsidR="00EA052C">
        <w:t xml:space="preserve">, </w:t>
      </w:r>
      <w:r w:rsidRPr="00AA04A0">
        <w:t>sans nourr</w:t>
      </w:r>
      <w:r w:rsidRPr="00AA04A0">
        <w:t>i</w:t>
      </w:r>
      <w:r w:rsidRPr="00AA04A0">
        <w:t>ture</w:t>
      </w:r>
      <w:r w:rsidR="00EA052C">
        <w:t xml:space="preserve">, </w:t>
      </w:r>
      <w:r w:rsidRPr="00AA04A0">
        <w:t>sans armes</w:t>
      </w:r>
      <w:r w:rsidR="00EA052C">
        <w:t xml:space="preserve">, </w:t>
      </w:r>
      <w:r w:rsidRPr="00AA04A0">
        <w:t>sans rien de ce qui aide ou défend le voyageur dans une affreuse solitude de pays inconnu</w:t>
      </w:r>
      <w:r w:rsidR="00EA052C">
        <w:t>.</w:t>
      </w:r>
    </w:p>
    <w:p w14:paraId="2BF45D9D" w14:textId="77777777" w:rsidR="00EA052C" w:rsidRDefault="00C855EF" w:rsidP="00C855EF">
      <w:r w:rsidRPr="00AA04A0">
        <w:t>Devant moi</w:t>
      </w:r>
      <w:r w:rsidR="00EA052C">
        <w:t xml:space="preserve">, </w:t>
      </w:r>
      <w:r w:rsidRPr="00AA04A0">
        <w:t xml:space="preserve">Toby </w:t>
      </w:r>
      <w:proofErr w:type="spellStart"/>
      <w:r w:rsidRPr="00AA04A0">
        <w:t>Kleampton</w:t>
      </w:r>
      <w:proofErr w:type="spellEnd"/>
      <w:r w:rsidRPr="00AA04A0">
        <w:t xml:space="preserve"> était debout</w:t>
      </w:r>
      <w:r w:rsidR="00EA052C">
        <w:t xml:space="preserve">, </w:t>
      </w:r>
      <w:r w:rsidRPr="00AA04A0">
        <w:t>sans une trace d</w:t>
      </w:r>
      <w:r w:rsidR="00EA052C">
        <w:t>’</w:t>
      </w:r>
      <w:r w:rsidRPr="00AA04A0">
        <w:t>émotion apparente</w:t>
      </w:r>
      <w:r w:rsidR="00EA052C">
        <w:t>.</w:t>
      </w:r>
    </w:p>
    <w:p w14:paraId="29E9820B" w14:textId="77777777" w:rsidR="00EA052C" w:rsidRDefault="00EA052C" w:rsidP="00C855EF">
      <w:r>
        <w:t>— </w:t>
      </w:r>
      <w:r w:rsidR="00C855EF" w:rsidRPr="00AA04A0">
        <w:t>Toby</w:t>
      </w:r>
      <w:r>
        <w:t xml:space="preserve">, </w:t>
      </w:r>
      <w:r w:rsidR="00C855EF" w:rsidRPr="00AA04A0">
        <w:t>criai-je</w:t>
      </w:r>
      <w:r>
        <w:t xml:space="preserve">, </w:t>
      </w:r>
      <w:r w:rsidR="00C855EF" w:rsidRPr="00AA04A0">
        <w:t>car le danger rend familier</w:t>
      </w:r>
      <w:r>
        <w:t xml:space="preserve">, </w:t>
      </w:r>
      <w:r w:rsidR="00C855EF" w:rsidRPr="00AA04A0">
        <w:t>Toby qu</w:t>
      </w:r>
      <w:r>
        <w:t>’</w:t>
      </w:r>
      <w:r w:rsidR="00C855EF" w:rsidRPr="00AA04A0">
        <w:t>allons-nous devenir</w:t>
      </w:r>
      <w:r>
        <w:t> ?</w:t>
      </w:r>
    </w:p>
    <w:p w14:paraId="5F321438" w14:textId="77777777" w:rsidR="00EA052C" w:rsidRDefault="00C855EF" w:rsidP="00C855EF">
      <w:r w:rsidRPr="00AA04A0">
        <w:lastRenderedPageBreak/>
        <w:t>Il ne se départit pas de sa politesse habituelle</w:t>
      </w:r>
      <w:r w:rsidR="00EA052C">
        <w:t> :</w:t>
      </w:r>
    </w:p>
    <w:p w14:paraId="3C93910E" w14:textId="77777777" w:rsidR="00EA052C" w:rsidRDefault="00EA052C" w:rsidP="00C855EF">
      <w:r>
        <w:t>— </w:t>
      </w:r>
      <w:r w:rsidR="00C855EF" w:rsidRPr="00AA04A0">
        <w:t>Gentleman</w:t>
      </w:r>
      <w:r>
        <w:t xml:space="preserve">, </w:t>
      </w:r>
      <w:r w:rsidR="00C855EF" w:rsidRPr="00AA04A0">
        <w:t>nous allons partir à la conquête de l</w:t>
      </w:r>
      <w:r>
        <w:t>’</w:t>
      </w:r>
      <w:r w:rsidR="00C855EF" w:rsidRPr="00AA04A0">
        <w:t>aéroplane</w:t>
      </w:r>
      <w:r>
        <w:t>.</w:t>
      </w:r>
    </w:p>
    <w:p w14:paraId="59F54770" w14:textId="77777777" w:rsidR="00EA052C" w:rsidRDefault="00EA052C" w:rsidP="00C855EF">
      <w:pPr>
        <w:rPr>
          <w:i/>
          <w:iCs/>
          <w:szCs w:val="32"/>
        </w:rPr>
      </w:pPr>
      <w:r>
        <w:t>— </w:t>
      </w:r>
      <w:r w:rsidR="00C855EF" w:rsidRPr="00AA04A0">
        <w:t>Vous savez donc</w:t>
      </w:r>
      <w:r>
        <w:t xml:space="preserve">, </w:t>
      </w:r>
      <w:proofErr w:type="spellStart"/>
      <w:r w:rsidR="00C855EF" w:rsidRPr="00AA04A0">
        <w:t>Kleampton</w:t>
      </w:r>
      <w:proofErr w:type="spellEnd"/>
      <w:r>
        <w:t xml:space="preserve">, </w:t>
      </w:r>
      <w:r w:rsidR="00C855EF" w:rsidRPr="00AA04A0">
        <w:t xml:space="preserve">où se trouve le </w:t>
      </w:r>
      <w:proofErr w:type="spellStart"/>
      <w:r w:rsidR="00C855EF" w:rsidRPr="00AA04A0">
        <w:rPr>
          <w:i/>
          <w:iCs/>
          <w:szCs w:val="32"/>
        </w:rPr>
        <w:t>Météor</w:t>
      </w:r>
      <w:proofErr w:type="spellEnd"/>
      <w:r>
        <w:rPr>
          <w:i/>
          <w:iCs/>
          <w:szCs w:val="32"/>
        </w:rPr>
        <w:t> ?</w:t>
      </w:r>
    </w:p>
    <w:p w14:paraId="0E5A7E67" w14:textId="77777777" w:rsidR="00EA052C" w:rsidRDefault="00EA052C" w:rsidP="00C855EF">
      <w:r>
        <w:rPr>
          <w:i/>
          <w:iCs/>
          <w:szCs w:val="32"/>
        </w:rPr>
        <w:t>— </w:t>
      </w:r>
      <w:r w:rsidR="00C855EF" w:rsidRPr="00AA04A0">
        <w:t>Mon couteau a indiqué le chemin</w:t>
      </w:r>
      <w:r>
        <w:t xml:space="preserve">, </w:t>
      </w:r>
      <w:r w:rsidR="00C855EF" w:rsidRPr="00AA04A0">
        <w:t>il me semble</w:t>
      </w:r>
      <w:r>
        <w:t>.</w:t>
      </w:r>
    </w:p>
    <w:p w14:paraId="396F14E1" w14:textId="77777777" w:rsidR="00EA052C" w:rsidRDefault="00EA052C" w:rsidP="00C855EF">
      <w:r>
        <w:t>— </w:t>
      </w:r>
      <w:r w:rsidR="00C855EF" w:rsidRPr="00AA04A0">
        <w:t>Au Pôle</w:t>
      </w:r>
      <w:r>
        <w:t xml:space="preserve">… ? </w:t>
      </w:r>
      <w:r w:rsidR="00C855EF" w:rsidRPr="00AA04A0">
        <w:t>À l</w:t>
      </w:r>
      <w:r>
        <w:t>’</w:t>
      </w:r>
      <w:r w:rsidR="00C855EF" w:rsidRPr="00AA04A0">
        <w:t>axe</w:t>
      </w:r>
      <w:r>
        <w:t>… ?</w:t>
      </w:r>
    </w:p>
    <w:p w14:paraId="68FBF28A" w14:textId="77777777" w:rsidR="00EA052C" w:rsidRDefault="00EA052C" w:rsidP="00C855EF">
      <w:r>
        <w:t>— </w:t>
      </w:r>
      <w:r w:rsidR="00C855EF" w:rsidRPr="00AA04A0">
        <w:t>Parfaitement</w:t>
      </w:r>
      <w:r>
        <w:t xml:space="preserve">. </w:t>
      </w:r>
      <w:r w:rsidR="00C855EF" w:rsidRPr="00AA04A0">
        <w:t>C</w:t>
      </w:r>
      <w:r>
        <w:t>’</w:t>
      </w:r>
      <w:r w:rsidR="00C855EF" w:rsidRPr="00AA04A0">
        <w:t>est encore une des farces du magn</w:t>
      </w:r>
      <w:r w:rsidR="00C855EF" w:rsidRPr="00AA04A0">
        <w:t>é</w:t>
      </w:r>
      <w:r w:rsidR="00C855EF" w:rsidRPr="00AA04A0">
        <w:t>tisme</w:t>
      </w:r>
      <w:r>
        <w:t xml:space="preserve">. </w:t>
      </w:r>
      <w:r w:rsidR="00C855EF" w:rsidRPr="00AA04A0">
        <w:t>Là où est la clef et le couteau nous retrouverons l</w:t>
      </w:r>
      <w:r>
        <w:t>’</w:t>
      </w:r>
      <w:r w:rsidR="00C855EF" w:rsidRPr="00AA04A0">
        <w:t>aéroplane</w:t>
      </w:r>
      <w:r>
        <w:t>.</w:t>
      </w:r>
    </w:p>
    <w:p w14:paraId="73D2EAD8" w14:textId="77777777" w:rsidR="00EA052C" w:rsidRDefault="00EA052C" w:rsidP="00C855EF">
      <w:r>
        <w:t>— </w:t>
      </w:r>
      <w:r w:rsidR="00C855EF" w:rsidRPr="00AA04A0">
        <w:t>Alors</w:t>
      </w:r>
      <w:r>
        <w:t xml:space="preserve">, </w:t>
      </w:r>
      <w:r w:rsidR="00C855EF" w:rsidRPr="00AA04A0">
        <w:t>que faisons-nous</w:t>
      </w:r>
      <w:r>
        <w:t xml:space="preserve">, </w:t>
      </w:r>
      <w:proofErr w:type="spellStart"/>
      <w:r w:rsidR="00C855EF" w:rsidRPr="00AA04A0">
        <w:t>Kleampton</w:t>
      </w:r>
      <w:proofErr w:type="spellEnd"/>
      <w:r>
        <w:t> ?</w:t>
      </w:r>
    </w:p>
    <w:p w14:paraId="6FBE6899" w14:textId="77777777" w:rsidR="00EA052C" w:rsidRDefault="00EA052C" w:rsidP="00C855EF">
      <w:r>
        <w:t>— </w:t>
      </w:r>
      <w:r w:rsidR="00C855EF" w:rsidRPr="00AA04A0">
        <w:t>Nous nous mettons en route</w:t>
      </w:r>
      <w:r>
        <w:t xml:space="preserve">, </w:t>
      </w:r>
      <w:r w:rsidR="00C855EF" w:rsidRPr="00AA04A0">
        <w:t>gentleman</w:t>
      </w:r>
      <w:r>
        <w:t>.</w:t>
      </w:r>
    </w:p>
    <w:p w14:paraId="2FED9CF6" w14:textId="77777777" w:rsidR="00EA052C" w:rsidRDefault="00EA052C" w:rsidP="00C855EF">
      <w:r>
        <w:t>— </w:t>
      </w:r>
      <w:r w:rsidR="00C855EF" w:rsidRPr="00AA04A0">
        <w:t>À pied</w:t>
      </w:r>
      <w:r>
        <w:t> ?</w:t>
      </w:r>
    </w:p>
    <w:p w14:paraId="4F547690" w14:textId="77777777" w:rsidR="00EA052C" w:rsidRDefault="00EA052C" w:rsidP="00C855EF">
      <w:r>
        <w:t>— </w:t>
      </w:r>
      <w:r w:rsidR="00C855EF" w:rsidRPr="00AA04A0">
        <w:t>À pied</w:t>
      </w:r>
      <w:r>
        <w:t xml:space="preserve">, </w:t>
      </w:r>
      <w:r w:rsidR="00C855EF" w:rsidRPr="00AA04A0">
        <w:t>parfaitement</w:t>
      </w:r>
      <w:r>
        <w:t xml:space="preserve">. </w:t>
      </w:r>
      <w:r w:rsidR="00C855EF" w:rsidRPr="00AA04A0">
        <w:t>Avons-nous un autre moyen de l</w:t>
      </w:r>
      <w:r w:rsidR="00C855EF" w:rsidRPr="00AA04A0">
        <w:t>o</w:t>
      </w:r>
      <w:r w:rsidR="00C855EF" w:rsidRPr="00AA04A0">
        <w:t>comotion à notre disposition</w:t>
      </w:r>
      <w:r>
        <w:t> ?</w:t>
      </w:r>
    </w:p>
    <w:p w14:paraId="4276B8E8" w14:textId="77777777" w:rsidR="00EA052C" w:rsidRDefault="00EA052C" w:rsidP="00C855EF">
      <w:r>
        <w:t>— </w:t>
      </w:r>
      <w:r w:rsidR="00C855EF" w:rsidRPr="00AA04A0">
        <w:t>C</w:t>
      </w:r>
      <w:r>
        <w:t>’</w:t>
      </w:r>
      <w:r w:rsidR="00C855EF" w:rsidRPr="00AA04A0">
        <w:t>est vrai</w:t>
      </w:r>
      <w:r>
        <w:t xml:space="preserve">, </w:t>
      </w:r>
      <w:r w:rsidR="00C855EF" w:rsidRPr="00AA04A0">
        <w:t>je perds la tête</w:t>
      </w:r>
      <w:r>
        <w:t xml:space="preserve">. </w:t>
      </w:r>
      <w:r w:rsidR="00C855EF" w:rsidRPr="00AA04A0">
        <w:t>C</w:t>
      </w:r>
      <w:r>
        <w:t>’</w:t>
      </w:r>
      <w:r w:rsidR="00C855EF" w:rsidRPr="00AA04A0">
        <w:t>est qu</w:t>
      </w:r>
      <w:r>
        <w:t>’</w:t>
      </w:r>
      <w:r w:rsidR="00C855EF" w:rsidRPr="00AA04A0">
        <w:t>aussi la situation que voilà est tellement effrayante</w:t>
      </w:r>
      <w:r>
        <w:t> !</w:t>
      </w:r>
    </w:p>
    <w:p w14:paraId="2B504462" w14:textId="77777777" w:rsidR="00EA052C" w:rsidRDefault="00EA052C" w:rsidP="00C855EF">
      <w:r>
        <w:t>— </w:t>
      </w:r>
      <w:r w:rsidR="00C855EF" w:rsidRPr="00AA04A0">
        <w:t>Rassurez-vous</w:t>
      </w:r>
      <w:r>
        <w:t xml:space="preserve">. </w:t>
      </w:r>
      <w:r w:rsidR="00C855EF" w:rsidRPr="00AA04A0">
        <w:t>Tout s</w:t>
      </w:r>
      <w:r>
        <w:t>’</w:t>
      </w:r>
      <w:r w:rsidR="00C855EF" w:rsidRPr="00AA04A0">
        <w:t>arrange et un bon Américain ne meurt pas ainsi</w:t>
      </w:r>
      <w:r>
        <w:t xml:space="preserve">. </w:t>
      </w:r>
      <w:r w:rsidR="00C855EF" w:rsidRPr="00AA04A0">
        <w:t>Vous voulez retrouver l</w:t>
      </w:r>
      <w:r>
        <w:t>’</w:t>
      </w:r>
      <w:r w:rsidR="00C855EF" w:rsidRPr="00AA04A0">
        <w:t>aéroplane</w:t>
      </w:r>
      <w:r>
        <w:t xml:space="preserve">, </w:t>
      </w:r>
      <w:r w:rsidR="00C855EF" w:rsidRPr="00AA04A0">
        <w:t>n</w:t>
      </w:r>
      <w:r>
        <w:t>’</w:t>
      </w:r>
      <w:r w:rsidR="00C855EF" w:rsidRPr="00AA04A0">
        <w:t>est-ce pas</w:t>
      </w:r>
      <w:r>
        <w:t> ?</w:t>
      </w:r>
    </w:p>
    <w:p w14:paraId="064CDC2A" w14:textId="77777777" w:rsidR="00EA052C" w:rsidRDefault="00EA052C" w:rsidP="00C855EF">
      <w:r>
        <w:t>— </w:t>
      </w:r>
      <w:r w:rsidR="00C855EF" w:rsidRPr="00AA04A0">
        <w:t>Oui</w:t>
      </w:r>
      <w:r>
        <w:t xml:space="preserve">, </w:t>
      </w:r>
      <w:r w:rsidR="00C855EF" w:rsidRPr="00AA04A0">
        <w:t>je veux</w:t>
      </w:r>
      <w:r>
        <w:t>.</w:t>
      </w:r>
    </w:p>
    <w:p w14:paraId="16DB87BB" w14:textId="77777777" w:rsidR="00EA052C" w:rsidRDefault="00EA052C" w:rsidP="00C855EF">
      <w:r>
        <w:t>— </w:t>
      </w:r>
      <w:r w:rsidR="00C855EF" w:rsidRPr="00AA04A0">
        <w:t>Fort bien</w:t>
      </w:r>
      <w:r>
        <w:t xml:space="preserve">. </w:t>
      </w:r>
      <w:r w:rsidR="00C855EF" w:rsidRPr="00AA04A0">
        <w:t>Je partage cette volonté</w:t>
      </w:r>
      <w:r>
        <w:t xml:space="preserve">. </w:t>
      </w:r>
      <w:r w:rsidR="00C855EF" w:rsidRPr="00AA04A0">
        <w:t>Donc nous retrouv</w:t>
      </w:r>
      <w:r w:rsidR="00C855EF" w:rsidRPr="00AA04A0">
        <w:t>e</w:t>
      </w:r>
      <w:r w:rsidR="00C855EF" w:rsidRPr="00AA04A0">
        <w:t xml:space="preserve">rons le </w:t>
      </w:r>
      <w:proofErr w:type="spellStart"/>
      <w:r w:rsidR="00C855EF" w:rsidRPr="00AA04A0">
        <w:rPr>
          <w:i/>
          <w:iCs/>
          <w:szCs w:val="32"/>
        </w:rPr>
        <w:t>Météor</w:t>
      </w:r>
      <w:proofErr w:type="spellEnd"/>
      <w:r>
        <w:rPr>
          <w:i/>
          <w:iCs/>
          <w:szCs w:val="32"/>
        </w:rPr>
        <w:t xml:space="preserve">. </w:t>
      </w:r>
      <w:r w:rsidR="00C855EF" w:rsidRPr="00AA04A0">
        <w:t>En route</w:t>
      </w:r>
      <w:r>
        <w:t xml:space="preserve">, </w:t>
      </w:r>
      <w:r w:rsidR="00C855EF" w:rsidRPr="00AA04A0">
        <w:t>gentleman</w:t>
      </w:r>
      <w:r>
        <w:t>.</w:t>
      </w:r>
    </w:p>
    <w:p w14:paraId="44E3E51B" w14:textId="77777777" w:rsidR="00EA052C" w:rsidRDefault="00C855EF" w:rsidP="00C855EF">
      <w:r w:rsidRPr="00AA04A0">
        <w:t>Je me levai péniblement</w:t>
      </w:r>
      <w:r w:rsidR="00EA052C">
        <w:t>.</w:t>
      </w:r>
    </w:p>
    <w:p w14:paraId="2515A6AB" w14:textId="77777777" w:rsidR="00EA052C" w:rsidRDefault="00C855EF" w:rsidP="00C855EF">
      <w:r w:rsidRPr="00AA04A0">
        <w:t xml:space="preserve">Le courage de Toby </w:t>
      </w:r>
      <w:proofErr w:type="spellStart"/>
      <w:r w:rsidRPr="00AA04A0">
        <w:t>Kleampton</w:t>
      </w:r>
      <w:proofErr w:type="spellEnd"/>
      <w:r w:rsidRPr="00AA04A0">
        <w:t xml:space="preserve"> me donna de l</w:t>
      </w:r>
      <w:r w:rsidR="00EA052C">
        <w:t>’</w:t>
      </w:r>
      <w:r w:rsidRPr="00AA04A0">
        <w:t>énergie</w:t>
      </w:r>
      <w:r w:rsidR="00EA052C">
        <w:t>.</w:t>
      </w:r>
    </w:p>
    <w:p w14:paraId="1D6AAB2F" w14:textId="77777777" w:rsidR="00EA052C" w:rsidRDefault="00EA052C" w:rsidP="00C855EF">
      <w:r>
        <w:lastRenderedPageBreak/>
        <w:t>— </w:t>
      </w:r>
      <w:r w:rsidR="00C855EF" w:rsidRPr="00AA04A0">
        <w:rPr>
          <w:i/>
          <w:iCs/>
          <w:szCs w:val="32"/>
        </w:rPr>
        <w:t>All right</w:t>
      </w:r>
      <w:r>
        <w:rPr>
          <w:i/>
          <w:iCs/>
          <w:szCs w:val="32"/>
        </w:rPr>
        <w:t xml:space="preserve">, </w:t>
      </w:r>
      <w:r w:rsidR="00C855EF" w:rsidRPr="00AA04A0">
        <w:t>dis-je</w:t>
      </w:r>
      <w:r>
        <w:t xml:space="preserve">, </w:t>
      </w:r>
      <w:r w:rsidR="00C855EF" w:rsidRPr="00AA04A0">
        <w:t>vous avez raison</w:t>
      </w:r>
      <w:r>
        <w:t xml:space="preserve">, </w:t>
      </w:r>
      <w:r w:rsidR="00C855EF" w:rsidRPr="00AA04A0">
        <w:t>Toby</w:t>
      </w:r>
      <w:r>
        <w:t xml:space="preserve">, </w:t>
      </w:r>
      <w:r w:rsidR="00C855EF" w:rsidRPr="00AA04A0">
        <w:t>un Américain doit aller jusqu</w:t>
      </w:r>
      <w:r>
        <w:t>’</w:t>
      </w:r>
      <w:r w:rsidR="00C855EF" w:rsidRPr="00AA04A0">
        <w:t>au bout</w:t>
      </w:r>
      <w:r>
        <w:t>.</w:t>
      </w:r>
    </w:p>
    <w:p w14:paraId="5227465A" w14:textId="77777777" w:rsidR="00EA052C" w:rsidRDefault="00C855EF" w:rsidP="00C855EF">
      <w:pPr>
        <w:rPr>
          <w:i/>
          <w:iCs/>
          <w:szCs w:val="32"/>
        </w:rPr>
      </w:pPr>
      <w:r w:rsidRPr="00AA04A0">
        <w:t>Nous allâmes vers l</w:t>
      </w:r>
      <w:r w:rsidR="00EA052C">
        <w:t>’</w:t>
      </w:r>
      <w:r w:rsidRPr="00AA04A0">
        <w:t xml:space="preserve">endroit où nous avions laissé le </w:t>
      </w:r>
      <w:proofErr w:type="spellStart"/>
      <w:r w:rsidRPr="00AA04A0">
        <w:rPr>
          <w:i/>
          <w:iCs/>
          <w:szCs w:val="32"/>
        </w:rPr>
        <w:t>M</w:t>
      </w:r>
      <w:r w:rsidRPr="00AA04A0">
        <w:rPr>
          <w:i/>
          <w:iCs/>
          <w:szCs w:val="32"/>
        </w:rPr>
        <w:t>é</w:t>
      </w:r>
      <w:r w:rsidRPr="00AA04A0">
        <w:rPr>
          <w:i/>
          <w:iCs/>
          <w:szCs w:val="32"/>
        </w:rPr>
        <w:t>téor</w:t>
      </w:r>
      <w:proofErr w:type="spellEnd"/>
      <w:r w:rsidR="00EA052C">
        <w:rPr>
          <w:i/>
          <w:iCs/>
          <w:szCs w:val="32"/>
        </w:rPr>
        <w:t>.</w:t>
      </w:r>
    </w:p>
    <w:p w14:paraId="18F16B4D" w14:textId="77777777" w:rsidR="00EA052C" w:rsidRDefault="00C855EF" w:rsidP="00C855EF">
      <w:r w:rsidRPr="00AA04A0">
        <w:t>Dans la terre</w:t>
      </w:r>
      <w:r w:rsidR="00EA052C">
        <w:t xml:space="preserve">, </w:t>
      </w:r>
      <w:r w:rsidRPr="00AA04A0">
        <w:t>nous retrouvâmes l</w:t>
      </w:r>
      <w:r w:rsidR="00EA052C">
        <w:t>’</w:t>
      </w:r>
      <w:r w:rsidRPr="00AA04A0">
        <w:t>empreinte de la cabine</w:t>
      </w:r>
      <w:r w:rsidR="00EA052C">
        <w:t xml:space="preserve">. </w:t>
      </w:r>
      <w:r w:rsidRPr="00AA04A0">
        <w:t>C</w:t>
      </w:r>
      <w:r w:rsidR="00EA052C">
        <w:t>’</w:t>
      </w:r>
      <w:r w:rsidRPr="00AA04A0">
        <w:t>étaient les seuls indices qui restaient de la présence de l</w:t>
      </w:r>
      <w:r w:rsidR="00EA052C">
        <w:t>’</w:t>
      </w:r>
      <w:r w:rsidRPr="00AA04A0">
        <w:t>aéroplane</w:t>
      </w:r>
      <w:r w:rsidR="00EA052C">
        <w:t>.</w:t>
      </w:r>
    </w:p>
    <w:p w14:paraId="3623CFCF" w14:textId="77777777" w:rsidR="00EA052C" w:rsidRDefault="00EA052C" w:rsidP="00C855EF">
      <w:r>
        <w:t>— </w:t>
      </w:r>
      <w:r w:rsidR="00C855EF" w:rsidRPr="00AA04A0">
        <w:t>Sans doute</w:t>
      </w:r>
      <w:r>
        <w:t xml:space="preserve">, </w:t>
      </w:r>
      <w:r w:rsidR="00C855EF" w:rsidRPr="00AA04A0">
        <w:t>dis-je à l</w:t>
      </w:r>
      <w:r>
        <w:t>’</w:t>
      </w:r>
      <w:r w:rsidR="00C855EF" w:rsidRPr="00AA04A0">
        <w:t>ingénieur</w:t>
      </w:r>
      <w:r>
        <w:t xml:space="preserve">, </w:t>
      </w:r>
      <w:r w:rsidR="00C855EF" w:rsidRPr="00AA04A0">
        <w:t xml:space="preserve">le </w:t>
      </w:r>
      <w:proofErr w:type="spellStart"/>
      <w:r w:rsidR="00C855EF" w:rsidRPr="00AA04A0">
        <w:rPr>
          <w:i/>
          <w:iCs/>
          <w:szCs w:val="32"/>
        </w:rPr>
        <w:t>Météor</w:t>
      </w:r>
      <w:proofErr w:type="spellEnd"/>
      <w:r w:rsidR="00C855EF" w:rsidRPr="00AA04A0">
        <w:rPr>
          <w:i/>
          <w:iCs/>
          <w:szCs w:val="32"/>
        </w:rPr>
        <w:t xml:space="preserve"> </w:t>
      </w:r>
      <w:r w:rsidR="00C855EF" w:rsidRPr="00AA04A0">
        <w:t>sera parti alors que nous regardions le taureau de mer</w:t>
      </w:r>
      <w:r>
        <w:t>.</w:t>
      </w:r>
    </w:p>
    <w:p w14:paraId="5C938E9A" w14:textId="77777777" w:rsidR="00EA052C" w:rsidRDefault="00EA052C" w:rsidP="00C855EF">
      <w:r>
        <w:t>— </w:t>
      </w:r>
      <w:r w:rsidR="00C855EF" w:rsidRPr="00AA04A0">
        <w:t>Cela est possible</w:t>
      </w:r>
      <w:r>
        <w:t xml:space="preserve">, </w:t>
      </w:r>
      <w:r w:rsidR="00C855EF" w:rsidRPr="00AA04A0">
        <w:t>gentleman</w:t>
      </w:r>
      <w:r>
        <w:t xml:space="preserve">. </w:t>
      </w:r>
      <w:r w:rsidR="00C855EF" w:rsidRPr="00AA04A0">
        <w:t>Et ceci nous prouve qu</w:t>
      </w:r>
      <w:r>
        <w:t>’</w:t>
      </w:r>
      <w:r w:rsidR="00C855EF" w:rsidRPr="00AA04A0">
        <w:t>il faut point mener une exploration à deux quand on laisse de</w:t>
      </w:r>
      <w:r w:rsidR="00C855EF" w:rsidRPr="00AA04A0">
        <w:t>r</w:t>
      </w:r>
      <w:r w:rsidR="00C855EF" w:rsidRPr="00AA04A0">
        <w:t>rière soi son salut</w:t>
      </w:r>
      <w:r>
        <w:t xml:space="preserve">. </w:t>
      </w:r>
      <w:r w:rsidR="00C855EF" w:rsidRPr="00AA04A0">
        <w:t>Nous ne songeâmes pas assez aujourd</w:t>
      </w:r>
      <w:r>
        <w:t>’</w:t>
      </w:r>
      <w:r w:rsidR="00C855EF" w:rsidRPr="00AA04A0">
        <w:t>hui à demain</w:t>
      </w:r>
      <w:r>
        <w:t xml:space="preserve">. </w:t>
      </w:r>
      <w:r w:rsidR="00C855EF" w:rsidRPr="00AA04A0">
        <w:t>Acceptons la punition d</w:t>
      </w:r>
      <w:r>
        <w:t>’</w:t>
      </w:r>
      <w:r w:rsidR="00C855EF" w:rsidRPr="00AA04A0">
        <w:t>un cœur ferme et marchons</w:t>
      </w:r>
      <w:r>
        <w:t xml:space="preserve">, </w:t>
      </w:r>
      <w:r w:rsidR="00C855EF" w:rsidRPr="00AA04A0">
        <w:t>gentleman</w:t>
      </w:r>
      <w:r>
        <w:t>.</w:t>
      </w:r>
    </w:p>
    <w:p w14:paraId="5D50309D" w14:textId="77777777" w:rsidR="00EA052C" w:rsidRDefault="00C855EF" w:rsidP="00C855EF">
      <w:r w:rsidRPr="00AA04A0">
        <w:t>Nous nous mîmes en route</w:t>
      </w:r>
      <w:r w:rsidR="00EA052C">
        <w:t>.</w:t>
      </w:r>
    </w:p>
    <w:p w14:paraId="27583889" w14:textId="77777777" w:rsidR="00EA052C" w:rsidRDefault="00C855EF" w:rsidP="00C855EF">
      <w:r w:rsidRPr="00AA04A0">
        <w:t>Ce ne fut qu</w:t>
      </w:r>
      <w:r w:rsidR="00EA052C">
        <w:t>’</w:t>
      </w:r>
      <w:r w:rsidRPr="00AA04A0">
        <w:t>alors que je remarquai que les régions polaires étaient sans nuit</w:t>
      </w:r>
      <w:r w:rsidR="00EA052C">
        <w:t>.</w:t>
      </w:r>
    </w:p>
    <w:p w14:paraId="3815898B" w14:textId="77777777" w:rsidR="00EA052C" w:rsidRDefault="00C855EF" w:rsidP="00C855EF">
      <w:r w:rsidRPr="00AA04A0">
        <w:t xml:space="preserve">Les prévisions de Toby </w:t>
      </w:r>
      <w:proofErr w:type="spellStart"/>
      <w:r w:rsidRPr="00AA04A0">
        <w:t>Kleampton</w:t>
      </w:r>
      <w:proofErr w:type="spellEnd"/>
      <w:r w:rsidRPr="00AA04A0">
        <w:t xml:space="preserve"> étaient donc mal fo</w:t>
      </w:r>
      <w:r w:rsidRPr="00AA04A0">
        <w:t>n</w:t>
      </w:r>
      <w:r w:rsidRPr="00AA04A0">
        <w:t>dées puisque depuis notre passage</w:t>
      </w:r>
      <w:r w:rsidR="00EA052C">
        <w:t xml:space="preserve">, </w:t>
      </w:r>
      <w:r w:rsidRPr="00AA04A0">
        <w:t>à travers le mur de bitume aucune ombre n</w:t>
      </w:r>
      <w:r w:rsidR="00EA052C">
        <w:t>’</w:t>
      </w:r>
      <w:r w:rsidRPr="00AA04A0">
        <w:t>avait succédé à la clarté</w:t>
      </w:r>
      <w:r w:rsidR="00EA052C">
        <w:t xml:space="preserve">. </w:t>
      </w:r>
      <w:r w:rsidRPr="00AA04A0">
        <w:t>C</w:t>
      </w:r>
      <w:r w:rsidR="00EA052C">
        <w:t>’</w:t>
      </w:r>
      <w:r w:rsidRPr="00AA04A0">
        <w:t>est là ce que je fis observer à l</w:t>
      </w:r>
      <w:r w:rsidR="00EA052C">
        <w:t>’</w:t>
      </w:r>
      <w:r w:rsidRPr="00AA04A0">
        <w:t>ingénieur</w:t>
      </w:r>
      <w:r w:rsidR="00EA052C">
        <w:t xml:space="preserve">. </w:t>
      </w:r>
      <w:r w:rsidRPr="00AA04A0">
        <w:t>Sa réponse me convainquit de la puérilité de ma remarque</w:t>
      </w:r>
      <w:r w:rsidR="00EA052C">
        <w:t>.</w:t>
      </w:r>
    </w:p>
    <w:p w14:paraId="1B294813" w14:textId="77777777" w:rsidR="00EA052C" w:rsidRDefault="00EA052C" w:rsidP="00C855EF">
      <w:r>
        <w:t>— </w:t>
      </w:r>
      <w:r w:rsidR="00C855EF" w:rsidRPr="00AA04A0">
        <w:t>Vous ai-je dit</w:t>
      </w:r>
      <w:r>
        <w:t xml:space="preserve">, </w:t>
      </w:r>
      <w:r w:rsidR="00C855EF" w:rsidRPr="00AA04A0">
        <w:t>gentleman</w:t>
      </w:r>
      <w:r>
        <w:t xml:space="preserve">, </w:t>
      </w:r>
      <w:r w:rsidR="00C855EF" w:rsidRPr="00AA04A0">
        <w:t>que la nuit polaire avait comme la nuit terrestre une durée de 1</w:t>
      </w:r>
      <w:r w:rsidRPr="00AA04A0">
        <w:t>2</w:t>
      </w:r>
      <w:r>
        <w:t> </w:t>
      </w:r>
      <w:r w:rsidRPr="00AA04A0">
        <w:t>heure</w:t>
      </w:r>
      <w:r w:rsidR="00C855EF" w:rsidRPr="00AA04A0">
        <w:t>s ou toute autre limite naturelle</w:t>
      </w:r>
      <w:r>
        <w:t xml:space="preserve"> ? </w:t>
      </w:r>
      <w:r w:rsidR="00C855EF" w:rsidRPr="00AA04A0">
        <w:t>Non</w:t>
      </w:r>
      <w:r>
        <w:t xml:space="preserve">, </w:t>
      </w:r>
      <w:r w:rsidR="00C855EF" w:rsidRPr="00AA04A0">
        <w:t>je crois</w:t>
      </w:r>
      <w:r>
        <w:t xml:space="preserve">. </w:t>
      </w:r>
      <w:r w:rsidR="00C855EF" w:rsidRPr="00AA04A0">
        <w:t>Je réservais mon avis</w:t>
      </w:r>
      <w:r>
        <w:t xml:space="preserve">, </w:t>
      </w:r>
      <w:r w:rsidR="00C855EF" w:rsidRPr="00AA04A0">
        <w:t>et cette réserve se trouve justifiée par mes observations</w:t>
      </w:r>
      <w:r>
        <w:t xml:space="preserve">. </w:t>
      </w:r>
      <w:r w:rsidR="00C855EF" w:rsidRPr="00AA04A0">
        <w:t>La nuit polaire doit avoir six mois comme son jour</w:t>
      </w:r>
      <w:r>
        <w:t xml:space="preserve">. </w:t>
      </w:r>
      <w:r w:rsidR="00C855EF" w:rsidRPr="00AA04A0">
        <w:t>Or nous sommes dans ce jour de six mois qui peut-être finira dans une heure</w:t>
      </w:r>
      <w:r>
        <w:t xml:space="preserve">, </w:t>
      </w:r>
      <w:r w:rsidR="00C855EF" w:rsidRPr="00AA04A0">
        <w:t>ou demain</w:t>
      </w:r>
      <w:r>
        <w:t xml:space="preserve">, </w:t>
      </w:r>
      <w:r w:rsidR="00C855EF" w:rsidRPr="00AA04A0">
        <w:t>ou dans cinq mois</w:t>
      </w:r>
      <w:r>
        <w:t>.</w:t>
      </w:r>
    </w:p>
    <w:p w14:paraId="44993938" w14:textId="77777777" w:rsidR="00EA052C" w:rsidRDefault="00C855EF" w:rsidP="00C855EF">
      <w:r w:rsidRPr="00AA04A0">
        <w:lastRenderedPageBreak/>
        <w:t>Je pris le parti de me taire</w:t>
      </w:r>
      <w:r w:rsidR="00EA052C">
        <w:t xml:space="preserve">. </w:t>
      </w:r>
      <w:r w:rsidRPr="00AA04A0">
        <w:t>Mon défaut de raisonnement logique s</w:t>
      </w:r>
      <w:r w:rsidR="00EA052C">
        <w:t>’</w:t>
      </w:r>
      <w:r w:rsidRPr="00AA04A0">
        <w:t>accusait trop devant les déductions simples et méth</w:t>
      </w:r>
      <w:r w:rsidRPr="00AA04A0">
        <w:t>o</w:t>
      </w:r>
      <w:r w:rsidRPr="00AA04A0">
        <w:t>diques de l</w:t>
      </w:r>
      <w:r w:rsidR="00EA052C">
        <w:t>’</w:t>
      </w:r>
      <w:r w:rsidRPr="00AA04A0">
        <w:t>ingénieur</w:t>
      </w:r>
      <w:r w:rsidR="00EA052C">
        <w:t xml:space="preserve">. </w:t>
      </w:r>
      <w:r w:rsidRPr="00AA04A0">
        <w:t>Soudain la pluie rouge se remit à tomber</w:t>
      </w:r>
      <w:r w:rsidR="00EA052C">
        <w:t xml:space="preserve">. </w:t>
      </w:r>
      <w:r w:rsidRPr="00AA04A0">
        <w:t>Le dos courbé</w:t>
      </w:r>
      <w:r w:rsidR="00EA052C">
        <w:t xml:space="preserve">, </w:t>
      </w:r>
      <w:r w:rsidRPr="00AA04A0">
        <w:t xml:space="preserve">la tête entre les épaules nous marchions dans la direction suivie par le couteau de Toby </w:t>
      </w:r>
      <w:proofErr w:type="spellStart"/>
      <w:r w:rsidRPr="00AA04A0">
        <w:t>Kleampton</w:t>
      </w:r>
      <w:proofErr w:type="spellEnd"/>
      <w:r w:rsidR="00EA052C">
        <w:t xml:space="preserve">. </w:t>
      </w:r>
      <w:r w:rsidRPr="00AA04A0">
        <w:t>La pluie ce</w:t>
      </w:r>
      <w:r w:rsidRPr="00AA04A0">
        <w:t>s</w:t>
      </w:r>
      <w:r w:rsidRPr="00AA04A0">
        <w:t>sa</w:t>
      </w:r>
      <w:r w:rsidR="00EA052C">
        <w:t xml:space="preserve">, </w:t>
      </w:r>
      <w:r w:rsidRPr="00AA04A0">
        <w:t>du moins c</w:t>
      </w:r>
      <w:r w:rsidR="00EA052C">
        <w:t>’</w:t>
      </w:r>
      <w:r w:rsidRPr="00AA04A0">
        <w:t>est ce qui nous sembla</w:t>
      </w:r>
      <w:r w:rsidR="00EA052C">
        <w:t xml:space="preserve">, </w:t>
      </w:r>
      <w:r w:rsidRPr="00AA04A0">
        <w:t>mais nous étant retou</w:t>
      </w:r>
      <w:r w:rsidRPr="00AA04A0">
        <w:t>r</w:t>
      </w:r>
      <w:r w:rsidRPr="00AA04A0">
        <w:t>nés</w:t>
      </w:r>
      <w:r w:rsidR="00EA052C">
        <w:t xml:space="preserve">, </w:t>
      </w:r>
      <w:r w:rsidRPr="00AA04A0">
        <w:t>nous vîmes distinctement son averse continuer derrière nous</w:t>
      </w:r>
      <w:r w:rsidR="00EA052C">
        <w:t xml:space="preserve">. </w:t>
      </w:r>
      <w:r w:rsidRPr="00AA04A0">
        <w:t>Nous étions entrés dans une zone neutre qu</w:t>
      </w:r>
      <w:r w:rsidR="00EA052C">
        <w:t>’</w:t>
      </w:r>
      <w:r w:rsidRPr="00AA04A0">
        <w:t>elle épa</w:t>
      </w:r>
      <w:r w:rsidRPr="00AA04A0">
        <w:t>r</w:t>
      </w:r>
      <w:r w:rsidRPr="00AA04A0">
        <w:t>gnait</w:t>
      </w:r>
      <w:r w:rsidR="00EA052C">
        <w:t>.</w:t>
      </w:r>
    </w:p>
    <w:p w14:paraId="1CE3526B" w14:textId="77777777" w:rsidR="00EA052C" w:rsidRDefault="00C855EF" w:rsidP="00C855EF">
      <w:r w:rsidRPr="00AA04A0">
        <w:t>Alors j</w:t>
      </w:r>
      <w:r w:rsidR="00EA052C">
        <w:t>’</w:t>
      </w:r>
      <w:r w:rsidRPr="00AA04A0">
        <w:t>aperçus distinctement à quelques milles devant nous un nuage brumeux</w:t>
      </w:r>
      <w:r w:rsidR="00EA052C">
        <w:t xml:space="preserve">, </w:t>
      </w:r>
      <w:r w:rsidRPr="00AA04A0">
        <w:t>opaque</w:t>
      </w:r>
      <w:r w:rsidR="00EA052C">
        <w:t xml:space="preserve">, </w:t>
      </w:r>
      <w:r w:rsidRPr="00AA04A0">
        <w:t>pâle</w:t>
      </w:r>
      <w:r w:rsidR="00EA052C">
        <w:t xml:space="preserve">, </w:t>
      </w:r>
      <w:r w:rsidRPr="00AA04A0">
        <w:t>qui</w:t>
      </w:r>
      <w:r w:rsidR="00EA052C">
        <w:t xml:space="preserve">, </w:t>
      </w:r>
      <w:r w:rsidRPr="00AA04A0">
        <w:t>partant du ras du sol</w:t>
      </w:r>
      <w:r w:rsidR="00EA052C">
        <w:t xml:space="preserve">, </w:t>
      </w:r>
      <w:r w:rsidRPr="00AA04A0">
        <w:t>s</w:t>
      </w:r>
      <w:r w:rsidR="00EA052C">
        <w:t>’</w:t>
      </w:r>
      <w:r w:rsidRPr="00AA04A0">
        <w:t>élevait dans l</w:t>
      </w:r>
      <w:r w:rsidR="00EA052C">
        <w:t>’</w:t>
      </w:r>
      <w:r w:rsidRPr="00AA04A0">
        <w:t>air à une hauteur dont l</w:t>
      </w:r>
      <w:r w:rsidR="00EA052C">
        <w:t>’</w:t>
      </w:r>
      <w:r w:rsidRPr="00AA04A0">
        <w:t>œil était impuissant à apercevoir le faîte</w:t>
      </w:r>
      <w:r w:rsidR="00EA052C">
        <w:t xml:space="preserve">. </w:t>
      </w:r>
      <w:r w:rsidRPr="00AA04A0">
        <w:t>C</w:t>
      </w:r>
      <w:r w:rsidR="00EA052C">
        <w:t>’</w:t>
      </w:r>
      <w:r w:rsidRPr="00AA04A0">
        <w:t>est vers ce nuage que nous marchâmes</w:t>
      </w:r>
      <w:r w:rsidR="00EA052C">
        <w:t>.</w:t>
      </w:r>
    </w:p>
    <w:p w14:paraId="6BE1AEB0" w14:textId="77777777" w:rsidR="00EA052C" w:rsidRDefault="00C855EF" w:rsidP="00C855EF">
      <w:r w:rsidRPr="00AA04A0">
        <w:t>Au fur et à mesure que nous avancions</w:t>
      </w:r>
      <w:r w:rsidR="00EA052C">
        <w:t xml:space="preserve">, </w:t>
      </w:r>
      <w:r w:rsidRPr="00AA04A0">
        <w:t>les jambes brisées</w:t>
      </w:r>
      <w:r w:rsidR="00EA052C">
        <w:t xml:space="preserve">, </w:t>
      </w:r>
      <w:r w:rsidRPr="00AA04A0">
        <w:t>fatigués</w:t>
      </w:r>
      <w:r w:rsidR="00EA052C">
        <w:t xml:space="preserve">, </w:t>
      </w:r>
      <w:r w:rsidRPr="00AA04A0">
        <w:t>exténués</w:t>
      </w:r>
      <w:r w:rsidR="00EA052C">
        <w:t xml:space="preserve">, </w:t>
      </w:r>
      <w:r w:rsidRPr="00AA04A0">
        <w:t>l</w:t>
      </w:r>
      <w:r w:rsidR="00EA052C">
        <w:t>’</w:t>
      </w:r>
      <w:r w:rsidRPr="00AA04A0">
        <w:t>odeur de pétrole humée au bord de la mer silencieuse</w:t>
      </w:r>
      <w:r w:rsidR="00EA052C">
        <w:t xml:space="preserve">, </w:t>
      </w:r>
      <w:r w:rsidRPr="00AA04A0">
        <w:t>s</w:t>
      </w:r>
      <w:r w:rsidR="00EA052C">
        <w:t>’</w:t>
      </w:r>
      <w:r w:rsidRPr="00AA04A0">
        <w:t>éleva derechef</w:t>
      </w:r>
      <w:r w:rsidR="00EA052C">
        <w:t xml:space="preserve">. </w:t>
      </w:r>
      <w:r w:rsidRPr="00AA04A0">
        <w:t>Cette fois</w:t>
      </w:r>
      <w:r w:rsidR="00EA052C">
        <w:t xml:space="preserve">, </w:t>
      </w:r>
      <w:r w:rsidRPr="00AA04A0">
        <w:t>elle était plus forte</w:t>
      </w:r>
      <w:r w:rsidR="00EA052C">
        <w:t xml:space="preserve">, </w:t>
      </w:r>
      <w:r w:rsidRPr="00AA04A0">
        <w:t>plus pénétrante</w:t>
      </w:r>
      <w:r w:rsidR="00EA052C">
        <w:t xml:space="preserve">, </w:t>
      </w:r>
      <w:r w:rsidRPr="00AA04A0">
        <w:t>d</w:t>
      </w:r>
      <w:r w:rsidR="00EA052C">
        <w:t>’</w:t>
      </w:r>
      <w:r w:rsidRPr="00AA04A0">
        <w:t>une âcreté tenace</w:t>
      </w:r>
      <w:r w:rsidR="00EA052C">
        <w:t>.</w:t>
      </w:r>
    </w:p>
    <w:p w14:paraId="7070A10D" w14:textId="77777777" w:rsidR="00EA052C" w:rsidRDefault="00EA052C" w:rsidP="00C855EF">
      <w:r>
        <w:t>— </w:t>
      </w:r>
      <w:r w:rsidR="00C855EF" w:rsidRPr="00AA04A0">
        <w:t>Regardez</w:t>
      </w:r>
      <w:r>
        <w:t xml:space="preserve">, </w:t>
      </w:r>
      <w:r w:rsidR="00C855EF" w:rsidRPr="00AA04A0">
        <w:t>me dit Toby</w:t>
      </w:r>
      <w:r>
        <w:t>.</w:t>
      </w:r>
    </w:p>
    <w:p w14:paraId="354E8ED9" w14:textId="77777777" w:rsidR="00EA052C" w:rsidRDefault="00C855EF" w:rsidP="00C855EF">
      <w:r w:rsidRPr="00AA04A0">
        <w:t>Il leva le pied et l</w:t>
      </w:r>
      <w:r w:rsidR="00EA052C">
        <w:t>’</w:t>
      </w:r>
      <w:r w:rsidRPr="00AA04A0">
        <w:t>empreinte de sa semelle resta fixée dans la terre molle et humide</w:t>
      </w:r>
      <w:r w:rsidR="00EA052C">
        <w:t xml:space="preserve">. </w:t>
      </w:r>
      <w:r w:rsidRPr="00AA04A0">
        <w:t>Une eau bleuâtre sourdait dans l</w:t>
      </w:r>
      <w:r w:rsidR="00EA052C">
        <w:t>’</w:t>
      </w:r>
      <w:r w:rsidRPr="00AA04A0">
        <w:t>empreinte ainsi laissée et cette eau</w:t>
      </w:r>
      <w:r w:rsidR="00EA052C">
        <w:t xml:space="preserve">, </w:t>
      </w:r>
      <w:r w:rsidRPr="00AA04A0">
        <w:t>c</w:t>
      </w:r>
      <w:r w:rsidR="00EA052C">
        <w:t>’</w:t>
      </w:r>
      <w:r w:rsidRPr="00AA04A0">
        <w:t>était du pétrole</w:t>
      </w:r>
      <w:r w:rsidR="00EA052C">
        <w:t>.</w:t>
      </w:r>
    </w:p>
    <w:p w14:paraId="024FD9B4" w14:textId="77777777" w:rsidR="00EA052C" w:rsidRDefault="00EA052C" w:rsidP="00C855EF">
      <w:r>
        <w:t>— </w:t>
      </w:r>
      <w:r w:rsidR="00C855EF" w:rsidRPr="00AA04A0">
        <w:t>Voilà un beau trust à réaliser</w:t>
      </w:r>
      <w:r>
        <w:t xml:space="preserve">, </w:t>
      </w:r>
      <w:r w:rsidR="00C855EF" w:rsidRPr="00AA04A0">
        <w:t>n</w:t>
      </w:r>
      <w:r>
        <w:t>’</w:t>
      </w:r>
      <w:r w:rsidR="00C855EF" w:rsidRPr="00AA04A0">
        <w:t>est-ce pas gentleman</w:t>
      </w:r>
      <w:r>
        <w:t xml:space="preserve">, </w:t>
      </w:r>
      <w:r w:rsidR="00C855EF" w:rsidRPr="00AA04A0">
        <w:t>que celui des pétroles du Pôle</w:t>
      </w:r>
      <w:r>
        <w:t xml:space="preserve"> ? </w:t>
      </w:r>
      <w:r w:rsidR="00C855EF" w:rsidRPr="00AA04A0">
        <w:t>plaisanta l</w:t>
      </w:r>
      <w:r>
        <w:t>’</w:t>
      </w:r>
      <w:r w:rsidR="00C855EF" w:rsidRPr="00AA04A0">
        <w:t>ingénieur</w:t>
      </w:r>
      <w:r>
        <w:t>.</w:t>
      </w:r>
    </w:p>
    <w:p w14:paraId="06B856D1" w14:textId="77777777" w:rsidR="00EA052C" w:rsidRDefault="00C855EF" w:rsidP="00C855EF">
      <w:r w:rsidRPr="00AA04A0">
        <w:t>Malgré moi je souris</w:t>
      </w:r>
      <w:r w:rsidR="00EA052C">
        <w:t>.</w:t>
      </w:r>
    </w:p>
    <w:p w14:paraId="0DE037C3" w14:textId="77777777" w:rsidR="00EA052C" w:rsidRDefault="00EA052C" w:rsidP="00C855EF">
      <w:r>
        <w:t>— </w:t>
      </w:r>
      <w:r w:rsidR="00C855EF" w:rsidRPr="00AA04A0">
        <w:t>Qui sait</w:t>
      </w:r>
      <w:r>
        <w:t xml:space="preserve"> ? </w:t>
      </w:r>
      <w:r w:rsidR="00C855EF" w:rsidRPr="00AA04A0">
        <w:t>dis-je</w:t>
      </w:r>
      <w:r>
        <w:t xml:space="preserve">. </w:t>
      </w:r>
      <w:r w:rsidR="00C855EF" w:rsidRPr="00AA04A0">
        <w:t>Cela n</w:t>
      </w:r>
      <w:r>
        <w:t>’</w:t>
      </w:r>
      <w:r w:rsidR="00C855EF" w:rsidRPr="00AA04A0">
        <w:t>est pas impossible</w:t>
      </w:r>
      <w:r>
        <w:t>.</w:t>
      </w:r>
    </w:p>
    <w:p w14:paraId="29C5574E" w14:textId="77777777" w:rsidR="00EA052C" w:rsidRDefault="00EA052C" w:rsidP="00C855EF">
      <w:r>
        <w:t>— </w:t>
      </w:r>
      <w:r w:rsidR="00C855EF" w:rsidRPr="00AA04A0">
        <w:t>À un Américain rien n</w:t>
      </w:r>
      <w:r>
        <w:t>’</w:t>
      </w:r>
      <w:r w:rsidR="00C855EF" w:rsidRPr="00AA04A0">
        <w:t>est impossible</w:t>
      </w:r>
      <w:r>
        <w:t xml:space="preserve">, </w:t>
      </w:r>
      <w:r w:rsidR="00C855EF" w:rsidRPr="00AA04A0">
        <w:t>dit calmement T</w:t>
      </w:r>
      <w:r w:rsidR="00C855EF" w:rsidRPr="00AA04A0">
        <w:t>o</w:t>
      </w:r>
      <w:r w:rsidR="00C855EF" w:rsidRPr="00AA04A0">
        <w:t>by</w:t>
      </w:r>
      <w:r>
        <w:t>.</w:t>
      </w:r>
    </w:p>
    <w:p w14:paraId="7BDA15B5" w14:textId="77777777" w:rsidR="00EA052C" w:rsidRDefault="00C855EF" w:rsidP="00C855EF">
      <w:r w:rsidRPr="00AA04A0">
        <w:lastRenderedPageBreak/>
        <w:t>Et je vis qu</w:t>
      </w:r>
      <w:r w:rsidR="00EA052C">
        <w:t>’</w:t>
      </w:r>
      <w:r w:rsidRPr="00AA04A0">
        <w:t>il ne plaisantait plus</w:t>
      </w:r>
      <w:r w:rsidR="00EA052C">
        <w:t>.</w:t>
      </w:r>
    </w:p>
    <w:p w14:paraId="591CFD1C" w14:textId="77777777" w:rsidR="00EA052C" w:rsidRDefault="00C855EF" w:rsidP="00C855EF">
      <w:r w:rsidRPr="00AA04A0">
        <w:t>Devant le mur nos pas s</w:t>
      </w:r>
      <w:r w:rsidR="00EA052C">
        <w:t>’</w:t>
      </w:r>
      <w:r w:rsidRPr="00AA04A0">
        <w:t>arrêtèrent</w:t>
      </w:r>
      <w:r w:rsidR="00EA052C">
        <w:t xml:space="preserve">. </w:t>
      </w:r>
      <w:r w:rsidRPr="00AA04A0">
        <w:t>Avançant les mains nous les enfonçâmes dans cette espèce de brume cotonneuse</w:t>
      </w:r>
      <w:r w:rsidR="00EA052C">
        <w:t xml:space="preserve">, </w:t>
      </w:r>
      <w:r w:rsidRPr="00AA04A0">
        <w:t>ouatée et molle au toucher</w:t>
      </w:r>
      <w:r w:rsidR="00EA052C">
        <w:t xml:space="preserve">. </w:t>
      </w:r>
      <w:r w:rsidRPr="00AA04A0">
        <w:t>Nous y entrâmes et cette brume nous enveloppa comme un manteau</w:t>
      </w:r>
      <w:r w:rsidR="00EA052C">
        <w:t xml:space="preserve">. </w:t>
      </w:r>
      <w:r w:rsidRPr="00AA04A0">
        <w:t>La marche dura une heure</w:t>
      </w:r>
      <w:r w:rsidR="00EA052C">
        <w:t xml:space="preserve">, </w:t>
      </w:r>
      <w:r w:rsidRPr="00AA04A0">
        <w:t>peut-être deux</w:t>
      </w:r>
      <w:r w:rsidR="00EA052C">
        <w:t xml:space="preserve">. </w:t>
      </w:r>
      <w:r w:rsidRPr="00AA04A0">
        <w:t>J</w:t>
      </w:r>
      <w:r w:rsidR="00EA052C">
        <w:t>’</w:t>
      </w:r>
      <w:r w:rsidRPr="00AA04A0">
        <w:t>avais perdu toute conscience et toute notion du temps</w:t>
      </w:r>
      <w:r w:rsidR="00EA052C">
        <w:t>.</w:t>
      </w:r>
    </w:p>
    <w:p w14:paraId="1C77E466" w14:textId="77777777" w:rsidR="00EA052C" w:rsidRDefault="00C855EF" w:rsidP="00C855EF">
      <w:r w:rsidRPr="00AA04A0">
        <w:t>Brusquement</w:t>
      </w:r>
      <w:r w:rsidR="00EA052C">
        <w:t xml:space="preserve">, </w:t>
      </w:r>
      <w:r w:rsidRPr="00AA04A0">
        <w:t>Toby cria</w:t>
      </w:r>
      <w:r w:rsidR="00EA052C">
        <w:t> :</w:t>
      </w:r>
    </w:p>
    <w:p w14:paraId="16BC30FA" w14:textId="77777777" w:rsidR="00EA052C" w:rsidRDefault="00EA052C" w:rsidP="00C855EF">
      <w:r>
        <w:t>— </w:t>
      </w:r>
      <w:r w:rsidR="00C855EF" w:rsidRPr="00AA04A0">
        <w:t>Le voilà</w:t>
      </w:r>
      <w:r>
        <w:t> !</w:t>
      </w:r>
    </w:p>
    <w:p w14:paraId="07746AA6" w14:textId="77777777" w:rsidR="00EA052C" w:rsidRDefault="00C855EF" w:rsidP="00C855EF">
      <w:r w:rsidRPr="00AA04A0">
        <w:t>L</w:t>
      </w:r>
      <w:r w:rsidR="00EA052C">
        <w:t>’</w:t>
      </w:r>
      <w:r w:rsidRPr="00AA04A0">
        <w:t>aéroplane était devant nous</w:t>
      </w:r>
      <w:r w:rsidR="00EA052C">
        <w:t xml:space="preserve">, </w:t>
      </w:r>
      <w:r w:rsidRPr="00AA04A0">
        <w:t>mais quelque chose d</w:t>
      </w:r>
      <w:r w:rsidR="00EA052C">
        <w:t>’</w:t>
      </w:r>
      <w:r w:rsidRPr="00AA04A0">
        <w:t>étrange arrêta nos pas</w:t>
      </w:r>
      <w:r w:rsidR="00EA052C">
        <w:t xml:space="preserve">. </w:t>
      </w:r>
      <w:r w:rsidRPr="00AA04A0">
        <w:t>Nous étions entourés de gerbes éle</w:t>
      </w:r>
      <w:r w:rsidRPr="00AA04A0">
        <w:t>c</w:t>
      </w:r>
      <w:r w:rsidRPr="00AA04A0">
        <w:t>triques qui fusaient de partout</w:t>
      </w:r>
      <w:r w:rsidR="00EA052C">
        <w:t xml:space="preserve">, </w:t>
      </w:r>
      <w:r w:rsidRPr="00AA04A0">
        <w:t>éclataient sans bruit avec leurs bouquets d</w:t>
      </w:r>
      <w:r w:rsidR="00EA052C">
        <w:t>’</w:t>
      </w:r>
      <w:r w:rsidRPr="00AA04A0">
        <w:t>étincelles rouges</w:t>
      </w:r>
      <w:r w:rsidR="00EA052C">
        <w:t xml:space="preserve">, </w:t>
      </w:r>
      <w:r w:rsidRPr="00AA04A0">
        <w:t>vertes et bleues</w:t>
      </w:r>
      <w:r w:rsidR="00EA052C">
        <w:t xml:space="preserve">. </w:t>
      </w:r>
      <w:r w:rsidRPr="00AA04A0">
        <w:t xml:space="preserve">Cela enveloppait le </w:t>
      </w:r>
      <w:proofErr w:type="spellStart"/>
      <w:r w:rsidRPr="00AA04A0">
        <w:rPr>
          <w:i/>
          <w:iCs/>
          <w:szCs w:val="32"/>
        </w:rPr>
        <w:t>Météor</w:t>
      </w:r>
      <w:proofErr w:type="spellEnd"/>
      <w:r w:rsidR="00EA052C">
        <w:rPr>
          <w:i/>
          <w:iCs/>
          <w:szCs w:val="32"/>
        </w:rPr>
        <w:t xml:space="preserve">, </w:t>
      </w:r>
      <w:r w:rsidRPr="00AA04A0">
        <w:t>l</w:t>
      </w:r>
      <w:r w:rsidR="00EA052C">
        <w:t>’</w:t>
      </w:r>
      <w:r w:rsidRPr="00AA04A0">
        <w:t>illuminait comme aurait fait un incendie ou un feu d</w:t>
      </w:r>
      <w:r w:rsidR="00EA052C">
        <w:t>’</w:t>
      </w:r>
      <w:r w:rsidRPr="00AA04A0">
        <w:t>artifice</w:t>
      </w:r>
      <w:r w:rsidR="00EA052C">
        <w:t xml:space="preserve">. </w:t>
      </w:r>
      <w:r w:rsidRPr="00AA04A0">
        <w:t>Mais au long de l</w:t>
      </w:r>
      <w:r w:rsidR="00EA052C">
        <w:t>’</w:t>
      </w:r>
      <w:r w:rsidRPr="00AA04A0">
        <w:t>armature noire de bitume</w:t>
      </w:r>
      <w:r w:rsidR="00EA052C">
        <w:t xml:space="preserve">, </w:t>
      </w:r>
      <w:r w:rsidRPr="00AA04A0">
        <w:t>les éti</w:t>
      </w:r>
      <w:r w:rsidRPr="00AA04A0">
        <w:t>n</w:t>
      </w:r>
      <w:r w:rsidRPr="00AA04A0">
        <w:t>celles pétillaient en glissant</w:t>
      </w:r>
      <w:r w:rsidR="00EA052C">
        <w:t xml:space="preserve">, </w:t>
      </w:r>
      <w:r w:rsidRPr="00AA04A0">
        <w:t>comme repoussées par cet isolateur naturel</w:t>
      </w:r>
      <w:r w:rsidR="00EA052C">
        <w:t>.</w:t>
      </w:r>
    </w:p>
    <w:p w14:paraId="6D0A79CF" w14:textId="77777777" w:rsidR="00EA052C" w:rsidRDefault="00C855EF" w:rsidP="00C855EF">
      <w:r w:rsidRPr="00AA04A0">
        <w:t>Chose bizarre</w:t>
      </w:r>
      <w:r w:rsidR="00EA052C">
        <w:t xml:space="preserve">, </w:t>
      </w:r>
      <w:r w:rsidRPr="00AA04A0">
        <w:t>l</w:t>
      </w:r>
      <w:r w:rsidR="00EA052C">
        <w:t>’</w:t>
      </w:r>
      <w:r w:rsidRPr="00AA04A0">
        <w:t>aéroplane semblait rivé au long d</w:t>
      </w:r>
      <w:r w:rsidR="00EA052C">
        <w:t>’</w:t>
      </w:r>
      <w:r w:rsidRPr="00AA04A0">
        <w:t>une c</w:t>
      </w:r>
      <w:r w:rsidRPr="00AA04A0">
        <w:t>o</w:t>
      </w:r>
      <w:r w:rsidRPr="00AA04A0">
        <w:t>lonne brumeuse</w:t>
      </w:r>
      <w:r w:rsidR="00EA052C">
        <w:t xml:space="preserve">, </w:t>
      </w:r>
      <w:r w:rsidRPr="00AA04A0">
        <w:t>bleuâtre</w:t>
      </w:r>
      <w:r w:rsidR="00EA052C">
        <w:t xml:space="preserve">, </w:t>
      </w:r>
      <w:r w:rsidRPr="00AA04A0">
        <w:t>par le bas de la nacelle</w:t>
      </w:r>
      <w:r w:rsidR="00EA052C">
        <w:t>.</w:t>
      </w:r>
    </w:p>
    <w:p w14:paraId="2282D1E0" w14:textId="77777777" w:rsidR="00EA052C" w:rsidRDefault="00EA052C" w:rsidP="00C855EF">
      <w:r>
        <w:t>— </w:t>
      </w:r>
      <w:r w:rsidR="00C855EF" w:rsidRPr="00AA04A0">
        <w:t>L</w:t>
      </w:r>
      <w:r>
        <w:t>’</w:t>
      </w:r>
      <w:r w:rsidR="00C855EF" w:rsidRPr="00AA04A0">
        <w:t>écrou</w:t>
      </w:r>
      <w:r>
        <w:t xml:space="preserve"> ! </w:t>
      </w:r>
      <w:r w:rsidR="00C855EF" w:rsidRPr="00AA04A0">
        <w:t>dit Toby</w:t>
      </w:r>
      <w:r>
        <w:t>.</w:t>
      </w:r>
    </w:p>
    <w:p w14:paraId="75A42387" w14:textId="77777777" w:rsidR="00EA052C" w:rsidRDefault="00C855EF" w:rsidP="00C855EF">
      <w:r w:rsidRPr="00AA04A0">
        <w:t>Je compris que le manchon d</w:t>
      </w:r>
      <w:r w:rsidR="00EA052C">
        <w:t>’</w:t>
      </w:r>
      <w:r w:rsidRPr="00AA04A0">
        <w:t>étoupe mastiquée appliqué à l</w:t>
      </w:r>
      <w:r w:rsidR="00EA052C">
        <w:t>’</w:t>
      </w:r>
      <w:r w:rsidRPr="00AA04A0">
        <w:t>arrêt de la Terre de Feu avait cédé à la force magnétique</w:t>
      </w:r>
      <w:r w:rsidR="00EA052C">
        <w:t xml:space="preserve">. </w:t>
      </w:r>
      <w:r w:rsidRPr="00AA04A0">
        <w:t>L</w:t>
      </w:r>
      <w:r w:rsidR="00EA052C">
        <w:t>’</w:t>
      </w:r>
      <w:r w:rsidRPr="00AA04A0">
        <w:t xml:space="preserve">aimant polaire retenait donc prisonnier le </w:t>
      </w:r>
      <w:proofErr w:type="spellStart"/>
      <w:r w:rsidRPr="00AA04A0">
        <w:rPr>
          <w:i/>
          <w:iCs/>
          <w:szCs w:val="32"/>
        </w:rPr>
        <w:t>Météor</w:t>
      </w:r>
      <w:proofErr w:type="spellEnd"/>
      <w:r w:rsidR="00EA052C">
        <w:rPr>
          <w:i/>
          <w:iCs/>
          <w:szCs w:val="32"/>
        </w:rPr>
        <w:t xml:space="preserve">. </w:t>
      </w:r>
      <w:r w:rsidRPr="00AA04A0">
        <w:t>La position inclinée de la cabine sens dessus dessous en rendait en ce m</w:t>
      </w:r>
      <w:r w:rsidRPr="00AA04A0">
        <w:t>o</w:t>
      </w:r>
      <w:r w:rsidRPr="00AA04A0">
        <w:t>ment l</w:t>
      </w:r>
      <w:r w:rsidR="00EA052C">
        <w:t>’</w:t>
      </w:r>
      <w:r w:rsidRPr="00AA04A0">
        <w:t>accès particulièrement difficile</w:t>
      </w:r>
      <w:r w:rsidR="00EA052C">
        <w:t xml:space="preserve">, </w:t>
      </w:r>
      <w:r w:rsidRPr="00AA04A0">
        <w:t>d</w:t>
      </w:r>
      <w:r w:rsidR="00EA052C">
        <w:t>’</w:t>
      </w:r>
      <w:r w:rsidRPr="00AA04A0">
        <w:t>autant plus que l</w:t>
      </w:r>
      <w:r w:rsidR="00EA052C">
        <w:t>’</w:t>
      </w:r>
      <w:r w:rsidRPr="00AA04A0">
        <w:t>atmosphère électrique en défendait l</w:t>
      </w:r>
      <w:r w:rsidR="00EA052C">
        <w:t>’</w:t>
      </w:r>
      <w:r w:rsidRPr="00AA04A0">
        <w:t>approche avec ses éti</w:t>
      </w:r>
      <w:r w:rsidRPr="00AA04A0">
        <w:t>n</w:t>
      </w:r>
      <w:r w:rsidRPr="00AA04A0">
        <w:t>celles crépitantes</w:t>
      </w:r>
      <w:r w:rsidR="00EA052C">
        <w:t>.</w:t>
      </w:r>
    </w:p>
    <w:p w14:paraId="0C0BDEF2" w14:textId="77777777" w:rsidR="00EA052C" w:rsidRDefault="00C855EF" w:rsidP="00C855EF">
      <w:r w:rsidRPr="00AA04A0">
        <w:t>Il fallut cependant se décider</w:t>
      </w:r>
      <w:r w:rsidR="00EA052C">
        <w:t>.</w:t>
      </w:r>
    </w:p>
    <w:p w14:paraId="1DA3D606" w14:textId="77777777" w:rsidR="00EA052C" w:rsidRDefault="00EA052C" w:rsidP="00C855EF">
      <w:r>
        <w:lastRenderedPageBreak/>
        <w:t>— </w:t>
      </w:r>
      <w:r w:rsidR="00C855EF" w:rsidRPr="00AA04A0">
        <w:t>Craignez-vous les brûlures</w:t>
      </w:r>
      <w:r>
        <w:t xml:space="preserve"> ? </w:t>
      </w:r>
      <w:r w:rsidR="00C855EF" w:rsidRPr="00AA04A0">
        <w:t>me demanda Toby</w:t>
      </w:r>
      <w:r>
        <w:t>.</w:t>
      </w:r>
    </w:p>
    <w:p w14:paraId="5BDA5242" w14:textId="77777777" w:rsidR="00EA052C" w:rsidRDefault="00EA052C" w:rsidP="00C855EF">
      <w:r>
        <w:t>— </w:t>
      </w:r>
      <w:r w:rsidR="00C855EF" w:rsidRPr="00AA04A0">
        <w:t>Si la conquête de l</w:t>
      </w:r>
      <w:r>
        <w:t>’</w:t>
      </w:r>
      <w:r w:rsidR="00C855EF" w:rsidRPr="00AA04A0">
        <w:t>aéroplane est à ce prix</w:t>
      </w:r>
      <w:r>
        <w:t xml:space="preserve">, </w:t>
      </w:r>
      <w:r w:rsidR="00C855EF" w:rsidRPr="00AA04A0">
        <w:t>non</w:t>
      </w:r>
      <w:r>
        <w:t>.</w:t>
      </w:r>
    </w:p>
    <w:p w14:paraId="4EBBBFB9" w14:textId="77777777" w:rsidR="00EA052C" w:rsidRDefault="00EA052C" w:rsidP="00C855EF">
      <w:r>
        <w:t>— </w:t>
      </w:r>
      <w:r w:rsidR="00C855EF" w:rsidRPr="00AA04A0">
        <w:t>Alors</w:t>
      </w:r>
      <w:r>
        <w:t xml:space="preserve">, </w:t>
      </w:r>
      <w:r w:rsidR="00C855EF" w:rsidRPr="00AA04A0">
        <w:t>suivez-moi</w:t>
      </w:r>
      <w:r>
        <w:t xml:space="preserve">, </w:t>
      </w:r>
      <w:r w:rsidR="00C855EF" w:rsidRPr="00AA04A0">
        <w:t>gentleman</w:t>
      </w:r>
      <w:r>
        <w:t>.</w:t>
      </w:r>
    </w:p>
    <w:p w14:paraId="70B031FF" w14:textId="77777777" w:rsidR="00EA052C" w:rsidRDefault="00C855EF" w:rsidP="00C855EF">
      <w:r w:rsidRPr="00AA04A0">
        <w:t>Tête basse il se précipita</w:t>
      </w:r>
      <w:r w:rsidR="00EA052C">
        <w:t xml:space="preserve">. </w:t>
      </w:r>
      <w:r w:rsidRPr="00AA04A0">
        <w:t>Les gerbes éclataient autour de nous</w:t>
      </w:r>
      <w:r w:rsidR="00EA052C">
        <w:t xml:space="preserve">, </w:t>
      </w:r>
      <w:r w:rsidRPr="00AA04A0">
        <w:t>éparpillant leurs étoiles vertes et bleues en pluie de feu</w:t>
      </w:r>
      <w:r w:rsidR="00EA052C">
        <w:t xml:space="preserve">. </w:t>
      </w:r>
      <w:r w:rsidRPr="00AA04A0">
        <w:t>La porte ouverte</w:t>
      </w:r>
      <w:r w:rsidR="00EA052C">
        <w:t xml:space="preserve">, </w:t>
      </w:r>
      <w:r w:rsidRPr="00AA04A0">
        <w:t>Toby se rua dans la cabine</w:t>
      </w:r>
      <w:r w:rsidR="00EA052C">
        <w:t xml:space="preserve">. </w:t>
      </w:r>
      <w:r w:rsidRPr="00AA04A0">
        <w:t>Je m</w:t>
      </w:r>
      <w:r w:rsidR="00EA052C">
        <w:t>’</w:t>
      </w:r>
      <w:r w:rsidRPr="00AA04A0">
        <w:t>y engouffrai à mon tour</w:t>
      </w:r>
      <w:r w:rsidR="00EA052C">
        <w:t xml:space="preserve">, </w:t>
      </w:r>
      <w:r w:rsidRPr="00AA04A0">
        <w:t>les mains brûlées</w:t>
      </w:r>
      <w:r w:rsidR="00EA052C">
        <w:t xml:space="preserve">, </w:t>
      </w:r>
      <w:r w:rsidRPr="00AA04A0">
        <w:t>les cheveux roussis</w:t>
      </w:r>
      <w:r w:rsidR="00EA052C">
        <w:t>.</w:t>
      </w:r>
    </w:p>
    <w:p w14:paraId="34BF3BE2" w14:textId="77777777" w:rsidR="00EA052C" w:rsidRDefault="00C855EF" w:rsidP="00C855EF">
      <w:r w:rsidRPr="00AA04A0">
        <w:t>Je vis l</w:t>
      </w:r>
      <w:r w:rsidR="00EA052C">
        <w:t>’</w:t>
      </w:r>
      <w:r w:rsidRPr="00AA04A0">
        <w:t>ingénieur suspendu à ses leviers</w:t>
      </w:r>
      <w:r w:rsidR="00EA052C">
        <w:t xml:space="preserve">, </w:t>
      </w:r>
      <w:r w:rsidRPr="00AA04A0">
        <w:t>soulever ses m</w:t>
      </w:r>
      <w:r w:rsidRPr="00AA04A0">
        <w:t>a</w:t>
      </w:r>
      <w:r w:rsidRPr="00AA04A0">
        <w:t>nettes</w:t>
      </w:r>
      <w:r w:rsidR="00EA052C">
        <w:t xml:space="preserve">, </w:t>
      </w:r>
      <w:r w:rsidRPr="00AA04A0">
        <w:t>tâter les tubulures en un instant</w:t>
      </w:r>
      <w:r w:rsidR="00EA052C">
        <w:t xml:space="preserve">. </w:t>
      </w:r>
      <w:r w:rsidRPr="00AA04A0">
        <w:t>Le moteur craqua dans tous ses écrous</w:t>
      </w:r>
      <w:r w:rsidR="00EA052C">
        <w:t xml:space="preserve">. </w:t>
      </w:r>
      <w:r w:rsidRPr="00AA04A0">
        <w:t>Un choc terrible ébranla l</w:t>
      </w:r>
      <w:r w:rsidR="00EA052C">
        <w:t>’</w:t>
      </w:r>
      <w:r w:rsidRPr="00AA04A0">
        <w:t>armature et les cercles distendus</w:t>
      </w:r>
      <w:r w:rsidR="00EA052C">
        <w:t xml:space="preserve">, </w:t>
      </w:r>
      <w:r w:rsidRPr="00AA04A0">
        <w:t>les tiges d</w:t>
      </w:r>
      <w:r w:rsidR="00EA052C">
        <w:t>’</w:t>
      </w:r>
      <w:r w:rsidRPr="00AA04A0">
        <w:t>aluminium secouées du grand fri</w:t>
      </w:r>
      <w:r w:rsidRPr="00AA04A0">
        <w:t>s</w:t>
      </w:r>
      <w:r w:rsidRPr="00AA04A0">
        <w:t>son électrique</w:t>
      </w:r>
      <w:r w:rsidR="00EA052C">
        <w:t xml:space="preserve">, </w:t>
      </w:r>
      <w:r w:rsidRPr="00AA04A0">
        <w:t>bousculés</w:t>
      </w:r>
      <w:r w:rsidR="00EA052C">
        <w:t xml:space="preserve">, </w:t>
      </w:r>
      <w:r w:rsidRPr="00AA04A0">
        <w:t>renversés dans la cabine parmi nos tablettes azotées</w:t>
      </w:r>
      <w:r w:rsidR="00EA052C">
        <w:t xml:space="preserve">, </w:t>
      </w:r>
      <w:r w:rsidRPr="00AA04A0">
        <w:t>nos instruments d</w:t>
      </w:r>
      <w:r w:rsidR="00EA052C">
        <w:t>’</w:t>
      </w:r>
      <w:r w:rsidRPr="00AA04A0">
        <w:t>optique</w:t>
      </w:r>
      <w:r w:rsidR="00EA052C">
        <w:t xml:space="preserve">, </w:t>
      </w:r>
      <w:r w:rsidRPr="00AA04A0">
        <w:t>les outils</w:t>
      </w:r>
      <w:r w:rsidR="00EA052C">
        <w:t xml:space="preserve">, </w:t>
      </w:r>
      <w:r w:rsidRPr="00AA04A0">
        <w:t>les armes</w:t>
      </w:r>
      <w:r w:rsidR="00EA052C">
        <w:t xml:space="preserve">, </w:t>
      </w:r>
      <w:r w:rsidRPr="00AA04A0">
        <w:t>les vêtements</w:t>
      </w:r>
      <w:r w:rsidR="00EA052C">
        <w:t xml:space="preserve">, </w:t>
      </w:r>
      <w:r w:rsidRPr="00AA04A0">
        <w:t xml:space="preserve">avec un </w:t>
      </w:r>
      <w:r w:rsidR="00EA052C">
        <w:t>« </w:t>
      </w:r>
      <w:proofErr w:type="spellStart"/>
      <w:r w:rsidRPr="00AA04A0">
        <w:rPr>
          <w:i/>
          <w:iCs/>
          <w:szCs w:val="32"/>
        </w:rPr>
        <w:t>ahant</w:t>
      </w:r>
      <w:proofErr w:type="spellEnd"/>
      <w:r w:rsidR="00EA052C">
        <w:t> »</w:t>
      </w:r>
      <w:r w:rsidRPr="00AA04A0">
        <w:t xml:space="preserve"> formidable</w:t>
      </w:r>
      <w:r w:rsidR="00EA052C">
        <w:t xml:space="preserve">, </w:t>
      </w:r>
      <w:r w:rsidRPr="00AA04A0">
        <w:t xml:space="preserve">le </w:t>
      </w:r>
      <w:proofErr w:type="spellStart"/>
      <w:r w:rsidRPr="00AA04A0">
        <w:rPr>
          <w:i/>
          <w:iCs/>
          <w:szCs w:val="32"/>
        </w:rPr>
        <w:t>Météor</w:t>
      </w:r>
      <w:proofErr w:type="spellEnd"/>
      <w:r w:rsidRPr="00AA04A0">
        <w:rPr>
          <w:i/>
          <w:iCs/>
          <w:szCs w:val="32"/>
        </w:rPr>
        <w:t xml:space="preserve"> </w:t>
      </w:r>
      <w:r w:rsidRPr="00AA04A0">
        <w:t>s</w:t>
      </w:r>
      <w:r w:rsidR="00EA052C">
        <w:t>’</w:t>
      </w:r>
      <w:r w:rsidRPr="00AA04A0">
        <w:t>arracha de l</w:t>
      </w:r>
      <w:r w:rsidR="00EA052C">
        <w:t>’</w:t>
      </w:r>
      <w:r w:rsidRPr="00AA04A0">
        <w:t>aimant polaire</w:t>
      </w:r>
      <w:r w:rsidR="00EA052C">
        <w:t>.</w:t>
      </w:r>
    </w:p>
    <w:p w14:paraId="08F6527E" w14:textId="77777777" w:rsidR="00EA052C" w:rsidRDefault="00EA052C" w:rsidP="00C855EF">
      <w:r>
        <w:t>— </w:t>
      </w:r>
      <w:r w:rsidR="00C855EF" w:rsidRPr="00AA04A0">
        <w:t>L</w:t>
      </w:r>
      <w:r>
        <w:t>’</w:t>
      </w:r>
      <w:r w:rsidR="00C855EF" w:rsidRPr="00AA04A0">
        <w:t>axe</w:t>
      </w:r>
      <w:r>
        <w:t xml:space="preserve"> ! </w:t>
      </w:r>
      <w:r w:rsidR="00C855EF" w:rsidRPr="00AA04A0">
        <w:t>L</w:t>
      </w:r>
      <w:r>
        <w:t>’</w:t>
      </w:r>
      <w:r w:rsidR="00C855EF" w:rsidRPr="00AA04A0">
        <w:t>axe</w:t>
      </w:r>
      <w:r>
        <w:t xml:space="preserve"> ! </w:t>
      </w:r>
      <w:r w:rsidR="00C855EF" w:rsidRPr="00AA04A0">
        <w:t xml:space="preserve">hurla </w:t>
      </w:r>
      <w:proofErr w:type="spellStart"/>
      <w:r w:rsidR="00C855EF" w:rsidRPr="00AA04A0">
        <w:t>Kleampton</w:t>
      </w:r>
      <w:proofErr w:type="spellEnd"/>
      <w:r>
        <w:t xml:space="preserve">, </w:t>
      </w:r>
      <w:r w:rsidR="00C855EF" w:rsidRPr="00AA04A0">
        <w:t>nous allons vers l</w:t>
      </w:r>
      <w:r>
        <w:t>’</w:t>
      </w:r>
      <w:r w:rsidR="00C855EF" w:rsidRPr="00AA04A0">
        <w:t>axe</w:t>
      </w:r>
      <w:r>
        <w:t> !</w:t>
      </w:r>
    </w:p>
    <w:p w14:paraId="38084723" w14:textId="77777777" w:rsidR="00EA052C" w:rsidRDefault="00C855EF" w:rsidP="00C855EF">
      <w:r w:rsidRPr="00AA04A0">
        <w:t>Je m</w:t>
      </w:r>
      <w:r w:rsidR="00EA052C">
        <w:rPr>
          <w:szCs w:val="32"/>
        </w:rPr>
        <w:t>’</w:t>
      </w:r>
      <w:r w:rsidRPr="00AA04A0">
        <w:t>accrochai à son bras</w:t>
      </w:r>
      <w:r w:rsidR="00EA052C">
        <w:t> :</w:t>
      </w:r>
    </w:p>
    <w:p w14:paraId="34468F39" w14:textId="77777777" w:rsidR="00EA052C" w:rsidRDefault="00EA052C" w:rsidP="00C855EF">
      <w:r>
        <w:t>— </w:t>
      </w:r>
      <w:r w:rsidR="00C855EF" w:rsidRPr="00AA04A0">
        <w:t>Toby</w:t>
      </w:r>
      <w:r>
        <w:t xml:space="preserve">, </w:t>
      </w:r>
      <w:r w:rsidR="00C855EF" w:rsidRPr="00AA04A0">
        <w:t>au nom du Seigneur</w:t>
      </w:r>
      <w:r>
        <w:t xml:space="preserve">, </w:t>
      </w:r>
      <w:r w:rsidR="00C855EF" w:rsidRPr="00AA04A0">
        <w:t>je vous en supplie</w:t>
      </w:r>
      <w:r>
        <w:t xml:space="preserve">, </w:t>
      </w:r>
      <w:r w:rsidR="00C855EF" w:rsidRPr="00AA04A0">
        <w:t>reculons</w:t>
      </w:r>
      <w:r>
        <w:t xml:space="preserve">… </w:t>
      </w:r>
      <w:r w:rsidR="00C855EF" w:rsidRPr="00AA04A0">
        <w:t>nous tenterons la chose demain</w:t>
      </w:r>
      <w:r>
        <w:t xml:space="preserve">, </w:t>
      </w:r>
      <w:r w:rsidR="00C855EF" w:rsidRPr="00AA04A0">
        <w:t>aujourd</w:t>
      </w:r>
      <w:r>
        <w:t>’</w:t>
      </w:r>
      <w:r w:rsidR="00C855EF" w:rsidRPr="00AA04A0">
        <w:t>hui je n</w:t>
      </w:r>
      <w:r>
        <w:t>’</w:t>
      </w:r>
      <w:r w:rsidR="00C855EF" w:rsidRPr="00AA04A0">
        <w:t>en puis plus</w:t>
      </w:r>
      <w:r>
        <w:t xml:space="preserve">… </w:t>
      </w:r>
      <w:r w:rsidR="00C855EF" w:rsidRPr="00AA04A0">
        <w:t>Voyez</w:t>
      </w:r>
      <w:r>
        <w:t xml:space="preserve">, </w:t>
      </w:r>
      <w:r w:rsidR="00C855EF" w:rsidRPr="00AA04A0">
        <w:t>je tombe</w:t>
      </w:r>
      <w:r>
        <w:t xml:space="preserve">… </w:t>
      </w:r>
      <w:r w:rsidR="00C855EF" w:rsidRPr="00AA04A0">
        <w:t>Et littéralement</w:t>
      </w:r>
      <w:r>
        <w:t xml:space="preserve">, </w:t>
      </w:r>
      <w:r w:rsidR="00C855EF" w:rsidRPr="00AA04A0">
        <w:t>je défaillais d</w:t>
      </w:r>
      <w:r>
        <w:t>’</w:t>
      </w:r>
      <w:r w:rsidR="00C855EF" w:rsidRPr="00AA04A0">
        <w:t>émotion et de joie</w:t>
      </w:r>
      <w:r>
        <w:t xml:space="preserve">. </w:t>
      </w:r>
      <w:r w:rsidR="00C855EF" w:rsidRPr="00AA04A0">
        <w:t>Toby souscrivit à la nécessité</w:t>
      </w:r>
      <w:r>
        <w:t xml:space="preserve">, </w:t>
      </w:r>
      <w:r w:rsidR="00C855EF" w:rsidRPr="00AA04A0">
        <w:t>car il comprit que son effort serait vain</w:t>
      </w:r>
      <w:r>
        <w:t xml:space="preserve">. </w:t>
      </w:r>
      <w:r w:rsidR="00C855EF" w:rsidRPr="00AA04A0">
        <w:t>Les leviers tombèrent</w:t>
      </w:r>
      <w:r>
        <w:t xml:space="preserve">, </w:t>
      </w:r>
      <w:r w:rsidR="00C855EF" w:rsidRPr="00AA04A0">
        <w:t>les manettes furent baissées</w:t>
      </w:r>
      <w:r>
        <w:t xml:space="preserve">. </w:t>
      </w:r>
      <w:r w:rsidR="00C855EF" w:rsidRPr="00AA04A0">
        <w:t>Le ballon tourna sur lui-même</w:t>
      </w:r>
      <w:r>
        <w:t xml:space="preserve">, </w:t>
      </w:r>
      <w:r w:rsidR="00C855EF" w:rsidRPr="00AA04A0">
        <w:t>obliqua vers la brume ouateuse qu</w:t>
      </w:r>
      <w:r>
        <w:t>’</w:t>
      </w:r>
      <w:r w:rsidR="00C855EF" w:rsidRPr="00AA04A0">
        <w:t>il traversa au milieu des explosions électriques</w:t>
      </w:r>
      <w:r>
        <w:t xml:space="preserve">. </w:t>
      </w:r>
      <w:r w:rsidR="00C855EF" w:rsidRPr="00AA04A0">
        <w:t>Nous vîmes au loin briller les eaux vertes du gouffre sans écho</w:t>
      </w:r>
      <w:r>
        <w:t>.</w:t>
      </w:r>
    </w:p>
    <w:p w14:paraId="73761EFE" w14:textId="77777777" w:rsidR="00EA052C" w:rsidRDefault="00C855EF" w:rsidP="00C855EF">
      <w:r w:rsidRPr="00AA04A0">
        <w:t>Nous étions sauvés</w:t>
      </w:r>
      <w:r w:rsidR="00EA052C">
        <w:t>.</w:t>
      </w:r>
    </w:p>
    <w:p w14:paraId="7E4901EC" w14:textId="11F15C7F" w:rsidR="00C855EF" w:rsidRPr="00AA04A0" w:rsidRDefault="00C855EF" w:rsidP="00EA052C">
      <w:pPr>
        <w:pStyle w:val="Titre1"/>
      </w:pPr>
      <w:bookmarkStart w:id="12" w:name="_Toc194837612"/>
      <w:r w:rsidRPr="00AA04A0">
        <w:lastRenderedPageBreak/>
        <w:t>XI</w:t>
      </w:r>
      <w:r w:rsidRPr="00AA04A0">
        <w:br/>
      </w:r>
      <w:r w:rsidRPr="00AA04A0">
        <w:br/>
        <w:t>L</w:t>
      </w:r>
      <w:r w:rsidR="00EA052C">
        <w:t>’</w:t>
      </w:r>
      <w:r w:rsidRPr="00AA04A0">
        <w:t>INGÉNIEUSE IDÉE QU</w:t>
      </w:r>
      <w:r w:rsidR="00EA052C">
        <w:t>’</w:t>
      </w:r>
      <w:r w:rsidRPr="00AA04A0">
        <w:t xml:space="preserve">EUT TOBY </w:t>
      </w:r>
      <w:proofErr w:type="spellStart"/>
      <w:r w:rsidRPr="00AA04A0">
        <w:t>KLEAMPTON</w:t>
      </w:r>
      <w:proofErr w:type="spellEnd"/>
      <w:r w:rsidRPr="00AA04A0">
        <w:t xml:space="preserve"> POUR DÉMASQUER LES HABITANTS DU PÔLE</w:t>
      </w:r>
      <w:bookmarkEnd w:id="12"/>
    </w:p>
    <w:p w14:paraId="5F6EDC0E" w14:textId="77777777" w:rsidR="00EA052C" w:rsidRDefault="00C855EF" w:rsidP="00C855EF">
      <w:r w:rsidRPr="00AA04A0">
        <w:t>Le ballon immobile à quatre cents mètres</w:t>
      </w:r>
      <w:r w:rsidR="00EA052C">
        <w:t xml:space="preserve">, </w:t>
      </w:r>
      <w:r w:rsidRPr="00AA04A0">
        <w:t>Toby et moi nous dormîmes d</w:t>
      </w:r>
      <w:r w:rsidR="00EA052C">
        <w:t>’</w:t>
      </w:r>
      <w:r w:rsidRPr="00AA04A0">
        <w:t>un sommeil pesant</w:t>
      </w:r>
      <w:r w:rsidR="00EA052C">
        <w:t xml:space="preserve">, </w:t>
      </w:r>
      <w:r w:rsidRPr="00AA04A0">
        <w:t>angoissé</w:t>
      </w:r>
      <w:r w:rsidR="00EA052C">
        <w:t xml:space="preserve">, </w:t>
      </w:r>
      <w:r w:rsidRPr="00AA04A0">
        <w:t>peuplé de ca</w:t>
      </w:r>
      <w:r w:rsidRPr="00AA04A0">
        <w:t>u</w:t>
      </w:r>
      <w:r w:rsidRPr="00AA04A0">
        <w:t>chemars</w:t>
      </w:r>
      <w:r w:rsidR="00EA052C">
        <w:t xml:space="preserve">. </w:t>
      </w:r>
      <w:r w:rsidRPr="00AA04A0">
        <w:t>Néanmoins reposés</w:t>
      </w:r>
      <w:r w:rsidR="00EA052C">
        <w:t xml:space="preserve">, </w:t>
      </w:r>
      <w:r w:rsidRPr="00AA04A0">
        <w:t>plus calmes</w:t>
      </w:r>
      <w:r w:rsidR="00EA052C">
        <w:t xml:space="preserve">, </w:t>
      </w:r>
      <w:r w:rsidRPr="00AA04A0">
        <w:t>nous nous tro</w:t>
      </w:r>
      <w:r w:rsidRPr="00AA04A0">
        <w:t>u</w:t>
      </w:r>
      <w:r w:rsidRPr="00AA04A0">
        <w:t>vâmes debout le lendemain</w:t>
      </w:r>
      <w:r w:rsidR="00EA052C">
        <w:t xml:space="preserve"> – </w:t>
      </w:r>
      <w:r w:rsidRPr="00AA04A0">
        <w:t>je dis le lendemain</w:t>
      </w:r>
      <w:r w:rsidR="00EA052C">
        <w:t xml:space="preserve">, </w:t>
      </w:r>
      <w:r w:rsidRPr="00AA04A0">
        <w:t>quoiqu</w:t>
      </w:r>
      <w:r w:rsidR="00EA052C">
        <w:t>’</w:t>
      </w:r>
      <w:r w:rsidRPr="00AA04A0">
        <w:t>il n</w:t>
      </w:r>
      <w:r w:rsidR="00EA052C">
        <w:t>’</w:t>
      </w:r>
      <w:r w:rsidRPr="00AA04A0">
        <w:t>y ait eu aucune ombre nocturne à cette journée laborieuse et mouvementée</w:t>
      </w:r>
      <w:r w:rsidR="00EA052C">
        <w:t xml:space="preserve">. </w:t>
      </w:r>
      <w:r w:rsidRPr="00AA04A0">
        <w:t>Les tablettes azotées nous donnèrent de no</w:t>
      </w:r>
      <w:r w:rsidRPr="00AA04A0">
        <w:t>u</w:t>
      </w:r>
      <w:r w:rsidRPr="00AA04A0">
        <w:t xml:space="preserve">velles forces et Toby fit atterrir le </w:t>
      </w:r>
      <w:proofErr w:type="spellStart"/>
      <w:r w:rsidRPr="00AA04A0">
        <w:rPr>
          <w:i/>
          <w:iCs/>
          <w:szCs w:val="32"/>
        </w:rPr>
        <w:t>Météor</w:t>
      </w:r>
      <w:proofErr w:type="spellEnd"/>
      <w:r w:rsidR="00EA052C">
        <w:t xml:space="preserve">, </w:t>
      </w:r>
      <w:r w:rsidRPr="00AA04A0">
        <w:t>afin d</w:t>
      </w:r>
      <w:r w:rsidR="00EA052C">
        <w:t>’</w:t>
      </w:r>
      <w:r w:rsidRPr="00AA04A0">
        <w:t>en examiner a</w:t>
      </w:r>
      <w:r w:rsidRPr="00AA04A0">
        <w:t>t</w:t>
      </w:r>
      <w:r w:rsidRPr="00AA04A0">
        <w:t>tent</w:t>
      </w:r>
      <w:r w:rsidRPr="00AA04A0">
        <w:t>i</w:t>
      </w:r>
      <w:r w:rsidRPr="00AA04A0">
        <w:t>vement les parties externes auxquelles il craignait quelques d</w:t>
      </w:r>
      <w:r w:rsidRPr="00AA04A0">
        <w:t>é</w:t>
      </w:r>
      <w:r w:rsidRPr="00AA04A0">
        <w:t>gâts ou des avaries</w:t>
      </w:r>
      <w:r w:rsidR="00EA052C">
        <w:t>.</w:t>
      </w:r>
    </w:p>
    <w:p w14:paraId="1200FBC6" w14:textId="77777777" w:rsidR="00EA052C" w:rsidRDefault="00C855EF" w:rsidP="00C855EF">
      <w:r w:rsidRPr="00AA04A0">
        <w:t>Il n</w:t>
      </w:r>
      <w:r w:rsidR="00EA052C">
        <w:t>’</w:t>
      </w:r>
      <w:r w:rsidRPr="00AA04A0">
        <w:t>en était rien heureusement</w:t>
      </w:r>
      <w:r w:rsidR="00EA052C">
        <w:t xml:space="preserve">, </w:t>
      </w:r>
      <w:r w:rsidRPr="00AA04A0">
        <w:t>à part des éraflures assez profondes sur l</w:t>
      </w:r>
      <w:r w:rsidR="00EA052C">
        <w:t>’</w:t>
      </w:r>
      <w:r w:rsidRPr="00AA04A0">
        <w:t>aluminium des cercles et des tiges de l</w:t>
      </w:r>
      <w:r w:rsidR="00EA052C">
        <w:t>’</w:t>
      </w:r>
      <w:r w:rsidRPr="00AA04A0">
        <w:t>armature</w:t>
      </w:r>
      <w:r w:rsidR="00EA052C">
        <w:t xml:space="preserve">. </w:t>
      </w:r>
      <w:r w:rsidRPr="00AA04A0">
        <w:t>Pendant qu</w:t>
      </w:r>
      <w:r w:rsidR="00EA052C">
        <w:t>’</w:t>
      </w:r>
      <w:r w:rsidRPr="00AA04A0">
        <w:t>il se livrait à ce travail d</w:t>
      </w:r>
      <w:r w:rsidR="00EA052C">
        <w:t>’</w:t>
      </w:r>
      <w:r w:rsidRPr="00AA04A0">
        <w:t>inspection</w:t>
      </w:r>
      <w:r w:rsidR="00EA052C">
        <w:t xml:space="preserve">, </w:t>
      </w:r>
      <w:r w:rsidRPr="00AA04A0">
        <w:t>j</w:t>
      </w:r>
      <w:r w:rsidR="00EA052C">
        <w:t>’</w:t>
      </w:r>
      <w:r w:rsidRPr="00AA04A0">
        <w:t>étais de mon côté parti en exploration vers la grève des épaves</w:t>
      </w:r>
      <w:r w:rsidR="00EA052C">
        <w:t xml:space="preserve">, </w:t>
      </w:r>
      <w:r w:rsidRPr="00AA04A0">
        <w:t>la plage des navires échoués</w:t>
      </w:r>
      <w:r w:rsidR="00EA052C">
        <w:t xml:space="preserve">. </w:t>
      </w:r>
      <w:r w:rsidRPr="00AA04A0">
        <w:t>Rampant</w:t>
      </w:r>
      <w:r w:rsidR="00EA052C">
        <w:t xml:space="preserve">, </w:t>
      </w:r>
      <w:r w:rsidRPr="00AA04A0">
        <w:t>me dissimulant derrière les troncs des arbres</w:t>
      </w:r>
      <w:r w:rsidR="00EA052C">
        <w:t xml:space="preserve">, </w:t>
      </w:r>
      <w:r w:rsidRPr="00AA04A0">
        <w:t>prenant mille précautions</w:t>
      </w:r>
      <w:r w:rsidR="00EA052C">
        <w:t xml:space="preserve">, </w:t>
      </w:r>
      <w:r w:rsidRPr="00AA04A0">
        <w:t>certes bien utiles</w:t>
      </w:r>
      <w:r w:rsidR="00EA052C">
        <w:t xml:space="preserve">, </w:t>
      </w:r>
      <w:r w:rsidRPr="00AA04A0">
        <w:t>je pa</w:t>
      </w:r>
      <w:r w:rsidRPr="00AA04A0">
        <w:t>r</w:t>
      </w:r>
      <w:r w:rsidRPr="00AA04A0">
        <w:t>vins à me glisser aux approches de la plage</w:t>
      </w:r>
      <w:r w:rsidR="00EA052C">
        <w:t>.</w:t>
      </w:r>
    </w:p>
    <w:p w14:paraId="649DBE3A" w14:textId="77777777" w:rsidR="00EA052C" w:rsidRDefault="00C855EF" w:rsidP="00C855EF">
      <w:r w:rsidRPr="00AA04A0">
        <w:t>Le même spectacle que le jour de notre arrivée m</w:t>
      </w:r>
      <w:r w:rsidR="00EA052C">
        <w:t>’</w:t>
      </w:r>
      <w:r w:rsidRPr="00AA04A0">
        <w:t>attendait</w:t>
      </w:r>
      <w:r w:rsidR="00EA052C">
        <w:t xml:space="preserve">. </w:t>
      </w:r>
      <w:r w:rsidRPr="00AA04A0">
        <w:t>Seules</w:t>
      </w:r>
      <w:r w:rsidR="00EA052C">
        <w:t xml:space="preserve">, </w:t>
      </w:r>
      <w:r w:rsidRPr="00AA04A0">
        <w:t>je l</w:t>
      </w:r>
      <w:r w:rsidR="00EA052C">
        <w:t>’</w:t>
      </w:r>
      <w:r w:rsidRPr="00AA04A0">
        <w:t>affirme</w:t>
      </w:r>
      <w:r w:rsidR="00EA052C">
        <w:t xml:space="preserve">, </w:t>
      </w:r>
      <w:r w:rsidRPr="00AA04A0">
        <w:t>les épaves remuaient</w:t>
      </w:r>
      <w:r w:rsidR="00EA052C">
        <w:t xml:space="preserve">, </w:t>
      </w:r>
      <w:r w:rsidRPr="00AA04A0">
        <w:t>bougeaient</w:t>
      </w:r>
      <w:r w:rsidR="00EA052C">
        <w:t xml:space="preserve">, </w:t>
      </w:r>
      <w:r w:rsidRPr="00AA04A0">
        <w:t>ava</w:t>
      </w:r>
      <w:r w:rsidRPr="00AA04A0">
        <w:t>n</w:t>
      </w:r>
      <w:r w:rsidRPr="00AA04A0">
        <w:t>çaient</w:t>
      </w:r>
      <w:r w:rsidR="00EA052C">
        <w:t xml:space="preserve">. </w:t>
      </w:r>
      <w:r w:rsidRPr="00AA04A0">
        <w:t>Il aurait certes fallu de longues heures</w:t>
      </w:r>
      <w:r w:rsidR="00EA052C">
        <w:t xml:space="preserve">, </w:t>
      </w:r>
      <w:r w:rsidRPr="00AA04A0">
        <w:t>des journées peut-être</w:t>
      </w:r>
      <w:r w:rsidR="00EA052C">
        <w:t xml:space="preserve">, </w:t>
      </w:r>
      <w:r w:rsidRPr="00AA04A0">
        <w:t>pour savoir vers où les forces mystérieuses de l</w:t>
      </w:r>
      <w:r w:rsidR="00EA052C">
        <w:t>’</w:t>
      </w:r>
      <w:r w:rsidRPr="00AA04A0">
        <w:t>invisible les entraînaient</w:t>
      </w:r>
      <w:r w:rsidR="00EA052C">
        <w:t xml:space="preserve">. </w:t>
      </w:r>
      <w:r w:rsidRPr="00AA04A0">
        <w:t>Le fait de leur déplacement était i</w:t>
      </w:r>
      <w:r w:rsidRPr="00AA04A0">
        <w:t>n</w:t>
      </w:r>
      <w:r w:rsidRPr="00AA04A0">
        <w:t>contestable</w:t>
      </w:r>
      <w:r w:rsidR="00EA052C">
        <w:t xml:space="preserve">. </w:t>
      </w:r>
      <w:r w:rsidRPr="00AA04A0">
        <w:t>Brusquement</w:t>
      </w:r>
      <w:r w:rsidR="00EA052C">
        <w:t xml:space="preserve">, </w:t>
      </w:r>
      <w:r w:rsidRPr="00AA04A0">
        <w:t>je me dressai au sommet de la co</w:t>
      </w:r>
      <w:r w:rsidRPr="00AA04A0">
        <w:t>l</w:t>
      </w:r>
      <w:r w:rsidRPr="00AA04A0">
        <w:t>line</w:t>
      </w:r>
      <w:r w:rsidR="00EA052C">
        <w:t xml:space="preserve">. </w:t>
      </w:r>
      <w:r w:rsidRPr="00AA04A0">
        <w:t>Les épaves dressées retombèrent</w:t>
      </w:r>
      <w:r w:rsidR="00EA052C">
        <w:t xml:space="preserve">, </w:t>
      </w:r>
      <w:r w:rsidRPr="00AA04A0">
        <w:t xml:space="preserve">celles qui </w:t>
      </w:r>
      <w:r w:rsidRPr="00AA04A0">
        <w:lastRenderedPageBreak/>
        <w:t>avançaient s</w:t>
      </w:r>
      <w:r w:rsidR="00EA052C">
        <w:t>’</w:t>
      </w:r>
      <w:r w:rsidRPr="00AA04A0">
        <w:t>arrêtèrent</w:t>
      </w:r>
      <w:r w:rsidR="00EA052C">
        <w:t xml:space="preserve">, </w:t>
      </w:r>
      <w:r w:rsidRPr="00AA04A0">
        <w:t>d</w:t>
      </w:r>
      <w:r w:rsidR="00EA052C">
        <w:t>’</w:t>
      </w:r>
      <w:r w:rsidRPr="00AA04A0">
        <w:t>autres s</w:t>
      </w:r>
      <w:r w:rsidR="00EA052C">
        <w:t>’</w:t>
      </w:r>
      <w:r w:rsidRPr="00AA04A0">
        <w:t>engravèrent dans le sable</w:t>
      </w:r>
      <w:r w:rsidR="00EA052C">
        <w:t xml:space="preserve">. </w:t>
      </w:r>
      <w:r w:rsidRPr="00AA04A0">
        <w:t>Tout redevint immobile</w:t>
      </w:r>
      <w:r w:rsidR="00EA052C">
        <w:t>.</w:t>
      </w:r>
    </w:p>
    <w:p w14:paraId="5F42626A" w14:textId="77777777" w:rsidR="00EA052C" w:rsidRDefault="00C855EF" w:rsidP="00C855EF">
      <w:r w:rsidRPr="00AA04A0">
        <w:t xml:space="preserve">Donc Toby </w:t>
      </w:r>
      <w:proofErr w:type="spellStart"/>
      <w:r w:rsidRPr="00AA04A0">
        <w:t>Kleampton</w:t>
      </w:r>
      <w:proofErr w:type="spellEnd"/>
      <w:r w:rsidRPr="00AA04A0">
        <w:t xml:space="preserve"> avait raison</w:t>
      </w:r>
      <w:r w:rsidR="00EA052C">
        <w:t>.</w:t>
      </w:r>
    </w:p>
    <w:p w14:paraId="24F999D9" w14:textId="77777777" w:rsidR="00EA052C" w:rsidRDefault="00C855EF" w:rsidP="00C855EF">
      <w:r w:rsidRPr="00AA04A0">
        <w:t>Des êtres vivants</w:t>
      </w:r>
      <w:r w:rsidR="00EA052C">
        <w:t xml:space="preserve">, </w:t>
      </w:r>
      <w:r w:rsidRPr="00AA04A0">
        <w:t>mais invisibles</w:t>
      </w:r>
      <w:r w:rsidR="00EA052C">
        <w:t xml:space="preserve">, </w:t>
      </w:r>
      <w:r w:rsidRPr="00AA04A0">
        <w:t>halaient là ces débris des anciens naufrages amenés par les courants des océans connus et des mers continentales</w:t>
      </w:r>
      <w:r w:rsidR="00EA052C">
        <w:t>.</w:t>
      </w:r>
    </w:p>
    <w:p w14:paraId="2AE2E666" w14:textId="77777777" w:rsidR="00EA052C" w:rsidRDefault="00C855EF" w:rsidP="00C855EF">
      <w:r w:rsidRPr="00AA04A0">
        <w:t>Ces êtres m</w:t>
      </w:r>
      <w:r w:rsidR="00EA052C">
        <w:t>’</w:t>
      </w:r>
      <w:r w:rsidRPr="00AA04A0">
        <w:t>avaient vu</w:t>
      </w:r>
      <w:r w:rsidR="00EA052C">
        <w:t xml:space="preserve">. </w:t>
      </w:r>
      <w:r w:rsidRPr="00AA04A0">
        <w:t>Donc le sens de la vue leur était propre</w:t>
      </w:r>
      <w:r w:rsidR="00EA052C">
        <w:t xml:space="preserve">. </w:t>
      </w:r>
      <w:r w:rsidRPr="00AA04A0">
        <w:t>C</w:t>
      </w:r>
      <w:r w:rsidR="00EA052C">
        <w:t>’</w:t>
      </w:r>
      <w:r w:rsidRPr="00AA04A0">
        <w:t>était une déduction</w:t>
      </w:r>
      <w:r w:rsidR="00EA052C">
        <w:t xml:space="preserve">, </w:t>
      </w:r>
      <w:r w:rsidRPr="00AA04A0">
        <w:t>puérile sans doute</w:t>
      </w:r>
      <w:r w:rsidR="00EA052C">
        <w:t xml:space="preserve">, </w:t>
      </w:r>
      <w:r w:rsidRPr="00AA04A0">
        <w:t>mais d</w:t>
      </w:r>
      <w:r w:rsidR="00EA052C">
        <w:t>’</w:t>
      </w:r>
      <w:r w:rsidRPr="00AA04A0">
        <w:t>une r</w:t>
      </w:r>
      <w:r w:rsidRPr="00AA04A0">
        <w:t>i</w:t>
      </w:r>
      <w:r w:rsidRPr="00AA04A0">
        <w:t>goureuse logique</w:t>
      </w:r>
      <w:r w:rsidR="00EA052C">
        <w:t>.</w:t>
      </w:r>
    </w:p>
    <w:p w14:paraId="6B6DD29A" w14:textId="77777777" w:rsidR="00EA052C" w:rsidRDefault="00C855EF" w:rsidP="00C855EF">
      <w:r w:rsidRPr="00AA04A0">
        <w:t>Ma présence les effrayait</w:t>
      </w:r>
      <w:r w:rsidR="00EA052C">
        <w:t xml:space="preserve"> ; </w:t>
      </w:r>
      <w:r w:rsidRPr="00AA04A0">
        <w:t>mais qu</w:t>
      </w:r>
      <w:r w:rsidR="00EA052C">
        <w:t>’</w:t>
      </w:r>
      <w:r w:rsidRPr="00AA04A0">
        <w:t>aurai-je pu leur faire de mal</w:t>
      </w:r>
      <w:r w:rsidR="00EA052C">
        <w:t xml:space="preserve"> ? </w:t>
      </w:r>
      <w:r w:rsidRPr="00AA04A0">
        <w:t>Rien</w:t>
      </w:r>
      <w:r w:rsidR="00EA052C">
        <w:t xml:space="preserve">. </w:t>
      </w:r>
      <w:r w:rsidRPr="00AA04A0">
        <w:t>Où frapper</w:t>
      </w:r>
      <w:r w:rsidR="00EA052C">
        <w:t xml:space="preserve"> ? </w:t>
      </w:r>
      <w:r w:rsidRPr="00AA04A0">
        <w:t>Qui frapper</w:t>
      </w:r>
      <w:r w:rsidR="00EA052C">
        <w:t xml:space="preserve"> ? </w:t>
      </w:r>
      <w:r w:rsidRPr="00AA04A0">
        <w:t>Dans le vide</w:t>
      </w:r>
      <w:r w:rsidR="00EA052C">
        <w:t xml:space="preserve">, </w:t>
      </w:r>
      <w:r w:rsidRPr="00AA04A0">
        <w:t>le vide</w:t>
      </w:r>
      <w:r w:rsidR="00EA052C">
        <w:t> ?</w:t>
      </w:r>
    </w:p>
    <w:p w14:paraId="6C1C388D" w14:textId="77777777" w:rsidR="00EA052C" w:rsidRDefault="00C855EF" w:rsidP="00C855EF">
      <w:r w:rsidRPr="00AA04A0">
        <w:t xml:space="preserve">Je rejoignis Toby </w:t>
      </w:r>
      <w:proofErr w:type="spellStart"/>
      <w:r w:rsidRPr="00AA04A0">
        <w:t>Kleampton</w:t>
      </w:r>
      <w:proofErr w:type="spellEnd"/>
      <w:r w:rsidRPr="00AA04A0">
        <w:t xml:space="preserve"> occupé à l</w:t>
      </w:r>
      <w:r w:rsidR="00EA052C">
        <w:t>’</w:t>
      </w:r>
      <w:r w:rsidRPr="00AA04A0">
        <w:t>examen de ses a</w:t>
      </w:r>
      <w:r w:rsidRPr="00AA04A0">
        <w:t>c</w:t>
      </w:r>
      <w:r w:rsidRPr="00AA04A0">
        <w:t>cumulateurs</w:t>
      </w:r>
      <w:r w:rsidR="00EA052C">
        <w:t>.</w:t>
      </w:r>
    </w:p>
    <w:p w14:paraId="04CCB4A9" w14:textId="77777777" w:rsidR="00EA052C" w:rsidRDefault="00EA052C" w:rsidP="00C855EF">
      <w:r>
        <w:t>— </w:t>
      </w:r>
      <w:r w:rsidR="00C855EF" w:rsidRPr="00AA04A0">
        <w:t>En effet</w:t>
      </w:r>
      <w:r>
        <w:t xml:space="preserve">, </w:t>
      </w:r>
      <w:proofErr w:type="spellStart"/>
      <w:r w:rsidR="00C855EF" w:rsidRPr="00AA04A0">
        <w:t>Kleampton</w:t>
      </w:r>
      <w:proofErr w:type="spellEnd"/>
      <w:r>
        <w:t xml:space="preserve">, </w:t>
      </w:r>
      <w:r w:rsidR="00C855EF" w:rsidRPr="00AA04A0">
        <w:t>il y a des habitants sur cette terre</w:t>
      </w:r>
      <w:r>
        <w:t>.</w:t>
      </w:r>
    </w:p>
    <w:p w14:paraId="50994680" w14:textId="77777777" w:rsidR="00EA052C" w:rsidRDefault="00EA052C" w:rsidP="00C855EF">
      <w:r>
        <w:t>— </w:t>
      </w:r>
      <w:r w:rsidR="00C855EF" w:rsidRPr="00AA04A0">
        <w:t>Les vîtes-vous</w:t>
      </w:r>
      <w:r>
        <w:t xml:space="preserve"> ? </w:t>
      </w:r>
      <w:r w:rsidR="00C855EF" w:rsidRPr="00AA04A0">
        <w:t>demanda-t-il vivement</w:t>
      </w:r>
      <w:r>
        <w:t> ?</w:t>
      </w:r>
    </w:p>
    <w:p w14:paraId="61601FDF" w14:textId="77777777" w:rsidR="00EA052C" w:rsidRDefault="00EA052C" w:rsidP="00C855EF">
      <w:r>
        <w:t>— </w:t>
      </w:r>
      <w:r w:rsidR="00C855EF" w:rsidRPr="00AA04A0">
        <w:t>Peut-être suis-je arrivé trop tard</w:t>
      </w:r>
      <w:r>
        <w:t xml:space="preserve">, </w:t>
      </w:r>
      <w:r w:rsidR="00C855EF" w:rsidRPr="00AA04A0">
        <w:t>je me suis hâté cepe</w:t>
      </w:r>
      <w:r w:rsidR="00C855EF" w:rsidRPr="00AA04A0">
        <w:t>n</w:t>
      </w:r>
      <w:r w:rsidR="00C855EF" w:rsidRPr="00AA04A0">
        <w:t>dant</w:t>
      </w:r>
      <w:r>
        <w:t>.</w:t>
      </w:r>
    </w:p>
    <w:p w14:paraId="681E88F5" w14:textId="77777777" w:rsidR="00EA052C" w:rsidRDefault="00EA052C" w:rsidP="00C855EF">
      <w:r>
        <w:t>— </w:t>
      </w:r>
      <w:r w:rsidR="00C855EF" w:rsidRPr="00AA04A0">
        <w:t>C</w:t>
      </w:r>
      <w:r>
        <w:t>’</w:t>
      </w:r>
      <w:r w:rsidR="00C855EF" w:rsidRPr="00AA04A0">
        <w:t>est peu</w:t>
      </w:r>
      <w:r>
        <w:t xml:space="preserve">, </w:t>
      </w:r>
      <w:r w:rsidR="00C855EF" w:rsidRPr="00AA04A0">
        <w:t>observa railleusement l</w:t>
      </w:r>
      <w:r>
        <w:t>’</w:t>
      </w:r>
      <w:r w:rsidR="00C855EF" w:rsidRPr="00AA04A0">
        <w:t>ingénieur</w:t>
      </w:r>
      <w:r>
        <w:t xml:space="preserve">. </w:t>
      </w:r>
      <w:r w:rsidR="00C855EF" w:rsidRPr="00AA04A0">
        <w:t>Dites-moi cependant</w:t>
      </w:r>
      <w:r>
        <w:t xml:space="preserve">, </w:t>
      </w:r>
      <w:r w:rsidR="00C855EF" w:rsidRPr="00AA04A0">
        <w:t>gentleman</w:t>
      </w:r>
      <w:r>
        <w:t xml:space="preserve">, </w:t>
      </w:r>
      <w:r w:rsidR="00C855EF" w:rsidRPr="00AA04A0">
        <w:t>ce que vous avez vu</w:t>
      </w:r>
      <w:r>
        <w:t>.</w:t>
      </w:r>
    </w:p>
    <w:p w14:paraId="1BBE1352" w14:textId="77777777" w:rsidR="00EA052C" w:rsidRDefault="00EA052C" w:rsidP="00C855EF">
      <w:r>
        <w:t>— </w:t>
      </w:r>
      <w:r w:rsidR="00C855EF" w:rsidRPr="00AA04A0">
        <w:t>Pardonnez-moi</w:t>
      </w:r>
      <w:r>
        <w:t xml:space="preserve">, </w:t>
      </w:r>
      <w:proofErr w:type="spellStart"/>
      <w:r w:rsidR="00C855EF" w:rsidRPr="00AA04A0">
        <w:t>Kleampton</w:t>
      </w:r>
      <w:proofErr w:type="spellEnd"/>
      <w:r>
        <w:t xml:space="preserve">, </w:t>
      </w:r>
      <w:r w:rsidR="00C855EF" w:rsidRPr="00AA04A0">
        <w:t>dis-je sur le même ton pla</w:t>
      </w:r>
      <w:r w:rsidR="00C855EF" w:rsidRPr="00AA04A0">
        <w:t>i</w:t>
      </w:r>
      <w:r w:rsidR="00C855EF" w:rsidRPr="00AA04A0">
        <w:t>sant</w:t>
      </w:r>
      <w:r>
        <w:t xml:space="preserve">, </w:t>
      </w:r>
      <w:r w:rsidR="00C855EF" w:rsidRPr="00AA04A0">
        <w:t>j</w:t>
      </w:r>
      <w:r>
        <w:t>’</w:t>
      </w:r>
      <w:r w:rsidR="00C855EF" w:rsidRPr="00AA04A0">
        <w:t>ai péché par manque de vitesse</w:t>
      </w:r>
      <w:r>
        <w:t>.</w:t>
      </w:r>
    </w:p>
    <w:p w14:paraId="75FC2855" w14:textId="77777777" w:rsidR="00EA052C" w:rsidRDefault="00C855EF" w:rsidP="00C855EF">
      <w:r w:rsidRPr="00AA04A0">
        <w:t>Puis</w:t>
      </w:r>
      <w:r w:rsidR="00EA052C">
        <w:t xml:space="preserve">, </w:t>
      </w:r>
      <w:r w:rsidRPr="00AA04A0">
        <w:t>laissant là la plaisanterie qui m</w:t>
      </w:r>
      <w:r w:rsidR="00EA052C">
        <w:t>’</w:t>
      </w:r>
      <w:r w:rsidRPr="00AA04A0">
        <w:t>était redevenue fam</w:t>
      </w:r>
      <w:r w:rsidRPr="00AA04A0">
        <w:t>i</w:t>
      </w:r>
      <w:r w:rsidRPr="00AA04A0">
        <w:t>lière depuis le retour de l</w:t>
      </w:r>
      <w:r w:rsidR="00EA052C">
        <w:t>’</w:t>
      </w:r>
      <w:r w:rsidRPr="00AA04A0">
        <w:t>aéroplane</w:t>
      </w:r>
      <w:r w:rsidR="00EA052C">
        <w:t xml:space="preserve">, </w:t>
      </w:r>
      <w:r w:rsidRPr="00AA04A0">
        <w:t>je lui contai dans tous ses détails ce que j</w:t>
      </w:r>
      <w:r w:rsidR="00EA052C">
        <w:t>’</w:t>
      </w:r>
      <w:r w:rsidRPr="00AA04A0">
        <w:t>avais vu sur la plage</w:t>
      </w:r>
      <w:r w:rsidR="00EA052C">
        <w:t>.</w:t>
      </w:r>
    </w:p>
    <w:p w14:paraId="68855930" w14:textId="77777777" w:rsidR="00EA052C" w:rsidRDefault="00EA052C" w:rsidP="00C855EF">
      <w:r>
        <w:lastRenderedPageBreak/>
        <w:t>— </w:t>
      </w:r>
      <w:r w:rsidR="00C855EF" w:rsidRPr="00AA04A0">
        <w:t>Ceci me confirme dans mon idée</w:t>
      </w:r>
      <w:r>
        <w:t xml:space="preserve">, </w:t>
      </w:r>
      <w:r w:rsidR="00C855EF" w:rsidRPr="00AA04A0">
        <w:t>répondit l</w:t>
      </w:r>
      <w:r>
        <w:t>’</w:t>
      </w:r>
      <w:r w:rsidR="00C855EF" w:rsidRPr="00AA04A0">
        <w:t>ingénieur après quelques instants de réflexion</w:t>
      </w:r>
      <w:r>
        <w:t xml:space="preserve">. </w:t>
      </w:r>
      <w:r w:rsidR="00C855EF" w:rsidRPr="00AA04A0">
        <w:t>Ces gens-là sont évide</w:t>
      </w:r>
      <w:r w:rsidR="00C855EF" w:rsidRPr="00AA04A0">
        <w:t>m</w:t>
      </w:r>
      <w:r w:rsidR="00C855EF" w:rsidRPr="00AA04A0">
        <w:t>ment très forts de cette invisibilité qui les cache à nos regards</w:t>
      </w:r>
      <w:r>
        <w:t xml:space="preserve">, </w:t>
      </w:r>
      <w:r w:rsidR="00C855EF" w:rsidRPr="00AA04A0">
        <w:t>mais nous avons sur eux cette supériorité</w:t>
      </w:r>
      <w:r>
        <w:t xml:space="preserve">, </w:t>
      </w:r>
      <w:r w:rsidR="00C855EF" w:rsidRPr="00AA04A0">
        <w:t>c</w:t>
      </w:r>
      <w:r>
        <w:t>’</w:t>
      </w:r>
      <w:r w:rsidR="00C855EF" w:rsidRPr="00AA04A0">
        <w:t>est que nous sommes Américains</w:t>
      </w:r>
      <w:r>
        <w:t>.</w:t>
      </w:r>
    </w:p>
    <w:p w14:paraId="562FAC8A" w14:textId="77777777" w:rsidR="00EA052C" w:rsidRDefault="00EA052C" w:rsidP="00C855EF">
      <w:r>
        <w:t>— </w:t>
      </w:r>
      <w:r w:rsidR="00C855EF" w:rsidRPr="00AA04A0">
        <w:t>Cela est incontestable</w:t>
      </w:r>
      <w:r>
        <w:t xml:space="preserve">, </w:t>
      </w:r>
      <w:proofErr w:type="spellStart"/>
      <w:r w:rsidR="00C855EF" w:rsidRPr="00AA04A0">
        <w:t>Kleampton</w:t>
      </w:r>
      <w:proofErr w:type="spellEnd"/>
      <w:r>
        <w:t xml:space="preserve">, </w:t>
      </w:r>
      <w:r w:rsidR="00C855EF" w:rsidRPr="00AA04A0">
        <w:t>mais cette supérior</w:t>
      </w:r>
      <w:r w:rsidR="00C855EF" w:rsidRPr="00AA04A0">
        <w:t>i</w:t>
      </w:r>
      <w:r w:rsidR="00C855EF" w:rsidRPr="00AA04A0">
        <w:t>té-là rendra-t-elle les Polaires visibles à nos yeux</w:t>
      </w:r>
      <w:r>
        <w:t> ?</w:t>
      </w:r>
    </w:p>
    <w:p w14:paraId="252432FB" w14:textId="77777777" w:rsidR="00EA052C" w:rsidRDefault="00EA052C" w:rsidP="00C855EF">
      <w:r>
        <w:t>— </w:t>
      </w:r>
      <w:r w:rsidR="00C855EF" w:rsidRPr="00AA04A0">
        <w:t>Pour vous répondre</w:t>
      </w:r>
      <w:r>
        <w:t xml:space="preserve">, </w:t>
      </w:r>
      <w:r w:rsidR="00C855EF" w:rsidRPr="00AA04A0">
        <w:t>j</w:t>
      </w:r>
      <w:r>
        <w:t>’</w:t>
      </w:r>
      <w:r w:rsidR="00C855EF" w:rsidRPr="00AA04A0">
        <w:t>attends la nuit</w:t>
      </w:r>
      <w:r>
        <w:t xml:space="preserve">, </w:t>
      </w:r>
      <w:r w:rsidR="00C855EF" w:rsidRPr="00AA04A0">
        <w:t>gentleman</w:t>
      </w:r>
      <w:r>
        <w:t>.</w:t>
      </w:r>
    </w:p>
    <w:p w14:paraId="265D2327" w14:textId="77777777" w:rsidR="00EA052C" w:rsidRDefault="00EA052C" w:rsidP="00C855EF">
      <w:r>
        <w:t>— </w:t>
      </w:r>
      <w:r w:rsidR="00C855EF" w:rsidRPr="00AA04A0">
        <w:t>J</w:t>
      </w:r>
      <w:r>
        <w:t>’</w:t>
      </w:r>
      <w:r w:rsidR="00C855EF" w:rsidRPr="00AA04A0">
        <w:t>attends la nuit</w:t>
      </w:r>
      <w:r>
        <w:t>…</w:t>
      </w:r>
    </w:p>
    <w:p w14:paraId="330AE821" w14:textId="77777777" w:rsidR="00EA052C" w:rsidRDefault="00C855EF" w:rsidP="00C855EF">
      <w:r w:rsidRPr="00AA04A0">
        <w:t xml:space="preserve">Cette parole de Toby </w:t>
      </w:r>
      <w:proofErr w:type="spellStart"/>
      <w:r w:rsidRPr="00AA04A0">
        <w:t>Kleampton</w:t>
      </w:r>
      <w:proofErr w:type="spellEnd"/>
      <w:r w:rsidRPr="00AA04A0">
        <w:t xml:space="preserve"> me frappa</w:t>
      </w:r>
      <w:r w:rsidR="00EA052C">
        <w:t xml:space="preserve">. </w:t>
      </w:r>
      <w:r w:rsidRPr="00AA04A0">
        <w:t>C</w:t>
      </w:r>
      <w:r w:rsidR="00EA052C">
        <w:t>’</w:t>
      </w:r>
      <w:r w:rsidRPr="00AA04A0">
        <w:t>est donc qu</w:t>
      </w:r>
      <w:r w:rsidR="00EA052C">
        <w:t>’</w:t>
      </w:r>
      <w:r w:rsidRPr="00AA04A0">
        <w:t>il attendait quelque chose du concours de son ombre inconnue</w:t>
      </w:r>
      <w:r w:rsidR="00EA052C">
        <w:t xml:space="preserve"> ? </w:t>
      </w:r>
      <w:r w:rsidRPr="00AA04A0">
        <w:t>Depuis le début du voyage j</w:t>
      </w:r>
      <w:r w:rsidR="00EA052C">
        <w:t>’</w:t>
      </w:r>
      <w:r w:rsidRPr="00AA04A0">
        <w:t>avais pris l</w:t>
      </w:r>
      <w:r w:rsidR="00EA052C">
        <w:t>’</w:t>
      </w:r>
      <w:r w:rsidRPr="00AA04A0">
        <w:t>habitude de ne pas acc</w:t>
      </w:r>
      <w:r w:rsidRPr="00AA04A0">
        <w:t>a</w:t>
      </w:r>
      <w:r w:rsidRPr="00AA04A0">
        <w:t>bler l</w:t>
      </w:r>
      <w:r w:rsidR="00EA052C">
        <w:t>’</w:t>
      </w:r>
      <w:r w:rsidRPr="00AA04A0">
        <w:t>ingénieur de questions superflues et inutiles</w:t>
      </w:r>
      <w:r w:rsidR="00EA052C">
        <w:t>.</w:t>
      </w:r>
    </w:p>
    <w:p w14:paraId="4AB7DF0E" w14:textId="77777777" w:rsidR="00EA052C" w:rsidRDefault="00EA052C" w:rsidP="00C855EF">
      <w:r>
        <w:t>— </w:t>
      </w:r>
      <w:r w:rsidR="00C855EF" w:rsidRPr="00AA04A0">
        <w:t>J</w:t>
      </w:r>
      <w:r>
        <w:t>’</w:t>
      </w:r>
      <w:r w:rsidR="00C855EF" w:rsidRPr="00AA04A0">
        <w:t>attends la nuit</w:t>
      </w:r>
      <w:r>
        <w:t xml:space="preserve">, </w:t>
      </w:r>
      <w:r w:rsidR="00C855EF" w:rsidRPr="00AA04A0">
        <w:t>avait-il dit</w:t>
      </w:r>
      <w:r>
        <w:t>.</w:t>
      </w:r>
    </w:p>
    <w:p w14:paraId="70D66A6D" w14:textId="77777777" w:rsidR="00EA052C" w:rsidRDefault="00C855EF" w:rsidP="00C855EF">
      <w:r w:rsidRPr="00AA04A0">
        <w:t>Je n</w:t>
      </w:r>
      <w:r w:rsidR="00EA052C">
        <w:t>’</w:t>
      </w:r>
      <w:r w:rsidRPr="00AA04A0">
        <w:t>avais qu</w:t>
      </w:r>
      <w:r w:rsidR="00EA052C">
        <w:t>’</w:t>
      </w:r>
      <w:r w:rsidRPr="00AA04A0">
        <w:t>à m</w:t>
      </w:r>
      <w:r w:rsidR="00EA052C">
        <w:t>’</w:t>
      </w:r>
      <w:r w:rsidRPr="00AA04A0">
        <w:t>incliner et à attendre avec lui</w:t>
      </w:r>
      <w:r w:rsidR="00EA052C">
        <w:t xml:space="preserve">. </w:t>
      </w:r>
      <w:r w:rsidRPr="00AA04A0">
        <w:t>Rien ne me sembla plus sinistre que ce jour interminable du Pôle dans sa monotone uniformité</w:t>
      </w:r>
      <w:r w:rsidR="00EA052C">
        <w:t xml:space="preserve">. </w:t>
      </w:r>
      <w:r w:rsidRPr="00AA04A0">
        <w:t>Je passai les heures à recueillir des échantillons d</w:t>
      </w:r>
      <w:r w:rsidR="00EA052C">
        <w:t>’</w:t>
      </w:r>
      <w:r w:rsidRPr="00AA04A0">
        <w:t>herbes</w:t>
      </w:r>
      <w:r w:rsidR="00EA052C">
        <w:t xml:space="preserve">, </w:t>
      </w:r>
      <w:r w:rsidRPr="00AA04A0">
        <w:t>des plantes</w:t>
      </w:r>
      <w:r w:rsidR="00EA052C">
        <w:t xml:space="preserve">, </w:t>
      </w:r>
      <w:r w:rsidRPr="00AA04A0">
        <w:t>des fragments de rochers</w:t>
      </w:r>
      <w:r w:rsidR="00EA052C">
        <w:t xml:space="preserve">, </w:t>
      </w:r>
      <w:r w:rsidRPr="00AA04A0">
        <w:t>des pierres</w:t>
      </w:r>
      <w:r w:rsidR="00EA052C">
        <w:t xml:space="preserve">, </w:t>
      </w:r>
      <w:r w:rsidRPr="00AA04A0">
        <w:t>destinés à émerveiller les États-Unis lors de notre retour</w:t>
      </w:r>
      <w:r w:rsidR="00EA052C">
        <w:t xml:space="preserve">. </w:t>
      </w:r>
      <w:r w:rsidRPr="00AA04A0">
        <w:t>La fierté de doter ma patrie d</w:t>
      </w:r>
      <w:r w:rsidR="00EA052C">
        <w:t>’</w:t>
      </w:r>
      <w:r w:rsidRPr="00AA04A0">
        <w:t>une possession nouvelle</w:t>
      </w:r>
      <w:r w:rsidR="00EA052C">
        <w:t xml:space="preserve">, </w:t>
      </w:r>
      <w:r w:rsidRPr="00AA04A0">
        <w:t>inconnue</w:t>
      </w:r>
      <w:r w:rsidR="00EA052C">
        <w:t xml:space="preserve">, </w:t>
      </w:r>
      <w:r w:rsidRPr="00AA04A0">
        <w:t>la gloire que nous allions</w:t>
      </w:r>
      <w:r w:rsidR="00EA052C">
        <w:t xml:space="preserve">, </w:t>
      </w:r>
      <w:r w:rsidRPr="00AA04A0">
        <w:t>Toby et moi</w:t>
      </w:r>
      <w:r w:rsidR="00EA052C">
        <w:t xml:space="preserve">, </w:t>
      </w:r>
      <w:r w:rsidRPr="00AA04A0">
        <w:t>recueillir de l</w:t>
      </w:r>
      <w:r w:rsidR="00EA052C">
        <w:t>’</w:t>
      </w:r>
      <w:r w:rsidRPr="00AA04A0">
        <w:t>heureux résultat de notre voyage</w:t>
      </w:r>
      <w:r w:rsidR="00EA052C">
        <w:t xml:space="preserve">, </w:t>
      </w:r>
      <w:r w:rsidRPr="00AA04A0">
        <w:t>tout cela m</w:t>
      </w:r>
      <w:r w:rsidR="00EA052C">
        <w:t>’</w:t>
      </w:r>
      <w:r w:rsidRPr="00AA04A0">
        <w:t>aida à supporter l</w:t>
      </w:r>
      <w:r w:rsidR="00EA052C">
        <w:t>’</w:t>
      </w:r>
      <w:r w:rsidRPr="00AA04A0">
        <w:t>incommensurable ennui qu</w:t>
      </w:r>
      <w:r w:rsidR="00EA052C">
        <w:t>’</w:t>
      </w:r>
      <w:r w:rsidRPr="00AA04A0">
        <w:t>apportait l</w:t>
      </w:r>
      <w:r w:rsidR="00EA052C">
        <w:t>’</w:t>
      </w:r>
      <w:r w:rsidRPr="00AA04A0">
        <w:t>attente de la nuit esp</w:t>
      </w:r>
      <w:r w:rsidRPr="00AA04A0">
        <w:t>é</w:t>
      </w:r>
      <w:r w:rsidRPr="00AA04A0">
        <w:t>rée</w:t>
      </w:r>
      <w:r w:rsidR="00EA052C">
        <w:t>.</w:t>
      </w:r>
    </w:p>
    <w:p w14:paraId="461E927C" w14:textId="77777777" w:rsidR="00EA052C" w:rsidRDefault="00C855EF" w:rsidP="00C855EF">
      <w:r w:rsidRPr="00AA04A0">
        <w:t>Toutes les quarante-huit heures</w:t>
      </w:r>
      <w:r w:rsidR="00EA052C">
        <w:t xml:space="preserve">, </w:t>
      </w:r>
      <w:r w:rsidRPr="00AA04A0">
        <w:t>nous mangions une t</w:t>
      </w:r>
      <w:r w:rsidRPr="00AA04A0">
        <w:t>a</w:t>
      </w:r>
      <w:r w:rsidRPr="00AA04A0">
        <w:t>blette azotée et cela suffisait largement à nous réconforter et à renouveler notre énergie</w:t>
      </w:r>
      <w:r w:rsidR="00EA052C">
        <w:t>.</w:t>
      </w:r>
    </w:p>
    <w:p w14:paraId="2C653D66" w14:textId="77777777" w:rsidR="00EA052C" w:rsidRDefault="00C855EF" w:rsidP="00C855EF">
      <w:r w:rsidRPr="00AA04A0">
        <w:t>À l</w:t>
      </w:r>
      <w:r w:rsidR="00EA052C">
        <w:t>’</w:t>
      </w:r>
      <w:r w:rsidRPr="00AA04A0">
        <w:t>improviste</w:t>
      </w:r>
      <w:r w:rsidR="00EA052C">
        <w:t xml:space="preserve">, </w:t>
      </w:r>
      <w:r w:rsidRPr="00AA04A0">
        <w:t>ce fut une merveille</w:t>
      </w:r>
      <w:r w:rsidR="00EA052C">
        <w:t>.</w:t>
      </w:r>
    </w:p>
    <w:p w14:paraId="3C0AF81C" w14:textId="77777777" w:rsidR="00EA052C" w:rsidRDefault="00C855EF" w:rsidP="00C855EF">
      <w:r w:rsidRPr="00AA04A0">
        <w:lastRenderedPageBreak/>
        <w:t>C</w:t>
      </w:r>
      <w:r w:rsidR="00EA052C">
        <w:t>’</w:t>
      </w:r>
      <w:r w:rsidRPr="00AA04A0">
        <w:t>était la nuit du Pôle</w:t>
      </w:r>
      <w:r w:rsidR="00EA052C">
        <w:t>.</w:t>
      </w:r>
    </w:p>
    <w:p w14:paraId="3AA7BC33" w14:textId="77777777" w:rsidR="00EA052C" w:rsidRDefault="00C855EF" w:rsidP="00C855EF">
      <w:r w:rsidRPr="00AA04A0">
        <w:t>Cela n</w:t>
      </w:r>
      <w:r w:rsidR="00EA052C">
        <w:t>’</w:t>
      </w:r>
      <w:r w:rsidRPr="00AA04A0">
        <w:t>avait rien de comparable à une nuit du vieux monde habité</w:t>
      </w:r>
      <w:r w:rsidR="00EA052C">
        <w:t xml:space="preserve">. </w:t>
      </w:r>
      <w:r w:rsidRPr="00AA04A0">
        <w:t>L</w:t>
      </w:r>
      <w:r w:rsidR="00EA052C">
        <w:t>’</w:t>
      </w:r>
      <w:r w:rsidRPr="00AA04A0">
        <w:t>ombre ici était bleue</w:t>
      </w:r>
      <w:r w:rsidR="00EA052C">
        <w:t xml:space="preserve">, </w:t>
      </w:r>
      <w:r w:rsidRPr="00AA04A0">
        <w:t>gazeuse</w:t>
      </w:r>
      <w:r w:rsidR="00EA052C">
        <w:t xml:space="preserve">, </w:t>
      </w:r>
      <w:r w:rsidRPr="00AA04A0">
        <w:t>pesante comme un temps d</w:t>
      </w:r>
      <w:r w:rsidR="00EA052C">
        <w:t>’</w:t>
      </w:r>
      <w:r w:rsidRPr="00AA04A0">
        <w:t>orage</w:t>
      </w:r>
      <w:r w:rsidR="00EA052C">
        <w:t xml:space="preserve">. </w:t>
      </w:r>
      <w:r w:rsidRPr="00AA04A0">
        <w:t>La nature entière devint bleue</w:t>
      </w:r>
      <w:r w:rsidR="00EA052C">
        <w:t xml:space="preserve">, </w:t>
      </w:r>
      <w:r w:rsidRPr="00AA04A0">
        <w:t>vaporeuse et nous ne distinguâmes plus les choses qu</w:t>
      </w:r>
      <w:r w:rsidR="00EA052C">
        <w:t>’</w:t>
      </w:r>
      <w:r w:rsidRPr="00AA04A0">
        <w:t>à travers ce voile trouble auquel nos yeux ne pouvaient guère s</w:t>
      </w:r>
      <w:r w:rsidR="00EA052C">
        <w:t>’</w:t>
      </w:r>
      <w:r w:rsidRPr="00AA04A0">
        <w:t>habituer</w:t>
      </w:r>
      <w:r w:rsidR="00EA052C">
        <w:t xml:space="preserve">. </w:t>
      </w:r>
      <w:r w:rsidRPr="00AA04A0">
        <w:t>En même temps l</w:t>
      </w:r>
      <w:r w:rsidR="00EA052C">
        <w:t>’</w:t>
      </w:r>
      <w:r w:rsidRPr="00AA04A0">
        <w:t>atmosphère s</w:t>
      </w:r>
      <w:r w:rsidR="00EA052C">
        <w:t>’</w:t>
      </w:r>
      <w:r w:rsidRPr="00AA04A0">
        <w:t>était chargée d</w:t>
      </w:r>
      <w:r w:rsidR="00EA052C">
        <w:t>’</w:t>
      </w:r>
      <w:r w:rsidRPr="00AA04A0">
        <w:t>électricité</w:t>
      </w:r>
      <w:r w:rsidR="00EA052C">
        <w:t xml:space="preserve">, </w:t>
      </w:r>
      <w:r w:rsidRPr="00AA04A0">
        <w:t>des d</w:t>
      </w:r>
      <w:r w:rsidRPr="00AA04A0">
        <w:t>é</w:t>
      </w:r>
      <w:r w:rsidRPr="00AA04A0">
        <w:t>charges d</w:t>
      </w:r>
      <w:r w:rsidR="00EA052C">
        <w:t>’</w:t>
      </w:r>
      <w:r w:rsidRPr="00AA04A0">
        <w:t>invisibles électrodes aériennes ébranlaient l</w:t>
      </w:r>
      <w:r w:rsidR="00EA052C">
        <w:t>’</w:t>
      </w:r>
      <w:r w:rsidRPr="00AA04A0">
        <w:t>air</w:t>
      </w:r>
      <w:r w:rsidR="00EA052C">
        <w:t xml:space="preserve">, </w:t>
      </w:r>
      <w:r w:rsidRPr="00AA04A0">
        <w:t>fri</w:t>
      </w:r>
      <w:r w:rsidRPr="00AA04A0">
        <w:t>s</w:t>
      </w:r>
      <w:r w:rsidRPr="00AA04A0">
        <w:t>sonnaient sur l</w:t>
      </w:r>
      <w:r w:rsidR="00EA052C">
        <w:t>’</w:t>
      </w:r>
      <w:r w:rsidRPr="00AA04A0">
        <w:t>enveloppe bitumée de l</w:t>
      </w:r>
      <w:r w:rsidR="00EA052C">
        <w:t>’</w:t>
      </w:r>
      <w:r w:rsidRPr="00AA04A0">
        <w:t>aéroplane</w:t>
      </w:r>
      <w:r w:rsidR="00EA052C">
        <w:t>.</w:t>
      </w:r>
    </w:p>
    <w:p w14:paraId="206C701A" w14:textId="77777777" w:rsidR="00EA052C" w:rsidRDefault="00C855EF" w:rsidP="00C855EF">
      <w:r w:rsidRPr="00AA04A0">
        <w:t xml:space="preserve">Toby </w:t>
      </w:r>
      <w:proofErr w:type="spellStart"/>
      <w:r w:rsidRPr="00AA04A0">
        <w:t>Kleampton</w:t>
      </w:r>
      <w:proofErr w:type="spellEnd"/>
      <w:r w:rsidRPr="00AA04A0">
        <w:t xml:space="preserve"> en parut particulièrement joyeux</w:t>
      </w:r>
      <w:r w:rsidR="00EA052C">
        <w:t>.</w:t>
      </w:r>
    </w:p>
    <w:p w14:paraId="7F1EE36A" w14:textId="77777777" w:rsidR="00EA052C" w:rsidRDefault="00C855EF" w:rsidP="00C855EF">
      <w:r w:rsidRPr="00AA04A0">
        <w:t>Il se frottait les mains</w:t>
      </w:r>
      <w:r w:rsidR="00EA052C">
        <w:t xml:space="preserve">, </w:t>
      </w:r>
      <w:r w:rsidRPr="00AA04A0">
        <w:t>répétant</w:t>
      </w:r>
      <w:r w:rsidR="00EA052C">
        <w:t> :</w:t>
      </w:r>
    </w:p>
    <w:p w14:paraId="36E9F9CC" w14:textId="77777777" w:rsidR="00EA052C" w:rsidRDefault="00EA052C" w:rsidP="00C855EF">
      <w:r>
        <w:t>— </w:t>
      </w:r>
      <w:r w:rsidR="00C855EF" w:rsidRPr="00AA04A0">
        <w:t>C</w:t>
      </w:r>
      <w:r>
        <w:t>’</w:t>
      </w:r>
      <w:r w:rsidR="00C855EF" w:rsidRPr="00AA04A0">
        <w:t>est ce que j</w:t>
      </w:r>
      <w:r>
        <w:t>’</w:t>
      </w:r>
      <w:r w:rsidR="00C855EF" w:rsidRPr="00AA04A0">
        <w:t>attendais</w:t>
      </w:r>
      <w:r>
        <w:t>.</w:t>
      </w:r>
    </w:p>
    <w:p w14:paraId="0CE141C6" w14:textId="77777777" w:rsidR="00EA052C" w:rsidRDefault="00EA052C" w:rsidP="00C855EF">
      <w:r>
        <w:t>— </w:t>
      </w:r>
      <w:r w:rsidR="00C855EF" w:rsidRPr="00AA04A0">
        <w:t>Ainsi donc l</w:t>
      </w:r>
      <w:r>
        <w:t>’</w:t>
      </w:r>
      <w:r w:rsidR="00C855EF" w:rsidRPr="00AA04A0">
        <w:t>atmosphère électrique ne vous est pas co</w:t>
      </w:r>
      <w:r w:rsidR="00C855EF" w:rsidRPr="00AA04A0">
        <w:t>n</w:t>
      </w:r>
      <w:r w:rsidR="00C855EF" w:rsidRPr="00AA04A0">
        <w:t>traire</w:t>
      </w:r>
      <w:r>
        <w:t> ?</w:t>
      </w:r>
    </w:p>
    <w:p w14:paraId="2B6E5F39" w14:textId="77777777" w:rsidR="00EA052C" w:rsidRDefault="00EA052C" w:rsidP="00C855EF">
      <w:r>
        <w:t>— </w:t>
      </w:r>
      <w:r w:rsidR="00C855EF" w:rsidRPr="00AA04A0">
        <w:t>Aucunement pour ce que je me propose de faire</w:t>
      </w:r>
      <w:r>
        <w:t xml:space="preserve">, </w:t>
      </w:r>
      <w:r w:rsidR="00C855EF" w:rsidRPr="00AA04A0">
        <w:t>gentl</w:t>
      </w:r>
      <w:r w:rsidR="00C855EF" w:rsidRPr="00AA04A0">
        <w:t>e</w:t>
      </w:r>
      <w:r w:rsidR="00C855EF" w:rsidRPr="00AA04A0">
        <w:t>man</w:t>
      </w:r>
      <w:r>
        <w:t>.</w:t>
      </w:r>
    </w:p>
    <w:p w14:paraId="142EE72F" w14:textId="77777777" w:rsidR="00EA052C" w:rsidRDefault="00EA052C" w:rsidP="00C855EF">
      <w:r>
        <w:t>— </w:t>
      </w:r>
      <w:r w:rsidR="00C855EF" w:rsidRPr="00AA04A0">
        <w:t>Démasquer les habitants du Pôle</w:t>
      </w:r>
      <w:r>
        <w:t> ?</w:t>
      </w:r>
    </w:p>
    <w:p w14:paraId="31CC38CD" w14:textId="77777777" w:rsidR="00EA052C" w:rsidRDefault="00EA052C" w:rsidP="00C855EF">
      <w:r>
        <w:t>— </w:t>
      </w:r>
      <w:r w:rsidR="00C855EF" w:rsidRPr="00AA04A0">
        <w:t>Cela même</w:t>
      </w:r>
      <w:r>
        <w:t>.</w:t>
      </w:r>
    </w:p>
    <w:p w14:paraId="16CA81F0" w14:textId="77777777" w:rsidR="00EA052C" w:rsidRDefault="00EA052C" w:rsidP="00C855EF">
      <w:r>
        <w:t>— </w:t>
      </w:r>
      <w:r w:rsidR="00C855EF" w:rsidRPr="00AA04A0">
        <w:t>À merveille</w:t>
      </w:r>
      <w:r>
        <w:t xml:space="preserve">, </w:t>
      </w:r>
      <w:proofErr w:type="spellStart"/>
      <w:r w:rsidR="00C855EF" w:rsidRPr="00AA04A0">
        <w:t>Kleampton</w:t>
      </w:r>
      <w:proofErr w:type="spellEnd"/>
      <w:r>
        <w:t xml:space="preserve">, </w:t>
      </w:r>
      <w:r w:rsidR="00C855EF" w:rsidRPr="00AA04A0">
        <w:t>je vous attends à l</w:t>
      </w:r>
      <w:r>
        <w:t>’</w:t>
      </w:r>
      <w:r w:rsidR="00C855EF" w:rsidRPr="00AA04A0">
        <w:t>œuvre</w:t>
      </w:r>
      <w:r>
        <w:t>.</w:t>
      </w:r>
    </w:p>
    <w:p w14:paraId="5BE1BB32" w14:textId="77777777" w:rsidR="00EA052C" w:rsidRDefault="00EA052C" w:rsidP="00C855EF">
      <w:r>
        <w:t>— </w:t>
      </w:r>
      <w:r w:rsidR="00C855EF" w:rsidRPr="00AA04A0">
        <w:t>Dans une heure je serai à vos ordres pour la petite exp</w:t>
      </w:r>
      <w:r w:rsidR="00C855EF" w:rsidRPr="00AA04A0">
        <w:t>é</w:t>
      </w:r>
      <w:r w:rsidR="00C855EF" w:rsidRPr="00AA04A0">
        <w:t>rience</w:t>
      </w:r>
      <w:r>
        <w:t xml:space="preserve">. </w:t>
      </w:r>
      <w:r w:rsidR="00C855EF" w:rsidRPr="00AA04A0">
        <w:t>Je pense réussir</w:t>
      </w:r>
      <w:r>
        <w:t>.</w:t>
      </w:r>
    </w:p>
    <w:p w14:paraId="4A4C9AAF" w14:textId="77777777" w:rsidR="00EA052C" w:rsidRDefault="00EA052C" w:rsidP="00C855EF">
      <w:r>
        <w:t>— </w:t>
      </w:r>
      <w:r w:rsidR="00C855EF" w:rsidRPr="00AA04A0">
        <w:t>Et si vous ne réussissez pas</w:t>
      </w:r>
      <w:r>
        <w:t> ?</w:t>
      </w:r>
    </w:p>
    <w:p w14:paraId="11B4E5A1" w14:textId="77777777" w:rsidR="00EA052C" w:rsidRDefault="00EA052C" w:rsidP="00C855EF">
      <w:r>
        <w:t>— </w:t>
      </w:r>
      <w:r w:rsidR="00C855EF" w:rsidRPr="00AA04A0">
        <w:t>J</w:t>
      </w:r>
      <w:r>
        <w:t>’</w:t>
      </w:r>
      <w:r w:rsidR="00C855EF" w:rsidRPr="00AA04A0">
        <w:t>aurais du moins</w:t>
      </w:r>
      <w:r>
        <w:t xml:space="preserve">, </w:t>
      </w:r>
      <w:r w:rsidR="00C855EF" w:rsidRPr="00AA04A0">
        <w:t>gentleman</w:t>
      </w:r>
      <w:r>
        <w:t xml:space="preserve">, </w:t>
      </w:r>
      <w:r w:rsidR="00C855EF" w:rsidRPr="00AA04A0">
        <w:t>la satisfaction de me s</w:t>
      </w:r>
      <w:r w:rsidR="00C855EF" w:rsidRPr="00AA04A0">
        <w:t>a</w:t>
      </w:r>
      <w:r w:rsidR="00C855EF" w:rsidRPr="00AA04A0">
        <w:t>voir tranquille avec moi-même</w:t>
      </w:r>
      <w:r>
        <w:t>.</w:t>
      </w:r>
    </w:p>
    <w:p w14:paraId="3CBB57E3" w14:textId="77777777" w:rsidR="00EA052C" w:rsidRDefault="00EA052C" w:rsidP="00C855EF">
      <w:r>
        <w:t>— </w:t>
      </w:r>
      <w:r w:rsidR="00C855EF" w:rsidRPr="00AA04A0">
        <w:t xml:space="preserve">En ce cas je vous </w:t>
      </w:r>
      <w:r w:rsidR="00B800F3" w:rsidRPr="00AA04A0">
        <w:t>souhait</w:t>
      </w:r>
      <w:r w:rsidR="00B800F3">
        <w:t>e</w:t>
      </w:r>
      <w:r w:rsidR="00B800F3" w:rsidRPr="00AA04A0">
        <w:t xml:space="preserve"> </w:t>
      </w:r>
      <w:r w:rsidR="00C855EF" w:rsidRPr="00AA04A0">
        <w:t>bonne chance</w:t>
      </w:r>
      <w:r>
        <w:t>.</w:t>
      </w:r>
    </w:p>
    <w:p w14:paraId="578235B7" w14:textId="77777777" w:rsidR="00EA052C" w:rsidRDefault="00C855EF" w:rsidP="00C855EF">
      <w:r w:rsidRPr="00AA04A0">
        <w:lastRenderedPageBreak/>
        <w:t xml:space="preserve">Toby </w:t>
      </w:r>
      <w:proofErr w:type="spellStart"/>
      <w:r w:rsidRPr="00AA04A0">
        <w:t>Kleampton</w:t>
      </w:r>
      <w:proofErr w:type="spellEnd"/>
      <w:r w:rsidRPr="00AA04A0">
        <w:t xml:space="preserve"> alluma sa pipe de bruyère et alla à l</w:t>
      </w:r>
      <w:r w:rsidR="00EA052C">
        <w:t>’</w:t>
      </w:r>
      <w:r w:rsidRPr="00AA04A0">
        <w:t>avant de l</w:t>
      </w:r>
      <w:r w:rsidR="00EA052C">
        <w:t>’</w:t>
      </w:r>
      <w:r w:rsidRPr="00AA04A0">
        <w:t>aéroplane examiner le phare au bout du bras de métal flexible</w:t>
      </w:r>
      <w:r w:rsidR="00EA052C">
        <w:t>.</w:t>
      </w:r>
    </w:p>
    <w:p w14:paraId="53FCAC26" w14:textId="77777777" w:rsidR="00EA052C" w:rsidRDefault="00C855EF" w:rsidP="00C855EF">
      <w:r w:rsidRPr="00AA04A0">
        <w:t>L</w:t>
      </w:r>
      <w:r w:rsidR="00EA052C">
        <w:t>’</w:t>
      </w:r>
      <w:r w:rsidRPr="00AA04A0">
        <w:t>examen terminé</w:t>
      </w:r>
      <w:r w:rsidR="00EA052C">
        <w:t xml:space="preserve">, </w:t>
      </w:r>
      <w:r w:rsidRPr="00AA04A0">
        <w:t>il me dit</w:t>
      </w:r>
      <w:r w:rsidR="00EA052C">
        <w:t> :</w:t>
      </w:r>
    </w:p>
    <w:p w14:paraId="05FF2749" w14:textId="77777777" w:rsidR="00EA052C" w:rsidRDefault="00EA052C" w:rsidP="00C855EF">
      <w:r>
        <w:t>— </w:t>
      </w:r>
      <w:r w:rsidR="00C855EF" w:rsidRPr="00AA04A0">
        <w:t>Nous pouvons prendre place aux premières loges pour le spectacle</w:t>
      </w:r>
      <w:r>
        <w:t>.</w:t>
      </w:r>
    </w:p>
    <w:p w14:paraId="2138F40A" w14:textId="77777777" w:rsidR="00EA052C" w:rsidRDefault="00C855EF" w:rsidP="00C855EF">
      <w:pPr>
        <w:rPr>
          <w:szCs w:val="32"/>
        </w:rPr>
      </w:pPr>
      <w:r w:rsidRPr="00AA04A0">
        <w:t>La cabine close</w:t>
      </w:r>
      <w:r w:rsidR="00EA052C">
        <w:t xml:space="preserve">, </w:t>
      </w:r>
      <w:r w:rsidRPr="00AA04A0">
        <w:t xml:space="preserve">le </w:t>
      </w:r>
      <w:proofErr w:type="spellStart"/>
      <w:r w:rsidRPr="00AA04A0">
        <w:rPr>
          <w:i/>
          <w:iCs/>
        </w:rPr>
        <w:t>Météor</w:t>
      </w:r>
      <w:proofErr w:type="spellEnd"/>
      <w:r w:rsidRPr="00AA04A0">
        <w:t xml:space="preserve"> s</w:t>
      </w:r>
      <w:r w:rsidR="00EA052C">
        <w:t>’</w:t>
      </w:r>
      <w:r w:rsidRPr="00AA04A0">
        <w:t xml:space="preserve">éleva doucement à </w:t>
      </w:r>
      <w:r w:rsidRPr="00AA04A0">
        <w:rPr>
          <w:szCs w:val="32"/>
        </w:rPr>
        <w:t>quelques mètres du sol</w:t>
      </w:r>
      <w:r w:rsidR="00EA052C">
        <w:rPr>
          <w:szCs w:val="32"/>
        </w:rPr>
        <w:t xml:space="preserve">. </w:t>
      </w:r>
      <w:r w:rsidRPr="00AA04A0">
        <w:rPr>
          <w:szCs w:val="32"/>
        </w:rPr>
        <w:t>Au fur et à mesure que nous gagnions les sphères plus élevées</w:t>
      </w:r>
      <w:r w:rsidR="00EA052C">
        <w:rPr>
          <w:szCs w:val="32"/>
        </w:rPr>
        <w:t xml:space="preserve">, </w:t>
      </w:r>
      <w:r w:rsidRPr="00AA04A0">
        <w:rPr>
          <w:szCs w:val="32"/>
        </w:rPr>
        <w:t>les décharges électriques se précipitaient sens</w:t>
      </w:r>
      <w:r w:rsidRPr="00AA04A0">
        <w:rPr>
          <w:szCs w:val="32"/>
        </w:rPr>
        <w:t>i</w:t>
      </w:r>
      <w:r w:rsidRPr="00AA04A0">
        <w:rPr>
          <w:szCs w:val="32"/>
        </w:rPr>
        <w:t>blement</w:t>
      </w:r>
      <w:r w:rsidR="00EA052C">
        <w:rPr>
          <w:szCs w:val="32"/>
        </w:rPr>
        <w:t xml:space="preserve">. </w:t>
      </w:r>
      <w:r w:rsidRPr="00AA04A0">
        <w:rPr>
          <w:szCs w:val="32"/>
        </w:rPr>
        <w:t>L</w:t>
      </w:r>
      <w:r w:rsidR="00EA052C">
        <w:rPr>
          <w:szCs w:val="32"/>
        </w:rPr>
        <w:t>’</w:t>
      </w:r>
      <w:r w:rsidRPr="00AA04A0">
        <w:rPr>
          <w:szCs w:val="32"/>
        </w:rPr>
        <w:t>axe du moteur lui-même flamba avec de courtes étincelles vite disparues</w:t>
      </w:r>
      <w:r w:rsidR="00EA052C">
        <w:rPr>
          <w:szCs w:val="32"/>
        </w:rPr>
        <w:t xml:space="preserve">. </w:t>
      </w:r>
      <w:r w:rsidRPr="00AA04A0">
        <w:rPr>
          <w:szCs w:val="32"/>
        </w:rPr>
        <w:t>À quelques mètres de la plage sile</w:t>
      </w:r>
      <w:r w:rsidRPr="00AA04A0">
        <w:rPr>
          <w:szCs w:val="32"/>
        </w:rPr>
        <w:t>n</w:t>
      </w:r>
      <w:r w:rsidRPr="00AA04A0">
        <w:rPr>
          <w:szCs w:val="32"/>
        </w:rPr>
        <w:t>cieuse nous stoppâmes</w:t>
      </w:r>
      <w:r w:rsidR="00EA052C">
        <w:rPr>
          <w:szCs w:val="32"/>
        </w:rPr>
        <w:t>.</w:t>
      </w:r>
    </w:p>
    <w:p w14:paraId="38DADC84" w14:textId="77777777" w:rsidR="00EA052C" w:rsidRDefault="00C855EF" w:rsidP="00C855EF">
      <w:r w:rsidRPr="00AA04A0">
        <w:t>Dans l</w:t>
      </w:r>
      <w:r w:rsidR="00EA052C">
        <w:t>’</w:t>
      </w:r>
      <w:r w:rsidRPr="00AA04A0">
        <w:t>ombre bleue de la nuit qui nous enveloppait</w:t>
      </w:r>
      <w:r w:rsidR="00EA052C">
        <w:t xml:space="preserve">, </w:t>
      </w:r>
      <w:r w:rsidRPr="00AA04A0">
        <w:t>on di</w:t>
      </w:r>
      <w:r w:rsidRPr="00AA04A0">
        <w:t>s</w:t>
      </w:r>
      <w:r w:rsidRPr="00AA04A0">
        <w:t>tinguait confusément les masses sombres des épaves qui ma</w:t>
      </w:r>
      <w:r w:rsidRPr="00AA04A0">
        <w:t>r</w:t>
      </w:r>
      <w:r w:rsidRPr="00AA04A0">
        <w:t>chaient</w:t>
      </w:r>
      <w:r w:rsidR="00EA052C">
        <w:t xml:space="preserve">, </w:t>
      </w:r>
      <w:r w:rsidRPr="00AA04A0">
        <w:t>entraînées toujours dans la même direction</w:t>
      </w:r>
      <w:r w:rsidR="00EA052C">
        <w:t xml:space="preserve">. </w:t>
      </w:r>
      <w:r w:rsidRPr="00AA04A0">
        <w:t xml:space="preserve">La main gauche de Toby </w:t>
      </w:r>
      <w:proofErr w:type="spellStart"/>
      <w:r w:rsidRPr="00AA04A0">
        <w:t>Kleampton</w:t>
      </w:r>
      <w:proofErr w:type="spellEnd"/>
      <w:r w:rsidRPr="00AA04A0">
        <w:t xml:space="preserve"> était appuyée sur le levier de mo</w:t>
      </w:r>
      <w:r w:rsidRPr="00AA04A0">
        <w:t>n</w:t>
      </w:r>
      <w:r w:rsidRPr="00AA04A0">
        <w:t>tée</w:t>
      </w:r>
      <w:r w:rsidR="00EA052C">
        <w:t xml:space="preserve">, </w:t>
      </w:r>
      <w:r w:rsidRPr="00AA04A0">
        <w:t>la droite caressait le flanc de cuivre de la légère mitrailleuse fixée au-dessus du moteur</w:t>
      </w:r>
      <w:r w:rsidR="00EA052C">
        <w:t>.</w:t>
      </w:r>
    </w:p>
    <w:p w14:paraId="2A7EF2CC" w14:textId="77777777" w:rsidR="00EA052C" w:rsidRDefault="00C855EF" w:rsidP="00C855EF">
      <w:r w:rsidRPr="00AA04A0">
        <w:t>Je frissonnai dans l</w:t>
      </w:r>
      <w:r w:rsidR="00EA052C">
        <w:t>’</w:t>
      </w:r>
      <w:r w:rsidRPr="00AA04A0">
        <w:t>attente du drame qui se préparait sous nous</w:t>
      </w:r>
      <w:r w:rsidR="00EA052C">
        <w:t>.</w:t>
      </w:r>
    </w:p>
    <w:p w14:paraId="10125E3F" w14:textId="77777777" w:rsidR="00EA052C" w:rsidRDefault="00C855EF" w:rsidP="00C855EF">
      <w:r w:rsidRPr="00AA04A0">
        <w:t>Brusquement</w:t>
      </w:r>
      <w:r w:rsidR="00EA052C">
        <w:t xml:space="preserve">, </w:t>
      </w:r>
      <w:r w:rsidRPr="00AA04A0">
        <w:t>un faisceau de lumière aveuglante troua la nuit vaporeuse</w:t>
      </w:r>
      <w:r w:rsidR="00EA052C">
        <w:t>.</w:t>
      </w:r>
    </w:p>
    <w:p w14:paraId="0BAB9F52" w14:textId="77777777" w:rsidR="00EA052C" w:rsidRDefault="00C855EF" w:rsidP="00C855EF">
      <w:r w:rsidRPr="00AA04A0">
        <w:t>C</w:t>
      </w:r>
      <w:r w:rsidR="00EA052C">
        <w:t>’</w:t>
      </w:r>
      <w:r w:rsidRPr="00AA04A0">
        <w:t>était le phare de l</w:t>
      </w:r>
      <w:r w:rsidR="00EA052C">
        <w:t>’</w:t>
      </w:r>
      <w:r w:rsidRPr="00AA04A0">
        <w:t>aéroplane qui s</w:t>
      </w:r>
      <w:r w:rsidR="00EA052C">
        <w:t>’</w:t>
      </w:r>
      <w:r w:rsidRPr="00AA04A0">
        <w:t>allumait</w:t>
      </w:r>
      <w:r w:rsidR="00EA052C">
        <w:t xml:space="preserve">. </w:t>
      </w:r>
      <w:r w:rsidRPr="00AA04A0">
        <w:t>Lentement le faisceau lumineux fut dirigé sur les épaves et alors</w:t>
      </w:r>
      <w:r w:rsidR="00EA052C">
        <w:t xml:space="preserve">, </w:t>
      </w:r>
      <w:r w:rsidRPr="00AA04A0">
        <w:t>avec une e</w:t>
      </w:r>
      <w:r w:rsidRPr="00AA04A0">
        <w:t>x</w:t>
      </w:r>
      <w:r w:rsidRPr="00AA04A0">
        <w:t>traordinaire netteté</w:t>
      </w:r>
      <w:r w:rsidR="00EA052C">
        <w:t xml:space="preserve">, </w:t>
      </w:r>
      <w:r w:rsidRPr="00AA04A0">
        <w:t>les habitants du Pôle nous apparurent</w:t>
      </w:r>
      <w:r w:rsidR="00EA052C">
        <w:t>.</w:t>
      </w:r>
    </w:p>
    <w:p w14:paraId="2B065DE8" w14:textId="77777777" w:rsidR="00EA052C" w:rsidRDefault="00C855EF" w:rsidP="00C855EF">
      <w:r w:rsidRPr="00AA04A0">
        <w:t>Rien</w:t>
      </w:r>
      <w:r w:rsidR="00EA052C">
        <w:t xml:space="preserve">, </w:t>
      </w:r>
      <w:r w:rsidRPr="00AA04A0">
        <w:t>aucune description ne saurait donner une idée</w:t>
      </w:r>
      <w:r w:rsidR="00EA052C">
        <w:t xml:space="preserve">, </w:t>
      </w:r>
      <w:r w:rsidRPr="00AA04A0">
        <w:t>même vague ou problématique</w:t>
      </w:r>
      <w:r w:rsidR="00EA052C">
        <w:t xml:space="preserve">, </w:t>
      </w:r>
      <w:r w:rsidRPr="00AA04A0">
        <w:t>du spectacle que nous eûmes sous les yeux</w:t>
      </w:r>
      <w:r w:rsidR="00EA052C">
        <w:t>.</w:t>
      </w:r>
    </w:p>
    <w:p w14:paraId="68B9761B" w14:textId="77777777" w:rsidR="00EA052C" w:rsidRDefault="00C855EF" w:rsidP="00C855EF">
      <w:r w:rsidRPr="00AA04A0">
        <w:lastRenderedPageBreak/>
        <w:t>Imaginez</w:t>
      </w:r>
      <w:r w:rsidR="00EA052C">
        <w:t xml:space="preserve">, </w:t>
      </w:r>
      <w:r w:rsidRPr="00AA04A0">
        <w:t>cependant de hautes chauves-souris dont le th</w:t>
      </w:r>
      <w:r w:rsidRPr="00AA04A0">
        <w:t>o</w:t>
      </w:r>
      <w:r w:rsidRPr="00AA04A0">
        <w:t>rax serait diminué</w:t>
      </w:r>
      <w:r w:rsidR="00EA052C">
        <w:t xml:space="preserve">, </w:t>
      </w:r>
      <w:r w:rsidRPr="00AA04A0">
        <w:t>au bénéfice des jambes</w:t>
      </w:r>
      <w:r w:rsidR="00EA052C">
        <w:t xml:space="preserve">, </w:t>
      </w:r>
      <w:r w:rsidRPr="00AA04A0">
        <w:t>c</w:t>
      </w:r>
      <w:r w:rsidR="00EA052C">
        <w:t>’</w:t>
      </w:r>
      <w:r w:rsidRPr="00AA04A0">
        <w:t>est pattes que je veux dire</w:t>
      </w:r>
      <w:r w:rsidR="00EA052C">
        <w:t xml:space="preserve">. </w:t>
      </w:r>
      <w:r w:rsidRPr="00AA04A0">
        <w:t>Au haut de ces pattes osseuses et duvetées représe</w:t>
      </w:r>
      <w:r w:rsidRPr="00AA04A0">
        <w:t>n</w:t>
      </w:r>
      <w:r w:rsidRPr="00AA04A0">
        <w:t>tez-vous une petite tête triangulaire munie sur chaque face d</w:t>
      </w:r>
      <w:r w:rsidR="00EA052C">
        <w:t>’</w:t>
      </w:r>
      <w:r w:rsidRPr="00AA04A0">
        <w:t>un œil vitreux sans paupières et sans sourcils</w:t>
      </w:r>
      <w:r w:rsidR="00EA052C">
        <w:t xml:space="preserve">. </w:t>
      </w:r>
      <w:r w:rsidRPr="00AA04A0">
        <w:t>Grâce à ces trois yeux</w:t>
      </w:r>
      <w:r w:rsidR="00EA052C">
        <w:t xml:space="preserve">, </w:t>
      </w:r>
      <w:r w:rsidRPr="00AA04A0">
        <w:t>les Polaires pouvaient indifféremment avancer ou reculer sans avoir besoin de retourner le corps entier</w:t>
      </w:r>
      <w:r w:rsidR="00EA052C">
        <w:t xml:space="preserve">. </w:t>
      </w:r>
      <w:r w:rsidRPr="00AA04A0">
        <w:t>La tête triang</w:t>
      </w:r>
      <w:r w:rsidRPr="00AA04A0">
        <w:t>u</w:t>
      </w:r>
      <w:r w:rsidRPr="00AA04A0">
        <w:t>laire avait le cou comme pivot flexible entre les deux épaules pointues et étroites d</w:t>
      </w:r>
      <w:r w:rsidR="00EA052C">
        <w:t>’</w:t>
      </w:r>
      <w:r w:rsidRPr="00AA04A0">
        <w:t>où se dégageaient des antennes qui étaient les bras démesurément longs à la façon de ceux des grands singes du Brésil</w:t>
      </w:r>
      <w:r w:rsidR="00EA052C">
        <w:t xml:space="preserve">, </w:t>
      </w:r>
      <w:r w:rsidRPr="00AA04A0">
        <w:t>tels que j</w:t>
      </w:r>
      <w:r w:rsidR="00EA052C">
        <w:t>’</w:t>
      </w:r>
      <w:r w:rsidRPr="00AA04A0">
        <w:t>en vis à Bello-Horizonte aux jours lointains de mon enfance</w:t>
      </w:r>
      <w:r w:rsidR="00EA052C">
        <w:t>.</w:t>
      </w:r>
    </w:p>
    <w:p w14:paraId="264C9793" w14:textId="77777777" w:rsidR="00EA052C" w:rsidRDefault="00C855EF" w:rsidP="00C855EF">
      <w:r w:rsidRPr="00AA04A0">
        <w:t>L</w:t>
      </w:r>
      <w:r w:rsidR="00EA052C">
        <w:t>’</w:t>
      </w:r>
      <w:r w:rsidRPr="00AA04A0">
        <w:t>activité des Polaires était véritablement extraordinaire</w:t>
      </w:r>
      <w:r w:rsidR="00EA052C">
        <w:t xml:space="preserve">. </w:t>
      </w:r>
      <w:r w:rsidRPr="00AA04A0">
        <w:t>Deux cents</w:t>
      </w:r>
      <w:r w:rsidR="00EA052C">
        <w:t xml:space="preserve">, </w:t>
      </w:r>
      <w:r w:rsidRPr="00AA04A0">
        <w:t>au moins</w:t>
      </w:r>
      <w:r w:rsidR="00EA052C">
        <w:t xml:space="preserve">, </w:t>
      </w:r>
      <w:r w:rsidRPr="00AA04A0">
        <w:t>d</w:t>
      </w:r>
      <w:r w:rsidR="00EA052C">
        <w:t>’</w:t>
      </w:r>
      <w:r w:rsidRPr="00AA04A0">
        <w:t>entre eux se pressaient autour des ca</w:t>
      </w:r>
      <w:r w:rsidRPr="00AA04A0">
        <w:t>r</w:t>
      </w:r>
      <w:r w:rsidRPr="00AA04A0">
        <w:t>casses échouées et</w:t>
      </w:r>
      <w:r w:rsidR="00EA052C">
        <w:t xml:space="preserve">, </w:t>
      </w:r>
      <w:r w:rsidRPr="00AA04A0">
        <w:t>d</w:t>
      </w:r>
      <w:r w:rsidR="00EA052C">
        <w:t>’</w:t>
      </w:r>
      <w:r w:rsidRPr="00AA04A0">
        <w:t>un effort jamais las</w:t>
      </w:r>
      <w:r w:rsidR="00EA052C">
        <w:t xml:space="preserve">, </w:t>
      </w:r>
      <w:r w:rsidRPr="00AA04A0">
        <w:t>des antennes pou</w:t>
      </w:r>
      <w:r w:rsidRPr="00AA04A0">
        <w:t>s</w:t>
      </w:r>
      <w:r w:rsidRPr="00AA04A0">
        <w:t>saient devant eux les débris</w:t>
      </w:r>
      <w:r w:rsidR="00EA052C">
        <w:t xml:space="preserve">. </w:t>
      </w:r>
      <w:r w:rsidRPr="00AA04A0">
        <w:t>Ce travail semblait s</w:t>
      </w:r>
      <w:r w:rsidR="00EA052C">
        <w:t>’</w:t>
      </w:r>
      <w:r w:rsidRPr="00AA04A0">
        <w:t>accomplir dans un ordre admirable dont le faisceau lumineux du phare éclairait tous les détails</w:t>
      </w:r>
      <w:r w:rsidR="00EA052C">
        <w:t xml:space="preserve">. </w:t>
      </w:r>
      <w:r w:rsidRPr="00AA04A0">
        <w:t>Cette lumière ne semblait en aucune façon les effrayer</w:t>
      </w:r>
      <w:r w:rsidR="00EA052C">
        <w:t xml:space="preserve">. </w:t>
      </w:r>
      <w:r w:rsidRPr="00AA04A0">
        <w:t>Le danger de notre présence ennemie leur était apparu sur terre</w:t>
      </w:r>
      <w:r w:rsidR="00EA052C">
        <w:t xml:space="preserve">, </w:t>
      </w:r>
      <w:r w:rsidRPr="00AA04A0">
        <w:t>à la crête de la colline</w:t>
      </w:r>
      <w:r w:rsidR="00EA052C">
        <w:t xml:space="preserve"> ; </w:t>
      </w:r>
      <w:r w:rsidRPr="00AA04A0">
        <w:t>sans doute ne se méfiaient-ils pas de l</w:t>
      </w:r>
      <w:r w:rsidR="00EA052C">
        <w:t>’</w:t>
      </w:r>
      <w:r w:rsidRPr="00AA04A0">
        <w:t>autre danger qui les menaçait du haut des airs</w:t>
      </w:r>
      <w:r w:rsidR="00EA052C">
        <w:t>.</w:t>
      </w:r>
    </w:p>
    <w:p w14:paraId="6A806B4C" w14:textId="77777777" w:rsidR="00EA052C" w:rsidRDefault="00C855EF" w:rsidP="00C855EF">
      <w:r w:rsidRPr="00AA04A0">
        <w:t>L</w:t>
      </w:r>
      <w:r w:rsidR="00EA052C">
        <w:t>’</w:t>
      </w:r>
      <w:r w:rsidRPr="00AA04A0">
        <w:t>utilité de leur travail obstiné ne m</w:t>
      </w:r>
      <w:r w:rsidR="00EA052C">
        <w:t>’</w:t>
      </w:r>
      <w:r w:rsidRPr="00AA04A0">
        <w:t>apparaissait pas</w:t>
      </w:r>
      <w:r w:rsidR="00EA052C">
        <w:t xml:space="preserve">, </w:t>
      </w:r>
      <w:r w:rsidRPr="00AA04A0">
        <w:t>et j</w:t>
      </w:r>
      <w:r w:rsidR="00EA052C">
        <w:t>’</w:t>
      </w:r>
      <w:r w:rsidRPr="00AA04A0">
        <w:t xml:space="preserve">allais en exprimer mon étonnement à Toby </w:t>
      </w:r>
      <w:proofErr w:type="spellStart"/>
      <w:r w:rsidRPr="00AA04A0">
        <w:t>Kleampton</w:t>
      </w:r>
      <w:proofErr w:type="spellEnd"/>
      <w:r w:rsidRPr="00AA04A0">
        <w:t xml:space="preserve"> quand je vis sa main manœuvrer doucement la culasse de la mitrai</w:t>
      </w:r>
      <w:r w:rsidRPr="00AA04A0">
        <w:t>l</w:t>
      </w:r>
      <w:r w:rsidRPr="00AA04A0">
        <w:t>leuse</w:t>
      </w:r>
      <w:r w:rsidR="00EA052C">
        <w:t xml:space="preserve">. </w:t>
      </w:r>
      <w:r w:rsidRPr="00AA04A0">
        <w:t>Je compris son intention</w:t>
      </w:r>
      <w:r w:rsidR="00EA052C">
        <w:t>.</w:t>
      </w:r>
    </w:p>
    <w:p w14:paraId="520ED3F2" w14:textId="77777777" w:rsidR="00EA052C" w:rsidRDefault="00EA052C" w:rsidP="00C855EF">
      <w:r>
        <w:t>— </w:t>
      </w:r>
      <w:r w:rsidR="00C855EF" w:rsidRPr="00AA04A0">
        <w:t>Non</w:t>
      </w:r>
      <w:r>
        <w:t xml:space="preserve">, </w:t>
      </w:r>
      <w:r w:rsidR="00C855EF" w:rsidRPr="00AA04A0">
        <w:t>Toby</w:t>
      </w:r>
      <w:r>
        <w:t xml:space="preserve">, </w:t>
      </w:r>
      <w:r w:rsidR="00C855EF" w:rsidRPr="00AA04A0">
        <w:t>m</w:t>
      </w:r>
      <w:r>
        <w:t>’</w:t>
      </w:r>
      <w:r w:rsidR="00C855EF" w:rsidRPr="00AA04A0">
        <w:t>écriai-je</w:t>
      </w:r>
      <w:r>
        <w:t xml:space="preserve">, </w:t>
      </w:r>
      <w:r w:rsidR="00C855EF" w:rsidRPr="00AA04A0">
        <w:t>pas cela</w:t>
      </w:r>
      <w:r>
        <w:t xml:space="preserve"> ! </w:t>
      </w:r>
      <w:r w:rsidR="00C855EF" w:rsidRPr="00AA04A0">
        <w:t>pas cela</w:t>
      </w:r>
      <w:r>
        <w:t xml:space="preserve"> ! </w:t>
      </w:r>
      <w:r w:rsidR="00C855EF" w:rsidRPr="00AA04A0">
        <w:t>Ils sont ino</w:t>
      </w:r>
      <w:r w:rsidR="00C855EF" w:rsidRPr="00AA04A0">
        <w:t>f</w:t>
      </w:r>
      <w:r w:rsidR="00C855EF" w:rsidRPr="00AA04A0">
        <w:t>fensifs</w:t>
      </w:r>
      <w:r>
        <w:t xml:space="preserve"> ! </w:t>
      </w:r>
      <w:r w:rsidR="00C855EF" w:rsidRPr="00AA04A0">
        <w:t>Mieux vaut les aborder avec prudence</w:t>
      </w:r>
      <w:r>
        <w:t xml:space="preserve">, </w:t>
      </w:r>
      <w:r w:rsidR="00C855EF" w:rsidRPr="00AA04A0">
        <w:t>avec douceur</w:t>
      </w:r>
      <w:r>
        <w:t xml:space="preserve">. </w:t>
      </w:r>
      <w:r w:rsidR="00C855EF" w:rsidRPr="00AA04A0">
        <w:t>Essayons d</w:t>
      </w:r>
      <w:r>
        <w:t>’</w:t>
      </w:r>
      <w:r w:rsidR="00C855EF" w:rsidRPr="00AA04A0">
        <w:t>abord de la douceur à leur égard</w:t>
      </w:r>
      <w:r>
        <w:t>.</w:t>
      </w:r>
    </w:p>
    <w:p w14:paraId="11C87CA7" w14:textId="77777777" w:rsidR="00EA052C" w:rsidRDefault="00EA052C" w:rsidP="00C855EF">
      <w:r>
        <w:t>— </w:t>
      </w:r>
      <w:r w:rsidR="00C855EF" w:rsidRPr="00AA04A0">
        <w:t>De la douceur</w:t>
      </w:r>
      <w:r>
        <w:t xml:space="preserve"> ? </w:t>
      </w:r>
      <w:r w:rsidR="00C855EF" w:rsidRPr="00AA04A0">
        <w:t>dit Toby</w:t>
      </w:r>
      <w:r>
        <w:t xml:space="preserve">, </w:t>
      </w:r>
      <w:r w:rsidR="00C855EF" w:rsidRPr="00AA04A0">
        <w:t>étonné</w:t>
      </w:r>
      <w:r>
        <w:t xml:space="preserve">, </w:t>
      </w:r>
      <w:r w:rsidR="00C855EF" w:rsidRPr="00AA04A0">
        <w:t>et comment les abo</w:t>
      </w:r>
      <w:r w:rsidR="00C855EF" w:rsidRPr="00AA04A0">
        <w:t>r</w:t>
      </w:r>
      <w:r w:rsidR="00C855EF" w:rsidRPr="00AA04A0">
        <w:t>der</w:t>
      </w:r>
      <w:r>
        <w:t> ?</w:t>
      </w:r>
    </w:p>
    <w:p w14:paraId="0F698A57" w14:textId="77777777" w:rsidR="00EA052C" w:rsidRDefault="00EA052C" w:rsidP="00C855EF">
      <w:r>
        <w:lastRenderedPageBreak/>
        <w:t>— </w:t>
      </w:r>
      <w:r w:rsidR="00C855EF" w:rsidRPr="00AA04A0">
        <w:t>Alors</w:t>
      </w:r>
      <w:r>
        <w:t xml:space="preserve">, </w:t>
      </w:r>
      <w:r w:rsidR="00C855EF" w:rsidRPr="00AA04A0">
        <w:t>laissons-les en paix</w:t>
      </w:r>
      <w:r>
        <w:t>.</w:t>
      </w:r>
    </w:p>
    <w:p w14:paraId="4230E38A" w14:textId="77777777" w:rsidR="00EA052C" w:rsidRDefault="00EA052C" w:rsidP="00C855EF">
      <w:r>
        <w:t>— </w:t>
      </w:r>
      <w:r w:rsidR="00C855EF" w:rsidRPr="00AA04A0">
        <w:t>Au retour qui nous croira sur parole au récit de cette b</w:t>
      </w:r>
      <w:r w:rsidR="00C855EF" w:rsidRPr="00AA04A0">
        <w:t>i</w:t>
      </w:r>
      <w:r w:rsidR="00C855EF" w:rsidRPr="00AA04A0">
        <w:t>zarre population</w:t>
      </w:r>
      <w:r>
        <w:t xml:space="preserve">, </w:t>
      </w:r>
      <w:r w:rsidR="00C855EF" w:rsidRPr="00AA04A0">
        <w:t>si au moins nous n</w:t>
      </w:r>
      <w:r>
        <w:t>’</w:t>
      </w:r>
      <w:r w:rsidR="00C855EF" w:rsidRPr="00AA04A0">
        <w:t>en apportons la preuve</w:t>
      </w:r>
      <w:r>
        <w:t> ?</w:t>
      </w:r>
    </w:p>
    <w:p w14:paraId="5DDC22B2" w14:textId="77777777" w:rsidR="00EA052C" w:rsidRDefault="00C855EF" w:rsidP="00C855EF">
      <w:r w:rsidRPr="00AA04A0">
        <w:t>Ce raisonnement me réduisit au silence</w:t>
      </w:r>
      <w:r w:rsidR="00EA052C">
        <w:t xml:space="preserve">. </w:t>
      </w:r>
      <w:r w:rsidRPr="00AA04A0">
        <w:t>Rien de plus juste</w:t>
      </w:r>
      <w:r w:rsidR="00EA052C">
        <w:t xml:space="preserve">. </w:t>
      </w:r>
      <w:r w:rsidRPr="00AA04A0">
        <w:t>En effet</w:t>
      </w:r>
      <w:r w:rsidR="00EA052C">
        <w:t xml:space="preserve">, </w:t>
      </w:r>
      <w:r w:rsidRPr="00AA04A0">
        <w:t>qui</w:t>
      </w:r>
      <w:r w:rsidR="00EA052C">
        <w:t xml:space="preserve">, </w:t>
      </w:r>
      <w:r w:rsidRPr="00AA04A0">
        <w:t>à New-York</w:t>
      </w:r>
      <w:r w:rsidR="00EA052C">
        <w:t xml:space="preserve">, </w:t>
      </w:r>
      <w:r w:rsidRPr="00AA04A0">
        <w:t>nous aurait cru sur la foi de notre simple parole</w:t>
      </w:r>
      <w:r w:rsidR="00EA052C">
        <w:t xml:space="preserve"> ? </w:t>
      </w:r>
      <w:r w:rsidRPr="00AA04A0">
        <w:t>Moi-même</w:t>
      </w:r>
      <w:r w:rsidR="00EA052C">
        <w:t xml:space="preserve">, </w:t>
      </w:r>
      <w:r w:rsidRPr="00AA04A0">
        <w:t>n</w:t>
      </w:r>
      <w:r w:rsidR="00EA052C">
        <w:t>’</w:t>
      </w:r>
      <w:r w:rsidRPr="00AA04A0">
        <w:t>était-ce pas dans ce but que je rapportais des pierres</w:t>
      </w:r>
      <w:r w:rsidR="00EA052C">
        <w:t xml:space="preserve">, </w:t>
      </w:r>
      <w:r w:rsidRPr="00AA04A0">
        <w:t>des plantes</w:t>
      </w:r>
      <w:r w:rsidR="00EA052C">
        <w:t xml:space="preserve">, </w:t>
      </w:r>
      <w:r w:rsidRPr="00AA04A0">
        <w:t>de la terre</w:t>
      </w:r>
      <w:r w:rsidR="00EA052C">
        <w:t> ?</w:t>
      </w:r>
    </w:p>
    <w:p w14:paraId="6E0DE6FA" w14:textId="77777777" w:rsidR="00EA052C" w:rsidRDefault="00C855EF" w:rsidP="00C855EF">
      <w:r w:rsidRPr="00AA04A0">
        <w:t>Une dernière fois je regardai l</w:t>
      </w:r>
      <w:r w:rsidR="00EA052C">
        <w:t>’</w:t>
      </w:r>
      <w:r w:rsidRPr="00AA04A0">
        <w:t>étrange petit peuple que nous allions réduire à l</w:t>
      </w:r>
      <w:r w:rsidR="00EA052C">
        <w:t>’</w:t>
      </w:r>
      <w:r w:rsidRPr="00AA04A0">
        <w:t>épouvante</w:t>
      </w:r>
      <w:r w:rsidR="00EA052C">
        <w:t xml:space="preserve">. </w:t>
      </w:r>
      <w:r w:rsidRPr="00AA04A0">
        <w:t>Une petite lueur verte ento</w:t>
      </w:r>
      <w:r w:rsidRPr="00AA04A0">
        <w:t>u</w:t>
      </w:r>
      <w:r w:rsidRPr="00AA04A0">
        <w:t>rait leurs corps bizarres et ils se mouvaient dans cette enveloppe lumineuse comme sous un vêtement</w:t>
      </w:r>
      <w:r w:rsidR="00EA052C">
        <w:t>.</w:t>
      </w:r>
    </w:p>
    <w:p w14:paraId="3E7CD7AC" w14:textId="77777777" w:rsidR="00EA052C" w:rsidRDefault="00C855EF" w:rsidP="00C855EF">
      <w:r w:rsidRPr="00AA04A0">
        <w:t>Le bruit sec de la mitrailleuse inclinée sur son affût d</w:t>
      </w:r>
      <w:r w:rsidR="00EA052C">
        <w:t>’</w:t>
      </w:r>
      <w:r w:rsidRPr="00AA04A0">
        <w:t>aluminium me tira de ma muette et attentive contemplation</w:t>
      </w:r>
      <w:r w:rsidR="00EA052C">
        <w:t>.</w:t>
      </w:r>
    </w:p>
    <w:p w14:paraId="5445B77E" w14:textId="77777777" w:rsidR="00EA052C" w:rsidRDefault="00C855EF" w:rsidP="00C855EF">
      <w:r w:rsidRPr="00AA04A0">
        <w:t>L</w:t>
      </w:r>
      <w:r w:rsidR="00EA052C">
        <w:t>’</w:t>
      </w:r>
      <w:r w:rsidRPr="00AA04A0">
        <w:t>œil à la mire</w:t>
      </w:r>
      <w:r w:rsidR="00EA052C">
        <w:t xml:space="preserve">, </w:t>
      </w:r>
      <w:r w:rsidRPr="00AA04A0">
        <w:t xml:space="preserve">Toby </w:t>
      </w:r>
      <w:proofErr w:type="spellStart"/>
      <w:r w:rsidRPr="00AA04A0">
        <w:t>Kleampton</w:t>
      </w:r>
      <w:proofErr w:type="spellEnd"/>
      <w:r w:rsidRPr="00AA04A0">
        <w:t xml:space="preserve"> visait le centre du groupe des Polaires affairés</w:t>
      </w:r>
      <w:r w:rsidR="00EA052C">
        <w:t>.</w:t>
      </w:r>
    </w:p>
    <w:p w14:paraId="57E30F98" w14:textId="77777777" w:rsidR="00EA052C" w:rsidRDefault="00C855EF" w:rsidP="00C855EF">
      <w:r w:rsidRPr="00AA04A0">
        <w:t>Le coup partit en silence dans cette terre sans écho</w:t>
      </w:r>
      <w:r w:rsidR="00EA052C">
        <w:t xml:space="preserve">. </w:t>
      </w:r>
      <w:r w:rsidRPr="00AA04A0">
        <w:t>La m</w:t>
      </w:r>
      <w:r w:rsidRPr="00AA04A0">
        <w:t>i</w:t>
      </w:r>
      <w:r w:rsidRPr="00AA04A0">
        <w:t>traille avait jeté bas une dizaine des Polaires</w:t>
      </w:r>
      <w:r w:rsidR="00EA052C">
        <w:t xml:space="preserve">. </w:t>
      </w:r>
      <w:r w:rsidRPr="00AA04A0">
        <w:t>Avec de petits soubresauts convulsifs ils agonisaient près des carènes fraca</w:t>
      </w:r>
      <w:r w:rsidRPr="00AA04A0">
        <w:t>s</w:t>
      </w:r>
      <w:r w:rsidRPr="00AA04A0">
        <w:t>sées</w:t>
      </w:r>
      <w:r w:rsidR="00EA052C">
        <w:t xml:space="preserve">, </w:t>
      </w:r>
      <w:r w:rsidRPr="00AA04A0">
        <w:t>des coques mordues par les mers</w:t>
      </w:r>
      <w:r w:rsidR="00EA052C">
        <w:t xml:space="preserve">. </w:t>
      </w:r>
      <w:r w:rsidRPr="00AA04A0">
        <w:t>Les autres avaient di</w:t>
      </w:r>
      <w:r w:rsidRPr="00AA04A0">
        <w:t>s</w:t>
      </w:r>
      <w:r w:rsidRPr="00AA04A0">
        <w:t>paru magiquement</w:t>
      </w:r>
      <w:r w:rsidR="00EA052C">
        <w:t xml:space="preserve">. </w:t>
      </w:r>
      <w:r w:rsidRPr="00AA04A0">
        <w:t>Il ne restait plus sur le sable de la plage muette que ces petits corps raidis et autour desquels la petite auréole verte</w:t>
      </w:r>
      <w:r>
        <w:t xml:space="preserve"> </w:t>
      </w:r>
      <w:r w:rsidRPr="00AA04A0">
        <w:t>et lumineuse s</w:t>
      </w:r>
      <w:r w:rsidR="00EA052C">
        <w:t>’</w:t>
      </w:r>
      <w:r w:rsidRPr="00AA04A0">
        <w:t>était éteinte</w:t>
      </w:r>
      <w:r w:rsidR="00EA052C">
        <w:t>.</w:t>
      </w:r>
    </w:p>
    <w:p w14:paraId="15B62FD2" w14:textId="77777777" w:rsidR="00EA052C" w:rsidRDefault="00C855EF" w:rsidP="00C855EF">
      <w:r w:rsidRPr="00AA04A0">
        <w:t>La lumière du phare nous permettait de suivre le cours de leurs petites agonies crispées</w:t>
      </w:r>
      <w:r w:rsidR="00EA052C">
        <w:t xml:space="preserve">. </w:t>
      </w:r>
      <w:r w:rsidRPr="00AA04A0">
        <w:t>Quand le dernier corps resta i</w:t>
      </w:r>
      <w:r w:rsidRPr="00AA04A0">
        <w:t>m</w:t>
      </w:r>
      <w:r w:rsidRPr="00AA04A0">
        <w:t>mobile</w:t>
      </w:r>
      <w:r w:rsidR="00EA052C">
        <w:t xml:space="preserve">, </w:t>
      </w:r>
      <w:r w:rsidRPr="00AA04A0">
        <w:t xml:space="preserve">Toby </w:t>
      </w:r>
      <w:proofErr w:type="spellStart"/>
      <w:r w:rsidRPr="00AA04A0">
        <w:t>Kleampton</w:t>
      </w:r>
      <w:proofErr w:type="spellEnd"/>
      <w:r w:rsidRPr="00AA04A0">
        <w:t xml:space="preserve"> fit descendre le </w:t>
      </w:r>
      <w:proofErr w:type="spellStart"/>
      <w:r w:rsidRPr="00AA04A0">
        <w:rPr>
          <w:i/>
          <w:iCs/>
          <w:szCs w:val="32"/>
        </w:rPr>
        <w:t>Météor</w:t>
      </w:r>
      <w:proofErr w:type="spellEnd"/>
      <w:r w:rsidRPr="00AA04A0">
        <w:t xml:space="preserve"> au ras du sable</w:t>
      </w:r>
      <w:r w:rsidR="00EA052C">
        <w:t xml:space="preserve">, </w:t>
      </w:r>
      <w:r w:rsidRPr="00AA04A0">
        <w:t>et</w:t>
      </w:r>
      <w:r w:rsidR="00EA052C">
        <w:t xml:space="preserve">, </w:t>
      </w:r>
      <w:r w:rsidRPr="00AA04A0">
        <w:t>sans crainte</w:t>
      </w:r>
      <w:r w:rsidR="00EA052C">
        <w:t xml:space="preserve">, </w:t>
      </w:r>
      <w:r w:rsidRPr="00AA04A0">
        <w:t>marcha vers les cadavres</w:t>
      </w:r>
      <w:r w:rsidR="00EA052C">
        <w:t>.</w:t>
      </w:r>
    </w:p>
    <w:p w14:paraId="29B13035" w14:textId="77777777" w:rsidR="00EA052C" w:rsidRDefault="00C855EF" w:rsidP="00C855EF">
      <w:r w:rsidRPr="00AA04A0">
        <w:t>De la cabine</w:t>
      </w:r>
      <w:r w:rsidR="00EA052C">
        <w:t xml:space="preserve">, </w:t>
      </w:r>
      <w:r w:rsidRPr="00AA04A0">
        <w:t>où j</w:t>
      </w:r>
      <w:r w:rsidR="00EA052C">
        <w:t>’</w:t>
      </w:r>
      <w:r w:rsidRPr="00AA04A0">
        <w:t>étais resté</w:t>
      </w:r>
      <w:r w:rsidR="00EA052C">
        <w:t xml:space="preserve">, </w:t>
      </w:r>
      <w:r w:rsidRPr="00AA04A0">
        <w:t>je le vis se pencher et tenter de saisir les corps à deux mains</w:t>
      </w:r>
      <w:r w:rsidR="00EA052C">
        <w:t xml:space="preserve">. </w:t>
      </w:r>
      <w:r w:rsidRPr="00AA04A0">
        <w:t xml:space="preserve">Une terrible commotion </w:t>
      </w:r>
      <w:r w:rsidRPr="00AA04A0">
        <w:lastRenderedPageBreak/>
        <w:t>se</w:t>
      </w:r>
      <w:r w:rsidRPr="00AA04A0">
        <w:t>m</w:t>
      </w:r>
      <w:r w:rsidRPr="00AA04A0">
        <w:t>bla l</w:t>
      </w:r>
      <w:r w:rsidR="00EA052C">
        <w:t>’</w:t>
      </w:r>
      <w:r w:rsidRPr="00AA04A0">
        <w:t>abattre</w:t>
      </w:r>
      <w:r w:rsidR="00EA052C">
        <w:t xml:space="preserve">. </w:t>
      </w:r>
      <w:r w:rsidRPr="00AA04A0">
        <w:t>Je le vis chanceler</w:t>
      </w:r>
      <w:r w:rsidR="00EA052C">
        <w:t xml:space="preserve">, </w:t>
      </w:r>
      <w:r w:rsidRPr="00AA04A0">
        <w:t>tomber</w:t>
      </w:r>
      <w:r w:rsidR="00EA052C">
        <w:t xml:space="preserve">. </w:t>
      </w:r>
      <w:r w:rsidRPr="00AA04A0">
        <w:t>Je courrai vers lui</w:t>
      </w:r>
      <w:r w:rsidR="00EA052C">
        <w:t xml:space="preserve">, </w:t>
      </w:r>
      <w:r w:rsidRPr="00AA04A0">
        <w:t>mais il était déjà debout</w:t>
      </w:r>
      <w:r w:rsidR="00EA052C">
        <w:t xml:space="preserve">, </w:t>
      </w:r>
      <w:r w:rsidRPr="00AA04A0">
        <w:t>les dents claquantes</w:t>
      </w:r>
      <w:r w:rsidR="00EA052C">
        <w:t xml:space="preserve">, </w:t>
      </w:r>
      <w:r w:rsidRPr="00AA04A0">
        <w:t>les mains s</w:t>
      </w:r>
      <w:r w:rsidRPr="00AA04A0">
        <w:t>e</w:t>
      </w:r>
      <w:r w:rsidRPr="00AA04A0">
        <w:t>couées d</w:t>
      </w:r>
      <w:r w:rsidR="00EA052C">
        <w:t>’</w:t>
      </w:r>
      <w:r w:rsidRPr="00AA04A0">
        <w:t>un tremblement nerveux</w:t>
      </w:r>
      <w:r w:rsidR="00EA052C">
        <w:t>.</w:t>
      </w:r>
    </w:p>
    <w:p w14:paraId="638E420E" w14:textId="77777777" w:rsidR="00EA052C" w:rsidRDefault="00EA052C" w:rsidP="00C855EF">
      <w:r>
        <w:t>— </w:t>
      </w:r>
      <w:r w:rsidR="00C855EF" w:rsidRPr="00AA04A0">
        <w:t>Toby</w:t>
      </w:r>
      <w:r>
        <w:t xml:space="preserve">, </w:t>
      </w:r>
      <w:r w:rsidR="00C855EF" w:rsidRPr="00AA04A0">
        <w:t>qu</w:t>
      </w:r>
      <w:r>
        <w:t>’</w:t>
      </w:r>
      <w:r w:rsidR="00C855EF" w:rsidRPr="00AA04A0">
        <w:t>avez-vous donc</w:t>
      </w:r>
      <w:r>
        <w:t> ?</w:t>
      </w:r>
    </w:p>
    <w:p w14:paraId="1807257C" w14:textId="77777777" w:rsidR="00EA052C" w:rsidRDefault="00EA052C" w:rsidP="00C855EF">
      <w:r>
        <w:t>— </w:t>
      </w:r>
      <w:r w:rsidR="00C855EF" w:rsidRPr="00AA04A0">
        <w:t>Rien</w:t>
      </w:r>
      <w:r>
        <w:t xml:space="preserve">, </w:t>
      </w:r>
      <w:r w:rsidR="00C855EF" w:rsidRPr="00AA04A0">
        <w:t>non</w:t>
      </w:r>
      <w:r>
        <w:t xml:space="preserve">, </w:t>
      </w:r>
      <w:r w:rsidR="00C855EF" w:rsidRPr="00AA04A0">
        <w:t>rien</w:t>
      </w:r>
      <w:r>
        <w:t xml:space="preserve">, </w:t>
      </w:r>
      <w:r w:rsidR="00C855EF" w:rsidRPr="00AA04A0">
        <w:t>en vérité</w:t>
      </w:r>
      <w:r>
        <w:t xml:space="preserve">. </w:t>
      </w:r>
      <w:r w:rsidR="00C855EF" w:rsidRPr="00AA04A0">
        <w:t>C</w:t>
      </w:r>
      <w:r>
        <w:t>’</w:t>
      </w:r>
      <w:r w:rsidR="00C855EF" w:rsidRPr="00AA04A0">
        <w:t>est l</w:t>
      </w:r>
      <w:r>
        <w:t>’</w:t>
      </w:r>
      <w:r w:rsidR="00C855EF" w:rsidRPr="00AA04A0">
        <w:t>électricité</w:t>
      </w:r>
      <w:r>
        <w:t>.</w:t>
      </w:r>
    </w:p>
    <w:p w14:paraId="5D9BC77E" w14:textId="77777777" w:rsidR="00EA052C" w:rsidRDefault="00EA052C" w:rsidP="00C855EF">
      <w:r>
        <w:t>— </w:t>
      </w:r>
      <w:r w:rsidR="00C855EF" w:rsidRPr="00AA04A0">
        <w:t>L</w:t>
      </w:r>
      <w:r>
        <w:t>’</w:t>
      </w:r>
      <w:r w:rsidR="00C855EF" w:rsidRPr="00AA04A0">
        <w:t>électricité</w:t>
      </w:r>
      <w:r>
        <w:t> ?</w:t>
      </w:r>
    </w:p>
    <w:p w14:paraId="25262C87" w14:textId="77777777" w:rsidR="00EA052C" w:rsidRDefault="00EA052C" w:rsidP="00C855EF">
      <w:r>
        <w:t>— </w:t>
      </w:r>
      <w:r w:rsidR="00C855EF" w:rsidRPr="00AA04A0">
        <w:t>Oui</w:t>
      </w:r>
      <w:r>
        <w:t xml:space="preserve">, </w:t>
      </w:r>
      <w:r w:rsidR="00C855EF" w:rsidRPr="00AA04A0">
        <w:t>ces animaux travailleurs ne sont que des molécules de la terre magnétique</w:t>
      </w:r>
      <w:r>
        <w:t xml:space="preserve">, </w:t>
      </w:r>
      <w:r w:rsidR="00C855EF" w:rsidRPr="00AA04A0">
        <w:t>de petites piles sensibles qui</w:t>
      </w:r>
      <w:r>
        <w:t xml:space="preserve">, </w:t>
      </w:r>
      <w:r w:rsidR="00C855EF" w:rsidRPr="00AA04A0">
        <w:t>en pou</w:t>
      </w:r>
      <w:r w:rsidR="00C855EF" w:rsidRPr="00AA04A0">
        <w:t>r</w:t>
      </w:r>
      <w:r w:rsidR="00C855EF" w:rsidRPr="00AA04A0">
        <w:t>rissant</w:t>
      </w:r>
      <w:r>
        <w:t xml:space="preserve">, </w:t>
      </w:r>
      <w:r w:rsidR="00C855EF" w:rsidRPr="00AA04A0">
        <w:t>rendront à la terre du pôle l</w:t>
      </w:r>
      <w:r>
        <w:t>’</w:t>
      </w:r>
      <w:r w:rsidR="00C855EF" w:rsidRPr="00AA04A0">
        <w:t>électricité emmagasinée en eux</w:t>
      </w:r>
      <w:r>
        <w:t xml:space="preserve">. </w:t>
      </w:r>
      <w:r w:rsidR="00C855EF" w:rsidRPr="00AA04A0">
        <w:t>Je sais ce que je voulais savoir</w:t>
      </w:r>
      <w:r>
        <w:t xml:space="preserve">. </w:t>
      </w:r>
      <w:r w:rsidR="00C855EF" w:rsidRPr="00AA04A0">
        <w:t>Partons</w:t>
      </w:r>
      <w:r>
        <w:t>.</w:t>
      </w:r>
    </w:p>
    <w:p w14:paraId="0B99EB8C" w14:textId="77777777" w:rsidR="00EA052C" w:rsidRDefault="00C855EF" w:rsidP="00C855EF">
      <w:r w:rsidRPr="00AA04A0">
        <w:t>Il reprit sa place devant les leviers et appuya</w:t>
      </w:r>
      <w:r w:rsidR="00EA052C">
        <w:t>.</w:t>
      </w:r>
    </w:p>
    <w:p w14:paraId="08269D91" w14:textId="77777777" w:rsidR="00EA052C" w:rsidRDefault="00C855EF" w:rsidP="00C855EF">
      <w:r w:rsidRPr="00AA04A0">
        <w:t>L</w:t>
      </w:r>
      <w:r w:rsidR="00EA052C">
        <w:t>’</w:t>
      </w:r>
      <w:r w:rsidRPr="00AA04A0">
        <w:t>aéroplane vira de tribord et piqua droit dans la nuit bleue</w:t>
      </w:r>
      <w:r w:rsidR="00EA052C">
        <w:t xml:space="preserve">, </w:t>
      </w:r>
      <w:r w:rsidRPr="00AA04A0">
        <w:t>précédé du faisceau lumineux de son phare</w:t>
      </w:r>
      <w:r w:rsidR="00EA052C">
        <w:t>.</w:t>
      </w:r>
    </w:p>
    <w:p w14:paraId="1E0EC5BF" w14:textId="77777777" w:rsidR="00EA052C" w:rsidRDefault="00EA052C" w:rsidP="00C855EF">
      <w:r>
        <w:t>— </w:t>
      </w:r>
      <w:r w:rsidR="00C855EF" w:rsidRPr="00AA04A0">
        <w:t>Quand tentons-nous d</w:t>
      </w:r>
      <w:r>
        <w:t>’</w:t>
      </w:r>
      <w:r w:rsidR="00C855EF" w:rsidRPr="00AA04A0">
        <w:t>atteindre le Pôle</w:t>
      </w:r>
      <w:r>
        <w:t xml:space="preserve">, </w:t>
      </w:r>
      <w:proofErr w:type="spellStart"/>
      <w:r w:rsidR="00C855EF" w:rsidRPr="00AA04A0">
        <w:t>Kleampton</w:t>
      </w:r>
      <w:proofErr w:type="spellEnd"/>
      <w:r>
        <w:t xml:space="preserve"> ? </w:t>
      </w:r>
      <w:r w:rsidR="00C855EF" w:rsidRPr="00AA04A0">
        <w:t>demandai-je</w:t>
      </w:r>
      <w:r>
        <w:t>.</w:t>
      </w:r>
    </w:p>
    <w:p w14:paraId="1BA7D5F2" w14:textId="77777777" w:rsidR="00EA052C" w:rsidRDefault="00EA052C" w:rsidP="00C855EF">
      <w:r>
        <w:t>— </w:t>
      </w:r>
      <w:r w:rsidR="00C855EF" w:rsidRPr="00AA04A0">
        <w:t>Nous sommes en route</w:t>
      </w:r>
      <w:r>
        <w:t xml:space="preserve">, </w:t>
      </w:r>
      <w:r w:rsidR="00C855EF" w:rsidRPr="00AA04A0">
        <w:t>gentleman</w:t>
      </w:r>
      <w:r>
        <w:t xml:space="preserve">, </w:t>
      </w:r>
      <w:r w:rsidR="00C855EF" w:rsidRPr="00AA04A0">
        <w:t>me répondit-il</w:t>
      </w:r>
      <w:r>
        <w:t xml:space="preserve">, </w:t>
      </w:r>
      <w:r w:rsidR="00C855EF" w:rsidRPr="00AA04A0">
        <w:t>la main sur son levier de montée</w:t>
      </w:r>
      <w:r>
        <w:t>.</w:t>
      </w:r>
    </w:p>
    <w:p w14:paraId="79261C28" w14:textId="37C50043" w:rsidR="00C855EF" w:rsidRPr="00AA04A0" w:rsidRDefault="00C855EF" w:rsidP="00EA052C">
      <w:pPr>
        <w:pStyle w:val="Titre1"/>
      </w:pPr>
      <w:bookmarkStart w:id="13" w:name="_Toc194837613"/>
      <w:r w:rsidRPr="00AA04A0">
        <w:lastRenderedPageBreak/>
        <w:t>XII</w:t>
      </w:r>
      <w:r w:rsidRPr="00AA04A0">
        <w:br/>
      </w:r>
      <w:r w:rsidRPr="00AA04A0">
        <w:br/>
        <w:t>LE PÔLE ET SON ÉTOILE</w:t>
      </w:r>
      <w:bookmarkEnd w:id="13"/>
    </w:p>
    <w:p w14:paraId="231D1365" w14:textId="77777777" w:rsidR="00EA052C" w:rsidRDefault="00C855EF" w:rsidP="00C855EF">
      <w:r w:rsidRPr="00AA04A0">
        <w:t>De son attentat contre les Polaires</w:t>
      </w:r>
      <w:r w:rsidR="00EA052C">
        <w:t xml:space="preserve">, </w:t>
      </w:r>
      <w:r w:rsidRPr="00AA04A0">
        <w:t xml:space="preserve">Toby </w:t>
      </w:r>
      <w:proofErr w:type="spellStart"/>
      <w:r w:rsidRPr="00AA04A0">
        <w:t>Kleampton</w:t>
      </w:r>
      <w:proofErr w:type="spellEnd"/>
      <w:r w:rsidRPr="00AA04A0">
        <w:t xml:space="preserve"> avait subi quelque dommage qui lui ébranla le système nerveux</w:t>
      </w:r>
      <w:r w:rsidR="00EA052C">
        <w:t xml:space="preserve">. </w:t>
      </w:r>
      <w:r w:rsidRPr="00AA04A0">
        <w:t>Ne l</w:t>
      </w:r>
      <w:r w:rsidR="00EA052C">
        <w:t>’</w:t>
      </w:r>
      <w:r w:rsidRPr="00AA04A0">
        <w:t>avait-il d</w:t>
      </w:r>
      <w:r w:rsidR="00EA052C">
        <w:t>’</w:t>
      </w:r>
      <w:r w:rsidRPr="00AA04A0">
        <w:t>ailleurs pas voulu</w:t>
      </w:r>
      <w:r w:rsidR="00EA052C">
        <w:t xml:space="preserve"> ? </w:t>
      </w:r>
      <w:r w:rsidRPr="00AA04A0">
        <w:t>On paye toujours sa curiosité</w:t>
      </w:r>
      <w:r w:rsidR="00EA052C">
        <w:t xml:space="preserve">. </w:t>
      </w:r>
      <w:r w:rsidRPr="00AA04A0">
        <w:t>Il avait payé</w:t>
      </w:r>
      <w:r w:rsidR="00EA052C">
        <w:t xml:space="preserve">, </w:t>
      </w:r>
      <w:r w:rsidRPr="00AA04A0">
        <w:t>voilà tout</w:t>
      </w:r>
      <w:r w:rsidR="00EA052C">
        <w:t xml:space="preserve">. </w:t>
      </w:r>
      <w:r w:rsidRPr="00AA04A0">
        <w:t>D</w:t>
      </w:r>
      <w:r w:rsidR="00EA052C">
        <w:t>’</w:t>
      </w:r>
      <w:r w:rsidRPr="00AA04A0">
        <w:t>ailleurs il ne se plaignit pas</w:t>
      </w:r>
      <w:r w:rsidR="00EA052C">
        <w:t xml:space="preserve">, </w:t>
      </w:r>
      <w:r w:rsidRPr="00AA04A0">
        <w:t>mais sombre</w:t>
      </w:r>
      <w:r w:rsidR="00EA052C">
        <w:t xml:space="preserve">, </w:t>
      </w:r>
      <w:r w:rsidRPr="00AA04A0">
        <w:t>furieux</w:t>
      </w:r>
      <w:r w:rsidR="00EA052C">
        <w:t xml:space="preserve">, </w:t>
      </w:r>
      <w:r w:rsidRPr="00AA04A0">
        <w:t>la lèvre mauvaise</w:t>
      </w:r>
      <w:r w:rsidR="00EA052C">
        <w:t xml:space="preserve">, </w:t>
      </w:r>
      <w:r w:rsidRPr="00AA04A0">
        <w:t>il s</w:t>
      </w:r>
      <w:r w:rsidR="00EA052C">
        <w:t>’</w:t>
      </w:r>
      <w:r w:rsidRPr="00AA04A0">
        <w:t>arc-bouta sur le levier de d</w:t>
      </w:r>
      <w:r w:rsidRPr="00AA04A0">
        <w:t>i</w:t>
      </w:r>
      <w:r w:rsidRPr="00AA04A0">
        <w:t>rection</w:t>
      </w:r>
      <w:r w:rsidR="00EA052C">
        <w:t>.</w:t>
      </w:r>
    </w:p>
    <w:p w14:paraId="4C3387C4" w14:textId="77777777" w:rsidR="00EA052C" w:rsidRDefault="00C855EF" w:rsidP="00C855EF">
      <w:r w:rsidRPr="00AA04A0">
        <w:t>À la lueur de la lanterne</w:t>
      </w:r>
      <w:r w:rsidR="00EA052C">
        <w:t xml:space="preserve">, </w:t>
      </w:r>
      <w:r w:rsidRPr="00AA04A0">
        <w:t>je reconnus les paysages où pr</w:t>
      </w:r>
      <w:r w:rsidRPr="00AA04A0">
        <w:t>é</w:t>
      </w:r>
      <w:r w:rsidRPr="00AA04A0">
        <w:t>cédemment nous étions passés alors que nous marchions à la conquête de l</w:t>
      </w:r>
      <w:r w:rsidR="00EA052C">
        <w:t>’</w:t>
      </w:r>
      <w:r w:rsidRPr="00AA04A0">
        <w:t>aéroplane prisonnier de l</w:t>
      </w:r>
      <w:r w:rsidR="00EA052C">
        <w:t>’</w:t>
      </w:r>
      <w:r w:rsidRPr="00AA04A0">
        <w:t>aimant polaire</w:t>
      </w:r>
      <w:r w:rsidR="00EA052C">
        <w:t xml:space="preserve">. </w:t>
      </w:r>
      <w:r w:rsidRPr="00AA04A0">
        <w:t>Le mur de brume floconneuse</w:t>
      </w:r>
      <w:r w:rsidR="00EA052C">
        <w:t xml:space="preserve">, </w:t>
      </w:r>
      <w:r w:rsidRPr="00AA04A0">
        <w:t>devenue bleuâtre</w:t>
      </w:r>
      <w:r w:rsidR="00EA052C">
        <w:t xml:space="preserve">, </w:t>
      </w:r>
      <w:r w:rsidRPr="00AA04A0">
        <w:t>fut traversé et nous nous engageâmes dans la région électrique où nous retro</w:t>
      </w:r>
      <w:r w:rsidRPr="00AA04A0">
        <w:t>u</w:t>
      </w:r>
      <w:r w:rsidRPr="00AA04A0">
        <w:t xml:space="preserve">vâmes le </w:t>
      </w:r>
      <w:proofErr w:type="spellStart"/>
      <w:r w:rsidRPr="00AA04A0">
        <w:rPr>
          <w:i/>
          <w:iCs/>
          <w:szCs w:val="32"/>
        </w:rPr>
        <w:t>Météor</w:t>
      </w:r>
      <w:proofErr w:type="spellEnd"/>
      <w:r w:rsidR="00EA052C">
        <w:rPr>
          <w:i/>
          <w:iCs/>
          <w:szCs w:val="32"/>
        </w:rPr>
        <w:t xml:space="preserve">. </w:t>
      </w:r>
      <w:r w:rsidRPr="00AA04A0">
        <w:t>Je me reprochais d</w:t>
      </w:r>
      <w:r w:rsidR="00EA052C">
        <w:t>’</w:t>
      </w:r>
      <w:r w:rsidRPr="00AA04A0">
        <w:t>avoir consenti au meurtre de ce petit peuple invisible</w:t>
      </w:r>
      <w:r w:rsidR="00EA052C">
        <w:t xml:space="preserve">, </w:t>
      </w:r>
      <w:r w:rsidRPr="00AA04A0">
        <w:t>car qui sait</w:t>
      </w:r>
      <w:r w:rsidR="00EA052C">
        <w:t xml:space="preserve"> ? </w:t>
      </w:r>
      <w:r w:rsidRPr="00AA04A0">
        <w:t>Ne pouvions-nous donc point avoir besoin d</w:t>
      </w:r>
      <w:r w:rsidR="00EA052C">
        <w:t>’</w:t>
      </w:r>
      <w:r w:rsidRPr="00AA04A0">
        <w:t>eux</w:t>
      </w:r>
      <w:r w:rsidR="00EA052C">
        <w:t xml:space="preserve"> ? </w:t>
      </w:r>
      <w:r w:rsidRPr="00AA04A0">
        <w:t>Peut-être leur secours nous a</w:t>
      </w:r>
      <w:r w:rsidRPr="00AA04A0">
        <w:t>u</w:t>
      </w:r>
      <w:r w:rsidRPr="00AA04A0">
        <w:t>rait-il été utile dans l</w:t>
      </w:r>
      <w:r w:rsidR="00EA052C">
        <w:t>’</w:t>
      </w:r>
      <w:r w:rsidRPr="00AA04A0">
        <w:t>avenir</w:t>
      </w:r>
      <w:r w:rsidR="00EA052C">
        <w:t xml:space="preserve"> ? </w:t>
      </w:r>
      <w:r w:rsidRPr="00AA04A0">
        <w:t>Le sort en avait été jeté</w:t>
      </w:r>
      <w:r w:rsidR="00EA052C">
        <w:t xml:space="preserve">, </w:t>
      </w:r>
      <w:r w:rsidRPr="00AA04A0">
        <w:t>et sur la terre neuve et inconnue nous avions consommé le premier meurtre en versant le sang innocent</w:t>
      </w:r>
      <w:r w:rsidR="00EA052C">
        <w:t xml:space="preserve">. </w:t>
      </w:r>
      <w:r w:rsidRPr="00AA04A0">
        <w:t>Brusquement notre phare cessa d</w:t>
      </w:r>
      <w:r w:rsidR="00EA052C">
        <w:t>’</w:t>
      </w:r>
      <w:r w:rsidRPr="00AA04A0">
        <w:t>éclairer</w:t>
      </w:r>
      <w:r w:rsidR="00EA052C">
        <w:t>.</w:t>
      </w:r>
    </w:p>
    <w:p w14:paraId="574B7C89" w14:textId="77777777" w:rsidR="00EA052C" w:rsidRDefault="00C855EF" w:rsidP="00C855EF">
      <w:r w:rsidRPr="00AA04A0">
        <w:t>Ce ne fut qu</w:t>
      </w:r>
      <w:r w:rsidR="00EA052C">
        <w:t>’</w:t>
      </w:r>
      <w:r w:rsidRPr="00AA04A0">
        <w:t>une illusion</w:t>
      </w:r>
      <w:r w:rsidR="00EA052C">
        <w:t xml:space="preserve">. </w:t>
      </w:r>
      <w:r w:rsidRPr="00AA04A0">
        <w:t>Sa lueur était là encore mais elle diminuait</w:t>
      </w:r>
      <w:r w:rsidR="00EA052C">
        <w:t xml:space="preserve">, </w:t>
      </w:r>
      <w:r w:rsidRPr="00AA04A0">
        <w:t>s</w:t>
      </w:r>
      <w:r w:rsidR="00EA052C">
        <w:t>’</w:t>
      </w:r>
      <w:r w:rsidRPr="00AA04A0">
        <w:t>effaçait</w:t>
      </w:r>
      <w:r w:rsidR="00EA052C">
        <w:t xml:space="preserve">, </w:t>
      </w:r>
      <w:r w:rsidRPr="00AA04A0">
        <w:t>devant une autre lueur qui grandissait et emplissait l</w:t>
      </w:r>
      <w:r w:rsidR="00EA052C">
        <w:t>’</w:t>
      </w:r>
      <w:r w:rsidRPr="00AA04A0">
        <w:t>immensité</w:t>
      </w:r>
      <w:r w:rsidR="00EA052C">
        <w:t xml:space="preserve">. </w:t>
      </w:r>
      <w:r w:rsidRPr="00AA04A0">
        <w:t>Au centre de son rayonnement quelque chose de poli</w:t>
      </w:r>
      <w:r w:rsidR="00EA052C">
        <w:t xml:space="preserve">, </w:t>
      </w:r>
      <w:r w:rsidRPr="00AA04A0">
        <w:t>de glacé</w:t>
      </w:r>
      <w:r w:rsidR="00EA052C">
        <w:t xml:space="preserve">, </w:t>
      </w:r>
      <w:r w:rsidRPr="00AA04A0">
        <w:t>de clair</w:t>
      </w:r>
      <w:r w:rsidR="00EA052C">
        <w:t xml:space="preserve">, </w:t>
      </w:r>
      <w:r w:rsidRPr="00AA04A0">
        <w:t>nous éblouit les yeux</w:t>
      </w:r>
      <w:r w:rsidR="00EA052C">
        <w:t>.</w:t>
      </w:r>
    </w:p>
    <w:p w14:paraId="35E7AF69" w14:textId="77777777" w:rsidR="00EA052C" w:rsidRDefault="00C855EF" w:rsidP="00C855EF">
      <w:r w:rsidRPr="00AA04A0">
        <w:t>C</w:t>
      </w:r>
      <w:r w:rsidR="00EA052C">
        <w:t>’</w:t>
      </w:r>
      <w:r w:rsidRPr="00AA04A0">
        <w:t>était comme une immense colonne spiralée qui tou</w:t>
      </w:r>
      <w:r w:rsidRPr="00AA04A0">
        <w:t>r</w:t>
      </w:r>
      <w:r w:rsidRPr="00AA04A0">
        <w:t>noyait avec une rapidité à ce point vertigineuse qu</w:t>
      </w:r>
      <w:r w:rsidR="00EA052C">
        <w:t>’</w:t>
      </w:r>
      <w:r w:rsidRPr="00AA04A0">
        <w:t>elle semblait demeurer immobile</w:t>
      </w:r>
      <w:r w:rsidR="00EA052C">
        <w:t xml:space="preserve">. </w:t>
      </w:r>
      <w:r w:rsidRPr="00AA04A0">
        <w:t xml:space="preserve">Vitesse plus rapide que celle de la </w:t>
      </w:r>
      <w:r w:rsidRPr="00AA04A0">
        <w:lastRenderedPageBreak/>
        <w:t>lumière qui emplissait l</w:t>
      </w:r>
      <w:r w:rsidR="00EA052C">
        <w:t>’</w:t>
      </w:r>
      <w:r w:rsidRPr="00AA04A0">
        <w:t>air</w:t>
      </w:r>
      <w:r w:rsidR="00EA052C">
        <w:t xml:space="preserve">, </w:t>
      </w:r>
      <w:r w:rsidRPr="00AA04A0">
        <w:t>autour des vitres de la cabine de l</w:t>
      </w:r>
      <w:r w:rsidR="00EA052C">
        <w:t>’</w:t>
      </w:r>
      <w:r w:rsidRPr="00AA04A0">
        <w:t>aéroplane</w:t>
      </w:r>
      <w:r w:rsidR="00EA052C">
        <w:t xml:space="preserve">, </w:t>
      </w:r>
      <w:r w:rsidRPr="00AA04A0">
        <w:t>d</w:t>
      </w:r>
      <w:r w:rsidR="00EA052C">
        <w:t>’</w:t>
      </w:r>
      <w:r w:rsidRPr="00AA04A0">
        <w:t>un vrombissement électrique</w:t>
      </w:r>
      <w:r w:rsidR="00EA052C">
        <w:t>.</w:t>
      </w:r>
    </w:p>
    <w:p w14:paraId="2191EB72" w14:textId="77777777" w:rsidR="00EA052C" w:rsidRDefault="00C855EF" w:rsidP="00C855EF">
      <w:r w:rsidRPr="00AA04A0">
        <w:t>Et sur cette colonne tourbillonnante</w:t>
      </w:r>
      <w:r w:rsidR="00EA052C">
        <w:t xml:space="preserve">, </w:t>
      </w:r>
      <w:r w:rsidRPr="00AA04A0">
        <w:t>qui s</w:t>
      </w:r>
      <w:r w:rsidR="00EA052C">
        <w:t>’</w:t>
      </w:r>
      <w:r w:rsidRPr="00AA04A0">
        <w:t>enfonçait à la base dans le sol et se perdait dans le ciel vers le faîte</w:t>
      </w:r>
      <w:r w:rsidR="00EA052C">
        <w:t xml:space="preserve">, </w:t>
      </w:r>
      <w:r w:rsidRPr="00AA04A0">
        <w:t>deux o</w:t>
      </w:r>
      <w:r w:rsidRPr="00AA04A0">
        <w:t>b</w:t>
      </w:r>
      <w:r w:rsidRPr="00AA04A0">
        <w:t>jets étaient fixés</w:t>
      </w:r>
      <w:r w:rsidR="00EA052C">
        <w:t xml:space="preserve">, </w:t>
      </w:r>
      <w:r w:rsidRPr="00AA04A0">
        <w:t>comme rivés</w:t>
      </w:r>
      <w:r w:rsidR="00EA052C">
        <w:t> :</w:t>
      </w:r>
    </w:p>
    <w:p w14:paraId="50617238" w14:textId="77777777" w:rsidR="00EA052C" w:rsidRDefault="00C855EF" w:rsidP="00C855EF">
      <w:r w:rsidRPr="00AA04A0">
        <w:t>La clef de l</w:t>
      </w:r>
      <w:r w:rsidR="00EA052C">
        <w:t>’</w:t>
      </w:r>
      <w:r w:rsidRPr="00AA04A0">
        <w:t>aéroplane</w:t>
      </w:r>
      <w:r w:rsidR="00EA052C">
        <w:t xml:space="preserve"> ! </w:t>
      </w:r>
      <w:r w:rsidRPr="00AA04A0">
        <w:t xml:space="preserve">le couteau de Toby </w:t>
      </w:r>
      <w:proofErr w:type="spellStart"/>
      <w:r w:rsidRPr="00AA04A0">
        <w:t>Kleampton</w:t>
      </w:r>
      <w:proofErr w:type="spellEnd"/>
      <w:r w:rsidR="00EA052C">
        <w:t> !</w:t>
      </w:r>
    </w:p>
    <w:p w14:paraId="3324F656" w14:textId="77777777" w:rsidR="00EA052C" w:rsidRDefault="00C855EF" w:rsidP="00C855EF">
      <w:r w:rsidRPr="00AA04A0">
        <w:t>À l</w:t>
      </w:r>
      <w:r w:rsidR="00EA052C">
        <w:t>’</w:t>
      </w:r>
      <w:r w:rsidRPr="00AA04A0">
        <w:t>aspect de la vertigineuse colonne un cri avait jailli dans la cabine</w:t>
      </w:r>
      <w:r w:rsidR="00EA052C">
        <w:t xml:space="preserve">, </w:t>
      </w:r>
      <w:r w:rsidRPr="00AA04A0">
        <w:t>un double cri</w:t>
      </w:r>
      <w:r w:rsidR="00EA052C">
        <w:t> :</w:t>
      </w:r>
    </w:p>
    <w:p w14:paraId="3ECAA0F1" w14:textId="77777777" w:rsidR="00EA052C" w:rsidRDefault="00EA052C" w:rsidP="00C855EF">
      <w:r>
        <w:t>— </w:t>
      </w:r>
      <w:r w:rsidR="00C855EF" w:rsidRPr="00AA04A0">
        <w:t>Le Pôle</w:t>
      </w:r>
      <w:r>
        <w:t xml:space="preserve"> !… </w:t>
      </w:r>
      <w:r w:rsidR="00C855EF" w:rsidRPr="00AA04A0">
        <w:t>L</w:t>
      </w:r>
      <w:r>
        <w:t>’</w:t>
      </w:r>
      <w:r w:rsidR="00C855EF" w:rsidRPr="00AA04A0">
        <w:t>axe</w:t>
      </w:r>
      <w:r>
        <w:t> !…</w:t>
      </w:r>
    </w:p>
    <w:p w14:paraId="0673A13F" w14:textId="77777777" w:rsidR="00EA052C" w:rsidRDefault="00C855EF" w:rsidP="00C855EF">
      <w:r w:rsidRPr="00AA04A0">
        <w:t>C</w:t>
      </w:r>
      <w:r w:rsidR="00EA052C">
        <w:t>’</w:t>
      </w:r>
      <w:r w:rsidRPr="00AA04A0">
        <w:t>était le Pôle antarctique en effet</w:t>
      </w:r>
      <w:r w:rsidR="00EA052C">
        <w:t>.</w:t>
      </w:r>
    </w:p>
    <w:p w14:paraId="46895C76" w14:textId="77777777" w:rsidR="00EA052C" w:rsidRDefault="00C855EF" w:rsidP="00C855EF">
      <w:r w:rsidRPr="00AA04A0">
        <w:t>Autour de sa circonférence perdue dans les profondeurs terrestres</w:t>
      </w:r>
      <w:r w:rsidR="00EA052C">
        <w:t xml:space="preserve">, </w:t>
      </w:r>
      <w:r w:rsidRPr="00AA04A0">
        <w:t>le globe tournait</w:t>
      </w:r>
      <w:r w:rsidR="00EA052C">
        <w:t>.</w:t>
      </w:r>
    </w:p>
    <w:p w14:paraId="6BB05B5F" w14:textId="77777777" w:rsidR="00EA052C" w:rsidRDefault="00C855EF" w:rsidP="00C855EF">
      <w:r w:rsidRPr="00AA04A0">
        <w:t>On entendait de la profondeur venir le fracas des eaux ro</w:t>
      </w:r>
      <w:r w:rsidRPr="00AA04A0">
        <w:t>u</w:t>
      </w:r>
      <w:r w:rsidRPr="00AA04A0">
        <w:t>lées</w:t>
      </w:r>
      <w:r w:rsidR="00EA052C">
        <w:t xml:space="preserve">, </w:t>
      </w:r>
      <w:r w:rsidRPr="00AA04A0">
        <w:t>le crépitement des métaux fondus au creuset intérieur</w:t>
      </w:r>
      <w:r w:rsidR="00EA052C">
        <w:t xml:space="preserve">, </w:t>
      </w:r>
      <w:r w:rsidRPr="00AA04A0">
        <w:t>une clameur d</w:t>
      </w:r>
      <w:r w:rsidR="00EA052C">
        <w:t>’</w:t>
      </w:r>
      <w:r w:rsidRPr="00AA04A0">
        <w:t>enfer</w:t>
      </w:r>
      <w:r w:rsidR="00EA052C">
        <w:t xml:space="preserve">, </w:t>
      </w:r>
      <w:r w:rsidRPr="00AA04A0">
        <w:t>de forge titanesque</w:t>
      </w:r>
      <w:r w:rsidR="00EA052C">
        <w:t>.</w:t>
      </w:r>
    </w:p>
    <w:p w14:paraId="243401E3" w14:textId="77777777" w:rsidR="00EA052C" w:rsidRDefault="00C855EF" w:rsidP="00C855EF">
      <w:r w:rsidRPr="00AA04A0">
        <w:t>Distinctement</w:t>
      </w:r>
      <w:r w:rsidR="00EA052C">
        <w:t xml:space="preserve">, </w:t>
      </w:r>
      <w:r w:rsidRPr="00AA04A0">
        <w:t>comme d</w:t>
      </w:r>
      <w:r w:rsidR="00EA052C">
        <w:t>’</w:t>
      </w:r>
      <w:r w:rsidRPr="00AA04A0">
        <w:t>énormes veines mises à nu</w:t>
      </w:r>
      <w:r w:rsidR="00EA052C">
        <w:t xml:space="preserve">, </w:t>
      </w:r>
      <w:r w:rsidRPr="00AA04A0">
        <w:t>on voyait des conduits souterrains se greffer à la base de l</w:t>
      </w:r>
      <w:r w:rsidR="00EA052C">
        <w:t>’</w:t>
      </w:r>
      <w:r w:rsidRPr="00AA04A0">
        <w:t>axe te</w:t>
      </w:r>
      <w:r w:rsidRPr="00AA04A0">
        <w:t>r</w:t>
      </w:r>
      <w:r w:rsidRPr="00AA04A0">
        <w:t>restre</w:t>
      </w:r>
      <w:r w:rsidR="00EA052C">
        <w:t>.</w:t>
      </w:r>
    </w:p>
    <w:p w14:paraId="7B1BD0C3" w14:textId="77777777" w:rsidR="00EA052C" w:rsidRDefault="00C855EF" w:rsidP="00C855EF">
      <w:r w:rsidRPr="00AA04A0">
        <w:t>À haute voix</w:t>
      </w:r>
      <w:r w:rsidR="00EA052C">
        <w:t xml:space="preserve">, </w:t>
      </w:r>
      <w:r w:rsidRPr="00AA04A0">
        <w:t xml:space="preserve">Toby </w:t>
      </w:r>
      <w:proofErr w:type="spellStart"/>
      <w:r w:rsidRPr="00AA04A0">
        <w:t>Kleampton</w:t>
      </w:r>
      <w:proofErr w:type="spellEnd"/>
      <w:r w:rsidRPr="00AA04A0">
        <w:t xml:space="preserve"> compta</w:t>
      </w:r>
      <w:r w:rsidR="00EA052C">
        <w:t> :</w:t>
      </w:r>
    </w:p>
    <w:p w14:paraId="1EF6C01C" w14:textId="77777777" w:rsidR="00EA052C" w:rsidRDefault="00EA052C" w:rsidP="00C855EF">
      <w:r>
        <w:t>— </w:t>
      </w:r>
      <w:r w:rsidR="00C855EF" w:rsidRPr="00AA04A0">
        <w:t>Un</w:t>
      </w:r>
      <w:r>
        <w:t xml:space="preserve">… </w:t>
      </w:r>
      <w:r w:rsidR="00C855EF" w:rsidRPr="00AA04A0">
        <w:t>deux</w:t>
      </w:r>
      <w:r>
        <w:t xml:space="preserve">… </w:t>
      </w:r>
      <w:r w:rsidR="00C855EF" w:rsidRPr="00AA04A0">
        <w:t>trois</w:t>
      </w:r>
      <w:r>
        <w:t xml:space="preserve">… </w:t>
      </w:r>
      <w:r w:rsidR="00C855EF" w:rsidRPr="00AA04A0">
        <w:t>quatre</w:t>
      </w:r>
      <w:r>
        <w:t xml:space="preserve">… </w:t>
      </w:r>
      <w:r w:rsidR="00C855EF" w:rsidRPr="00AA04A0">
        <w:t>cinq</w:t>
      </w:r>
      <w:r>
        <w:t xml:space="preserve">… </w:t>
      </w:r>
      <w:r w:rsidR="00C855EF" w:rsidRPr="00AA04A0">
        <w:t>six</w:t>
      </w:r>
      <w:r>
        <w:t xml:space="preserve">… </w:t>
      </w:r>
      <w:r w:rsidR="00C855EF" w:rsidRPr="00AA04A0">
        <w:t>sept</w:t>
      </w:r>
      <w:r>
        <w:t xml:space="preserve">… </w:t>
      </w:r>
      <w:r w:rsidR="00C855EF" w:rsidRPr="00AA04A0">
        <w:t>huit</w:t>
      </w:r>
      <w:r>
        <w:t xml:space="preserve">… </w:t>
      </w:r>
      <w:r w:rsidR="00C855EF" w:rsidRPr="00AA04A0">
        <w:t>neuf</w:t>
      </w:r>
      <w:r>
        <w:t>…</w:t>
      </w:r>
    </w:p>
    <w:p w14:paraId="2D8FE54E" w14:textId="77777777" w:rsidR="00EA052C" w:rsidRDefault="00C855EF" w:rsidP="00C855EF">
      <w:r w:rsidRPr="00AA04A0">
        <w:t>Il continua</w:t>
      </w:r>
      <w:r w:rsidR="00EA052C">
        <w:t xml:space="preserve">. </w:t>
      </w:r>
      <w:r w:rsidRPr="00AA04A0">
        <w:t xml:space="preserve">Au chiffre cent </w:t>
      </w:r>
      <w:proofErr w:type="spellStart"/>
      <w:r w:rsidRPr="00AA04A0">
        <w:t>quatre vingt</w:t>
      </w:r>
      <w:proofErr w:type="spellEnd"/>
      <w:r w:rsidRPr="00AA04A0">
        <w:t xml:space="preserve"> quinze il s</w:t>
      </w:r>
      <w:r w:rsidR="00EA052C">
        <w:t>’</w:t>
      </w:r>
      <w:r w:rsidRPr="00AA04A0">
        <w:t>arrêta et me regardant dit</w:t>
      </w:r>
      <w:r w:rsidR="00EA052C">
        <w:t> :</w:t>
      </w:r>
    </w:p>
    <w:p w14:paraId="74128431" w14:textId="77777777" w:rsidR="00EA052C" w:rsidRDefault="00EA052C" w:rsidP="00C855EF">
      <w:r>
        <w:t>— </w:t>
      </w:r>
      <w:r w:rsidR="00C855EF" w:rsidRPr="00AA04A0">
        <w:t>Savez-vous</w:t>
      </w:r>
      <w:r>
        <w:t xml:space="preserve">, </w:t>
      </w:r>
      <w:r w:rsidR="00C855EF" w:rsidRPr="00AA04A0">
        <w:t>gentleman</w:t>
      </w:r>
      <w:r>
        <w:t xml:space="preserve">, </w:t>
      </w:r>
      <w:r w:rsidR="00C855EF" w:rsidRPr="00AA04A0">
        <w:t>ce que représente ce chiffre de 195</w:t>
      </w:r>
      <w:r>
        <w:t> ?</w:t>
      </w:r>
    </w:p>
    <w:p w14:paraId="3C628372" w14:textId="77777777" w:rsidR="00EA052C" w:rsidRDefault="00EA052C" w:rsidP="00C855EF">
      <w:r>
        <w:t>— </w:t>
      </w:r>
      <w:r w:rsidR="00C855EF" w:rsidRPr="00AA04A0">
        <w:t>Non</w:t>
      </w:r>
      <w:r>
        <w:t xml:space="preserve">, </w:t>
      </w:r>
      <w:r w:rsidR="00C855EF" w:rsidRPr="00AA04A0">
        <w:t>Toby</w:t>
      </w:r>
      <w:r>
        <w:t xml:space="preserve">. </w:t>
      </w:r>
      <w:r w:rsidR="00C855EF" w:rsidRPr="00AA04A0">
        <w:t>Que veut-il dire</w:t>
      </w:r>
      <w:r>
        <w:t> ?</w:t>
      </w:r>
    </w:p>
    <w:p w14:paraId="448C3F4C" w14:textId="77777777" w:rsidR="00EA052C" w:rsidRDefault="00EA052C" w:rsidP="00C855EF">
      <w:r>
        <w:lastRenderedPageBreak/>
        <w:t>— </w:t>
      </w:r>
      <w:r w:rsidR="00C855EF" w:rsidRPr="00AA04A0">
        <w:t>Il veut dire que nous sommes au-dessus du point où se concentrent la vie et la force éruptive des 195 volcans de la terre</w:t>
      </w:r>
      <w:r>
        <w:t xml:space="preserve">. </w:t>
      </w:r>
      <w:r w:rsidR="00C855EF" w:rsidRPr="00AA04A0">
        <w:t>Ici l</w:t>
      </w:r>
      <w:r>
        <w:t>’</w:t>
      </w:r>
      <w:r w:rsidR="00C855EF" w:rsidRPr="00AA04A0">
        <w:t>air perd ses 41 parties d</w:t>
      </w:r>
      <w:r>
        <w:t>’</w:t>
      </w:r>
      <w:r w:rsidR="00C855EF" w:rsidRPr="00AA04A0">
        <w:t>oxygène et ses 79 parties d</w:t>
      </w:r>
      <w:r>
        <w:t>’</w:t>
      </w:r>
      <w:r w:rsidR="00C855EF" w:rsidRPr="00AA04A0">
        <w:t>azote pour se dissoudre dans le courant magnétique</w:t>
      </w:r>
      <w:r>
        <w:t>.</w:t>
      </w:r>
    </w:p>
    <w:p w14:paraId="6AFC3D8A" w14:textId="77777777" w:rsidR="00EA052C" w:rsidRDefault="00EA052C" w:rsidP="00C855EF">
      <w:r>
        <w:t>— </w:t>
      </w:r>
      <w:r w:rsidR="00C855EF" w:rsidRPr="00AA04A0">
        <w:t>Ce qui veut dire</w:t>
      </w:r>
      <w:r>
        <w:t> ?…</w:t>
      </w:r>
    </w:p>
    <w:p w14:paraId="30F43ECA" w14:textId="77777777" w:rsidR="00EA052C" w:rsidRDefault="00EA052C" w:rsidP="00C855EF">
      <w:r>
        <w:t>— </w:t>
      </w:r>
      <w:r w:rsidR="00C855EF" w:rsidRPr="00AA04A0">
        <w:t>Que si nous ouvrons ici une des glaces de la cabine nous irons nous clouer avec le moteur à l</w:t>
      </w:r>
      <w:r>
        <w:t>’</w:t>
      </w:r>
      <w:r w:rsidR="00C855EF" w:rsidRPr="00AA04A0">
        <w:t>axe terrestre où l</w:t>
      </w:r>
      <w:r>
        <w:t>’</w:t>
      </w:r>
      <w:r w:rsidR="00C855EF" w:rsidRPr="00AA04A0">
        <w:t>électricité nous ménagerait une mort pour le moins inédite</w:t>
      </w:r>
      <w:r>
        <w:t xml:space="preserve">. </w:t>
      </w:r>
      <w:r w:rsidR="00C855EF" w:rsidRPr="00AA04A0">
        <w:t>Au lieu de cela nous allons faire mieux</w:t>
      </w:r>
      <w:r>
        <w:t>.</w:t>
      </w:r>
    </w:p>
    <w:p w14:paraId="601B98F6" w14:textId="77777777" w:rsidR="00EA052C" w:rsidRDefault="00EA052C" w:rsidP="00C855EF">
      <w:r>
        <w:t>— </w:t>
      </w:r>
      <w:r w:rsidR="00C855EF" w:rsidRPr="00AA04A0">
        <w:t>Que comptez-vous donc faire</w:t>
      </w:r>
      <w:r>
        <w:t xml:space="preserve">, </w:t>
      </w:r>
      <w:proofErr w:type="spellStart"/>
      <w:r w:rsidR="00C855EF" w:rsidRPr="00AA04A0">
        <w:t>Kleampton</w:t>
      </w:r>
      <w:proofErr w:type="spellEnd"/>
      <w:r>
        <w:t> ?</w:t>
      </w:r>
    </w:p>
    <w:p w14:paraId="1B476962" w14:textId="77777777" w:rsidR="00EA052C" w:rsidRDefault="00EA052C" w:rsidP="00C855EF">
      <w:r>
        <w:t>— </w:t>
      </w:r>
      <w:r w:rsidR="00C855EF" w:rsidRPr="00AA04A0">
        <w:t>L</w:t>
      </w:r>
      <w:r>
        <w:t>’</w:t>
      </w:r>
      <w:r w:rsidR="00C855EF" w:rsidRPr="00AA04A0">
        <w:t>ascension du Pôle</w:t>
      </w:r>
      <w:r>
        <w:t xml:space="preserve"> ! </w:t>
      </w:r>
      <w:r w:rsidR="00C855EF" w:rsidRPr="00AA04A0">
        <w:t>rugit-il en pesant de toutes ses forces sur le levier de montée</w:t>
      </w:r>
      <w:r>
        <w:t>.</w:t>
      </w:r>
    </w:p>
    <w:p w14:paraId="028FB34F" w14:textId="77777777" w:rsidR="00EA052C" w:rsidRDefault="00C855EF" w:rsidP="00C855EF">
      <w:r w:rsidRPr="00AA04A0">
        <w:t>L</w:t>
      </w:r>
      <w:r w:rsidR="00EA052C">
        <w:t>’</w:t>
      </w:r>
      <w:r w:rsidRPr="00AA04A0">
        <w:t>aéroplane bondit effroyablement</w:t>
      </w:r>
      <w:r w:rsidR="00EA052C">
        <w:t>.</w:t>
      </w:r>
    </w:p>
    <w:p w14:paraId="3CE4AF00" w14:textId="77777777" w:rsidR="00EA052C" w:rsidRDefault="00EA052C" w:rsidP="00C855EF">
      <w:r>
        <w:t>— </w:t>
      </w:r>
      <w:r w:rsidR="00C855EF" w:rsidRPr="00AA04A0">
        <w:t>C</w:t>
      </w:r>
      <w:r>
        <w:t>’</w:t>
      </w:r>
      <w:r w:rsidR="00C855EF" w:rsidRPr="00AA04A0">
        <w:t>est la mort</w:t>
      </w:r>
      <w:r>
        <w:t xml:space="preserve"> ! </w:t>
      </w:r>
      <w:r w:rsidR="00C855EF" w:rsidRPr="00AA04A0">
        <w:t>criai-je</w:t>
      </w:r>
      <w:r>
        <w:t>.</w:t>
      </w:r>
    </w:p>
    <w:p w14:paraId="0A0B2598" w14:textId="77777777" w:rsidR="00EA052C" w:rsidRDefault="00EA052C" w:rsidP="00C855EF">
      <w:r>
        <w:t>— </w:t>
      </w:r>
      <w:r w:rsidR="00C855EF" w:rsidRPr="00AA04A0">
        <w:t>C</w:t>
      </w:r>
      <w:r>
        <w:t>’</w:t>
      </w:r>
      <w:r w:rsidR="00C855EF" w:rsidRPr="00AA04A0">
        <w:t>est la gloire</w:t>
      </w:r>
      <w:r>
        <w:t xml:space="preserve"> ! </w:t>
      </w:r>
      <w:r w:rsidR="00C855EF" w:rsidRPr="00AA04A0">
        <w:t>clama l</w:t>
      </w:r>
      <w:r>
        <w:t>’</w:t>
      </w:r>
      <w:r w:rsidR="00C855EF" w:rsidRPr="00AA04A0">
        <w:t>ingénieur</w:t>
      </w:r>
      <w:r>
        <w:t>.</w:t>
      </w:r>
    </w:p>
    <w:p w14:paraId="759941EA" w14:textId="77777777" w:rsidR="00EA052C" w:rsidRDefault="00C855EF" w:rsidP="00C855EF">
      <w:r w:rsidRPr="00AA04A0">
        <w:t>Et un nouveau bond emporta l</w:t>
      </w:r>
      <w:r w:rsidR="00EA052C">
        <w:t>’</w:t>
      </w:r>
      <w:r w:rsidRPr="00AA04A0">
        <w:t>aéroplane au long de l</w:t>
      </w:r>
      <w:r w:rsidR="00EA052C">
        <w:t>’</w:t>
      </w:r>
      <w:r w:rsidRPr="00AA04A0">
        <w:t>axe tournoyant et glacé</w:t>
      </w:r>
      <w:r w:rsidR="00EA052C">
        <w:t>.</w:t>
      </w:r>
    </w:p>
    <w:p w14:paraId="189E5124" w14:textId="77777777" w:rsidR="00EA052C" w:rsidRDefault="00C855EF" w:rsidP="00C855EF">
      <w:r w:rsidRPr="00AA04A0">
        <w:t>Des deux mains je me cramponnai à la barre d</w:t>
      </w:r>
      <w:r w:rsidR="00EA052C">
        <w:t>’</w:t>
      </w:r>
      <w:r w:rsidRPr="00AA04A0">
        <w:t>appui de la cabine</w:t>
      </w:r>
      <w:r w:rsidR="00EA052C">
        <w:t xml:space="preserve">. </w:t>
      </w:r>
      <w:r w:rsidRPr="00AA04A0">
        <w:t>En cet instant</w:t>
      </w:r>
      <w:r w:rsidR="00EA052C">
        <w:t xml:space="preserve">, </w:t>
      </w:r>
      <w:proofErr w:type="spellStart"/>
      <w:r w:rsidRPr="00AA04A0">
        <w:t>Kleampton</w:t>
      </w:r>
      <w:proofErr w:type="spellEnd"/>
      <w:r w:rsidRPr="00AA04A0">
        <w:t xml:space="preserve"> me fit véritablement peur</w:t>
      </w:r>
      <w:r w:rsidR="00EA052C">
        <w:t xml:space="preserve">. </w:t>
      </w:r>
      <w:r w:rsidRPr="00AA04A0">
        <w:t>Ah</w:t>
      </w:r>
      <w:r w:rsidR="00EA052C">
        <w:t xml:space="preserve"> ! </w:t>
      </w:r>
      <w:r w:rsidRPr="00AA04A0">
        <w:t>j</w:t>
      </w:r>
      <w:r w:rsidR="00EA052C">
        <w:t>’</w:t>
      </w:r>
      <w:r w:rsidRPr="00AA04A0">
        <w:t>avais bien raison de le croire un peu fou</w:t>
      </w:r>
      <w:r w:rsidR="00EA052C">
        <w:t> !</w:t>
      </w:r>
    </w:p>
    <w:p w14:paraId="4767B2DA" w14:textId="77777777" w:rsidR="00EA052C" w:rsidRDefault="00C855EF" w:rsidP="00C855EF">
      <w:r w:rsidRPr="00AA04A0">
        <w:t>Un peu fou</w:t>
      </w:r>
      <w:r w:rsidR="00EA052C">
        <w:t xml:space="preserve"> ?… </w:t>
      </w:r>
      <w:r w:rsidRPr="00AA04A0">
        <w:t>Ah</w:t>
      </w:r>
      <w:r w:rsidR="00EA052C">
        <w:t xml:space="preserve"> ! </w:t>
      </w:r>
      <w:r w:rsidRPr="00AA04A0">
        <w:t>certes non</w:t>
      </w:r>
      <w:r w:rsidR="00EA052C">
        <w:t xml:space="preserve"> ! </w:t>
      </w:r>
      <w:r w:rsidRPr="00AA04A0">
        <w:t>Fou</w:t>
      </w:r>
      <w:r w:rsidR="00EA052C">
        <w:t xml:space="preserve">, </w:t>
      </w:r>
      <w:r w:rsidRPr="00AA04A0">
        <w:t>fou à lier</w:t>
      </w:r>
      <w:r w:rsidR="00EA052C">
        <w:t> !</w:t>
      </w:r>
    </w:p>
    <w:p w14:paraId="268C7C14" w14:textId="77777777" w:rsidR="00EA052C" w:rsidRDefault="00C855EF" w:rsidP="00C855EF">
      <w:pPr>
        <w:rPr>
          <w:i/>
          <w:iCs/>
          <w:szCs w:val="32"/>
        </w:rPr>
      </w:pPr>
      <w:r w:rsidRPr="00AA04A0">
        <w:t>Il remplissait la cage de verre de ses clameurs épouva</w:t>
      </w:r>
      <w:r w:rsidRPr="00AA04A0">
        <w:t>n</w:t>
      </w:r>
      <w:r w:rsidRPr="00AA04A0">
        <w:t>tables</w:t>
      </w:r>
      <w:r w:rsidR="00EA052C">
        <w:t xml:space="preserve">, </w:t>
      </w:r>
      <w:r w:rsidRPr="00AA04A0">
        <w:t xml:space="preserve">penché sur les leviers du </w:t>
      </w:r>
      <w:proofErr w:type="spellStart"/>
      <w:r w:rsidRPr="00AA04A0">
        <w:rPr>
          <w:i/>
          <w:iCs/>
          <w:szCs w:val="32"/>
        </w:rPr>
        <w:t>Météor</w:t>
      </w:r>
      <w:proofErr w:type="spellEnd"/>
      <w:r w:rsidR="00EA052C">
        <w:rPr>
          <w:i/>
          <w:iCs/>
          <w:szCs w:val="32"/>
        </w:rPr>
        <w:t>.</w:t>
      </w:r>
    </w:p>
    <w:p w14:paraId="443F0F67" w14:textId="77777777" w:rsidR="00EA052C" w:rsidRDefault="00EA052C" w:rsidP="00C855EF">
      <w:r>
        <w:rPr>
          <w:i/>
          <w:iCs/>
          <w:szCs w:val="32"/>
        </w:rPr>
        <w:t>— </w:t>
      </w:r>
      <w:r w:rsidR="00C855EF" w:rsidRPr="00AA04A0">
        <w:t>Plus haut</w:t>
      </w:r>
      <w:r>
        <w:t xml:space="preserve"> ! </w:t>
      </w:r>
      <w:r w:rsidR="00C855EF" w:rsidRPr="00AA04A0">
        <w:t>Plus haut</w:t>
      </w:r>
      <w:r>
        <w:t xml:space="preserve"> ! </w:t>
      </w:r>
      <w:r w:rsidR="00C855EF" w:rsidRPr="00AA04A0">
        <w:t>Toujours plus haut</w:t>
      </w:r>
      <w:r>
        <w:t xml:space="preserve"> ! </w:t>
      </w:r>
      <w:r w:rsidR="00C855EF" w:rsidRPr="00AA04A0">
        <w:t>Encore plus haut</w:t>
      </w:r>
      <w:r>
        <w:t> !…</w:t>
      </w:r>
    </w:p>
    <w:p w14:paraId="7B4A8756" w14:textId="77777777" w:rsidR="00EA052C" w:rsidRDefault="00C855EF" w:rsidP="00C855EF">
      <w:r w:rsidRPr="00AA04A0">
        <w:lastRenderedPageBreak/>
        <w:t>Et vers le faîte de l</w:t>
      </w:r>
      <w:r w:rsidR="00EA052C">
        <w:t>’</w:t>
      </w:r>
      <w:r w:rsidRPr="00AA04A0">
        <w:t>axe l</w:t>
      </w:r>
      <w:r w:rsidR="00EA052C">
        <w:t>’</w:t>
      </w:r>
      <w:r w:rsidRPr="00AA04A0">
        <w:t>aéroplane bondissait à grands coups saccadés</w:t>
      </w:r>
      <w:r w:rsidR="00EA052C">
        <w:t xml:space="preserve">, </w:t>
      </w:r>
      <w:r w:rsidRPr="00AA04A0">
        <w:t>brusques</w:t>
      </w:r>
      <w:r w:rsidR="00EA052C">
        <w:t xml:space="preserve">, </w:t>
      </w:r>
      <w:r w:rsidRPr="00AA04A0">
        <w:t>secs et violents</w:t>
      </w:r>
      <w:r w:rsidR="00EA052C">
        <w:t>.</w:t>
      </w:r>
    </w:p>
    <w:p w14:paraId="55C2B00B" w14:textId="77777777" w:rsidR="00EA052C" w:rsidRDefault="00C855EF" w:rsidP="00C855EF">
      <w:r w:rsidRPr="00AA04A0">
        <w:t>Cette ascension qui dura peut-être cinq minutes</w:t>
      </w:r>
      <w:r w:rsidR="00EA052C">
        <w:t xml:space="preserve">, </w:t>
      </w:r>
      <w:r w:rsidRPr="00AA04A0">
        <w:t>dix m</w:t>
      </w:r>
      <w:r w:rsidRPr="00AA04A0">
        <w:t>i</w:t>
      </w:r>
      <w:r w:rsidRPr="00AA04A0">
        <w:t>nutes</w:t>
      </w:r>
      <w:r w:rsidR="00EA052C">
        <w:t xml:space="preserve">, </w:t>
      </w:r>
      <w:r w:rsidRPr="00AA04A0">
        <w:t>me sembla peser aux épaules comme des siècles</w:t>
      </w:r>
      <w:r w:rsidR="00EA052C">
        <w:t xml:space="preserve">. </w:t>
      </w:r>
      <w:r w:rsidRPr="00AA04A0">
        <w:t>Je se</w:t>
      </w:r>
      <w:r w:rsidRPr="00AA04A0">
        <w:t>n</w:t>
      </w:r>
      <w:r w:rsidRPr="00AA04A0">
        <w:t>tais réellement les cheveux blanchir à mes tempes où battait une terrible fièvre</w:t>
      </w:r>
      <w:r w:rsidR="00EA052C">
        <w:t>.</w:t>
      </w:r>
    </w:p>
    <w:p w14:paraId="77427FFB" w14:textId="77777777" w:rsidR="00EA052C" w:rsidRDefault="00C855EF" w:rsidP="00C855EF">
      <w:r w:rsidRPr="00AA04A0">
        <w:t>De minute en minute la colonne tournoyante diminuait en circonférence</w:t>
      </w:r>
      <w:r w:rsidR="00EA052C">
        <w:t xml:space="preserve">, </w:t>
      </w:r>
      <w:r w:rsidRPr="00AA04A0">
        <w:t>s</w:t>
      </w:r>
      <w:r w:rsidR="00EA052C">
        <w:t>’</w:t>
      </w:r>
      <w:r w:rsidRPr="00AA04A0">
        <w:t>effilait comme une aiguille</w:t>
      </w:r>
      <w:r w:rsidR="00EA052C">
        <w:t xml:space="preserve">. </w:t>
      </w:r>
      <w:r w:rsidRPr="00AA04A0">
        <w:t>Soudain</w:t>
      </w:r>
      <w:r w:rsidR="00EA052C">
        <w:t xml:space="preserve">, </w:t>
      </w:r>
      <w:r w:rsidRPr="00AA04A0">
        <w:t>au-dessus de notre tête</w:t>
      </w:r>
      <w:r w:rsidR="00EA052C">
        <w:t xml:space="preserve">, </w:t>
      </w:r>
      <w:r w:rsidRPr="00AA04A0">
        <w:t>dans l</w:t>
      </w:r>
      <w:r w:rsidR="00EA052C">
        <w:t>’</w:t>
      </w:r>
      <w:r w:rsidRPr="00AA04A0">
        <w:t>immensité vierge</w:t>
      </w:r>
      <w:r w:rsidR="00EA052C">
        <w:t xml:space="preserve">, </w:t>
      </w:r>
      <w:r w:rsidRPr="00AA04A0">
        <w:t>redoutable</w:t>
      </w:r>
      <w:r w:rsidR="00EA052C">
        <w:t xml:space="preserve">, </w:t>
      </w:r>
      <w:r w:rsidRPr="00AA04A0">
        <w:t>farouche</w:t>
      </w:r>
      <w:r w:rsidR="00EA052C">
        <w:t xml:space="preserve">, </w:t>
      </w:r>
      <w:r w:rsidRPr="00AA04A0">
        <w:t>i</w:t>
      </w:r>
      <w:r w:rsidRPr="00AA04A0">
        <w:t>n</w:t>
      </w:r>
      <w:r w:rsidRPr="00AA04A0">
        <w:t>connue</w:t>
      </w:r>
      <w:r w:rsidR="00EA052C">
        <w:t xml:space="preserve">, </w:t>
      </w:r>
      <w:r w:rsidRPr="00AA04A0">
        <w:t>une lumière blafarde et immobile</w:t>
      </w:r>
      <w:r w:rsidR="00EA052C">
        <w:t xml:space="preserve">, </w:t>
      </w:r>
      <w:r w:rsidRPr="00AA04A0">
        <w:t>bleue et bleuie</w:t>
      </w:r>
      <w:r w:rsidR="00EA052C">
        <w:t xml:space="preserve">, </w:t>
      </w:r>
      <w:r w:rsidRPr="00AA04A0">
        <w:t>brilla d</w:t>
      </w:r>
      <w:r w:rsidR="00EA052C">
        <w:t>’</w:t>
      </w:r>
      <w:r w:rsidRPr="00AA04A0">
        <w:t>un éclat singulier</w:t>
      </w:r>
      <w:r w:rsidR="00EA052C">
        <w:t>.</w:t>
      </w:r>
    </w:p>
    <w:p w14:paraId="7B696BD9" w14:textId="77777777" w:rsidR="00EA052C" w:rsidRDefault="00C855EF" w:rsidP="00C855EF">
      <w:r w:rsidRPr="00AA04A0">
        <w:t>On aurait dit une lumière glacée</w:t>
      </w:r>
      <w:r w:rsidR="00EA052C">
        <w:t xml:space="preserve">, </w:t>
      </w:r>
      <w:r w:rsidRPr="00AA04A0">
        <w:t>figée</w:t>
      </w:r>
      <w:r w:rsidR="00EA052C">
        <w:t xml:space="preserve">, </w:t>
      </w:r>
      <w:r w:rsidRPr="00AA04A0">
        <w:t>immobile</w:t>
      </w:r>
      <w:r w:rsidR="00EA052C">
        <w:t>.</w:t>
      </w:r>
    </w:p>
    <w:p w14:paraId="48D7B916" w14:textId="77777777" w:rsidR="00EA052C" w:rsidRDefault="00EA052C" w:rsidP="00C855EF">
      <w:r>
        <w:t>— </w:t>
      </w:r>
      <w:r w:rsidR="00C855EF" w:rsidRPr="00AA04A0">
        <w:t>Voyez</w:t>
      </w:r>
      <w:r>
        <w:t xml:space="preserve"> ! </w:t>
      </w:r>
      <w:r w:rsidR="00C855EF" w:rsidRPr="00AA04A0">
        <w:t>Voyez</w:t>
      </w:r>
      <w:r>
        <w:t xml:space="preserve"> ! </w:t>
      </w:r>
      <w:r w:rsidR="00C855EF" w:rsidRPr="00AA04A0">
        <w:t>cria</w:t>
      </w:r>
      <w:r>
        <w:t xml:space="preserve">, </w:t>
      </w:r>
      <w:r w:rsidR="00C855EF" w:rsidRPr="00AA04A0">
        <w:t>le doigt tendu</w:t>
      </w:r>
      <w:r>
        <w:t xml:space="preserve">, </w:t>
      </w:r>
      <w:proofErr w:type="spellStart"/>
      <w:r w:rsidR="00C855EF" w:rsidRPr="00AA04A0">
        <w:t>Kleampton</w:t>
      </w:r>
      <w:proofErr w:type="spellEnd"/>
      <w:r>
        <w:t>.</w:t>
      </w:r>
    </w:p>
    <w:p w14:paraId="512A12CD" w14:textId="77777777" w:rsidR="00EA052C" w:rsidRDefault="00EA052C" w:rsidP="00C855EF">
      <w:r>
        <w:t>— </w:t>
      </w:r>
      <w:r w:rsidR="00C855EF" w:rsidRPr="00AA04A0">
        <w:t>Je vois</w:t>
      </w:r>
      <w:r>
        <w:t xml:space="preserve">, </w:t>
      </w:r>
      <w:proofErr w:type="spellStart"/>
      <w:r w:rsidR="00C855EF" w:rsidRPr="00AA04A0">
        <w:t>Kleampton</w:t>
      </w:r>
      <w:proofErr w:type="spellEnd"/>
      <w:r>
        <w:t>.</w:t>
      </w:r>
    </w:p>
    <w:p w14:paraId="298353E2" w14:textId="77777777" w:rsidR="00EA052C" w:rsidRDefault="00EA052C" w:rsidP="00C855EF">
      <w:r>
        <w:t>— </w:t>
      </w:r>
      <w:r w:rsidR="00C855EF" w:rsidRPr="00AA04A0">
        <w:t>Savez-vous ce qu</w:t>
      </w:r>
      <w:r>
        <w:t>’</w:t>
      </w:r>
      <w:r w:rsidR="00C855EF" w:rsidRPr="00AA04A0">
        <w:t>est cette lumière</w:t>
      </w:r>
      <w:r>
        <w:t> ?</w:t>
      </w:r>
    </w:p>
    <w:p w14:paraId="5FA8E3E8" w14:textId="77777777" w:rsidR="00EA052C" w:rsidRDefault="00EA052C" w:rsidP="00C855EF">
      <w:r>
        <w:t>— </w:t>
      </w:r>
      <w:r w:rsidR="00C855EF" w:rsidRPr="00AA04A0">
        <w:t>Non</w:t>
      </w:r>
      <w:r>
        <w:t>.</w:t>
      </w:r>
    </w:p>
    <w:p w14:paraId="396CC51C" w14:textId="77777777" w:rsidR="00EA052C" w:rsidRDefault="00EA052C" w:rsidP="00C855EF">
      <w:r>
        <w:t>— </w:t>
      </w:r>
      <w:r w:rsidR="00C855EF" w:rsidRPr="00AA04A0">
        <w:t>C</w:t>
      </w:r>
      <w:r>
        <w:t>’</w:t>
      </w:r>
      <w:r w:rsidR="00C855EF" w:rsidRPr="00AA04A0">
        <w:t>est une étoile</w:t>
      </w:r>
      <w:r>
        <w:t>.</w:t>
      </w:r>
    </w:p>
    <w:p w14:paraId="5590DCC3" w14:textId="77777777" w:rsidR="00EA052C" w:rsidRDefault="00EA052C" w:rsidP="00C855EF">
      <w:r>
        <w:t>— </w:t>
      </w:r>
      <w:r w:rsidR="00C855EF" w:rsidRPr="00AA04A0">
        <w:t>Quelle étoile</w:t>
      </w:r>
      <w:r>
        <w:t> ?</w:t>
      </w:r>
    </w:p>
    <w:p w14:paraId="7FD94D22" w14:textId="77777777" w:rsidR="00EA052C" w:rsidRDefault="00EA052C" w:rsidP="00C855EF">
      <w:r>
        <w:t>— </w:t>
      </w:r>
      <w:r w:rsidR="00C855EF" w:rsidRPr="00AA04A0">
        <w:t>L</w:t>
      </w:r>
      <w:r>
        <w:t>’</w:t>
      </w:r>
      <w:r w:rsidR="00C855EF" w:rsidRPr="00AA04A0">
        <w:t>étoile polaire</w:t>
      </w:r>
      <w:r>
        <w:t> !</w:t>
      </w:r>
    </w:p>
    <w:p w14:paraId="5CAF93A5" w14:textId="31720FEA" w:rsidR="00C855EF" w:rsidRPr="00AA04A0" w:rsidRDefault="00C855EF" w:rsidP="00EA052C">
      <w:pPr>
        <w:pStyle w:val="Titre1"/>
      </w:pPr>
      <w:bookmarkStart w:id="14" w:name="_Toc194837614"/>
      <w:r w:rsidRPr="00AA04A0">
        <w:lastRenderedPageBreak/>
        <w:t>XIII</w:t>
      </w:r>
      <w:r w:rsidRPr="00AA04A0">
        <w:br/>
      </w:r>
      <w:r w:rsidRPr="00AA04A0">
        <w:br/>
        <w:t>L</w:t>
      </w:r>
      <w:r w:rsidR="00EA052C">
        <w:t>’</w:t>
      </w:r>
      <w:r w:rsidRPr="00AA04A0">
        <w:t>INCENDIE DU PÔLE</w:t>
      </w:r>
      <w:bookmarkEnd w:id="14"/>
    </w:p>
    <w:p w14:paraId="4197F75D" w14:textId="77777777" w:rsidR="00EA052C" w:rsidRDefault="00C855EF" w:rsidP="00C855EF">
      <w:r w:rsidRPr="00AA04A0">
        <w:t>Notre descente fut vertigineuse</w:t>
      </w:r>
      <w:r w:rsidR="00EA052C">
        <w:t xml:space="preserve">, </w:t>
      </w:r>
      <w:r w:rsidRPr="00AA04A0">
        <w:t>tout en nous donnant l</w:t>
      </w:r>
      <w:r w:rsidR="00EA052C">
        <w:t>’</w:t>
      </w:r>
      <w:r w:rsidRPr="00AA04A0">
        <w:t>impression de la stabilité et de l</w:t>
      </w:r>
      <w:r w:rsidR="00EA052C">
        <w:t>’</w:t>
      </w:r>
      <w:r w:rsidRPr="00AA04A0">
        <w:t>immobilité</w:t>
      </w:r>
      <w:r w:rsidR="00EA052C">
        <w:t>.</w:t>
      </w:r>
    </w:p>
    <w:p w14:paraId="66877522" w14:textId="77777777" w:rsidR="00EA052C" w:rsidRDefault="00C855EF" w:rsidP="00C855EF">
      <w:r w:rsidRPr="00AA04A0">
        <w:t>À fréquenter un fou</w:t>
      </w:r>
      <w:r w:rsidR="00EA052C">
        <w:t xml:space="preserve">, </w:t>
      </w:r>
      <w:r w:rsidRPr="00AA04A0">
        <w:t xml:space="preserve">tel que </w:t>
      </w:r>
      <w:proofErr w:type="spellStart"/>
      <w:r w:rsidRPr="00AA04A0">
        <w:t>Kleampton</w:t>
      </w:r>
      <w:proofErr w:type="spellEnd"/>
      <w:r w:rsidRPr="00AA04A0">
        <w:t xml:space="preserve"> m</w:t>
      </w:r>
      <w:r w:rsidR="00EA052C">
        <w:t>’</w:t>
      </w:r>
      <w:r w:rsidRPr="00AA04A0">
        <w:t>apparaissait en cet instant</w:t>
      </w:r>
      <w:r w:rsidR="00EA052C">
        <w:t xml:space="preserve">, </w:t>
      </w:r>
      <w:r w:rsidRPr="00AA04A0">
        <w:t>je me sentais devenir fou moi-même</w:t>
      </w:r>
      <w:r w:rsidR="00EA052C">
        <w:t xml:space="preserve">. </w:t>
      </w:r>
      <w:r w:rsidRPr="00AA04A0">
        <w:t>En descendant il sembla regagner son calme et à mon tour je me calmai</w:t>
      </w:r>
      <w:r w:rsidR="00EA052C">
        <w:t>.</w:t>
      </w:r>
    </w:p>
    <w:p w14:paraId="6B5D0123" w14:textId="77777777" w:rsidR="00EA052C" w:rsidRDefault="00C855EF" w:rsidP="00C855EF">
      <w:r w:rsidRPr="00AA04A0">
        <w:t>Je le vis allumer sa pipe et le regard joyeux il me cria</w:t>
      </w:r>
      <w:r w:rsidR="00EA052C">
        <w:t> :</w:t>
      </w:r>
    </w:p>
    <w:p w14:paraId="58E46DD8" w14:textId="77777777" w:rsidR="00EA052C" w:rsidRDefault="00EA052C" w:rsidP="00C855EF">
      <w:r>
        <w:t>— </w:t>
      </w:r>
      <w:r w:rsidR="00C855EF" w:rsidRPr="00AA04A0">
        <w:t>Ai-je tenu ma promesse</w:t>
      </w:r>
      <w:r>
        <w:t xml:space="preserve">, </w:t>
      </w:r>
      <w:r w:rsidR="00C855EF" w:rsidRPr="00AA04A0">
        <w:t>gentleman</w:t>
      </w:r>
      <w:r>
        <w:t> ?</w:t>
      </w:r>
    </w:p>
    <w:p w14:paraId="74E7A703" w14:textId="77777777" w:rsidR="00EA052C" w:rsidRDefault="00EA052C" w:rsidP="00C855EF">
      <w:r>
        <w:t>— </w:t>
      </w:r>
      <w:r w:rsidR="00C855EF" w:rsidRPr="00AA04A0">
        <w:t xml:space="preserve">Toby </w:t>
      </w:r>
      <w:proofErr w:type="spellStart"/>
      <w:r w:rsidR="00C855EF" w:rsidRPr="00AA04A0">
        <w:t>Kleampton</w:t>
      </w:r>
      <w:proofErr w:type="spellEnd"/>
      <w:r>
        <w:t xml:space="preserve">, </w:t>
      </w:r>
      <w:r w:rsidR="00C855EF" w:rsidRPr="00AA04A0">
        <w:t>vous êtes digne d</w:t>
      </w:r>
      <w:r>
        <w:t>’</w:t>
      </w:r>
      <w:r w:rsidR="00C855EF" w:rsidRPr="00AA04A0">
        <w:t>être Américain</w:t>
      </w:r>
      <w:r>
        <w:t>.</w:t>
      </w:r>
    </w:p>
    <w:p w14:paraId="5798D0A6" w14:textId="77777777" w:rsidR="00EA052C" w:rsidRDefault="00C855EF" w:rsidP="00C855EF">
      <w:r w:rsidRPr="00AA04A0">
        <w:t>L</w:t>
      </w:r>
      <w:r w:rsidR="00EA052C">
        <w:t>’</w:t>
      </w:r>
      <w:r w:rsidRPr="00AA04A0">
        <w:t>éloge sembla le satisfaire</w:t>
      </w:r>
      <w:r w:rsidR="00EA052C">
        <w:t>.</w:t>
      </w:r>
    </w:p>
    <w:p w14:paraId="5C7DA1A0" w14:textId="77777777" w:rsidR="00EA052C" w:rsidRDefault="00EA052C" w:rsidP="00C855EF">
      <w:r>
        <w:t>— </w:t>
      </w:r>
      <w:r w:rsidR="00C855EF" w:rsidRPr="00AA04A0">
        <w:t>Et maintenant qu</w:t>
      </w:r>
      <w:r>
        <w:t>’</w:t>
      </w:r>
      <w:r w:rsidR="00C855EF" w:rsidRPr="00AA04A0">
        <w:t>allons-nous faire</w:t>
      </w:r>
      <w:r>
        <w:t xml:space="preserve"> ? </w:t>
      </w:r>
      <w:r w:rsidR="00C855EF" w:rsidRPr="00AA04A0">
        <w:t>Où allons-nous</w:t>
      </w:r>
      <w:r>
        <w:t> ?</w:t>
      </w:r>
    </w:p>
    <w:p w14:paraId="6F3F048D" w14:textId="77777777" w:rsidR="00EA052C" w:rsidRDefault="00EA052C" w:rsidP="00C855EF">
      <w:r>
        <w:t>— </w:t>
      </w:r>
      <w:r w:rsidR="00C855EF" w:rsidRPr="00AA04A0">
        <w:t>Nous reprenons le chemin de New-York</w:t>
      </w:r>
      <w:r>
        <w:t xml:space="preserve">, </w:t>
      </w:r>
      <w:r w:rsidR="00C855EF" w:rsidRPr="00AA04A0">
        <w:t>gentleman</w:t>
      </w:r>
      <w:r>
        <w:t>.</w:t>
      </w:r>
    </w:p>
    <w:p w14:paraId="60225C00" w14:textId="77777777" w:rsidR="00EA052C" w:rsidRDefault="00EA052C" w:rsidP="00C855EF">
      <w:r>
        <w:t>— </w:t>
      </w:r>
      <w:r w:rsidR="00C855EF" w:rsidRPr="00AA04A0">
        <w:rPr>
          <w:i/>
          <w:iCs/>
        </w:rPr>
        <w:t>All right</w:t>
      </w:r>
      <w:r>
        <w:t>.</w:t>
      </w:r>
    </w:p>
    <w:p w14:paraId="56D119CC" w14:textId="77777777" w:rsidR="00EA052C" w:rsidRDefault="00C855EF" w:rsidP="00C855EF">
      <w:r w:rsidRPr="00AA04A0">
        <w:t>Et nous descendions toujours</w:t>
      </w:r>
      <w:r w:rsidR="00EA052C">
        <w:t>.</w:t>
      </w:r>
    </w:p>
    <w:p w14:paraId="1FE77482" w14:textId="77777777" w:rsidR="00EA052C" w:rsidRDefault="00C855EF" w:rsidP="00C855EF">
      <w:r w:rsidRPr="00AA04A0">
        <w:t>Sensiblement l</w:t>
      </w:r>
      <w:r w:rsidR="00EA052C">
        <w:t>’</w:t>
      </w:r>
      <w:r w:rsidRPr="00AA04A0">
        <w:t>aéroplane s</w:t>
      </w:r>
      <w:r w:rsidR="00EA052C">
        <w:t>’</w:t>
      </w:r>
      <w:r w:rsidRPr="00AA04A0">
        <w:t>écarta de l</w:t>
      </w:r>
      <w:r w:rsidR="00EA052C">
        <w:t>’</w:t>
      </w:r>
      <w:r w:rsidRPr="00AA04A0">
        <w:t>axe terrestre et peu à peu à nos oreilles diminua le grondement intérieur du globe où la matière entrait en fusion</w:t>
      </w:r>
      <w:r w:rsidR="00EA052C">
        <w:t xml:space="preserve">. </w:t>
      </w:r>
      <w:r w:rsidRPr="00AA04A0">
        <w:t>C</w:t>
      </w:r>
      <w:r w:rsidR="00EA052C">
        <w:t>’</w:t>
      </w:r>
      <w:r w:rsidRPr="00AA04A0">
        <w:t>était maintenant une immense plaine trouée de fosses naturelles</w:t>
      </w:r>
      <w:r w:rsidR="00EA052C">
        <w:t xml:space="preserve">, </w:t>
      </w:r>
      <w:r w:rsidRPr="00AA04A0">
        <w:t>crevassée</w:t>
      </w:r>
      <w:r w:rsidR="00EA052C">
        <w:t xml:space="preserve">, </w:t>
      </w:r>
      <w:r w:rsidRPr="00AA04A0">
        <w:t>ravinée étrang</w:t>
      </w:r>
      <w:r w:rsidRPr="00AA04A0">
        <w:t>e</w:t>
      </w:r>
      <w:r w:rsidRPr="00AA04A0">
        <w:t>ment</w:t>
      </w:r>
      <w:r w:rsidR="00EA052C">
        <w:t xml:space="preserve">. </w:t>
      </w:r>
      <w:r w:rsidRPr="00AA04A0">
        <w:t>Désireux de la fraîcheur de l</w:t>
      </w:r>
      <w:r w:rsidR="00EA052C">
        <w:t>’</w:t>
      </w:r>
      <w:r w:rsidRPr="00AA04A0">
        <w:t>air</w:t>
      </w:r>
      <w:r w:rsidR="00EA052C">
        <w:t xml:space="preserve">, </w:t>
      </w:r>
      <w:r w:rsidRPr="00AA04A0">
        <w:t>j</w:t>
      </w:r>
      <w:r w:rsidR="00EA052C">
        <w:t>’</w:t>
      </w:r>
      <w:r w:rsidRPr="00AA04A0">
        <w:t>ouvris une des glaces de la cabine</w:t>
      </w:r>
      <w:r w:rsidR="00EA052C">
        <w:t>.</w:t>
      </w:r>
    </w:p>
    <w:p w14:paraId="37552631" w14:textId="77777777" w:rsidR="00EA052C" w:rsidRDefault="00C855EF" w:rsidP="00C855EF">
      <w:r w:rsidRPr="00AA04A0">
        <w:t>Une terrible odeur de pétrole envahit le compartiment</w:t>
      </w:r>
      <w:r w:rsidR="00EA052C">
        <w:t>.</w:t>
      </w:r>
    </w:p>
    <w:p w14:paraId="17908070" w14:textId="77777777" w:rsidR="00EA052C" w:rsidRDefault="00EA052C" w:rsidP="00C855EF">
      <w:r>
        <w:t>— </w:t>
      </w:r>
      <w:r w:rsidR="00C855EF" w:rsidRPr="00AA04A0">
        <w:t>Sentez-vous</w:t>
      </w:r>
      <w:r>
        <w:t xml:space="preserve"> ? </w:t>
      </w:r>
      <w:r w:rsidR="00C855EF" w:rsidRPr="00AA04A0">
        <w:t>demandai-je à l</w:t>
      </w:r>
      <w:r>
        <w:t>’</w:t>
      </w:r>
      <w:r w:rsidR="00C855EF" w:rsidRPr="00AA04A0">
        <w:t>ingénieur</w:t>
      </w:r>
      <w:r>
        <w:t>.</w:t>
      </w:r>
    </w:p>
    <w:p w14:paraId="0495C3E4" w14:textId="77777777" w:rsidR="00EA052C" w:rsidRDefault="00EA052C" w:rsidP="00C855EF">
      <w:r>
        <w:lastRenderedPageBreak/>
        <w:t>— </w:t>
      </w:r>
      <w:r w:rsidR="00C855EF" w:rsidRPr="00AA04A0">
        <w:t>Oui</w:t>
      </w:r>
      <w:r>
        <w:t xml:space="preserve">, </w:t>
      </w:r>
      <w:r w:rsidR="00C855EF" w:rsidRPr="00AA04A0">
        <w:t>nous sommes au-dessus des sources pétrolifères</w:t>
      </w:r>
      <w:r>
        <w:t xml:space="preserve">. </w:t>
      </w:r>
      <w:r w:rsidR="00C855EF" w:rsidRPr="00AA04A0">
        <w:t>Ici ont dû s</w:t>
      </w:r>
      <w:r>
        <w:t>’</w:t>
      </w:r>
      <w:r w:rsidR="00C855EF" w:rsidRPr="00AA04A0">
        <w:t>agglomérer les couches d</w:t>
      </w:r>
      <w:r>
        <w:t>’</w:t>
      </w:r>
      <w:r w:rsidR="00C855EF" w:rsidRPr="00AA04A0">
        <w:t xml:space="preserve">animaux </w:t>
      </w:r>
      <w:proofErr w:type="spellStart"/>
      <w:r w:rsidR="00C855EF" w:rsidRPr="00AA04A0">
        <w:t>antidéluviens</w:t>
      </w:r>
      <w:proofErr w:type="spellEnd"/>
      <w:r>
        <w:t xml:space="preserve">, </w:t>
      </w:r>
      <w:r w:rsidR="00C855EF" w:rsidRPr="00AA04A0">
        <w:t>les cadavres des temps préhistoriques</w:t>
      </w:r>
      <w:r>
        <w:t xml:space="preserve">. </w:t>
      </w:r>
      <w:r w:rsidR="00C855EF" w:rsidRPr="00AA04A0">
        <w:t>De là l</w:t>
      </w:r>
      <w:r>
        <w:t>’</w:t>
      </w:r>
      <w:r w:rsidR="00C855EF" w:rsidRPr="00AA04A0">
        <w:t>abondance des huiles minérales</w:t>
      </w:r>
      <w:r>
        <w:t>.</w:t>
      </w:r>
    </w:p>
    <w:p w14:paraId="16783055" w14:textId="77777777" w:rsidR="00EA052C" w:rsidRDefault="00C855EF" w:rsidP="00C855EF">
      <w:r w:rsidRPr="00AA04A0">
        <w:t xml:space="preserve">À côté de moi Toby </w:t>
      </w:r>
      <w:proofErr w:type="spellStart"/>
      <w:r w:rsidRPr="00AA04A0">
        <w:t>Kleampton</w:t>
      </w:r>
      <w:proofErr w:type="spellEnd"/>
      <w:r w:rsidRPr="00AA04A0">
        <w:t xml:space="preserve"> vint s</w:t>
      </w:r>
      <w:r w:rsidR="00EA052C">
        <w:t>’</w:t>
      </w:r>
      <w:r w:rsidRPr="00AA04A0">
        <w:t>accouder</w:t>
      </w:r>
      <w:r w:rsidR="00EA052C">
        <w:t>.</w:t>
      </w:r>
    </w:p>
    <w:p w14:paraId="6A137CBD" w14:textId="77777777" w:rsidR="00EA052C" w:rsidRDefault="00C855EF" w:rsidP="00C855EF">
      <w:r w:rsidRPr="00AA04A0">
        <w:t>Le ballon voguait doucement à travers l</w:t>
      </w:r>
      <w:r w:rsidR="00EA052C">
        <w:t>’</w:t>
      </w:r>
      <w:r w:rsidRPr="00AA04A0">
        <w:t>atmosphère cha</w:t>
      </w:r>
      <w:r w:rsidRPr="00AA04A0">
        <w:t>r</w:t>
      </w:r>
      <w:r w:rsidRPr="00AA04A0">
        <w:t>gée des gaz de la décomposition animale</w:t>
      </w:r>
      <w:r w:rsidR="00EA052C">
        <w:t>.</w:t>
      </w:r>
    </w:p>
    <w:p w14:paraId="4828A908" w14:textId="77777777" w:rsidR="00EA052C" w:rsidRDefault="00C855EF" w:rsidP="00C855EF">
      <w:r w:rsidRPr="00AA04A0">
        <w:t>C</w:t>
      </w:r>
      <w:r w:rsidR="00EA052C">
        <w:t>’</w:t>
      </w:r>
      <w:r w:rsidRPr="00AA04A0">
        <w:t>était toujours la nuit bleue</w:t>
      </w:r>
      <w:r w:rsidR="00EA052C">
        <w:t xml:space="preserve">, </w:t>
      </w:r>
      <w:r w:rsidRPr="00AA04A0">
        <w:t>la nuit vaporeuse du Pôle qui était revenue</w:t>
      </w:r>
      <w:r w:rsidR="00EA052C">
        <w:t xml:space="preserve">. </w:t>
      </w:r>
      <w:r w:rsidRPr="00AA04A0">
        <w:t>Nous avions quitté la zone de l</w:t>
      </w:r>
      <w:r w:rsidR="00EA052C">
        <w:t>’</w:t>
      </w:r>
      <w:r w:rsidRPr="00AA04A0">
        <w:t>éblouissement de l</w:t>
      </w:r>
      <w:r w:rsidR="00EA052C">
        <w:t>’</w:t>
      </w:r>
      <w:r w:rsidRPr="00AA04A0">
        <w:t>axe et lentement nous marchions vers le mur de bitume fe</w:t>
      </w:r>
      <w:r w:rsidRPr="00AA04A0">
        <w:t>r</w:t>
      </w:r>
      <w:r w:rsidRPr="00AA04A0">
        <w:t>mant la région magnétique</w:t>
      </w:r>
      <w:r w:rsidR="00EA052C">
        <w:t>.</w:t>
      </w:r>
    </w:p>
    <w:p w14:paraId="491979EB" w14:textId="77777777" w:rsidR="00EA052C" w:rsidRDefault="00C855EF" w:rsidP="00C855EF">
      <w:r w:rsidRPr="00AA04A0">
        <w:t>Une dernière fois nos yeux s</w:t>
      </w:r>
      <w:r w:rsidR="00EA052C">
        <w:t>’</w:t>
      </w:r>
      <w:r w:rsidRPr="00AA04A0">
        <w:t>emplissaient de la sauvage grandeur de ce spectacle inconnu</w:t>
      </w:r>
      <w:r w:rsidR="00EA052C">
        <w:t xml:space="preserve">, </w:t>
      </w:r>
      <w:r w:rsidRPr="00AA04A0">
        <w:t>féerique</w:t>
      </w:r>
      <w:r w:rsidR="00EA052C">
        <w:t xml:space="preserve">, </w:t>
      </w:r>
      <w:r w:rsidRPr="00AA04A0">
        <w:t>fabuleux</w:t>
      </w:r>
      <w:r w:rsidR="00EA052C">
        <w:t>.</w:t>
      </w:r>
    </w:p>
    <w:p w14:paraId="1B90B2D2" w14:textId="77777777" w:rsidR="00EA052C" w:rsidRDefault="00EA052C" w:rsidP="00C855EF">
      <w:r>
        <w:t>— </w:t>
      </w:r>
      <w:r w:rsidR="00C855EF" w:rsidRPr="00AA04A0">
        <w:t>Peut-être dans cent ans</w:t>
      </w:r>
      <w:r>
        <w:t xml:space="preserve">, </w:t>
      </w:r>
      <w:r w:rsidR="00C855EF" w:rsidRPr="00AA04A0">
        <w:t xml:space="preserve">dit Toby </w:t>
      </w:r>
      <w:proofErr w:type="spellStart"/>
      <w:r w:rsidR="00C855EF" w:rsidRPr="00AA04A0">
        <w:t>Kleampton</w:t>
      </w:r>
      <w:proofErr w:type="spellEnd"/>
      <w:r>
        <w:t xml:space="preserve">, </w:t>
      </w:r>
      <w:r w:rsidR="00C855EF" w:rsidRPr="00AA04A0">
        <w:t>ces terres seront-elles pleines d</w:t>
      </w:r>
      <w:r>
        <w:t>’</w:t>
      </w:r>
      <w:r w:rsidR="00C855EF" w:rsidRPr="00AA04A0">
        <w:t>activité</w:t>
      </w:r>
      <w:r>
        <w:t xml:space="preserve">, </w:t>
      </w:r>
      <w:r w:rsidR="00C855EF" w:rsidRPr="00AA04A0">
        <w:t>habitées par des populations nouvelles qui</w:t>
      </w:r>
      <w:r>
        <w:t xml:space="preserve">, </w:t>
      </w:r>
      <w:r w:rsidR="00C855EF" w:rsidRPr="00AA04A0">
        <w:t>sur la nature</w:t>
      </w:r>
      <w:r>
        <w:t xml:space="preserve">, </w:t>
      </w:r>
      <w:r w:rsidR="00C855EF" w:rsidRPr="00AA04A0">
        <w:t>auront conquis ces terres vierges pour y édifier les industries futures</w:t>
      </w:r>
      <w:r>
        <w:t xml:space="preserve">. </w:t>
      </w:r>
      <w:r w:rsidR="00C855EF" w:rsidRPr="00AA04A0">
        <w:t>L</w:t>
      </w:r>
      <w:r>
        <w:t>’</w:t>
      </w:r>
      <w:r w:rsidR="00C855EF" w:rsidRPr="00AA04A0">
        <w:t>électricité sera l</w:t>
      </w:r>
      <w:r>
        <w:t>’</w:t>
      </w:r>
      <w:r w:rsidR="00C855EF" w:rsidRPr="00AA04A0">
        <w:t>âge de demain comme le fer fut celui d</w:t>
      </w:r>
      <w:r>
        <w:t>’</w:t>
      </w:r>
      <w:r w:rsidR="00C855EF" w:rsidRPr="00AA04A0">
        <w:t>hier</w:t>
      </w:r>
      <w:r>
        <w:t xml:space="preserve">. </w:t>
      </w:r>
      <w:r w:rsidR="00C855EF" w:rsidRPr="00AA04A0">
        <w:t>Ici les temps préhist</w:t>
      </w:r>
      <w:r w:rsidR="00C855EF" w:rsidRPr="00AA04A0">
        <w:t>o</w:t>
      </w:r>
      <w:r w:rsidR="00C855EF" w:rsidRPr="00AA04A0">
        <w:t>riques rejoindront les temps nouveaux sur le terrain même de leur naissance et de leur mort</w:t>
      </w:r>
      <w:r>
        <w:t>.</w:t>
      </w:r>
    </w:p>
    <w:p w14:paraId="529CE3D6" w14:textId="77777777" w:rsidR="00EA052C" w:rsidRDefault="00C855EF" w:rsidP="00C855EF">
      <w:r w:rsidRPr="00AA04A0">
        <w:t>Ce disant il secoua par la glace la cendre brûlante de sa pipe de bruyère</w:t>
      </w:r>
      <w:r w:rsidR="00EA052C">
        <w:t>.</w:t>
      </w:r>
    </w:p>
    <w:p w14:paraId="31A6109D" w14:textId="77777777" w:rsidR="00EA052C" w:rsidRDefault="00C855EF" w:rsidP="00C855EF">
      <w:r w:rsidRPr="00AA04A0">
        <w:t>Quelque chose d</w:t>
      </w:r>
      <w:r w:rsidR="00EA052C">
        <w:t>’</w:t>
      </w:r>
      <w:r w:rsidRPr="00AA04A0">
        <w:t>énorme éclata sous l</w:t>
      </w:r>
      <w:r w:rsidR="00EA052C">
        <w:t>’</w:t>
      </w:r>
      <w:r w:rsidRPr="00AA04A0">
        <w:t>aéroplane</w:t>
      </w:r>
      <w:r w:rsidR="00EA052C">
        <w:t>.</w:t>
      </w:r>
    </w:p>
    <w:p w14:paraId="6292D626" w14:textId="77777777" w:rsidR="00EA052C" w:rsidRDefault="00C855EF" w:rsidP="00C855EF">
      <w:r w:rsidRPr="00AA04A0">
        <w:t>Une gerbe bleue liquide bondit jusqu</w:t>
      </w:r>
      <w:r w:rsidR="00EA052C">
        <w:t>’</w:t>
      </w:r>
      <w:r w:rsidRPr="00AA04A0">
        <w:t>au ciel</w:t>
      </w:r>
      <w:r w:rsidR="00EA052C">
        <w:t>.</w:t>
      </w:r>
    </w:p>
    <w:p w14:paraId="2C0DAB1C" w14:textId="77777777" w:rsidR="00EA052C" w:rsidRDefault="00EA052C" w:rsidP="00C855EF">
      <w:r>
        <w:t>— </w:t>
      </w:r>
      <w:r w:rsidR="00C855EF" w:rsidRPr="00AA04A0">
        <w:t>Le pétrole</w:t>
      </w:r>
      <w:r>
        <w:t xml:space="preserve"> ! </w:t>
      </w:r>
      <w:r w:rsidR="00C855EF" w:rsidRPr="00AA04A0">
        <w:t>criai-je</w:t>
      </w:r>
      <w:r>
        <w:t>.</w:t>
      </w:r>
    </w:p>
    <w:p w14:paraId="3A0F6EA0" w14:textId="77777777" w:rsidR="00EA052C" w:rsidRDefault="00C855EF" w:rsidP="00C855EF">
      <w:r w:rsidRPr="00AA04A0">
        <w:t>C</w:t>
      </w:r>
      <w:r w:rsidR="00EA052C">
        <w:t>’</w:t>
      </w:r>
      <w:r w:rsidRPr="00AA04A0">
        <w:t>étaient en effet</w:t>
      </w:r>
      <w:r w:rsidR="00EA052C">
        <w:t xml:space="preserve">, </w:t>
      </w:r>
      <w:r w:rsidRPr="00AA04A0">
        <w:t>les sources qui explosaient</w:t>
      </w:r>
      <w:r w:rsidR="00EA052C">
        <w:t xml:space="preserve">. </w:t>
      </w:r>
      <w:r w:rsidRPr="00AA04A0">
        <w:t>Comme des artilleries d</w:t>
      </w:r>
      <w:r w:rsidR="00EA052C">
        <w:t>’</w:t>
      </w:r>
      <w:r w:rsidRPr="00AA04A0">
        <w:t xml:space="preserve">une puissance inconnue elles éclataient dans </w:t>
      </w:r>
      <w:r w:rsidRPr="00AA04A0">
        <w:lastRenderedPageBreak/>
        <w:t>la nuit et le silence du Pôle</w:t>
      </w:r>
      <w:r w:rsidR="00EA052C">
        <w:t xml:space="preserve">. </w:t>
      </w:r>
      <w:r w:rsidRPr="00AA04A0">
        <w:t>De loin en loin les explosions se succ</w:t>
      </w:r>
      <w:r w:rsidRPr="00AA04A0">
        <w:t>é</w:t>
      </w:r>
      <w:r w:rsidRPr="00AA04A0">
        <w:t>daient</w:t>
      </w:r>
      <w:r w:rsidR="00EA052C">
        <w:t xml:space="preserve">. </w:t>
      </w:r>
      <w:r w:rsidRPr="00AA04A0">
        <w:t>D</w:t>
      </w:r>
      <w:r w:rsidR="00EA052C">
        <w:t>’</w:t>
      </w:r>
      <w:r w:rsidRPr="00AA04A0">
        <w:t>autres sources s</w:t>
      </w:r>
      <w:r w:rsidR="00EA052C">
        <w:t>’</w:t>
      </w:r>
      <w:r w:rsidRPr="00AA04A0">
        <w:t>enflammaient effroyablement</w:t>
      </w:r>
      <w:r w:rsidR="00EA052C">
        <w:t xml:space="preserve">. </w:t>
      </w:r>
      <w:r w:rsidRPr="00AA04A0">
        <w:t>Cela éclaira la région magnétique de la lueur d</w:t>
      </w:r>
      <w:r w:rsidR="00EA052C">
        <w:t>’</w:t>
      </w:r>
      <w:r w:rsidRPr="00AA04A0">
        <w:t>un épouvantable i</w:t>
      </w:r>
      <w:r w:rsidRPr="00AA04A0">
        <w:t>n</w:t>
      </w:r>
      <w:r w:rsidRPr="00AA04A0">
        <w:t>cendie qui enveloppa l</w:t>
      </w:r>
      <w:r w:rsidR="00EA052C">
        <w:t>’</w:t>
      </w:r>
      <w:r w:rsidRPr="00AA04A0">
        <w:t>armature de l</w:t>
      </w:r>
      <w:r w:rsidR="00EA052C">
        <w:t>’</w:t>
      </w:r>
      <w:r w:rsidRPr="00AA04A0">
        <w:t>aéroplane</w:t>
      </w:r>
      <w:r w:rsidR="00EA052C">
        <w:t xml:space="preserve">. </w:t>
      </w:r>
      <w:r w:rsidRPr="00AA04A0">
        <w:t>Toute la terre éclatait sous nous avec un tonnerre de volcans en éruption</w:t>
      </w:r>
      <w:r w:rsidR="00EA052C">
        <w:t xml:space="preserve">. </w:t>
      </w:r>
      <w:r w:rsidRPr="00AA04A0">
        <w:t>L</w:t>
      </w:r>
      <w:r w:rsidR="00EA052C">
        <w:t>’</w:t>
      </w:r>
      <w:r w:rsidRPr="00AA04A0">
        <w:t>atmosphère se fracassa de coups de tonnerre</w:t>
      </w:r>
      <w:r w:rsidR="00EA052C">
        <w:t xml:space="preserve">… </w:t>
      </w:r>
      <w:r w:rsidRPr="00AA04A0">
        <w:t>le feu tourbi</w:t>
      </w:r>
      <w:r w:rsidRPr="00AA04A0">
        <w:t>l</w:t>
      </w:r>
      <w:r w:rsidRPr="00AA04A0">
        <w:t>lonna autour de la nacelle</w:t>
      </w:r>
      <w:r w:rsidR="00EA052C">
        <w:t xml:space="preserve">… </w:t>
      </w:r>
      <w:r w:rsidRPr="00AA04A0">
        <w:t>le Pôle entier brûlait</w:t>
      </w:r>
      <w:r w:rsidR="00EA052C">
        <w:t xml:space="preserve">… </w:t>
      </w:r>
      <w:r w:rsidRPr="00AA04A0">
        <w:t>alors</w:t>
      </w:r>
      <w:r w:rsidR="00EA052C">
        <w:t xml:space="preserve">… </w:t>
      </w:r>
      <w:r w:rsidRPr="00AA04A0">
        <w:t>alors</w:t>
      </w:r>
      <w:r w:rsidR="00EA052C">
        <w:t xml:space="preserve">… </w:t>
      </w:r>
      <w:r w:rsidRPr="00AA04A0">
        <w:t>a</w:t>
      </w:r>
      <w:r w:rsidR="00EA052C">
        <w:t>…</w:t>
      </w:r>
    </w:p>
    <w:p w14:paraId="3936FF00" w14:textId="236A24B8" w:rsidR="00C855EF" w:rsidRPr="00AA04A0" w:rsidRDefault="00C855EF" w:rsidP="00D04C94"/>
    <w:p w14:paraId="7B4919A0" w14:textId="4224B40D" w:rsidR="00EA052C" w:rsidRDefault="00C855EF" w:rsidP="00C855EF">
      <w:r w:rsidRPr="00AA04A0">
        <w:t xml:space="preserve">Ici finit le manuscrit de </w:t>
      </w:r>
      <w:r w:rsidR="00EA052C">
        <w:t>M. </w:t>
      </w:r>
      <w:r w:rsidRPr="00AA04A0">
        <w:t xml:space="preserve">James </w:t>
      </w:r>
      <w:proofErr w:type="spellStart"/>
      <w:r w:rsidRPr="00AA04A0">
        <w:t>Clarckson</w:t>
      </w:r>
      <w:proofErr w:type="spellEnd"/>
      <w:r w:rsidR="00EA052C">
        <w:t xml:space="preserve">, </w:t>
      </w:r>
      <w:r w:rsidRPr="00AA04A0">
        <w:t>milliardaire et explorateur</w:t>
      </w:r>
      <w:r w:rsidR="00EA052C">
        <w:t>.</w:t>
      </w:r>
    </w:p>
    <w:p w14:paraId="0B61DC94" w14:textId="77777777" w:rsidR="00EA052C" w:rsidRDefault="00C855EF" w:rsidP="00EA052C">
      <w:pPr>
        <w:pStyle w:val="Titre1"/>
      </w:pPr>
      <w:bookmarkStart w:id="15" w:name="_Toc194837615"/>
      <w:r w:rsidRPr="00AA04A0">
        <w:lastRenderedPageBreak/>
        <w:t>XIV</w:t>
      </w:r>
      <w:r w:rsidRPr="00AA04A0">
        <w:br/>
      </w:r>
      <w:r w:rsidRPr="00AA04A0">
        <w:br/>
        <w:t>ON LIT DANS LES JOURNAUX</w:t>
      </w:r>
      <w:r w:rsidR="00EA052C">
        <w:t>…</w:t>
      </w:r>
      <w:bookmarkEnd w:id="15"/>
    </w:p>
    <w:p w14:paraId="78CB2549" w14:textId="77777777" w:rsidR="00EA052C" w:rsidRDefault="00EA052C" w:rsidP="00C855EF">
      <w:r>
        <w:t>« </w:t>
      </w:r>
      <w:r w:rsidR="00C855EF" w:rsidRPr="00AA04A0">
        <w:t>Nos lecteurs se souviennent peut-être de l</w:t>
      </w:r>
      <w:r>
        <w:t>’</w:t>
      </w:r>
      <w:r w:rsidR="00C855EF" w:rsidRPr="00AA04A0">
        <w:t>expédition si hardie vers le Pôle Sud</w:t>
      </w:r>
      <w:r>
        <w:t xml:space="preserve">, </w:t>
      </w:r>
      <w:r w:rsidR="00C855EF" w:rsidRPr="00AA04A0">
        <w:t>en aéroplane</w:t>
      </w:r>
      <w:r>
        <w:t xml:space="preserve">, </w:t>
      </w:r>
      <w:r w:rsidR="00C855EF" w:rsidRPr="00AA04A0">
        <w:t>tentée</w:t>
      </w:r>
      <w:r>
        <w:t xml:space="preserve">, </w:t>
      </w:r>
      <w:r w:rsidR="00C855EF" w:rsidRPr="00AA04A0">
        <w:t>voici près de deux ans déjà</w:t>
      </w:r>
      <w:r>
        <w:t xml:space="preserve">, </w:t>
      </w:r>
      <w:r w:rsidR="00C855EF" w:rsidRPr="00AA04A0">
        <w:t>par deux Américains</w:t>
      </w:r>
      <w:r>
        <w:t xml:space="preserve">, </w:t>
      </w:r>
      <w:r w:rsidR="00C855EF" w:rsidRPr="00AA04A0">
        <w:t xml:space="preserve">le milliardaire James </w:t>
      </w:r>
      <w:proofErr w:type="spellStart"/>
      <w:r w:rsidR="00C855EF" w:rsidRPr="00AA04A0">
        <w:t>Clarckson</w:t>
      </w:r>
      <w:proofErr w:type="spellEnd"/>
      <w:r>
        <w:t xml:space="preserve">, </w:t>
      </w:r>
      <w:r w:rsidR="00C855EF" w:rsidRPr="00AA04A0">
        <w:t>de Long-Island</w:t>
      </w:r>
      <w:r>
        <w:t xml:space="preserve">, </w:t>
      </w:r>
      <w:r w:rsidR="00C855EF" w:rsidRPr="00AA04A0">
        <w:t>et l</w:t>
      </w:r>
      <w:r>
        <w:t>’</w:t>
      </w:r>
      <w:r w:rsidR="00C855EF" w:rsidRPr="00AA04A0">
        <w:t xml:space="preserve">ingénieur Toby </w:t>
      </w:r>
      <w:proofErr w:type="spellStart"/>
      <w:r w:rsidR="00C855EF" w:rsidRPr="00AA04A0">
        <w:t>Kleampton</w:t>
      </w:r>
      <w:proofErr w:type="spellEnd"/>
      <w:r>
        <w:t xml:space="preserve">. </w:t>
      </w:r>
      <w:r w:rsidR="00C855EF" w:rsidRPr="00AA04A0">
        <w:t>Depuis leur d</w:t>
      </w:r>
      <w:r w:rsidR="00C855EF" w:rsidRPr="00AA04A0">
        <w:t>é</w:t>
      </w:r>
      <w:r w:rsidR="00C855EF" w:rsidRPr="00AA04A0">
        <w:t xml:space="preserve">part à bord du </w:t>
      </w:r>
      <w:proofErr w:type="spellStart"/>
      <w:r w:rsidR="00C855EF" w:rsidRPr="00AA04A0">
        <w:rPr>
          <w:i/>
          <w:iCs/>
          <w:szCs w:val="32"/>
        </w:rPr>
        <w:t>Météor</w:t>
      </w:r>
      <w:proofErr w:type="spellEnd"/>
      <w:r>
        <w:rPr>
          <w:i/>
          <w:iCs/>
          <w:szCs w:val="32"/>
        </w:rPr>
        <w:t xml:space="preserve">, </w:t>
      </w:r>
      <w:r w:rsidR="00C855EF" w:rsidRPr="00AA04A0">
        <w:t xml:space="preserve">construit suivant les plans de Toby </w:t>
      </w:r>
      <w:proofErr w:type="spellStart"/>
      <w:r w:rsidR="00C855EF" w:rsidRPr="00AA04A0">
        <w:t>Kleampton</w:t>
      </w:r>
      <w:proofErr w:type="spellEnd"/>
      <w:r>
        <w:t xml:space="preserve">, </w:t>
      </w:r>
      <w:r w:rsidR="00C855EF" w:rsidRPr="00AA04A0">
        <w:t>on est resté sans nouvelles des deux explorateurs</w:t>
      </w:r>
      <w:r>
        <w:t xml:space="preserve">. </w:t>
      </w:r>
      <w:r w:rsidR="00C855EF" w:rsidRPr="00AA04A0">
        <w:t>On craint qu</w:t>
      </w:r>
      <w:r>
        <w:t>’</w:t>
      </w:r>
      <w:r w:rsidR="00C855EF" w:rsidRPr="00AA04A0">
        <w:t>ils n</w:t>
      </w:r>
      <w:r>
        <w:t>’</w:t>
      </w:r>
      <w:r w:rsidR="00C855EF" w:rsidRPr="00AA04A0">
        <w:t>aient péri victimes de l</w:t>
      </w:r>
      <w:r>
        <w:t>’</w:t>
      </w:r>
      <w:r w:rsidR="00C855EF" w:rsidRPr="00AA04A0">
        <w:t>effroyable trembl</w:t>
      </w:r>
      <w:r w:rsidR="00C855EF" w:rsidRPr="00AA04A0">
        <w:t>e</w:t>
      </w:r>
      <w:r w:rsidR="00C855EF" w:rsidRPr="00AA04A0">
        <w:t>ment de terre survenu vingt jours après leur départ et dont ils ont dû subir le contre-coup atmosphérique aux environs des r</w:t>
      </w:r>
      <w:r w:rsidR="00C855EF" w:rsidRPr="00AA04A0">
        <w:t>é</w:t>
      </w:r>
      <w:r w:rsidR="00C855EF" w:rsidRPr="00AA04A0">
        <w:t>gions polaires</w:t>
      </w:r>
      <w:r>
        <w:t xml:space="preserve">. </w:t>
      </w:r>
      <w:r w:rsidR="00C855EF" w:rsidRPr="00AA04A0">
        <w:t>À la dernière heure</w:t>
      </w:r>
      <w:r>
        <w:t xml:space="preserve">, </w:t>
      </w:r>
      <w:r w:rsidR="00C855EF" w:rsidRPr="00AA04A0">
        <w:t>nous apprenons que le cap</w:t>
      </w:r>
      <w:r w:rsidR="00C855EF" w:rsidRPr="00AA04A0">
        <w:t>i</w:t>
      </w:r>
      <w:r w:rsidR="00C855EF" w:rsidRPr="00AA04A0">
        <w:t>taine Brummell</w:t>
      </w:r>
      <w:r>
        <w:t xml:space="preserve">, </w:t>
      </w:r>
      <w:r w:rsidR="00C855EF" w:rsidRPr="00AA04A0">
        <w:t xml:space="preserve">commandant de la baleinière </w:t>
      </w:r>
      <w:r w:rsidR="00C855EF" w:rsidRPr="00AA04A0">
        <w:rPr>
          <w:i/>
          <w:iCs/>
          <w:szCs w:val="32"/>
        </w:rPr>
        <w:t>Jess</w:t>
      </w:r>
      <w:r>
        <w:rPr>
          <w:i/>
          <w:iCs/>
          <w:szCs w:val="32"/>
        </w:rPr>
        <w:t xml:space="preserve">, </w:t>
      </w:r>
      <w:r w:rsidR="00C855EF" w:rsidRPr="00AA04A0">
        <w:t>se propose de partir au prochain printemps à la recherche des deux hardis aéronautes</w:t>
      </w:r>
      <w:r>
        <w:t xml:space="preserve">, </w:t>
      </w:r>
      <w:r w:rsidR="00C855EF" w:rsidRPr="00AA04A0">
        <w:t>morts victimes</w:t>
      </w:r>
      <w:r>
        <w:t xml:space="preserve">, </w:t>
      </w:r>
      <w:r w:rsidR="00C855EF" w:rsidRPr="00AA04A0">
        <w:t>sans doute</w:t>
      </w:r>
      <w:r>
        <w:t xml:space="preserve">, </w:t>
      </w:r>
      <w:r w:rsidR="00C855EF" w:rsidRPr="00AA04A0">
        <w:t>des dépressions atmo</w:t>
      </w:r>
      <w:r w:rsidR="00C855EF" w:rsidRPr="00AA04A0">
        <w:t>s</w:t>
      </w:r>
      <w:r w:rsidR="00C855EF" w:rsidRPr="00AA04A0">
        <w:t>phériques</w:t>
      </w:r>
      <w:r>
        <w:t>.</w:t>
      </w:r>
    </w:p>
    <w:p w14:paraId="3B308C43" w14:textId="4457D675" w:rsidR="00C855EF" w:rsidRPr="00AA04A0" w:rsidRDefault="00EA052C" w:rsidP="00C855EF">
      <w:r>
        <w:t>« </w:t>
      </w:r>
      <w:r w:rsidR="00C855EF" w:rsidRPr="00AA04A0">
        <w:t>L</w:t>
      </w:r>
      <w:r>
        <w:t>’</w:t>
      </w:r>
      <w:r w:rsidR="00C855EF" w:rsidRPr="00AA04A0">
        <w:t xml:space="preserve">aviation inscrira désormais le nom de James </w:t>
      </w:r>
      <w:proofErr w:type="spellStart"/>
      <w:r w:rsidR="00C855EF" w:rsidRPr="00AA04A0">
        <w:t>Clarckson</w:t>
      </w:r>
      <w:proofErr w:type="spellEnd"/>
      <w:r w:rsidR="00C855EF" w:rsidRPr="00AA04A0">
        <w:t xml:space="preserve"> et de Toby </w:t>
      </w:r>
      <w:proofErr w:type="spellStart"/>
      <w:r w:rsidR="00C855EF" w:rsidRPr="00AA04A0">
        <w:t>Kleampton</w:t>
      </w:r>
      <w:proofErr w:type="spellEnd"/>
      <w:r>
        <w:t xml:space="preserve">, </w:t>
      </w:r>
      <w:r w:rsidR="00C855EF" w:rsidRPr="00AA04A0">
        <w:t>au livre d</w:t>
      </w:r>
      <w:r>
        <w:t>’</w:t>
      </w:r>
      <w:r w:rsidR="00C855EF" w:rsidRPr="00AA04A0">
        <w:t>or des explorateurs et des s</w:t>
      </w:r>
      <w:r w:rsidR="00C855EF" w:rsidRPr="00AA04A0">
        <w:t>a</w:t>
      </w:r>
      <w:r w:rsidR="00C855EF" w:rsidRPr="00AA04A0">
        <w:t>vants morts au champ d</w:t>
      </w:r>
      <w:r>
        <w:t>’</w:t>
      </w:r>
      <w:r w:rsidR="00C855EF" w:rsidRPr="00AA04A0">
        <w:t>honneur</w:t>
      </w:r>
      <w:r>
        <w:t>. »</w:t>
      </w:r>
    </w:p>
    <w:p w14:paraId="1A07754B" w14:textId="773F5214" w:rsidR="00033562" w:rsidRDefault="00C855EF" w:rsidP="0088087E">
      <w:pPr>
        <w:pStyle w:val="Centr"/>
      </w:pPr>
      <w:r w:rsidRPr="00AA04A0">
        <w:t>FIN</w:t>
      </w:r>
    </w:p>
    <w:p w14:paraId="2B2B8B20" w14:textId="77777777" w:rsidR="00033562" w:rsidRDefault="00033562">
      <w:pPr>
        <w:sectPr w:rsidR="00033562" w:rsidSect="0088087E">
          <w:footerReference w:type="default" r:id="rId10"/>
          <w:endnotePr>
            <w:numFmt w:val="lowerLetter"/>
          </w:endnotePr>
          <w:pgSz w:w="11906" w:h="16838" w:code="9"/>
          <w:pgMar w:top="1134" w:right="1134" w:bottom="1134" w:left="1134" w:header="709" w:footer="709" w:gutter="0"/>
          <w:cols w:space="708"/>
          <w:titlePg/>
          <w:docGrid w:linePitch="360"/>
        </w:sectPr>
      </w:pPr>
    </w:p>
    <w:p w14:paraId="40850C0A" w14:textId="77777777" w:rsidR="00033562" w:rsidRDefault="00033562" w:rsidP="0088087E">
      <w:pPr>
        <w:pStyle w:val="Titre1"/>
        <w:spacing w:before="0" w:after="480"/>
      </w:pPr>
      <w:bookmarkStart w:id="16" w:name="_Toc194837616"/>
      <w:r>
        <w:lastRenderedPageBreak/>
        <w:t xml:space="preserve">À propos de cette </w:t>
      </w:r>
      <w:r w:rsidRPr="007C1C6B">
        <w:t>édition</w:t>
      </w:r>
      <w:r>
        <w:t xml:space="preserve"> électronique</w:t>
      </w:r>
      <w:bookmarkEnd w:id="16"/>
    </w:p>
    <w:p w14:paraId="317D9C74" w14:textId="77777777" w:rsidR="0088087E" w:rsidRPr="00633842" w:rsidRDefault="0088087E" w:rsidP="0088087E">
      <w:pPr>
        <w:spacing w:before="180" w:after="180"/>
        <w:ind w:firstLine="0"/>
        <w:jc w:val="center"/>
        <w:rPr>
          <w:b/>
          <w:bCs/>
          <w:szCs w:val="32"/>
        </w:rPr>
      </w:pPr>
      <w:r w:rsidRPr="00633842">
        <w:rPr>
          <w:b/>
          <w:bCs/>
          <w:szCs w:val="32"/>
        </w:rPr>
        <w:t>Texte libre de droits.</w:t>
      </w:r>
    </w:p>
    <w:p w14:paraId="3AE7EC2D" w14:textId="77777777" w:rsidR="0088087E" w:rsidRPr="00633842" w:rsidRDefault="0088087E" w:rsidP="0088087E">
      <w:pPr>
        <w:pStyle w:val="Centr"/>
        <w:spacing w:before="180" w:after="180"/>
      </w:pPr>
      <w:r w:rsidRPr="00633842">
        <w:t>Corrections, édition, conversion informatique et public</w:t>
      </w:r>
      <w:r w:rsidRPr="00633842">
        <w:t>a</w:t>
      </w:r>
      <w:r w:rsidRPr="00633842">
        <w:t>tion par le groupe :</w:t>
      </w:r>
    </w:p>
    <w:p w14:paraId="6E5C529C" w14:textId="77777777" w:rsidR="0088087E" w:rsidRPr="00633842" w:rsidRDefault="0088087E" w:rsidP="0088087E">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6DA29D3" w14:textId="77777777" w:rsidR="0088087E" w:rsidRPr="00633842" w:rsidRDefault="0088087E" w:rsidP="0088087E">
      <w:pPr>
        <w:pStyle w:val="Centr"/>
        <w:spacing w:before="180" w:after="180"/>
      </w:pPr>
      <w:hyperlink r:id="rId11" w:history="1">
        <w:r w:rsidRPr="00F74CD6">
          <w:rPr>
            <w:rStyle w:val="Lienhypertexte"/>
          </w:rPr>
          <w:t>https://groups.google.com/g/ebooksgratuits</w:t>
        </w:r>
      </w:hyperlink>
    </w:p>
    <w:p w14:paraId="5A8366EE" w14:textId="77777777" w:rsidR="0088087E" w:rsidRPr="00633842" w:rsidRDefault="0088087E" w:rsidP="0088087E">
      <w:pPr>
        <w:pStyle w:val="Centr"/>
        <w:spacing w:before="180" w:after="180"/>
      </w:pPr>
      <w:r w:rsidRPr="00633842">
        <w:t>Adresse du site web du groupe :</w:t>
      </w:r>
      <w:r w:rsidRPr="00633842">
        <w:br/>
      </w:r>
      <w:hyperlink r:id="rId12" w:history="1">
        <w:r w:rsidRPr="00633842">
          <w:rPr>
            <w:rStyle w:val="Lienhypertexte"/>
            <w:b/>
            <w:bCs/>
            <w:szCs w:val="32"/>
          </w:rPr>
          <w:t>http://www.ebooksgratuits.com/</w:t>
        </w:r>
      </w:hyperlink>
    </w:p>
    <w:p w14:paraId="7E10AC26" w14:textId="77777777" w:rsidR="0088087E" w:rsidRPr="00633842" w:rsidRDefault="0088087E" w:rsidP="0088087E">
      <w:pPr>
        <w:pStyle w:val="Centr"/>
        <w:spacing w:before="180" w:after="180"/>
      </w:pPr>
      <w:r w:rsidRPr="00633842">
        <w:t>—</w:t>
      </w:r>
    </w:p>
    <w:p w14:paraId="60A91907" w14:textId="61813CFC" w:rsidR="0088087E" w:rsidRPr="00633842" w:rsidRDefault="0088087E" w:rsidP="0088087E">
      <w:pPr>
        <w:spacing w:before="180" w:after="180"/>
        <w:ind w:firstLine="0"/>
        <w:jc w:val="center"/>
        <w:rPr>
          <w:b/>
          <w:bCs/>
          <w:szCs w:val="32"/>
        </w:rPr>
      </w:pPr>
      <w:r>
        <w:rPr>
          <w:b/>
          <w:bCs/>
          <w:szCs w:val="32"/>
        </w:rPr>
        <w:t>Avril 2025</w:t>
      </w:r>
    </w:p>
    <w:p w14:paraId="5231F8AF" w14:textId="77777777" w:rsidR="0088087E" w:rsidRPr="00633842" w:rsidRDefault="0088087E" w:rsidP="0088087E">
      <w:pPr>
        <w:pStyle w:val="Centr"/>
        <w:spacing w:before="180" w:after="180"/>
      </w:pPr>
      <w:r w:rsidRPr="00633842">
        <w:t>—</w:t>
      </w:r>
    </w:p>
    <w:p w14:paraId="621E34ED" w14:textId="77777777" w:rsidR="0088087E" w:rsidRPr="00633842" w:rsidRDefault="0088087E" w:rsidP="0088087E">
      <w:pPr>
        <w:spacing w:before="180" w:after="180"/>
      </w:pPr>
      <w:r w:rsidRPr="00633842">
        <w:t>– </w:t>
      </w:r>
      <w:r w:rsidRPr="00633842">
        <w:rPr>
          <w:b/>
        </w:rPr>
        <w:t>Élaboration de ce livre électronique</w:t>
      </w:r>
      <w:r w:rsidRPr="00633842">
        <w:t> :</w:t>
      </w:r>
    </w:p>
    <w:p w14:paraId="3BE162C1" w14:textId="3CAA6EFD" w:rsidR="0088087E" w:rsidRPr="00633842" w:rsidRDefault="0088087E" w:rsidP="0088087E">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88087E">
        <w:t>BrussLimat</w:t>
      </w:r>
      <w:proofErr w:type="spellEnd"/>
      <w:r w:rsidRPr="0088087E">
        <w:t xml:space="preserve">, </w:t>
      </w:r>
      <w:proofErr w:type="spellStart"/>
      <w:r w:rsidRPr="0088087E">
        <w:t>YvetteT</w:t>
      </w:r>
      <w:proofErr w:type="spellEnd"/>
      <w:r w:rsidRPr="0088087E">
        <w:t>, Jean-Marc, Bruno</w:t>
      </w:r>
      <w:r>
        <w:t xml:space="preserve">, </w:t>
      </w:r>
      <w:proofErr w:type="spellStart"/>
      <w:r>
        <w:t>Coolmicro</w:t>
      </w:r>
      <w:proofErr w:type="spellEnd"/>
      <w:r>
        <w:t>.</w:t>
      </w:r>
    </w:p>
    <w:p w14:paraId="50966D37" w14:textId="77777777" w:rsidR="0088087E" w:rsidRPr="00633842" w:rsidRDefault="0088087E" w:rsidP="0088087E">
      <w:pPr>
        <w:spacing w:before="180" w:after="180"/>
      </w:pPr>
      <w:r w:rsidRPr="00633842">
        <w:t>– </w:t>
      </w:r>
      <w:r w:rsidRPr="00633842">
        <w:rPr>
          <w:b/>
        </w:rPr>
        <w:t>Dispositions</w:t>
      </w:r>
      <w:r w:rsidRPr="00633842">
        <w:t> :</w:t>
      </w:r>
    </w:p>
    <w:p w14:paraId="35E8AE6C" w14:textId="77777777" w:rsidR="0088087E" w:rsidRPr="00633842" w:rsidRDefault="0088087E" w:rsidP="0088087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3A783E1A" w14:textId="77777777" w:rsidR="0088087E" w:rsidRPr="00633842" w:rsidRDefault="0088087E" w:rsidP="0088087E">
      <w:pPr>
        <w:spacing w:before="180" w:after="180"/>
      </w:pPr>
      <w:r w:rsidRPr="00633842">
        <w:t>– </w:t>
      </w:r>
      <w:r w:rsidRPr="00633842">
        <w:rPr>
          <w:b/>
        </w:rPr>
        <w:t>Qualité</w:t>
      </w:r>
      <w:r w:rsidRPr="00633842">
        <w:t> :</w:t>
      </w:r>
    </w:p>
    <w:p w14:paraId="31F32F42" w14:textId="77777777" w:rsidR="0088087E" w:rsidRPr="00633842" w:rsidRDefault="0088087E" w:rsidP="0088087E">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968B936" w14:textId="77777777" w:rsidR="0088087E" w:rsidRPr="00633842" w:rsidRDefault="0088087E" w:rsidP="0088087E">
      <w:pPr>
        <w:spacing w:before="180" w:after="180"/>
        <w:ind w:firstLine="0"/>
        <w:jc w:val="center"/>
        <w:rPr>
          <w:i/>
          <w:iCs/>
          <w:szCs w:val="32"/>
        </w:rPr>
      </w:pPr>
      <w:r w:rsidRPr="00633842">
        <w:rPr>
          <w:i/>
          <w:iCs/>
          <w:szCs w:val="32"/>
        </w:rPr>
        <w:t>Votre aide est la bienvenue !</w:t>
      </w:r>
    </w:p>
    <w:p w14:paraId="2517FD0C" w14:textId="0409881B" w:rsidR="00033562" w:rsidRPr="007C1C6B" w:rsidRDefault="0088087E" w:rsidP="0088087E">
      <w:pPr>
        <w:pStyle w:val="Centr"/>
        <w:suppressAutoHyphens/>
        <w:spacing w:before="180" w:after="180"/>
      </w:pPr>
      <w:r w:rsidRPr="00633842">
        <w:t>VOUS POUVEZ NOUS AIDER À FAIRE CONNAÎTRE CES CLASSIQUES LITTÉRAIRES.</w:t>
      </w:r>
    </w:p>
    <w:sectPr w:rsidR="00033562" w:rsidRPr="007C1C6B" w:rsidSect="0088087E">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E193A" w14:textId="77777777" w:rsidR="00E55622" w:rsidRDefault="00E55622">
      <w:r>
        <w:separator/>
      </w:r>
    </w:p>
  </w:endnote>
  <w:endnote w:type="continuationSeparator" w:id="0">
    <w:p w14:paraId="3725AAD4" w14:textId="77777777" w:rsidR="00E55622" w:rsidRDefault="00E5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33BB9" w14:textId="77777777" w:rsidR="00CB653C" w:rsidRDefault="00CB653C">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1DDE" w14:textId="77777777" w:rsidR="00CB653C" w:rsidRDefault="00CB653C">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386D43">
      <w:rPr>
        <w:rStyle w:val="Numrodepage"/>
        <w:noProof/>
        <w:sz w:val="30"/>
        <w:szCs w:val="30"/>
      </w:rPr>
      <w:t>21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A1A11" w14:textId="77777777" w:rsidR="00E55622" w:rsidRDefault="00E55622">
      <w:r>
        <w:separator/>
      </w:r>
    </w:p>
  </w:footnote>
  <w:footnote w:type="continuationSeparator" w:id="0">
    <w:p w14:paraId="5284C705" w14:textId="77777777" w:rsidR="00E55622" w:rsidRDefault="00E55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091200820">
    <w:abstractNumId w:val="11"/>
  </w:num>
  <w:num w:numId="2" w16cid:durableId="213473565">
    <w:abstractNumId w:val="12"/>
  </w:num>
  <w:num w:numId="3" w16cid:durableId="1952929779">
    <w:abstractNumId w:val="13"/>
  </w:num>
  <w:num w:numId="4" w16cid:durableId="1190486730">
    <w:abstractNumId w:val="14"/>
  </w:num>
  <w:num w:numId="5" w16cid:durableId="667488529">
    <w:abstractNumId w:val="8"/>
  </w:num>
  <w:num w:numId="6" w16cid:durableId="2106612534">
    <w:abstractNumId w:val="3"/>
  </w:num>
  <w:num w:numId="7" w16cid:durableId="1824274140">
    <w:abstractNumId w:val="2"/>
  </w:num>
  <w:num w:numId="8" w16cid:durableId="1270117245">
    <w:abstractNumId w:val="1"/>
  </w:num>
  <w:num w:numId="9" w16cid:durableId="1256864076">
    <w:abstractNumId w:val="0"/>
  </w:num>
  <w:num w:numId="10" w16cid:durableId="1340473617">
    <w:abstractNumId w:val="9"/>
  </w:num>
  <w:num w:numId="11" w16cid:durableId="452210809">
    <w:abstractNumId w:val="7"/>
  </w:num>
  <w:num w:numId="12" w16cid:durableId="1110393210">
    <w:abstractNumId w:val="6"/>
  </w:num>
  <w:num w:numId="13" w16cid:durableId="765075129">
    <w:abstractNumId w:val="5"/>
  </w:num>
  <w:num w:numId="14" w16cid:durableId="1405684779">
    <w:abstractNumId w:val="4"/>
  </w:num>
  <w:num w:numId="15" w16cid:durableId="20260098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45F75"/>
    <w:rsid w:val="000624DA"/>
    <w:rsid w:val="00066E2D"/>
    <w:rsid w:val="00067167"/>
    <w:rsid w:val="00077531"/>
    <w:rsid w:val="000F7F4B"/>
    <w:rsid w:val="0010298A"/>
    <w:rsid w:val="001635FE"/>
    <w:rsid w:val="00176FA6"/>
    <w:rsid w:val="00203135"/>
    <w:rsid w:val="002049EA"/>
    <w:rsid w:val="00284AF2"/>
    <w:rsid w:val="002E4734"/>
    <w:rsid w:val="0032506F"/>
    <w:rsid w:val="00335365"/>
    <w:rsid w:val="00336E88"/>
    <w:rsid w:val="00367258"/>
    <w:rsid w:val="00386D43"/>
    <w:rsid w:val="00392582"/>
    <w:rsid w:val="003F6FF9"/>
    <w:rsid w:val="00431C66"/>
    <w:rsid w:val="004618A4"/>
    <w:rsid w:val="00466185"/>
    <w:rsid w:val="004856F7"/>
    <w:rsid w:val="004C3D05"/>
    <w:rsid w:val="0051085B"/>
    <w:rsid w:val="00554C93"/>
    <w:rsid w:val="00576E04"/>
    <w:rsid w:val="005C4D38"/>
    <w:rsid w:val="006067E4"/>
    <w:rsid w:val="0061214E"/>
    <w:rsid w:val="00640C4F"/>
    <w:rsid w:val="00703D4D"/>
    <w:rsid w:val="00705271"/>
    <w:rsid w:val="00722EA0"/>
    <w:rsid w:val="007549CD"/>
    <w:rsid w:val="0076257B"/>
    <w:rsid w:val="0076513E"/>
    <w:rsid w:val="007754B5"/>
    <w:rsid w:val="0078241C"/>
    <w:rsid w:val="007841D8"/>
    <w:rsid w:val="007A353A"/>
    <w:rsid w:val="007B6898"/>
    <w:rsid w:val="007C1C6B"/>
    <w:rsid w:val="007C56AC"/>
    <w:rsid w:val="007E0F7B"/>
    <w:rsid w:val="007F5860"/>
    <w:rsid w:val="0081196B"/>
    <w:rsid w:val="00825620"/>
    <w:rsid w:val="00856DF4"/>
    <w:rsid w:val="00863B07"/>
    <w:rsid w:val="0088087E"/>
    <w:rsid w:val="008840CC"/>
    <w:rsid w:val="008F106B"/>
    <w:rsid w:val="00930A77"/>
    <w:rsid w:val="00946EE4"/>
    <w:rsid w:val="00951E57"/>
    <w:rsid w:val="00961B84"/>
    <w:rsid w:val="009B3DDD"/>
    <w:rsid w:val="00AB5337"/>
    <w:rsid w:val="00AD4BBC"/>
    <w:rsid w:val="00AF0A3E"/>
    <w:rsid w:val="00B1136E"/>
    <w:rsid w:val="00B241D4"/>
    <w:rsid w:val="00B5784E"/>
    <w:rsid w:val="00B800F3"/>
    <w:rsid w:val="00B909AE"/>
    <w:rsid w:val="00BA7596"/>
    <w:rsid w:val="00BD0C07"/>
    <w:rsid w:val="00BF29E4"/>
    <w:rsid w:val="00BF5B51"/>
    <w:rsid w:val="00C323C1"/>
    <w:rsid w:val="00C43D20"/>
    <w:rsid w:val="00C51E70"/>
    <w:rsid w:val="00C55CA7"/>
    <w:rsid w:val="00C82075"/>
    <w:rsid w:val="00C82867"/>
    <w:rsid w:val="00C855EF"/>
    <w:rsid w:val="00C877F6"/>
    <w:rsid w:val="00CB1139"/>
    <w:rsid w:val="00CB653C"/>
    <w:rsid w:val="00D02BDE"/>
    <w:rsid w:val="00D04C94"/>
    <w:rsid w:val="00D15E75"/>
    <w:rsid w:val="00D47BCF"/>
    <w:rsid w:val="00D57E8F"/>
    <w:rsid w:val="00D80434"/>
    <w:rsid w:val="00D9756D"/>
    <w:rsid w:val="00DB636B"/>
    <w:rsid w:val="00DD7BB4"/>
    <w:rsid w:val="00DE3F70"/>
    <w:rsid w:val="00DF43DD"/>
    <w:rsid w:val="00E30FAD"/>
    <w:rsid w:val="00E35EE1"/>
    <w:rsid w:val="00E55622"/>
    <w:rsid w:val="00E847C9"/>
    <w:rsid w:val="00E90A7B"/>
    <w:rsid w:val="00EA052C"/>
    <w:rsid w:val="00F42B6E"/>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3C88A2"/>
  <w15:chartTrackingRefBased/>
  <w15:docId w15:val="{5620545A-0C0A-410A-8C0F-F11923FDB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2C"/>
    <w:pPr>
      <w:spacing w:before="240" w:after="240"/>
      <w:ind w:firstLine="680"/>
      <w:jc w:val="both"/>
    </w:pPr>
    <w:rPr>
      <w:rFonts w:ascii="Amasis30" w:hAnsi="Amasis30"/>
      <w:sz w:val="36"/>
      <w:szCs w:val="24"/>
    </w:rPr>
  </w:style>
  <w:style w:type="paragraph" w:styleId="Titre1">
    <w:name w:val="heading 1"/>
    <w:basedOn w:val="Normal"/>
    <w:next w:val="Normal"/>
    <w:qFormat/>
    <w:rsid w:val="00EA052C"/>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EA052C"/>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EA052C"/>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EA052C"/>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EA052C"/>
  </w:style>
  <w:style w:type="character" w:styleId="Lienhypertexte">
    <w:name w:val="Hyperlink"/>
    <w:uiPriority w:val="99"/>
    <w:rsid w:val="00EA052C"/>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EA052C"/>
    <w:pPr>
      <w:tabs>
        <w:tab w:val="right" w:leader="dot" w:pos="9639"/>
      </w:tabs>
      <w:spacing w:before="180" w:after="180"/>
      <w:ind w:firstLine="0"/>
      <w:jc w:val="left"/>
    </w:pPr>
    <w:rPr>
      <w:bCs/>
      <w:iCs/>
      <w:noProof/>
      <w:color w:val="000080"/>
      <w:szCs w:val="28"/>
    </w:rPr>
  </w:style>
  <w:style w:type="paragraph" w:styleId="En-tte">
    <w:name w:val="header"/>
    <w:basedOn w:val="Normal"/>
    <w:rsid w:val="00EA052C"/>
    <w:pPr>
      <w:tabs>
        <w:tab w:val="center" w:pos="4536"/>
        <w:tab w:val="right" w:pos="9072"/>
      </w:tabs>
    </w:pPr>
  </w:style>
  <w:style w:type="paragraph" w:styleId="Pieddepage">
    <w:name w:val="footer"/>
    <w:basedOn w:val="Normal"/>
    <w:rsid w:val="00EA052C"/>
    <w:pPr>
      <w:tabs>
        <w:tab w:val="center" w:pos="4536"/>
        <w:tab w:val="right" w:pos="9072"/>
      </w:tabs>
      <w:ind w:firstLine="0"/>
      <w:jc w:val="center"/>
    </w:pPr>
    <w:rPr>
      <w:sz w:val="32"/>
    </w:rPr>
  </w:style>
  <w:style w:type="character" w:styleId="Numrodepage">
    <w:name w:val="page number"/>
    <w:basedOn w:val="Policepardfaut"/>
    <w:rsid w:val="00EA052C"/>
  </w:style>
  <w:style w:type="paragraph" w:styleId="TM2">
    <w:name w:val="toc 2"/>
    <w:basedOn w:val="Normal"/>
    <w:next w:val="Normal"/>
    <w:autoRedefine/>
    <w:uiPriority w:val="39"/>
    <w:rsid w:val="00EA052C"/>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EA052C"/>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EA052C"/>
    <w:pPr>
      <w:ind w:left="780"/>
    </w:pPr>
  </w:style>
  <w:style w:type="paragraph" w:styleId="TM5">
    <w:name w:val="toc 5"/>
    <w:basedOn w:val="Normal"/>
    <w:next w:val="Normal"/>
    <w:autoRedefine/>
    <w:semiHidden/>
    <w:rsid w:val="00EA052C"/>
    <w:pPr>
      <w:ind w:left="1040"/>
    </w:pPr>
  </w:style>
  <w:style w:type="paragraph" w:styleId="TM6">
    <w:name w:val="toc 6"/>
    <w:basedOn w:val="Normal"/>
    <w:next w:val="Normal"/>
    <w:autoRedefine/>
    <w:semiHidden/>
    <w:rsid w:val="00EA052C"/>
    <w:pPr>
      <w:ind w:left="1300"/>
    </w:pPr>
  </w:style>
  <w:style w:type="paragraph" w:styleId="TM7">
    <w:name w:val="toc 7"/>
    <w:basedOn w:val="Normal"/>
    <w:next w:val="Normal"/>
    <w:autoRedefine/>
    <w:semiHidden/>
    <w:rsid w:val="00EA052C"/>
    <w:pPr>
      <w:ind w:left="1560"/>
    </w:pPr>
  </w:style>
  <w:style w:type="paragraph" w:styleId="TM8">
    <w:name w:val="toc 8"/>
    <w:basedOn w:val="Normal"/>
    <w:next w:val="Normal"/>
    <w:autoRedefine/>
    <w:semiHidden/>
    <w:rsid w:val="00EA052C"/>
    <w:pPr>
      <w:ind w:left="1820"/>
    </w:pPr>
  </w:style>
  <w:style w:type="paragraph" w:styleId="TM9">
    <w:name w:val="toc 9"/>
    <w:basedOn w:val="Normal"/>
    <w:next w:val="Normal"/>
    <w:autoRedefine/>
    <w:semiHidden/>
    <w:rsid w:val="00EA052C"/>
    <w:pPr>
      <w:ind w:left="2080"/>
    </w:pPr>
  </w:style>
  <w:style w:type="character" w:styleId="Appelnotedebasdep">
    <w:name w:val="footnote reference"/>
    <w:qFormat/>
    <w:rsid w:val="00EA052C"/>
    <w:rPr>
      <w:rFonts w:ascii="Amasis30" w:hAnsi="Amasis30"/>
      <w:b/>
      <w:sz w:val="36"/>
      <w:vertAlign w:val="superscript"/>
    </w:rPr>
  </w:style>
  <w:style w:type="paragraph" w:styleId="Notedebasdepage">
    <w:name w:val="footnote text"/>
    <w:basedOn w:val="Taille-1Normal"/>
    <w:qFormat/>
    <w:rsid w:val="00EA052C"/>
    <w:rPr>
      <w:szCs w:val="30"/>
    </w:rPr>
  </w:style>
  <w:style w:type="paragraph" w:customStyle="1" w:styleId="Auteur">
    <w:name w:val="Auteur"/>
    <w:basedOn w:val="Normal"/>
    <w:rsid w:val="00EA052C"/>
    <w:pPr>
      <w:spacing w:before="0" w:after="1800"/>
      <w:ind w:right="851" w:firstLine="0"/>
      <w:jc w:val="right"/>
    </w:pPr>
    <w:rPr>
      <w:sz w:val="48"/>
    </w:rPr>
  </w:style>
  <w:style w:type="paragraph" w:customStyle="1" w:styleId="Titrelivre">
    <w:name w:val="Titre_livre"/>
    <w:basedOn w:val="Normal"/>
    <w:rsid w:val="00EA052C"/>
    <w:pPr>
      <w:spacing w:before="0" w:after="1200"/>
      <w:ind w:left="2268" w:right="851" w:firstLine="0"/>
      <w:jc w:val="right"/>
    </w:pPr>
    <w:rPr>
      <w:b/>
      <w:bCs/>
      <w:sz w:val="72"/>
    </w:rPr>
  </w:style>
  <w:style w:type="paragraph" w:customStyle="1" w:styleId="Soustitrelivre">
    <w:name w:val="Sous_titre_livre"/>
    <w:basedOn w:val="Normal"/>
    <w:rsid w:val="00EA052C"/>
    <w:pPr>
      <w:spacing w:before="0" w:after="2160"/>
      <w:ind w:left="2268" w:right="851" w:firstLine="0"/>
      <w:jc w:val="right"/>
    </w:pPr>
    <w:rPr>
      <w:bCs/>
      <w:sz w:val="44"/>
      <w:szCs w:val="36"/>
    </w:rPr>
  </w:style>
  <w:style w:type="paragraph" w:customStyle="1" w:styleId="Photoauteur">
    <w:name w:val="Photo_auteur"/>
    <w:basedOn w:val="Normal"/>
    <w:rsid w:val="00EA052C"/>
    <w:pPr>
      <w:spacing w:after="1080"/>
      <w:ind w:left="2268" w:firstLine="0"/>
      <w:jc w:val="center"/>
    </w:pPr>
    <w:rPr>
      <w:noProof/>
    </w:rPr>
  </w:style>
  <w:style w:type="paragraph" w:customStyle="1" w:styleId="DateSortie">
    <w:name w:val="Date_Sortie"/>
    <w:basedOn w:val="Normal"/>
    <w:rsid w:val="00EA052C"/>
    <w:pPr>
      <w:spacing w:before="0" w:after="0"/>
      <w:ind w:right="1418" w:firstLine="0"/>
      <w:jc w:val="right"/>
    </w:pPr>
    <w:rPr>
      <w:bCs/>
      <w:sz w:val="40"/>
    </w:rPr>
  </w:style>
  <w:style w:type="paragraph" w:customStyle="1" w:styleId="Titretablematires">
    <w:name w:val="Titre table matières"/>
    <w:basedOn w:val="Normal"/>
    <w:rsid w:val="00EA052C"/>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EA052C"/>
    <w:pPr>
      <w:ind w:firstLine="0"/>
      <w:jc w:val="center"/>
    </w:pPr>
    <w:rPr>
      <w:szCs w:val="20"/>
    </w:rPr>
  </w:style>
  <w:style w:type="paragraph" w:customStyle="1" w:styleId="NormalSansIndent">
    <w:name w:val="NormalSansIndent"/>
    <w:basedOn w:val="Normal"/>
    <w:rsid w:val="00EA052C"/>
    <w:pPr>
      <w:ind w:firstLine="0"/>
    </w:pPr>
    <w:rPr>
      <w:szCs w:val="20"/>
    </w:rPr>
  </w:style>
  <w:style w:type="paragraph" w:customStyle="1" w:styleId="NormalSolidaire">
    <w:name w:val="NormalSolidaire"/>
    <w:basedOn w:val="Normal"/>
    <w:qFormat/>
    <w:rsid w:val="00EA052C"/>
    <w:pPr>
      <w:keepNext/>
    </w:pPr>
  </w:style>
  <w:style w:type="paragraph" w:customStyle="1" w:styleId="NormalSautPageAvant">
    <w:name w:val="NormalSautPageAvant"/>
    <w:basedOn w:val="Normal"/>
    <w:qFormat/>
    <w:rsid w:val="00EA052C"/>
    <w:pPr>
      <w:pageBreakBefore/>
    </w:pPr>
  </w:style>
  <w:style w:type="paragraph" w:customStyle="1" w:styleId="NormalEspAvtGrand">
    <w:name w:val="NormalEspAvtGrand"/>
    <w:basedOn w:val="Normal"/>
    <w:rsid w:val="00EA052C"/>
    <w:pPr>
      <w:spacing w:before="2640"/>
    </w:pPr>
    <w:rPr>
      <w:szCs w:val="20"/>
    </w:rPr>
  </w:style>
  <w:style w:type="paragraph" w:customStyle="1" w:styleId="CentrEspAvt0">
    <w:name w:val="CentréEspAvt0"/>
    <w:basedOn w:val="Centr"/>
    <w:next w:val="CentrEspAvt0EspApr0"/>
    <w:rsid w:val="00EA052C"/>
    <w:pPr>
      <w:spacing w:before="0"/>
    </w:pPr>
  </w:style>
  <w:style w:type="paragraph" w:customStyle="1" w:styleId="CentrEspApr0">
    <w:name w:val="CentréEspApr0"/>
    <w:basedOn w:val="Centr"/>
    <w:next w:val="Normal"/>
    <w:rsid w:val="00EA052C"/>
    <w:pPr>
      <w:spacing w:after="0"/>
    </w:pPr>
  </w:style>
  <w:style w:type="paragraph" w:customStyle="1" w:styleId="CentrEspAvt0EspApr0">
    <w:name w:val="CentréEspAvt0EspApr0"/>
    <w:basedOn w:val="Centr"/>
    <w:rsid w:val="00EA052C"/>
    <w:pPr>
      <w:spacing w:before="0" w:after="0"/>
    </w:pPr>
  </w:style>
  <w:style w:type="paragraph" w:customStyle="1" w:styleId="Droite">
    <w:name w:val="Droite"/>
    <w:basedOn w:val="Normal"/>
    <w:next w:val="Normal"/>
    <w:rsid w:val="00EA052C"/>
    <w:pPr>
      <w:ind w:firstLine="0"/>
      <w:jc w:val="right"/>
    </w:pPr>
    <w:rPr>
      <w:szCs w:val="20"/>
    </w:rPr>
  </w:style>
  <w:style w:type="paragraph" w:customStyle="1" w:styleId="DroiteRetraitGauche1X">
    <w:name w:val="DroiteRetraitGauche1X"/>
    <w:basedOn w:val="Droite"/>
    <w:next w:val="Normal"/>
    <w:rsid w:val="00EA052C"/>
    <w:pPr>
      <w:ind w:left="680"/>
    </w:pPr>
  </w:style>
  <w:style w:type="paragraph" w:customStyle="1" w:styleId="DroiteRetraitGauche2X">
    <w:name w:val="DroiteRetraitGauche2X"/>
    <w:basedOn w:val="Droite"/>
    <w:next w:val="Normal"/>
    <w:rsid w:val="00EA052C"/>
    <w:pPr>
      <w:ind w:left="1361"/>
    </w:pPr>
  </w:style>
  <w:style w:type="paragraph" w:customStyle="1" w:styleId="DroiteRetraitGauche3X">
    <w:name w:val="DroiteRetraitGauche3X"/>
    <w:basedOn w:val="Droite"/>
    <w:next w:val="Normal"/>
    <w:rsid w:val="00EA052C"/>
    <w:pPr>
      <w:ind w:left="2041"/>
    </w:pPr>
  </w:style>
  <w:style w:type="paragraph" w:customStyle="1" w:styleId="DroiteRetraitGauche4X">
    <w:name w:val="DroiteRetraitGauche4X"/>
    <w:basedOn w:val="Droite"/>
    <w:next w:val="Normal"/>
    <w:rsid w:val="00EA052C"/>
    <w:pPr>
      <w:ind w:left="2722"/>
    </w:pPr>
  </w:style>
  <w:style w:type="paragraph" w:customStyle="1" w:styleId="Taille-1Normal">
    <w:name w:val="Taille-1Normal"/>
    <w:basedOn w:val="Normal"/>
    <w:link w:val="Taille-1NormalCar"/>
    <w:rsid w:val="00EA052C"/>
    <w:rPr>
      <w:sz w:val="32"/>
      <w:szCs w:val="28"/>
    </w:rPr>
  </w:style>
  <w:style w:type="paragraph" w:customStyle="1" w:styleId="Taille-1RetraitGauche1X">
    <w:name w:val="Taille-1RetraitGauche1X"/>
    <w:basedOn w:val="Taille-1Normal"/>
    <w:rsid w:val="00EA052C"/>
    <w:pPr>
      <w:ind w:left="680"/>
    </w:pPr>
    <w:rPr>
      <w:szCs w:val="20"/>
    </w:rPr>
  </w:style>
  <w:style w:type="paragraph" w:customStyle="1" w:styleId="Taille-1RetraitGauche2X">
    <w:name w:val="Taille-1RetraitGauche2X"/>
    <w:basedOn w:val="Taille-1Normal"/>
    <w:rsid w:val="00EA052C"/>
    <w:pPr>
      <w:ind w:left="1361"/>
    </w:pPr>
    <w:rPr>
      <w:szCs w:val="20"/>
    </w:rPr>
  </w:style>
  <w:style w:type="paragraph" w:customStyle="1" w:styleId="Taille-1RetraitGauche3X">
    <w:name w:val="Taille-1RetraitGauche3X"/>
    <w:basedOn w:val="Taille-1Normal"/>
    <w:rsid w:val="00EA052C"/>
    <w:pPr>
      <w:ind w:left="2041"/>
    </w:pPr>
    <w:rPr>
      <w:szCs w:val="20"/>
    </w:rPr>
  </w:style>
  <w:style w:type="paragraph" w:customStyle="1" w:styleId="Taille-1RetraitGauche1XIndent0">
    <w:name w:val="Taille-1RetraitGauche1XIndent0"/>
    <w:basedOn w:val="Taille-1RetraitGauche1X"/>
    <w:rsid w:val="00EA052C"/>
    <w:pPr>
      <w:ind w:firstLine="0"/>
    </w:pPr>
  </w:style>
  <w:style w:type="paragraph" w:customStyle="1" w:styleId="Taille-1RetraitGauche2XIndent0">
    <w:name w:val="Taille-1RetraitGauche2XIndent0"/>
    <w:basedOn w:val="Taille-1RetraitGauche2X"/>
    <w:rsid w:val="00EA052C"/>
    <w:pPr>
      <w:ind w:firstLine="0"/>
    </w:pPr>
  </w:style>
  <w:style w:type="paragraph" w:customStyle="1" w:styleId="Taille-1RetraitGauche3XIndent0">
    <w:name w:val="Taille-1RetraitGauche3XIndent0"/>
    <w:basedOn w:val="Taille-1RetraitGauche3X"/>
    <w:rsid w:val="00EA052C"/>
    <w:pPr>
      <w:ind w:firstLine="0"/>
    </w:pPr>
  </w:style>
  <w:style w:type="paragraph" w:customStyle="1" w:styleId="Taille-1RetraitGauche4XIndent0">
    <w:name w:val="Taille-1RetraitGauche4XIndent0"/>
    <w:basedOn w:val="Taille-1Normal"/>
    <w:rsid w:val="00EA052C"/>
    <w:pPr>
      <w:ind w:left="2722" w:firstLine="0"/>
    </w:pPr>
    <w:rPr>
      <w:szCs w:val="20"/>
    </w:rPr>
  </w:style>
  <w:style w:type="paragraph" w:customStyle="1" w:styleId="NormalRetraitGauche1X">
    <w:name w:val="NormalRetraitGauche1X"/>
    <w:basedOn w:val="Normal"/>
    <w:rsid w:val="00EA052C"/>
    <w:pPr>
      <w:ind w:left="680"/>
    </w:pPr>
    <w:rPr>
      <w:szCs w:val="20"/>
    </w:rPr>
  </w:style>
  <w:style w:type="paragraph" w:customStyle="1" w:styleId="NormalRetraitGauche2X">
    <w:name w:val="NormalRetraitGauche2X"/>
    <w:basedOn w:val="Normal"/>
    <w:rsid w:val="00EA052C"/>
    <w:pPr>
      <w:ind w:left="1361"/>
    </w:pPr>
    <w:rPr>
      <w:szCs w:val="20"/>
    </w:rPr>
  </w:style>
  <w:style w:type="paragraph" w:customStyle="1" w:styleId="NormalRetraitGauche3X">
    <w:name w:val="NormalRetraitGauche3X"/>
    <w:basedOn w:val="Normal"/>
    <w:rsid w:val="00EA052C"/>
    <w:pPr>
      <w:ind w:left="2041"/>
    </w:pPr>
    <w:rPr>
      <w:szCs w:val="20"/>
    </w:rPr>
  </w:style>
  <w:style w:type="paragraph" w:customStyle="1" w:styleId="NormalRetraitGauche1XIndent0">
    <w:name w:val="NormalRetraitGauche1XIndent0"/>
    <w:basedOn w:val="NormalRetraitGauche1X"/>
    <w:rsid w:val="00EA052C"/>
    <w:pPr>
      <w:ind w:firstLine="0"/>
    </w:pPr>
  </w:style>
  <w:style w:type="paragraph" w:customStyle="1" w:styleId="NormalRetraitGauche2XIndent0">
    <w:name w:val="NormalRetraitGauche2XIndent0"/>
    <w:basedOn w:val="NormalRetraitGauche2X"/>
    <w:rsid w:val="00EA052C"/>
    <w:pPr>
      <w:ind w:firstLine="0"/>
    </w:pPr>
  </w:style>
  <w:style w:type="paragraph" w:customStyle="1" w:styleId="NormalRetraitGauche3XIndent0">
    <w:name w:val="NormalRetraitGauche3XIndent0"/>
    <w:basedOn w:val="NormalRetraitGauche3X"/>
    <w:rsid w:val="00EA052C"/>
    <w:pPr>
      <w:ind w:firstLine="0"/>
    </w:pPr>
  </w:style>
  <w:style w:type="paragraph" w:customStyle="1" w:styleId="NormalRetraitGauche4XIndent0">
    <w:name w:val="NormalRetraitGauche4XIndent0"/>
    <w:basedOn w:val="Normal"/>
    <w:rsid w:val="00EA052C"/>
    <w:pPr>
      <w:ind w:left="2722" w:firstLine="0"/>
    </w:pPr>
    <w:rPr>
      <w:szCs w:val="20"/>
    </w:rPr>
  </w:style>
  <w:style w:type="paragraph" w:styleId="Notedefin">
    <w:name w:val="endnote text"/>
    <w:basedOn w:val="Taille-1Normal"/>
    <w:link w:val="NotedefinCar"/>
    <w:uiPriority w:val="99"/>
    <w:semiHidden/>
    <w:unhideWhenUsed/>
    <w:qFormat/>
    <w:rsid w:val="00EA052C"/>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EA052C"/>
    <w:rPr>
      <w:rFonts w:ascii="Amasis30" w:hAnsi="Amasis30"/>
      <w:b/>
      <w:sz w:val="36"/>
      <w:vertAlign w:val="superscript"/>
    </w:rPr>
  </w:style>
  <w:style w:type="paragraph" w:customStyle="1" w:styleId="NormalSuspendu1X">
    <w:name w:val="NormalSuspendu1X"/>
    <w:basedOn w:val="Normal"/>
    <w:rsid w:val="00EA052C"/>
    <w:pPr>
      <w:ind w:left="680" w:hanging="680"/>
    </w:pPr>
    <w:rPr>
      <w:szCs w:val="20"/>
    </w:rPr>
  </w:style>
  <w:style w:type="paragraph" w:customStyle="1" w:styleId="NormalSuspendu1XRetrait1X">
    <w:name w:val="NormalSuspendu1XRetrait1X"/>
    <w:basedOn w:val="Normal"/>
    <w:rsid w:val="00EA052C"/>
    <w:pPr>
      <w:ind w:left="1360" w:hanging="680"/>
    </w:pPr>
  </w:style>
  <w:style w:type="paragraph" w:customStyle="1" w:styleId="NormalEspAvt0EspApr0">
    <w:name w:val="NormalEspAvt0EspApr0"/>
    <w:basedOn w:val="Normal"/>
    <w:rsid w:val="00EA052C"/>
    <w:pPr>
      <w:spacing w:before="0" w:after="0"/>
    </w:pPr>
    <w:rPr>
      <w:szCs w:val="20"/>
    </w:rPr>
  </w:style>
  <w:style w:type="paragraph" w:customStyle="1" w:styleId="NormalSuspendu1XRetrait2X">
    <w:name w:val="NormalSuspendu1XRetrait2X"/>
    <w:basedOn w:val="Normal"/>
    <w:rsid w:val="00EA052C"/>
    <w:pPr>
      <w:ind w:left="2041" w:hanging="680"/>
    </w:pPr>
  </w:style>
  <w:style w:type="paragraph" w:customStyle="1" w:styleId="NormalSuspendu1XRetrait3X">
    <w:name w:val="NormalSuspendu1XRetrait3X"/>
    <w:basedOn w:val="Normal"/>
    <w:rsid w:val="00EA052C"/>
    <w:pPr>
      <w:ind w:left="2721" w:hanging="680"/>
    </w:pPr>
    <w:rPr>
      <w:szCs w:val="20"/>
    </w:rPr>
  </w:style>
  <w:style w:type="paragraph" w:customStyle="1" w:styleId="NormalSuspendu1XRetrait4X">
    <w:name w:val="NormalSuspendu1XRetrait4X"/>
    <w:basedOn w:val="Normal"/>
    <w:rsid w:val="00EA052C"/>
    <w:pPr>
      <w:ind w:left="3402" w:hanging="680"/>
    </w:pPr>
    <w:rPr>
      <w:szCs w:val="20"/>
    </w:rPr>
  </w:style>
  <w:style w:type="character" w:customStyle="1" w:styleId="Absatz-Standardschriftart">
    <w:name w:val="Absatz-Standardschriftart"/>
    <w:rsid w:val="00C855EF"/>
  </w:style>
  <w:style w:type="character" w:customStyle="1" w:styleId="WW-Absatz-Standardschriftart">
    <w:name w:val="WW-Absatz-Standardschriftart"/>
    <w:rsid w:val="00C855EF"/>
  </w:style>
  <w:style w:type="character" w:customStyle="1" w:styleId="WW8Num5z0">
    <w:name w:val="WW8Num5z0"/>
    <w:rsid w:val="00C855EF"/>
    <w:rPr>
      <w:rFonts w:ascii="Symbol" w:hAnsi="Symbol" w:cs="Symbol"/>
    </w:rPr>
  </w:style>
  <w:style w:type="character" w:customStyle="1" w:styleId="WW8Num6z0">
    <w:name w:val="WW8Num6z0"/>
    <w:rsid w:val="00C855EF"/>
    <w:rPr>
      <w:rFonts w:ascii="Symbol" w:hAnsi="Symbol" w:cs="Symbol"/>
    </w:rPr>
  </w:style>
  <w:style w:type="character" w:customStyle="1" w:styleId="WW8Num7z0">
    <w:name w:val="WW8Num7z0"/>
    <w:rsid w:val="00C855EF"/>
    <w:rPr>
      <w:rFonts w:ascii="Symbol" w:hAnsi="Symbol" w:cs="Symbol"/>
    </w:rPr>
  </w:style>
  <w:style w:type="character" w:customStyle="1" w:styleId="WW8Num8z0">
    <w:name w:val="WW8Num8z0"/>
    <w:rsid w:val="00C855EF"/>
    <w:rPr>
      <w:rFonts w:ascii="Symbol" w:hAnsi="Symbol" w:cs="Symbol"/>
    </w:rPr>
  </w:style>
  <w:style w:type="character" w:customStyle="1" w:styleId="WW8Num10z0">
    <w:name w:val="WW8Num10z0"/>
    <w:rsid w:val="00C855EF"/>
    <w:rPr>
      <w:rFonts w:ascii="Symbol" w:hAnsi="Symbol" w:cs="Symbol"/>
    </w:rPr>
  </w:style>
  <w:style w:type="character" w:customStyle="1" w:styleId="WW8Num11z0">
    <w:name w:val="WW8Num11z0"/>
    <w:rsid w:val="00C855EF"/>
    <w:rPr>
      <w:rFonts w:ascii="Symbol" w:hAnsi="Symbol" w:cs="Symbol"/>
      <w:sz w:val="20"/>
    </w:rPr>
  </w:style>
  <w:style w:type="character" w:customStyle="1" w:styleId="WW8Num11z1">
    <w:name w:val="WW8Num11z1"/>
    <w:rsid w:val="00C855EF"/>
    <w:rPr>
      <w:rFonts w:ascii="Courier New" w:hAnsi="Courier New" w:cs="Courier New"/>
      <w:sz w:val="20"/>
    </w:rPr>
  </w:style>
  <w:style w:type="character" w:customStyle="1" w:styleId="WW8Num11z2">
    <w:name w:val="WW8Num11z2"/>
    <w:rsid w:val="00C855EF"/>
    <w:rPr>
      <w:rFonts w:ascii="Wingdings" w:hAnsi="Wingdings" w:cs="Wingdings"/>
      <w:sz w:val="20"/>
    </w:rPr>
  </w:style>
  <w:style w:type="character" w:customStyle="1" w:styleId="WW8Num12z0">
    <w:name w:val="WW8Num12z0"/>
    <w:rsid w:val="00C855EF"/>
    <w:rPr>
      <w:rFonts w:ascii="Symbol" w:hAnsi="Symbol" w:cs="Symbol"/>
      <w:sz w:val="20"/>
    </w:rPr>
  </w:style>
  <w:style w:type="character" w:customStyle="1" w:styleId="WW8Num12z1">
    <w:name w:val="WW8Num12z1"/>
    <w:rsid w:val="00C855EF"/>
    <w:rPr>
      <w:rFonts w:ascii="Courier New" w:hAnsi="Courier New" w:cs="Courier New"/>
      <w:sz w:val="20"/>
    </w:rPr>
  </w:style>
  <w:style w:type="character" w:customStyle="1" w:styleId="WW8Num12z2">
    <w:name w:val="WW8Num12z2"/>
    <w:rsid w:val="00C855EF"/>
    <w:rPr>
      <w:rFonts w:ascii="Wingdings" w:hAnsi="Wingdings" w:cs="Wingdings"/>
      <w:sz w:val="20"/>
    </w:rPr>
  </w:style>
  <w:style w:type="character" w:customStyle="1" w:styleId="WW8Num13z0">
    <w:name w:val="WW8Num13z0"/>
    <w:rsid w:val="00C855EF"/>
    <w:rPr>
      <w:rFonts w:ascii="Symbol" w:hAnsi="Symbol" w:cs="Symbol"/>
      <w:sz w:val="20"/>
    </w:rPr>
  </w:style>
  <w:style w:type="character" w:customStyle="1" w:styleId="WW8Num13z1">
    <w:name w:val="WW8Num13z1"/>
    <w:rsid w:val="00C855EF"/>
    <w:rPr>
      <w:rFonts w:ascii="Courier New" w:hAnsi="Courier New" w:cs="Courier New"/>
      <w:sz w:val="20"/>
    </w:rPr>
  </w:style>
  <w:style w:type="character" w:customStyle="1" w:styleId="WW8Num13z2">
    <w:name w:val="WW8Num13z2"/>
    <w:rsid w:val="00C855EF"/>
    <w:rPr>
      <w:rFonts w:ascii="Wingdings" w:hAnsi="Wingdings" w:cs="Wingdings"/>
      <w:sz w:val="20"/>
    </w:rPr>
  </w:style>
  <w:style w:type="character" w:customStyle="1" w:styleId="WW8Num14z0">
    <w:name w:val="WW8Num14z0"/>
    <w:rsid w:val="00C855EF"/>
    <w:rPr>
      <w:rFonts w:ascii="Symbol" w:hAnsi="Symbol" w:cs="Symbol"/>
      <w:sz w:val="20"/>
    </w:rPr>
  </w:style>
  <w:style w:type="character" w:customStyle="1" w:styleId="WW8Num14z1">
    <w:name w:val="WW8Num14z1"/>
    <w:rsid w:val="00C855EF"/>
    <w:rPr>
      <w:rFonts w:ascii="Courier New" w:hAnsi="Courier New" w:cs="Courier New"/>
      <w:sz w:val="20"/>
    </w:rPr>
  </w:style>
  <w:style w:type="character" w:customStyle="1" w:styleId="WW8Num14z2">
    <w:name w:val="WW8Num14z2"/>
    <w:rsid w:val="00C855EF"/>
    <w:rPr>
      <w:rFonts w:ascii="Wingdings" w:hAnsi="Wingdings" w:cs="Wingdings"/>
      <w:sz w:val="20"/>
    </w:rPr>
  </w:style>
  <w:style w:type="character" w:customStyle="1" w:styleId="Policepardfaut1">
    <w:name w:val="Police par défaut1"/>
    <w:rsid w:val="00C855EF"/>
  </w:style>
  <w:style w:type="character" w:customStyle="1" w:styleId="Caractresdenotedebasdepage">
    <w:name w:val="Caractères de note de bas de page"/>
    <w:rsid w:val="00C855EF"/>
    <w:rPr>
      <w:rFonts w:ascii="Georgia" w:hAnsi="Georgia" w:cs="Georgia"/>
      <w:b/>
      <w:sz w:val="32"/>
      <w:vertAlign w:val="superscript"/>
    </w:rPr>
  </w:style>
  <w:style w:type="character" w:customStyle="1" w:styleId="NotedefinCar">
    <w:name w:val="Note de fin Car"/>
    <w:link w:val="Notedefin"/>
    <w:uiPriority w:val="99"/>
    <w:semiHidden/>
    <w:rsid w:val="00EA052C"/>
    <w:rPr>
      <w:rFonts w:ascii="Amasis30" w:hAnsi="Amasis30"/>
      <w:sz w:val="32"/>
      <w:lang w:val="x-none" w:eastAsia="x-none"/>
    </w:rPr>
  </w:style>
  <w:style w:type="character" w:customStyle="1" w:styleId="Caractresdenotedefin">
    <w:name w:val="Caractères de note de fin"/>
    <w:rsid w:val="00C855EF"/>
    <w:rPr>
      <w:rFonts w:ascii="Georgia" w:hAnsi="Georgia" w:cs="Georgia"/>
      <w:b/>
      <w:sz w:val="32"/>
      <w:vertAlign w:val="superscript"/>
    </w:rPr>
  </w:style>
  <w:style w:type="character" w:styleId="Lienhypertextesuivivisit">
    <w:name w:val="FollowedHyperlink"/>
    <w:rsid w:val="00C855EF"/>
    <w:rPr>
      <w:color w:val="800080"/>
      <w:u w:val="single"/>
    </w:rPr>
  </w:style>
  <w:style w:type="character" w:customStyle="1" w:styleId="TextedebullesCar">
    <w:name w:val="Texte de bulles Car"/>
    <w:rsid w:val="00C855EF"/>
    <w:rPr>
      <w:rFonts w:ascii="Tahoma" w:hAnsi="Tahoma" w:cs="Tahoma"/>
      <w:sz w:val="16"/>
      <w:szCs w:val="16"/>
    </w:rPr>
  </w:style>
  <w:style w:type="paragraph" w:customStyle="1" w:styleId="Titre10">
    <w:name w:val="Titre1"/>
    <w:basedOn w:val="Normal"/>
    <w:next w:val="Corpsdetexte"/>
    <w:rsid w:val="00C855EF"/>
    <w:pPr>
      <w:keepNext/>
      <w:spacing w:after="120"/>
    </w:pPr>
    <w:rPr>
      <w:rFonts w:ascii="Arial" w:eastAsia="Microsoft YaHei" w:hAnsi="Arial" w:cs="Mangal"/>
      <w:sz w:val="28"/>
      <w:szCs w:val="28"/>
    </w:rPr>
  </w:style>
  <w:style w:type="paragraph" w:styleId="Corpsdetexte">
    <w:name w:val="Body Text"/>
    <w:basedOn w:val="Normal"/>
    <w:rsid w:val="00C855EF"/>
    <w:pPr>
      <w:spacing w:before="0" w:after="120"/>
    </w:pPr>
  </w:style>
  <w:style w:type="paragraph" w:styleId="Liste">
    <w:name w:val="List"/>
    <w:basedOn w:val="Corpsdetexte"/>
    <w:rsid w:val="00C855EF"/>
    <w:rPr>
      <w:rFonts w:cs="Mangal"/>
    </w:rPr>
  </w:style>
  <w:style w:type="paragraph" w:customStyle="1" w:styleId="Lgende1">
    <w:name w:val="Légende1"/>
    <w:basedOn w:val="Normal"/>
    <w:rsid w:val="00C855EF"/>
    <w:pPr>
      <w:suppressLineNumbers/>
      <w:spacing w:before="120" w:after="120"/>
    </w:pPr>
    <w:rPr>
      <w:rFonts w:cs="Mangal"/>
      <w:i/>
      <w:iCs/>
      <w:sz w:val="24"/>
    </w:rPr>
  </w:style>
  <w:style w:type="paragraph" w:customStyle="1" w:styleId="Index">
    <w:name w:val="Index"/>
    <w:basedOn w:val="Normal"/>
    <w:rsid w:val="00C855EF"/>
    <w:pPr>
      <w:suppressLineNumbers/>
    </w:pPr>
    <w:rPr>
      <w:rFonts w:cs="Mangal"/>
    </w:rPr>
  </w:style>
  <w:style w:type="paragraph" w:styleId="Explorateurdedocuments0">
    <w:name w:val="Document Map"/>
    <w:basedOn w:val="Normal"/>
    <w:rsid w:val="00EA052C"/>
    <w:pPr>
      <w:shd w:val="clear" w:color="auto" w:fill="000080"/>
    </w:pPr>
    <w:rPr>
      <w:rFonts w:ascii="Tahoma" w:hAnsi="Tahoma" w:cs="Tahoma"/>
    </w:rPr>
  </w:style>
  <w:style w:type="paragraph" w:styleId="NormalWeb">
    <w:name w:val="Normal (Web)"/>
    <w:basedOn w:val="Normal"/>
    <w:rsid w:val="00C855EF"/>
    <w:pPr>
      <w:spacing w:before="280" w:after="280"/>
      <w:ind w:firstLine="0"/>
      <w:jc w:val="left"/>
    </w:pPr>
    <w:rPr>
      <w:rFonts w:ascii="Times New Roman" w:hAnsi="Times New Roman"/>
      <w:sz w:val="24"/>
    </w:rPr>
  </w:style>
  <w:style w:type="paragraph" w:styleId="Textedebulles">
    <w:name w:val="Balloon Text"/>
    <w:basedOn w:val="Normal"/>
    <w:rsid w:val="00C855EF"/>
    <w:pPr>
      <w:spacing w:before="0" w:after="0"/>
      <w:ind w:firstLine="0"/>
      <w:jc w:val="left"/>
    </w:pPr>
    <w:rPr>
      <w:rFonts w:ascii="Tahoma" w:hAnsi="Tahoma" w:cs="Tahoma"/>
      <w:sz w:val="16"/>
      <w:szCs w:val="16"/>
    </w:rPr>
  </w:style>
  <w:style w:type="paragraph" w:styleId="Retrait1religne">
    <w:name w:val="Body Text First Indent"/>
    <w:basedOn w:val="Corpsdetexte"/>
    <w:rsid w:val="00C855EF"/>
    <w:pPr>
      <w:ind w:firstLine="283"/>
    </w:pPr>
  </w:style>
  <w:style w:type="character" w:customStyle="1" w:styleId="Taille-1NormalCar">
    <w:name w:val="Taille-1Normal Car"/>
    <w:link w:val="Taille-1Normal"/>
    <w:rsid w:val="00C855EF"/>
    <w:rPr>
      <w:rFonts w:ascii="Amasis30" w:hAnsi="Amasis30"/>
      <w:sz w:val="32"/>
      <w:szCs w:val="28"/>
    </w:rPr>
  </w:style>
  <w:style w:type="paragraph" w:styleId="Rvision">
    <w:name w:val="Revision"/>
    <w:hidden/>
    <w:uiPriority w:val="99"/>
    <w:semiHidden/>
    <w:rsid w:val="007754B5"/>
    <w:rPr>
      <w:rFonts w:ascii="Georgia" w:hAnsi="Georgia"/>
      <w:sz w:val="32"/>
      <w:szCs w:val="24"/>
    </w:rPr>
  </w:style>
  <w:style w:type="character" w:styleId="Marquedecommentaire">
    <w:name w:val="annotation reference"/>
    <w:uiPriority w:val="99"/>
    <w:semiHidden/>
    <w:unhideWhenUsed/>
    <w:rsid w:val="00961B84"/>
    <w:rPr>
      <w:sz w:val="16"/>
      <w:szCs w:val="16"/>
    </w:rPr>
  </w:style>
  <w:style w:type="paragraph" w:styleId="Commentaire">
    <w:name w:val="annotation text"/>
    <w:basedOn w:val="Normal"/>
    <w:link w:val="CommentaireCar"/>
    <w:uiPriority w:val="99"/>
    <w:semiHidden/>
    <w:unhideWhenUsed/>
    <w:rsid w:val="00961B84"/>
    <w:rPr>
      <w:sz w:val="20"/>
      <w:szCs w:val="20"/>
    </w:rPr>
  </w:style>
  <w:style w:type="character" w:customStyle="1" w:styleId="CommentaireCar">
    <w:name w:val="Commentaire Car"/>
    <w:link w:val="Commentaire"/>
    <w:uiPriority w:val="99"/>
    <w:semiHidden/>
    <w:rsid w:val="00961B84"/>
    <w:rPr>
      <w:rFonts w:ascii="Georgia" w:hAnsi="Georgia"/>
    </w:rPr>
  </w:style>
  <w:style w:type="paragraph" w:styleId="Objetducommentaire">
    <w:name w:val="annotation subject"/>
    <w:basedOn w:val="Commentaire"/>
    <w:next w:val="Commentaire"/>
    <w:link w:val="ObjetducommentaireCar"/>
    <w:uiPriority w:val="99"/>
    <w:semiHidden/>
    <w:unhideWhenUsed/>
    <w:rsid w:val="00961B84"/>
    <w:rPr>
      <w:b/>
      <w:bCs/>
    </w:rPr>
  </w:style>
  <w:style w:type="character" w:customStyle="1" w:styleId="ObjetducommentaireCar">
    <w:name w:val="Objet du commentaire Car"/>
    <w:link w:val="Objetducommentaire"/>
    <w:uiPriority w:val="99"/>
    <w:semiHidden/>
    <w:rsid w:val="00961B84"/>
    <w:rPr>
      <w:rFonts w:ascii="Georgia" w:hAnsi="Georgia"/>
      <w:b/>
      <w:bCs/>
    </w:rPr>
  </w:style>
  <w:style w:type="character" w:customStyle="1" w:styleId="Taille-1Caracteres">
    <w:name w:val="Taille-1Caracteres"/>
    <w:qFormat/>
    <w:rsid w:val="00EA052C"/>
    <w:rPr>
      <w:sz w:val="32"/>
      <w:szCs w:val="20"/>
    </w:rPr>
  </w:style>
  <w:style w:type="paragraph" w:customStyle="1" w:styleId="Etoile">
    <w:name w:val="Etoile"/>
    <w:basedOn w:val="Normal"/>
    <w:qFormat/>
    <w:rsid w:val="00EA052C"/>
    <w:pPr>
      <w:ind w:firstLine="0"/>
      <w:jc w:val="center"/>
    </w:pPr>
    <w:rPr>
      <w:b/>
      <w:sz w:val="40"/>
      <w:szCs w:val="28"/>
    </w:rPr>
  </w:style>
  <w:style w:type="paragraph" w:customStyle="1" w:styleId="Taille-1Suspendu1XRetrait1XEsp0">
    <w:name w:val="Taille-1Suspendu1XRetrait1XEsp0"/>
    <w:basedOn w:val="Taille-1RetraitGauche1X"/>
    <w:qFormat/>
    <w:rsid w:val="00EA052C"/>
    <w:pPr>
      <w:spacing w:before="0" w:after="0"/>
      <w:ind w:left="1360" w:hanging="680"/>
    </w:pPr>
  </w:style>
  <w:style w:type="character" w:styleId="Mentionnonrsolue">
    <w:name w:val="Unresolved Mention"/>
    <w:uiPriority w:val="99"/>
    <w:semiHidden/>
    <w:unhideWhenUsed/>
    <w:rsid w:val="00EA052C"/>
    <w:rPr>
      <w:color w:val="605E5C"/>
      <w:shd w:val="clear" w:color="auto" w:fill="E1DFDD"/>
    </w:rPr>
  </w:style>
  <w:style w:type="paragraph" w:customStyle="1" w:styleId="Taille-1Suspendu1XRetrait2XEsp0">
    <w:name w:val="Taille-1Suspendu1XRetrait2XEsp0"/>
    <w:basedOn w:val="Taille-1RetraitGauche2X"/>
    <w:qFormat/>
    <w:rsid w:val="00EA052C"/>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EA052C"/>
    <w:pPr>
      <w:spacing w:before="0" w:after="0"/>
    </w:pPr>
  </w:style>
  <w:style w:type="paragraph" w:customStyle="1" w:styleId="NormalSuspendu1XEsp0">
    <w:name w:val="NormalSuspendu1XEsp0"/>
    <w:basedOn w:val="NormalSuspendu1X"/>
    <w:qFormat/>
    <w:rsid w:val="00EA052C"/>
    <w:pPr>
      <w:spacing w:before="0" w:after="0"/>
    </w:pPr>
  </w:style>
  <w:style w:type="paragraph" w:customStyle="1" w:styleId="NormalSuspendu1XRetrait2XEsp0">
    <w:name w:val="NormalSuspendu1XRetrait2XEsp0"/>
    <w:basedOn w:val="NormalSuspendu1XRetrait2X"/>
    <w:qFormat/>
    <w:rsid w:val="00EA052C"/>
    <w:pPr>
      <w:spacing w:before="0" w:after="0"/>
    </w:pPr>
  </w:style>
  <w:style w:type="paragraph" w:customStyle="1" w:styleId="ParagrapheVideNormal">
    <w:name w:val="ParagrapheVideNormal"/>
    <w:basedOn w:val="Normal"/>
    <w:next w:val="Normal"/>
    <w:qFormat/>
    <w:rsid w:val="00EA052C"/>
  </w:style>
  <w:style w:type="paragraph" w:customStyle="1" w:styleId="ParagrapheVideNormal2">
    <w:name w:val="ParagrapheVideNormal2"/>
    <w:basedOn w:val="ParagrapheVideNormal"/>
    <w:next w:val="Normal"/>
    <w:qFormat/>
    <w:rsid w:val="00EA052C"/>
  </w:style>
  <w:style w:type="paragraph" w:customStyle="1" w:styleId="Image">
    <w:name w:val="Image"/>
    <w:basedOn w:val="Centr"/>
    <w:next w:val="Normal"/>
    <w:qFormat/>
    <w:rsid w:val="00EA0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18105</Words>
  <Characters>99579</Characters>
  <Application>Microsoft Office Word</Application>
  <DocSecurity>0</DocSecurity>
  <Lines>829</Lines>
  <Paragraphs>234</Paragraphs>
  <ScaleCrop>false</ScaleCrop>
  <HeadingPairs>
    <vt:vector size="2" baseType="variant">
      <vt:variant>
        <vt:lpstr>Titre</vt:lpstr>
      </vt:variant>
      <vt:variant>
        <vt:i4>1</vt:i4>
      </vt:variant>
    </vt:vector>
  </HeadingPairs>
  <TitlesOfParts>
    <vt:vector size="1" baseType="lpstr">
      <vt:lpstr>L’INCENDIE DU PÔLE</vt:lpstr>
    </vt:vector>
  </TitlesOfParts>
  <Company>Ebooks libres et gratuits</Company>
  <LinksUpToDate>false</LinksUpToDate>
  <CharactersWithSpaces>117450</CharactersWithSpaces>
  <SharedDoc>false</SharedDoc>
  <HLinks>
    <vt:vector size="108" baseType="variant">
      <vt:variant>
        <vt:i4>2293820</vt:i4>
      </vt:variant>
      <vt:variant>
        <vt:i4>105</vt:i4>
      </vt:variant>
      <vt:variant>
        <vt:i4>0</vt:i4>
      </vt:variant>
      <vt:variant>
        <vt:i4>5</vt:i4>
      </vt:variant>
      <vt:variant>
        <vt:lpwstr>http://www.ebooksgratuits.com/</vt:lpwstr>
      </vt:variant>
      <vt:variant>
        <vt:lpwstr/>
      </vt:variant>
      <vt:variant>
        <vt:i4>7929972</vt:i4>
      </vt:variant>
      <vt:variant>
        <vt:i4>102</vt:i4>
      </vt:variant>
      <vt:variant>
        <vt:i4>0</vt:i4>
      </vt:variant>
      <vt:variant>
        <vt:i4>5</vt:i4>
      </vt:variant>
      <vt:variant>
        <vt:lpwstr>http://fr.groups.yahoo.com/group/ebooksgratuits</vt:lpwstr>
      </vt:variant>
      <vt:variant>
        <vt:lpwstr/>
      </vt:variant>
      <vt:variant>
        <vt:i4>1638458</vt:i4>
      </vt:variant>
      <vt:variant>
        <vt:i4>95</vt:i4>
      </vt:variant>
      <vt:variant>
        <vt:i4>0</vt:i4>
      </vt:variant>
      <vt:variant>
        <vt:i4>5</vt:i4>
      </vt:variant>
      <vt:variant>
        <vt:lpwstr/>
      </vt:variant>
      <vt:variant>
        <vt:lpwstr>_Toc335248878</vt:lpwstr>
      </vt:variant>
      <vt:variant>
        <vt:i4>1638458</vt:i4>
      </vt:variant>
      <vt:variant>
        <vt:i4>89</vt:i4>
      </vt:variant>
      <vt:variant>
        <vt:i4>0</vt:i4>
      </vt:variant>
      <vt:variant>
        <vt:i4>5</vt:i4>
      </vt:variant>
      <vt:variant>
        <vt:lpwstr/>
      </vt:variant>
      <vt:variant>
        <vt:lpwstr>_Toc335248877</vt:lpwstr>
      </vt:variant>
      <vt:variant>
        <vt:i4>1638458</vt:i4>
      </vt:variant>
      <vt:variant>
        <vt:i4>83</vt:i4>
      </vt:variant>
      <vt:variant>
        <vt:i4>0</vt:i4>
      </vt:variant>
      <vt:variant>
        <vt:i4>5</vt:i4>
      </vt:variant>
      <vt:variant>
        <vt:lpwstr/>
      </vt:variant>
      <vt:variant>
        <vt:lpwstr>_Toc335248876</vt:lpwstr>
      </vt:variant>
      <vt:variant>
        <vt:i4>1638458</vt:i4>
      </vt:variant>
      <vt:variant>
        <vt:i4>77</vt:i4>
      </vt:variant>
      <vt:variant>
        <vt:i4>0</vt:i4>
      </vt:variant>
      <vt:variant>
        <vt:i4>5</vt:i4>
      </vt:variant>
      <vt:variant>
        <vt:lpwstr/>
      </vt:variant>
      <vt:variant>
        <vt:lpwstr>_Toc335248875</vt:lpwstr>
      </vt:variant>
      <vt:variant>
        <vt:i4>1638458</vt:i4>
      </vt:variant>
      <vt:variant>
        <vt:i4>71</vt:i4>
      </vt:variant>
      <vt:variant>
        <vt:i4>0</vt:i4>
      </vt:variant>
      <vt:variant>
        <vt:i4>5</vt:i4>
      </vt:variant>
      <vt:variant>
        <vt:lpwstr/>
      </vt:variant>
      <vt:variant>
        <vt:lpwstr>_Toc335248874</vt:lpwstr>
      </vt:variant>
      <vt:variant>
        <vt:i4>1638458</vt:i4>
      </vt:variant>
      <vt:variant>
        <vt:i4>65</vt:i4>
      </vt:variant>
      <vt:variant>
        <vt:i4>0</vt:i4>
      </vt:variant>
      <vt:variant>
        <vt:i4>5</vt:i4>
      </vt:variant>
      <vt:variant>
        <vt:lpwstr/>
      </vt:variant>
      <vt:variant>
        <vt:lpwstr>_Toc335248873</vt:lpwstr>
      </vt:variant>
      <vt:variant>
        <vt:i4>1638458</vt:i4>
      </vt:variant>
      <vt:variant>
        <vt:i4>59</vt:i4>
      </vt:variant>
      <vt:variant>
        <vt:i4>0</vt:i4>
      </vt:variant>
      <vt:variant>
        <vt:i4>5</vt:i4>
      </vt:variant>
      <vt:variant>
        <vt:lpwstr/>
      </vt:variant>
      <vt:variant>
        <vt:lpwstr>_Toc335248872</vt:lpwstr>
      </vt:variant>
      <vt:variant>
        <vt:i4>1638458</vt:i4>
      </vt:variant>
      <vt:variant>
        <vt:i4>53</vt:i4>
      </vt:variant>
      <vt:variant>
        <vt:i4>0</vt:i4>
      </vt:variant>
      <vt:variant>
        <vt:i4>5</vt:i4>
      </vt:variant>
      <vt:variant>
        <vt:lpwstr/>
      </vt:variant>
      <vt:variant>
        <vt:lpwstr>_Toc335248871</vt:lpwstr>
      </vt:variant>
      <vt:variant>
        <vt:i4>1638458</vt:i4>
      </vt:variant>
      <vt:variant>
        <vt:i4>47</vt:i4>
      </vt:variant>
      <vt:variant>
        <vt:i4>0</vt:i4>
      </vt:variant>
      <vt:variant>
        <vt:i4>5</vt:i4>
      </vt:variant>
      <vt:variant>
        <vt:lpwstr/>
      </vt:variant>
      <vt:variant>
        <vt:lpwstr>_Toc335248870</vt:lpwstr>
      </vt:variant>
      <vt:variant>
        <vt:i4>1572922</vt:i4>
      </vt:variant>
      <vt:variant>
        <vt:i4>41</vt:i4>
      </vt:variant>
      <vt:variant>
        <vt:i4>0</vt:i4>
      </vt:variant>
      <vt:variant>
        <vt:i4>5</vt:i4>
      </vt:variant>
      <vt:variant>
        <vt:lpwstr/>
      </vt:variant>
      <vt:variant>
        <vt:lpwstr>_Toc335248869</vt:lpwstr>
      </vt:variant>
      <vt:variant>
        <vt:i4>1572922</vt:i4>
      </vt:variant>
      <vt:variant>
        <vt:i4>35</vt:i4>
      </vt:variant>
      <vt:variant>
        <vt:i4>0</vt:i4>
      </vt:variant>
      <vt:variant>
        <vt:i4>5</vt:i4>
      </vt:variant>
      <vt:variant>
        <vt:lpwstr/>
      </vt:variant>
      <vt:variant>
        <vt:lpwstr>_Toc335248868</vt:lpwstr>
      </vt:variant>
      <vt:variant>
        <vt:i4>1572922</vt:i4>
      </vt:variant>
      <vt:variant>
        <vt:i4>29</vt:i4>
      </vt:variant>
      <vt:variant>
        <vt:i4>0</vt:i4>
      </vt:variant>
      <vt:variant>
        <vt:i4>5</vt:i4>
      </vt:variant>
      <vt:variant>
        <vt:lpwstr/>
      </vt:variant>
      <vt:variant>
        <vt:lpwstr>_Toc335248867</vt:lpwstr>
      </vt:variant>
      <vt:variant>
        <vt:i4>1572922</vt:i4>
      </vt:variant>
      <vt:variant>
        <vt:i4>23</vt:i4>
      </vt:variant>
      <vt:variant>
        <vt:i4>0</vt:i4>
      </vt:variant>
      <vt:variant>
        <vt:i4>5</vt:i4>
      </vt:variant>
      <vt:variant>
        <vt:lpwstr/>
      </vt:variant>
      <vt:variant>
        <vt:lpwstr>_Toc335248866</vt:lpwstr>
      </vt:variant>
      <vt:variant>
        <vt:i4>1572922</vt:i4>
      </vt:variant>
      <vt:variant>
        <vt:i4>17</vt:i4>
      </vt:variant>
      <vt:variant>
        <vt:i4>0</vt:i4>
      </vt:variant>
      <vt:variant>
        <vt:i4>5</vt:i4>
      </vt:variant>
      <vt:variant>
        <vt:lpwstr/>
      </vt:variant>
      <vt:variant>
        <vt:lpwstr>_Toc335248865</vt:lpwstr>
      </vt:variant>
      <vt:variant>
        <vt:i4>1572922</vt:i4>
      </vt:variant>
      <vt:variant>
        <vt:i4>11</vt:i4>
      </vt:variant>
      <vt:variant>
        <vt:i4>0</vt:i4>
      </vt:variant>
      <vt:variant>
        <vt:i4>5</vt:i4>
      </vt:variant>
      <vt:variant>
        <vt:lpwstr/>
      </vt:variant>
      <vt:variant>
        <vt:lpwstr>_Toc335248864</vt:lpwstr>
      </vt:variant>
      <vt:variant>
        <vt:i4>1572922</vt:i4>
      </vt:variant>
      <vt:variant>
        <vt:i4>5</vt:i4>
      </vt:variant>
      <vt:variant>
        <vt:i4>0</vt:i4>
      </vt:variant>
      <vt:variant>
        <vt:i4>5</vt:i4>
      </vt:variant>
      <vt:variant>
        <vt:lpwstr/>
      </vt:variant>
      <vt:variant>
        <vt:lpwstr>_Toc335248863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L'Incendie du pôle</dc:title>
  <dc:subject>Romans Fantastique &amp; SF</dc:subject>
  <dc:creator>Hector Fleischmann</dc:creator>
  <cp:keywords/>
  <dc:description>Quelques années après leur rencontre, Toby Kleampton, ingénieur plein d’imagination, revient voir James Clarckson, devenu milliardaire, lui expose son projet, lui demande son soutien financier et la promesse de l’accompagner. Il projette de joindre le pôle Sud dans un aéroplane de sa construction.</dc:description>
  <cp:lastModifiedBy>Cool Micro</cp:lastModifiedBy>
  <cp:revision>4</cp:revision>
  <cp:lastPrinted>2025-04-06T11:16:00Z</cp:lastPrinted>
  <dcterms:created xsi:type="dcterms:W3CDTF">2025-04-06T11:15:00Z</dcterms:created>
  <dcterms:modified xsi:type="dcterms:W3CDTF">2025-04-06T11:17:00Z</dcterms:modified>
  <cp:category>Romans Fantastique &amp; SF</cp:category>
</cp:coreProperties>
</file>