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5FB14" w14:textId="3A7A883B" w:rsidR="00033562" w:rsidRPr="007549CD" w:rsidRDefault="00EC6C57" w:rsidP="00987D49">
      <w:pPr>
        <w:pStyle w:val="Photoauteur"/>
      </w:pPr>
      <w:r>
        <w:drawing>
          <wp:inline distT="0" distB="0" distL="0" distR="0" wp14:anchorId="6FE8CFD7" wp14:editId="1872167F">
            <wp:extent cx="3752850" cy="5963285"/>
            <wp:effectExtent l="0" t="0" r="0" b="0"/>
            <wp:docPr id="3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596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9CD">
        <w:drawing>
          <wp:anchor distT="0" distB="0" distL="114300" distR="114300" simplePos="0" relativeHeight="251657728" behindDoc="0" locked="0" layoutInCell="1" allowOverlap="1" wp14:anchorId="781DD440" wp14:editId="5AA6579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7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1E10A7" w14:textId="77777777" w:rsidR="00033562" w:rsidRDefault="00E35262" w:rsidP="00987D49">
      <w:pPr>
        <w:pStyle w:val="Auteur"/>
        <w:spacing w:after="1320"/>
      </w:pPr>
      <w:r>
        <w:t xml:space="preserve">Léon </w:t>
      </w:r>
      <w:proofErr w:type="spellStart"/>
      <w:r>
        <w:t>Groc</w:t>
      </w:r>
      <w:proofErr w:type="spellEnd"/>
    </w:p>
    <w:p w14:paraId="797176BC" w14:textId="77777777" w:rsidR="00033562" w:rsidRPr="007C1C6B" w:rsidRDefault="00033562" w:rsidP="007C1C6B">
      <w:pPr>
        <w:pStyle w:val="Titrelivre"/>
      </w:pPr>
      <w:r w:rsidRPr="007C1C6B">
        <w:t>L</w:t>
      </w:r>
      <w:r w:rsidR="00E35262">
        <w:t>A PLANÈTE DE CRISTAL</w:t>
      </w:r>
    </w:p>
    <w:p w14:paraId="53A33263" w14:textId="70C03AAC" w:rsidR="00033562" w:rsidRDefault="00AB6D1A" w:rsidP="00987D49">
      <w:pPr>
        <w:pStyle w:val="DateSortie"/>
      </w:pPr>
      <w:r>
        <w:t>1944</w:t>
      </w:r>
    </w:p>
    <w:p w14:paraId="36D0E3EC" w14:textId="77777777" w:rsidR="00033562" w:rsidRDefault="00033562" w:rsidP="00987D49">
      <w:pPr>
        <w:ind w:firstLine="0"/>
        <w:sectPr w:rsidR="00033562">
          <w:footerReference w:type="default" r:id="rId9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06C4940D" w14:textId="77777777" w:rsidR="00033562" w:rsidRDefault="00033562" w:rsidP="002A694D">
      <w:pPr>
        <w:pStyle w:val="Titretablematires"/>
        <w:spacing w:before="120" w:after="120"/>
      </w:pPr>
      <w:r>
        <w:lastRenderedPageBreak/>
        <w:t>Table des matières</w:t>
      </w:r>
    </w:p>
    <w:p w14:paraId="3E707CDB" w14:textId="77777777" w:rsidR="00033562" w:rsidRDefault="00033562" w:rsidP="002A694D">
      <w:pPr>
        <w:spacing w:before="120" w:after="120"/>
      </w:pPr>
    </w:p>
    <w:p w14:paraId="571ABD7E" w14:textId="2CF859F7" w:rsidR="002A694D" w:rsidRDefault="00033562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TOC \o "1-3" \h \z </w:instrText>
      </w:r>
      <w:r>
        <w:rPr>
          <w:noProof w:val="0"/>
        </w:rPr>
        <w:fldChar w:fldCharType="separate"/>
      </w:r>
      <w:hyperlink w:anchor="_Toc194838859" w:history="1">
        <w:r w:rsidR="002A694D" w:rsidRPr="00AC6634">
          <w:rPr>
            <w:rStyle w:val="Lienhypertexte"/>
          </w:rPr>
          <w:t>I  À travers l’espace</w:t>
        </w:r>
        <w:r w:rsidR="002A694D">
          <w:rPr>
            <w:webHidden/>
          </w:rPr>
          <w:tab/>
        </w:r>
        <w:r w:rsidR="002A694D">
          <w:rPr>
            <w:webHidden/>
          </w:rPr>
          <w:fldChar w:fldCharType="begin"/>
        </w:r>
        <w:r w:rsidR="002A694D">
          <w:rPr>
            <w:webHidden/>
          </w:rPr>
          <w:instrText xml:space="preserve"> PAGEREF _Toc194838859 \h </w:instrText>
        </w:r>
        <w:r w:rsidR="002A694D">
          <w:rPr>
            <w:webHidden/>
          </w:rPr>
        </w:r>
        <w:r w:rsidR="002A694D">
          <w:rPr>
            <w:webHidden/>
          </w:rPr>
          <w:fldChar w:fldCharType="separate"/>
        </w:r>
        <w:r w:rsidR="002A09FE">
          <w:rPr>
            <w:webHidden/>
          </w:rPr>
          <w:t>3</w:t>
        </w:r>
        <w:r w:rsidR="002A694D">
          <w:rPr>
            <w:webHidden/>
          </w:rPr>
          <w:fldChar w:fldCharType="end"/>
        </w:r>
      </w:hyperlink>
    </w:p>
    <w:p w14:paraId="37E45C72" w14:textId="2057BEF3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60" w:history="1">
        <w:r w:rsidRPr="00AC6634">
          <w:rPr>
            <w:rStyle w:val="Lienhypertexte"/>
          </w:rPr>
          <w:t>II  Une autre lune !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EBB5ACE" w14:textId="38422934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61" w:history="1">
        <w:r w:rsidRPr="00AC6634">
          <w:rPr>
            <w:rStyle w:val="Lienhypertexte"/>
          </w:rPr>
          <w:t>III  « Il faut y aller voir ! 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4975F11" w14:textId="1BFE4AB4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62" w:history="1">
        <w:r w:rsidRPr="00AC6634">
          <w:rPr>
            <w:rStyle w:val="Lienhypertexte"/>
          </w:rPr>
          <w:t>IV  L’invention de Pierre Saravine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3E26B491" w14:textId="4D6BDE27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63" w:history="1">
        <w:r w:rsidRPr="00AC6634">
          <w:rPr>
            <w:rStyle w:val="Lienhypertexte"/>
          </w:rPr>
          <w:t>V  La fusée existe !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6DE9EAA7" w14:textId="43C74E53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64" w:history="1">
        <w:r w:rsidRPr="00AC6634">
          <w:rPr>
            <w:rStyle w:val="Lienhypertexte"/>
          </w:rPr>
          <w:t>VI  Le « Bolide 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41DBE98D" w14:textId="417E8E21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65" w:history="1">
        <w:r w:rsidRPr="00AC6634">
          <w:rPr>
            <w:rStyle w:val="Lienhypertexte"/>
          </w:rPr>
          <w:t>VII  Préparatifs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14:paraId="2C9B9AD1" w14:textId="5FC28D2A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66" w:history="1">
        <w:r w:rsidRPr="00AC6634">
          <w:rPr>
            <w:rStyle w:val="Lienhypertexte"/>
          </w:rPr>
          <w:t>VIII  La garde au Cœlostat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14:paraId="688F2089" w14:textId="4E3A0CCC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67" w:history="1">
        <w:r w:rsidRPr="00AC6634">
          <w:rPr>
            <w:rStyle w:val="Lienhypertexte"/>
          </w:rPr>
          <w:t>IX  Un astre errant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64</w:t>
        </w:r>
        <w:r>
          <w:rPr>
            <w:webHidden/>
          </w:rPr>
          <w:fldChar w:fldCharType="end"/>
        </w:r>
      </w:hyperlink>
    </w:p>
    <w:p w14:paraId="55E01517" w14:textId="24A7B9B4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68" w:history="1">
        <w:r w:rsidRPr="00AC6634">
          <w:rPr>
            <w:rStyle w:val="Lienhypertexte"/>
          </w:rPr>
          <w:t>X  L’astre transparent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70</w:t>
        </w:r>
        <w:r>
          <w:rPr>
            <w:webHidden/>
          </w:rPr>
          <w:fldChar w:fldCharType="end"/>
        </w:r>
      </w:hyperlink>
    </w:p>
    <w:p w14:paraId="1095EDB9" w14:textId="01A38DF3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69" w:history="1">
        <w:r w:rsidRPr="00AC6634">
          <w:rPr>
            <w:rStyle w:val="Lienhypertexte"/>
          </w:rPr>
          <w:t>XI  Premières sorties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78</w:t>
        </w:r>
        <w:r>
          <w:rPr>
            <w:webHidden/>
          </w:rPr>
          <w:fldChar w:fldCharType="end"/>
        </w:r>
      </w:hyperlink>
    </w:p>
    <w:p w14:paraId="62CD87EE" w14:textId="017E9F8A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70" w:history="1">
        <w:r w:rsidRPr="00AC6634">
          <w:rPr>
            <w:rStyle w:val="Lienhypertexte"/>
          </w:rPr>
          <w:t>XII  Les nuits de Phœbé 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88</w:t>
        </w:r>
        <w:r>
          <w:rPr>
            <w:webHidden/>
          </w:rPr>
          <w:fldChar w:fldCharType="end"/>
        </w:r>
      </w:hyperlink>
    </w:p>
    <w:p w14:paraId="01E4985F" w14:textId="35CE2B72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71" w:history="1">
        <w:r w:rsidRPr="00AC6634">
          <w:rPr>
            <w:rStyle w:val="Lienhypertexte"/>
          </w:rPr>
          <w:t>XIII  Dessins animés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97</w:t>
        </w:r>
        <w:r>
          <w:rPr>
            <w:webHidden/>
          </w:rPr>
          <w:fldChar w:fldCharType="end"/>
        </w:r>
      </w:hyperlink>
    </w:p>
    <w:p w14:paraId="39B61EFF" w14:textId="6FBEA8E7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72" w:history="1">
        <w:r w:rsidRPr="00AC6634">
          <w:rPr>
            <w:rStyle w:val="Lienhypertexte"/>
          </w:rPr>
          <w:t>XIV  Ivresse et bagarre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106</w:t>
        </w:r>
        <w:r>
          <w:rPr>
            <w:webHidden/>
          </w:rPr>
          <w:fldChar w:fldCharType="end"/>
        </w:r>
      </w:hyperlink>
    </w:p>
    <w:p w14:paraId="1ACFF61B" w14:textId="63860544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73" w:history="1">
        <w:r w:rsidRPr="00AC6634">
          <w:rPr>
            <w:rStyle w:val="Lienhypertexte"/>
          </w:rPr>
          <w:t>XV  Un monde à deux dimensions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110</w:t>
        </w:r>
        <w:r>
          <w:rPr>
            <w:webHidden/>
          </w:rPr>
          <w:fldChar w:fldCharType="end"/>
        </w:r>
      </w:hyperlink>
    </w:p>
    <w:p w14:paraId="37212FA5" w14:textId="311D8A14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74" w:history="1">
        <w:r w:rsidRPr="00AC6634">
          <w:rPr>
            <w:rStyle w:val="Lienhypertexte"/>
          </w:rPr>
          <w:t>XVI  La guerre des images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119</w:t>
        </w:r>
        <w:r>
          <w:rPr>
            <w:webHidden/>
          </w:rPr>
          <w:fldChar w:fldCharType="end"/>
        </w:r>
      </w:hyperlink>
    </w:p>
    <w:p w14:paraId="0F2D8B83" w14:textId="1D644045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75" w:history="1">
        <w:r w:rsidRPr="00AC6634">
          <w:rPr>
            <w:rStyle w:val="Lienhypertexte"/>
          </w:rPr>
          <w:t>XVII  Guet-apens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127</w:t>
        </w:r>
        <w:r>
          <w:rPr>
            <w:webHidden/>
          </w:rPr>
          <w:fldChar w:fldCharType="end"/>
        </w:r>
      </w:hyperlink>
    </w:p>
    <w:p w14:paraId="614DC767" w14:textId="37624C1B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76" w:history="1">
        <w:r w:rsidRPr="00AC6634">
          <w:rPr>
            <w:rStyle w:val="Lienhypertexte"/>
          </w:rPr>
          <w:t>XVIII  La quatrième dimension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136</w:t>
        </w:r>
        <w:r>
          <w:rPr>
            <w:webHidden/>
          </w:rPr>
          <w:fldChar w:fldCharType="end"/>
        </w:r>
      </w:hyperlink>
    </w:p>
    <w:p w14:paraId="7FE797B3" w14:textId="32B64451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77" w:history="1">
        <w:r w:rsidRPr="00AC6634">
          <w:rPr>
            <w:rStyle w:val="Lienhypertexte"/>
          </w:rPr>
          <w:t>XIX  L’épouvante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143</w:t>
        </w:r>
        <w:r>
          <w:rPr>
            <w:webHidden/>
          </w:rPr>
          <w:fldChar w:fldCharType="end"/>
        </w:r>
      </w:hyperlink>
    </w:p>
    <w:p w14:paraId="72B3B3B2" w14:textId="4461C263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78" w:history="1">
        <w:r w:rsidRPr="00AC6634">
          <w:rPr>
            <w:rStyle w:val="Lienhypertexte"/>
          </w:rPr>
          <w:t>XX  Retour à la Terre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149</w:t>
        </w:r>
        <w:r>
          <w:rPr>
            <w:webHidden/>
          </w:rPr>
          <w:fldChar w:fldCharType="end"/>
        </w:r>
      </w:hyperlink>
    </w:p>
    <w:p w14:paraId="7301B5A9" w14:textId="29EAC420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79" w:history="1">
        <w:r w:rsidRPr="00AC6634">
          <w:rPr>
            <w:rStyle w:val="Lienhypertexte"/>
          </w:rPr>
          <w:t>XXI  Le second « Bolide 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153</w:t>
        </w:r>
        <w:r>
          <w:rPr>
            <w:webHidden/>
          </w:rPr>
          <w:fldChar w:fldCharType="end"/>
        </w:r>
      </w:hyperlink>
    </w:p>
    <w:p w14:paraId="23A31A4B" w14:textId="020B7596" w:rsidR="002A694D" w:rsidRDefault="002A694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38880" w:history="1">
        <w:r w:rsidRPr="00AC6634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_Toc194838880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A09FE">
          <w:rPr>
            <w:webHidden/>
          </w:rPr>
          <w:t>160</w:t>
        </w:r>
        <w:r>
          <w:rPr>
            <w:webHidden/>
          </w:rPr>
          <w:fldChar w:fldCharType="end"/>
        </w:r>
      </w:hyperlink>
    </w:p>
    <w:p w14:paraId="0DD1EC9E" w14:textId="43347980" w:rsidR="00033562" w:rsidRDefault="00033562" w:rsidP="002A694D">
      <w:pPr>
        <w:spacing w:before="0" w:after="0" w:line="20" w:lineRule="exact"/>
      </w:pPr>
      <w:r>
        <w:fldChar w:fldCharType="end"/>
      </w:r>
    </w:p>
    <w:p w14:paraId="496F30CE" w14:textId="3719AB57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0" w:name="bookmark5"/>
      <w:bookmarkStart w:id="1" w:name="bookmark1"/>
      <w:bookmarkStart w:id="2" w:name="_Toc194838859"/>
      <w:bookmarkEnd w:id="0"/>
      <w:bookmarkEnd w:id="1"/>
      <w:r>
        <w:lastRenderedPageBreak/>
        <w:t>I</w:t>
      </w:r>
      <w:r>
        <w:br/>
      </w:r>
      <w:r>
        <w:br/>
        <w:t>À travers l</w:t>
      </w:r>
      <w:r w:rsidR="00987D49">
        <w:t>’</w:t>
      </w:r>
      <w:r>
        <w:t>espace</w:t>
      </w:r>
      <w:bookmarkEnd w:id="2"/>
    </w:p>
    <w:p w14:paraId="1F43826A" w14:textId="77777777" w:rsidR="00987D49" w:rsidRDefault="00B27708" w:rsidP="00B27708">
      <w:r>
        <w:t>J</w:t>
      </w:r>
      <w:r w:rsidR="00987D49">
        <w:t>’</w:t>
      </w:r>
      <w:r>
        <w:t>ouvris les yeux</w:t>
      </w:r>
      <w:r w:rsidR="00987D49">
        <w:t xml:space="preserve">… </w:t>
      </w:r>
      <w:r>
        <w:t>Tout mon corps me faisait mal</w:t>
      </w:r>
      <w:r w:rsidR="00987D49">
        <w:t xml:space="preserve">… </w:t>
      </w:r>
      <w:r>
        <w:t>J</w:t>
      </w:r>
      <w:r w:rsidR="00987D49">
        <w:t>’</w:t>
      </w:r>
      <w:r>
        <w:t>avais l</w:t>
      </w:r>
      <w:r w:rsidR="00987D49">
        <w:t>’</w:t>
      </w:r>
      <w:r>
        <w:t>impression d</w:t>
      </w:r>
      <w:r w:rsidR="00987D49">
        <w:t>’</w:t>
      </w:r>
      <w:r>
        <w:t>avoir été roué de coups</w:t>
      </w:r>
      <w:r w:rsidR="00987D49">
        <w:t xml:space="preserve">… </w:t>
      </w:r>
      <w:r>
        <w:t>Ma tête douloureuse</w:t>
      </w:r>
      <w:r w:rsidR="00987D49">
        <w:t xml:space="preserve">, </w:t>
      </w:r>
      <w:r>
        <w:t>mes tempes comprimées</w:t>
      </w:r>
      <w:r w:rsidR="00987D49">
        <w:t xml:space="preserve">, </w:t>
      </w:r>
      <w:r>
        <w:t>mes oreilles bourdonnantes</w:t>
      </w:r>
      <w:r w:rsidR="00987D49">
        <w:t xml:space="preserve">, </w:t>
      </w:r>
      <w:r>
        <w:t>entravaient ma faculté de penser</w:t>
      </w:r>
      <w:r w:rsidR="00987D49">
        <w:t>…</w:t>
      </w:r>
    </w:p>
    <w:p w14:paraId="1451A0DA" w14:textId="77777777" w:rsidR="00987D49" w:rsidRDefault="00B27708" w:rsidP="00B27708">
      <w:r>
        <w:t>Je n</w:t>
      </w:r>
      <w:r w:rsidR="00987D49">
        <w:t>’</w:t>
      </w:r>
      <w:r>
        <w:t>aurais su dire en quel lieu je me trouvais</w:t>
      </w:r>
      <w:r w:rsidR="00987D49">
        <w:t xml:space="preserve">, </w:t>
      </w:r>
      <w:r>
        <w:t>ni à la suite de quelles circonstances j</w:t>
      </w:r>
      <w:r w:rsidR="00987D49">
        <w:t>’</w:t>
      </w:r>
      <w:r>
        <w:t>y étais venu</w:t>
      </w:r>
      <w:r w:rsidR="00987D49">
        <w:t>…</w:t>
      </w:r>
    </w:p>
    <w:p w14:paraId="4D08E6F3" w14:textId="77777777" w:rsidR="00987D49" w:rsidRDefault="00B27708" w:rsidP="00B27708">
      <w:r>
        <w:t>Peu à peu</w:t>
      </w:r>
      <w:r w:rsidR="00987D49">
        <w:t xml:space="preserve">, </w:t>
      </w:r>
      <w:r>
        <w:t>cependant</w:t>
      </w:r>
      <w:r w:rsidR="00987D49">
        <w:t xml:space="preserve">, </w:t>
      </w:r>
      <w:r>
        <w:t>je réalisai que je gisais sur un sol froid</w:t>
      </w:r>
      <w:r w:rsidR="00987D49">
        <w:t xml:space="preserve">, </w:t>
      </w:r>
      <w:r>
        <w:t>la tête plus bas que les pieds</w:t>
      </w:r>
      <w:r w:rsidR="00987D49">
        <w:t xml:space="preserve">, </w:t>
      </w:r>
      <w:r>
        <w:t>qui étaient posés sur un objet dont mes regards indécis distinguaient mal les contours</w:t>
      </w:r>
      <w:r w:rsidR="00987D49">
        <w:t>…</w:t>
      </w:r>
    </w:p>
    <w:p w14:paraId="7588C72B" w14:textId="77777777" w:rsidR="00987D49" w:rsidRDefault="00B27708" w:rsidP="00B27708">
      <w:r>
        <w:t>Je tentai de me lever</w:t>
      </w:r>
      <w:r w:rsidR="00987D49">
        <w:t xml:space="preserve">, </w:t>
      </w:r>
      <w:r>
        <w:t>mais je retombai sans forces</w:t>
      </w:r>
      <w:r w:rsidR="00987D49">
        <w:t xml:space="preserve">. </w:t>
      </w:r>
      <w:r>
        <w:t>Du moins mon cerveau recommençait-il à fonctionner normalement et ma mémoire revenait-elle</w:t>
      </w:r>
      <w:r w:rsidR="00987D49">
        <w:t>.</w:t>
      </w:r>
    </w:p>
    <w:p w14:paraId="0F99C4AE" w14:textId="77777777" w:rsidR="00987D49" w:rsidRDefault="00B27708" w:rsidP="00B27708">
      <w:r>
        <w:t>Cet objet</w:t>
      </w:r>
      <w:r w:rsidR="00987D49">
        <w:t xml:space="preserve">, </w:t>
      </w:r>
      <w:r>
        <w:t>auquel mes pieds s</w:t>
      </w:r>
      <w:r w:rsidR="00987D49">
        <w:t>’</w:t>
      </w:r>
      <w:r>
        <w:t>accrochaient si malencontreusement</w:t>
      </w:r>
      <w:r w:rsidR="00987D49">
        <w:t xml:space="preserve">, </w:t>
      </w:r>
      <w:r>
        <w:t>c</w:t>
      </w:r>
      <w:r w:rsidR="00987D49">
        <w:t>’</w:t>
      </w:r>
      <w:r>
        <w:t>était un fauteuil-lit</w:t>
      </w:r>
      <w:r w:rsidR="00987D49">
        <w:t xml:space="preserve">, </w:t>
      </w:r>
      <w:r>
        <w:t>dont j</w:t>
      </w:r>
      <w:r w:rsidR="00987D49">
        <w:t>’</w:t>
      </w:r>
      <w:r>
        <w:t>avais admiré</w:t>
      </w:r>
      <w:r w:rsidR="00987D49">
        <w:t xml:space="preserve">, </w:t>
      </w:r>
      <w:r>
        <w:t>quelques jours plus tôt</w:t>
      </w:r>
      <w:r w:rsidR="00987D49">
        <w:t xml:space="preserve">, </w:t>
      </w:r>
      <w:r>
        <w:t>la forme et l</w:t>
      </w:r>
      <w:r w:rsidR="00987D49">
        <w:t>’</w:t>
      </w:r>
      <w:r>
        <w:t>agencement</w:t>
      </w:r>
      <w:r w:rsidR="00987D49">
        <w:t>.</w:t>
      </w:r>
    </w:p>
    <w:p w14:paraId="3B5220A3" w14:textId="77777777" w:rsidR="00987D49" w:rsidRDefault="00B27708" w:rsidP="00B27708">
      <w:r>
        <w:t>J</w:t>
      </w:r>
      <w:r w:rsidR="00987D49">
        <w:t>’</w:t>
      </w:r>
      <w:r>
        <w:t xml:space="preserve">étais à bord du </w:t>
      </w:r>
      <w:r w:rsidR="00987D49">
        <w:t>« </w:t>
      </w:r>
      <w:r>
        <w:t>Bolide</w:t>
      </w:r>
      <w:r w:rsidR="00987D49">
        <w:t xml:space="preserve"> », </w:t>
      </w:r>
      <w:r>
        <w:t>l</w:t>
      </w:r>
      <w:r w:rsidR="00987D49">
        <w:t>’</w:t>
      </w:r>
      <w:r>
        <w:t xml:space="preserve">extraordinaire fusée interplanétaire de Pierre </w:t>
      </w:r>
      <w:proofErr w:type="spellStart"/>
      <w:r>
        <w:t>Saravine</w:t>
      </w:r>
      <w:proofErr w:type="spellEnd"/>
      <w:r w:rsidR="00987D49">
        <w:t>…</w:t>
      </w:r>
    </w:p>
    <w:p w14:paraId="1278D5B4" w14:textId="77777777" w:rsidR="00987D49" w:rsidRDefault="00B27708" w:rsidP="00B27708">
      <w:r>
        <w:t>Quelque accident avait dû se produire</w:t>
      </w:r>
      <w:r w:rsidR="00987D49">
        <w:t xml:space="preserve">, </w:t>
      </w:r>
      <w:r>
        <w:t>qui m</w:t>
      </w:r>
      <w:r w:rsidR="00987D49">
        <w:t>’</w:t>
      </w:r>
      <w:r>
        <w:t>avait jeté à bas de mon siège et avait provoqué ma syncope</w:t>
      </w:r>
      <w:r w:rsidR="00987D49">
        <w:t xml:space="preserve">… </w:t>
      </w:r>
      <w:r>
        <w:t>Un accident</w:t>
      </w:r>
      <w:r w:rsidR="00987D49">
        <w:t xml:space="preserve"> ? </w:t>
      </w:r>
      <w:r>
        <w:t>Non pas</w:t>
      </w:r>
      <w:r w:rsidR="00987D49">
        <w:t xml:space="preserve">, </w:t>
      </w:r>
      <w:r>
        <w:t>mais un fait considérable</w:t>
      </w:r>
      <w:r w:rsidR="00987D49">
        <w:t xml:space="preserve">, </w:t>
      </w:r>
      <w:r>
        <w:t>un fait attendu</w:t>
      </w:r>
      <w:r w:rsidR="00987D49">
        <w:t xml:space="preserve"> : </w:t>
      </w:r>
      <w:r>
        <w:t xml:space="preserve">le </w:t>
      </w:r>
      <w:r w:rsidR="00987D49">
        <w:t>« </w:t>
      </w:r>
      <w:r>
        <w:t>Bolide</w:t>
      </w:r>
      <w:r w:rsidR="00987D49">
        <w:t> »</w:t>
      </w:r>
      <w:r>
        <w:t xml:space="preserve"> s</w:t>
      </w:r>
      <w:r w:rsidR="00987D49">
        <w:t>’</w:t>
      </w:r>
      <w:r>
        <w:t>était envolé</w:t>
      </w:r>
      <w:r w:rsidR="00987D49">
        <w:t> !…</w:t>
      </w:r>
    </w:p>
    <w:p w14:paraId="003F4CCB" w14:textId="77777777" w:rsidR="00987D49" w:rsidRDefault="00B27708" w:rsidP="00B27708">
      <w:r>
        <w:t>À présent</w:t>
      </w:r>
      <w:r w:rsidR="00987D49">
        <w:t xml:space="preserve">, </w:t>
      </w:r>
      <w:r>
        <w:t>mes souvenirs se pressaient en foule</w:t>
      </w:r>
      <w:r w:rsidR="00987D49">
        <w:t>.</w:t>
      </w:r>
    </w:p>
    <w:p w14:paraId="02EB9715" w14:textId="77777777" w:rsidR="00987D49" w:rsidRDefault="00B27708" w:rsidP="00B27708">
      <w:r>
        <w:lastRenderedPageBreak/>
        <w:t>Je revivais la dernière soirée</w:t>
      </w:r>
      <w:r w:rsidR="00987D49">
        <w:t xml:space="preserve">, </w:t>
      </w:r>
      <w:r>
        <w:t>le banquet d</w:t>
      </w:r>
      <w:r w:rsidR="00987D49">
        <w:t>’</w:t>
      </w:r>
      <w:r>
        <w:t>adieu à la Terre</w:t>
      </w:r>
      <w:r w:rsidR="00987D49">
        <w:t xml:space="preserve">, </w:t>
      </w:r>
      <w:r>
        <w:t>au cours duquel s</w:t>
      </w:r>
      <w:r w:rsidR="00987D49">
        <w:t>’</w:t>
      </w:r>
      <w:r>
        <w:t>étaient dissipées mes dernières velléités de résistance aux événements qui m</w:t>
      </w:r>
      <w:r w:rsidR="00987D49">
        <w:t>’</w:t>
      </w:r>
      <w:r>
        <w:t>entraînaient dans leur course tragique</w:t>
      </w:r>
      <w:r w:rsidR="00987D49">
        <w:t xml:space="preserve">. </w:t>
      </w:r>
      <w:r>
        <w:t>J</w:t>
      </w:r>
      <w:r w:rsidR="00987D49">
        <w:t>’</w:t>
      </w:r>
      <w:r>
        <w:t>étais parti</w:t>
      </w:r>
      <w:r w:rsidR="00987D49">
        <w:t xml:space="preserve"> ! </w:t>
      </w:r>
      <w:r>
        <w:t>Nous étions partis</w:t>
      </w:r>
      <w:r w:rsidR="00987D49">
        <w:t xml:space="preserve"> !… </w:t>
      </w:r>
      <w:r>
        <w:t>Et je n</w:t>
      </w:r>
      <w:r w:rsidR="00987D49">
        <w:t>’</w:t>
      </w:r>
      <w:r>
        <w:t>avais pas été tué sur le coup</w:t>
      </w:r>
      <w:r w:rsidR="00987D49">
        <w:t xml:space="preserve">, </w:t>
      </w:r>
      <w:r>
        <w:t>au moment de l</w:t>
      </w:r>
      <w:r w:rsidR="00987D49">
        <w:t>’</w:t>
      </w:r>
      <w:r>
        <w:t>explosion libératrice</w:t>
      </w:r>
      <w:r w:rsidR="00987D49">
        <w:t>…</w:t>
      </w:r>
    </w:p>
    <w:p w14:paraId="2999CAC1" w14:textId="77777777" w:rsidR="00987D49" w:rsidRDefault="00B27708" w:rsidP="00B27708">
      <w:r>
        <w:t>Mes compagnons</w:t>
      </w:r>
      <w:r w:rsidR="00987D49">
        <w:t xml:space="preserve"> ? </w:t>
      </w:r>
      <w:r>
        <w:t>Où étaient mes compagnons</w:t>
      </w:r>
      <w:r w:rsidR="00987D49">
        <w:t xml:space="preserve"> ? </w:t>
      </w:r>
      <w:r>
        <w:t>Vivaient-ils aussi</w:t>
      </w:r>
      <w:r w:rsidR="00987D49">
        <w:t xml:space="preserve"> ? </w:t>
      </w:r>
      <w:r>
        <w:t>Un instant</w:t>
      </w:r>
      <w:r w:rsidR="00987D49">
        <w:t xml:space="preserve">, </w:t>
      </w:r>
      <w:r>
        <w:t>j</w:t>
      </w:r>
      <w:r w:rsidR="00987D49">
        <w:t>’</w:t>
      </w:r>
      <w:r>
        <w:t>eus une sueur froide</w:t>
      </w:r>
      <w:r w:rsidR="00987D49">
        <w:t xml:space="preserve">, </w:t>
      </w:r>
      <w:r>
        <w:t>en pensant que je pouvais être le seul survivant</w:t>
      </w:r>
      <w:r w:rsidR="00987D49">
        <w:t xml:space="preserve">, </w:t>
      </w:r>
      <w:r>
        <w:t>à bord de l</w:t>
      </w:r>
      <w:r w:rsidR="00987D49">
        <w:t>’</w:t>
      </w:r>
      <w:r>
        <w:t>engin diabolique dont j</w:t>
      </w:r>
      <w:r w:rsidR="00987D49">
        <w:t>’</w:t>
      </w:r>
      <w:r>
        <w:t>étais bien incapable d</w:t>
      </w:r>
      <w:r w:rsidR="00987D49">
        <w:t>’</w:t>
      </w:r>
      <w:r>
        <w:t>assurer la direction</w:t>
      </w:r>
      <w:r w:rsidR="00987D49">
        <w:t>…</w:t>
      </w:r>
    </w:p>
    <w:p w14:paraId="1374004C" w14:textId="77777777" w:rsidR="00987D49" w:rsidRDefault="00B27708" w:rsidP="00B27708">
      <w:r>
        <w:t>Je fus très vite rassuré sur ce point</w:t>
      </w:r>
      <w:r w:rsidR="00987D49">
        <w:t xml:space="preserve">. </w:t>
      </w:r>
      <w:r>
        <w:t>Une voix qui me parut délicieusement mélodieuse</w:t>
      </w:r>
      <w:r w:rsidR="00987D49">
        <w:t xml:space="preserve">, </w:t>
      </w:r>
      <w:r>
        <w:t>prononçait</w:t>
      </w:r>
      <w:r w:rsidR="00987D49">
        <w:t xml:space="preserve">, </w:t>
      </w:r>
      <w:r>
        <w:t>tout près de moi</w:t>
      </w:r>
      <w:r w:rsidR="00987D49">
        <w:t> :</w:t>
      </w:r>
    </w:p>
    <w:p w14:paraId="7371E484" w14:textId="77777777" w:rsidR="00987D49" w:rsidRDefault="00987D49" w:rsidP="00B27708">
      <w:r>
        <w:rPr>
          <w:rFonts w:eastAsia="Georgia"/>
        </w:rPr>
        <w:t>— </w:t>
      </w:r>
      <w:r w:rsidR="00B27708">
        <w:t>Il revient à lui</w:t>
      </w:r>
      <w:r>
        <w:t xml:space="preserve">. </w:t>
      </w:r>
      <w:r w:rsidR="00B27708">
        <w:t>Je ne crois pas qu</w:t>
      </w:r>
      <w:r>
        <w:t>’</w:t>
      </w:r>
      <w:r w:rsidR="00B27708">
        <w:t>il ait rien de cassé</w:t>
      </w:r>
      <w:r>
        <w:t>.</w:t>
      </w:r>
    </w:p>
    <w:p w14:paraId="2654FFC5" w14:textId="77777777" w:rsidR="00987D49" w:rsidRDefault="00B27708" w:rsidP="00B27708">
      <w:r>
        <w:t>C</w:t>
      </w:r>
      <w:r w:rsidR="00987D49">
        <w:t>’</w:t>
      </w:r>
      <w:r>
        <w:t>était la voix d</w:t>
      </w:r>
      <w:r w:rsidR="00987D49">
        <w:t>’</w:t>
      </w:r>
      <w:r>
        <w:t>Hélène</w:t>
      </w:r>
      <w:r w:rsidR="00987D49">
        <w:t xml:space="preserve">. </w:t>
      </w:r>
      <w:r>
        <w:t>J</w:t>
      </w:r>
      <w:r w:rsidR="00987D49">
        <w:t>’</w:t>
      </w:r>
      <w:r>
        <w:t>appelai la jeune fille par son nom</w:t>
      </w:r>
      <w:r w:rsidR="00987D49">
        <w:t xml:space="preserve">. </w:t>
      </w:r>
      <w:r>
        <w:t>Elle répondit avec douceur</w:t>
      </w:r>
      <w:r w:rsidR="00987D49">
        <w:t> :</w:t>
      </w:r>
    </w:p>
    <w:p w14:paraId="5AE8407D" w14:textId="77777777" w:rsidR="00987D49" w:rsidRDefault="00987D49" w:rsidP="00B27708">
      <w:r>
        <w:rPr>
          <w:rFonts w:eastAsia="Georgia"/>
        </w:rPr>
        <w:t>— </w:t>
      </w:r>
      <w:r w:rsidR="00B27708">
        <w:t>On peut s</w:t>
      </w:r>
      <w:r>
        <w:t>’</w:t>
      </w:r>
      <w:r w:rsidR="00B27708">
        <w:t>occuper de vous</w:t>
      </w:r>
      <w:r>
        <w:t xml:space="preserve">, </w:t>
      </w:r>
      <w:r w:rsidR="00B27708">
        <w:t>maintenant</w:t>
      </w:r>
      <w:r>
        <w:t xml:space="preserve">. </w:t>
      </w:r>
      <w:r w:rsidR="00B27708">
        <w:t>Dans un instant</w:t>
      </w:r>
      <w:r>
        <w:t xml:space="preserve">, </w:t>
      </w:r>
      <w:r w:rsidR="00B27708">
        <w:t>ça ira mieux</w:t>
      </w:r>
      <w:r>
        <w:t>…</w:t>
      </w:r>
    </w:p>
    <w:p w14:paraId="41B456F8" w14:textId="2FCAD9D9" w:rsidR="00987D49" w:rsidRDefault="00B27708" w:rsidP="00B27708">
      <w:r>
        <w:t>Un instant plus tard</w:t>
      </w:r>
      <w:r w:rsidR="00987D49">
        <w:t xml:space="preserve">, </w:t>
      </w:r>
      <w:r>
        <w:t>en effet</w:t>
      </w:r>
      <w:r w:rsidR="00987D49">
        <w:t xml:space="preserve">, </w:t>
      </w:r>
      <w:r>
        <w:t>j</w:t>
      </w:r>
      <w:r w:rsidR="00987D49">
        <w:t>’</w:t>
      </w:r>
      <w:r>
        <w:t>étais confortablement allongé</w:t>
      </w:r>
      <w:r w:rsidR="00987D49">
        <w:t xml:space="preserve">, </w:t>
      </w:r>
      <w:r>
        <w:t xml:space="preserve">ma tête reposant sur un coussin </w:t>
      </w:r>
      <w:r w:rsidR="00987D49">
        <w:t>moel</w:t>
      </w:r>
      <w:r>
        <w:t>leux</w:t>
      </w:r>
      <w:r w:rsidR="00987D49">
        <w:t xml:space="preserve"> ; </w:t>
      </w:r>
      <w:r>
        <w:t>une gorgée de cognac coulait lentement dans ma bouche</w:t>
      </w:r>
      <w:r w:rsidR="00987D49">
        <w:t xml:space="preserve">, </w:t>
      </w:r>
      <w:r>
        <w:t>et je respirais la fraîche odeur de la main qui me versait ce cordial</w:t>
      </w:r>
      <w:r w:rsidR="00987D49">
        <w:t xml:space="preserve">, </w:t>
      </w:r>
      <w:r>
        <w:t>la main même de la chère Hélène</w:t>
      </w:r>
      <w:r w:rsidR="00987D49">
        <w:t>…</w:t>
      </w:r>
    </w:p>
    <w:p w14:paraId="4AF4D5BD" w14:textId="77777777" w:rsidR="00987D49" w:rsidRDefault="00B27708" w:rsidP="00B27708">
      <w:r>
        <w:t>Naïvement</w:t>
      </w:r>
      <w:r w:rsidR="00987D49">
        <w:t xml:space="preserve">, </w:t>
      </w:r>
      <w:r>
        <w:t>je demandai</w:t>
      </w:r>
      <w:r w:rsidR="00987D49">
        <w:t> :</w:t>
      </w:r>
    </w:p>
    <w:p w14:paraId="1EC55A65" w14:textId="77777777" w:rsidR="00987D49" w:rsidRDefault="00987D49" w:rsidP="00B27708">
      <w:r>
        <w:rPr>
          <w:rFonts w:eastAsia="Georgia"/>
        </w:rPr>
        <w:t>— </w:t>
      </w:r>
      <w:r w:rsidR="00B27708">
        <w:t>Alors</w:t>
      </w:r>
      <w:r>
        <w:t xml:space="preserve">, </w:t>
      </w:r>
      <w:r w:rsidR="00B27708">
        <w:t>nous voguons dans l</w:t>
      </w:r>
      <w:r>
        <w:t>’</w:t>
      </w:r>
      <w:r w:rsidR="00B27708">
        <w:t>air</w:t>
      </w:r>
      <w:r>
        <w:t> ?</w:t>
      </w:r>
    </w:p>
    <w:p w14:paraId="1AC68F5C" w14:textId="77777777" w:rsidR="00987D49" w:rsidRDefault="00987D49" w:rsidP="00B27708">
      <w:r>
        <w:rPr>
          <w:rFonts w:eastAsia="Georgia"/>
        </w:rPr>
        <w:t>— </w:t>
      </w:r>
      <w:r w:rsidR="00B27708">
        <w:t>Non</w:t>
      </w:r>
      <w:r>
        <w:t xml:space="preserve">, </w:t>
      </w:r>
      <w:r w:rsidR="00B27708">
        <w:t xml:space="preserve">corrigea Pierre </w:t>
      </w:r>
      <w:proofErr w:type="spellStart"/>
      <w:r w:rsidR="00B27708">
        <w:t>Saravine</w:t>
      </w:r>
      <w:proofErr w:type="spellEnd"/>
      <w:r>
        <w:t xml:space="preserve">, </w:t>
      </w:r>
      <w:r w:rsidR="00B27708">
        <w:t>qui s</w:t>
      </w:r>
      <w:r>
        <w:t>’</w:t>
      </w:r>
      <w:r w:rsidR="00B27708">
        <w:t>était approché</w:t>
      </w:r>
      <w:r>
        <w:t xml:space="preserve">, </w:t>
      </w:r>
      <w:r w:rsidR="00B27708">
        <w:t>pas dans l</w:t>
      </w:r>
      <w:r>
        <w:t>’</w:t>
      </w:r>
      <w:r w:rsidR="00B27708">
        <w:t>air</w:t>
      </w:r>
      <w:r>
        <w:t xml:space="preserve">, </w:t>
      </w:r>
      <w:r w:rsidR="00B27708">
        <w:t>mais dans l</w:t>
      </w:r>
      <w:r>
        <w:t>’</w:t>
      </w:r>
      <w:r w:rsidR="00B27708">
        <w:t>éther</w:t>
      </w:r>
      <w:r>
        <w:t xml:space="preserve">. </w:t>
      </w:r>
      <w:r w:rsidR="00B27708">
        <w:t>Il y a longtemps que nous avons laissé derrière nous l</w:t>
      </w:r>
      <w:r>
        <w:t>’</w:t>
      </w:r>
      <w:r w:rsidR="00B27708">
        <w:t>atmosphère terrestre</w:t>
      </w:r>
      <w:r>
        <w:t>…</w:t>
      </w:r>
    </w:p>
    <w:p w14:paraId="3533283D" w14:textId="77777777" w:rsidR="00987D49" w:rsidRDefault="00987D49" w:rsidP="00B27708">
      <w:r>
        <w:rPr>
          <w:rFonts w:eastAsia="Georgia"/>
        </w:rPr>
        <w:t>— </w:t>
      </w:r>
      <w:r w:rsidR="00B27708">
        <w:t>Déjà</w:t>
      </w:r>
      <w:r>
        <w:t> !…</w:t>
      </w:r>
    </w:p>
    <w:p w14:paraId="16510C9B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Dame</w:t>
      </w:r>
      <w:r>
        <w:t xml:space="preserve"> ! </w:t>
      </w:r>
      <w:r w:rsidR="00B27708">
        <w:t>Voici une heure que nous avons décollé</w:t>
      </w:r>
      <w:r>
        <w:t xml:space="preserve">. </w:t>
      </w:r>
      <w:r w:rsidR="00B27708">
        <w:t xml:space="preserve">Nous sommes à </w:t>
      </w:r>
      <w:r>
        <w:t>2 0</w:t>
      </w:r>
      <w:r w:rsidR="00B27708">
        <w:t>00 kilomètres du point de départ</w:t>
      </w:r>
      <w:r>
        <w:t xml:space="preserve">. </w:t>
      </w:r>
      <w:r w:rsidR="00B27708">
        <w:t>L</w:t>
      </w:r>
      <w:r>
        <w:t>’</w:t>
      </w:r>
      <w:r w:rsidR="00B27708">
        <w:t>atmosphère n</w:t>
      </w:r>
      <w:r>
        <w:t>’</w:t>
      </w:r>
      <w:r w:rsidR="00B27708">
        <w:t>a guère plus de 120 kilomètres d</w:t>
      </w:r>
      <w:r>
        <w:t>’</w:t>
      </w:r>
      <w:r w:rsidR="00B27708">
        <w:t>épaisseur</w:t>
      </w:r>
      <w:r>
        <w:t xml:space="preserve">. </w:t>
      </w:r>
      <w:r w:rsidR="00B27708">
        <w:t>En moins de quatre minutes</w:t>
      </w:r>
      <w:r>
        <w:t xml:space="preserve">, </w:t>
      </w:r>
      <w:r w:rsidR="00B27708">
        <w:t>elle ne fut plus qu</w:t>
      </w:r>
      <w:r>
        <w:t>’</w:t>
      </w:r>
      <w:r w:rsidR="00B27708">
        <w:t>un souvenir</w:t>
      </w:r>
      <w:r>
        <w:t>…</w:t>
      </w:r>
    </w:p>
    <w:p w14:paraId="20178553" w14:textId="77777777" w:rsidR="00987D49" w:rsidRDefault="00B27708" w:rsidP="00B27708">
      <w:r>
        <w:t>Là-dessus</w:t>
      </w:r>
      <w:r w:rsidR="00987D49">
        <w:t xml:space="preserve">, </w:t>
      </w:r>
      <w:r>
        <w:t>je m</w:t>
      </w:r>
      <w:r w:rsidR="00987D49">
        <w:t>’</w:t>
      </w:r>
      <w:r>
        <w:t>évanouis de nouveau</w:t>
      </w:r>
      <w:r w:rsidR="00987D49">
        <w:t>…</w:t>
      </w:r>
    </w:p>
    <w:p w14:paraId="7DCCE05B" w14:textId="77777777" w:rsidR="00987D49" w:rsidRDefault="00B27708" w:rsidP="00B27708">
      <w:r>
        <w:t>Tels furent</w:t>
      </w:r>
      <w:r w:rsidR="00987D49">
        <w:t xml:space="preserve">, </w:t>
      </w:r>
      <w:r>
        <w:t>pour moi</w:t>
      </w:r>
      <w:r w:rsidR="00987D49">
        <w:t xml:space="preserve">, </w:t>
      </w:r>
      <w:r>
        <w:t>les débuts de l</w:t>
      </w:r>
      <w:r w:rsidR="00987D49">
        <w:t>’</w:t>
      </w:r>
      <w:r>
        <w:t>extravagant voyage où m</w:t>
      </w:r>
      <w:r w:rsidR="00987D49">
        <w:t>’</w:t>
      </w:r>
      <w:r>
        <w:t xml:space="preserve">avait entraîné mon amitié pour René </w:t>
      </w:r>
      <w:proofErr w:type="spellStart"/>
      <w:r>
        <w:t>Lesmond</w:t>
      </w:r>
      <w:proofErr w:type="spellEnd"/>
      <w:r>
        <w:t xml:space="preserve"> et pour sa sœur Hélène</w:t>
      </w:r>
      <w:r w:rsidR="00987D49">
        <w:t>.</w:t>
      </w:r>
    </w:p>
    <w:p w14:paraId="329B4525" w14:textId="77777777" w:rsidR="00987D49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3" w:name="__RefHeading__91146_553960937"/>
      <w:bookmarkStart w:id="4" w:name="bookmark6"/>
      <w:bookmarkStart w:id="5" w:name="_Toc194838860"/>
      <w:bookmarkEnd w:id="3"/>
      <w:r>
        <w:lastRenderedPageBreak/>
        <w:t>I</w:t>
      </w:r>
      <w:bookmarkEnd w:id="4"/>
      <w:r>
        <w:t>I</w:t>
      </w:r>
      <w:r>
        <w:br/>
      </w:r>
      <w:r>
        <w:br/>
        <w:t>Une autre lune</w:t>
      </w:r>
      <w:r w:rsidR="00987D49">
        <w:t> !</w:t>
      </w:r>
      <w:bookmarkEnd w:id="5"/>
    </w:p>
    <w:p w14:paraId="01EC98DF" w14:textId="77777777" w:rsidR="00987D49" w:rsidRDefault="00B27708" w:rsidP="00B27708">
      <w:r>
        <w:t xml:space="preserve">La première fois que je vis René </w:t>
      </w:r>
      <w:proofErr w:type="spellStart"/>
      <w:r>
        <w:t>Lesmond</w:t>
      </w:r>
      <w:proofErr w:type="spellEnd"/>
      <w:r w:rsidR="00987D49">
        <w:t xml:space="preserve">, </w:t>
      </w:r>
      <w:r>
        <w:t>je le pris pour un fou</w:t>
      </w:r>
      <w:r w:rsidR="00987D49">
        <w:t xml:space="preserve">. </w:t>
      </w:r>
      <w:r>
        <w:t>Son débit fiévreux</w:t>
      </w:r>
      <w:r w:rsidR="00987D49">
        <w:t xml:space="preserve">, </w:t>
      </w:r>
      <w:r>
        <w:t>ses yeux brillants m</w:t>
      </w:r>
      <w:r w:rsidR="00987D49">
        <w:t>’</w:t>
      </w:r>
      <w:r>
        <w:t>inspirèrent une crainte mêlée de pitié</w:t>
      </w:r>
      <w:r w:rsidR="00987D49">
        <w:t xml:space="preserve">, </w:t>
      </w:r>
      <w:r>
        <w:t>lorsqu</w:t>
      </w:r>
      <w:r w:rsidR="00987D49">
        <w:t>’</w:t>
      </w:r>
      <w:r>
        <w:t>il émit les paroles incohérentes qui marquèrent le début de nos relations</w:t>
      </w:r>
      <w:r w:rsidR="00987D49">
        <w:t>.</w:t>
      </w:r>
    </w:p>
    <w:p w14:paraId="68FC9A58" w14:textId="77777777" w:rsidR="00987D49" w:rsidRDefault="00B27708" w:rsidP="00B27708">
      <w:r>
        <w:t>Je ne me doutais pas</w:t>
      </w:r>
      <w:r w:rsidR="00987D49">
        <w:t xml:space="preserve">, </w:t>
      </w:r>
      <w:r>
        <w:t>en cet instant</w:t>
      </w:r>
      <w:r w:rsidR="00987D49">
        <w:t xml:space="preserve">, </w:t>
      </w:r>
      <w:r>
        <w:t>que je serais amené à me faire l</w:t>
      </w:r>
      <w:r w:rsidR="00987D49">
        <w:t>’</w:t>
      </w:r>
      <w:r>
        <w:t>historiographe bénévole de son extraordinaire et incroyable aventure</w:t>
      </w:r>
      <w:r w:rsidR="00987D49">
        <w:t> !…</w:t>
      </w:r>
    </w:p>
    <w:p w14:paraId="2484F449" w14:textId="77777777" w:rsidR="00987D49" w:rsidRDefault="00B27708" w:rsidP="00B27708">
      <w:r>
        <w:t>Mais je veux commencer par le commencement</w:t>
      </w:r>
      <w:r w:rsidR="00987D49">
        <w:t xml:space="preserve">. </w:t>
      </w:r>
      <w:r>
        <w:t>Les faits que j</w:t>
      </w:r>
      <w:r w:rsidR="00987D49">
        <w:t>’</w:t>
      </w:r>
      <w:r>
        <w:t>ai entrepris de relater sont si étranges</w:t>
      </w:r>
      <w:r w:rsidR="00987D49">
        <w:t xml:space="preserve">, </w:t>
      </w:r>
      <w:r>
        <w:t>qu</w:t>
      </w:r>
      <w:r w:rsidR="00987D49">
        <w:t>’</w:t>
      </w:r>
      <w:r>
        <w:t>il est nécessaire</w:t>
      </w:r>
      <w:r w:rsidR="00987D49">
        <w:t xml:space="preserve">, </w:t>
      </w:r>
      <w:r>
        <w:t xml:space="preserve">pour leur assurer quelque </w:t>
      </w:r>
      <w:r>
        <w:rPr>
          <w:i/>
          <w:iCs/>
        </w:rPr>
        <w:t>crédibilité</w:t>
      </w:r>
      <w:r w:rsidR="00987D49">
        <w:rPr>
          <w:i/>
          <w:iCs/>
        </w:rPr>
        <w:t xml:space="preserve">, </w:t>
      </w:r>
      <w:r>
        <w:t>de respecter scrupuleusement l</w:t>
      </w:r>
      <w:r w:rsidR="00987D49">
        <w:t>’</w:t>
      </w:r>
      <w:r>
        <w:t>ordre chronologique</w:t>
      </w:r>
      <w:r w:rsidR="00987D49">
        <w:t>.</w:t>
      </w:r>
    </w:p>
    <w:p w14:paraId="57B07A38" w14:textId="77777777" w:rsidR="00987D49" w:rsidRDefault="00B27708" w:rsidP="00B27708">
      <w:r>
        <w:t>Il importe également</w:t>
      </w:r>
      <w:r w:rsidR="00987D49">
        <w:t xml:space="preserve">, </w:t>
      </w:r>
      <w:r>
        <w:t>avant que j</w:t>
      </w:r>
      <w:r w:rsidR="00987D49">
        <w:t>’</w:t>
      </w:r>
      <w:r>
        <w:t>entre dans le vif de mon sujet</w:t>
      </w:r>
      <w:r w:rsidR="00987D49">
        <w:t xml:space="preserve">, </w:t>
      </w:r>
      <w:r>
        <w:t>que je prévienne honnêtement ceux qui liront ce récit</w:t>
      </w:r>
      <w:r w:rsidR="00987D49">
        <w:t xml:space="preserve">, </w:t>
      </w:r>
      <w:r>
        <w:t>que je suis un profane en matière scientifique</w:t>
      </w:r>
      <w:r w:rsidR="00987D49">
        <w:t xml:space="preserve">, </w:t>
      </w:r>
      <w:r>
        <w:t>et que je n</w:t>
      </w:r>
      <w:r w:rsidR="00987D49">
        <w:t>’</w:t>
      </w:r>
      <w:r>
        <w:t>ai pas la prétention de faire un exposé destiné à une société savante</w:t>
      </w:r>
      <w:r w:rsidR="00987D49">
        <w:t xml:space="preserve">, </w:t>
      </w:r>
      <w:r>
        <w:t>mais seulement d</w:t>
      </w:r>
      <w:r w:rsidR="00987D49">
        <w:t>’</w:t>
      </w:r>
      <w:r>
        <w:t>essayer de traduire en langage ordinaire</w:t>
      </w:r>
      <w:r w:rsidR="00987D49">
        <w:t xml:space="preserve">, </w:t>
      </w:r>
      <w:r>
        <w:t>les théories dont j</w:t>
      </w:r>
      <w:r w:rsidR="00987D49">
        <w:t>’</w:t>
      </w:r>
      <w:r>
        <w:t>ai eu le privilège de vérifier la confirmation</w:t>
      </w:r>
      <w:r w:rsidR="00987D49">
        <w:t>.</w:t>
      </w:r>
    </w:p>
    <w:p w14:paraId="437BA2EB" w14:textId="77777777" w:rsidR="00987D49" w:rsidRDefault="00B27708" w:rsidP="00B27708">
      <w:r>
        <w:t xml:space="preserve">Rien ne me prédisposait au périlleux honneur de devenir le compagnon de René </w:t>
      </w:r>
      <w:proofErr w:type="spellStart"/>
      <w:r>
        <w:t>Lesmond</w:t>
      </w:r>
      <w:proofErr w:type="spellEnd"/>
      <w:r w:rsidR="00987D49">
        <w:t xml:space="preserve">, </w:t>
      </w:r>
      <w:r>
        <w:t>rien</w:t>
      </w:r>
      <w:r w:rsidR="00987D49">
        <w:t xml:space="preserve">, </w:t>
      </w:r>
      <w:r>
        <w:t>sinon la curiosité ardente qui est mon péché mignon</w:t>
      </w:r>
      <w:r w:rsidR="00987D49">
        <w:t>.</w:t>
      </w:r>
    </w:p>
    <w:p w14:paraId="3DBA93EE" w14:textId="77777777" w:rsidR="00987D49" w:rsidRDefault="00B27708" w:rsidP="00B27708">
      <w:r>
        <w:t>Je venais</w:t>
      </w:r>
      <w:r w:rsidR="00987D49">
        <w:t xml:space="preserve">, </w:t>
      </w:r>
      <w:r>
        <w:t>lorsque je l</w:t>
      </w:r>
      <w:r w:rsidR="00987D49">
        <w:t>’</w:t>
      </w:r>
      <w:r>
        <w:t>ai connu</w:t>
      </w:r>
      <w:r w:rsidR="00987D49">
        <w:t xml:space="preserve">, </w:t>
      </w:r>
      <w:r>
        <w:t>de terminer mon stage au barreau de Paris</w:t>
      </w:r>
      <w:r w:rsidR="00987D49">
        <w:t xml:space="preserve">, </w:t>
      </w:r>
      <w:r>
        <w:t>et ma destinée semblait être de défendre la veuve et l</w:t>
      </w:r>
      <w:r w:rsidR="00987D49">
        <w:t>’</w:t>
      </w:r>
      <w:r>
        <w:t>orphelin</w:t>
      </w:r>
      <w:r w:rsidR="00987D49">
        <w:t xml:space="preserve"> – </w:t>
      </w:r>
      <w:r>
        <w:t>et au besoin des gens infiniment moins recommandables</w:t>
      </w:r>
      <w:r w:rsidR="00987D49">
        <w:t xml:space="preserve"> – </w:t>
      </w:r>
      <w:r>
        <w:t>contre les rigueurs de la loi</w:t>
      </w:r>
      <w:r w:rsidR="00987D49">
        <w:t xml:space="preserve">… </w:t>
      </w:r>
      <w:r>
        <w:t>J</w:t>
      </w:r>
      <w:r w:rsidR="00987D49">
        <w:t>’</w:t>
      </w:r>
      <w:r>
        <w:t>avais eu quelque peine à trouver un appartement d</w:t>
      </w:r>
      <w:r w:rsidR="00987D49">
        <w:t>’</w:t>
      </w:r>
      <w:r>
        <w:t>un prix compatible avec mes ressources</w:t>
      </w:r>
      <w:r w:rsidR="00987D49">
        <w:t xml:space="preserve">, </w:t>
      </w:r>
      <w:r>
        <w:t xml:space="preserve">qui étaient </w:t>
      </w:r>
      <w:r>
        <w:lastRenderedPageBreak/>
        <w:t>maigres</w:t>
      </w:r>
      <w:r w:rsidR="00987D49">
        <w:t xml:space="preserve">, </w:t>
      </w:r>
      <w:r>
        <w:t>et qui fut pourtant digne d</w:t>
      </w:r>
      <w:r w:rsidR="00987D49">
        <w:t>’</w:t>
      </w:r>
      <w:r>
        <w:t>un avocat à la Cour</w:t>
      </w:r>
      <w:r w:rsidR="00987D49">
        <w:t xml:space="preserve">. </w:t>
      </w:r>
      <w:r>
        <w:t>Je l</w:t>
      </w:r>
      <w:r w:rsidR="00987D49">
        <w:t>’</w:t>
      </w:r>
      <w:r>
        <w:t>avais enfin découvert</w:t>
      </w:r>
      <w:r w:rsidR="00987D49">
        <w:t xml:space="preserve">, </w:t>
      </w:r>
      <w:r>
        <w:t>à quelques pas de l</w:t>
      </w:r>
      <w:r w:rsidR="00987D49">
        <w:t>’</w:t>
      </w:r>
      <w:r>
        <w:t>Observatoire</w:t>
      </w:r>
      <w:r w:rsidR="00987D49">
        <w:t xml:space="preserve">, </w:t>
      </w:r>
      <w:r>
        <w:t>dans une vieille maison dépourvue de confort</w:t>
      </w:r>
      <w:r w:rsidR="00987D49">
        <w:t xml:space="preserve">, </w:t>
      </w:r>
      <w:r>
        <w:t>mais d</w:t>
      </w:r>
      <w:r w:rsidR="00987D49">
        <w:t>’</w:t>
      </w:r>
      <w:r>
        <w:t>assez belle apparence</w:t>
      </w:r>
      <w:r w:rsidR="00987D49">
        <w:t xml:space="preserve">. </w:t>
      </w:r>
      <w:r>
        <w:t>Ce fut le soir même de mon emménagement que se présenta mon premier client</w:t>
      </w:r>
      <w:r w:rsidR="00987D49">
        <w:t xml:space="preserve">, </w:t>
      </w:r>
      <w:r>
        <w:t>mais quel étonnant client</w:t>
      </w:r>
      <w:r w:rsidR="00987D49">
        <w:t> !…</w:t>
      </w:r>
    </w:p>
    <w:p w14:paraId="105AD169" w14:textId="77777777" w:rsidR="00987D49" w:rsidRDefault="00B27708" w:rsidP="00B27708">
      <w:r>
        <w:t>Il fit irruption dans mon cabinet</w:t>
      </w:r>
      <w:r w:rsidR="00987D49">
        <w:t xml:space="preserve">, </w:t>
      </w:r>
      <w:r>
        <w:t>encore tout encombré de piles de livres dont le désordre n</w:t>
      </w:r>
      <w:r w:rsidR="00987D49">
        <w:t>’</w:t>
      </w:r>
      <w:r>
        <w:t>était nullement un effet de l</w:t>
      </w:r>
      <w:r w:rsidR="00987D49">
        <w:t>’</w:t>
      </w:r>
      <w:r>
        <w:t>art</w:t>
      </w:r>
      <w:r w:rsidR="00987D49">
        <w:t xml:space="preserve">. </w:t>
      </w:r>
      <w:r>
        <w:t>J</w:t>
      </w:r>
      <w:r w:rsidR="00987D49">
        <w:t>’</w:t>
      </w:r>
      <w:r>
        <w:t>étais juché sur un escabeau</w:t>
      </w:r>
      <w:r w:rsidR="00987D49">
        <w:t xml:space="preserve">, </w:t>
      </w:r>
      <w:r>
        <w:t>et je m</w:t>
      </w:r>
      <w:r w:rsidR="00987D49">
        <w:t>’</w:t>
      </w:r>
      <w:r>
        <w:t>efforçais de planter dans un mur de briques des clous rebelles</w:t>
      </w:r>
      <w:r w:rsidR="00987D49">
        <w:t xml:space="preserve">. </w:t>
      </w:r>
      <w:r>
        <w:t>Je portais un vieux chandail et un pantalon de flanelle</w:t>
      </w:r>
      <w:r w:rsidR="00987D49">
        <w:t xml:space="preserve">. </w:t>
      </w:r>
      <w:r>
        <w:t>On m</w:t>
      </w:r>
      <w:r w:rsidR="00987D49">
        <w:t>’</w:t>
      </w:r>
      <w:r>
        <w:t>aurait donné l</w:t>
      </w:r>
      <w:r w:rsidR="00987D49">
        <w:t>’</w:t>
      </w:r>
      <w:r>
        <w:t>aumône</w:t>
      </w:r>
      <w:r w:rsidR="00987D49">
        <w:t xml:space="preserve"> !… </w:t>
      </w:r>
      <w:r>
        <w:t>Le jeune homme qui entra brusquement</w:t>
      </w:r>
      <w:r w:rsidR="00987D49">
        <w:t xml:space="preserve">, </w:t>
      </w:r>
      <w:r>
        <w:t>par la porte demeurée entrouverte</w:t>
      </w:r>
      <w:r w:rsidR="00987D49">
        <w:t xml:space="preserve">, </w:t>
      </w:r>
      <w:r>
        <w:t>ne se choqua point de ma tenue</w:t>
      </w:r>
      <w:r w:rsidR="00987D49">
        <w:t>.</w:t>
      </w:r>
    </w:p>
    <w:p w14:paraId="7EF2D86A" w14:textId="77777777" w:rsidR="00987D49" w:rsidRDefault="00987D49" w:rsidP="00B27708">
      <w:r>
        <w:rPr>
          <w:rFonts w:eastAsia="Georgia"/>
        </w:rPr>
        <w:t>— </w:t>
      </w:r>
      <w:r w:rsidR="00B27708">
        <w:t>Monsieur</w:t>
      </w:r>
      <w:r>
        <w:t xml:space="preserve">, </w:t>
      </w:r>
      <w:r w:rsidR="00B27708">
        <w:t>s</w:t>
      </w:r>
      <w:r>
        <w:t>’</w:t>
      </w:r>
      <w:r w:rsidR="00B27708">
        <w:t>écria-t-il</w:t>
      </w:r>
      <w:r>
        <w:t xml:space="preserve">, </w:t>
      </w:r>
      <w:r w:rsidR="00B27708">
        <w:t>dès l</w:t>
      </w:r>
      <w:r>
        <w:t>’</w:t>
      </w:r>
      <w:r w:rsidR="00B27708">
        <w:t>abord</w:t>
      </w:r>
      <w:r>
        <w:t xml:space="preserve">, </w:t>
      </w:r>
      <w:r w:rsidR="00B27708">
        <w:t>le concierge me dit que vous êtes avocat</w:t>
      </w:r>
      <w:r>
        <w:t xml:space="preserve"> !… </w:t>
      </w:r>
      <w:r w:rsidR="00B27708">
        <w:t>C</w:t>
      </w:r>
      <w:r>
        <w:t>’</w:t>
      </w:r>
      <w:r w:rsidR="00B27708">
        <w:t>est la Providence qui vous envoie dans cette maison</w:t>
      </w:r>
      <w:r>
        <w:t xml:space="preserve">, </w:t>
      </w:r>
      <w:r w:rsidR="00B27708">
        <w:t>où je suis votre voisin de palier</w:t>
      </w:r>
      <w:r>
        <w:t xml:space="preserve">… </w:t>
      </w:r>
      <w:r w:rsidR="00B27708">
        <w:t>Car je suis victime d</w:t>
      </w:r>
      <w:r>
        <w:t>’</w:t>
      </w:r>
      <w:r w:rsidR="00B27708">
        <w:t>une surprenante injustice</w:t>
      </w:r>
      <w:r>
        <w:t xml:space="preserve">, </w:t>
      </w:r>
      <w:r w:rsidR="00B27708">
        <w:t>et toute la science humaine est atteinte avec moi</w:t>
      </w:r>
      <w:r>
        <w:t xml:space="preserve">… </w:t>
      </w:r>
      <w:r w:rsidR="00B27708">
        <w:t>Il n</w:t>
      </w:r>
      <w:r>
        <w:t>’</w:t>
      </w:r>
      <w:r w:rsidR="00B27708">
        <w:t>est pas possible qu</w:t>
      </w:r>
      <w:r>
        <w:t>’</w:t>
      </w:r>
      <w:r w:rsidR="00B27708">
        <w:t>il n</w:t>
      </w:r>
      <w:r>
        <w:t>’</w:t>
      </w:r>
      <w:r w:rsidR="00B27708">
        <w:t>existe pas de loi pour réparer une si monstrueuse erreur</w:t>
      </w:r>
      <w:r>
        <w:t>.</w:t>
      </w:r>
    </w:p>
    <w:p w14:paraId="5B1F57D4" w14:textId="77777777" w:rsidR="00987D49" w:rsidRDefault="00B27708" w:rsidP="00B27708">
      <w:r>
        <w:t>Discerna-t-il</w:t>
      </w:r>
      <w:r w:rsidR="00987D49">
        <w:t xml:space="preserve">, </w:t>
      </w:r>
      <w:r>
        <w:t>en cet instant</w:t>
      </w:r>
      <w:r w:rsidR="00987D49">
        <w:t xml:space="preserve">, </w:t>
      </w:r>
      <w:r>
        <w:t>dans mon regard effaré</w:t>
      </w:r>
      <w:r w:rsidR="00987D49">
        <w:t xml:space="preserve">, </w:t>
      </w:r>
      <w:r>
        <w:t>cet effroi</w:t>
      </w:r>
      <w:r w:rsidR="00987D49">
        <w:t xml:space="preserve">, </w:t>
      </w:r>
      <w:r>
        <w:t>tempéré de compassion</w:t>
      </w:r>
      <w:r w:rsidR="00987D49">
        <w:t xml:space="preserve">, </w:t>
      </w:r>
      <w:r>
        <w:t>qui saisit les gens sains d</w:t>
      </w:r>
      <w:r w:rsidR="00987D49">
        <w:t>’</w:t>
      </w:r>
      <w:r>
        <w:t>esprit quand ils croient avoir affaire à un dément</w:t>
      </w:r>
      <w:r w:rsidR="00987D49">
        <w:t xml:space="preserve"> ? </w:t>
      </w:r>
      <w:r>
        <w:t>Ou bien perçut-il le comique de la scène</w:t>
      </w:r>
      <w:r w:rsidR="00987D49">
        <w:t xml:space="preserve"> : </w:t>
      </w:r>
      <w:r>
        <w:t>moi</w:t>
      </w:r>
      <w:r w:rsidR="00987D49">
        <w:t xml:space="preserve">, </w:t>
      </w:r>
      <w:r>
        <w:t>sur mon escabeau</w:t>
      </w:r>
      <w:r w:rsidR="00987D49">
        <w:t xml:space="preserve">, </w:t>
      </w:r>
      <w:r>
        <w:t>ahuri par cette intrusion imprévue et fixant un regard stupide sur mon interpellateur</w:t>
      </w:r>
      <w:r w:rsidR="00987D49">
        <w:t xml:space="preserve"> ; </w:t>
      </w:r>
      <w:r>
        <w:t>lui</w:t>
      </w:r>
      <w:r w:rsidR="00987D49">
        <w:t xml:space="preserve">, </w:t>
      </w:r>
      <w:r>
        <w:t>tout vibrant d</w:t>
      </w:r>
      <w:r w:rsidR="00987D49">
        <w:t>’</w:t>
      </w:r>
      <w:r>
        <w:t>indignation et de courroux</w:t>
      </w:r>
      <w:r w:rsidR="00987D49">
        <w:t xml:space="preserve">, </w:t>
      </w:r>
      <w:r>
        <w:t>les yeux agrandis</w:t>
      </w:r>
      <w:r w:rsidR="00987D49">
        <w:t xml:space="preserve">, </w:t>
      </w:r>
      <w:r>
        <w:t>et d</w:t>
      </w:r>
      <w:r w:rsidR="00987D49">
        <w:t>’</w:t>
      </w:r>
      <w:r>
        <w:t>un noir d</w:t>
      </w:r>
      <w:r w:rsidR="00987D49">
        <w:t>’</w:t>
      </w:r>
      <w:r>
        <w:t>encre</w:t>
      </w:r>
      <w:r w:rsidR="00987D49">
        <w:t xml:space="preserve">, </w:t>
      </w:r>
      <w:r>
        <w:t>dans son visage blême</w:t>
      </w:r>
      <w:r w:rsidR="00987D49">
        <w:t xml:space="preserve"> ?… </w:t>
      </w:r>
      <w:r>
        <w:t>Toujours est-il qu</w:t>
      </w:r>
      <w:r w:rsidR="00987D49">
        <w:t>’</w:t>
      </w:r>
      <w:r>
        <w:t>il s</w:t>
      </w:r>
      <w:r w:rsidR="00987D49">
        <w:t>’</w:t>
      </w:r>
      <w:r>
        <w:t>interrompit</w:t>
      </w:r>
      <w:r w:rsidR="00987D49">
        <w:t xml:space="preserve">, </w:t>
      </w:r>
      <w:r>
        <w:t>que ses joues se colorèrent légèrement</w:t>
      </w:r>
      <w:r w:rsidR="00987D49">
        <w:t xml:space="preserve">, </w:t>
      </w:r>
      <w:r>
        <w:t>et qu</w:t>
      </w:r>
      <w:r w:rsidR="00987D49">
        <w:t>’</w:t>
      </w:r>
      <w:r>
        <w:t>il changea de ton</w:t>
      </w:r>
      <w:r w:rsidR="00987D49">
        <w:t xml:space="preserve">, </w:t>
      </w:r>
      <w:r>
        <w:t>pour reprendre</w:t>
      </w:r>
      <w:r w:rsidR="00987D49">
        <w:t xml:space="preserve">, </w:t>
      </w:r>
      <w:r>
        <w:t>avec moins de véhémence</w:t>
      </w:r>
      <w:r w:rsidR="00987D49">
        <w:t> :</w:t>
      </w:r>
    </w:p>
    <w:p w14:paraId="361CC526" w14:textId="77777777" w:rsidR="00987D49" w:rsidRDefault="00987D49" w:rsidP="00B27708">
      <w:r>
        <w:rPr>
          <w:rFonts w:eastAsia="Georgia"/>
        </w:rPr>
        <w:t>— </w:t>
      </w:r>
      <w:r w:rsidR="00B27708">
        <w:t>Oh</w:t>
      </w:r>
      <w:r>
        <w:t xml:space="preserve"> ! </w:t>
      </w:r>
      <w:r w:rsidR="00B27708">
        <w:t>Pardon</w:t>
      </w:r>
      <w:r>
        <w:t xml:space="preserve">… </w:t>
      </w:r>
      <w:r w:rsidR="00B27708">
        <w:t>Vous êtes bien Maître Calais</w:t>
      </w:r>
      <w:r>
        <w:t xml:space="preserve">, </w:t>
      </w:r>
      <w:r w:rsidR="00B27708">
        <w:t>le nouveau locataire de cet appartement</w:t>
      </w:r>
      <w:r>
        <w:t> ?</w:t>
      </w:r>
    </w:p>
    <w:p w14:paraId="63FF34F8" w14:textId="77777777" w:rsidR="00987D49" w:rsidRDefault="00B27708" w:rsidP="00B27708">
      <w:r>
        <w:lastRenderedPageBreak/>
        <w:t>Il craignait</w:t>
      </w:r>
      <w:r w:rsidR="00987D49">
        <w:t xml:space="preserve">, </w:t>
      </w:r>
      <w:r>
        <w:t>assurément</w:t>
      </w:r>
      <w:r w:rsidR="00987D49">
        <w:t xml:space="preserve">, </w:t>
      </w:r>
      <w:r>
        <w:t>de s</w:t>
      </w:r>
      <w:r w:rsidR="00987D49">
        <w:t>’</w:t>
      </w:r>
      <w:r>
        <w:t>être trompé</w:t>
      </w:r>
      <w:r w:rsidR="00987D49">
        <w:t xml:space="preserve">, </w:t>
      </w:r>
      <w:r>
        <w:t>d</w:t>
      </w:r>
      <w:r w:rsidR="00987D49">
        <w:t>’</w:t>
      </w:r>
      <w:r>
        <w:t>avoir adressé sa protestation obscure et enflammée</w:t>
      </w:r>
      <w:r w:rsidR="00987D49">
        <w:t xml:space="preserve">, </w:t>
      </w:r>
      <w:r>
        <w:t>au déménageur ou au tapissier et de paraître ridicule</w:t>
      </w:r>
      <w:r w:rsidR="00987D49">
        <w:t xml:space="preserve">. </w:t>
      </w:r>
      <w:r>
        <w:t>En temps normal</w:t>
      </w:r>
      <w:r w:rsidR="00987D49">
        <w:t xml:space="preserve">, </w:t>
      </w:r>
      <w:r>
        <w:t>mon nouveau voisin devait être fort timide</w:t>
      </w:r>
      <w:r w:rsidR="00987D49">
        <w:t xml:space="preserve">. </w:t>
      </w:r>
      <w:r>
        <w:t>Il avait fallu</w:t>
      </w:r>
      <w:r w:rsidR="00987D49">
        <w:t xml:space="preserve">, </w:t>
      </w:r>
      <w:r>
        <w:t>pour motiver son impétueuse entrée en matière</w:t>
      </w:r>
      <w:r w:rsidR="00987D49">
        <w:t xml:space="preserve">, </w:t>
      </w:r>
      <w:r>
        <w:t>qu</w:t>
      </w:r>
      <w:r w:rsidR="00987D49">
        <w:t>’</w:t>
      </w:r>
      <w:r>
        <w:t>il fût en proie à une violente émotion</w:t>
      </w:r>
      <w:r w:rsidR="00987D49">
        <w:t>.</w:t>
      </w:r>
    </w:p>
    <w:p w14:paraId="23B694CC" w14:textId="77777777" w:rsidR="00987D49" w:rsidRDefault="00B27708" w:rsidP="00B27708">
      <w:r>
        <w:t>Je m</w:t>
      </w:r>
      <w:r w:rsidR="00987D49">
        <w:t>’</w:t>
      </w:r>
      <w:r>
        <w:t>avisai qu</w:t>
      </w:r>
      <w:r w:rsidR="00987D49">
        <w:t>’</w:t>
      </w:r>
      <w:r>
        <w:t>il brandissait une lettre</w:t>
      </w:r>
      <w:r w:rsidR="00987D49">
        <w:t xml:space="preserve">, </w:t>
      </w:r>
      <w:r>
        <w:t>et je me dis que cette lettre était pour quelque chose dans cette émotion</w:t>
      </w:r>
      <w:r w:rsidR="00987D49">
        <w:t xml:space="preserve">. </w:t>
      </w:r>
      <w:r>
        <w:t>Son changement de ton et de manières m</w:t>
      </w:r>
      <w:r w:rsidR="00987D49">
        <w:t>’</w:t>
      </w:r>
      <w:r>
        <w:t>ayant un peu rassuré</w:t>
      </w:r>
      <w:r w:rsidR="00987D49">
        <w:t xml:space="preserve">, </w:t>
      </w:r>
      <w:r>
        <w:t>quant à son équilibre mental</w:t>
      </w:r>
      <w:r w:rsidR="00987D49">
        <w:t xml:space="preserve">, </w:t>
      </w:r>
      <w:r>
        <w:t>je descendis enfin de mon perchoir</w:t>
      </w:r>
      <w:r w:rsidR="00987D49">
        <w:t xml:space="preserve">, </w:t>
      </w:r>
      <w:r>
        <w:t>posai le marteau incommode et le clou récalcitrant sur un coin de mon bureau</w:t>
      </w:r>
      <w:r w:rsidR="00987D49">
        <w:t xml:space="preserve">, </w:t>
      </w:r>
      <w:r>
        <w:t>derrière lequel je passai</w:t>
      </w:r>
      <w:r w:rsidR="00987D49">
        <w:t xml:space="preserve">, </w:t>
      </w:r>
      <w:r>
        <w:t>en désignant de la main un siège à mon visiteur</w:t>
      </w:r>
      <w:r w:rsidR="00987D49">
        <w:t>…</w:t>
      </w:r>
    </w:p>
    <w:p w14:paraId="2A6C5200" w14:textId="77777777" w:rsidR="00987D49" w:rsidRDefault="00987D49" w:rsidP="00B27708">
      <w:r>
        <w:rPr>
          <w:rFonts w:eastAsia="Georgia"/>
        </w:rPr>
        <w:t>— </w:t>
      </w:r>
      <w:r w:rsidR="00B27708">
        <w:t>Je suis bien Maître Calais</w:t>
      </w:r>
      <w:r>
        <w:t xml:space="preserve">, </w:t>
      </w:r>
      <w:r w:rsidR="00B27708">
        <w:t>affirmai-je avec le plus de dignité que je pus</w:t>
      </w:r>
      <w:r>
        <w:t xml:space="preserve">. </w:t>
      </w:r>
      <w:proofErr w:type="spellStart"/>
      <w:r w:rsidR="00B27708">
        <w:t>Veuillez vous</w:t>
      </w:r>
      <w:proofErr w:type="spellEnd"/>
      <w:r w:rsidR="00B27708">
        <w:t xml:space="preserve"> asseoir</w:t>
      </w:r>
      <w:r>
        <w:t xml:space="preserve">, </w:t>
      </w:r>
      <w:r w:rsidR="00B27708">
        <w:t>excuser le désordre de cet appartement et me dire l</w:t>
      </w:r>
      <w:r>
        <w:t>’</w:t>
      </w:r>
      <w:r w:rsidR="00B27708">
        <w:t>objet de votre démarche</w:t>
      </w:r>
      <w:r>
        <w:t>…</w:t>
      </w:r>
    </w:p>
    <w:p w14:paraId="47771C65" w14:textId="77777777" w:rsidR="00987D49" w:rsidRDefault="00B27708" w:rsidP="00B27708">
      <w:r>
        <w:t>Le jeune homme</w:t>
      </w:r>
      <w:r w:rsidR="00987D49">
        <w:t xml:space="preserve"> – </w:t>
      </w:r>
      <w:r>
        <w:t>ai-je précisé qu</w:t>
      </w:r>
      <w:r w:rsidR="00987D49">
        <w:t>’</w:t>
      </w:r>
      <w:r>
        <w:t>il ne semblait pas avoir trente ans</w:t>
      </w:r>
      <w:r w:rsidR="00987D49">
        <w:t xml:space="preserve"> ? – </w:t>
      </w:r>
      <w:r>
        <w:t>s</w:t>
      </w:r>
      <w:r w:rsidR="00987D49">
        <w:t>’</w:t>
      </w:r>
      <w:r>
        <w:t>inclina légèrement</w:t>
      </w:r>
      <w:r w:rsidR="00987D49">
        <w:t xml:space="preserve">, </w:t>
      </w:r>
      <w:r>
        <w:t>accepta le siège offert</w:t>
      </w:r>
      <w:r w:rsidR="00987D49">
        <w:t xml:space="preserve">, </w:t>
      </w:r>
      <w:r>
        <w:t>et commença de s</w:t>
      </w:r>
      <w:r w:rsidR="00987D49">
        <w:t>’</w:t>
      </w:r>
      <w:r>
        <w:t>expliquer</w:t>
      </w:r>
      <w:r w:rsidR="00987D49">
        <w:t>.</w:t>
      </w:r>
    </w:p>
    <w:p w14:paraId="0ED2F954" w14:textId="77777777" w:rsidR="00987D49" w:rsidRDefault="00987D49" w:rsidP="00B27708">
      <w:r>
        <w:rPr>
          <w:rFonts w:eastAsia="Georgia"/>
        </w:rPr>
        <w:t>— </w:t>
      </w:r>
      <w:r w:rsidR="00B27708">
        <w:t>Monsieur</w:t>
      </w:r>
      <w:r>
        <w:t xml:space="preserve">, </w:t>
      </w:r>
      <w:r w:rsidR="00B27708">
        <w:t>dit-il</w:t>
      </w:r>
      <w:r>
        <w:t xml:space="preserve">, </w:t>
      </w:r>
      <w:r w:rsidR="00B27708">
        <w:t>ou plutôt</w:t>
      </w:r>
      <w:r>
        <w:t xml:space="preserve">, </w:t>
      </w:r>
      <w:r w:rsidR="00B27708">
        <w:t>puisque j</w:t>
      </w:r>
      <w:r>
        <w:t>’</w:t>
      </w:r>
      <w:r w:rsidR="00B27708">
        <w:t>ai vérifié votre identité</w:t>
      </w:r>
      <w:r>
        <w:t xml:space="preserve">, </w:t>
      </w:r>
      <w:r w:rsidR="00B27708">
        <w:t>mon cher Maître</w:t>
      </w:r>
      <w:r>
        <w:t xml:space="preserve">, </w:t>
      </w:r>
      <w:r w:rsidR="00B27708">
        <w:t>lisez cette lettre</w:t>
      </w:r>
      <w:r>
        <w:t xml:space="preserve">, </w:t>
      </w:r>
      <w:r w:rsidR="00B27708">
        <w:t>et vous ne manquerez pas</w:t>
      </w:r>
      <w:r>
        <w:t xml:space="preserve">, </w:t>
      </w:r>
      <w:r w:rsidR="00B27708">
        <w:t>j</w:t>
      </w:r>
      <w:r>
        <w:t>’</w:t>
      </w:r>
      <w:r w:rsidR="00B27708">
        <w:t>en ai la conviction</w:t>
      </w:r>
      <w:r>
        <w:t xml:space="preserve">, </w:t>
      </w:r>
      <w:r w:rsidR="00B27708">
        <w:t>de partager mon indignation</w:t>
      </w:r>
      <w:r>
        <w:t>…</w:t>
      </w:r>
    </w:p>
    <w:p w14:paraId="606B0B2D" w14:textId="77777777" w:rsidR="00987D49" w:rsidRDefault="00B27708" w:rsidP="00B27708">
      <w:r>
        <w:t>Ayant pris le papier</w:t>
      </w:r>
      <w:r w:rsidR="00987D49">
        <w:t xml:space="preserve">, </w:t>
      </w:r>
      <w:r>
        <w:t>j</w:t>
      </w:r>
      <w:r w:rsidR="00987D49">
        <w:t>’</w:t>
      </w:r>
      <w:r>
        <w:t>y jetai un regard</w:t>
      </w:r>
      <w:r w:rsidR="00987D49">
        <w:t xml:space="preserve">, </w:t>
      </w:r>
      <w:r>
        <w:t>non sans guetter</w:t>
      </w:r>
      <w:r w:rsidR="00987D49">
        <w:t xml:space="preserve">, </w:t>
      </w:r>
      <w:r>
        <w:t>du coin de l</w:t>
      </w:r>
      <w:r w:rsidR="00987D49">
        <w:t>’</w:t>
      </w:r>
      <w:r>
        <w:t>œil</w:t>
      </w:r>
      <w:r w:rsidR="00987D49">
        <w:t xml:space="preserve">, </w:t>
      </w:r>
      <w:r>
        <w:t>les réactions de mon drôle de client</w:t>
      </w:r>
      <w:r w:rsidR="00987D49">
        <w:t xml:space="preserve">… </w:t>
      </w:r>
      <w:r>
        <w:t>Il avait</w:t>
      </w:r>
      <w:r w:rsidR="00987D49">
        <w:t xml:space="preserve">, </w:t>
      </w:r>
      <w:r>
        <w:t>certes</w:t>
      </w:r>
      <w:r w:rsidR="00987D49">
        <w:t xml:space="preserve">, </w:t>
      </w:r>
      <w:r>
        <w:t>paru se calmer</w:t>
      </w:r>
      <w:r w:rsidR="00987D49">
        <w:t xml:space="preserve">. </w:t>
      </w:r>
      <w:r>
        <w:t>Il n</w:t>
      </w:r>
      <w:r w:rsidR="00987D49">
        <w:t>’</w:t>
      </w:r>
      <w:r>
        <w:t>avait plus ce tremblement convulsif</w:t>
      </w:r>
      <w:r w:rsidR="00987D49">
        <w:t xml:space="preserve">, </w:t>
      </w:r>
      <w:r>
        <w:t xml:space="preserve">cette voix </w:t>
      </w:r>
      <w:proofErr w:type="spellStart"/>
      <w:r>
        <w:t>hoquetante</w:t>
      </w:r>
      <w:proofErr w:type="spellEnd"/>
      <w:r w:rsidR="00987D49">
        <w:t xml:space="preserve">, </w:t>
      </w:r>
      <w:r>
        <w:t>ces yeux enflammés</w:t>
      </w:r>
      <w:r w:rsidR="00987D49">
        <w:t xml:space="preserve">, </w:t>
      </w:r>
      <w:r>
        <w:t>qui m</w:t>
      </w:r>
      <w:r w:rsidR="00987D49">
        <w:t>’</w:t>
      </w:r>
      <w:r>
        <w:t>avaient si vivement inquiété dès l</w:t>
      </w:r>
      <w:r w:rsidR="00987D49">
        <w:t>’</w:t>
      </w:r>
      <w:r>
        <w:t>abord</w:t>
      </w:r>
      <w:r w:rsidR="00987D49">
        <w:t>.</w:t>
      </w:r>
    </w:p>
    <w:p w14:paraId="4DCC917E" w14:textId="77777777" w:rsidR="00987D49" w:rsidRDefault="00B27708" w:rsidP="00B27708">
      <w:r>
        <w:t>Mais je ne me fiais pas entièrement à cette apparence rassurante</w:t>
      </w:r>
      <w:r w:rsidR="00987D49">
        <w:t xml:space="preserve">. </w:t>
      </w:r>
      <w:r>
        <w:t>Ses joues demeuraient blêmes</w:t>
      </w:r>
      <w:r w:rsidR="00987D49">
        <w:t xml:space="preserve">. </w:t>
      </w:r>
      <w:r>
        <w:t>Son front immense était bien celui d</w:t>
      </w:r>
      <w:r w:rsidR="00987D49">
        <w:t>’</w:t>
      </w:r>
      <w:r>
        <w:t>un homme de génie ou d</w:t>
      </w:r>
      <w:r w:rsidR="00987D49">
        <w:t>’</w:t>
      </w:r>
      <w:r>
        <w:t>un aliéné total</w:t>
      </w:r>
      <w:r w:rsidR="00987D49">
        <w:t xml:space="preserve">. </w:t>
      </w:r>
      <w:r>
        <w:t>Ce ne fut que par la suite que je finis par adopter la première interprétation</w:t>
      </w:r>
      <w:r w:rsidR="00987D49">
        <w:t xml:space="preserve">, </w:t>
      </w:r>
      <w:r>
        <w:t>et je balançai tout d</w:t>
      </w:r>
      <w:r w:rsidR="00987D49">
        <w:t>’</w:t>
      </w:r>
      <w:r>
        <w:t>abord entre l</w:t>
      </w:r>
      <w:r w:rsidR="00987D49">
        <w:t>’</w:t>
      </w:r>
      <w:r>
        <w:t>une et l</w:t>
      </w:r>
      <w:r w:rsidR="00987D49">
        <w:t>’</w:t>
      </w:r>
      <w:r>
        <w:t>autre</w:t>
      </w:r>
      <w:r w:rsidR="00987D49">
        <w:t>…</w:t>
      </w:r>
    </w:p>
    <w:p w14:paraId="76ADC57D" w14:textId="77777777" w:rsidR="00987D49" w:rsidRDefault="00B27708" w:rsidP="00B27708">
      <w:r>
        <w:lastRenderedPageBreak/>
        <w:t>Toutefois</w:t>
      </w:r>
      <w:r w:rsidR="00987D49">
        <w:t xml:space="preserve">, </w:t>
      </w:r>
      <w:r>
        <w:t>quand mon visiteur constata que je prenais connaissance du document qu</w:t>
      </w:r>
      <w:r w:rsidR="00987D49">
        <w:t>’</w:t>
      </w:r>
      <w:r>
        <w:t>il m</w:t>
      </w:r>
      <w:r w:rsidR="00987D49">
        <w:t>’</w:t>
      </w:r>
      <w:r>
        <w:t>avait tendu</w:t>
      </w:r>
      <w:r w:rsidR="00987D49">
        <w:t xml:space="preserve">, </w:t>
      </w:r>
      <w:r>
        <w:t>il eut</w:t>
      </w:r>
      <w:r w:rsidR="00987D49">
        <w:t xml:space="preserve">, </w:t>
      </w:r>
      <w:r>
        <w:t>pour la première fois</w:t>
      </w:r>
      <w:r w:rsidR="00987D49">
        <w:t xml:space="preserve">, </w:t>
      </w:r>
      <w:r>
        <w:t>une sorte de sourire</w:t>
      </w:r>
      <w:r w:rsidR="00987D49">
        <w:t xml:space="preserve">. </w:t>
      </w:r>
      <w:r>
        <w:t>Du coup</w:t>
      </w:r>
      <w:r w:rsidR="00987D49">
        <w:t xml:space="preserve">, </w:t>
      </w:r>
      <w:r>
        <w:t>sa physionomie fut changée</w:t>
      </w:r>
      <w:r w:rsidR="00987D49">
        <w:t xml:space="preserve">. </w:t>
      </w:r>
      <w:r>
        <w:t>Une secrète douceur émana de ce visage</w:t>
      </w:r>
      <w:r w:rsidR="00987D49">
        <w:t xml:space="preserve">, </w:t>
      </w:r>
      <w:r>
        <w:t>tout à l</w:t>
      </w:r>
      <w:r w:rsidR="00987D49">
        <w:t>’</w:t>
      </w:r>
      <w:r>
        <w:t>heure convulsé par la colère</w:t>
      </w:r>
      <w:r w:rsidR="00987D49">
        <w:t xml:space="preserve">. </w:t>
      </w:r>
      <w:r>
        <w:t>Les dents pures</w:t>
      </w:r>
      <w:r w:rsidR="00987D49">
        <w:t xml:space="preserve">, </w:t>
      </w:r>
      <w:r>
        <w:t>soudain apparues</w:t>
      </w:r>
      <w:r w:rsidR="00987D49">
        <w:t xml:space="preserve">, </w:t>
      </w:r>
      <w:r>
        <w:t>y mirent comme une lumière</w:t>
      </w:r>
      <w:r w:rsidR="00987D49">
        <w:t xml:space="preserve">. </w:t>
      </w:r>
      <w:r>
        <w:t>Le feu du regard exprima une confiance ingénue et absolue</w:t>
      </w:r>
      <w:r w:rsidR="00987D49">
        <w:t xml:space="preserve">, </w:t>
      </w:r>
      <w:r>
        <w:t>qui ne laissa pas de me toucher</w:t>
      </w:r>
      <w:r w:rsidR="00987D49">
        <w:t>…</w:t>
      </w:r>
    </w:p>
    <w:p w14:paraId="1F17572B" w14:textId="77777777" w:rsidR="00987D49" w:rsidRDefault="00B27708" w:rsidP="00B27708">
      <w:r>
        <w:t>J</w:t>
      </w:r>
      <w:r w:rsidR="00987D49">
        <w:t>’</w:t>
      </w:r>
      <w:r>
        <w:t>eus l</w:t>
      </w:r>
      <w:r w:rsidR="00987D49">
        <w:t>’</w:t>
      </w:r>
      <w:r>
        <w:t>impression que mon dément</w:t>
      </w:r>
      <w:r w:rsidR="00987D49">
        <w:t xml:space="preserve">, </w:t>
      </w:r>
      <w:r>
        <w:t>si dément il y avait</w:t>
      </w:r>
      <w:r w:rsidR="00987D49">
        <w:t xml:space="preserve">, </w:t>
      </w:r>
      <w:r>
        <w:t>ne manquait ni de cœur</w:t>
      </w:r>
      <w:r w:rsidR="00987D49">
        <w:t xml:space="preserve">, </w:t>
      </w:r>
      <w:r>
        <w:t>ni d</w:t>
      </w:r>
      <w:r w:rsidR="00987D49">
        <w:t>’</w:t>
      </w:r>
      <w:r>
        <w:t>intelligence</w:t>
      </w:r>
      <w:r w:rsidR="00987D49">
        <w:t xml:space="preserve">… </w:t>
      </w:r>
      <w:r>
        <w:t>À mon tour</w:t>
      </w:r>
      <w:r w:rsidR="00987D49">
        <w:t xml:space="preserve">, </w:t>
      </w:r>
      <w:r>
        <w:t>je lui souris amicalement</w:t>
      </w:r>
      <w:r w:rsidR="00987D49">
        <w:t xml:space="preserve">. </w:t>
      </w:r>
      <w:r>
        <w:t>Et je lus</w:t>
      </w:r>
      <w:r w:rsidR="00987D49">
        <w:t>…</w:t>
      </w:r>
    </w:p>
    <w:p w14:paraId="563C6ED0" w14:textId="0EB1E46F" w:rsidR="00987D49" w:rsidRDefault="00B27708" w:rsidP="00B27708">
      <w:r>
        <w:t>La fameuse lettre qui avait tant bouleversé mon visiteur portait l</w:t>
      </w:r>
      <w:r w:rsidR="00987D49">
        <w:t>’</w:t>
      </w:r>
      <w:r>
        <w:t>en-tête de l</w:t>
      </w:r>
      <w:r w:rsidR="00987D49">
        <w:t>’</w:t>
      </w:r>
      <w:r>
        <w:t>institut de France</w:t>
      </w:r>
      <w:r w:rsidR="00987D49">
        <w:t xml:space="preserve">. </w:t>
      </w:r>
      <w:r>
        <w:t>Elle était signée du nom peu lisible d</w:t>
      </w:r>
      <w:r w:rsidR="00987D49">
        <w:t>’</w:t>
      </w:r>
      <w:r>
        <w:t>un vague secrétaire administratif</w:t>
      </w:r>
      <w:r w:rsidR="00987D49">
        <w:t xml:space="preserve">, </w:t>
      </w:r>
      <w:r>
        <w:t>lequel s</w:t>
      </w:r>
      <w:r w:rsidR="00987D49">
        <w:t>’</w:t>
      </w:r>
      <w:r>
        <w:t xml:space="preserve">exprimait au nom de </w:t>
      </w:r>
      <w:r w:rsidR="00987D49">
        <w:t>« M. </w:t>
      </w:r>
      <w:r>
        <w:t>le Secrétaire perpétuel de l</w:t>
      </w:r>
      <w:r w:rsidR="00987D49">
        <w:t>’</w:t>
      </w:r>
      <w:r>
        <w:t>Académie des Sciences</w:t>
      </w:r>
      <w:r w:rsidR="00987D49">
        <w:t xml:space="preserve"> »… </w:t>
      </w:r>
      <w:r>
        <w:t xml:space="preserve">Usant de formules du genre </w:t>
      </w:r>
      <w:r w:rsidR="00987D49">
        <w:t>« </w:t>
      </w:r>
      <w:r>
        <w:t>circulaire</w:t>
      </w:r>
      <w:r w:rsidR="00987D49">
        <w:t xml:space="preserve"> », </w:t>
      </w:r>
      <w:r>
        <w:t xml:space="preserve">ce personnage </w:t>
      </w:r>
      <w:r w:rsidR="00987D49">
        <w:t>« </w:t>
      </w:r>
      <w:r>
        <w:t>avait le regret</w:t>
      </w:r>
      <w:r w:rsidR="00987D49">
        <w:t> »</w:t>
      </w:r>
      <w:r>
        <w:t xml:space="preserve"> d</w:t>
      </w:r>
      <w:r w:rsidR="00987D49">
        <w:t>’</w:t>
      </w:r>
      <w:r>
        <w:t xml:space="preserve">aviser </w:t>
      </w:r>
      <w:r w:rsidR="00987D49">
        <w:t>M. </w:t>
      </w:r>
      <w:r>
        <w:t xml:space="preserve">René </w:t>
      </w:r>
      <w:proofErr w:type="spellStart"/>
      <w:r>
        <w:t>Lesmond</w:t>
      </w:r>
      <w:proofErr w:type="spellEnd"/>
      <w:r w:rsidR="00987D49">
        <w:t xml:space="preserve"> – </w:t>
      </w:r>
      <w:r>
        <w:t>ce fut ainsi que je connus le nom de mon premier et bizarre client</w:t>
      </w:r>
      <w:r w:rsidR="00987D49">
        <w:t xml:space="preserve"> – </w:t>
      </w:r>
      <w:r>
        <w:t>que la docte Compagnie ne pouvait prendre en considération le Mémoire qu</w:t>
      </w:r>
      <w:r w:rsidR="00987D49">
        <w:t>’</w:t>
      </w:r>
      <w:r>
        <w:t>il avait soumis à son examen</w:t>
      </w:r>
      <w:r w:rsidR="00987D49">
        <w:t xml:space="preserve">, </w:t>
      </w:r>
      <w:r>
        <w:t>et l</w:t>
      </w:r>
      <w:r w:rsidR="00987D49">
        <w:t>’</w:t>
      </w:r>
      <w:r>
        <w:t xml:space="preserve">invitait à </w:t>
      </w:r>
      <w:r w:rsidR="00987D49">
        <w:t>« </w:t>
      </w:r>
      <w:r>
        <w:t>faire reprendre son manuscrit</w:t>
      </w:r>
      <w:r w:rsidR="00987D49">
        <w:t> »…</w:t>
      </w:r>
    </w:p>
    <w:p w14:paraId="69AB3721" w14:textId="77777777" w:rsidR="00987D49" w:rsidRDefault="00B27708" w:rsidP="00B27708">
      <w:r>
        <w:t>En vérité</w:t>
      </w:r>
      <w:r w:rsidR="00987D49">
        <w:t xml:space="preserve">, </w:t>
      </w:r>
      <w:r>
        <w:t>je ne compris pas immédiatement en quoi cette fin de non-recevoir</w:t>
      </w:r>
      <w:r w:rsidR="00987D49">
        <w:t xml:space="preserve">, </w:t>
      </w:r>
      <w:r>
        <w:t>pénible sans doute pour l</w:t>
      </w:r>
      <w:r w:rsidR="00987D49">
        <w:t>’</w:t>
      </w:r>
      <w:r>
        <w:t xml:space="preserve">amour-propre de René </w:t>
      </w:r>
      <w:proofErr w:type="spellStart"/>
      <w:r>
        <w:t>Lesmond</w:t>
      </w:r>
      <w:proofErr w:type="spellEnd"/>
      <w:r w:rsidR="00987D49">
        <w:t xml:space="preserve">, </w:t>
      </w:r>
      <w:r>
        <w:t>pouvait justifier l</w:t>
      </w:r>
      <w:r w:rsidR="00987D49">
        <w:t>’</w:t>
      </w:r>
      <w:r>
        <w:t>intervention d</w:t>
      </w:r>
      <w:r w:rsidR="00987D49">
        <w:t>’</w:t>
      </w:r>
      <w:r>
        <w:t>un avocat</w:t>
      </w:r>
      <w:r w:rsidR="00987D49">
        <w:t xml:space="preserve">… </w:t>
      </w:r>
      <w:r>
        <w:t>L</w:t>
      </w:r>
      <w:r w:rsidR="00987D49">
        <w:t>’</w:t>
      </w:r>
      <w:r>
        <w:t>intéressé ne manqua pas de lire en moi cette pensée</w:t>
      </w:r>
      <w:r w:rsidR="00987D49">
        <w:t xml:space="preserve">. </w:t>
      </w:r>
      <w:r>
        <w:t>Il se hâta de commenter la décision du Secrétaire perpétuel</w:t>
      </w:r>
      <w:r w:rsidR="00987D49">
        <w:t>.</w:t>
      </w:r>
    </w:p>
    <w:p w14:paraId="7E4713BE" w14:textId="77777777" w:rsidR="00987D49" w:rsidRDefault="00987D49" w:rsidP="00B27708">
      <w:r>
        <w:rPr>
          <w:rFonts w:eastAsia="Georgia"/>
        </w:rPr>
        <w:t>— </w:t>
      </w:r>
      <w:r w:rsidR="00B27708">
        <w:t>Ma communication</w:t>
      </w:r>
      <w:r>
        <w:t xml:space="preserve">, </w:t>
      </w:r>
      <w:r w:rsidR="00B27708">
        <w:t>dit-il</w:t>
      </w:r>
      <w:r>
        <w:t xml:space="preserve">, </w:t>
      </w:r>
      <w:r w:rsidR="00B27708">
        <w:t>ne concernait ni la quadrature du cercle</w:t>
      </w:r>
      <w:r>
        <w:t xml:space="preserve">, </w:t>
      </w:r>
      <w:r w:rsidR="00B27708">
        <w:t>ni le mouvement perpétuel</w:t>
      </w:r>
      <w:r>
        <w:t xml:space="preserve">, </w:t>
      </w:r>
      <w:r w:rsidR="00B27708">
        <w:t>ni aucun des autres problèmes que l</w:t>
      </w:r>
      <w:r>
        <w:t>’</w:t>
      </w:r>
      <w:r w:rsidR="00B27708">
        <w:t>Académie des Sciences</w:t>
      </w:r>
      <w:r>
        <w:t xml:space="preserve">, </w:t>
      </w:r>
      <w:r w:rsidR="00B27708">
        <w:t>à tort ou à raison</w:t>
      </w:r>
      <w:r>
        <w:t xml:space="preserve">, </w:t>
      </w:r>
      <w:r w:rsidR="00B27708">
        <w:t>a décidé une fois pour toutes de ne jamais discuter</w:t>
      </w:r>
      <w:r>
        <w:t xml:space="preserve">. </w:t>
      </w:r>
      <w:r w:rsidR="00B27708">
        <w:t>On ne peut donc m</w:t>
      </w:r>
      <w:r>
        <w:t>’</w:t>
      </w:r>
      <w:r w:rsidR="00B27708">
        <w:t>opposer une résolution de principe</w:t>
      </w:r>
      <w:r>
        <w:t xml:space="preserve">. </w:t>
      </w:r>
      <w:r w:rsidR="00B27708">
        <w:t>Alors</w:t>
      </w:r>
      <w:r>
        <w:t xml:space="preserve">, </w:t>
      </w:r>
      <w:r w:rsidR="00B27708">
        <w:t>pourquoi refuser aussi catégoriquement de connaître ma découverte</w:t>
      </w:r>
      <w:r>
        <w:t xml:space="preserve"> ? </w:t>
      </w:r>
      <w:r w:rsidR="00B27708">
        <w:t>Parce qu</w:t>
      </w:r>
      <w:r>
        <w:t>’</w:t>
      </w:r>
      <w:r w:rsidR="00B27708">
        <w:t>elle est sensationnelle</w:t>
      </w:r>
      <w:r>
        <w:t xml:space="preserve"> ? </w:t>
      </w:r>
      <w:r w:rsidR="00B27708">
        <w:t>La raison me paraît mauvaise</w:t>
      </w:r>
      <w:r>
        <w:t xml:space="preserve">. </w:t>
      </w:r>
      <w:r w:rsidR="00B27708">
        <w:t>Qu</w:t>
      </w:r>
      <w:r>
        <w:t>’</w:t>
      </w:r>
      <w:r w:rsidR="00B27708">
        <w:t>en pensez-vous</w:t>
      </w:r>
      <w:r>
        <w:t> ?</w:t>
      </w:r>
    </w:p>
    <w:p w14:paraId="6C75C84D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J</w:t>
      </w:r>
      <w:r>
        <w:t>’</w:t>
      </w:r>
      <w:r w:rsidR="00B27708">
        <w:t>avoue que je n</w:t>
      </w:r>
      <w:r>
        <w:t>’</w:t>
      </w:r>
      <w:r w:rsidR="00B27708">
        <w:t>ai pas d</w:t>
      </w:r>
      <w:r>
        <w:t>’</w:t>
      </w:r>
      <w:r w:rsidR="00B27708">
        <w:t>opinion bien nette à cet égard</w:t>
      </w:r>
      <w:r>
        <w:t xml:space="preserve">. </w:t>
      </w:r>
      <w:r w:rsidR="00B27708">
        <w:t>En tous cas</w:t>
      </w:r>
      <w:r>
        <w:t xml:space="preserve">, </w:t>
      </w:r>
      <w:r w:rsidR="00B27708">
        <w:t>je ne vois pas qu</w:t>
      </w:r>
      <w:r>
        <w:t>’</w:t>
      </w:r>
      <w:r w:rsidR="00B27708">
        <w:t>il existe un moyen légal d</w:t>
      </w:r>
      <w:r>
        <w:t>’</w:t>
      </w:r>
      <w:r w:rsidR="00B27708">
        <w:t>obliger l</w:t>
      </w:r>
      <w:r>
        <w:t>’</w:t>
      </w:r>
      <w:r w:rsidR="00B27708">
        <w:t>Académie des Sciences à s</w:t>
      </w:r>
      <w:r>
        <w:t>’</w:t>
      </w:r>
      <w:r w:rsidR="00B27708">
        <w:t>intéresser à quelque problème que ce soit</w:t>
      </w:r>
      <w:r>
        <w:t xml:space="preserve">. </w:t>
      </w:r>
      <w:r w:rsidR="00B27708">
        <w:t>Ses membres sont libres de leur ordre du jour</w:t>
      </w:r>
      <w:r>
        <w:t xml:space="preserve">. </w:t>
      </w:r>
      <w:r w:rsidR="00B27708">
        <w:t>Je conçois difficilement la copie d</w:t>
      </w:r>
      <w:r>
        <w:t>’</w:t>
      </w:r>
      <w:r w:rsidR="00B27708">
        <w:t>un Mémoire scientifique sur papier timbré</w:t>
      </w:r>
      <w:r>
        <w:t xml:space="preserve">, </w:t>
      </w:r>
      <w:r w:rsidR="00B27708">
        <w:t>et je n</w:t>
      </w:r>
      <w:r>
        <w:t>’</w:t>
      </w:r>
      <w:r w:rsidR="00B27708">
        <w:t>imagine pas un avocat plaidant</w:t>
      </w:r>
      <w:r>
        <w:t xml:space="preserve">, </w:t>
      </w:r>
      <w:r w:rsidR="00B27708">
        <w:t>devant le Conseil d</w:t>
      </w:r>
      <w:r>
        <w:t>’</w:t>
      </w:r>
      <w:r w:rsidR="00B27708">
        <w:t>État ou devant toute autre juridiction</w:t>
      </w:r>
      <w:r>
        <w:t xml:space="preserve">, </w:t>
      </w:r>
      <w:r w:rsidR="00B27708">
        <w:t>l</w:t>
      </w:r>
      <w:r>
        <w:t>’</w:t>
      </w:r>
      <w:r w:rsidR="00B27708">
        <w:t>obligation de consacrer une séance de l</w:t>
      </w:r>
      <w:r>
        <w:t>’</w:t>
      </w:r>
      <w:r w:rsidR="00B27708">
        <w:t>illustre Compagnie</w:t>
      </w:r>
      <w:r>
        <w:t xml:space="preserve">, </w:t>
      </w:r>
      <w:r w:rsidR="00B27708">
        <w:t>à telle ou telle question</w:t>
      </w:r>
      <w:r>
        <w:t> !</w:t>
      </w:r>
    </w:p>
    <w:p w14:paraId="6A59F429" w14:textId="77777777" w:rsidR="00987D49" w:rsidRDefault="00B27708" w:rsidP="00B27708">
      <w:r>
        <w:t>Malgré moi</w:t>
      </w:r>
      <w:r w:rsidR="00987D49">
        <w:t xml:space="preserve">, </w:t>
      </w:r>
      <w:r>
        <w:t>j</w:t>
      </w:r>
      <w:r w:rsidR="00987D49">
        <w:t>’</w:t>
      </w:r>
      <w:r>
        <w:t>avais mis quelque ironie dans mes paroles</w:t>
      </w:r>
      <w:r w:rsidR="00987D49">
        <w:t xml:space="preserve"> ; </w:t>
      </w:r>
      <w:r>
        <w:t>je faillis le regretter</w:t>
      </w:r>
      <w:r w:rsidR="00987D49">
        <w:t xml:space="preserve">, </w:t>
      </w:r>
      <w:r>
        <w:t>quand je vis le courroux s</w:t>
      </w:r>
      <w:r w:rsidR="00987D49">
        <w:t>’</w:t>
      </w:r>
      <w:r>
        <w:t xml:space="preserve">allumer de nouveau dans les yeux noirs de René </w:t>
      </w:r>
      <w:proofErr w:type="spellStart"/>
      <w:r>
        <w:t>Lesmond</w:t>
      </w:r>
      <w:proofErr w:type="spellEnd"/>
      <w:r w:rsidR="00987D49">
        <w:t xml:space="preserve">… </w:t>
      </w:r>
      <w:r>
        <w:t>Mais ce ne fut qu</w:t>
      </w:r>
      <w:r w:rsidR="00987D49">
        <w:t>’</w:t>
      </w:r>
      <w:r>
        <w:t>un éclair</w:t>
      </w:r>
      <w:r w:rsidR="00987D49">
        <w:t xml:space="preserve">. </w:t>
      </w:r>
      <w:r>
        <w:t>La flamme s</w:t>
      </w:r>
      <w:r w:rsidR="00987D49">
        <w:t>’</w:t>
      </w:r>
      <w:r>
        <w:t>éteignit aussitôt</w:t>
      </w:r>
      <w:r w:rsidR="00987D49">
        <w:t xml:space="preserve">. </w:t>
      </w:r>
      <w:r>
        <w:t>La figure mobile de mon interlocuteur revêtit seulement une profonde tristesse</w:t>
      </w:r>
      <w:r w:rsidR="00987D49">
        <w:t xml:space="preserve">. </w:t>
      </w:r>
      <w:r>
        <w:t>Puis</w:t>
      </w:r>
      <w:r w:rsidR="00987D49">
        <w:t xml:space="preserve">, </w:t>
      </w:r>
      <w:r>
        <w:t>surmontant ce désappointement douloureux</w:t>
      </w:r>
      <w:r w:rsidR="00987D49">
        <w:t xml:space="preserve">, </w:t>
      </w:r>
      <w:r>
        <w:t>il haussa les épaules</w:t>
      </w:r>
      <w:r w:rsidR="00987D49">
        <w:t xml:space="preserve">, </w:t>
      </w:r>
      <w:r>
        <w:t>et reprit</w:t>
      </w:r>
      <w:r w:rsidR="00987D49">
        <w:t xml:space="preserve">, </w:t>
      </w:r>
      <w:r>
        <w:t>d</w:t>
      </w:r>
      <w:r w:rsidR="00987D49">
        <w:t>’</w:t>
      </w:r>
      <w:r>
        <w:t>une voix très calme</w:t>
      </w:r>
      <w:r w:rsidR="00987D49">
        <w:t xml:space="preserve">, </w:t>
      </w:r>
      <w:r>
        <w:t>cette fois</w:t>
      </w:r>
      <w:r w:rsidR="00987D49">
        <w:t> :</w:t>
      </w:r>
    </w:p>
    <w:p w14:paraId="3DF71960" w14:textId="77777777" w:rsidR="00987D49" w:rsidRDefault="00987D49" w:rsidP="00B27708">
      <w:r>
        <w:rPr>
          <w:rFonts w:eastAsia="Georgia"/>
        </w:rPr>
        <w:t>— </w:t>
      </w:r>
      <w:r w:rsidR="00B27708">
        <w:t>Eh bien</w:t>
      </w:r>
      <w:r>
        <w:t xml:space="preserve"> !… </w:t>
      </w:r>
      <w:r w:rsidR="00B27708">
        <w:t>Tant pis pour l</w:t>
      </w:r>
      <w:r>
        <w:t>’</w:t>
      </w:r>
      <w:r w:rsidR="00B27708">
        <w:t>Académie</w:t>
      </w:r>
      <w:r>
        <w:t xml:space="preserve"> !… </w:t>
      </w:r>
      <w:r w:rsidR="00B27708">
        <w:t>Ce ne sera pas la première fois qu</w:t>
      </w:r>
      <w:r>
        <w:t>’</w:t>
      </w:r>
      <w:r w:rsidR="00B27708">
        <w:t>elle aura été mise en défaut</w:t>
      </w:r>
      <w:r>
        <w:t xml:space="preserve">… </w:t>
      </w:r>
      <w:r w:rsidR="00B27708">
        <w:t>Elle ne croyait pas au phonographe</w:t>
      </w:r>
      <w:r>
        <w:t xml:space="preserve">, </w:t>
      </w:r>
      <w:r w:rsidR="00B27708">
        <w:t>et ceux de ses membres qui en eurent la primeur se plaignirent d</w:t>
      </w:r>
      <w:r>
        <w:t>’</w:t>
      </w:r>
      <w:r w:rsidR="00B27708">
        <w:t>une tentative de mystification</w:t>
      </w:r>
      <w:r>
        <w:t xml:space="preserve">, </w:t>
      </w:r>
      <w:r w:rsidR="00B27708">
        <w:t>due à un ventriloque</w:t>
      </w:r>
      <w:r>
        <w:t xml:space="preserve">… </w:t>
      </w:r>
      <w:r w:rsidR="00B27708">
        <w:t>Vous êtes témoin</w:t>
      </w:r>
      <w:r>
        <w:t xml:space="preserve">, </w:t>
      </w:r>
      <w:r w:rsidR="00B27708">
        <w:t>mon cher Maître</w:t>
      </w:r>
      <w:r>
        <w:t xml:space="preserve">, </w:t>
      </w:r>
      <w:r w:rsidR="00B27708">
        <w:t>qu</w:t>
      </w:r>
      <w:r>
        <w:t>’</w:t>
      </w:r>
      <w:r w:rsidR="00B27708">
        <w:t>elle refuse aujourd</w:t>
      </w:r>
      <w:r>
        <w:t>’</w:t>
      </w:r>
      <w:r w:rsidR="00B27708">
        <w:t>hui de connaître mes travaux</w:t>
      </w:r>
      <w:r>
        <w:t>…</w:t>
      </w:r>
    </w:p>
    <w:p w14:paraId="3A66EB69" w14:textId="77777777" w:rsidR="00987D49" w:rsidRDefault="00B27708" w:rsidP="00B27708">
      <w:r>
        <w:t>Ce fut alors qu</w:t>
      </w:r>
      <w:r w:rsidR="00987D49">
        <w:t>’</w:t>
      </w:r>
      <w:r>
        <w:t>il se produisit en moi un bizarre phénomène psychologique</w:t>
      </w:r>
      <w:r w:rsidR="00987D49">
        <w:t xml:space="preserve">. </w:t>
      </w:r>
      <w:r>
        <w:t>Jusqu</w:t>
      </w:r>
      <w:r w:rsidR="00987D49">
        <w:t>’</w:t>
      </w:r>
      <w:r>
        <w:t>à cet instant</w:t>
      </w:r>
      <w:r w:rsidR="00987D49">
        <w:t xml:space="preserve">, </w:t>
      </w:r>
      <w:r>
        <w:t>j</w:t>
      </w:r>
      <w:r w:rsidR="00987D49">
        <w:t>’</w:t>
      </w:r>
      <w:r>
        <w:t xml:space="preserve">avais tenu René </w:t>
      </w:r>
      <w:proofErr w:type="spellStart"/>
      <w:r>
        <w:t>Lesmond</w:t>
      </w:r>
      <w:proofErr w:type="spellEnd"/>
      <w:r>
        <w:t xml:space="preserve"> pour un importun</w:t>
      </w:r>
      <w:r w:rsidR="00987D49">
        <w:t xml:space="preserve">, </w:t>
      </w:r>
      <w:r>
        <w:t>et j</w:t>
      </w:r>
      <w:r w:rsidR="00987D49">
        <w:t>’</w:t>
      </w:r>
      <w:r>
        <w:t>avais eu hâte d</w:t>
      </w:r>
      <w:r w:rsidR="00987D49">
        <w:t>’</w:t>
      </w:r>
      <w:r>
        <w:t>être délivré de sa présence</w:t>
      </w:r>
      <w:r w:rsidR="00987D49">
        <w:t xml:space="preserve">. </w:t>
      </w:r>
      <w:r>
        <w:t>Lorsqu</w:t>
      </w:r>
      <w:r w:rsidR="00987D49">
        <w:t>’</w:t>
      </w:r>
      <w:r>
        <w:t>il eut prononcé</w:t>
      </w:r>
      <w:r w:rsidR="00987D49">
        <w:t xml:space="preserve">, </w:t>
      </w:r>
      <w:r>
        <w:t>non sans dignité</w:t>
      </w:r>
      <w:r w:rsidR="00987D49">
        <w:t xml:space="preserve">, </w:t>
      </w:r>
      <w:r>
        <w:t>les paroles que je viens de rapporter</w:t>
      </w:r>
      <w:r w:rsidR="00987D49">
        <w:t xml:space="preserve">, </w:t>
      </w:r>
      <w:r>
        <w:t>et qu</w:t>
      </w:r>
      <w:r w:rsidR="00987D49">
        <w:t>’</w:t>
      </w:r>
      <w:r>
        <w:t>il fit mine de prendre congé de moi</w:t>
      </w:r>
      <w:r w:rsidR="00987D49">
        <w:t xml:space="preserve">, </w:t>
      </w:r>
      <w:r>
        <w:t>je fus soudain sollicité par le besoin</w:t>
      </w:r>
      <w:r w:rsidR="00987D49">
        <w:t xml:space="preserve">, </w:t>
      </w:r>
      <w:r>
        <w:t>aussi incompréhensible qu</w:t>
      </w:r>
      <w:r w:rsidR="00987D49">
        <w:t>’</w:t>
      </w:r>
      <w:r>
        <w:t>impérieux</w:t>
      </w:r>
      <w:r w:rsidR="00987D49">
        <w:t xml:space="preserve">, </w:t>
      </w:r>
      <w:r>
        <w:t>de le retenir</w:t>
      </w:r>
      <w:r w:rsidR="00987D49">
        <w:t xml:space="preserve">, </w:t>
      </w:r>
      <w:r>
        <w:t>et d</w:t>
      </w:r>
      <w:r w:rsidR="00987D49">
        <w:t>’</w:t>
      </w:r>
      <w:r>
        <w:t>apprendre de sa bouche</w:t>
      </w:r>
      <w:r w:rsidR="00987D49">
        <w:t xml:space="preserve">, </w:t>
      </w:r>
      <w:r>
        <w:t>ce qu</w:t>
      </w:r>
      <w:r w:rsidR="00987D49">
        <w:t>’</w:t>
      </w:r>
      <w:r>
        <w:t>était cette fameuse découverte</w:t>
      </w:r>
      <w:r w:rsidR="00987D49">
        <w:t xml:space="preserve">, </w:t>
      </w:r>
      <w:r>
        <w:t>dont il n</w:t>
      </w:r>
      <w:r w:rsidR="00987D49">
        <w:t>’</w:t>
      </w:r>
      <w:r>
        <w:t>avait pu entretenir l</w:t>
      </w:r>
      <w:r w:rsidR="00987D49">
        <w:t>’</w:t>
      </w:r>
      <w:r>
        <w:t>Académie</w:t>
      </w:r>
      <w:r w:rsidR="00987D49">
        <w:t xml:space="preserve">… </w:t>
      </w:r>
      <w:r>
        <w:t>Je lui fis part de ce désir</w:t>
      </w:r>
      <w:r w:rsidR="00987D49">
        <w:t xml:space="preserve">, </w:t>
      </w:r>
      <w:r>
        <w:t>et il sourit</w:t>
      </w:r>
      <w:r w:rsidR="00987D49">
        <w:t xml:space="preserve">, </w:t>
      </w:r>
      <w:r>
        <w:t>franchement cette fois</w:t>
      </w:r>
      <w:r w:rsidR="00987D49">
        <w:t xml:space="preserve">, </w:t>
      </w:r>
      <w:r>
        <w:t>ce qui conféra un charme très prenant à sa figure pâle</w:t>
      </w:r>
      <w:r w:rsidR="00987D49">
        <w:t>.</w:t>
      </w:r>
    </w:p>
    <w:p w14:paraId="5F2B2BC4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Vraiment</w:t>
      </w:r>
      <w:r>
        <w:t xml:space="preserve"> ? </w:t>
      </w:r>
      <w:r w:rsidR="00B27708">
        <w:t>fit-il</w:t>
      </w:r>
      <w:r>
        <w:t xml:space="preserve">, </w:t>
      </w:r>
      <w:r w:rsidR="00B27708">
        <w:t>vous voulez</w:t>
      </w:r>
      <w:r>
        <w:t xml:space="preserve"> ? </w:t>
      </w:r>
      <w:r w:rsidR="00B27708">
        <w:rPr>
          <w:i/>
          <w:iCs/>
        </w:rPr>
        <w:t>Vous ne me prenez plus pour un fou</w:t>
      </w:r>
      <w:r>
        <w:rPr>
          <w:i/>
          <w:iCs/>
        </w:rPr>
        <w:t xml:space="preserve"> ?… </w:t>
      </w:r>
      <w:r w:rsidR="00B27708">
        <w:t>Ne vous défendez pas</w:t>
      </w:r>
      <w:r>
        <w:t xml:space="preserve">… </w:t>
      </w:r>
      <w:r w:rsidR="00B27708">
        <w:t>Je me rends compte</w:t>
      </w:r>
      <w:r>
        <w:t xml:space="preserve">, </w:t>
      </w:r>
      <w:r w:rsidR="00B27708">
        <w:t>à présent</w:t>
      </w:r>
      <w:r>
        <w:t xml:space="preserve">, </w:t>
      </w:r>
      <w:r w:rsidR="00B27708">
        <w:t>de ce que mon intrusion chez vous avait d</w:t>
      </w:r>
      <w:r>
        <w:t>’</w:t>
      </w:r>
      <w:r w:rsidR="00B27708">
        <w:t>anormal</w:t>
      </w:r>
      <w:r>
        <w:t xml:space="preserve">… </w:t>
      </w:r>
      <w:r w:rsidR="00B27708">
        <w:t>Et puis</w:t>
      </w:r>
      <w:r>
        <w:t xml:space="preserve">, </w:t>
      </w:r>
      <w:r w:rsidR="00B27708">
        <w:t>je suis habitué à donner cette impression de démence à ceux qui m</w:t>
      </w:r>
      <w:r>
        <w:t>’</w:t>
      </w:r>
      <w:r w:rsidR="00B27708">
        <w:t>entendent pour la première fois</w:t>
      </w:r>
      <w:r>
        <w:t xml:space="preserve">… </w:t>
      </w:r>
      <w:r w:rsidR="00B27708">
        <w:t>Quand on me connaît mieux</w:t>
      </w:r>
      <w:r>
        <w:t xml:space="preserve">, </w:t>
      </w:r>
      <w:r w:rsidR="00B27708">
        <w:t>on s</w:t>
      </w:r>
      <w:r>
        <w:t>’</w:t>
      </w:r>
      <w:r w:rsidR="00B27708">
        <w:t>accoutume à mes manières</w:t>
      </w:r>
      <w:r>
        <w:t xml:space="preserve">… </w:t>
      </w:r>
      <w:r w:rsidR="00B27708">
        <w:t>Je crains pourtant que vous ne conceviez de nouveau une fâcheuse opinion quant à ma raison</w:t>
      </w:r>
      <w:r>
        <w:t xml:space="preserve">, </w:t>
      </w:r>
      <w:r w:rsidR="00B27708">
        <w:t>lorsque vous aurez entendu mes confidences</w:t>
      </w:r>
      <w:r>
        <w:t>…</w:t>
      </w:r>
    </w:p>
    <w:p w14:paraId="6F30799B" w14:textId="77777777" w:rsidR="00987D49" w:rsidRDefault="00B27708" w:rsidP="00B27708">
      <w:r>
        <w:t>Passant outre au geste de protestation polie que j</w:t>
      </w:r>
      <w:r w:rsidR="00987D49">
        <w:t>’</w:t>
      </w:r>
      <w:r>
        <w:t>esquissai</w:t>
      </w:r>
      <w:r w:rsidR="00987D49">
        <w:t xml:space="preserve">, </w:t>
      </w:r>
      <w:r>
        <w:t>il poursuivit</w:t>
      </w:r>
      <w:r w:rsidR="00987D49">
        <w:t xml:space="preserve">, </w:t>
      </w:r>
      <w:r>
        <w:t>avec une candide sincérité</w:t>
      </w:r>
      <w:r w:rsidR="00987D49">
        <w:t> :</w:t>
      </w:r>
    </w:p>
    <w:p w14:paraId="35C800A6" w14:textId="77777777" w:rsidR="00987D49" w:rsidRDefault="00987D49" w:rsidP="00B27708">
      <w:r>
        <w:rPr>
          <w:rFonts w:eastAsia="Georgia"/>
        </w:rPr>
        <w:t>— </w:t>
      </w:r>
      <w:r w:rsidR="00B27708">
        <w:t>D</w:t>
      </w:r>
      <w:r>
        <w:t>’</w:t>
      </w:r>
      <w:r w:rsidR="00B27708">
        <w:t>ailleurs</w:t>
      </w:r>
      <w:r>
        <w:t xml:space="preserve">, </w:t>
      </w:r>
      <w:r w:rsidR="00B27708">
        <w:t>je vous les ferai quand même</w:t>
      </w:r>
      <w:r>
        <w:t xml:space="preserve">, </w:t>
      </w:r>
      <w:r w:rsidR="00B27708">
        <w:t>ces confidences</w:t>
      </w:r>
      <w:r>
        <w:t xml:space="preserve">. </w:t>
      </w:r>
      <w:r w:rsidR="00B27708">
        <w:t>C</w:t>
      </w:r>
      <w:r>
        <w:t>’</w:t>
      </w:r>
      <w:r w:rsidR="00B27708">
        <w:t>est plus fort que moi</w:t>
      </w:r>
      <w:r>
        <w:t xml:space="preserve">. </w:t>
      </w:r>
      <w:r w:rsidR="00B27708">
        <w:t>J</w:t>
      </w:r>
      <w:r>
        <w:t>’</w:t>
      </w:r>
      <w:r w:rsidR="00B27708">
        <w:t>ai besoin de m</w:t>
      </w:r>
      <w:r>
        <w:t>’</w:t>
      </w:r>
      <w:r w:rsidR="00B27708">
        <w:t>épancher</w:t>
      </w:r>
      <w:r>
        <w:t xml:space="preserve">, </w:t>
      </w:r>
      <w:r w:rsidR="00B27708">
        <w:t>même auprès d</w:t>
      </w:r>
      <w:r>
        <w:t>’</w:t>
      </w:r>
      <w:r w:rsidR="00B27708">
        <w:t>un inconnu</w:t>
      </w:r>
      <w:r>
        <w:t xml:space="preserve">. </w:t>
      </w:r>
      <w:r w:rsidR="00B27708">
        <w:t>Chaque fois que je parviens à convaincre quelqu</w:t>
      </w:r>
      <w:r>
        <w:t>’</w:t>
      </w:r>
      <w:r w:rsidR="00B27708">
        <w:t>un de la réalité de ma découverte</w:t>
      </w:r>
      <w:r>
        <w:t xml:space="preserve">, </w:t>
      </w:r>
      <w:r w:rsidR="00B27708">
        <w:t>j</w:t>
      </w:r>
      <w:r>
        <w:t>’</w:t>
      </w:r>
      <w:r w:rsidR="00B27708">
        <w:t>ai la sensation d</w:t>
      </w:r>
      <w:r>
        <w:t>’</w:t>
      </w:r>
      <w:r w:rsidR="00B27708">
        <w:t>une victoire</w:t>
      </w:r>
      <w:r>
        <w:t xml:space="preserve">. </w:t>
      </w:r>
      <w:r w:rsidR="00B27708">
        <w:t>Et si je n</w:t>
      </w:r>
      <w:r>
        <w:t>’</w:t>
      </w:r>
      <w:r w:rsidR="00B27708">
        <w:t>y réussis pas</w:t>
      </w:r>
      <w:r>
        <w:t xml:space="preserve">, </w:t>
      </w:r>
      <w:r w:rsidR="00B27708">
        <w:t xml:space="preserve">il me reste la joie </w:t>
      </w:r>
      <w:r>
        <w:t>« </w:t>
      </w:r>
      <w:r w:rsidR="00B27708">
        <w:t>d</w:t>
      </w:r>
      <w:r>
        <w:t>’</w:t>
      </w:r>
      <w:r w:rsidR="00B27708">
        <w:t>en avoir parlé</w:t>
      </w:r>
      <w:r>
        <w:t xml:space="preserve"> »… </w:t>
      </w:r>
      <w:r w:rsidR="00B27708">
        <w:t>J</w:t>
      </w:r>
      <w:r>
        <w:t>’</w:t>
      </w:r>
      <w:r w:rsidR="00B27708">
        <w:t>ai bien</w:t>
      </w:r>
      <w:r>
        <w:t xml:space="preserve">, </w:t>
      </w:r>
      <w:r w:rsidR="00B27708">
        <w:t>tout près de moi</w:t>
      </w:r>
      <w:r>
        <w:t xml:space="preserve">, </w:t>
      </w:r>
      <w:r w:rsidR="00B27708">
        <w:t>un auditeur complaisant</w:t>
      </w:r>
      <w:r>
        <w:t xml:space="preserve">, </w:t>
      </w:r>
      <w:r w:rsidR="00B27708">
        <w:t>une auditrice plutôt</w:t>
      </w:r>
      <w:r>
        <w:t xml:space="preserve">, </w:t>
      </w:r>
      <w:r w:rsidR="00B27708">
        <w:t>ma sœur Hélène</w:t>
      </w:r>
      <w:r>
        <w:t xml:space="preserve">… </w:t>
      </w:r>
      <w:r w:rsidR="00B27708">
        <w:t>Mais justement</w:t>
      </w:r>
      <w:r>
        <w:t xml:space="preserve">, </w:t>
      </w:r>
      <w:r w:rsidR="00B27708">
        <w:t>elle est trop aveuglément confiante</w:t>
      </w:r>
      <w:r>
        <w:t xml:space="preserve">… </w:t>
      </w:r>
      <w:r w:rsidR="00B27708">
        <w:t>Il me faut des oreilles neuves</w:t>
      </w:r>
      <w:r>
        <w:t xml:space="preserve">, </w:t>
      </w:r>
      <w:r w:rsidR="00B27708">
        <w:t>pour recevoir mon secret</w:t>
      </w:r>
      <w:r>
        <w:t>…</w:t>
      </w:r>
    </w:p>
    <w:p w14:paraId="7037B3F8" w14:textId="77777777" w:rsidR="00987D49" w:rsidRDefault="00B27708" w:rsidP="00B27708">
      <w:r>
        <w:t>Ma sympathie pour cet étrange personnage allait en croissant</w:t>
      </w:r>
      <w:r w:rsidR="00987D49">
        <w:t xml:space="preserve">. </w:t>
      </w:r>
      <w:r>
        <w:t>Ma curiosité suivait la même marche ascendante</w:t>
      </w:r>
      <w:r w:rsidR="00987D49">
        <w:t xml:space="preserve">. </w:t>
      </w:r>
      <w:r>
        <w:t>C</w:t>
      </w:r>
      <w:r w:rsidR="00987D49">
        <w:t>’</w:t>
      </w:r>
      <w:r>
        <w:t>était avec une inexprimable impatience</w:t>
      </w:r>
      <w:r w:rsidR="00987D49">
        <w:t xml:space="preserve">, </w:t>
      </w:r>
      <w:r>
        <w:t>que j</w:t>
      </w:r>
      <w:r w:rsidR="00987D49">
        <w:t>’</w:t>
      </w:r>
      <w:r>
        <w:t>attendais maintenant les révélations promises</w:t>
      </w:r>
      <w:r w:rsidR="00987D49">
        <w:t xml:space="preserve">. </w:t>
      </w:r>
      <w:r>
        <w:t>Je prévoyais quelque chose de formidable</w:t>
      </w:r>
      <w:r w:rsidR="00987D49">
        <w:t xml:space="preserve">. </w:t>
      </w:r>
      <w:r>
        <w:t>Je ne fus pas déçu</w:t>
      </w:r>
      <w:r w:rsidR="00987D49">
        <w:t>.</w:t>
      </w:r>
    </w:p>
    <w:p w14:paraId="34287C89" w14:textId="77777777" w:rsidR="00987D49" w:rsidRDefault="00987D49" w:rsidP="00B27708">
      <w:pPr>
        <w:rPr>
          <w:i/>
          <w:iCs/>
        </w:rPr>
      </w:pPr>
      <w:r>
        <w:rPr>
          <w:rFonts w:eastAsia="Georgia"/>
        </w:rPr>
        <w:t>— </w:t>
      </w:r>
      <w:r w:rsidR="00B27708">
        <w:t>Voici</w:t>
      </w:r>
      <w:r>
        <w:t xml:space="preserve">, </w:t>
      </w:r>
      <w:r w:rsidR="00B27708">
        <w:t>en quelques mots</w:t>
      </w:r>
      <w:r>
        <w:t xml:space="preserve">, </w:t>
      </w:r>
      <w:r w:rsidR="00B27708">
        <w:t xml:space="preserve">prononça René </w:t>
      </w:r>
      <w:proofErr w:type="spellStart"/>
      <w:r w:rsidR="00B27708">
        <w:t>Lesmond</w:t>
      </w:r>
      <w:proofErr w:type="spellEnd"/>
      <w:r>
        <w:t xml:space="preserve">, </w:t>
      </w:r>
      <w:r w:rsidR="00B27708">
        <w:t>de quoi il s</w:t>
      </w:r>
      <w:r>
        <w:t>’</w:t>
      </w:r>
      <w:r w:rsidR="00B27708">
        <w:t>agit</w:t>
      </w:r>
      <w:r>
        <w:t xml:space="preserve"> : </w:t>
      </w:r>
      <w:r w:rsidR="00B27708">
        <w:rPr>
          <w:i/>
          <w:iCs/>
        </w:rPr>
        <w:t>j</w:t>
      </w:r>
      <w:r>
        <w:rPr>
          <w:i/>
          <w:iCs/>
        </w:rPr>
        <w:t>’</w:t>
      </w:r>
      <w:r w:rsidR="00B27708">
        <w:rPr>
          <w:i/>
          <w:iCs/>
        </w:rPr>
        <w:t>ai découvert un second satellite à la Terre</w:t>
      </w:r>
      <w:r>
        <w:rPr>
          <w:i/>
          <w:iCs/>
        </w:rPr>
        <w:t> !…</w:t>
      </w:r>
    </w:p>
    <w:p w14:paraId="44D1F8EC" w14:textId="77777777" w:rsidR="00987D49" w:rsidRDefault="00987D49" w:rsidP="00B27708">
      <w:r>
        <w:rPr>
          <w:rFonts w:eastAsia="Georgia"/>
          <w:i/>
          <w:iCs/>
        </w:rPr>
        <w:t>— </w:t>
      </w:r>
      <w:r w:rsidR="00B27708">
        <w:t>Une autre lune</w:t>
      </w:r>
      <w:r>
        <w:t> !…</w:t>
      </w:r>
    </w:p>
    <w:p w14:paraId="3A4E5A5B" w14:textId="77777777" w:rsidR="00987D49" w:rsidRDefault="00B27708" w:rsidP="00B27708">
      <w:r>
        <w:t>Je considérai le jeune homme avec un sincère effarement</w:t>
      </w:r>
      <w:r w:rsidR="00987D49">
        <w:t xml:space="preserve">. </w:t>
      </w:r>
      <w:r>
        <w:t>Il ne s</w:t>
      </w:r>
      <w:r w:rsidR="00987D49">
        <w:t>’</w:t>
      </w:r>
      <w:r>
        <w:t>en émut pas et reprit</w:t>
      </w:r>
      <w:r w:rsidR="00987D49">
        <w:t> :</w:t>
      </w:r>
    </w:p>
    <w:p w14:paraId="29BC8D40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Oui</w:t>
      </w:r>
      <w:r>
        <w:t xml:space="preserve">, </w:t>
      </w:r>
      <w:r w:rsidR="00B27708">
        <w:t>une autre lune</w:t>
      </w:r>
      <w:r>
        <w:t xml:space="preserve">… </w:t>
      </w:r>
      <w:r w:rsidR="00B27708">
        <w:t>Notez que cela n</w:t>
      </w:r>
      <w:r>
        <w:t>’</w:t>
      </w:r>
      <w:r w:rsidR="00B27708">
        <w:t>a rien d</w:t>
      </w:r>
      <w:r>
        <w:t>’</w:t>
      </w:r>
      <w:r w:rsidR="00B27708">
        <w:t>inconcevable</w:t>
      </w:r>
      <w:r>
        <w:t xml:space="preserve">. </w:t>
      </w:r>
      <w:r w:rsidR="00B27708">
        <w:t>D</w:t>
      </w:r>
      <w:r>
        <w:t>’</w:t>
      </w:r>
      <w:r w:rsidR="00B27708">
        <w:t>après certaines traditions</w:t>
      </w:r>
      <w:r>
        <w:t xml:space="preserve">, </w:t>
      </w:r>
      <w:r w:rsidR="00B27708">
        <w:t>il fut un temps</w:t>
      </w:r>
      <w:r>
        <w:t xml:space="preserve"> – </w:t>
      </w:r>
      <w:r w:rsidR="00B27708">
        <w:t>oh</w:t>
      </w:r>
      <w:r>
        <w:t xml:space="preserve"> ! </w:t>
      </w:r>
      <w:r w:rsidR="00B27708">
        <w:t>très lointain</w:t>
      </w:r>
      <w:r>
        <w:t xml:space="preserve"> – </w:t>
      </w:r>
      <w:r w:rsidR="00B27708">
        <w:t>où notre globe eut deux satellites visibles</w:t>
      </w:r>
      <w:r>
        <w:t xml:space="preserve">. </w:t>
      </w:r>
      <w:r w:rsidR="00B27708">
        <w:t>L</w:t>
      </w:r>
      <w:r>
        <w:t>’</w:t>
      </w:r>
      <w:r w:rsidR="00B27708">
        <w:t>un d</w:t>
      </w:r>
      <w:r>
        <w:t>’</w:t>
      </w:r>
      <w:r w:rsidR="00B27708">
        <w:t>eux</w:t>
      </w:r>
      <w:r>
        <w:t xml:space="preserve">, </w:t>
      </w:r>
      <w:r w:rsidR="00B27708">
        <w:t>le plus petit serait tombé sur la terre</w:t>
      </w:r>
      <w:r>
        <w:t xml:space="preserve">, </w:t>
      </w:r>
      <w:r w:rsidR="00B27708">
        <w:t>à la suite d</w:t>
      </w:r>
      <w:r>
        <w:t>’</w:t>
      </w:r>
      <w:r w:rsidR="00B27708">
        <w:t>on ne sait quelle catastrophe</w:t>
      </w:r>
      <w:r>
        <w:t xml:space="preserve">, </w:t>
      </w:r>
      <w:r w:rsidR="00B27708">
        <w:t>appelée par les uns le Déluge</w:t>
      </w:r>
      <w:r>
        <w:t xml:space="preserve"> ; </w:t>
      </w:r>
      <w:r w:rsidR="00B27708">
        <w:t>par les autres</w:t>
      </w:r>
      <w:r>
        <w:t xml:space="preserve">, </w:t>
      </w:r>
      <w:r w:rsidR="00B27708">
        <w:t>l</w:t>
      </w:r>
      <w:r>
        <w:t>’</w:t>
      </w:r>
      <w:r w:rsidR="00B27708">
        <w:t>engloutissement de l</w:t>
      </w:r>
      <w:r>
        <w:t>’</w:t>
      </w:r>
      <w:r w:rsidR="00B27708">
        <w:t>Atlantide</w:t>
      </w:r>
      <w:r>
        <w:t xml:space="preserve">. </w:t>
      </w:r>
      <w:r w:rsidR="00B27708">
        <w:t>Actuellement</w:t>
      </w:r>
      <w:r>
        <w:t xml:space="preserve">, </w:t>
      </w:r>
      <w:r w:rsidR="00B27708">
        <w:t>Mars a deux satellites</w:t>
      </w:r>
      <w:r>
        <w:t xml:space="preserve"> ; </w:t>
      </w:r>
      <w:r w:rsidR="00B27708">
        <w:t>Uranus quatre</w:t>
      </w:r>
      <w:r>
        <w:t xml:space="preserve"> ; </w:t>
      </w:r>
      <w:r w:rsidR="00B27708">
        <w:t>Saturne dix</w:t>
      </w:r>
      <w:r>
        <w:t xml:space="preserve"> ; </w:t>
      </w:r>
      <w:r w:rsidR="00B27708">
        <w:t>Jupiter onze</w:t>
      </w:r>
      <w:r>
        <w:t xml:space="preserve">… </w:t>
      </w:r>
      <w:r w:rsidR="00B27708">
        <w:t>Mais vous savez tout cela sans doute</w:t>
      </w:r>
      <w:r>
        <w:t xml:space="preserve">, </w:t>
      </w:r>
      <w:r w:rsidR="00B27708">
        <w:t>et je m</w:t>
      </w:r>
      <w:r>
        <w:t>’</w:t>
      </w:r>
      <w:r w:rsidR="00B27708">
        <w:t>excuse de faire étalage de ces connaissances élémentaires</w:t>
      </w:r>
      <w:r>
        <w:t xml:space="preserve">… </w:t>
      </w:r>
      <w:r w:rsidR="00B27708">
        <w:t>Vous excuserez cette déformation professionnelle</w:t>
      </w:r>
      <w:r>
        <w:t xml:space="preserve">, </w:t>
      </w:r>
      <w:r w:rsidR="00B27708">
        <w:t>car je suis astronome</w:t>
      </w:r>
      <w:r>
        <w:t xml:space="preserve">, </w:t>
      </w:r>
      <w:r w:rsidR="00B27708">
        <w:t>monsieur</w:t>
      </w:r>
      <w:r>
        <w:t xml:space="preserve">, </w:t>
      </w:r>
      <w:r w:rsidR="00B27708">
        <w:t>ou plus exactement calculateur</w:t>
      </w:r>
      <w:r>
        <w:t xml:space="preserve">, </w:t>
      </w:r>
      <w:r w:rsidR="00B27708">
        <w:t>attaché à l</w:t>
      </w:r>
      <w:r>
        <w:t>’</w:t>
      </w:r>
      <w:r w:rsidR="00B27708">
        <w:t>Observatoire de Paris</w:t>
      </w:r>
      <w:r>
        <w:t xml:space="preserve">… </w:t>
      </w:r>
      <w:r w:rsidR="00B27708">
        <w:t>Donc</w:t>
      </w:r>
      <w:r>
        <w:t xml:space="preserve">, </w:t>
      </w:r>
      <w:r w:rsidR="00B27708">
        <w:t>de récents raz de marée</w:t>
      </w:r>
      <w:r>
        <w:t xml:space="preserve">, </w:t>
      </w:r>
      <w:r w:rsidR="00B27708">
        <w:t>certaines perturbations sur la Terre et dans le ciel</w:t>
      </w:r>
      <w:r>
        <w:t xml:space="preserve">, </w:t>
      </w:r>
      <w:r w:rsidR="00B27708">
        <w:t>m</w:t>
      </w:r>
      <w:r>
        <w:t>’</w:t>
      </w:r>
      <w:r w:rsidR="00B27708">
        <w:t>ont amené à faire l</w:t>
      </w:r>
      <w:r>
        <w:t>’</w:t>
      </w:r>
      <w:r w:rsidR="00B27708">
        <w:t>hypothèse de l</w:t>
      </w:r>
      <w:r>
        <w:t>’</w:t>
      </w:r>
      <w:r w:rsidR="00B27708">
        <w:t>apparition</w:t>
      </w:r>
      <w:r>
        <w:t xml:space="preserve">, </w:t>
      </w:r>
      <w:r w:rsidR="00B27708">
        <w:t>dans le champ gravitique de la Terre</w:t>
      </w:r>
      <w:r>
        <w:t xml:space="preserve">, </w:t>
      </w:r>
      <w:r w:rsidR="00B27708">
        <w:t>d</w:t>
      </w:r>
      <w:r>
        <w:t>’</w:t>
      </w:r>
      <w:r w:rsidR="00B27708">
        <w:t>un corps étranger</w:t>
      </w:r>
      <w:r>
        <w:t xml:space="preserve">, </w:t>
      </w:r>
      <w:r w:rsidR="00B27708">
        <w:t>nouveau</w:t>
      </w:r>
      <w:r>
        <w:t xml:space="preserve">, </w:t>
      </w:r>
      <w:r w:rsidR="00B27708">
        <w:t>d</w:t>
      </w:r>
      <w:r>
        <w:t>’</w:t>
      </w:r>
      <w:r w:rsidR="00B27708">
        <w:t>un satellite inconnu</w:t>
      </w:r>
      <w:r>
        <w:t xml:space="preserve">, </w:t>
      </w:r>
      <w:r w:rsidR="00B27708">
        <w:t>enfin</w:t>
      </w:r>
      <w:r>
        <w:t>…</w:t>
      </w:r>
    </w:p>
    <w:p w14:paraId="53012372" w14:textId="6AED394F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6" w:name="__RefHeading__91148_553960937"/>
      <w:bookmarkStart w:id="7" w:name="bookmark7"/>
      <w:bookmarkStart w:id="8" w:name="_Toc194838861"/>
      <w:bookmarkEnd w:id="6"/>
      <w:r>
        <w:lastRenderedPageBreak/>
        <w:t>I</w:t>
      </w:r>
      <w:bookmarkEnd w:id="7"/>
      <w:r>
        <w:t>II</w:t>
      </w:r>
      <w:r>
        <w:br/>
      </w:r>
      <w:r>
        <w:br/>
      </w:r>
      <w:r w:rsidR="00987D49">
        <w:t>« </w:t>
      </w:r>
      <w:r>
        <w:t>Il faut y aller voir</w:t>
      </w:r>
      <w:r w:rsidR="00987D49">
        <w:t> ! »</w:t>
      </w:r>
      <w:bookmarkEnd w:id="8"/>
    </w:p>
    <w:p w14:paraId="120D9162" w14:textId="77777777" w:rsidR="00987D49" w:rsidRDefault="00B27708" w:rsidP="00B27708">
      <w:r>
        <w:t xml:space="preserve">René </w:t>
      </w:r>
      <w:proofErr w:type="spellStart"/>
      <w:r>
        <w:t>Lesmond</w:t>
      </w:r>
      <w:proofErr w:type="spellEnd"/>
      <w:r>
        <w:t xml:space="preserve"> s</w:t>
      </w:r>
      <w:r w:rsidR="00987D49">
        <w:t>’</w:t>
      </w:r>
      <w:r>
        <w:t>interrompit un instant</w:t>
      </w:r>
      <w:r w:rsidR="00987D49">
        <w:t xml:space="preserve">, </w:t>
      </w:r>
      <w:r>
        <w:t>guettant sur mon visage un signe d</w:t>
      </w:r>
      <w:r w:rsidR="00987D49">
        <w:t>’</w:t>
      </w:r>
      <w:r>
        <w:t>approbation ou d</w:t>
      </w:r>
      <w:r w:rsidR="00987D49">
        <w:t>’</w:t>
      </w:r>
      <w:r>
        <w:t>incrédulité</w:t>
      </w:r>
      <w:r w:rsidR="00987D49">
        <w:t xml:space="preserve">. </w:t>
      </w:r>
      <w:r>
        <w:t>Mais je demeurai impassible</w:t>
      </w:r>
      <w:r w:rsidR="00987D49">
        <w:t xml:space="preserve">. </w:t>
      </w:r>
      <w:r>
        <w:t>À en croire les derniers mots que je venais d</w:t>
      </w:r>
      <w:r w:rsidR="00987D49">
        <w:t>’</w:t>
      </w:r>
      <w:r>
        <w:t>entendre</w:t>
      </w:r>
      <w:r w:rsidR="00987D49">
        <w:t xml:space="preserve">, </w:t>
      </w:r>
      <w:r>
        <w:t>il ne s</w:t>
      </w:r>
      <w:r w:rsidR="00987D49">
        <w:t>’</w:t>
      </w:r>
      <w:r>
        <w:t>agissait encore que d</w:t>
      </w:r>
      <w:r w:rsidR="00987D49">
        <w:t>’</w:t>
      </w:r>
      <w:r>
        <w:t>une supposition et toutes les suppositions sont permises</w:t>
      </w:r>
      <w:r w:rsidR="00987D49">
        <w:t>.</w:t>
      </w:r>
    </w:p>
    <w:p w14:paraId="6831555A" w14:textId="77777777" w:rsidR="00987D49" w:rsidRDefault="00B27708" w:rsidP="00B27708">
      <w:r>
        <w:t>Mais le jeune savant poursuivit</w:t>
      </w:r>
      <w:r w:rsidR="00987D49">
        <w:t> :</w:t>
      </w:r>
    </w:p>
    <w:p w14:paraId="0679C054" w14:textId="77777777" w:rsidR="00987D49" w:rsidRDefault="00987D49" w:rsidP="00B27708">
      <w:r>
        <w:rPr>
          <w:rFonts w:eastAsia="Georgia"/>
        </w:rPr>
        <w:t>— </w:t>
      </w:r>
      <w:r w:rsidR="00B27708">
        <w:t>L</w:t>
      </w:r>
      <w:r>
        <w:t>’</w:t>
      </w:r>
      <w:r w:rsidR="00B27708">
        <w:t>hypothèse étant admise</w:t>
      </w:r>
      <w:r>
        <w:t xml:space="preserve">, </w:t>
      </w:r>
      <w:r w:rsidR="00B27708">
        <w:t>il restait à en tirer les conséquences utiles</w:t>
      </w:r>
      <w:r>
        <w:t xml:space="preserve">. </w:t>
      </w:r>
      <w:r w:rsidR="00B27708">
        <w:t>C</w:t>
      </w:r>
      <w:r>
        <w:t>’</w:t>
      </w:r>
      <w:r w:rsidR="00B27708">
        <w:t>est ce que j</w:t>
      </w:r>
      <w:r>
        <w:t>’</w:t>
      </w:r>
      <w:r w:rsidR="00B27708">
        <w:t>ai fait</w:t>
      </w:r>
      <w:r>
        <w:t xml:space="preserve">, </w:t>
      </w:r>
      <w:r w:rsidR="00B27708">
        <w:t>et</w:t>
      </w:r>
      <w:r>
        <w:t xml:space="preserve">, </w:t>
      </w:r>
      <w:r w:rsidR="00B27708">
        <w:t>en partant des perturbations récemment observées</w:t>
      </w:r>
      <w:r>
        <w:t xml:space="preserve">, </w:t>
      </w:r>
      <w:r w:rsidR="00B27708">
        <w:t>j</w:t>
      </w:r>
      <w:r>
        <w:t>’</w:t>
      </w:r>
      <w:r w:rsidR="00B27708">
        <w:t>ai calculé très exactement la masse du satellite inconnu</w:t>
      </w:r>
      <w:r>
        <w:t xml:space="preserve">, </w:t>
      </w:r>
      <w:r w:rsidR="00B27708">
        <w:t>sa place dans le ciel</w:t>
      </w:r>
      <w:r>
        <w:t xml:space="preserve">, </w:t>
      </w:r>
      <w:r w:rsidR="00B27708">
        <w:t>sa distance de la Terre</w:t>
      </w:r>
      <w:r>
        <w:t xml:space="preserve">, </w:t>
      </w:r>
      <w:r w:rsidR="00B27708">
        <w:t>ses dimensions</w:t>
      </w:r>
      <w:r>
        <w:t xml:space="preserve">… </w:t>
      </w:r>
      <w:r w:rsidR="00B27708">
        <w:t>Ainsi avait agi le grand astronome Le Verrier</w:t>
      </w:r>
      <w:r>
        <w:t xml:space="preserve">, </w:t>
      </w:r>
      <w:r w:rsidR="00B27708">
        <w:t>en 1846</w:t>
      </w:r>
      <w:r>
        <w:t xml:space="preserve">, </w:t>
      </w:r>
      <w:r w:rsidR="00B27708">
        <w:t>lorsqu</w:t>
      </w:r>
      <w:r>
        <w:t>’</w:t>
      </w:r>
      <w:r w:rsidR="00B27708">
        <w:t>il découvrit Neptune</w:t>
      </w:r>
      <w:r>
        <w:t xml:space="preserve">, </w:t>
      </w:r>
      <w:r w:rsidR="00B27708">
        <w:t>par le calcul</w:t>
      </w:r>
      <w:r>
        <w:t>…</w:t>
      </w:r>
    </w:p>
    <w:p w14:paraId="6AD29AFD" w14:textId="77777777" w:rsidR="00987D49" w:rsidRDefault="00B27708" w:rsidP="00B27708">
      <w:r>
        <w:t>J</w:t>
      </w:r>
      <w:r w:rsidR="00987D49">
        <w:t>’</w:t>
      </w:r>
      <w:r>
        <w:t xml:space="preserve">interrompis le discours de René </w:t>
      </w:r>
      <w:proofErr w:type="spellStart"/>
      <w:r>
        <w:t>Lesmond</w:t>
      </w:r>
      <w:proofErr w:type="spellEnd"/>
      <w:r w:rsidR="00987D49">
        <w:t xml:space="preserve">. </w:t>
      </w:r>
      <w:r>
        <w:t>Plus intéressé que je ne l</w:t>
      </w:r>
      <w:r w:rsidR="00987D49">
        <w:t>’</w:t>
      </w:r>
      <w:r>
        <w:t>aurais pensé</w:t>
      </w:r>
      <w:r w:rsidR="00987D49">
        <w:t xml:space="preserve">, </w:t>
      </w:r>
      <w:r>
        <w:t>je m</w:t>
      </w:r>
      <w:r w:rsidR="00987D49">
        <w:t>’</w:t>
      </w:r>
      <w:r>
        <w:t>écriai</w:t>
      </w:r>
      <w:r w:rsidR="00987D49">
        <w:t xml:space="preserve">, </w:t>
      </w:r>
      <w:r>
        <w:t>non sans véhémence</w:t>
      </w:r>
      <w:r w:rsidR="00987D49">
        <w:t> :</w:t>
      </w:r>
    </w:p>
    <w:p w14:paraId="4A454E48" w14:textId="77777777" w:rsidR="00987D49" w:rsidRDefault="00987D49" w:rsidP="00B27708">
      <w:r>
        <w:rPr>
          <w:rFonts w:eastAsia="Georgia"/>
        </w:rPr>
        <w:t>— </w:t>
      </w:r>
      <w:r w:rsidR="00B27708">
        <w:t>Si j</w:t>
      </w:r>
      <w:r>
        <w:t>’</w:t>
      </w:r>
      <w:r w:rsidR="00B27708">
        <w:t>ai bonne mémoire</w:t>
      </w:r>
      <w:r>
        <w:t xml:space="preserve">, </w:t>
      </w:r>
      <w:r w:rsidR="00B27708">
        <w:t>Le Verrier eut une confirmation rapide et éclatante de sa théorie</w:t>
      </w:r>
      <w:r>
        <w:t xml:space="preserve">. </w:t>
      </w:r>
      <w:r w:rsidR="00B27708">
        <w:t>Sur ses indications de date et de direction</w:t>
      </w:r>
      <w:r>
        <w:t xml:space="preserve">, </w:t>
      </w:r>
      <w:r w:rsidR="00B27708">
        <w:t>l</w:t>
      </w:r>
      <w:r>
        <w:t>’</w:t>
      </w:r>
      <w:r w:rsidR="00B27708">
        <w:t>astronome Galle braqua sa lunette un certain jour à une certaine heure vers un point du firmament</w:t>
      </w:r>
      <w:r>
        <w:t xml:space="preserve">, </w:t>
      </w:r>
      <w:r w:rsidR="00B27708">
        <w:t>et Neptune était au bout</w:t>
      </w:r>
      <w:r>
        <w:t xml:space="preserve">… </w:t>
      </w:r>
      <w:r w:rsidR="00B27708">
        <w:t>Puisque vous appartenez à l</w:t>
      </w:r>
      <w:r>
        <w:t>’</w:t>
      </w:r>
      <w:r w:rsidR="00B27708">
        <w:t>Observatoire</w:t>
      </w:r>
      <w:r>
        <w:t xml:space="preserve">, </w:t>
      </w:r>
      <w:r w:rsidR="00B27708">
        <w:t>il vous est facile de faire une expérience analogue</w:t>
      </w:r>
      <w:r>
        <w:t xml:space="preserve">, </w:t>
      </w:r>
      <w:r w:rsidR="00B27708">
        <w:t>pour vérifier votre hypothèse</w:t>
      </w:r>
      <w:r>
        <w:t> !…</w:t>
      </w:r>
    </w:p>
    <w:p w14:paraId="23460E70" w14:textId="77777777" w:rsidR="00987D49" w:rsidRDefault="00B27708" w:rsidP="00B27708">
      <w:r>
        <w:t>De nouveau</w:t>
      </w:r>
      <w:r w:rsidR="00987D49">
        <w:t xml:space="preserve">, </w:t>
      </w:r>
      <w:r>
        <w:t>les traits de mon interlocuteur apparurent empreints de tristesse</w:t>
      </w:r>
      <w:r w:rsidR="00987D49">
        <w:t>.</w:t>
      </w:r>
    </w:p>
    <w:p w14:paraId="352E5CE6" w14:textId="77777777" w:rsidR="00987D49" w:rsidRDefault="00987D49" w:rsidP="00B27708">
      <w:r>
        <w:rPr>
          <w:rFonts w:eastAsia="Georgia"/>
        </w:rPr>
        <w:t>— </w:t>
      </w:r>
      <w:r w:rsidR="00B27708">
        <w:t>Eh</w:t>
      </w:r>
      <w:r>
        <w:t xml:space="preserve"> ! </w:t>
      </w:r>
      <w:r w:rsidR="00B27708">
        <w:t>s</w:t>
      </w:r>
      <w:r>
        <w:t>’</w:t>
      </w:r>
      <w:r w:rsidR="00B27708">
        <w:t>écria-t-il</w:t>
      </w:r>
      <w:r>
        <w:t xml:space="preserve">, </w:t>
      </w:r>
      <w:r w:rsidR="00B27708">
        <w:t>je n</w:t>
      </w:r>
      <w:r>
        <w:t>’</w:t>
      </w:r>
      <w:r w:rsidR="00B27708">
        <w:t>ai pas attendu votre conseil pour procéder à cette vérification</w:t>
      </w:r>
      <w:r>
        <w:t xml:space="preserve">… </w:t>
      </w:r>
      <w:r w:rsidR="00B27708">
        <w:t>Elle a été négative</w:t>
      </w:r>
      <w:r>
        <w:t xml:space="preserve">, </w:t>
      </w:r>
      <w:r w:rsidR="00B27708">
        <w:t>hélas</w:t>
      </w:r>
      <w:r>
        <w:t>…</w:t>
      </w:r>
    </w:p>
    <w:p w14:paraId="2114B852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Alors</w:t>
      </w:r>
      <w:r>
        <w:t xml:space="preserve">, </w:t>
      </w:r>
      <w:r w:rsidR="00B27708">
        <w:t>fis-je</w:t>
      </w:r>
      <w:r>
        <w:t>…</w:t>
      </w:r>
    </w:p>
    <w:p w14:paraId="3A6D0E7B" w14:textId="77777777" w:rsidR="00987D49" w:rsidRDefault="00B27708" w:rsidP="00B27708">
      <w:r>
        <w:t>Je n</w:t>
      </w:r>
      <w:r w:rsidR="00987D49">
        <w:t>’</w:t>
      </w:r>
      <w:r>
        <w:t>ajoutai rien à ce simple mot</w:t>
      </w:r>
      <w:r w:rsidR="00987D49">
        <w:t xml:space="preserve">, </w:t>
      </w:r>
      <w:r>
        <w:t xml:space="preserve">mais </w:t>
      </w:r>
      <w:proofErr w:type="spellStart"/>
      <w:r>
        <w:t>Lesmond</w:t>
      </w:r>
      <w:proofErr w:type="spellEnd"/>
      <w:r>
        <w:t xml:space="preserve"> comprit ce qu</w:t>
      </w:r>
      <w:r w:rsidR="00987D49">
        <w:t>’</w:t>
      </w:r>
      <w:r>
        <w:t>il sous-entendait</w:t>
      </w:r>
      <w:r w:rsidR="00987D49">
        <w:t xml:space="preserve">. </w:t>
      </w:r>
      <w:r>
        <w:t>Car il protesta vivement</w:t>
      </w:r>
      <w:r w:rsidR="00987D49">
        <w:t> :</w:t>
      </w:r>
    </w:p>
    <w:p w14:paraId="6F71A8DB" w14:textId="77777777" w:rsidR="00987D49" w:rsidRDefault="00987D49" w:rsidP="00B27708">
      <w:r>
        <w:rPr>
          <w:rFonts w:eastAsia="Georgia"/>
        </w:rPr>
        <w:t>— </w:t>
      </w:r>
      <w:r w:rsidR="00B27708">
        <w:t>Non</w:t>
      </w:r>
      <w:r>
        <w:t xml:space="preserve">, </w:t>
      </w:r>
      <w:r w:rsidR="00B27708">
        <w:t>je ne me suis pas trompé</w:t>
      </w:r>
      <w:r>
        <w:t xml:space="preserve">. </w:t>
      </w:r>
      <w:r w:rsidR="00B27708">
        <w:t>Je n</w:t>
      </w:r>
      <w:r>
        <w:t>’</w:t>
      </w:r>
      <w:r w:rsidR="00B27708">
        <w:t>ai pas pu me tromper</w:t>
      </w:r>
      <w:r>
        <w:t xml:space="preserve">. </w:t>
      </w:r>
      <w:r w:rsidR="00B27708">
        <w:t>Mes calculs ne peuvent être faux</w:t>
      </w:r>
      <w:r>
        <w:t xml:space="preserve">. </w:t>
      </w:r>
      <w:r w:rsidR="00B27708">
        <w:t>Mon hypothèse ne peut être inexacte</w:t>
      </w:r>
      <w:r>
        <w:t xml:space="preserve">. </w:t>
      </w:r>
      <w:r w:rsidR="00B27708">
        <w:t>Le satellite inconnu</w:t>
      </w:r>
      <w:r>
        <w:t xml:space="preserve">, </w:t>
      </w:r>
      <w:r w:rsidR="00B27708">
        <w:t>certes</w:t>
      </w:r>
      <w:r>
        <w:t xml:space="preserve">, </w:t>
      </w:r>
      <w:r w:rsidR="00B27708">
        <w:t>n</w:t>
      </w:r>
      <w:r>
        <w:t>’</w:t>
      </w:r>
      <w:r w:rsidR="00B27708">
        <w:t>est pas perceptible à la lunette astronomique</w:t>
      </w:r>
      <w:r>
        <w:t xml:space="preserve">. </w:t>
      </w:r>
      <w:r w:rsidR="00B27708">
        <w:t>Pour des raisons qui m</w:t>
      </w:r>
      <w:r>
        <w:t>’</w:t>
      </w:r>
      <w:r w:rsidR="00B27708">
        <w:t>échappent encore</w:t>
      </w:r>
      <w:r>
        <w:t xml:space="preserve">, </w:t>
      </w:r>
      <w:r w:rsidR="00B27708">
        <w:t>il est invisible</w:t>
      </w:r>
      <w:r>
        <w:t xml:space="preserve">. </w:t>
      </w:r>
      <w:r w:rsidR="00B27708">
        <w:t>Mais il existe</w:t>
      </w:r>
      <w:r>
        <w:t xml:space="preserve">. </w:t>
      </w:r>
      <w:r w:rsidR="00B27708">
        <w:t>Il est là où je l</w:t>
      </w:r>
      <w:r>
        <w:t>’</w:t>
      </w:r>
      <w:r w:rsidR="00B27708">
        <w:t>ai situé</w:t>
      </w:r>
      <w:r>
        <w:t xml:space="preserve">. </w:t>
      </w:r>
      <w:r w:rsidR="00B27708">
        <w:t>Il est tel que je l</w:t>
      </w:r>
      <w:r>
        <w:t>’</w:t>
      </w:r>
      <w:r w:rsidR="00B27708">
        <w:t>ai calculé</w:t>
      </w:r>
      <w:r>
        <w:t xml:space="preserve">. </w:t>
      </w:r>
      <w:r w:rsidR="00B27708">
        <w:t>Je n</w:t>
      </w:r>
      <w:r>
        <w:t>’</w:t>
      </w:r>
      <w:r w:rsidR="00B27708">
        <w:t>en démordrai pas</w:t>
      </w:r>
      <w:r>
        <w:t xml:space="preserve">. </w:t>
      </w:r>
      <w:r w:rsidR="00B27708">
        <w:t>Et un jour viendra où je le prouverai</w:t>
      </w:r>
      <w:r>
        <w:t>…</w:t>
      </w:r>
    </w:p>
    <w:p w14:paraId="099B39B2" w14:textId="77777777" w:rsidR="00987D49" w:rsidRDefault="00B27708" w:rsidP="00B27708">
      <w:r>
        <w:t>Il retrouvait son exaltation du début de notre entretien</w:t>
      </w:r>
      <w:r w:rsidR="00987D49">
        <w:t xml:space="preserve">. </w:t>
      </w:r>
      <w:r>
        <w:t>Mais je n</w:t>
      </w:r>
      <w:r w:rsidR="00987D49">
        <w:t>’</w:t>
      </w:r>
      <w:r>
        <w:t>avais plus du tout l</w:t>
      </w:r>
      <w:r w:rsidR="00987D49">
        <w:t>’</w:t>
      </w:r>
      <w:r>
        <w:t>impression d</w:t>
      </w:r>
      <w:r w:rsidR="00987D49">
        <w:t>’</w:t>
      </w:r>
      <w:r>
        <w:t>avoir affaire à un fou</w:t>
      </w:r>
      <w:r w:rsidR="00987D49">
        <w:t xml:space="preserve">. </w:t>
      </w:r>
      <w:r>
        <w:t>Au contraire</w:t>
      </w:r>
      <w:r w:rsidR="00987D49">
        <w:t xml:space="preserve">, </w:t>
      </w:r>
      <w:r>
        <w:t>je sentais que cette exaltation était raisonnée</w:t>
      </w:r>
      <w:r w:rsidR="00987D49">
        <w:t xml:space="preserve">, </w:t>
      </w:r>
      <w:r>
        <w:t>reposait sur cette vérité mathématique qui est la seule vérité indiscutable</w:t>
      </w:r>
      <w:r w:rsidR="00987D49">
        <w:t xml:space="preserve">, </w:t>
      </w:r>
      <w:r>
        <w:t>et je me laissai peu à peu séduire</w:t>
      </w:r>
      <w:r w:rsidR="00987D49">
        <w:t xml:space="preserve">, </w:t>
      </w:r>
      <w:r>
        <w:t>bien que mon ignorance en matière scientifique ne me permît point de juger la valeur des arguments algébriques tirés de la mécanique céleste</w:t>
      </w:r>
      <w:r w:rsidR="00987D49">
        <w:t xml:space="preserve">, </w:t>
      </w:r>
      <w:r>
        <w:t>dont il me servit incontinent une dose massive</w:t>
      </w:r>
      <w:r w:rsidR="00987D49">
        <w:t>…</w:t>
      </w:r>
    </w:p>
    <w:p w14:paraId="7C7ACD67" w14:textId="77777777" w:rsidR="00987D49" w:rsidRDefault="00B27708" w:rsidP="00B27708">
      <w:r>
        <w:t>Il avait tiré de sa poche un morceau de craie et il couvrait de formules de calcul intégral</w:t>
      </w:r>
      <w:r w:rsidR="00987D49">
        <w:t xml:space="preserve">, </w:t>
      </w:r>
      <w:r>
        <w:t>la porte brune de mon cabinet</w:t>
      </w:r>
      <w:r w:rsidR="00987D49">
        <w:t xml:space="preserve">, </w:t>
      </w:r>
      <w:r>
        <w:t>tout en prononçant des mots de résonance cabalistique</w:t>
      </w:r>
      <w:r w:rsidR="00987D49">
        <w:t xml:space="preserve">, </w:t>
      </w:r>
      <w:r>
        <w:t>pour un profane</w:t>
      </w:r>
      <w:r w:rsidR="00987D49">
        <w:t xml:space="preserve">… </w:t>
      </w:r>
      <w:r>
        <w:t>Pourquoi</w:t>
      </w:r>
      <w:r w:rsidR="00987D49">
        <w:t xml:space="preserve">, </w:t>
      </w:r>
      <w:r>
        <w:t>n</w:t>
      </w:r>
      <w:r w:rsidR="00987D49">
        <w:t>’</w:t>
      </w:r>
      <w:r>
        <w:t>entendant goutte à ces démonstrations</w:t>
      </w:r>
      <w:r w:rsidR="00987D49">
        <w:t xml:space="preserve">, </w:t>
      </w:r>
      <w:proofErr w:type="spellStart"/>
      <w:r>
        <w:t>eus-je</w:t>
      </w:r>
      <w:proofErr w:type="spellEnd"/>
      <w:r>
        <w:t xml:space="preserve"> la sensation absolue de leur justesse</w:t>
      </w:r>
      <w:r w:rsidR="00987D49">
        <w:t xml:space="preserve"> ? </w:t>
      </w:r>
      <w:r>
        <w:t>Je ne saurais le dire</w:t>
      </w:r>
      <w:r w:rsidR="00987D49">
        <w:t xml:space="preserve">, </w:t>
      </w:r>
      <w:r>
        <w:t>à moins que la vérité ne porte en soi une force mystérieuse et invincible de persuasion</w:t>
      </w:r>
      <w:r w:rsidR="00987D49">
        <w:t xml:space="preserve">, </w:t>
      </w:r>
      <w:r>
        <w:t>indépendante de la faculté de perception des cerveaux qui reçoivent ses ondes</w:t>
      </w:r>
      <w:r w:rsidR="00987D49">
        <w:t>…</w:t>
      </w:r>
    </w:p>
    <w:p w14:paraId="023BD59B" w14:textId="77777777" w:rsidR="00987D49" w:rsidRDefault="00B27708" w:rsidP="00B27708">
      <w:r>
        <w:t>Toujours est-il que</w:t>
      </w:r>
      <w:r w:rsidR="00987D49">
        <w:t xml:space="preserve">, </w:t>
      </w:r>
      <w:r>
        <w:t>dès cette première entrevue</w:t>
      </w:r>
      <w:r w:rsidR="00987D49">
        <w:t xml:space="preserve">, </w:t>
      </w:r>
      <w:r>
        <w:t>je ne fus pas éloigné de croire que l</w:t>
      </w:r>
      <w:r w:rsidR="00987D49">
        <w:t>’</w:t>
      </w:r>
      <w:r>
        <w:t>Académie des Sciences avait commis à l</w:t>
      </w:r>
      <w:r w:rsidR="00987D49">
        <w:t>’</w:t>
      </w:r>
      <w:r>
        <w:t xml:space="preserve">égard de René </w:t>
      </w:r>
      <w:proofErr w:type="spellStart"/>
      <w:r>
        <w:t>Lesmond</w:t>
      </w:r>
      <w:proofErr w:type="spellEnd"/>
      <w:r w:rsidR="00987D49">
        <w:t xml:space="preserve">, </w:t>
      </w:r>
      <w:r>
        <w:t>une monstrueuse erreur</w:t>
      </w:r>
      <w:r w:rsidR="00987D49">
        <w:t xml:space="preserve"> ; </w:t>
      </w:r>
      <w:r>
        <w:t>que les instruments d</w:t>
      </w:r>
      <w:r w:rsidR="00987D49">
        <w:t>’</w:t>
      </w:r>
      <w:r>
        <w:t>optique de l</w:t>
      </w:r>
      <w:r w:rsidR="00987D49">
        <w:t>’</w:t>
      </w:r>
      <w:r>
        <w:t>Observatoire étaient de qualité médiocre</w:t>
      </w:r>
      <w:r w:rsidR="00987D49">
        <w:t xml:space="preserve"> ; </w:t>
      </w:r>
      <w:r>
        <w:t xml:space="preserve">que le </w:t>
      </w:r>
      <w:r>
        <w:lastRenderedPageBreak/>
        <w:t>deuxième satellite de la Terre ne pouvait être différent de celui qu</w:t>
      </w:r>
      <w:r w:rsidR="00987D49">
        <w:t>’</w:t>
      </w:r>
      <w:r>
        <w:t>indiquaient les calculs auxquels je ne comprenais pas grand-chose</w:t>
      </w:r>
      <w:r w:rsidR="00987D49">
        <w:t xml:space="preserve">, </w:t>
      </w:r>
      <w:r>
        <w:t>et dont j</w:t>
      </w:r>
      <w:r w:rsidR="00987D49">
        <w:t>’</w:t>
      </w:r>
      <w:r>
        <w:t>ignorais encore</w:t>
      </w:r>
      <w:r w:rsidR="00987D49">
        <w:t xml:space="preserve">, </w:t>
      </w:r>
      <w:r>
        <w:t>d</w:t>
      </w:r>
      <w:r w:rsidR="00987D49">
        <w:t>’</w:t>
      </w:r>
      <w:r>
        <w:t>ailleurs</w:t>
      </w:r>
      <w:r w:rsidR="00987D49">
        <w:t xml:space="preserve">, </w:t>
      </w:r>
      <w:r>
        <w:t>les conclusions pratiques</w:t>
      </w:r>
      <w:r w:rsidR="00987D49">
        <w:t xml:space="preserve">, </w:t>
      </w:r>
      <w:r>
        <w:t>à savoir la masse</w:t>
      </w:r>
      <w:r w:rsidR="00987D49">
        <w:t xml:space="preserve">, </w:t>
      </w:r>
      <w:r>
        <w:t>les dimensions</w:t>
      </w:r>
      <w:r w:rsidR="00987D49">
        <w:t xml:space="preserve">, </w:t>
      </w:r>
      <w:r>
        <w:t>l</w:t>
      </w:r>
      <w:r w:rsidR="00987D49">
        <w:t>’</w:t>
      </w:r>
      <w:r>
        <w:t>emplacement dans le ciel</w:t>
      </w:r>
      <w:r w:rsidR="00987D49">
        <w:t xml:space="preserve">, </w:t>
      </w:r>
      <w:r>
        <w:t xml:space="preserve">que le savant méconnu attribuait à </w:t>
      </w:r>
      <w:r w:rsidR="00987D49">
        <w:t>« </w:t>
      </w:r>
      <w:r>
        <w:t>son</w:t>
      </w:r>
      <w:r w:rsidR="00987D49">
        <w:t> »</w:t>
      </w:r>
      <w:r>
        <w:t xml:space="preserve"> hypothétique corps céleste</w:t>
      </w:r>
      <w:r w:rsidR="00987D49">
        <w:t xml:space="preserve">… </w:t>
      </w:r>
      <w:r>
        <w:t>Je ne devais pas les connaître ce jour-là</w:t>
      </w:r>
      <w:r w:rsidR="00987D49">
        <w:t xml:space="preserve">. </w:t>
      </w:r>
      <w:r>
        <w:t>Notre entretien</w:t>
      </w:r>
      <w:r w:rsidR="00987D49">
        <w:t xml:space="preserve">, </w:t>
      </w:r>
      <w:r>
        <w:t xml:space="preserve">ou plutôt le monologue algébrique de René </w:t>
      </w:r>
      <w:proofErr w:type="spellStart"/>
      <w:r>
        <w:t>Lesmond</w:t>
      </w:r>
      <w:proofErr w:type="spellEnd"/>
      <w:r w:rsidR="00987D49">
        <w:t xml:space="preserve">, </w:t>
      </w:r>
      <w:r>
        <w:t>fut interrompu par un coup de sonnette</w:t>
      </w:r>
      <w:r w:rsidR="00987D49">
        <w:t>.</w:t>
      </w:r>
    </w:p>
    <w:p w14:paraId="219649BE" w14:textId="77777777" w:rsidR="00987D49" w:rsidRDefault="00B27708" w:rsidP="00B27708">
      <w:r>
        <w:t>N</w:t>
      </w:r>
      <w:r w:rsidR="00987D49">
        <w:t>’</w:t>
      </w:r>
      <w:r>
        <w:t>ayant point encore engagé de servante</w:t>
      </w:r>
      <w:r w:rsidR="00987D49">
        <w:t xml:space="preserve">, </w:t>
      </w:r>
      <w:r>
        <w:t>je dus aller moi-même ouvrir la porte du palier</w:t>
      </w:r>
      <w:r w:rsidR="00987D49">
        <w:t xml:space="preserve">, </w:t>
      </w:r>
      <w:r>
        <w:t>non sans m</w:t>
      </w:r>
      <w:r w:rsidR="00987D49">
        <w:t>’</w:t>
      </w:r>
      <w:r>
        <w:t>excuser auprès de mon compagnon</w:t>
      </w:r>
      <w:r w:rsidR="00987D49">
        <w:t xml:space="preserve">. </w:t>
      </w:r>
      <w:r>
        <w:t>En présence de la jeune personne aux yeux noirs qui apparut dans l</w:t>
      </w:r>
      <w:r w:rsidR="00987D49">
        <w:t>’</w:t>
      </w:r>
      <w:r>
        <w:t>embrasure</w:t>
      </w:r>
      <w:r w:rsidR="00987D49">
        <w:t xml:space="preserve">, </w:t>
      </w:r>
      <w:r>
        <w:t>je n</w:t>
      </w:r>
      <w:r w:rsidR="00987D49">
        <w:t>’</w:t>
      </w:r>
      <w:r>
        <w:t>eus pas une seconde d</w:t>
      </w:r>
      <w:r w:rsidR="00987D49">
        <w:t>’</w:t>
      </w:r>
      <w:r>
        <w:t>hésitation à l</w:t>
      </w:r>
      <w:r w:rsidR="00987D49">
        <w:t>’</w:t>
      </w:r>
      <w:r>
        <w:t>identifier</w:t>
      </w:r>
      <w:r w:rsidR="00987D49">
        <w:t xml:space="preserve">, </w:t>
      </w:r>
      <w:r>
        <w:t xml:space="preserve">tant sa ressemblance avec René </w:t>
      </w:r>
      <w:proofErr w:type="spellStart"/>
      <w:r>
        <w:t>Lesmond</w:t>
      </w:r>
      <w:proofErr w:type="spellEnd"/>
      <w:r>
        <w:t xml:space="preserve"> était frappante</w:t>
      </w:r>
      <w:r w:rsidR="00987D49">
        <w:t>.</w:t>
      </w:r>
    </w:p>
    <w:p w14:paraId="63865EDF" w14:textId="77777777" w:rsidR="00987D49" w:rsidRDefault="00987D49" w:rsidP="00B27708">
      <w:r>
        <w:rPr>
          <w:rFonts w:eastAsia="Georgia"/>
        </w:rPr>
        <w:t>— </w:t>
      </w:r>
      <w:r w:rsidR="00B27708">
        <w:t>Entrez</w:t>
      </w:r>
      <w:r>
        <w:t xml:space="preserve">, </w:t>
      </w:r>
      <w:r w:rsidR="00B27708">
        <w:t>Mademoiselle</w:t>
      </w:r>
      <w:r>
        <w:t xml:space="preserve">, </w:t>
      </w:r>
      <w:r w:rsidR="00B27708">
        <w:t>lui dis-je</w:t>
      </w:r>
      <w:r>
        <w:t xml:space="preserve">. </w:t>
      </w:r>
      <w:r w:rsidR="00B27708">
        <w:t>Vous cherchez sans doute votre frère</w:t>
      </w:r>
      <w:r>
        <w:t xml:space="preserve">. </w:t>
      </w:r>
      <w:r w:rsidR="00B27708">
        <w:t>Il est</w:t>
      </w:r>
      <w:r>
        <w:t xml:space="preserve">, </w:t>
      </w:r>
      <w:r w:rsidR="00B27708">
        <w:t>en effet</w:t>
      </w:r>
      <w:r>
        <w:t xml:space="preserve">, </w:t>
      </w:r>
      <w:r w:rsidR="00B27708">
        <w:t>chez moi</w:t>
      </w:r>
      <w:r>
        <w:t xml:space="preserve">, </w:t>
      </w:r>
      <w:r w:rsidR="00B27708">
        <w:t>et il me fait des révélations bien curieuses</w:t>
      </w:r>
      <w:r>
        <w:t>…</w:t>
      </w:r>
    </w:p>
    <w:p w14:paraId="5607DBB1" w14:textId="77777777" w:rsidR="00987D49" w:rsidRDefault="00B27708" w:rsidP="00B27708">
      <w:r>
        <w:t>Elle ne sembla pas surprise d</w:t>
      </w:r>
      <w:r w:rsidR="00987D49">
        <w:t>’</w:t>
      </w:r>
      <w:r>
        <w:t>être ainsi devinée</w:t>
      </w:r>
      <w:r w:rsidR="00987D49">
        <w:t xml:space="preserve">. </w:t>
      </w:r>
      <w:r>
        <w:t>Je devais savoir plus tard que cette conjoncture était fréquente</w:t>
      </w:r>
      <w:r w:rsidR="00987D49">
        <w:t xml:space="preserve">, </w:t>
      </w:r>
      <w:r>
        <w:t>en raison</w:t>
      </w:r>
      <w:r w:rsidR="00987D49">
        <w:t xml:space="preserve">, </w:t>
      </w:r>
      <w:r>
        <w:t>précisément</w:t>
      </w:r>
      <w:r w:rsidR="00987D49">
        <w:t xml:space="preserve">, </w:t>
      </w:r>
      <w:r>
        <w:t>de la ressemblance d</w:t>
      </w:r>
      <w:r w:rsidR="00987D49">
        <w:t>’</w:t>
      </w:r>
      <w:r>
        <w:t>Hélène avec René</w:t>
      </w:r>
      <w:r w:rsidR="00987D49">
        <w:t xml:space="preserve">, </w:t>
      </w:r>
      <w:r>
        <w:t>et que le frère et la sœur y étaient trop accoutumés pour s</w:t>
      </w:r>
      <w:r w:rsidR="00987D49">
        <w:t>’</w:t>
      </w:r>
      <w:r>
        <w:t>en étonner</w:t>
      </w:r>
      <w:r w:rsidR="00987D49">
        <w:t>…</w:t>
      </w:r>
    </w:p>
    <w:p w14:paraId="0D26D904" w14:textId="77777777" w:rsidR="00987D49" w:rsidRDefault="00987D49" w:rsidP="00B27708">
      <w:r>
        <w:rPr>
          <w:rFonts w:eastAsia="Georgia"/>
        </w:rPr>
        <w:t>— </w:t>
      </w:r>
      <w:r w:rsidR="00B27708">
        <w:t>Ah</w:t>
      </w:r>
      <w:r>
        <w:t xml:space="preserve"> ! </w:t>
      </w:r>
      <w:r w:rsidR="00B27708">
        <w:t>Te voici</w:t>
      </w:r>
      <w:r>
        <w:t xml:space="preserve">, </w:t>
      </w:r>
      <w:r w:rsidR="00B27708">
        <w:t>fit simplement le jeune homme</w:t>
      </w:r>
      <w:r>
        <w:t xml:space="preserve">… </w:t>
      </w:r>
      <w:r w:rsidR="00B27708">
        <w:t>Je te présente Maître Calais</w:t>
      </w:r>
      <w:r>
        <w:t xml:space="preserve">, </w:t>
      </w:r>
      <w:r w:rsidR="00B27708">
        <w:t>avocat</w:t>
      </w:r>
      <w:r>
        <w:t xml:space="preserve">, </w:t>
      </w:r>
      <w:r w:rsidR="00B27708">
        <w:t>notre voisin</w:t>
      </w:r>
      <w:r>
        <w:t xml:space="preserve">, </w:t>
      </w:r>
      <w:r w:rsidR="00B27708">
        <w:t>qui vient d</w:t>
      </w:r>
      <w:r>
        <w:t>’</w:t>
      </w:r>
      <w:r w:rsidR="00B27708">
        <w:t>emménager aujourd</w:t>
      </w:r>
      <w:r>
        <w:t>’</w:t>
      </w:r>
      <w:r w:rsidR="00B27708">
        <w:t>hui même</w:t>
      </w:r>
      <w:r>
        <w:t xml:space="preserve">… </w:t>
      </w:r>
      <w:r w:rsidR="00B27708">
        <w:t>J</w:t>
      </w:r>
      <w:r>
        <w:t>’</w:t>
      </w:r>
      <w:r w:rsidR="00B27708">
        <w:t>avais eu la pensée de le consulter</w:t>
      </w:r>
      <w:r>
        <w:t xml:space="preserve">, </w:t>
      </w:r>
      <w:r w:rsidR="00B27708">
        <w:t>dans l</w:t>
      </w:r>
      <w:r>
        <w:t>’</w:t>
      </w:r>
      <w:r w:rsidR="00B27708">
        <w:t>espoir de pouvoir obliger légalement l</w:t>
      </w:r>
      <w:r>
        <w:t>’</w:t>
      </w:r>
      <w:r w:rsidR="00B27708">
        <w:t>Académie à prendre mon mémoire en considération</w:t>
      </w:r>
      <w:r>
        <w:t xml:space="preserve">. </w:t>
      </w:r>
      <w:r w:rsidR="00B27708">
        <w:t>Il paraît que c</w:t>
      </w:r>
      <w:r>
        <w:t>’</w:t>
      </w:r>
      <w:r w:rsidR="00B27708">
        <w:t>est impossible</w:t>
      </w:r>
      <w:r>
        <w:t>…</w:t>
      </w:r>
    </w:p>
    <w:p w14:paraId="4F140F60" w14:textId="77777777" w:rsidR="00987D49" w:rsidRDefault="00B27708" w:rsidP="00B27708">
      <w:r>
        <w:t>Il parlait très légèrement à présent de cette déception qui lui était si cuisante une heure plus tôt</w:t>
      </w:r>
      <w:r w:rsidR="00987D49">
        <w:t xml:space="preserve">. </w:t>
      </w:r>
      <w:r>
        <w:t>La joie d</w:t>
      </w:r>
      <w:r w:rsidR="00987D49">
        <w:t>’</w:t>
      </w:r>
      <w:r>
        <w:t>avoir trouvé un auditeur qui semblait le prendre au sérieux</w:t>
      </w:r>
      <w:r w:rsidR="00987D49">
        <w:t xml:space="preserve">, </w:t>
      </w:r>
      <w:r>
        <w:t>le consolait apparemment de sa déconvenue</w:t>
      </w:r>
      <w:r w:rsidR="00987D49">
        <w:t>…</w:t>
      </w:r>
    </w:p>
    <w:p w14:paraId="1873F260" w14:textId="77777777" w:rsidR="00987D49" w:rsidRDefault="00B27708" w:rsidP="00B27708">
      <w:r>
        <w:lastRenderedPageBreak/>
        <w:t>Hélène sourit</w:t>
      </w:r>
      <w:r w:rsidR="00987D49">
        <w:t xml:space="preserve">, </w:t>
      </w:r>
      <w:r>
        <w:t>et sa figure grave et douce acquit instantanément ce charme très tendre et très séduisant</w:t>
      </w:r>
      <w:r w:rsidR="00987D49">
        <w:t xml:space="preserve">, </w:t>
      </w:r>
      <w:r>
        <w:t>que j</w:t>
      </w:r>
      <w:r w:rsidR="00987D49">
        <w:t>’</w:t>
      </w:r>
      <w:r>
        <w:t>avais pu constater déjà sur les traits de son frère</w:t>
      </w:r>
      <w:r w:rsidR="00987D49">
        <w:t xml:space="preserve">, </w:t>
      </w:r>
      <w:r>
        <w:t>mais pour le moins centuplé</w:t>
      </w:r>
      <w:r w:rsidR="00987D49">
        <w:t>.</w:t>
      </w:r>
    </w:p>
    <w:p w14:paraId="5655326F" w14:textId="77777777" w:rsidR="00987D49" w:rsidRDefault="00B27708" w:rsidP="00B27708">
      <w:r>
        <w:t>Dès cet instant</w:t>
      </w:r>
      <w:r w:rsidR="00987D49">
        <w:t xml:space="preserve">, </w:t>
      </w:r>
      <w:r>
        <w:t>je sentis confusément</w:t>
      </w:r>
      <w:r w:rsidR="00987D49">
        <w:t xml:space="preserve">, </w:t>
      </w:r>
      <w:r>
        <w:t>mais sans erreur possible</w:t>
      </w:r>
      <w:r w:rsidR="00987D49">
        <w:t xml:space="preserve">, </w:t>
      </w:r>
      <w:r>
        <w:t>que mon destin était fixé</w:t>
      </w:r>
      <w:r w:rsidR="00987D49">
        <w:t xml:space="preserve">, </w:t>
      </w:r>
      <w:r>
        <w:t>que cette charmante fille le tenait dans ses mains</w:t>
      </w:r>
      <w:r w:rsidR="00987D49">
        <w:t xml:space="preserve">, </w:t>
      </w:r>
      <w:r>
        <w:t>que je la suivrais</w:t>
      </w:r>
      <w:r w:rsidR="00987D49">
        <w:t xml:space="preserve">, </w:t>
      </w:r>
      <w:r>
        <w:t>si elle le désirait</w:t>
      </w:r>
      <w:r w:rsidR="00987D49">
        <w:t xml:space="preserve">… </w:t>
      </w:r>
      <w:r>
        <w:t>j</w:t>
      </w:r>
      <w:r w:rsidR="00987D49">
        <w:t>’</w:t>
      </w:r>
      <w:r>
        <w:t>allais écrire</w:t>
      </w:r>
      <w:r w:rsidR="00987D49">
        <w:t xml:space="preserve"> : </w:t>
      </w:r>
      <w:r>
        <w:t>jusqu</w:t>
      </w:r>
      <w:r w:rsidR="00987D49">
        <w:t>’</w:t>
      </w:r>
      <w:r>
        <w:t>au bout du monde</w:t>
      </w:r>
      <w:r w:rsidR="00987D49">
        <w:t xml:space="preserve"> ; </w:t>
      </w:r>
      <w:r>
        <w:t>mais elle devait m</w:t>
      </w:r>
      <w:r w:rsidR="00987D49">
        <w:t>’</w:t>
      </w:r>
      <w:r>
        <w:t xml:space="preserve">entraîner bien plus loin que </w:t>
      </w:r>
      <w:r w:rsidR="00987D49">
        <w:t>« </w:t>
      </w:r>
      <w:r>
        <w:t>le bout du monde</w:t>
      </w:r>
      <w:r w:rsidR="00987D49">
        <w:t> »</w:t>
      </w:r>
      <w:r>
        <w:t xml:space="preserve"> sans m</w:t>
      </w:r>
      <w:r w:rsidR="00987D49">
        <w:t>’</w:t>
      </w:r>
      <w:r>
        <w:t>accorder autre chose que son amitié fraternelle</w:t>
      </w:r>
      <w:r w:rsidR="00987D49">
        <w:t> !</w:t>
      </w:r>
    </w:p>
    <w:p w14:paraId="50C33928" w14:textId="77777777" w:rsidR="00987D49" w:rsidRDefault="00B27708" w:rsidP="00B27708">
      <w:r>
        <w:t>Allons</w:t>
      </w:r>
      <w:r w:rsidR="00987D49">
        <w:t xml:space="preserve"> ! </w:t>
      </w:r>
      <w:r>
        <w:t>Voici que je manque de nouveau à mon dessein de rapporter les faits objectivement et chronologiquement</w:t>
      </w:r>
      <w:r w:rsidR="00987D49">
        <w:t xml:space="preserve"> !… </w:t>
      </w:r>
      <w:r>
        <w:t>Il ne s</w:t>
      </w:r>
      <w:r w:rsidR="00987D49">
        <w:t>’</w:t>
      </w:r>
      <w:r>
        <w:t>agit pas ici d</w:t>
      </w:r>
      <w:r w:rsidR="00987D49">
        <w:t>’</w:t>
      </w:r>
      <w:r>
        <w:t>évoquer mes déceptions sentimentales</w:t>
      </w:r>
      <w:r w:rsidR="00987D49">
        <w:t xml:space="preserve">, </w:t>
      </w:r>
      <w:r>
        <w:t>mais de relater la prodigieuse expédition dont j</w:t>
      </w:r>
      <w:r w:rsidR="00987D49">
        <w:t>’</w:t>
      </w:r>
      <w:r>
        <w:t>ai été le témoin passionné</w:t>
      </w:r>
      <w:r w:rsidR="00987D49">
        <w:t>.</w:t>
      </w:r>
    </w:p>
    <w:p w14:paraId="4D40D41E" w14:textId="77777777" w:rsidR="00987D49" w:rsidRDefault="00B27708" w:rsidP="00B27708">
      <w:r>
        <w:t>Il n</w:t>
      </w:r>
      <w:r w:rsidR="00987D49">
        <w:t>’</w:t>
      </w:r>
      <w:r>
        <w:t>était pas inutile</w:t>
      </w:r>
      <w:r w:rsidR="00987D49">
        <w:t xml:space="preserve">, </w:t>
      </w:r>
      <w:r>
        <w:t>toutefois</w:t>
      </w:r>
      <w:r w:rsidR="00987D49">
        <w:t xml:space="preserve">, </w:t>
      </w:r>
      <w:r>
        <w:t>pour l</w:t>
      </w:r>
      <w:r w:rsidR="00987D49">
        <w:t>’</w:t>
      </w:r>
      <w:r>
        <w:t>intelligence des événements subséquents</w:t>
      </w:r>
      <w:r w:rsidR="00987D49">
        <w:t xml:space="preserve">, </w:t>
      </w:r>
      <w:r>
        <w:t>de noter</w:t>
      </w:r>
      <w:r w:rsidR="00987D49">
        <w:t xml:space="preserve">, </w:t>
      </w:r>
      <w:r>
        <w:t>dès le début de ce récit</w:t>
      </w:r>
      <w:r w:rsidR="00987D49">
        <w:t xml:space="preserve">, </w:t>
      </w:r>
      <w:r>
        <w:t>l</w:t>
      </w:r>
      <w:r w:rsidR="00987D49">
        <w:t>’</w:t>
      </w:r>
      <w:r>
        <w:t>extraordinaire pouvoir des yeux noirs d</w:t>
      </w:r>
      <w:r w:rsidR="00987D49">
        <w:t>’</w:t>
      </w:r>
      <w:r>
        <w:t xml:space="preserve">Hélène </w:t>
      </w:r>
      <w:proofErr w:type="spellStart"/>
      <w:r>
        <w:t>Lesmond</w:t>
      </w:r>
      <w:proofErr w:type="spellEnd"/>
      <w:r w:rsidR="00987D49">
        <w:t xml:space="preserve">. </w:t>
      </w:r>
      <w:r>
        <w:t>Sans elle</w:t>
      </w:r>
      <w:r w:rsidR="00987D49">
        <w:t xml:space="preserve">, </w:t>
      </w:r>
      <w:r>
        <w:t>il est probable que son frère n</w:t>
      </w:r>
      <w:r w:rsidR="00987D49">
        <w:t>’</w:t>
      </w:r>
      <w:r>
        <w:t>aurait jamais eu l</w:t>
      </w:r>
      <w:r w:rsidR="00987D49">
        <w:t>’</w:t>
      </w:r>
      <w:r>
        <w:t>occasion ni les moyens de vérifier son effarante hypothèse</w:t>
      </w:r>
      <w:r w:rsidR="00987D49">
        <w:t>…</w:t>
      </w:r>
    </w:p>
    <w:p w14:paraId="3269A1EC" w14:textId="77777777" w:rsidR="00987D49" w:rsidRDefault="00B27708" w:rsidP="00B27708">
      <w:r>
        <w:t>Lors de cette première entrevue</w:t>
      </w:r>
      <w:r w:rsidR="00987D49">
        <w:t xml:space="preserve">, </w:t>
      </w:r>
      <w:r>
        <w:t>elle se montra</w:t>
      </w:r>
      <w:r w:rsidR="00987D49">
        <w:t xml:space="preserve">, </w:t>
      </w:r>
      <w:r>
        <w:t>comme je devais toujours la connaître</w:t>
      </w:r>
      <w:r w:rsidR="00987D49">
        <w:t xml:space="preserve">, </w:t>
      </w:r>
      <w:r>
        <w:t>simple et gracieuse</w:t>
      </w:r>
      <w:r w:rsidR="00987D49">
        <w:t xml:space="preserve">. </w:t>
      </w:r>
      <w:r>
        <w:t>Elle me remercia de l</w:t>
      </w:r>
      <w:r w:rsidR="00987D49">
        <w:t>’</w:t>
      </w:r>
      <w:r>
        <w:t>accueil que j</w:t>
      </w:r>
      <w:r w:rsidR="00987D49">
        <w:t>’</w:t>
      </w:r>
      <w:r>
        <w:t>avais fait à son frère et me consulta</w:t>
      </w:r>
      <w:r w:rsidR="00987D49">
        <w:t xml:space="preserve">, </w:t>
      </w:r>
      <w:r>
        <w:t>à son tour</w:t>
      </w:r>
      <w:r w:rsidR="00987D49">
        <w:t xml:space="preserve">, </w:t>
      </w:r>
      <w:r>
        <w:t xml:space="preserve">quant à la possibilité de parer à la </w:t>
      </w:r>
      <w:r w:rsidR="00987D49">
        <w:t>« </w:t>
      </w:r>
      <w:r>
        <w:t>mauvaise volonté</w:t>
      </w:r>
      <w:r w:rsidR="00987D49">
        <w:t> »</w:t>
      </w:r>
      <w:r>
        <w:t xml:space="preserve"> de l</w:t>
      </w:r>
      <w:r w:rsidR="00987D49">
        <w:t>’</w:t>
      </w:r>
      <w:r>
        <w:t>Académie</w:t>
      </w:r>
      <w:r w:rsidR="00987D49">
        <w:t>…</w:t>
      </w:r>
    </w:p>
    <w:p w14:paraId="514D17B7" w14:textId="77777777" w:rsidR="00987D49" w:rsidRDefault="00B27708" w:rsidP="00B27708">
      <w:r>
        <w:t>Oui</w:t>
      </w:r>
      <w:r w:rsidR="00987D49">
        <w:t xml:space="preserve">, </w:t>
      </w:r>
      <w:r>
        <w:t xml:space="preserve">elle dit bien </w:t>
      </w:r>
      <w:r w:rsidR="00987D49">
        <w:t>« </w:t>
      </w:r>
      <w:r>
        <w:t>la mauvaise volonté</w:t>
      </w:r>
      <w:r w:rsidR="00987D49">
        <w:t xml:space="preserve"> »… </w:t>
      </w:r>
      <w:r>
        <w:t>Sa foi dans le génie de son frère était entière et intangible</w:t>
      </w:r>
      <w:r w:rsidR="00987D49">
        <w:t xml:space="preserve">. </w:t>
      </w:r>
      <w:r>
        <w:t>Elle n</w:t>
      </w:r>
      <w:r w:rsidR="00987D49">
        <w:t>’</w:t>
      </w:r>
      <w:r>
        <w:t>admettait pas la possibilité d</w:t>
      </w:r>
      <w:r w:rsidR="00987D49">
        <w:t>’</w:t>
      </w:r>
      <w:r>
        <w:t>une erreur de calcul</w:t>
      </w:r>
      <w:r w:rsidR="00987D49">
        <w:t xml:space="preserve">. </w:t>
      </w:r>
      <w:r>
        <w:t>Elle ne discutait pas l</w:t>
      </w:r>
      <w:r w:rsidR="00987D49">
        <w:t>’</w:t>
      </w:r>
      <w:r>
        <w:t>hypothèse du second satellite</w:t>
      </w:r>
      <w:r w:rsidR="00987D49">
        <w:t xml:space="preserve">. </w:t>
      </w:r>
      <w:r>
        <w:t>Elle avait l</w:t>
      </w:r>
      <w:r w:rsidR="00987D49">
        <w:t>’</w:t>
      </w:r>
      <w:r>
        <w:t>état d</w:t>
      </w:r>
      <w:r w:rsidR="00987D49">
        <w:t>’</w:t>
      </w:r>
      <w:r>
        <w:t>esprit d</w:t>
      </w:r>
      <w:r w:rsidR="00987D49">
        <w:t>’</w:t>
      </w:r>
      <w:r>
        <w:t>une croyante</w:t>
      </w:r>
      <w:r w:rsidR="00987D49">
        <w:t xml:space="preserve">, </w:t>
      </w:r>
      <w:r>
        <w:t>mystique et inébranlable</w:t>
      </w:r>
      <w:r w:rsidR="00987D49">
        <w:t>…</w:t>
      </w:r>
    </w:p>
    <w:p w14:paraId="5C4D10B3" w14:textId="77777777" w:rsidR="00987D49" w:rsidRDefault="00987D49" w:rsidP="00B27708">
      <w:pPr>
        <w:rPr>
          <w:i/>
          <w:iCs/>
        </w:rPr>
      </w:pPr>
      <w:r>
        <w:rPr>
          <w:rFonts w:eastAsia="Georgia"/>
        </w:rPr>
        <w:t>— </w:t>
      </w:r>
      <w:r w:rsidR="00B27708">
        <w:t>Mademoiselle</w:t>
      </w:r>
      <w:r>
        <w:t xml:space="preserve">, </w:t>
      </w:r>
      <w:r w:rsidR="00B27708">
        <w:t>répondis-je</w:t>
      </w:r>
      <w:r>
        <w:t xml:space="preserve">, </w:t>
      </w:r>
      <w:r w:rsidR="00B27708">
        <w:t>après un instant de réflexion</w:t>
      </w:r>
      <w:r>
        <w:t xml:space="preserve">, </w:t>
      </w:r>
      <w:r w:rsidR="00B27708">
        <w:t>je ne vois qu</w:t>
      </w:r>
      <w:r>
        <w:t>’</w:t>
      </w:r>
      <w:r w:rsidR="00B27708">
        <w:t>un moyen</w:t>
      </w:r>
      <w:r>
        <w:t xml:space="preserve">, </w:t>
      </w:r>
      <w:r w:rsidR="00B27708">
        <w:t>pour faire échec à la décision de l</w:t>
      </w:r>
      <w:r>
        <w:t>’</w:t>
      </w:r>
      <w:r w:rsidR="00B27708">
        <w:t>Académie</w:t>
      </w:r>
      <w:r>
        <w:t xml:space="preserve"> ! </w:t>
      </w:r>
      <w:r w:rsidR="00B27708">
        <w:t>Il y a chez nous</w:t>
      </w:r>
      <w:r>
        <w:t xml:space="preserve">, </w:t>
      </w:r>
      <w:r w:rsidR="00B27708">
        <w:t>quelque chose de plus puissant</w:t>
      </w:r>
      <w:r>
        <w:t xml:space="preserve">, </w:t>
      </w:r>
      <w:r w:rsidR="00B27708">
        <w:t>de plus vivant</w:t>
      </w:r>
      <w:r>
        <w:t xml:space="preserve">, </w:t>
      </w:r>
      <w:r w:rsidR="00B27708">
        <w:t xml:space="preserve">que </w:t>
      </w:r>
      <w:r w:rsidR="00B27708">
        <w:lastRenderedPageBreak/>
        <w:t>toutes les Académies du monde</w:t>
      </w:r>
      <w:r>
        <w:t xml:space="preserve">, </w:t>
      </w:r>
      <w:r w:rsidR="00B27708">
        <w:t>quelque chose qui est sensible et frémissant</w:t>
      </w:r>
      <w:r>
        <w:t xml:space="preserve">, </w:t>
      </w:r>
      <w:r w:rsidR="00B27708">
        <w:t>et dont la réceptivité est infinie</w:t>
      </w:r>
      <w:r>
        <w:t xml:space="preserve">. </w:t>
      </w:r>
      <w:r w:rsidR="00B27708">
        <w:t>C</w:t>
      </w:r>
      <w:r>
        <w:t>’</w:t>
      </w:r>
      <w:r w:rsidR="00B27708">
        <w:t>est l</w:t>
      </w:r>
      <w:r>
        <w:t>’</w:t>
      </w:r>
      <w:r w:rsidR="00B27708">
        <w:t>opinion publique que je veux dire</w:t>
      </w:r>
      <w:r>
        <w:t xml:space="preserve">. </w:t>
      </w:r>
      <w:r w:rsidR="00B27708">
        <w:t xml:space="preserve">Saisissons les journaux de </w:t>
      </w:r>
      <w:r w:rsidR="00B27708">
        <w:rPr>
          <w:i/>
          <w:iCs/>
        </w:rPr>
        <w:t>notre</w:t>
      </w:r>
      <w:r w:rsidR="00B27708">
        <w:t xml:space="preserve"> déconvenue</w:t>
      </w:r>
      <w:r>
        <w:t xml:space="preserve">. </w:t>
      </w:r>
      <w:r w:rsidR="00B27708">
        <w:t xml:space="preserve">Exposons-leur </w:t>
      </w:r>
      <w:r w:rsidR="00B27708">
        <w:rPr>
          <w:i/>
          <w:iCs/>
        </w:rPr>
        <w:t>notre</w:t>
      </w:r>
      <w:r w:rsidR="00B27708">
        <w:t xml:space="preserve"> thèse hardie et séduisante</w:t>
      </w:r>
      <w:r>
        <w:t xml:space="preserve">. </w:t>
      </w:r>
      <w:r w:rsidR="00B27708">
        <w:t>Ils seront conquis</w:t>
      </w:r>
      <w:r>
        <w:t xml:space="preserve">, </w:t>
      </w:r>
      <w:r w:rsidR="00B27708">
        <w:t xml:space="preserve">ils seront avec </w:t>
      </w:r>
      <w:r w:rsidR="00B27708">
        <w:rPr>
          <w:i/>
          <w:iCs/>
        </w:rPr>
        <w:t>nous</w:t>
      </w:r>
      <w:r>
        <w:rPr>
          <w:i/>
          <w:iCs/>
        </w:rPr>
        <w:t>…</w:t>
      </w:r>
    </w:p>
    <w:p w14:paraId="2C903E5F" w14:textId="77777777" w:rsidR="00987D49" w:rsidRDefault="00B27708" w:rsidP="00B27708">
      <w:r>
        <w:t>Dans l</w:t>
      </w:r>
      <w:r w:rsidR="00987D49">
        <w:t>’</w:t>
      </w:r>
      <w:r>
        <w:t>ardeur qui m</w:t>
      </w:r>
      <w:r w:rsidR="00987D49">
        <w:t>’</w:t>
      </w:r>
      <w:r>
        <w:t>animait et qui s</w:t>
      </w:r>
      <w:r w:rsidR="00987D49">
        <w:t>’</w:t>
      </w:r>
      <w:r>
        <w:t>inspirait du désir de satisfaire à la demande d</w:t>
      </w:r>
      <w:r w:rsidR="00987D49">
        <w:t>’</w:t>
      </w:r>
      <w:r>
        <w:t>Hélène</w:t>
      </w:r>
      <w:r w:rsidR="00987D49">
        <w:t xml:space="preserve">, </w:t>
      </w:r>
      <w:r>
        <w:t>je ne m</w:t>
      </w:r>
      <w:r w:rsidR="00987D49">
        <w:t>’</w:t>
      </w:r>
      <w:r>
        <w:t xml:space="preserve">apercevais même pas que je me </w:t>
      </w:r>
      <w:r w:rsidR="00987D49">
        <w:t>« </w:t>
      </w:r>
      <w:r>
        <w:t>mettais dans le coup</w:t>
      </w:r>
      <w:r w:rsidR="00987D49">
        <w:t xml:space="preserve"> », </w:t>
      </w:r>
      <w:r>
        <w:t>comme nous disions au quartier Latin</w:t>
      </w:r>
      <w:r w:rsidR="00987D49">
        <w:t xml:space="preserve">, </w:t>
      </w:r>
      <w:r>
        <w:t>et que je me rangeais sous la bannière des partisans du deuxième satellite</w:t>
      </w:r>
      <w:r w:rsidR="00987D49">
        <w:t>…</w:t>
      </w:r>
    </w:p>
    <w:p w14:paraId="3134344E" w14:textId="77777777" w:rsidR="00987D49" w:rsidRDefault="00B27708" w:rsidP="00B27708">
      <w:r>
        <w:t>Et je ne m</w:t>
      </w:r>
      <w:r w:rsidR="00987D49">
        <w:t>’</w:t>
      </w:r>
      <w:r>
        <w:t>en tins pas aux paroles</w:t>
      </w:r>
      <w:r w:rsidR="00987D49">
        <w:t xml:space="preserve">. </w:t>
      </w:r>
      <w:r>
        <w:t>Je me fis</w:t>
      </w:r>
      <w:r w:rsidR="00987D49">
        <w:t xml:space="preserve">, </w:t>
      </w:r>
      <w:r>
        <w:t>dès cet instant</w:t>
      </w:r>
      <w:r w:rsidR="00987D49">
        <w:t xml:space="preserve">, </w:t>
      </w:r>
      <w:r>
        <w:t>le propagandiste de la nouvelle et surprenante théorie</w:t>
      </w:r>
      <w:r w:rsidR="00987D49">
        <w:t xml:space="preserve">. </w:t>
      </w:r>
      <w:r>
        <w:t>J</w:t>
      </w:r>
      <w:r w:rsidR="00987D49">
        <w:t>’</w:t>
      </w:r>
      <w:r>
        <w:t>accompagnai Hélène et René dans les rédactions de journaux</w:t>
      </w:r>
      <w:r w:rsidR="00987D49">
        <w:t xml:space="preserve">. </w:t>
      </w:r>
      <w:r>
        <w:t>Je renchéris sur leurs affirmations</w:t>
      </w:r>
      <w:r w:rsidR="00987D49">
        <w:t xml:space="preserve">. </w:t>
      </w:r>
      <w:r>
        <w:t>Avec le zèle des néophytes</w:t>
      </w:r>
      <w:r w:rsidR="00987D49">
        <w:t xml:space="preserve">, </w:t>
      </w:r>
      <w:r>
        <w:t>je traînai dans la boue</w:t>
      </w:r>
      <w:r w:rsidR="00987D49">
        <w:t xml:space="preserve"> – </w:t>
      </w:r>
      <w:r>
        <w:t>moralement</w:t>
      </w:r>
      <w:r w:rsidR="00987D49">
        <w:t xml:space="preserve">, </w:t>
      </w:r>
      <w:r>
        <w:t>s</w:t>
      </w:r>
      <w:r w:rsidR="00987D49">
        <w:t>’</w:t>
      </w:r>
      <w:r>
        <w:t>entend</w:t>
      </w:r>
      <w:r w:rsidR="00987D49">
        <w:t xml:space="preserve"> – </w:t>
      </w:r>
      <w:r>
        <w:t>les savants membres de l</w:t>
      </w:r>
      <w:r w:rsidR="00987D49">
        <w:t>’</w:t>
      </w:r>
      <w:r>
        <w:t>Académie des Sciences</w:t>
      </w:r>
      <w:r w:rsidR="00987D49">
        <w:t xml:space="preserve">, </w:t>
      </w:r>
      <w:r>
        <w:t>qui avaient refusé de s</w:t>
      </w:r>
      <w:r w:rsidR="00987D49">
        <w:t>’</w:t>
      </w:r>
      <w:r>
        <w:t>intéresser à la thèse soutenue par le jeune calculateur</w:t>
      </w:r>
      <w:r w:rsidR="00987D49">
        <w:t>.</w:t>
      </w:r>
    </w:p>
    <w:p w14:paraId="10813E86" w14:textId="77777777" w:rsidR="00987D49" w:rsidRDefault="00B27708" w:rsidP="00B27708">
      <w:r>
        <w:t>Enfin</w:t>
      </w:r>
      <w:r w:rsidR="00987D49">
        <w:t xml:space="preserve">, </w:t>
      </w:r>
      <w:r>
        <w:t>ce fut moi qui jouai le rôle décisif dans le déclenchement de la grande aventure dont je devais être le témoin émerveillé</w:t>
      </w:r>
      <w:r w:rsidR="00987D49">
        <w:t xml:space="preserve">, </w:t>
      </w:r>
      <w:r>
        <w:t>en inspirant cette campagne de presse que l</w:t>
      </w:r>
      <w:r w:rsidR="00987D49">
        <w:t>’</w:t>
      </w:r>
      <w:r>
        <w:t>on n</w:t>
      </w:r>
      <w:r w:rsidR="00987D49">
        <w:t>’</w:t>
      </w:r>
      <w:r>
        <w:t>a pas oubliée et dont le résultat devait être</w:t>
      </w:r>
      <w:r w:rsidR="00987D49">
        <w:t xml:space="preserve">, </w:t>
      </w:r>
      <w:r>
        <w:t>finalement</w:t>
      </w:r>
      <w:r w:rsidR="00987D49">
        <w:t xml:space="preserve">, </w:t>
      </w:r>
      <w:r>
        <w:t>l</w:t>
      </w:r>
      <w:r w:rsidR="00987D49">
        <w:t>’</w:t>
      </w:r>
      <w:r>
        <w:t>extravagante entreprise</w:t>
      </w:r>
      <w:r w:rsidR="00987D49">
        <w:t>…</w:t>
      </w:r>
    </w:p>
    <w:p w14:paraId="7486B63D" w14:textId="77777777" w:rsidR="00987D49" w:rsidRDefault="00B27708" w:rsidP="00B27708">
      <w:r>
        <w:t>Dès le début</w:t>
      </w:r>
      <w:r w:rsidR="00987D49">
        <w:t xml:space="preserve">, </w:t>
      </w:r>
      <w:r>
        <w:t>pourtant</w:t>
      </w:r>
      <w:r w:rsidR="00987D49">
        <w:t xml:space="preserve">, </w:t>
      </w:r>
      <w:r>
        <w:t>les résultats n</w:t>
      </w:r>
      <w:r w:rsidR="00987D49">
        <w:t>’</w:t>
      </w:r>
      <w:r>
        <w:t xml:space="preserve">apparurent pas favorables à René </w:t>
      </w:r>
      <w:proofErr w:type="spellStart"/>
      <w:r>
        <w:t>Lesmond</w:t>
      </w:r>
      <w:proofErr w:type="spellEnd"/>
      <w:r w:rsidR="00987D49">
        <w:t xml:space="preserve">. </w:t>
      </w:r>
      <w:r>
        <w:t>Les pontifes de la science officielle</w:t>
      </w:r>
      <w:r w:rsidR="00987D49">
        <w:t xml:space="preserve">, </w:t>
      </w:r>
      <w:r>
        <w:t>violemment attaqués</w:t>
      </w:r>
      <w:r w:rsidR="00987D49">
        <w:t xml:space="preserve">, </w:t>
      </w:r>
      <w:r>
        <w:t>réagirent</w:t>
      </w:r>
      <w:r w:rsidR="00987D49">
        <w:t xml:space="preserve">. </w:t>
      </w:r>
      <w:r>
        <w:t>Le succès de curiosité accordé aux premières révélations du jeune calculateur ne tint pas devant cette réaction</w:t>
      </w:r>
      <w:r w:rsidR="00987D49">
        <w:t>.</w:t>
      </w:r>
    </w:p>
    <w:p w14:paraId="73A7294F" w14:textId="77777777" w:rsidR="00987D49" w:rsidRDefault="00B27708" w:rsidP="00B27708">
      <w:r>
        <w:t>L</w:t>
      </w:r>
      <w:r w:rsidR="00987D49">
        <w:t>’</w:t>
      </w:r>
      <w:r>
        <w:t>opinion publique</w:t>
      </w:r>
      <w:r w:rsidR="00987D49">
        <w:t xml:space="preserve">, </w:t>
      </w:r>
      <w:r>
        <w:t>d</w:t>
      </w:r>
      <w:r w:rsidR="00987D49">
        <w:t>’</w:t>
      </w:r>
      <w:r>
        <w:t>abord amusée</w:t>
      </w:r>
      <w:r w:rsidR="00987D49">
        <w:t xml:space="preserve">, </w:t>
      </w:r>
      <w:r>
        <w:t>craignit d</w:t>
      </w:r>
      <w:r w:rsidR="00987D49">
        <w:t>’</w:t>
      </w:r>
      <w:r>
        <w:t>être mystifiée</w:t>
      </w:r>
      <w:r w:rsidR="00987D49">
        <w:t xml:space="preserve">, </w:t>
      </w:r>
      <w:r>
        <w:t xml:space="preserve">lorsque des hommes considérables taxèrent de folie pure la théorie de </w:t>
      </w:r>
      <w:proofErr w:type="spellStart"/>
      <w:r>
        <w:t>Lesmond</w:t>
      </w:r>
      <w:proofErr w:type="spellEnd"/>
      <w:r w:rsidR="00987D49">
        <w:t xml:space="preserve">. </w:t>
      </w:r>
      <w:r>
        <w:t>Elle se retourna contre lui</w:t>
      </w:r>
      <w:r w:rsidR="00987D49">
        <w:t xml:space="preserve">. </w:t>
      </w:r>
      <w:r>
        <w:t>On insinua qu</w:t>
      </w:r>
      <w:r w:rsidR="00987D49">
        <w:t>’</w:t>
      </w:r>
      <w:r>
        <w:t>il pouvait y avoir</w:t>
      </w:r>
      <w:r w:rsidR="00987D49">
        <w:t xml:space="preserve">, </w:t>
      </w:r>
      <w:r>
        <w:t>dans cette histoire</w:t>
      </w:r>
      <w:r w:rsidR="00987D49">
        <w:t xml:space="preserve">, </w:t>
      </w:r>
      <w:r>
        <w:t>la préparation de quelque escroquerie inédite et compliquée</w:t>
      </w:r>
      <w:r w:rsidR="00987D49">
        <w:t xml:space="preserve">. </w:t>
      </w:r>
      <w:r>
        <w:t xml:space="preserve">On rappela les mésaventures de prétendus </w:t>
      </w:r>
      <w:r>
        <w:lastRenderedPageBreak/>
        <w:t>savants dont la carrière s</w:t>
      </w:r>
      <w:r w:rsidR="00987D49">
        <w:t>’</w:t>
      </w:r>
      <w:r>
        <w:t>était achevée devant le tribunal correctionnel</w:t>
      </w:r>
      <w:r w:rsidR="00987D49">
        <w:t xml:space="preserve">. </w:t>
      </w:r>
      <w:r>
        <w:t>Pour comble</w:t>
      </w:r>
      <w:r w:rsidR="00987D49">
        <w:t xml:space="preserve">, </w:t>
      </w:r>
      <w:r>
        <w:t xml:space="preserve">René </w:t>
      </w:r>
      <w:proofErr w:type="spellStart"/>
      <w:r>
        <w:t>Lesmond</w:t>
      </w:r>
      <w:proofErr w:type="spellEnd"/>
      <w:r w:rsidR="00987D49">
        <w:t xml:space="preserve">, </w:t>
      </w:r>
      <w:r>
        <w:t>objet d</w:t>
      </w:r>
      <w:r w:rsidR="00987D49">
        <w:t>’</w:t>
      </w:r>
      <w:r>
        <w:t>un scandale aussi bruyant</w:t>
      </w:r>
      <w:r w:rsidR="00987D49">
        <w:t xml:space="preserve">, </w:t>
      </w:r>
      <w:r>
        <w:t>perdit sa situation à l</w:t>
      </w:r>
      <w:r w:rsidR="00987D49">
        <w:t>’</w:t>
      </w:r>
      <w:r>
        <w:t>Observatoire et se trouva quasiment sans ressources</w:t>
      </w:r>
      <w:r w:rsidR="00987D49">
        <w:t>…</w:t>
      </w:r>
    </w:p>
    <w:p w14:paraId="72A29179" w14:textId="77777777" w:rsidR="00987D49" w:rsidRDefault="00B27708" w:rsidP="00B27708">
      <w:r>
        <w:t>En vérité</w:t>
      </w:r>
      <w:r w:rsidR="00987D49">
        <w:t xml:space="preserve">, </w:t>
      </w:r>
      <w:r>
        <w:t>je ne fus pas fier de mon idée</w:t>
      </w:r>
      <w:r w:rsidR="00987D49">
        <w:t xml:space="preserve">, </w:t>
      </w:r>
      <w:r>
        <w:t>lorsque j</w:t>
      </w:r>
      <w:r w:rsidR="00987D49">
        <w:t>’</w:t>
      </w:r>
      <w:r>
        <w:t>en mesurai les conséquences en apparence désastreuses</w:t>
      </w:r>
      <w:r w:rsidR="00987D49">
        <w:t xml:space="preserve">. </w:t>
      </w:r>
      <w:r>
        <w:t>Je dois noter que ni René</w:t>
      </w:r>
      <w:r w:rsidR="00987D49">
        <w:t xml:space="preserve">, </w:t>
      </w:r>
      <w:r>
        <w:t>ni Hélène</w:t>
      </w:r>
      <w:r w:rsidR="00987D49">
        <w:t xml:space="preserve">, </w:t>
      </w:r>
      <w:r>
        <w:t>ne me reprochèrent une seule fois</w:t>
      </w:r>
      <w:r w:rsidR="00987D49">
        <w:t xml:space="preserve">, </w:t>
      </w:r>
      <w:r>
        <w:t>même en ces heures sombres</w:t>
      </w:r>
      <w:r w:rsidR="00987D49">
        <w:t xml:space="preserve">, </w:t>
      </w:r>
      <w:r>
        <w:t>le conseil que je leur avais donné et la part que j</w:t>
      </w:r>
      <w:r w:rsidR="00987D49">
        <w:t>’</w:t>
      </w:r>
      <w:r>
        <w:t>avais prise dans son exécution</w:t>
      </w:r>
      <w:r w:rsidR="00987D49">
        <w:t>.</w:t>
      </w:r>
    </w:p>
    <w:p w14:paraId="459B9DA1" w14:textId="77777777" w:rsidR="00987D49" w:rsidRDefault="00B27708" w:rsidP="00B27708">
      <w:r>
        <w:t>Jamais</w:t>
      </w:r>
      <w:r w:rsidR="00987D49">
        <w:t xml:space="preserve">, </w:t>
      </w:r>
      <w:r>
        <w:t>non plus</w:t>
      </w:r>
      <w:r w:rsidR="00987D49">
        <w:t xml:space="preserve">, </w:t>
      </w:r>
      <w:r>
        <w:t>ils ne perdirent l</w:t>
      </w:r>
      <w:r w:rsidR="00987D49">
        <w:t>’</w:t>
      </w:r>
      <w:r>
        <w:t>espoir</w:t>
      </w:r>
      <w:r w:rsidR="00987D49">
        <w:t xml:space="preserve">. </w:t>
      </w:r>
      <w:r>
        <w:t>Hélène prétendait même que le scandale avait son bon côté</w:t>
      </w:r>
      <w:r w:rsidR="00987D49">
        <w:t xml:space="preserve">, </w:t>
      </w:r>
      <w:r>
        <w:t>que le désastre pécuniaire était de peu d</w:t>
      </w:r>
      <w:r w:rsidR="00987D49">
        <w:t>’</w:t>
      </w:r>
      <w:r>
        <w:t>importance</w:t>
      </w:r>
      <w:r w:rsidR="00987D49">
        <w:t xml:space="preserve">, </w:t>
      </w:r>
      <w:r>
        <w:t>que son frère gagnerait autant à donner des répétitions de mathématiques qu</w:t>
      </w:r>
      <w:r w:rsidR="00987D49">
        <w:t>’</w:t>
      </w:r>
      <w:r>
        <w:t>à passer tout son temps au service d</w:t>
      </w:r>
      <w:r w:rsidR="00987D49">
        <w:t>’</w:t>
      </w:r>
      <w:r>
        <w:t>astronomes ingrats et sceptiques</w:t>
      </w:r>
      <w:r w:rsidR="00987D49">
        <w:t>…</w:t>
      </w:r>
    </w:p>
    <w:p w14:paraId="23C3C7C8" w14:textId="77777777" w:rsidR="00987D49" w:rsidRDefault="00B27708" w:rsidP="00B27708">
      <w:r>
        <w:t>Au surplus</w:t>
      </w:r>
      <w:r w:rsidR="00987D49">
        <w:t xml:space="preserve">, </w:t>
      </w:r>
      <w:r>
        <w:t>le sort contraire m</w:t>
      </w:r>
      <w:r w:rsidR="00987D49">
        <w:t>’</w:t>
      </w:r>
      <w:r>
        <w:t>atteignait avec autant de rigueur</w:t>
      </w:r>
      <w:r w:rsidR="00987D49">
        <w:t xml:space="preserve">. </w:t>
      </w:r>
      <w:r>
        <w:t>J</w:t>
      </w:r>
      <w:r w:rsidR="00987D49">
        <w:t>’</w:t>
      </w:r>
      <w:r>
        <w:t>avais été convoqué chez le bâtonnier qui m</w:t>
      </w:r>
      <w:r w:rsidR="00987D49">
        <w:t>’</w:t>
      </w:r>
      <w:r>
        <w:t>avait paternellement exhorté à consacrer mon activité à ma profession</w:t>
      </w:r>
      <w:r w:rsidR="00987D49">
        <w:t xml:space="preserve">, </w:t>
      </w:r>
      <w:r>
        <w:t>au lieu d</w:t>
      </w:r>
      <w:r w:rsidR="00987D49">
        <w:t>’</w:t>
      </w:r>
      <w:r>
        <w:t xml:space="preserve">en détourner une parcelle au profit </w:t>
      </w:r>
      <w:r w:rsidR="00987D49">
        <w:t>« </w:t>
      </w:r>
      <w:r>
        <w:t>d</w:t>
      </w:r>
      <w:r w:rsidR="00987D49">
        <w:t>’</w:t>
      </w:r>
      <w:r>
        <w:t>initiatives fâcheuses</w:t>
      </w:r>
      <w:r w:rsidR="00987D49">
        <w:t xml:space="preserve"> »… </w:t>
      </w:r>
      <w:r>
        <w:t>Je me regimbai</w:t>
      </w:r>
      <w:r w:rsidR="00987D49">
        <w:t xml:space="preserve">, </w:t>
      </w:r>
      <w:r>
        <w:t>je réclamai le droit d</w:t>
      </w:r>
      <w:r w:rsidR="00987D49">
        <w:t>’</w:t>
      </w:r>
      <w:r>
        <w:t>agir à mon gré</w:t>
      </w:r>
      <w:r w:rsidR="00987D49">
        <w:t xml:space="preserve">. </w:t>
      </w:r>
      <w:r>
        <w:t xml:space="preserve">Je me refusai à renier mes amis </w:t>
      </w:r>
      <w:proofErr w:type="spellStart"/>
      <w:r>
        <w:t>Lesmond</w:t>
      </w:r>
      <w:proofErr w:type="spellEnd"/>
      <w:r w:rsidR="00987D49">
        <w:t>.</w:t>
      </w:r>
    </w:p>
    <w:p w14:paraId="69E180CF" w14:textId="77777777" w:rsidR="00987D49" w:rsidRDefault="00B27708" w:rsidP="00B27708">
      <w:r>
        <w:t>L</w:t>
      </w:r>
      <w:r w:rsidR="00987D49">
        <w:t>’</w:t>
      </w:r>
      <w:r>
        <w:t>issue d</w:t>
      </w:r>
      <w:r w:rsidR="00987D49">
        <w:t>’</w:t>
      </w:r>
      <w:r>
        <w:t>une telle querelle n</w:t>
      </w:r>
      <w:r w:rsidR="00987D49">
        <w:t>’</w:t>
      </w:r>
      <w:r>
        <w:t>était pas douteuse</w:t>
      </w:r>
      <w:r w:rsidR="00987D49">
        <w:t xml:space="preserve">. </w:t>
      </w:r>
      <w:r>
        <w:t>Le conseil de l</w:t>
      </w:r>
      <w:r w:rsidR="00987D49">
        <w:t>’</w:t>
      </w:r>
      <w:r>
        <w:t xml:space="preserve">Ordre fut saisi du </w:t>
      </w:r>
      <w:r w:rsidR="00987D49">
        <w:t>« </w:t>
      </w:r>
      <w:r>
        <w:t>cas de maître Calais</w:t>
      </w:r>
      <w:r w:rsidR="00987D49">
        <w:t xml:space="preserve"> », </w:t>
      </w:r>
      <w:r>
        <w:t>et me suspendit pour un an</w:t>
      </w:r>
      <w:r w:rsidR="00987D49">
        <w:t xml:space="preserve">… </w:t>
      </w:r>
      <w:r>
        <w:t>Un avocat suspendu</w:t>
      </w:r>
      <w:r w:rsidR="00987D49">
        <w:t xml:space="preserve">, </w:t>
      </w:r>
      <w:r>
        <w:t>un fonctionnaire révoqué</w:t>
      </w:r>
      <w:r w:rsidR="00987D49">
        <w:t xml:space="preserve">, </w:t>
      </w:r>
      <w:r>
        <w:t>une fille sans fortune</w:t>
      </w:r>
      <w:r w:rsidR="00987D49">
        <w:t xml:space="preserve">, </w:t>
      </w:r>
      <w:r>
        <w:t>tel fut le trio qui devait inspirer et entreprendre la plus extraordinaire des expéditions</w:t>
      </w:r>
      <w:r w:rsidR="00987D49">
        <w:t> !…</w:t>
      </w:r>
    </w:p>
    <w:p w14:paraId="1FE1580B" w14:textId="77777777" w:rsidR="00987D49" w:rsidRDefault="00B27708" w:rsidP="00B27708">
      <w:r>
        <w:t>J</w:t>
      </w:r>
      <w:r w:rsidR="00987D49">
        <w:t>’</w:t>
      </w:r>
      <w:r>
        <w:t>ai dit que</w:t>
      </w:r>
      <w:r w:rsidR="00987D49">
        <w:t xml:space="preserve">, </w:t>
      </w:r>
      <w:r>
        <w:t>malgré le fâcheux succès de mon inspiration et le scandale dont nous avions été victimes</w:t>
      </w:r>
      <w:r w:rsidR="00987D49">
        <w:t xml:space="preserve">, </w:t>
      </w:r>
      <w:r>
        <w:t>Hélène persistait à en attendre beaucoup de bien</w:t>
      </w:r>
      <w:r w:rsidR="00987D49">
        <w:t xml:space="preserve">. </w:t>
      </w:r>
      <w:r>
        <w:t>L</w:t>
      </w:r>
      <w:r w:rsidR="00987D49">
        <w:t>’</w:t>
      </w:r>
      <w:r>
        <w:t>événement devait donner raison à son optimisme</w:t>
      </w:r>
      <w:r w:rsidR="00987D49">
        <w:t xml:space="preserve">, </w:t>
      </w:r>
      <w:r>
        <w:t xml:space="preserve">puisque ce fut à nos malheurs eux-mêmes que nous </w:t>
      </w:r>
      <w:r>
        <w:lastRenderedPageBreak/>
        <w:t>dûmes l</w:t>
      </w:r>
      <w:r w:rsidR="00987D49">
        <w:t>’</w:t>
      </w:r>
      <w:r>
        <w:t>heureuse rencontre qui devait retourner complètement la situation</w:t>
      </w:r>
      <w:r w:rsidR="00987D49">
        <w:t>.</w:t>
      </w:r>
    </w:p>
    <w:p w14:paraId="1E09E549" w14:textId="77777777" w:rsidR="00987D49" w:rsidRDefault="00B27708" w:rsidP="00B27708">
      <w:r>
        <w:t>À donner des répétitions de mathématiques</w:t>
      </w:r>
      <w:r w:rsidR="00987D49">
        <w:t xml:space="preserve">, </w:t>
      </w:r>
      <w:r>
        <w:t>René gagnait à peu près de quoi ne pas mourir de faim et sa sœur partageait vaillamment sa pauvreté</w:t>
      </w:r>
      <w:r w:rsidR="00987D49">
        <w:t xml:space="preserve">. </w:t>
      </w:r>
      <w:r>
        <w:t>De mon côté</w:t>
      </w:r>
      <w:r w:rsidR="00987D49">
        <w:t xml:space="preserve">, </w:t>
      </w:r>
      <w:r>
        <w:t>tout en achevant de dévorer mes médiocres réserves</w:t>
      </w:r>
      <w:r w:rsidR="00987D49">
        <w:t xml:space="preserve">, </w:t>
      </w:r>
      <w:r>
        <w:t>je cherchais des répétitions de droit</w:t>
      </w:r>
      <w:r w:rsidR="00987D49">
        <w:t xml:space="preserve">, </w:t>
      </w:r>
      <w:r>
        <w:t>et je n</w:t>
      </w:r>
      <w:r w:rsidR="00987D49">
        <w:t>’</w:t>
      </w:r>
      <w:r>
        <w:t>en trouvais guère</w:t>
      </w:r>
      <w:r w:rsidR="00987D49">
        <w:t>.</w:t>
      </w:r>
    </w:p>
    <w:p w14:paraId="38BC13AA" w14:textId="77777777" w:rsidR="00987D49" w:rsidRDefault="00B27708" w:rsidP="00B27708">
      <w:r>
        <w:t>Mais une annonce</w:t>
      </w:r>
      <w:r w:rsidR="00987D49">
        <w:t xml:space="preserve">, </w:t>
      </w:r>
      <w:r>
        <w:t xml:space="preserve">insérée dans le </w:t>
      </w:r>
      <w:r w:rsidR="00987D49">
        <w:t>« </w:t>
      </w:r>
      <w:r>
        <w:t>Petit Parisien</w:t>
      </w:r>
      <w:r w:rsidR="00987D49">
        <w:t xml:space="preserve"> », </w:t>
      </w:r>
      <w:r>
        <w:t>me fit connaître l</w:t>
      </w:r>
      <w:r w:rsidR="00987D49">
        <w:t>’</w:t>
      </w:r>
      <w:r>
        <w:t>homme envoyé par le destin pour assurer la réalisation de la formidable aventure</w:t>
      </w:r>
      <w:r w:rsidR="00987D49">
        <w:t>.</w:t>
      </w:r>
    </w:p>
    <w:p w14:paraId="3AB7D565" w14:textId="77777777" w:rsidR="00987D49" w:rsidRDefault="00B27708" w:rsidP="00B27708">
      <w:r>
        <w:t>À cette annonce</w:t>
      </w:r>
      <w:r w:rsidR="00987D49">
        <w:t xml:space="preserve">, </w:t>
      </w:r>
      <w:r>
        <w:t>par laquelle je m</w:t>
      </w:r>
      <w:r w:rsidR="00987D49">
        <w:t>’</w:t>
      </w:r>
      <w:r>
        <w:t>offrais à enseigner les rudiments du droit à de jeunes étudiants en retard dans leurs études</w:t>
      </w:r>
      <w:r w:rsidR="00987D49">
        <w:t xml:space="preserve">, </w:t>
      </w:r>
      <w:r>
        <w:t>je reçus une réponse curieuse et imprévue</w:t>
      </w:r>
      <w:r w:rsidR="00987D49">
        <w:t>.</w:t>
      </w:r>
    </w:p>
    <w:p w14:paraId="55FDE219" w14:textId="77777777" w:rsidR="00987D49" w:rsidRDefault="00B27708" w:rsidP="00B27708">
      <w:r>
        <w:t>Un Monsieur</w:t>
      </w:r>
      <w:r w:rsidR="00987D49">
        <w:t xml:space="preserve">, </w:t>
      </w:r>
      <w:r>
        <w:t xml:space="preserve">qui signait </w:t>
      </w:r>
      <w:r w:rsidR="00987D49">
        <w:t>« </w:t>
      </w:r>
      <w:r>
        <w:t xml:space="preserve">Pierre </w:t>
      </w:r>
      <w:proofErr w:type="spellStart"/>
      <w:r>
        <w:t>Saravine</w:t>
      </w:r>
      <w:proofErr w:type="spellEnd"/>
      <w:r w:rsidR="00987D49">
        <w:t xml:space="preserve">, </w:t>
      </w:r>
      <w:r>
        <w:t>ingénieur</w:t>
      </w:r>
      <w:r w:rsidR="00987D49">
        <w:t xml:space="preserve"> », </w:t>
      </w:r>
      <w:r>
        <w:t>me demandait si je ne serais pas capable de lui apprendre</w:t>
      </w:r>
      <w:r w:rsidR="00987D49">
        <w:t xml:space="preserve">, </w:t>
      </w:r>
      <w:r>
        <w:t>en quelques leçons</w:t>
      </w:r>
      <w:r w:rsidR="00987D49">
        <w:t xml:space="preserve">, </w:t>
      </w:r>
      <w:r>
        <w:t>car son temps était précieux</w:t>
      </w:r>
      <w:r w:rsidR="00987D49">
        <w:t xml:space="preserve">, </w:t>
      </w:r>
      <w:r>
        <w:t>la législation internationale des brevets d</w:t>
      </w:r>
      <w:r w:rsidR="00987D49">
        <w:t>’</w:t>
      </w:r>
      <w:r>
        <w:t>invention</w:t>
      </w:r>
      <w:r w:rsidR="00987D49">
        <w:t xml:space="preserve">. </w:t>
      </w:r>
      <w:r>
        <w:t>Il se trouvait que j</w:t>
      </w:r>
      <w:r w:rsidR="00987D49">
        <w:t>’</w:t>
      </w:r>
      <w:r>
        <w:t>avais</w:t>
      </w:r>
      <w:r w:rsidR="00987D49">
        <w:t xml:space="preserve">, </w:t>
      </w:r>
      <w:r>
        <w:t>précisément</w:t>
      </w:r>
      <w:r w:rsidR="00987D49">
        <w:t xml:space="preserve">, </w:t>
      </w:r>
      <w:r>
        <w:t>traité cette question lorsque j</w:t>
      </w:r>
      <w:r w:rsidR="00987D49">
        <w:t>’</w:t>
      </w:r>
      <w:r>
        <w:t>avais passé ma thèse de doctorat</w:t>
      </w:r>
      <w:r w:rsidR="00987D49">
        <w:t xml:space="preserve">. </w:t>
      </w:r>
      <w:r>
        <w:t>Je répondis donc à l</w:t>
      </w:r>
      <w:r w:rsidR="00987D49">
        <w:t>’</w:t>
      </w:r>
      <w:r>
        <w:t>ingénieur que j</w:t>
      </w:r>
      <w:r w:rsidR="00987D49">
        <w:t>’</w:t>
      </w:r>
      <w:r>
        <w:t>étais tout à sa disposition</w:t>
      </w:r>
      <w:r w:rsidR="00987D49">
        <w:t xml:space="preserve">, </w:t>
      </w:r>
      <w:r>
        <w:t>et il vint aussitôt chez moi</w:t>
      </w:r>
      <w:r w:rsidR="00987D49">
        <w:t xml:space="preserve">, </w:t>
      </w:r>
      <w:r>
        <w:t>pour sa première leçon</w:t>
      </w:r>
      <w:r w:rsidR="00987D49">
        <w:t>.</w:t>
      </w:r>
    </w:p>
    <w:p w14:paraId="7C3F33A4" w14:textId="77777777" w:rsidR="00987D49" w:rsidRDefault="00B27708" w:rsidP="00B27708">
      <w:r>
        <w:t>La destinée tient à peu de chose</w:t>
      </w:r>
      <w:r w:rsidR="00987D49">
        <w:t xml:space="preserve">. </w:t>
      </w:r>
      <w:r>
        <w:t>Sans doute</w:t>
      </w:r>
      <w:r w:rsidR="00987D49">
        <w:t xml:space="preserve">, </w:t>
      </w:r>
      <w:r>
        <w:t>mon élève et moi n</w:t>
      </w:r>
      <w:r w:rsidR="00987D49">
        <w:t>’</w:t>
      </w:r>
      <w:r>
        <w:t>aurions-nous échangé aucune confidence</w:t>
      </w:r>
      <w:r w:rsidR="00987D49">
        <w:t xml:space="preserve">, </w:t>
      </w:r>
      <w:r>
        <w:t>ni ce jour-là</w:t>
      </w:r>
      <w:r w:rsidR="00987D49">
        <w:t xml:space="preserve">, </w:t>
      </w:r>
      <w:r>
        <w:t>ni au cours des leçons suivantes</w:t>
      </w:r>
      <w:r w:rsidR="00987D49">
        <w:t xml:space="preserve">, </w:t>
      </w:r>
      <w:r>
        <w:t>sans jamais plus nous rencontrer</w:t>
      </w:r>
      <w:r w:rsidR="00987D49">
        <w:t xml:space="preserve">, </w:t>
      </w:r>
      <w:r>
        <w:t>si</w:t>
      </w:r>
      <w:r w:rsidR="00987D49">
        <w:t xml:space="preserve">, </w:t>
      </w:r>
      <w:r>
        <w:t>par extraordinaire</w:t>
      </w:r>
      <w:r w:rsidR="00987D49">
        <w:t xml:space="preserve">, </w:t>
      </w:r>
      <w:r>
        <w:t xml:space="preserve">René </w:t>
      </w:r>
      <w:proofErr w:type="spellStart"/>
      <w:r>
        <w:t>Lesmond</w:t>
      </w:r>
      <w:proofErr w:type="spellEnd"/>
      <w:r w:rsidR="00987D49">
        <w:t xml:space="preserve">, </w:t>
      </w:r>
      <w:r>
        <w:t>que je n</w:t>
      </w:r>
      <w:r w:rsidR="00987D49">
        <w:t>’</w:t>
      </w:r>
      <w:r>
        <w:t>attendais pas</w:t>
      </w:r>
      <w:r w:rsidR="00987D49">
        <w:t xml:space="preserve">, </w:t>
      </w:r>
      <w:r>
        <w:t>n</w:t>
      </w:r>
      <w:r w:rsidR="00987D49">
        <w:t>’</w:t>
      </w:r>
      <w:r>
        <w:t>était venu chez moi</w:t>
      </w:r>
      <w:r w:rsidR="00987D49">
        <w:t xml:space="preserve">, </w:t>
      </w:r>
      <w:r>
        <w:t>tandis que j</w:t>
      </w:r>
      <w:r w:rsidR="00987D49">
        <w:t>’</w:t>
      </w:r>
      <w:r>
        <w:t xml:space="preserve">initiais Pierre </w:t>
      </w:r>
      <w:proofErr w:type="spellStart"/>
      <w:r>
        <w:t>Saravine</w:t>
      </w:r>
      <w:proofErr w:type="spellEnd"/>
      <w:r>
        <w:t xml:space="preserve"> aux avantages et aux difficultés du brevet allemand</w:t>
      </w:r>
      <w:r w:rsidR="00987D49">
        <w:t>.</w:t>
      </w:r>
    </w:p>
    <w:p w14:paraId="4CBB957E" w14:textId="77777777" w:rsidR="00987D49" w:rsidRDefault="00B27708" w:rsidP="00B27708">
      <w:r>
        <w:t>Je fis les présentations</w:t>
      </w:r>
      <w:r w:rsidR="00987D49">
        <w:t xml:space="preserve">. </w:t>
      </w:r>
      <w:r>
        <w:t>Mon nom n</w:t>
      </w:r>
      <w:r w:rsidR="00987D49">
        <w:t>’</w:t>
      </w:r>
      <w:r>
        <w:t>avait évoqué chez mon élève aucune réminiscence</w:t>
      </w:r>
      <w:r w:rsidR="00987D49">
        <w:t xml:space="preserve">. </w:t>
      </w:r>
      <w:r>
        <w:t xml:space="preserve">Celui de </w:t>
      </w:r>
      <w:proofErr w:type="spellStart"/>
      <w:r>
        <w:t>Lesmond</w:t>
      </w:r>
      <w:proofErr w:type="spellEnd"/>
      <w:r w:rsidR="00987D49">
        <w:t xml:space="preserve">, </w:t>
      </w:r>
      <w:r>
        <w:t>qui avait été publié avec beaucoup plus d</w:t>
      </w:r>
      <w:r w:rsidR="00987D49">
        <w:t>’</w:t>
      </w:r>
      <w:r>
        <w:t>insistance</w:t>
      </w:r>
      <w:r w:rsidR="00987D49">
        <w:t xml:space="preserve">, </w:t>
      </w:r>
      <w:r>
        <w:t>le frappa</w:t>
      </w:r>
      <w:r w:rsidR="00987D49">
        <w:t xml:space="preserve">. </w:t>
      </w:r>
      <w:r>
        <w:t>Une conversation s</w:t>
      </w:r>
      <w:r w:rsidR="00987D49">
        <w:t>’</w:t>
      </w:r>
      <w:r>
        <w:t>engagea sur les déboires des inventeurs souvent dépouillés</w:t>
      </w:r>
      <w:r w:rsidR="00987D49">
        <w:t xml:space="preserve">, </w:t>
      </w:r>
      <w:r>
        <w:t xml:space="preserve">toujours </w:t>
      </w:r>
      <w:r>
        <w:lastRenderedPageBreak/>
        <w:t>méconnus</w:t>
      </w:r>
      <w:r w:rsidR="00987D49">
        <w:t xml:space="preserve">. </w:t>
      </w:r>
      <w:r>
        <w:t>Les deux jeunes gens sympathisèrent</w:t>
      </w:r>
      <w:r w:rsidR="00987D49">
        <w:t xml:space="preserve">. </w:t>
      </w:r>
      <w:r>
        <w:t>René présenta Hélène</w:t>
      </w:r>
      <w:r w:rsidR="00987D49">
        <w:t xml:space="preserve">. </w:t>
      </w:r>
      <w:r>
        <w:t>Et le destin fut fixé</w:t>
      </w:r>
      <w:r w:rsidR="00987D49">
        <w:t>…</w:t>
      </w:r>
    </w:p>
    <w:p w14:paraId="12C4A410" w14:textId="77777777" w:rsidR="00987D49" w:rsidRDefault="00B27708" w:rsidP="00B27708">
      <w:r>
        <w:t>Les amoureux malheureux sont clairvoyants</w:t>
      </w:r>
      <w:r w:rsidR="00987D49">
        <w:t xml:space="preserve">. </w:t>
      </w:r>
      <w:r>
        <w:t>Quand ils se leurrent</w:t>
      </w:r>
      <w:r w:rsidR="00987D49">
        <w:t xml:space="preserve">, </w:t>
      </w:r>
      <w:r>
        <w:t>c</w:t>
      </w:r>
      <w:r w:rsidR="00987D49">
        <w:t>’</w:t>
      </w:r>
      <w:r>
        <w:t>est qu</w:t>
      </w:r>
      <w:r w:rsidR="00987D49">
        <w:t>’</w:t>
      </w:r>
      <w:r>
        <w:t>ils le veulent bien</w:t>
      </w:r>
      <w:r w:rsidR="00987D49">
        <w:t xml:space="preserve">. </w:t>
      </w:r>
      <w:r>
        <w:t>Moi</w:t>
      </w:r>
      <w:r w:rsidR="00987D49">
        <w:t xml:space="preserve">, </w:t>
      </w:r>
      <w:r>
        <w:t>je ne le voulus point</w:t>
      </w:r>
      <w:r w:rsidR="00987D49">
        <w:t xml:space="preserve">. </w:t>
      </w:r>
      <w:r>
        <w:t>Je discernai</w:t>
      </w:r>
      <w:r w:rsidR="00987D49">
        <w:t xml:space="preserve">, </w:t>
      </w:r>
      <w:r>
        <w:t>du premier coup d</w:t>
      </w:r>
      <w:r w:rsidR="00987D49">
        <w:t>’</w:t>
      </w:r>
      <w:r>
        <w:t>œil</w:t>
      </w:r>
      <w:r w:rsidR="00987D49">
        <w:t xml:space="preserve">, </w:t>
      </w:r>
      <w:r>
        <w:t>et avant même peut-être que les intéressés le sentissent eux-mêmes</w:t>
      </w:r>
      <w:r w:rsidR="00987D49">
        <w:t xml:space="preserve">, </w:t>
      </w:r>
      <w:r>
        <w:t>que Pierre et Hélène étaient faits l</w:t>
      </w:r>
      <w:r w:rsidR="00987D49">
        <w:t>’</w:t>
      </w:r>
      <w:r>
        <w:t>un pour l</w:t>
      </w:r>
      <w:r w:rsidR="00987D49">
        <w:t>’</w:t>
      </w:r>
      <w:r>
        <w:t>autre</w:t>
      </w:r>
      <w:r w:rsidR="00987D49">
        <w:t>.</w:t>
      </w:r>
    </w:p>
    <w:p w14:paraId="755AC3AD" w14:textId="77777777" w:rsidR="00987D49" w:rsidRDefault="00B27708" w:rsidP="00B27708">
      <w:r>
        <w:t>Dire que je me résignai sans peine à cet écroulement de ma vie sentimentale</w:t>
      </w:r>
      <w:r w:rsidR="00987D49">
        <w:t xml:space="preserve">, </w:t>
      </w:r>
      <w:r>
        <w:t>serait mentir</w:t>
      </w:r>
      <w:r w:rsidR="00987D49">
        <w:t xml:space="preserve">. </w:t>
      </w:r>
      <w:r>
        <w:t>Mais</w:t>
      </w:r>
      <w:r w:rsidR="00987D49">
        <w:t xml:space="preserve">, </w:t>
      </w:r>
      <w:r>
        <w:t>je le répète</w:t>
      </w:r>
      <w:r w:rsidR="00987D49">
        <w:t xml:space="preserve">, </w:t>
      </w:r>
      <w:r>
        <w:t>il ne s</w:t>
      </w:r>
      <w:r w:rsidR="00987D49">
        <w:t>’</w:t>
      </w:r>
      <w:r>
        <w:t>agit ici ni de moi</w:t>
      </w:r>
      <w:r w:rsidR="00987D49">
        <w:t xml:space="preserve">, </w:t>
      </w:r>
      <w:r>
        <w:t>ni de mes amours contrariées</w:t>
      </w:r>
      <w:r w:rsidR="00987D49">
        <w:t>.</w:t>
      </w:r>
    </w:p>
    <w:p w14:paraId="639ACCE2" w14:textId="77777777" w:rsidR="00987D49" w:rsidRDefault="00B27708" w:rsidP="00B27708">
      <w:r>
        <w:t>Il s</w:t>
      </w:r>
      <w:r w:rsidR="00987D49">
        <w:t>’</w:t>
      </w:r>
      <w:r>
        <w:t>agit de la formidable aventure</w:t>
      </w:r>
      <w:r w:rsidR="00987D49">
        <w:t xml:space="preserve">. </w:t>
      </w:r>
      <w:r>
        <w:t>Les sentiments de ceux qui la vécurent ne doivent intervenir que dans leurs rapports avec les faits</w:t>
      </w:r>
      <w:r w:rsidR="00987D49">
        <w:t>.</w:t>
      </w:r>
    </w:p>
    <w:p w14:paraId="1DEF19E7" w14:textId="77777777" w:rsidR="00987D49" w:rsidRDefault="00B27708" w:rsidP="00B27708">
      <w:r>
        <w:t>Or</w:t>
      </w:r>
      <w:r w:rsidR="00987D49">
        <w:t xml:space="preserve">, </w:t>
      </w:r>
      <w:r>
        <w:t>il est certain que l</w:t>
      </w:r>
      <w:r w:rsidR="00987D49">
        <w:t>’</w:t>
      </w:r>
      <w:r>
        <w:t>irrésistible attrait qui poussa Hélène et Pierre l</w:t>
      </w:r>
      <w:r w:rsidR="00987D49">
        <w:t>’</w:t>
      </w:r>
      <w:r>
        <w:t>un vers l</w:t>
      </w:r>
      <w:r w:rsidR="00987D49">
        <w:t>’</w:t>
      </w:r>
      <w:r>
        <w:t>autre</w:t>
      </w:r>
      <w:r w:rsidR="00987D49">
        <w:t xml:space="preserve">, </w:t>
      </w:r>
      <w:r>
        <w:t>joua un rôle essentiel dans le déclenchement</w:t>
      </w:r>
      <w:r w:rsidR="00987D49">
        <w:t xml:space="preserve">, </w:t>
      </w:r>
      <w:r>
        <w:t>puis dans le développement des faits</w:t>
      </w:r>
      <w:r w:rsidR="00987D49">
        <w:t xml:space="preserve">. </w:t>
      </w:r>
      <w:r>
        <w:t>Il fut pour beaucoup</w:t>
      </w:r>
      <w:r w:rsidR="00987D49">
        <w:t xml:space="preserve">, </w:t>
      </w:r>
      <w:r>
        <w:t>d</w:t>
      </w:r>
      <w:r w:rsidR="00987D49">
        <w:t>’</w:t>
      </w:r>
      <w:r>
        <w:t>abord</w:t>
      </w:r>
      <w:r w:rsidR="00987D49">
        <w:t xml:space="preserve">, </w:t>
      </w:r>
      <w:r>
        <w:t>dans la conversion de Pierre à la thèse de René</w:t>
      </w:r>
      <w:r w:rsidR="00987D49">
        <w:t xml:space="preserve">, </w:t>
      </w:r>
      <w:r>
        <w:t>à l</w:t>
      </w:r>
      <w:r w:rsidR="00987D49">
        <w:t>’</w:t>
      </w:r>
      <w:r>
        <w:t>égard de laquelle l</w:t>
      </w:r>
      <w:r w:rsidR="00987D49">
        <w:t>’</w:t>
      </w:r>
      <w:r>
        <w:t>ingénieur avait tout d</w:t>
      </w:r>
      <w:r w:rsidR="00987D49">
        <w:t>’</w:t>
      </w:r>
      <w:r>
        <w:t>abord affiché une réserve polie</w:t>
      </w:r>
      <w:r w:rsidR="00987D49">
        <w:t xml:space="preserve">. </w:t>
      </w:r>
      <w:r>
        <w:t>En passant par la bouche d</w:t>
      </w:r>
      <w:r w:rsidR="00987D49">
        <w:t>’</w:t>
      </w:r>
      <w:r>
        <w:t>Hélène</w:t>
      </w:r>
      <w:r w:rsidR="00987D49">
        <w:t xml:space="preserve">, </w:t>
      </w:r>
      <w:r>
        <w:t>les arguments de René acquéraient une saveur et une force singulières</w:t>
      </w:r>
      <w:r w:rsidR="00987D49">
        <w:t>.</w:t>
      </w:r>
    </w:p>
    <w:p w14:paraId="312B43B7" w14:textId="77777777" w:rsidR="00987D49" w:rsidRDefault="00B27708" w:rsidP="00B27708">
      <w:r>
        <w:t>On se souvient que j</w:t>
      </w:r>
      <w:r w:rsidR="00987D49">
        <w:t>’</w:t>
      </w:r>
      <w:r>
        <w:t>avais été moi-même sensible à cette force et à cette saveur</w:t>
      </w:r>
      <w:r w:rsidR="00987D49">
        <w:t xml:space="preserve">. </w:t>
      </w:r>
      <w:r>
        <w:t xml:space="preserve">Pierre </w:t>
      </w:r>
      <w:proofErr w:type="spellStart"/>
      <w:r>
        <w:t>Saravine</w:t>
      </w:r>
      <w:proofErr w:type="spellEnd"/>
      <w:r>
        <w:t xml:space="preserve"> ne résista pas mieux que moi à l</w:t>
      </w:r>
      <w:r w:rsidR="00987D49">
        <w:t>’</w:t>
      </w:r>
      <w:r>
        <w:t>invincible et inconsciente séduction de la fille aux yeux noirs</w:t>
      </w:r>
      <w:r w:rsidR="00987D49">
        <w:t xml:space="preserve">. </w:t>
      </w:r>
      <w:r>
        <w:t>En peu de temps</w:t>
      </w:r>
      <w:r w:rsidR="00987D49">
        <w:t xml:space="preserve">, </w:t>
      </w:r>
      <w:r>
        <w:t>sa conviction fut entière</w:t>
      </w:r>
      <w:r w:rsidR="00987D49">
        <w:t>.</w:t>
      </w:r>
    </w:p>
    <w:p w14:paraId="78DB437F" w14:textId="77777777" w:rsidR="00987D49" w:rsidRDefault="00B27708" w:rsidP="00B27708">
      <w:r>
        <w:t>Ce fut à la troisième entrevue que nous connûmes enfin le sens des travaux</w:t>
      </w:r>
      <w:r w:rsidR="00987D49">
        <w:t xml:space="preserve">, </w:t>
      </w:r>
      <w:r>
        <w:t>en raison desquels l</w:t>
      </w:r>
      <w:r w:rsidR="00987D49">
        <w:t>’</w:t>
      </w:r>
      <w:r>
        <w:t>ingénieur s</w:t>
      </w:r>
      <w:r w:rsidR="00987D49">
        <w:t>’</w:t>
      </w:r>
      <w:r>
        <w:t>intéressait si vivement à la législation des brevets</w:t>
      </w:r>
      <w:r w:rsidR="00987D49">
        <w:t xml:space="preserve">. </w:t>
      </w:r>
      <w:r>
        <w:t>Et ce fut du même coup qu</w:t>
      </w:r>
      <w:r w:rsidR="00987D49">
        <w:t>’</w:t>
      </w:r>
      <w:r>
        <w:t xml:space="preserve">il fit aux </w:t>
      </w:r>
      <w:proofErr w:type="spellStart"/>
      <w:r>
        <w:t>Lesmond</w:t>
      </w:r>
      <w:proofErr w:type="spellEnd"/>
      <w:r>
        <w:t xml:space="preserve"> la prodigieuse proposition</w:t>
      </w:r>
      <w:r w:rsidR="00987D49">
        <w:t>…</w:t>
      </w:r>
    </w:p>
    <w:p w14:paraId="77382D9C" w14:textId="77777777" w:rsidR="00987D49" w:rsidRDefault="00B27708" w:rsidP="00B27708">
      <w:r>
        <w:t>René avait recommencé devant lui</w:t>
      </w:r>
      <w:r w:rsidR="00987D49">
        <w:t xml:space="preserve">, </w:t>
      </w:r>
      <w:r>
        <w:t>à grand renfort de symboles du calcul intégral</w:t>
      </w:r>
      <w:r w:rsidR="00987D49">
        <w:t xml:space="preserve">, </w:t>
      </w:r>
      <w:r>
        <w:t>toute la série d</w:t>
      </w:r>
      <w:r w:rsidR="00987D49">
        <w:t>’</w:t>
      </w:r>
      <w:r>
        <w:t xml:space="preserve">équations qui appuyaient son </w:t>
      </w:r>
      <w:r>
        <w:lastRenderedPageBreak/>
        <w:t>hypothèse</w:t>
      </w:r>
      <w:r w:rsidR="00987D49">
        <w:t xml:space="preserve">, </w:t>
      </w:r>
      <w:r>
        <w:t>et je dois dire que Pierre les comprenait apparemment beaucoup mieux que moi</w:t>
      </w:r>
      <w:r w:rsidR="00987D49">
        <w:t xml:space="preserve">, </w:t>
      </w:r>
      <w:r>
        <w:t>et beaucoup mieux aussi qu</w:t>
      </w:r>
      <w:r w:rsidR="00987D49">
        <w:t>’</w:t>
      </w:r>
      <w:r>
        <w:t>Hélène</w:t>
      </w:r>
      <w:r w:rsidR="00987D49">
        <w:t xml:space="preserve">, </w:t>
      </w:r>
      <w:r>
        <w:t>pour qui la foi dans l</w:t>
      </w:r>
      <w:r w:rsidR="00987D49">
        <w:t>’</w:t>
      </w:r>
      <w:r>
        <w:t>infaillibilité du calculateur remplaçait toute conviction raisonnée</w:t>
      </w:r>
      <w:r w:rsidR="00987D49">
        <w:t xml:space="preserve">. </w:t>
      </w:r>
      <w:r>
        <w:t>Donc</w:t>
      </w:r>
      <w:r w:rsidR="00987D49">
        <w:t xml:space="preserve">, </w:t>
      </w:r>
      <w:r>
        <w:t>l</w:t>
      </w:r>
      <w:r w:rsidR="00987D49">
        <w:t>’</w:t>
      </w:r>
      <w:r>
        <w:t>ingénieur avait suivi ces calculs avec une attention profonde</w:t>
      </w:r>
      <w:r w:rsidR="00987D49">
        <w:t xml:space="preserve">. </w:t>
      </w:r>
      <w:r>
        <w:t>Il les approuva d</w:t>
      </w:r>
      <w:r w:rsidR="00987D49">
        <w:t>’</w:t>
      </w:r>
      <w:r>
        <w:t>un signe de tête quand ils furent terminés et conclut</w:t>
      </w:r>
      <w:r w:rsidR="00987D49">
        <w:t> :</w:t>
      </w:r>
    </w:p>
    <w:p w14:paraId="04168244" w14:textId="77777777" w:rsidR="00987D49" w:rsidRDefault="00987D49" w:rsidP="00B27708">
      <w:r>
        <w:rPr>
          <w:rFonts w:eastAsia="Georgia"/>
        </w:rPr>
        <w:t>— </w:t>
      </w:r>
      <w:r w:rsidR="00B27708">
        <w:t>En somme</w:t>
      </w:r>
      <w:r>
        <w:t xml:space="preserve">, </w:t>
      </w:r>
      <w:r w:rsidR="00B27708">
        <w:t>tout cela est irréfutable</w:t>
      </w:r>
      <w:r>
        <w:t xml:space="preserve">. </w:t>
      </w:r>
      <w:r w:rsidR="00B27708">
        <w:t>Malheureusement</w:t>
      </w:r>
      <w:r>
        <w:t xml:space="preserve">, </w:t>
      </w:r>
      <w:r w:rsidR="00B27708">
        <w:t>l</w:t>
      </w:r>
      <w:r>
        <w:t>’</w:t>
      </w:r>
      <w:r w:rsidR="00B27708">
        <w:t>observation ne confirme pas la théorie</w:t>
      </w:r>
      <w:r>
        <w:t xml:space="preserve">, </w:t>
      </w:r>
      <w:r w:rsidR="00B27708">
        <w:t>et votre satellite inconnu reste invisible</w:t>
      </w:r>
      <w:r>
        <w:t xml:space="preserve">… </w:t>
      </w:r>
      <w:r w:rsidR="00B27708">
        <w:t>C</w:t>
      </w:r>
      <w:r>
        <w:t>’</w:t>
      </w:r>
      <w:r w:rsidR="00B27708">
        <w:t>est bien cela</w:t>
      </w:r>
      <w:r>
        <w:t xml:space="preserve">, </w:t>
      </w:r>
      <w:r w:rsidR="00B27708">
        <w:t>n</w:t>
      </w:r>
      <w:r>
        <w:t>’</w:t>
      </w:r>
      <w:r w:rsidR="00B27708">
        <w:t>est-ce pas</w:t>
      </w:r>
      <w:r>
        <w:t xml:space="preserve">, </w:t>
      </w:r>
      <w:r w:rsidR="00B27708">
        <w:t>la seule objection</w:t>
      </w:r>
      <w:r>
        <w:t> ?</w:t>
      </w:r>
    </w:p>
    <w:p w14:paraId="2C9D1CF5" w14:textId="77777777" w:rsidR="00987D49" w:rsidRDefault="00987D49" w:rsidP="00B27708">
      <w:r>
        <w:rPr>
          <w:rFonts w:eastAsia="Georgia"/>
        </w:rPr>
        <w:t>— </w:t>
      </w:r>
      <w:r w:rsidR="00B27708">
        <w:t>La seule</w:t>
      </w:r>
      <w:r>
        <w:t xml:space="preserve">, </w:t>
      </w:r>
      <w:r w:rsidR="00B27708">
        <w:t>répondit René</w:t>
      </w:r>
      <w:r>
        <w:t xml:space="preserve">, </w:t>
      </w:r>
      <w:r w:rsidR="00B27708">
        <w:t>mais elle est de taille</w:t>
      </w:r>
      <w:r>
        <w:t> !…</w:t>
      </w:r>
    </w:p>
    <w:p w14:paraId="3FEEC3A4" w14:textId="77777777" w:rsidR="00987D49" w:rsidRDefault="00B27708" w:rsidP="00B27708">
      <w:r>
        <w:t>Ce fut alors que Pierre se révéla</w:t>
      </w:r>
      <w:r w:rsidR="00987D49">
        <w:t xml:space="preserve">. </w:t>
      </w:r>
      <w:r>
        <w:t>Il fixa son regard d</w:t>
      </w:r>
      <w:r w:rsidR="00987D49">
        <w:t>’</w:t>
      </w:r>
      <w:r>
        <w:t>aigle sur le visage pathétique d</w:t>
      </w:r>
      <w:r w:rsidR="00987D49">
        <w:t>’</w:t>
      </w:r>
      <w:r>
        <w:t>Hélène</w:t>
      </w:r>
      <w:r w:rsidR="00987D49">
        <w:t xml:space="preserve">, </w:t>
      </w:r>
      <w:r>
        <w:t>puis sur René</w:t>
      </w:r>
      <w:r w:rsidR="00987D49">
        <w:t xml:space="preserve">. </w:t>
      </w:r>
      <w:r>
        <w:t>Ensuite</w:t>
      </w:r>
      <w:r w:rsidR="00987D49">
        <w:t xml:space="preserve">, </w:t>
      </w:r>
      <w:r>
        <w:t>d</w:t>
      </w:r>
      <w:r w:rsidR="00987D49">
        <w:t>’</w:t>
      </w:r>
      <w:r>
        <w:t>une voix dont je n</w:t>
      </w:r>
      <w:r w:rsidR="00987D49">
        <w:t>’</w:t>
      </w:r>
      <w:r>
        <w:t>oublierai jamais l</w:t>
      </w:r>
      <w:r w:rsidR="00987D49">
        <w:t>’</w:t>
      </w:r>
      <w:r>
        <w:t>inflexion dominatrice</w:t>
      </w:r>
      <w:r w:rsidR="00987D49">
        <w:t xml:space="preserve">, </w:t>
      </w:r>
      <w:r>
        <w:t>il prononça ces étranges paroles</w:t>
      </w:r>
      <w:r w:rsidR="00987D49">
        <w:t> :</w:t>
      </w:r>
    </w:p>
    <w:p w14:paraId="7C93800E" w14:textId="77777777" w:rsidR="00987D49" w:rsidRDefault="00987D49" w:rsidP="00B27708">
      <w:pPr>
        <w:rPr>
          <w:i/>
          <w:iCs/>
        </w:rPr>
      </w:pPr>
      <w:r>
        <w:rPr>
          <w:rFonts w:eastAsia="Georgia"/>
        </w:rPr>
        <w:t>— </w:t>
      </w:r>
      <w:r w:rsidR="00B27708">
        <w:t>Eh bien</w:t>
      </w:r>
      <w:r>
        <w:t xml:space="preserve"> ! </w:t>
      </w:r>
      <w:r w:rsidR="00B27708">
        <w:t>puisque le satellite existe</w:t>
      </w:r>
      <w:r>
        <w:t xml:space="preserve">, </w:t>
      </w:r>
      <w:r w:rsidR="00B27708">
        <w:t>car vos calculs sont justes et ne peuvent se tromper</w:t>
      </w:r>
      <w:r>
        <w:t xml:space="preserve"> ; </w:t>
      </w:r>
      <w:r w:rsidR="00B27708">
        <w:t>puisque des circonstances inconnues font qu</w:t>
      </w:r>
      <w:r>
        <w:t>’</w:t>
      </w:r>
      <w:r w:rsidR="00B27708">
        <w:t>il n</w:t>
      </w:r>
      <w:r>
        <w:t>’</w:t>
      </w:r>
      <w:r w:rsidR="00B27708">
        <w:t>est pas décelé par les lunettes astronomiques</w:t>
      </w:r>
      <w:r>
        <w:t xml:space="preserve"> ; </w:t>
      </w:r>
      <w:r w:rsidR="00B27708">
        <w:t>il ne reste qu</w:t>
      </w:r>
      <w:r>
        <w:t>’</w:t>
      </w:r>
      <w:r w:rsidR="00B27708">
        <w:t>une chose à faire</w:t>
      </w:r>
      <w:r>
        <w:t xml:space="preserve"> : </w:t>
      </w:r>
      <w:r w:rsidR="00B27708">
        <w:rPr>
          <w:i/>
          <w:iCs/>
        </w:rPr>
        <w:t>c</w:t>
      </w:r>
      <w:r>
        <w:rPr>
          <w:i/>
          <w:iCs/>
        </w:rPr>
        <w:t>’</w:t>
      </w:r>
      <w:r w:rsidR="00B27708">
        <w:rPr>
          <w:i/>
          <w:iCs/>
        </w:rPr>
        <w:t>est d</w:t>
      </w:r>
      <w:r>
        <w:rPr>
          <w:i/>
          <w:iCs/>
        </w:rPr>
        <w:t>’</w:t>
      </w:r>
      <w:r w:rsidR="00B27708">
        <w:rPr>
          <w:i/>
          <w:iCs/>
        </w:rPr>
        <w:t>y aller voir</w:t>
      </w:r>
      <w:r>
        <w:rPr>
          <w:i/>
          <w:iCs/>
        </w:rPr>
        <w:t>…</w:t>
      </w:r>
    </w:p>
    <w:p w14:paraId="625A4079" w14:textId="77777777" w:rsidR="00987D49" w:rsidRDefault="00B27708" w:rsidP="00B27708">
      <w:r>
        <w:t>René</w:t>
      </w:r>
      <w:r w:rsidR="00987D49">
        <w:t xml:space="preserve">, </w:t>
      </w:r>
      <w:r>
        <w:t>en dépit de son audace scientifique</w:t>
      </w:r>
      <w:r w:rsidR="00987D49">
        <w:t xml:space="preserve"> ; </w:t>
      </w:r>
      <w:r>
        <w:t>Hélène</w:t>
      </w:r>
      <w:r w:rsidR="00987D49">
        <w:t xml:space="preserve">, </w:t>
      </w:r>
      <w:r>
        <w:t>en dépit de sa foi aveugle</w:t>
      </w:r>
      <w:r w:rsidR="00987D49">
        <w:t xml:space="preserve"> ; </w:t>
      </w:r>
      <w:r>
        <w:t>et moi-même</w:t>
      </w:r>
      <w:r w:rsidR="00987D49">
        <w:t xml:space="preserve">, </w:t>
      </w:r>
      <w:r>
        <w:t>en dépit de mon enthousiasme</w:t>
      </w:r>
      <w:r w:rsidR="00987D49">
        <w:t xml:space="preserve">, </w:t>
      </w:r>
      <w:r>
        <w:t>demeurâmes muets de stupeur en présence de cette étrange déclaration</w:t>
      </w:r>
      <w:r w:rsidR="00987D49">
        <w:t>.</w:t>
      </w:r>
    </w:p>
    <w:p w14:paraId="2BDB8F7A" w14:textId="77777777" w:rsidR="00987D49" w:rsidRDefault="00B27708" w:rsidP="00B27708">
      <w:r>
        <w:t>Je contemplai</w:t>
      </w:r>
      <w:r w:rsidR="00987D49">
        <w:t xml:space="preserve">, </w:t>
      </w:r>
      <w:r>
        <w:t>avec une admiration mêlée d</w:t>
      </w:r>
      <w:r w:rsidR="00987D49">
        <w:t>’</w:t>
      </w:r>
      <w:r>
        <w:t>effroi</w:t>
      </w:r>
      <w:r w:rsidR="00987D49">
        <w:t xml:space="preserve">, </w:t>
      </w:r>
      <w:r>
        <w:t xml:space="preserve">la belle tête juvénile de Pierre </w:t>
      </w:r>
      <w:proofErr w:type="spellStart"/>
      <w:r>
        <w:t>Saravine</w:t>
      </w:r>
      <w:proofErr w:type="spellEnd"/>
      <w:r w:rsidR="00987D49">
        <w:t xml:space="preserve">, </w:t>
      </w:r>
      <w:r>
        <w:t>son menton volontaire</w:t>
      </w:r>
      <w:r w:rsidR="00987D49">
        <w:t xml:space="preserve">, </w:t>
      </w:r>
      <w:r>
        <w:t>son front bien modelé</w:t>
      </w:r>
      <w:r w:rsidR="00987D49">
        <w:t xml:space="preserve">, </w:t>
      </w:r>
      <w:r>
        <w:t>ses yeux étincelants</w:t>
      </w:r>
      <w:r w:rsidR="00987D49">
        <w:t>…</w:t>
      </w:r>
    </w:p>
    <w:p w14:paraId="4B734DF0" w14:textId="77777777" w:rsidR="00987D49" w:rsidRDefault="00B27708" w:rsidP="00B27708">
      <w:r>
        <w:t>Je mesurai le magnétisme qui émanait de ce jeune athlète</w:t>
      </w:r>
      <w:r w:rsidR="00987D49">
        <w:t xml:space="preserve">, </w:t>
      </w:r>
      <w:r>
        <w:t>au corps souple et parfaitement proportionné</w:t>
      </w:r>
      <w:r w:rsidR="00987D49">
        <w:t xml:space="preserve">, </w:t>
      </w:r>
      <w:r>
        <w:t>et dont la figure ardente rayonnait d</w:t>
      </w:r>
      <w:r w:rsidR="00987D49">
        <w:t>’</w:t>
      </w:r>
      <w:r>
        <w:t>intelligence et de résolution</w:t>
      </w:r>
      <w:r w:rsidR="00987D49">
        <w:t>…</w:t>
      </w:r>
    </w:p>
    <w:p w14:paraId="0E7A7A53" w14:textId="77777777" w:rsidR="00987D49" w:rsidRDefault="00B27708" w:rsidP="00B27708">
      <w:r>
        <w:t>Et je fus envahi par un immense espoir et une douloureuse certitude</w:t>
      </w:r>
      <w:r w:rsidR="00987D49">
        <w:t xml:space="preserve"> ; </w:t>
      </w:r>
      <w:r>
        <w:t>l</w:t>
      </w:r>
      <w:r w:rsidR="00987D49">
        <w:t>’</w:t>
      </w:r>
      <w:r>
        <w:t>espoir que je serais le témoin d</w:t>
      </w:r>
      <w:r w:rsidR="00987D49">
        <w:t>’</w:t>
      </w:r>
      <w:r>
        <w:t>un éclatant exploit</w:t>
      </w:r>
      <w:r w:rsidR="00987D49">
        <w:t xml:space="preserve">, </w:t>
      </w:r>
      <w:r>
        <w:t xml:space="preserve">et la </w:t>
      </w:r>
      <w:r>
        <w:lastRenderedPageBreak/>
        <w:t>certitude que la fille aux yeux noirs</w:t>
      </w:r>
      <w:r w:rsidR="00987D49">
        <w:t xml:space="preserve">, </w:t>
      </w:r>
      <w:r>
        <w:t>qui regardait avec une sorte d</w:t>
      </w:r>
      <w:r w:rsidR="00987D49">
        <w:t>’</w:t>
      </w:r>
      <w:r>
        <w:t>extase ce chevalier des temps nouveaux</w:t>
      </w:r>
      <w:r w:rsidR="00987D49">
        <w:t xml:space="preserve">, </w:t>
      </w:r>
      <w:r>
        <w:t>lui appartenait déjà par la pensée</w:t>
      </w:r>
      <w:r w:rsidR="00987D49">
        <w:t>…</w:t>
      </w:r>
    </w:p>
    <w:p w14:paraId="01A87127" w14:textId="77777777" w:rsidR="00987D49" w:rsidRDefault="00B27708" w:rsidP="00B27708">
      <w:pPr>
        <w:rPr>
          <w:i/>
          <w:iCs/>
        </w:rPr>
      </w:pPr>
      <w:r>
        <w:t>Après un instant de silence</w:t>
      </w:r>
      <w:r w:rsidR="00987D49">
        <w:t xml:space="preserve">, </w:t>
      </w:r>
      <w:r>
        <w:t>Pierre s</w:t>
      </w:r>
      <w:r w:rsidR="00987D49">
        <w:t>’</w:t>
      </w:r>
      <w:r>
        <w:t>expliqua</w:t>
      </w:r>
      <w:r w:rsidR="00987D49">
        <w:t xml:space="preserve">. </w:t>
      </w:r>
      <w:r>
        <w:rPr>
          <w:i/>
          <w:iCs/>
        </w:rPr>
        <w:t>Et ce fut ce jour-là que je me penchai pour la première fois</w:t>
      </w:r>
      <w:r w:rsidR="00987D49">
        <w:t xml:space="preserve">, </w:t>
      </w:r>
      <w:r>
        <w:rPr>
          <w:i/>
          <w:iCs/>
        </w:rPr>
        <w:t>de tout mon esprit émerveillé</w:t>
      </w:r>
      <w:r w:rsidR="00987D49">
        <w:rPr>
          <w:i/>
          <w:iCs/>
        </w:rPr>
        <w:t xml:space="preserve">, </w:t>
      </w:r>
      <w:r>
        <w:rPr>
          <w:i/>
          <w:iCs/>
        </w:rPr>
        <w:t>sur le vertigineux abîme de l</w:t>
      </w:r>
      <w:r w:rsidR="00987D49">
        <w:rPr>
          <w:i/>
          <w:iCs/>
        </w:rPr>
        <w:t>’</w:t>
      </w:r>
      <w:r>
        <w:rPr>
          <w:i/>
          <w:iCs/>
        </w:rPr>
        <w:t>espace inviolé</w:t>
      </w:r>
      <w:r w:rsidR="00987D49">
        <w:rPr>
          <w:i/>
          <w:iCs/>
        </w:rPr>
        <w:t>…</w:t>
      </w:r>
    </w:p>
    <w:p w14:paraId="45495977" w14:textId="0BB38956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9" w:name="__RefHeading__91150_553960937"/>
      <w:bookmarkStart w:id="10" w:name="bookmark8"/>
      <w:bookmarkStart w:id="11" w:name="_Toc194838862"/>
      <w:bookmarkEnd w:id="9"/>
      <w:r>
        <w:lastRenderedPageBreak/>
        <w:t>I</w:t>
      </w:r>
      <w:bookmarkEnd w:id="10"/>
      <w:r>
        <w:t>V</w:t>
      </w:r>
      <w:r>
        <w:br/>
      </w:r>
      <w:r>
        <w:br/>
        <w:t>L</w:t>
      </w:r>
      <w:r w:rsidR="00987D49">
        <w:t>’</w:t>
      </w:r>
      <w:r>
        <w:t xml:space="preserve">invention de Pierre </w:t>
      </w:r>
      <w:proofErr w:type="spellStart"/>
      <w:r>
        <w:t>Saravine</w:t>
      </w:r>
      <w:bookmarkEnd w:id="11"/>
      <w:proofErr w:type="spellEnd"/>
    </w:p>
    <w:p w14:paraId="602C1869" w14:textId="77777777" w:rsidR="00987D49" w:rsidRDefault="00B27708" w:rsidP="00B27708">
      <w:pPr>
        <w:rPr>
          <w:i/>
          <w:iCs/>
        </w:rPr>
      </w:pPr>
      <w:r>
        <w:t>J</w:t>
      </w:r>
      <w:r w:rsidR="00987D49">
        <w:t>’</w:t>
      </w:r>
      <w:r>
        <w:t>ai indiqué</w:t>
      </w:r>
      <w:r w:rsidR="00987D49">
        <w:t xml:space="preserve">, </w:t>
      </w:r>
      <w:r>
        <w:t>au début de ce récit</w:t>
      </w:r>
      <w:r w:rsidR="00987D49">
        <w:t xml:space="preserve">, </w:t>
      </w:r>
      <w:r>
        <w:t>la médiocrité de mes connaissances dans l</w:t>
      </w:r>
      <w:r w:rsidR="00987D49">
        <w:t>’</w:t>
      </w:r>
      <w:r>
        <w:t>ordre scientifique</w:t>
      </w:r>
      <w:r w:rsidR="00987D49">
        <w:t xml:space="preserve">. </w:t>
      </w:r>
      <w:r>
        <w:t>Mais je dois insister sur ce fait qu</w:t>
      </w:r>
      <w:r w:rsidR="00987D49">
        <w:t>’</w:t>
      </w:r>
      <w:r>
        <w:t>il était une science dont je n</w:t>
      </w:r>
      <w:r w:rsidR="00987D49">
        <w:t>’</w:t>
      </w:r>
      <w:r>
        <w:t>avais même jamais entendu parler</w:t>
      </w:r>
      <w:r w:rsidR="00987D49">
        <w:t xml:space="preserve">, </w:t>
      </w:r>
      <w:r>
        <w:t>dont j</w:t>
      </w:r>
      <w:r w:rsidR="00987D49">
        <w:t>’</w:t>
      </w:r>
      <w:r>
        <w:t>ignorais jusqu</w:t>
      </w:r>
      <w:r w:rsidR="00987D49">
        <w:t>’</w:t>
      </w:r>
      <w:r>
        <w:t>au nom</w:t>
      </w:r>
      <w:r w:rsidR="00987D49">
        <w:t xml:space="preserve">, </w:t>
      </w:r>
      <w:r>
        <w:t xml:space="preserve">avant que Pierre </w:t>
      </w:r>
      <w:proofErr w:type="spellStart"/>
      <w:r>
        <w:t>Saravine</w:t>
      </w:r>
      <w:proofErr w:type="spellEnd"/>
      <w:r w:rsidR="00987D49">
        <w:t xml:space="preserve">, </w:t>
      </w:r>
      <w:r>
        <w:t>l</w:t>
      </w:r>
      <w:r w:rsidR="00987D49">
        <w:t>’</w:t>
      </w:r>
      <w:r>
        <w:t>eût prononcé devant moi</w:t>
      </w:r>
      <w:r w:rsidR="00987D49">
        <w:t xml:space="preserve">. </w:t>
      </w:r>
      <w:r>
        <w:t>Cette science</w:t>
      </w:r>
      <w:r w:rsidR="00987D49">
        <w:t xml:space="preserve">, </w:t>
      </w:r>
      <w:r>
        <w:t>c</w:t>
      </w:r>
      <w:r w:rsidR="00987D49">
        <w:t>’</w:t>
      </w:r>
      <w:r>
        <w:t xml:space="preserve">est </w:t>
      </w:r>
      <w:r>
        <w:rPr>
          <w:i/>
          <w:iCs/>
        </w:rPr>
        <w:t>l</w:t>
      </w:r>
      <w:r w:rsidR="00987D49">
        <w:rPr>
          <w:i/>
          <w:iCs/>
        </w:rPr>
        <w:t>’</w:t>
      </w:r>
      <w:r>
        <w:rPr>
          <w:i/>
          <w:iCs/>
        </w:rPr>
        <w:t>astronautique</w:t>
      </w:r>
      <w:r w:rsidR="00987D49">
        <w:rPr>
          <w:i/>
          <w:iCs/>
        </w:rPr>
        <w:t>.</w:t>
      </w:r>
    </w:p>
    <w:p w14:paraId="2E2E6A02" w14:textId="4A23D2A3" w:rsidR="00987D49" w:rsidRDefault="00B27708" w:rsidP="00B27708">
      <w:r>
        <w:t>Depuis</w:t>
      </w:r>
      <w:r w:rsidR="00987D49">
        <w:t xml:space="preserve">, </w:t>
      </w:r>
      <w:r>
        <w:t>je me suis tant bien que mal initié aux problèmes qu</w:t>
      </w:r>
      <w:r w:rsidR="00987D49">
        <w:t>’</w:t>
      </w:r>
      <w:r>
        <w:t>elle pose</w:t>
      </w:r>
      <w:r w:rsidR="00987D49">
        <w:t xml:space="preserve">. </w:t>
      </w:r>
      <w:r>
        <w:t>J</w:t>
      </w:r>
      <w:r w:rsidR="00987D49">
        <w:t>’</w:t>
      </w:r>
      <w:r>
        <w:t>ai lu</w:t>
      </w:r>
      <w:r w:rsidR="00987D49">
        <w:t xml:space="preserve">, </w:t>
      </w:r>
      <w:r>
        <w:t xml:space="preserve">des remarquables travaux de </w:t>
      </w:r>
      <w:r w:rsidR="00987D49">
        <w:t>M. </w:t>
      </w:r>
      <w:r>
        <w:t>Robert Esnault-Pelterie</w:t>
      </w:r>
      <w:r w:rsidR="00987D49">
        <w:t xml:space="preserve">, </w:t>
      </w:r>
      <w:r>
        <w:t>tout ce qui est accessible au profane</w:t>
      </w:r>
      <w:r w:rsidR="00987D49">
        <w:t xml:space="preserve">. </w:t>
      </w:r>
      <w:r>
        <w:t>J</w:t>
      </w:r>
      <w:r w:rsidR="00987D49">
        <w:t>’</w:t>
      </w:r>
      <w:r>
        <w:t xml:space="preserve">ai eu sous les yeux les exemplaires du </w:t>
      </w:r>
      <w:r w:rsidR="00987D49">
        <w:t>« </w:t>
      </w:r>
      <w:r>
        <w:t>Journal</w:t>
      </w:r>
      <w:r w:rsidR="00987D49">
        <w:t> »</w:t>
      </w:r>
      <w:r>
        <w:t xml:space="preserve"> de la </w:t>
      </w:r>
      <w:r w:rsidR="00987D49">
        <w:t>« </w:t>
      </w:r>
      <w:r>
        <w:t xml:space="preserve">British </w:t>
      </w:r>
      <w:proofErr w:type="spellStart"/>
      <w:r>
        <w:t>Interplanetary</w:t>
      </w:r>
      <w:proofErr w:type="spellEnd"/>
      <w:r>
        <w:t xml:space="preserve"> Society</w:t>
      </w:r>
      <w:r w:rsidR="00987D49">
        <w:t> »</w:t>
      </w:r>
      <w:r>
        <w:t xml:space="preserve"> dans lequel les solutions de ces problèmes sont clairement exposées</w:t>
      </w:r>
      <w:r w:rsidR="00987D49">
        <w:t xml:space="preserve">. </w:t>
      </w:r>
      <w:r>
        <w:t>Mais je suis resté incapable de me diriger dans le dédale des équations et je devrai conserver jusqu</w:t>
      </w:r>
      <w:r w:rsidR="00987D49">
        <w:t>’</w:t>
      </w:r>
      <w:r>
        <w:t xml:space="preserve">au bout de ma narration le langage de </w:t>
      </w:r>
      <w:r w:rsidR="00987D49">
        <w:t>« </w:t>
      </w:r>
      <w:r>
        <w:t>Monsieur Tout-le-Monde</w:t>
      </w:r>
      <w:r w:rsidR="00987D49">
        <w:t> »…</w:t>
      </w:r>
    </w:p>
    <w:p w14:paraId="7EBC5A4B" w14:textId="77777777" w:rsidR="00987D49" w:rsidRDefault="00B27708" w:rsidP="00B27708">
      <w:r>
        <w:t>L</w:t>
      </w:r>
      <w:r w:rsidR="00987D49">
        <w:t>’</w:t>
      </w:r>
      <w:r>
        <w:t>astronautique</w:t>
      </w:r>
      <w:r w:rsidR="00987D49">
        <w:t xml:space="preserve">, </w:t>
      </w:r>
      <w:r>
        <w:t>c</w:t>
      </w:r>
      <w:r w:rsidR="00987D49">
        <w:t>’</w:t>
      </w:r>
      <w:r>
        <w:t>était la spécialité de l</w:t>
      </w:r>
      <w:r w:rsidR="00987D49">
        <w:t>’</w:t>
      </w:r>
      <w:r>
        <w:t xml:space="preserve">ingénieur Pierre </w:t>
      </w:r>
      <w:proofErr w:type="spellStart"/>
      <w:r>
        <w:t>Saravine</w:t>
      </w:r>
      <w:proofErr w:type="spellEnd"/>
      <w:r w:rsidR="00987D49">
        <w:t xml:space="preserve">. </w:t>
      </w:r>
      <w:r>
        <w:t>Il souhaitait</w:t>
      </w:r>
      <w:r w:rsidR="00987D49">
        <w:t xml:space="preserve">, </w:t>
      </w:r>
      <w:r>
        <w:t>avec une ferveur brûlante</w:t>
      </w:r>
      <w:r w:rsidR="00987D49">
        <w:t xml:space="preserve">, </w:t>
      </w:r>
      <w:r>
        <w:t>s</w:t>
      </w:r>
      <w:r w:rsidR="00987D49">
        <w:t>’</w:t>
      </w:r>
      <w:r>
        <w:t>évader de notre globe terraqué et être le premier à visiter un autre monde</w:t>
      </w:r>
      <w:r w:rsidR="00987D49">
        <w:t xml:space="preserve">. </w:t>
      </w:r>
      <w:r>
        <w:t>Toutes ses facultés étaient tendues vers ce seul objet</w:t>
      </w:r>
      <w:r w:rsidR="00987D49">
        <w:t xml:space="preserve">. </w:t>
      </w:r>
      <w:r>
        <w:t>Il ne pensait qu</w:t>
      </w:r>
      <w:r w:rsidR="00987D49">
        <w:t>’</w:t>
      </w:r>
      <w:r>
        <w:t>à cela</w:t>
      </w:r>
      <w:r w:rsidR="00987D49">
        <w:t xml:space="preserve">, </w:t>
      </w:r>
      <w:r>
        <w:t>ne travaillait qu</w:t>
      </w:r>
      <w:r w:rsidR="00987D49">
        <w:t>’</w:t>
      </w:r>
      <w:r>
        <w:t>à cela</w:t>
      </w:r>
      <w:r w:rsidR="00987D49">
        <w:t xml:space="preserve">, </w:t>
      </w:r>
      <w:r>
        <w:t>ne s</w:t>
      </w:r>
      <w:r w:rsidR="00987D49">
        <w:t>’</w:t>
      </w:r>
      <w:r>
        <w:t>intéressait qu</w:t>
      </w:r>
      <w:r w:rsidR="00987D49">
        <w:t>’</w:t>
      </w:r>
      <w:r>
        <w:t>à cela</w:t>
      </w:r>
      <w:r w:rsidR="00987D49">
        <w:t xml:space="preserve">. </w:t>
      </w:r>
      <w:r>
        <w:t>Sa première ambition</w:t>
      </w:r>
      <w:r w:rsidR="00987D49">
        <w:t xml:space="preserve">, </w:t>
      </w:r>
      <w:r>
        <w:t>qu</w:t>
      </w:r>
      <w:r w:rsidR="00987D49">
        <w:t>’</w:t>
      </w:r>
      <w:r>
        <w:t xml:space="preserve">il disait </w:t>
      </w:r>
      <w:r w:rsidR="00987D49">
        <w:t>« </w:t>
      </w:r>
      <w:r>
        <w:t>modeste</w:t>
      </w:r>
      <w:r w:rsidR="00987D49">
        <w:t xml:space="preserve"> », </w:t>
      </w:r>
      <w:r>
        <w:t>c</w:t>
      </w:r>
      <w:r w:rsidR="00987D49">
        <w:t>’</w:t>
      </w:r>
      <w:r>
        <w:t>était</w:t>
      </w:r>
      <w:r w:rsidR="00987D49">
        <w:t xml:space="preserve">, </w:t>
      </w:r>
      <w:r>
        <w:t>tout uniquement</w:t>
      </w:r>
      <w:r w:rsidR="00987D49">
        <w:t xml:space="preserve">, </w:t>
      </w:r>
      <w:r>
        <w:t>un voyage dans la Lune</w:t>
      </w:r>
      <w:r w:rsidR="00987D49">
        <w:t> !…</w:t>
      </w:r>
    </w:p>
    <w:p w14:paraId="41E7652E" w14:textId="77777777" w:rsidR="00987D49" w:rsidRDefault="00B27708" w:rsidP="00B27708">
      <w:r>
        <w:t xml:space="preserve">La révélation de la découverte de René </w:t>
      </w:r>
      <w:proofErr w:type="spellStart"/>
      <w:r>
        <w:t>Lesmond</w:t>
      </w:r>
      <w:proofErr w:type="spellEnd"/>
      <w:r w:rsidR="00987D49">
        <w:t xml:space="preserve">, </w:t>
      </w:r>
      <w:r>
        <w:t>l</w:t>
      </w:r>
      <w:r w:rsidR="00987D49">
        <w:t>’</w:t>
      </w:r>
      <w:r>
        <w:t>influence souveraine des yeux noirs d</w:t>
      </w:r>
      <w:r w:rsidR="00987D49">
        <w:t>’</w:t>
      </w:r>
      <w:r>
        <w:t>Hélène</w:t>
      </w:r>
      <w:r w:rsidR="00987D49">
        <w:t xml:space="preserve">, </w:t>
      </w:r>
      <w:r>
        <w:t>l</w:t>
      </w:r>
      <w:r w:rsidR="00987D49">
        <w:t>’</w:t>
      </w:r>
      <w:r>
        <w:t>avaient conduit à changer le but de ce premier voyage</w:t>
      </w:r>
      <w:r w:rsidR="00987D49">
        <w:t xml:space="preserve">, </w:t>
      </w:r>
      <w:r>
        <w:t>et à remplacer l</w:t>
      </w:r>
      <w:r w:rsidR="00987D49">
        <w:t>’</w:t>
      </w:r>
      <w:r>
        <w:t>étape Terre-Lune</w:t>
      </w:r>
      <w:r w:rsidR="00987D49">
        <w:t xml:space="preserve">, </w:t>
      </w:r>
      <w:r>
        <w:t>par l</w:t>
      </w:r>
      <w:r w:rsidR="00987D49">
        <w:t>’</w:t>
      </w:r>
      <w:r>
        <w:t>étape Terre-</w:t>
      </w:r>
      <w:r w:rsidR="00987D49">
        <w:t xml:space="preserve">Phœbé II, </w:t>
      </w:r>
      <w:r>
        <w:t xml:space="preserve">selon le nom donné au second satellite par Hélène </w:t>
      </w:r>
      <w:proofErr w:type="spellStart"/>
      <w:r>
        <w:t>Lesmond</w:t>
      </w:r>
      <w:proofErr w:type="spellEnd"/>
      <w:r w:rsidR="00987D49">
        <w:t xml:space="preserve">, </w:t>
      </w:r>
      <w:r>
        <w:t>sa marraine</w:t>
      </w:r>
      <w:r w:rsidR="00987D49">
        <w:t>…</w:t>
      </w:r>
    </w:p>
    <w:p w14:paraId="4EF7E370" w14:textId="77777777" w:rsidR="00987D49" w:rsidRDefault="00B27708" w:rsidP="00B27708">
      <w:r>
        <w:lastRenderedPageBreak/>
        <w:t>Cette héroïque décision l</w:t>
      </w:r>
      <w:r w:rsidR="00987D49">
        <w:t>’</w:t>
      </w:r>
      <w:r>
        <w:t>était tout de même moins que le pût croire</w:t>
      </w:r>
      <w:r w:rsidR="00987D49">
        <w:t xml:space="preserve">, </w:t>
      </w:r>
      <w:r>
        <w:t>tout d</w:t>
      </w:r>
      <w:r w:rsidR="00987D49">
        <w:t>’</w:t>
      </w:r>
      <w:r>
        <w:t>abord</w:t>
      </w:r>
      <w:r w:rsidR="00987D49">
        <w:t xml:space="preserve">, </w:t>
      </w:r>
      <w:r>
        <w:t>l</w:t>
      </w:r>
      <w:r w:rsidR="00987D49">
        <w:t>’</w:t>
      </w:r>
      <w:r>
        <w:t>ignorant que j</w:t>
      </w:r>
      <w:r w:rsidR="00987D49">
        <w:t>’</w:t>
      </w:r>
      <w:r>
        <w:t>étais</w:t>
      </w:r>
      <w:r w:rsidR="00987D49">
        <w:t xml:space="preserve">… </w:t>
      </w:r>
      <w:r>
        <w:t>C</w:t>
      </w:r>
      <w:r w:rsidR="00987D49">
        <w:t>’</w:t>
      </w:r>
      <w:r>
        <w:t xml:space="preserve">est que Pierre </w:t>
      </w:r>
      <w:proofErr w:type="spellStart"/>
      <w:r>
        <w:t>Saravine</w:t>
      </w:r>
      <w:proofErr w:type="spellEnd"/>
      <w:r w:rsidR="00987D49">
        <w:t xml:space="preserve">, </w:t>
      </w:r>
      <w:r>
        <w:t>lui</w:t>
      </w:r>
      <w:r w:rsidR="00987D49">
        <w:t xml:space="preserve">, </w:t>
      </w:r>
      <w:r>
        <w:t>avait suivi les calculs de René et en avait compris et retenu les conclusions</w:t>
      </w:r>
      <w:r w:rsidR="00987D49">
        <w:t xml:space="preserve">. </w:t>
      </w:r>
      <w:r>
        <w:t>En réalité</w:t>
      </w:r>
      <w:r w:rsidR="00987D49">
        <w:t xml:space="preserve">, Phœbé II, </w:t>
      </w:r>
      <w:r>
        <w:t>ayant une masse plus faible que son aînée</w:t>
      </w:r>
      <w:r w:rsidR="00987D49">
        <w:t xml:space="preserve">, </w:t>
      </w:r>
      <w:r>
        <w:t>se trouvait à une moindre distance de la Terre</w:t>
      </w:r>
      <w:r w:rsidR="00987D49">
        <w:t>.</w:t>
      </w:r>
    </w:p>
    <w:p w14:paraId="3ADB8535" w14:textId="77777777" w:rsidR="00987D49" w:rsidRDefault="00B27708" w:rsidP="00B27708">
      <w:r>
        <w:t>L</w:t>
      </w:r>
      <w:r w:rsidR="00987D49">
        <w:t>’</w:t>
      </w:r>
      <w:r>
        <w:t>ingénieur</w:t>
      </w:r>
      <w:r w:rsidR="00987D49">
        <w:t xml:space="preserve">, </w:t>
      </w:r>
      <w:r>
        <w:t>au surplus</w:t>
      </w:r>
      <w:r w:rsidR="00987D49">
        <w:t xml:space="preserve">, </w:t>
      </w:r>
      <w:r>
        <w:t>ne cacha point la satisfaction qu</w:t>
      </w:r>
      <w:r w:rsidR="00987D49">
        <w:t>’</w:t>
      </w:r>
      <w:r>
        <w:t>il en éprouvait</w:t>
      </w:r>
      <w:r w:rsidR="00987D49">
        <w:t xml:space="preserve">. </w:t>
      </w:r>
      <w:r>
        <w:t>Le second satellite devenait</w:t>
      </w:r>
      <w:r w:rsidR="00987D49">
        <w:t xml:space="preserve">, </w:t>
      </w:r>
      <w:r>
        <w:t>pour lui</w:t>
      </w:r>
      <w:r w:rsidR="00987D49">
        <w:t xml:space="preserve">, </w:t>
      </w:r>
      <w:r>
        <w:t xml:space="preserve">un </w:t>
      </w:r>
      <w:r w:rsidR="00987D49">
        <w:t>« </w:t>
      </w:r>
      <w:r>
        <w:t>relais</w:t>
      </w:r>
      <w:r w:rsidR="00987D49">
        <w:t xml:space="preserve"> » ; </w:t>
      </w:r>
      <w:r>
        <w:t>un relais qui était tout de même à plus de 12</w:t>
      </w:r>
      <w:r w:rsidR="00987D49">
        <w:t>0 0</w:t>
      </w:r>
      <w:r>
        <w:t>00 kilomètres du point de départ</w:t>
      </w:r>
      <w:r w:rsidR="00987D49">
        <w:t xml:space="preserve">, </w:t>
      </w:r>
      <w:r>
        <w:t>mais dont la présence facilitait néanmoins le voyage total</w:t>
      </w:r>
      <w:r w:rsidR="00987D49">
        <w:t>…</w:t>
      </w:r>
    </w:p>
    <w:p w14:paraId="09A8BDC4" w14:textId="77777777" w:rsidR="00987D49" w:rsidRDefault="00B27708" w:rsidP="00B27708">
      <w:r>
        <w:t>Tout cela ne s</w:t>
      </w:r>
      <w:r w:rsidR="00987D49">
        <w:t>’</w:t>
      </w:r>
      <w:r>
        <w:t>éclaircit pour moi qu</w:t>
      </w:r>
      <w:r w:rsidR="00987D49">
        <w:t>’</w:t>
      </w:r>
      <w:r>
        <w:t>après réflexion</w:t>
      </w:r>
      <w:r w:rsidR="00987D49">
        <w:t xml:space="preserve">. </w:t>
      </w:r>
      <w:r>
        <w:t xml:space="preserve">Le premier choc de la révélation du dessein de </w:t>
      </w:r>
      <w:proofErr w:type="spellStart"/>
      <w:r>
        <w:t>Saravine</w:t>
      </w:r>
      <w:proofErr w:type="spellEnd"/>
      <w:r>
        <w:t xml:space="preserve"> me laissa écrasé de stupeur</w:t>
      </w:r>
      <w:r w:rsidR="00987D49">
        <w:t xml:space="preserve">. </w:t>
      </w:r>
      <w:r>
        <w:t>Ce dessein ne m</w:t>
      </w:r>
      <w:r w:rsidR="00987D49">
        <w:t>’</w:t>
      </w:r>
      <w:r>
        <w:t>apparut d</w:t>
      </w:r>
      <w:r w:rsidR="00987D49">
        <w:t>’</w:t>
      </w:r>
      <w:r>
        <w:t>ailleurs qu</w:t>
      </w:r>
      <w:r w:rsidR="00987D49">
        <w:t>’</w:t>
      </w:r>
      <w:r>
        <w:t>à travers une sorte de nuée obscure</w:t>
      </w:r>
      <w:r w:rsidR="00987D49">
        <w:t xml:space="preserve">, </w:t>
      </w:r>
      <w:r>
        <w:t>et ne se dégagea nettement qu</w:t>
      </w:r>
      <w:r w:rsidR="00987D49">
        <w:t>’</w:t>
      </w:r>
      <w:r>
        <w:t>à la lumière des commentaires de René et d</w:t>
      </w:r>
      <w:r w:rsidR="00987D49">
        <w:t>’</w:t>
      </w:r>
      <w:r>
        <w:t>Hélène</w:t>
      </w:r>
      <w:r w:rsidR="00987D49">
        <w:t>…</w:t>
      </w:r>
    </w:p>
    <w:p w14:paraId="64C4AC82" w14:textId="77777777" w:rsidR="00987D49" w:rsidRDefault="00B27708" w:rsidP="00B27708">
      <w:r>
        <w:t>La première impression fut une réminiscence de Jules Verne</w:t>
      </w:r>
      <w:r w:rsidR="00987D49">
        <w:t xml:space="preserve">, </w:t>
      </w:r>
      <w:r>
        <w:t>réminiscence d</w:t>
      </w:r>
      <w:r w:rsidR="00987D49">
        <w:t>’</w:t>
      </w:r>
      <w:r>
        <w:t>autant plus excusable que l</w:t>
      </w:r>
      <w:r w:rsidR="00987D49">
        <w:t>’</w:t>
      </w:r>
      <w:r>
        <w:t>ingénieur commença par indiquer qu</w:t>
      </w:r>
      <w:r w:rsidR="00987D49">
        <w:t>’</w:t>
      </w:r>
      <w:r>
        <w:t>il avait découvert un explosif extraordinairement puissant sous un petit volume</w:t>
      </w:r>
      <w:r w:rsidR="00987D49">
        <w:t>.</w:t>
      </w:r>
    </w:p>
    <w:p w14:paraId="6CCCB18E" w14:textId="77777777" w:rsidR="00987D49" w:rsidRDefault="00B27708" w:rsidP="00B27708">
      <w:r>
        <w:t>Je ne me hasarderais pas à en transcrire ici la formule</w:t>
      </w:r>
      <w:r w:rsidR="00987D49">
        <w:t xml:space="preserve">, </w:t>
      </w:r>
      <w:r>
        <w:t>même si je la connaissais</w:t>
      </w:r>
      <w:r w:rsidR="00987D49">
        <w:t xml:space="preserve">. </w:t>
      </w:r>
      <w:r>
        <w:t>Mais cette tentation m</w:t>
      </w:r>
      <w:r w:rsidR="00987D49">
        <w:t>’</w:t>
      </w:r>
      <w:r>
        <w:t>est épargnée</w:t>
      </w:r>
      <w:r w:rsidR="00987D49">
        <w:t xml:space="preserve">. </w:t>
      </w:r>
      <w:r>
        <w:t>Je crois que l</w:t>
      </w:r>
      <w:r w:rsidR="00987D49">
        <w:t>’</w:t>
      </w:r>
      <w:r>
        <w:t>inventeur ne l</w:t>
      </w:r>
      <w:r w:rsidR="00987D49">
        <w:t>’</w:t>
      </w:r>
      <w:r>
        <w:t>a confiée à personne</w:t>
      </w:r>
      <w:r w:rsidR="00987D49">
        <w:t xml:space="preserve">, </w:t>
      </w:r>
      <w:r>
        <w:t>si ce n</w:t>
      </w:r>
      <w:r w:rsidR="00987D49">
        <w:t>’</w:t>
      </w:r>
      <w:r>
        <w:t>est à Hélène</w:t>
      </w:r>
      <w:r w:rsidR="00987D49">
        <w:t xml:space="preserve"> – </w:t>
      </w:r>
      <w:r>
        <w:t>et encore n</w:t>
      </w:r>
      <w:r w:rsidR="00987D49">
        <w:t>’</w:t>
      </w:r>
      <w:r>
        <w:t>en suis-je pas très sûr</w:t>
      </w:r>
      <w:r w:rsidR="00987D49">
        <w:t> !…</w:t>
      </w:r>
    </w:p>
    <w:p w14:paraId="241A62C2" w14:textId="77777777" w:rsidR="00987D49" w:rsidRDefault="00B27708" w:rsidP="00B27708">
      <w:r>
        <w:t>Tout ce que j</w:t>
      </w:r>
      <w:r w:rsidR="00987D49">
        <w:t>’</w:t>
      </w:r>
      <w:r>
        <w:t>ai retenu</w:t>
      </w:r>
      <w:r w:rsidR="00987D49">
        <w:t xml:space="preserve">, </w:t>
      </w:r>
      <w:r>
        <w:t>c</w:t>
      </w:r>
      <w:r w:rsidR="00987D49">
        <w:t>’</w:t>
      </w:r>
      <w:r>
        <w:t>est que la substance se présente sous la forme d</w:t>
      </w:r>
      <w:r w:rsidR="00987D49">
        <w:t>’</w:t>
      </w:r>
      <w:r>
        <w:t>une gelée</w:t>
      </w:r>
      <w:r w:rsidR="00987D49">
        <w:t xml:space="preserve">, </w:t>
      </w:r>
      <w:r>
        <w:t>plus proche du solide que du liquide</w:t>
      </w:r>
      <w:r w:rsidR="00987D49">
        <w:t xml:space="preserve">, </w:t>
      </w:r>
      <w:r>
        <w:t>facile à transporter</w:t>
      </w:r>
      <w:r w:rsidR="00987D49">
        <w:t xml:space="preserve">, </w:t>
      </w:r>
      <w:r>
        <w:t>et parfaitement stable</w:t>
      </w:r>
      <w:r w:rsidR="00987D49">
        <w:t xml:space="preserve">, </w:t>
      </w:r>
      <w:r>
        <w:t>tant que n</w:t>
      </w:r>
      <w:r w:rsidR="00987D49">
        <w:t>’</w:t>
      </w:r>
      <w:r>
        <w:t>intervient point le détonateur spécial</w:t>
      </w:r>
      <w:r w:rsidR="00987D49">
        <w:t xml:space="preserve">, </w:t>
      </w:r>
      <w:r>
        <w:t>commandé électriquement</w:t>
      </w:r>
      <w:r w:rsidR="00987D49">
        <w:t xml:space="preserve">, </w:t>
      </w:r>
      <w:r>
        <w:t>et qui est partie intégrante de l</w:t>
      </w:r>
      <w:r w:rsidR="00987D49">
        <w:t>’</w:t>
      </w:r>
      <w:r>
        <w:t xml:space="preserve">invention de Pierre </w:t>
      </w:r>
      <w:proofErr w:type="spellStart"/>
      <w:r>
        <w:t>Saravine</w:t>
      </w:r>
      <w:proofErr w:type="spellEnd"/>
      <w:r w:rsidR="00987D49">
        <w:t xml:space="preserve">. </w:t>
      </w:r>
      <w:r>
        <w:t>Il s</w:t>
      </w:r>
      <w:r w:rsidR="00987D49">
        <w:t>’</w:t>
      </w:r>
      <w:r>
        <w:t>agit</w:t>
      </w:r>
      <w:r w:rsidR="00987D49">
        <w:t xml:space="preserve">, </w:t>
      </w:r>
      <w:r>
        <w:t>j</w:t>
      </w:r>
      <w:r w:rsidR="00987D49">
        <w:t>’</w:t>
      </w:r>
      <w:r>
        <w:t>imagine</w:t>
      </w:r>
      <w:r w:rsidR="00987D49">
        <w:t xml:space="preserve">, </w:t>
      </w:r>
      <w:r>
        <w:t>d</w:t>
      </w:r>
      <w:r w:rsidR="00987D49">
        <w:t>’</w:t>
      </w:r>
      <w:r>
        <w:t>un mélange gazeux</w:t>
      </w:r>
      <w:r w:rsidR="00987D49">
        <w:t xml:space="preserve">, </w:t>
      </w:r>
      <w:r>
        <w:t>solidifié par des procédés dont l</w:t>
      </w:r>
      <w:r w:rsidR="00987D49">
        <w:t>’</w:t>
      </w:r>
      <w:r>
        <w:t>ingénieur garde également le secret</w:t>
      </w:r>
      <w:r w:rsidR="00987D49">
        <w:t xml:space="preserve">, </w:t>
      </w:r>
      <w:r>
        <w:t>et dont la brusque détente libère une force considérable</w:t>
      </w:r>
      <w:r w:rsidR="00987D49">
        <w:t>.</w:t>
      </w:r>
    </w:p>
    <w:p w14:paraId="233BC54C" w14:textId="77777777" w:rsidR="00987D49" w:rsidRDefault="00B27708" w:rsidP="00B27708">
      <w:r>
        <w:lastRenderedPageBreak/>
        <w:t>Cette intervention d</w:t>
      </w:r>
      <w:r w:rsidR="00987D49">
        <w:t>’</w:t>
      </w:r>
      <w:r>
        <w:t>un explosif me fit donc penser tout naturellement à un canon gigantesque</w:t>
      </w:r>
      <w:r w:rsidR="00987D49">
        <w:t xml:space="preserve">, </w:t>
      </w:r>
      <w:r>
        <w:t xml:space="preserve">dont le projectile serait </w:t>
      </w:r>
      <w:r w:rsidR="00987D49">
        <w:t>« </w:t>
      </w:r>
      <w:r>
        <w:t>l</w:t>
      </w:r>
      <w:r w:rsidR="00987D49">
        <w:t>’</w:t>
      </w:r>
      <w:r>
        <w:t>astronef</w:t>
      </w:r>
      <w:r w:rsidR="00987D49">
        <w:t> »</w:t>
      </w:r>
      <w:r>
        <w:t xml:space="preserve"> de Pierre </w:t>
      </w:r>
      <w:proofErr w:type="spellStart"/>
      <w:r>
        <w:t>Saravine</w:t>
      </w:r>
      <w:proofErr w:type="spellEnd"/>
      <w:r w:rsidR="00987D49">
        <w:t xml:space="preserve">… </w:t>
      </w:r>
      <w:r>
        <w:t>J</w:t>
      </w:r>
      <w:r w:rsidR="00987D49">
        <w:t>’</w:t>
      </w:r>
      <w:r>
        <w:t>ignorais alors que ce mode de propulsion avait été depuis longtemps abandonné</w:t>
      </w:r>
      <w:r w:rsidR="00987D49">
        <w:t xml:space="preserve">, </w:t>
      </w:r>
      <w:r>
        <w:t>si même il avait jamais été envisagé sérieusement</w:t>
      </w:r>
      <w:r w:rsidR="00987D49">
        <w:t xml:space="preserve">, </w:t>
      </w:r>
      <w:r>
        <w:t>par les théoriciens de l</w:t>
      </w:r>
      <w:r w:rsidR="00987D49">
        <w:t>’</w:t>
      </w:r>
      <w:r>
        <w:t>astronautique</w:t>
      </w:r>
      <w:r w:rsidR="00987D49">
        <w:t>.</w:t>
      </w:r>
    </w:p>
    <w:p w14:paraId="5047CFBC" w14:textId="77777777" w:rsidR="00987D49" w:rsidRDefault="00B27708" w:rsidP="00B27708">
      <w:r>
        <w:t>Je n</w:t>
      </w:r>
      <w:r w:rsidR="00987D49">
        <w:t>’</w:t>
      </w:r>
      <w:r>
        <w:t>en conçois aucune humiliation</w:t>
      </w:r>
      <w:r w:rsidR="00987D49">
        <w:t xml:space="preserve">, </w:t>
      </w:r>
      <w:r>
        <w:t xml:space="preserve">car mon savant ami René </w:t>
      </w:r>
      <w:proofErr w:type="spellStart"/>
      <w:r>
        <w:t>Lesmond</w:t>
      </w:r>
      <w:proofErr w:type="spellEnd"/>
      <w:r w:rsidR="00987D49">
        <w:t xml:space="preserve">, </w:t>
      </w:r>
      <w:r>
        <w:t>l</w:t>
      </w:r>
      <w:r w:rsidR="00987D49">
        <w:t>’</w:t>
      </w:r>
      <w:r>
        <w:t>ignorait comme moi</w:t>
      </w:r>
      <w:r w:rsidR="00987D49">
        <w:t xml:space="preserve">, </w:t>
      </w:r>
      <w:r>
        <w:t xml:space="preserve">lors de cette sensationnelle entrevue avec </w:t>
      </w:r>
      <w:proofErr w:type="spellStart"/>
      <w:r>
        <w:t>Saravine</w:t>
      </w:r>
      <w:proofErr w:type="spellEnd"/>
      <w:r w:rsidR="00987D49">
        <w:t xml:space="preserve">. </w:t>
      </w:r>
      <w:r>
        <w:t>Car ce fut lui qui murmura dans le moment même où je le pensais</w:t>
      </w:r>
      <w:r w:rsidR="00987D49">
        <w:t> :</w:t>
      </w:r>
    </w:p>
    <w:p w14:paraId="0E2E5896" w14:textId="77777777" w:rsidR="00987D49" w:rsidRDefault="00987D49" w:rsidP="00B27708">
      <w:r>
        <w:rPr>
          <w:rFonts w:eastAsia="Georgia"/>
        </w:rPr>
        <w:t>— </w:t>
      </w:r>
      <w:r w:rsidR="00B27708">
        <w:t>Le canon de Jules Verne</w:t>
      </w:r>
      <w:r>
        <w:t>…</w:t>
      </w:r>
    </w:p>
    <w:p w14:paraId="330D953B" w14:textId="77777777" w:rsidR="00987D49" w:rsidRDefault="00987D49" w:rsidP="00B27708">
      <w:r>
        <w:rPr>
          <w:rFonts w:eastAsia="Georgia"/>
        </w:rPr>
        <w:t>— </w:t>
      </w:r>
      <w:r w:rsidR="00B27708">
        <w:t>En aucune façon</w:t>
      </w:r>
      <w:r>
        <w:t xml:space="preserve"> ! </w:t>
      </w:r>
      <w:r w:rsidR="00B27708">
        <w:t>s</w:t>
      </w:r>
      <w:r>
        <w:t>’</w:t>
      </w:r>
      <w:r w:rsidR="00B27708">
        <w:t>écria l</w:t>
      </w:r>
      <w:r>
        <w:t>’</w:t>
      </w:r>
      <w:r w:rsidR="00B27708">
        <w:t>ingénieur</w:t>
      </w:r>
      <w:r>
        <w:t xml:space="preserve">. </w:t>
      </w:r>
      <w:r w:rsidR="00B27708">
        <w:t>Le canon de Jules Verne est une utopie</w:t>
      </w:r>
      <w:r>
        <w:t xml:space="preserve">. </w:t>
      </w:r>
      <w:r w:rsidR="00B27708">
        <w:t>Il obligeait à concevoir la vitesse maxima au départ</w:t>
      </w:r>
      <w:r>
        <w:t xml:space="preserve">. </w:t>
      </w:r>
      <w:r w:rsidR="00B27708">
        <w:t>Or</w:t>
      </w:r>
      <w:r>
        <w:t xml:space="preserve">, </w:t>
      </w:r>
      <w:r w:rsidR="00B27708">
        <w:t>cette vitesse</w:t>
      </w:r>
      <w:r>
        <w:t xml:space="preserve">, </w:t>
      </w:r>
      <w:r w:rsidR="00B27708">
        <w:t>pour qu</w:t>
      </w:r>
      <w:r>
        <w:t>’</w:t>
      </w:r>
      <w:r w:rsidR="00B27708">
        <w:t xml:space="preserve">elle atteignît la </w:t>
      </w:r>
      <w:r>
        <w:t>« </w:t>
      </w:r>
      <w:r w:rsidR="00B27708">
        <w:t>vitesse de libération</w:t>
      </w:r>
      <w:r>
        <w:t> »</w:t>
      </w:r>
      <w:r w:rsidR="00B27708">
        <w:t xml:space="preserve"> nécessaire à l</w:t>
      </w:r>
      <w:r>
        <w:t>’</w:t>
      </w:r>
      <w:r w:rsidR="00B27708">
        <w:t>évasion du projectile hors de l</w:t>
      </w:r>
      <w:r>
        <w:t>’</w:t>
      </w:r>
      <w:r w:rsidR="00B27708">
        <w:t>attraction de la Terre</w:t>
      </w:r>
      <w:r>
        <w:t xml:space="preserve">, </w:t>
      </w:r>
      <w:r w:rsidR="00B27708">
        <w:t>aurait dû être telle que les passagers de l</w:t>
      </w:r>
      <w:r>
        <w:t>’</w:t>
      </w:r>
      <w:r w:rsidR="00B27708">
        <w:t>obus auraient été écrasés au départ du coup</w:t>
      </w:r>
      <w:r>
        <w:t xml:space="preserve">, </w:t>
      </w:r>
      <w:r w:rsidR="00B27708">
        <w:t>en admettant encore qu</w:t>
      </w:r>
      <w:r>
        <w:t>’</w:t>
      </w:r>
      <w:r w:rsidR="00B27708">
        <w:t>il existe un explosif capable de donner cette vitesse</w:t>
      </w:r>
      <w:r>
        <w:t xml:space="preserve">, </w:t>
      </w:r>
      <w:r w:rsidR="00B27708">
        <w:t>chose fort invraisemblable</w:t>
      </w:r>
      <w:r>
        <w:t xml:space="preserve">, </w:t>
      </w:r>
      <w:r w:rsidR="00B27708">
        <w:t>le mien étant encore loin du compte</w:t>
      </w:r>
      <w:r>
        <w:t>…</w:t>
      </w:r>
    </w:p>
    <w:p w14:paraId="6EADBE58" w14:textId="77777777" w:rsidR="00987D49" w:rsidRDefault="00987D49" w:rsidP="00B27708">
      <w:r>
        <w:t>« </w:t>
      </w:r>
      <w:r w:rsidR="00B27708">
        <w:t>Robert Esnault-Pelterie l</w:t>
      </w:r>
      <w:r>
        <w:t>’</w:t>
      </w:r>
      <w:r w:rsidR="00B27708">
        <w:t>a clairement établi</w:t>
      </w:r>
      <w:r>
        <w:t xml:space="preserve"> : </w:t>
      </w:r>
      <w:r w:rsidR="00B27708">
        <w:t>même en faisant abstraction de la résistance de l</w:t>
      </w:r>
      <w:r>
        <w:t>’</w:t>
      </w:r>
      <w:r w:rsidR="00B27708">
        <w:t>air</w:t>
      </w:r>
      <w:r>
        <w:t xml:space="preserve">, </w:t>
      </w:r>
      <w:r w:rsidR="00B27708">
        <w:t xml:space="preserve">la </w:t>
      </w:r>
      <w:r>
        <w:t>« </w:t>
      </w:r>
      <w:r w:rsidR="00B27708">
        <w:t>vitesse de libération</w:t>
      </w:r>
      <w:r>
        <w:t> »</w:t>
      </w:r>
      <w:r w:rsidR="00B27708">
        <w:t xml:space="preserve"> au départ</w:t>
      </w:r>
      <w:r>
        <w:t xml:space="preserve">, </w:t>
      </w:r>
      <w:r w:rsidR="00B27708">
        <w:t>approcherait de 1</w:t>
      </w:r>
      <w:r>
        <w:t>2 0</w:t>
      </w:r>
      <w:r w:rsidR="00B27708">
        <w:t>00 mètres par seconde</w:t>
      </w:r>
      <w:r>
        <w:t xml:space="preserve">. </w:t>
      </w:r>
      <w:r w:rsidR="00B27708">
        <w:t>Elle devrait être encore très supérieure</w:t>
      </w:r>
      <w:r>
        <w:t xml:space="preserve">, </w:t>
      </w:r>
      <w:r w:rsidR="00B27708">
        <w:t>en tenant compte de la présence de l</w:t>
      </w:r>
      <w:r>
        <w:t>’</w:t>
      </w:r>
      <w:r w:rsidR="00B27708">
        <w:t>atmosphère</w:t>
      </w:r>
      <w:r>
        <w:t xml:space="preserve">. </w:t>
      </w:r>
      <w:r w:rsidR="00B27708">
        <w:t>Or</w:t>
      </w:r>
      <w:r>
        <w:t xml:space="preserve">, </w:t>
      </w:r>
      <w:r w:rsidR="00B27708">
        <w:t>le mélange explosif le plus violent</w:t>
      </w:r>
      <w:r>
        <w:t xml:space="preserve">, </w:t>
      </w:r>
      <w:r w:rsidR="00B27708">
        <w:t>exception faite de celui que j</w:t>
      </w:r>
      <w:r>
        <w:t>’</w:t>
      </w:r>
      <w:r w:rsidR="00B27708">
        <w:t>ai découvert</w:t>
      </w:r>
      <w:r>
        <w:t xml:space="preserve">, </w:t>
      </w:r>
      <w:r w:rsidR="00B27708">
        <w:t>donne à ses propres molécules une vitesse maxima de 5 kilomètres à la seconde</w:t>
      </w:r>
      <w:r>
        <w:t xml:space="preserve">. </w:t>
      </w:r>
      <w:r w:rsidR="00B27708">
        <w:t>Quant au mien</w:t>
      </w:r>
      <w:r>
        <w:t xml:space="preserve">, </w:t>
      </w:r>
      <w:r w:rsidR="00B27708">
        <w:t>s</w:t>
      </w:r>
      <w:r>
        <w:t>’</w:t>
      </w:r>
      <w:r w:rsidR="00B27708">
        <w:t>il donne des résultats supérieurs</w:t>
      </w:r>
      <w:r>
        <w:t xml:space="preserve">, </w:t>
      </w:r>
      <w:r w:rsidR="00B27708">
        <w:t>ils restent</w:t>
      </w:r>
      <w:r>
        <w:t xml:space="preserve">, </w:t>
      </w:r>
      <w:r w:rsidR="00B27708">
        <w:t>je vous l</w:t>
      </w:r>
      <w:r>
        <w:t>’</w:t>
      </w:r>
      <w:r w:rsidR="00B27708">
        <w:t>ai dit</w:t>
      </w:r>
      <w:r>
        <w:t xml:space="preserve">, </w:t>
      </w:r>
      <w:r w:rsidR="00B27708">
        <w:t>encore très insuffisants</w:t>
      </w:r>
      <w:r>
        <w:t>…</w:t>
      </w:r>
    </w:p>
    <w:p w14:paraId="43F9CCA5" w14:textId="77777777" w:rsidR="00987D49" w:rsidRDefault="00987D49" w:rsidP="00B27708">
      <w:r>
        <w:rPr>
          <w:rFonts w:eastAsia="Georgia"/>
        </w:rPr>
        <w:t>— </w:t>
      </w:r>
      <w:r w:rsidR="00B27708">
        <w:t>Ne songeons donc plus à l</w:t>
      </w:r>
      <w:r>
        <w:t>’</w:t>
      </w:r>
      <w:r w:rsidR="00B27708">
        <w:t>obus de Jules Verne</w:t>
      </w:r>
      <w:r>
        <w:t xml:space="preserve"> ! </w:t>
      </w:r>
      <w:r w:rsidR="00B27708">
        <w:t>conclut René</w:t>
      </w:r>
      <w:r>
        <w:t>…</w:t>
      </w:r>
    </w:p>
    <w:p w14:paraId="0BD32CA6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C</w:t>
      </w:r>
      <w:r>
        <w:t>’</w:t>
      </w:r>
      <w:r w:rsidR="00B27708">
        <w:t>est beaucoup plus sage</w:t>
      </w:r>
      <w:r>
        <w:t xml:space="preserve">, </w:t>
      </w:r>
      <w:r w:rsidR="00B27708">
        <w:t xml:space="preserve">reprit </w:t>
      </w:r>
      <w:proofErr w:type="spellStart"/>
      <w:r w:rsidR="00B27708">
        <w:t>Saravine</w:t>
      </w:r>
      <w:proofErr w:type="spellEnd"/>
      <w:r>
        <w:t xml:space="preserve">. </w:t>
      </w:r>
      <w:r w:rsidR="00B27708">
        <w:t>Ce qu</w:t>
      </w:r>
      <w:r>
        <w:t>’</w:t>
      </w:r>
      <w:r w:rsidR="00B27708">
        <w:t>il faut rechercher</w:t>
      </w:r>
      <w:r>
        <w:t xml:space="preserve">, </w:t>
      </w:r>
      <w:r w:rsidR="00B27708">
        <w:t>ce n</w:t>
      </w:r>
      <w:r>
        <w:t>’</w:t>
      </w:r>
      <w:r w:rsidR="00B27708">
        <w:t>est pas une vitesse de départ qui diminuerait du fait de la pesanteur jusqu</w:t>
      </w:r>
      <w:r>
        <w:t>’</w:t>
      </w:r>
      <w:r w:rsidR="00B27708">
        <w:t>à ce que l</w:t>
      </w:r>
      <w:r>
        <w:t>’</w:t>
      </w:r>
      <w:r w:rsidR="00B27708">
        <w:t>astronef ait échappé à l</w:t>
      </w:r>
      <w:r>
        <w:t>’</w:t>
      </w:r>
      <w:r w:rsidR="00B27708">
        <w:t>attraction terrestre</w:t>
      </w:r>
      <w:r>
        <w:t xml:space="preserve">. </w:t>
      </w:r>
      <w:r w:rsidR="00B27708">
        <w:t>C</w:t>
      </w:r>
      <w:r>
        <w:t>’</w:t>
      </w:r>
      <w:r w:rsidR="00B27708">
        <w:t>est une vitesse sans cesse accélérée</w:t>
      </w:r>
      <w:r>
        <w:t xml:space="preserve">, </w:t>
      </w:r>
      <w:r w:rsidR="00B27708">
        <w:t>au contraire</w:t>
      </w:r>
      <w:r>
        <w:t xml:space="preserve">, </w:t>
      </w:r>
      <w:r w:rsidR="00B27708">
        <w:t>durant cette première phase puis devenant constante</w:t>
      </w:r>
      <w:r>
        <w:t xml:space="preserve">, </w:t>
      </w:r>
      <w:r w:rsidR="00B27708">
        <w:t>après l</w:t>
      </w:r>
      <w:r>
        <w:t>’</w:t>
      </w:r>
      <w:r w:rsidR="00B27708">
        <w:t>évasion</w:t>
      </w:r>
      <w:r>
        <w:t xml:space="preserve">, </w:t>
      </w:r>
      <w:r w:rsidR="00B27708">
        <w:t>jusqu</w:t>
      </w:r>
      <w:r>
        <w:t>’</w:t>
      </w:r>
      <w:r w:rsidR="00B27708">
        <w:t>à ce que l</w:t>
      </w:r>
      <w:r>
        <w:t>’</w:t>
      </w:r>
      <w:r w:rsidR="00B27708">
        <w:t>appareil entre dans le champ d</w:t>
      </w:r>
      <w:r>
        <w:t>’</w:t>
      </w:r>
      <w:r w:rsidR="00B27708">
        <w:t>attraction de l</w:t>
      </w:r>
      <w:r>
        <w:t>’</w:t>
      </w:r>
      <w:r w:rsidR="00B27708">
        <w:t>astre visé</w:t>
      </w:r>
      <w:r>
        <w:t xml:space="preserve">, </w:t>
      </w:r>
      <w:r w:rsidR="00B27708">
        <w:t>et enfin progressivement ralentie jusqu</w:t>
      </w:r>
      <w:r>
        <w:t>’</w:t>
      </w:r>
      <w:r w:rsidR="00B27708">
        <w:t>à</w:t>
      </w:r>
      <w:r>
        <w:t xml:space="preserve">… </w:t>
      </w:r>
      <w:r w:rsidR="00B27708">
        <w:t xml:space="preserve">disons </w:t>
      </w:r>
      <w:r>
        <w:t>« </w:t>
      </w:r>
      <w:r w:rsidR="00B27708">
        <w:t>l</w:t>
      </w:r>
      <w:r>
        <w:t>’</w:t>
      </w:r>
      <w:r w:rsidR="00B27708">
        <w:t>alunissage</w:t>
      </w:r>
      <w:r>
        <w:t> »…</w:t>
      </w:r>
    </w:p>
    <w:p w14:paraId="10AD54AB" w14:textId="77777777" w:rsidR="00987D49" w:rsidRDefault="00987D49" w:rsidP="00B27708">
      <w:r>
        <w:rPr>
          <w:rFonts w:eastAsia="Georgia"/>
        </w:rPr>
        <w:t>— </w:t>
      </w:r>
      <w:r w:rsidR="00B27708">
        <w:t>Un moteur</w:t>
      </w:r>
      <w:r>
        <w:t xml:space="preserve"> ? </w:t>
      </w:r>
      <w:r w:rsidR="00B27708">
        <w:t xml:space="preserve">suggéra </w:t>
      </w:r>
      <w:proofErr w:type="spellStart"/>
      <w:r w:rsidR="00B27708">
        <w:t>Lesmond</w:t>
      </w:r>
      <w:proofErr w:type="spellEnd"/>
      <w:r>
        <w:t xml:space="preserve">. </w:t>
      </w:r>
      <w:r w:rsidR="00B27708">
        <w:t>Je ne vois pas très bien</w:t>
      </w:r>
      <w:r>
        <w:t>…</w:t>
      </w:r>
    </w:p>
    <w:p w14:paraId="62494817" w14:textId="77777777" w:rsidR="00987D49" w:rsidRDefault="00987D49" w:rsidP="00B27708">
      <w:r>
        <w:rPr>
          <w:rFonts w:eastAsia="Georgia"/>
        </w:rPr>
        <w:t>— </w:t>
      </w:r>
      <w:r w:rsidR="00B27708">
        <w:t>Il ne s</w:t>
      </w:r>
      <w:r>
        <w:t>’</w:t>
      </w:r>
      <w:r w:rsidR="00B27708">
        <w:t>agit point d</w:t>
      </w:r>
      <w:r>
        <w:t>’</w:t>
      </w:r>
      <w:r w:rsidR="00B27708">
        <w:t>un véhicule à moteur</w:t>
      </w:r>
      <w:r>
        <w:t xml:space="preserve">, </w:t>
      </w:r>
      <w:r w:rsidR="00B27708">
        <w:t>coupa vivement Pierre</w:t>
      </w:r>
      <w:r>
        <w:t xml:space="preserve">, </w:t>
      </w:r>
      <w:r w:rsidR="00B27708">
        <w:t>mais bien d</w:t>
      </w:r>
      <w:r>
        <w:t>’</w:t>
      </w:r>
      <w:r w:rsidR="00B27708">
        <w:t>un projectile</w:t>
      </w:r>
      <w:r>
        <w:t xml:space="preserve">. </w:t>
      </w:r>
      <w:r w:rsidR="00B27708">
        <w:t>Seulement</w:t>
      </w:r>
      <w:r>
        <w:t xml:space="preserve">, </w:t>
      </w:r>
      <w:r w:rsidR="00B27708">
        <w:t>ce projectile n</w:t>
      </w:r>
      <w:r>
        <w:t>’</w:t>
      </w:r>
      <w:r w:rsidR="00B27708">
        <w:t>est pas lancé par un canon</w:t>
      </w:r>
      <w:r>
        <w:t xml:space="preserve">. </w:t>
      </w:r>
      <w:r w:rsidR="00B27708">
        <w:t>Il porte en lui sa propre propulsion</w:t>
      </w:r>
      <w:r>
        <w:t xml:space="preserve">. </w:t>
      </w:r>
      <w:r w:rsidR="00B27708">
        <w:t>Il est apte à recevoir de nouvelles impulsions en cours de route à bondir en avant</w:t>
      </w:r>
      <w:r>
        <w:t xml:space="preserve">, </w:t>
      </w:r>
      <w:r w:rsidR="00B27708">
        <w:t>sans qu</w:t>
      </w:r>
      <w:r>
        <w:t>’</w:t>
      </w:r>
      <w:r w:rsidR="00B27708">
        <w:t>il lui soit besoin de point d</w:t>
      </w:r>
      <w:r>
        <w:t>’</w:t>
      </w:r>
      <w:r w:rsidR="00B27708">
        <w:t>appui</w:t>
      </w:r>
      <w:r>
        <w:t xml:space="preserve"> ; </w:t>
      </w:r>
      <w:r w:rsidR="00B27708">
        <w:t>à changer de position et de direction sur commande</w:t>
      </w:r>
      <w:r>
        <w:t xml:space="preserve"> ; </w:t>
      </w:r>
      <w:r w:rsidR="00B27708">
        <w:t>à se retourner complètement</w:t>
      </w:r>
      <w:r>
        <w:t xml:space="preserve">, </w:t>
      </w:r>
      <w:r w:rsidR="00B27708">
        <w:t>s</w:t>
      </w:r>
      <w:r>
        <w:t>’</w:t>
      </w:r>
      <w:r w:rsidR="00B27708">
        <w:t>il est nécessaire</w:t>
      </w:r>
      <w:r>
        <w:t xml:space="preserve">, </w:t>
      </w:r>
      <w:r w:rsidR="00B27708">
        <w:t>à la manière du coup de rein du chat qui retombe toujours sur ses pattes</w:t>
      </w:r>
      <w:r>
        <w:t xml:space="preserve">… </w:t>
      </w:r>
      <w:r w:rsidR="00B27708">
        <w:t>Ce projectile</w:t>
      </w:r>
      <w:r>
        <w:t xml:space="preserve">, </w:t>
      </w:r>
      <w:r w:rsidR="00B27708">
        <w:t>vous en avez vu la figuration dans les feux d</w:t>
      </w:r>
      <w:r>
        <w:t>’</w:t>
      </w:r>
      <w:r w:rsidR="00B27708">
        <w:t>artifice</w:t>
      </w:r>
      <w:r>
        <w:t xml:space="preserve">… </w:t>
      </w:r>
      <w:r w:rsidR="00B27708">
        <w:t>Il est son propre canon</w:t>
      </w:r>
      <w:r>
        <w:t>…</w:t>
      </w:r>
    </w:p>
    <w:p w14:paraId="5BBF73E4" w14:textId="77777777" w:rsidR="00987D49" w:rsidRDefault="00987D49" w:rsidP="00B27708">
      <w:r>
        <w:rPr>
          <w:rFonts w:eastAsia="Georgia"/>
        </w:rPr>
        <w:t>— </w:t>
      </w:r>
      <w:r w:rsidR="00B27708">
        <w:t>Une fusée</w:t>
      </w:r>
      <w:r>
        <w:t xml:space="preserve"> !… </w:t>
      </w:r>
      <w:r w:rsidR="00B27708">
        <w:t>s</w:t>
      </w:r>
      <w:r>
        <w:t>’</w:t>
      </w:r>
      <w:r w:rsidR="00B27708">
        <w:t>écria Hélène</w:t>
      </w:r>
      <w:r>
        <w:t>…</w:t>
      </w:r>
    </w:p>
    <w:p w14:paraId="26A8F2A9" w14:textId="77777777" w:rsidR="00987D49" w:rsidRDefault="00987D49" w:rsidP="00B27708">
      <w:r>
        <w:rPr>
          <w:rFonts w:eastAsia="Georgia"/>
        </w:rPr>
        <w:t>— </w:t>
      </w:r>
      <w:r w:rsidR="00B27708">
        <w:t>Oui</w:t>
      </w:r>
      <w:r>
        <w:t xml:space="preserve">, </w:t>
      </w:r>
      <w:r w:rsidR="00B27708">
        <w:t>une fusée</w:t>
      </w:r>
      <w:r>
        <w:t xml:space="preserve"> ! </w:t>
      </w:r>
      <w:r w:rsidR="00B27708">
        <w:t xml:space="preserve">répéta Pierre </w:t>
      </w:r>
      <w:proofErr w:type="spellStart"/>
      <w:r w:rsidR="00B27708">
        <w:t>Saravine</w:t>
      </w:r>
      <w:proofErr w:type="spellEnd"/>
      <w:r w:rsidR="00B27708">
        <w:t xml:space="preserve"> avec enthousiasme</w:t>
      </w:r>
      <w:r>
        <w:t xml:space="preserve">… </w:t>
      </w:r>
      <w:r w:rsidR="00B27708">
        <w:t>Une fusée géante</w:t>
      </w:r>
      <w:r>
        <w:t xml:space="preserve">, </w:t>
      </w:r>
      <w:r w:rsidR="00B27708">
        <w:t>une fusée habitable</w:t>
      </w:r>
      <w:r>
        <w:t xml:space="preserve">, </w:t>
      </w:r>
      <w:r w:rsidR="00B27708">
        <w:t>une fusée interplanétaire</w:t>
      </w:r>
      <w:r>
        <w:t xml:space="preserve">, </w:t>
      </w:r>
      <w:r w:rsidR="00B27708">
        <w:t>enfin</w:t>
      </w:r>
      <w:r>
        <w:t xml:space="preserve"> !… </w:t>
      </w:r>
      <w:r w:rsidR="00B27708">
        <w:t>C</w:t>
      </w:r>
      <w:r>
        <w:t>’</w:t>
      </w:r>
      <w:r w:rsidR="00B27708">
        <w:t>est dans l</w:t>
      </w:r>
      <w:r>
        <w:t>’</w:t>
      </w:r>
      <w:r w:rsidR="00B27708">
        <w:t>emploi de la fusée que le Français Robert Esnault-Pelterie et l</w:t>
      </w:r>
      <w:r>
        <w:t>’</w:t>
      </w:r>
      <w:r w:rsidR="00B27708">
        <w:t>Allemand Oberth et l</w:t>
      </w:r>
      <w:r>
        <w:t>’</w:t>
      </w:r>
      <w:r w:rsidR="00B27708">
        <w:t xml:space="preserve">Américain Goddard et le jeune Russe </w:t>
      </w:r>
      <w:proofErr w:type="spellStart"/>
      <w:r w:rsidR="00B27708">
        <w:t>Rynin</w:t>
      </w:r>
      <w:proofErr w:type="spellEnd"/>
      <w:r>
        <w:t xml:space="preserve">, </w:t>
      </w:r>
      <w:r w:rsidR="00B27708">
        <w:t xml:space="preserve">et les dirigeants britanniques de la </w:t>
      </w:r>
      <w:r>
        <w:t>« </w:t>
      </w:r>
      <w:r w:rsidR="00B27708">
        <w:t xml:space="preserve">British </w:t>
      </w:r>
      <w:proofErr w:type="spellStart"/>
      <w:r w:rsidR="00B27708">
        <w:t>interplanetary</w:t>
      </w:r>
      <w:proofErr w:type="spellEnd"/>
      <w:r w:rsidR="00B27708">
        <w:t xml:space="preserve"> Society</w:t>
      </w:r>
      <w:r>
        <w:t> »</w:t>
      </w:r>
      <w:r w:rsidR="00B27708">
        <w:t xml:space="preserve"> ont mis tout leur fervent espoir d</w:t>
      </w:r>
      <w:r>
        <w:t>’</w:t>
      </w:r>
      <w:r w:rsidR="00B27708">
        <w:t>aboutir</w:t>
      </w:r>
      <w:r>
        <w:t xml:space="preserve">. </w:t>
      </w:r>
      <w:r w:rsidR="00B27708">
        <w:t>C</w:t>
      </w:r>
      <w:r>
        <w:t>’</w:t>
      </w:r>
      <w:r w:rsidR="00B27708">
        <w:t>est à cet emploi que je me suis arrêté moi-même</w:t>
      </w:r>
      <w:r>
        <w:t xml:space="preserve">, </w:t>
      </w:r>
      <w:r w:rsidR="00B27708">
        <w:t>après avoir minutieusement étudié la question</w:t>
      </w:r>
      <w:r>
        <w:t>…</w:t>
      </w:r>
    </w:p>
    <w:p w14:paraId="45B5CD2F" w14:textId="77777777" w:rsidR="00987D49" w:rsidRDefault="00987D49" w:rsidP="00B27708">
      <w:r>
        <w:t>« </w:t>
      </w:r>
      <w:r w:rsidR="00B27708">
        <w:t>On a cru</w:t>
      </w:r>
      <w:r>
        <w:t xml:space="preserve">, </w:t>
      </w:r>
      <w:r w:rsidR="00B27708">
        <w:t>tout d</w:t>
      </w:r>
      <w:r>
        <w:t>’</w:t>
      </w:r>
      <w:r w:rsidR="00B27708">
        <w:t>abord</w:t>
      </w:r>
      <w:r>
        <w:t xml:space="preserve">, </w:t>
      </w:r>
      <w:r w:rsidR="00B27708">
        <w:t>que l</w:t>
      </w:r>
      <w:r>
        <w:t>’</w:t>
      </w:r>
      <w:r w:rsidR="00B27708">
        <w:t>on se heurterait à un obstacle insurmontable</w:t>
      </w:r>
      <w:r>
        <w:t xml:space="preserve"> : </w:t>
      </w:r>
      <w:r w:rsidR="00B27708">
        <w:t>le poids du véhicule</w:t>
      </w:r>
      <w:r>
        <w:t xml:space="preserve">. </w:t>
      </w:r>
      <w:r w:rsidR="00B27708">
        <w:t>Et certains chercheurs</w:t>
      </w:r>
      <w:r>
        <w:t xml:space="preserve">, </w:t>
      </w:r>
      <w:r w:rsidR="00B27708">
        <w:t>de peu de foi</w:t>
      </w:r>
      <w:r>
        <w:t xml:space="preserve">, </w:t>
      </w:r>
      <w:r w:rsidR="00B27708">
        <w:t>ont</w:t>
      </w:r>
      <w:r>
        <w:t xml:space="preserve">, </w:t>
      </w:r>
      <w:r w:rsidR="00B27708">
        <w:t>sinon abandonné</w:t>
      </w:r>
      <w:r>
        <w:t xml:space="preserve">, </w:t>
      </w:r>
      <w:r w:rsidR="00B27708">
        <w:t>du moins ajourné le problème jusqu</w:t>
      </w:r>
      <w:r>
        <w:t>’</w:t>
      </w:r>
      <w:r w:rsidR="00B27708">
        <w:t xml:space="preserve">à </w:t>
      </w:r>
      <w:r w:rsidR="00B27708">
        <w:lastRenderedPageBreak/>
        <w:t>l</w:t>
      </w:r>
      <w:r>
        <w:t>’</w:t>
      </w:r>
      <w:r w:rsidR="00B27708">
        <w:t>époque où nous saurions libérer la force intra-atomique</w:t>
      </w:r>
      <w:r>
        <w:t xml:space="preserve">… </w:t>
      </w:r>
      <w:r w:rsidR="00B27708">
        <w:t>Mais d</w:t>
      </w:r>
      <w:r>
        <w:t>’</w:t>
      </w:r>
      <w:r w:rsidR="00B27708">
        <w:t>autres ont persisté</w:t>
      </w:r>
      <w:r>
        <w:t>…</w:t>
      </w:r>
    </w:p>
    <w:p w14:paraId="4DBFFB83" w14:textId="77777777" w:rsidR="00987D49" w:rsidRDefault="00987D49" w:rsidP="00B27708">
      <w:r>
        <w:t>« </w:t>
      </w:r>
      <w:r w:rsidR="00B27708">
        <w:t>La nouvelle aspiration humaine a eu déjà ses premiers martyrs</w:t>
      </w:r>
      <w:r>
        <w:t xml:space="preserve">. </w:t>
      </w:r>
      <w:r w:rsidR="00B27708">
        <w:t>En Allemagne</w:t>
      </w:r>
      <w:r>
        <w:t xml:space="preserve">, </w:t>
      </w:r>
      <w:r w:rsidR="00B27708">
        <w:t xml:space="preserve">à </w:t>
      </w:r>
      <w:proofErr w:type="spellStart"/>
      <w:r w:rsidR="00B27708">
        <w:t>Arensforst</w:t>
      </w:r>
      <w:proofErr w:type="spellEnd"/>
      <w:r>
        <w:t xml:space="preserve">, </w:t>
      </w:r>
      <w:r w:rsidR="00B27708">
        <w:t>trois savants</w:t>
      </w:r>
      <w:r>
        <w:t xml:space="preserve">, </w:t>
      </w:r>
      <w:r w:rsidR="00B27708">
        <w:t xml:space="preserve">le professeur Reinhold </w:t>
      </w:r>
      <w:proofErr w:type="spellStart"/>
      <w:r w:rsidR="00B27708">
        <w:t>Tiling</w:t>
      </w:r>
      <w:proofErr w:type="spellEnd"/>
      <w:r>
        <w:t xml:space="preserve">, </w:t>
      </w:r>
      <w:r w:rsidR="00B27708">
        <w:t>et deux de ses collaborateurs</w:t>
      </w:r>
      <w:r>
        <w:t xml:space="preserve">, </w:t>
      </w:r>
      <w:r w:rsidR="00B27708">
        <w:t>ont été tués par l</w:t>
      </w:r>
      <w:r>
        <w:t>’</w:t>
      </w:r>
      <w:r w:rsidR="00B27708">
        <w:t>explosion d</w:t>
      </w:r>
      <w:r>
        <w:t>’</w:t>
      </w:r>
      <w:r w:rsidR="00B27708">
        <w:t>une fusée</w:t>
      </w:r>
      <w:r>
        <w:t xml:space="preserve">, </w:t>
      </w:r>
      <w:r w:rsidR="00B27708">
        <w:t>destinée</w:t>
      </w:r>
      <w:r>
        <w:t xml:space="preserve">, </w:t>
      </w:r>
      <w:r w:rsidR="00B27708">
        <w:t>pour commencer</w:t>
      </w:r>
      <w:r>
        <w:t xml:space="preserve">, </w:t>
      </w:r>
      <w:r w:rsidR="00B27708">
        <w:t>à une randonnée stratosphérique</w:t>
      </w:r>
      <w:r>
        <w:t xml:space="preserve">, </w:t>
      </w:r>
      <w:r w:rsidR="00B27708">
        <w:t>et qu</w:t>
      </w:r>
      <w:r>
        <w:t>’</w:t>
      </w:r>
      <w:r w:rsidR="00B27708">
        <w:t>ils mettaient au point</w:t>
      </w:r>
      <w:r>
        <w:t xml:space="preserve">. </w:t>
      </w:r>
      <w:r w:rsidR="00B27708">
        <w:t>Je fus de ceux qui n</w:t>
      </w:r>
      <w:r>
        <w:t>’</w:t>
      </w:r>
      <w:r w:rsidR="00B27708">
        <w:t>abandonnèrent pas</w:t>
      </w:r>
      <w:r>
        <w:t xml:space="preserve">. </w:t>
      </w:r>
      <w:r w:rsidR="00B27708">
        <w:t>Avant même que j</w:t>
      </w:r>
      <w:r>
        <w:t>’</w:t>
      </w:r>
      <w:r w:rsidR="00B27708">
        <w:t>eusse réalisé mon explosif</w:t>
      </w:r>
      <w:r>
        <w:t xml:space="preserve">, </w:t>
      </w:r>
      <w:r w:rsidR="00B27708">
        <w:t>le problème n</w:t>
      </w:r>
      <w:r>
        <w:t>’</w:t>
      </w:r>
      <w:r w:rsidR="00B27708">
        <w:t>apparaissait déjà plus insoluble</w:t>
      </w:r>
      <w:r>
        <w:t>.</w:t>
      </w:r>
    </w:p>
    <w:p w14:paraId="58700A84" w14:textId="77777777" w:rsidR="00987D49" w:rsidRDefault="00987D49" w:rsidP="00B27708">
      <w:r>
        <w:t>« </w:t>
      </w:r>
      <w:r w:rsidR="00B27708">
        <w:t>Vous m</w:t>
      </w:r>
      <w:r>
        <w:t>’</w:t>
      </w:r>
      <w:r w:rsidR="00B27708">
        <w:t>avez comblé</w:t>
      </w:r>
      <w:r>
        <w:t xml:space="preserve">, </w:t>
      </w:r>
      <w:r w:rsidR="00B27708">
        <w:t xml:space="preserve">mon cher </w:t>
      </w:r>
      <w:proofErr w:type="spellStart"/>
      <w:r w:rsidR="00B27708">
        <w:t>Lesmond</w:t>
      </w:r>
      <w:proofErr w:type="spellEnd"/>
      <w:r>
        <w:t xml:space="preserve">, </w:t>
      </w:r>
      <w:r w:rsidR="00B27708">
        <w:t>de chiffres et de formules</w:t>
      </w:r>
      <w:r>
        <w:t xml:space="preserve">, </w:t>
      </w:r>
      <w:r w:rsidR="00B27708">
        <w:t>lorsque vous m</w:t>
      </w:r>
      <w:r>
        <w:t>’</w:t>
      </w:r>
      <w:r w:rsidR="00B27708">
        <w:t>avez démontré l</w:t>
      </w:r>
      <w:r>
        <w:t>’</w:t>
      </w:r>
      <w:r w:rsidR="00B27708">
        <w:t xml:space="preserve">existence de </w:t>
      </w:r>
      <w:r>
        <w:t xml:space="preserve">Phœbé II. </w:t>
      </w:r>
      <w:r w:rsidR="00B27708">
        <w:t>À mon tour</w:t>
      </w:r>
      <w:r>
        <w:t xml:space="preserve">, </w:t>
      </w:r>
      <w:r w:rsidR="00B27708">
        <w:t>je vais</w:t>
      </w:r>
      <w:r>
        <w:t xml:space="preserve"> – </w:t>
      </w:r>
      <w:r w:rsidR="00B27708">
        <w:t>et je m</w:t>
      </w:r>
      <w:r>
        <w:t>’</w:t>
      </w:r>
      <w:r w:rsidR="00B27708">
        <w:t>en excuse</w:t>
      </w:r>
      <w:r>
        <w:t xml:space="preserve">. </w:t>
      </w:r>
      <w:r w:rsidR="00B27708">
        <w:t>Mademoiselle Hélène</w:t>
      </w:r>
      <w:r>
        <w:t xml:space="preserve"> – </w:t>
      </w:r>
      <w:r w:rsidR="00B27708">
        <w:t>prouver</w:t>
      </w:r>
      <w:r>
        <w:t xml:space="preserve">, </w:t>
      </w:r>
      <w:r w:rsidR="00B27708">
        <w:t>craie en main</w:t>
      </w:r>
      <w:r>
        <w:t xml:space="preserve">, </w:t>
      </w:r>
      <w:r w:rsidR="00B27708">
        <w:t>qu</w:t>
      </w:r>
      <w:r>
        <w:t>’</w:t>
      </w:r>
      <w:r w:rsidR="00B27708">
        <w:t>il est possible</w:t>
      </w:r>
      <w:r>
        <w:t xml:space="preserve">, </w:t>
      </w:r>
      <w:r w:rsidR="00B27708">
        <w:t>dès maintenant</w:t>
      </w:r>
      <w:r>
        <w:t xml:space="preserve">, </w:t>
      </w:r>
      <w:r w:rsidR="00B27708">
        <w:t>d</w:t>
      </w:r>
      <w:r>
        <w:t>’</w:t>
      </w:r>
      <w:r w:rsidR="00B27708">
        <w:t>aller en fusée dans la Lune</w:t>
      </w:r>
      <w:r>
        <w:t xml:space="preserve">, </w:t>
      </w:r>
      <w:r w:rsidR="00B27708">
        <w:t>et</w:t>
      </w:r>
      <w:r>
        <w:t xml:space="preserve">, </w:t>
      </w:r>
      <w:r w:rsidR="00B27708">
        <w:t>a fortiori</w:t>
      </w:r>
      <w:r>
        <w:t xml:space="preserve">, </w:t>
      </w:r>
      <w:r w:rsidR="00B27708">
        <w:t xml:space="preserve">dans </w:t>
      </w:r>
      <w:r>
        <w:t>Phœbé II…</w:t>
      </w:r>
    </w:p>
    <w:p w14:paraId="6C2E69F1" w14:textId="77777777" w:rsidR="00987D49" w:rsidRDefault="00B27708" w:rsidP="00B27708">
      <w:r>
        <w:t>Ma porte brune servit</w:t>
      </w:r>
      <w:r w:rsidR="00987D49">
        <w:t xml:space="preserve">, </w:t>
      </w:r>
      <w:r>
        <w:t>une fois de plus</w:t>
      </w:r>
      <w:r w:rsidR="00987D49">
        <w:t xml:space="preserve">, </w:t>
      </w:r>
      <w:r>
        <w:t>de support à une impressionnante série de calculs</w:t>
      </w:r>
      <w:r w:rsidR="00987D49">
        <w:t xml:space="preserve">. </w:t>
      </w:r>
      <w:r>
        <w:t>J</w:t>
      </w:r>
      <w:r w:rsidR="00987D49">
        <w:t>’</w:t>
      </w:r>
      <w:r>
        <w:t xml:space="preserve">entendis parler de </w:t>
      </w:r>
      <w:r w:rsidR="00987D49">
        <w:t>« </w:t>
      </w:r>
      <w:r>
        <w:t>rapports de masses</w:t>
      </w:r>
      <w:r w:rsidR="00987D49">
        <w:t xml:space="preserve"> », </w:t>
      </w:r>
      <w:r>
        <w:t xml:space="preserve">de </w:t>
      </w:r>
      <w:r w:rsidR="00987D49">
        <w:t>« </w:t>
      </w:r>
      <w:r>
        <w:t>vitesse d</w:t>
      </w:r>
      <w:r w:rsidR="00987D49">
        <w:t>’</w:t>
      </w:r>
      <w:r>
        <w:t>éjection</w:t>
      </w:r>
      <w:r w:rsidR="00987D49">
        <w:t xml:space="preserve"> », </w:t>
      </w:r>
      <w:r>
        <w:t>de logarithmes</w:t>
      </w:r>
      <w:r w:rsidR="00987D49">
        <w:t xml:space="preserve">, </w:t>
      </w:r>
      <w:r>
        <w:t>d</w:t>
      </w:r>
      <w:r w:rsidR="00987D49">
        <w:t>’</w:t>
      </w:r>
      <w:r>
        <w:t>intégration</w:t>
      </w:r>
      <w:r w:rsidR="00987D49">
        <w:t xml:space="preserve">… </w:t>
      </w:r>
      <w:r>
        <w:t>Je contemplai</w:t>
      </w:r>
      <w:r w:rsidR="00987D49">
        <w:t xml:space="preserve">, </w:t>
      </w:r>
      <w:r>
        <w:t>une fois de plus</w:t>
      </w:r>
      <w:r w:rsidR="00987D49">
        <w:t xml:space="preserve">, </w:t>
      </w:r>
      <w:r>
        <w:t>des symboles algébriques</w:t>
      </w:r>
      <w:r w:rsidR="00987D49">
        <w:t xml:space="preserve">, </w:t>
      </w:r>
      <w:r>
        <w:t>nés à foison sous les doigts de l</w:t>
      </w:r>
      <w:r w:rsidR="00987D49">
        <w:t>’</w:t>
      </w:r>
      <w:r>
        <w:t>ingénieur</w:t>
      </w:r>
      <w:r w:rsidR="00987D49">
        <w:t xml:space="preserve">… </w:t>
      </w:r>
      <w:r>
        <w:t>De toutes ces théories</w:t>
      </w:r>
      <w:r w:rsidR="00987D49">
        <w:t xml:space="preserve">, </w:t>
      </w:r>
      <w:r>
        <w:t>semblables pour moi à des incantations barbares</w:t>
      </w:r>
      <w:r w:rsidR="00987D49">
        <w:t xml:space="preserve">, </w:t>
      </w:r>
      <w:r>
        <w:t>ou à des invocations cabalistiques</w:t>
      </w:r>
      <w:r w:rsidR="00987D49">
        <w:t xml:space="preserve">, </w:t>
      </w:r>
      <w:r>
        <w:t>je retins pourtant les conclusions qui s</w:t>
      </w:r>
      <w:r w:rsidR="00987D49">
        <w:t>’</w:t>
      </w:r>
      <w:r>
        <w:t>en dégageaient</w:t>
      </w:r>
      <w:r w:rsidR="00987D49">
        <w:t xml:space="preserve">, </w:t>
      </w:r>
      <w:r>
        <w:t xml:space="preserve">et que </w:t>
      </w:r>
      <w:proofErr w:type="spellStart"/>
      <w:r>
        <w:t>Saravine</w:t>
      </w:r>
      <w:proofErr w:type="spellEnd"/>
      <w:r>
        <w:t xml:space="preserve"> finit par énoncer en langage plus intelligible</w:t>
      </w:r>
      <w:r w:rsidR="00987D49">
        <w:t xml:space="preserve">, </w:t>
      </w:r>
      <w:r>
        <w:t>à l</w:t>
      </w:r>
      <w:r w:rsidR="00987D49">
        <w:t>’</w:t>
      </w:r>
      <w:r>
        <w:t>usage d</w:t>
      </w:r>
      <w:r w:rsidR="00987D49">
        <w:t>’</w:t>
      </w:r>
      <w:r>
        <w:t>Hélène et à mon propre usage</w:t>
      </w:r>
      <w:r w:rsidR="00987D49">
        <w:t>.</w:t>
      </w:r>
    </w:p>
    <w:p w14:paraId="4D2B8723" w14:textId="77777777" w:rsidR="00987D49" w:rsidRDefault="00987D49" w:rsidP="00B27708">
      <w:r>
        <w:rPr>
          <w:rFonts w:eastAsia="Georgia"/>
        </w:rPr>
        <w:t>— </w:t>
      </w:r>
      <w:r w:rsidR="00B27708">
        <w:t>Les premières études astronautiques</w:t>
      </w:r>
      <w:r>
        <w:t xml:space="preserve">, </w:t>
      </w:r>
      <w:r w:rsidR="00B27708">
        <w:t>dit-il</w:t>
      </w:r>
      <w:r>
        <w:t xml:space="preserve">, </w:t>
      </w:r>
      <w:r w:rsidR="00B27708">
        <w:t xml:space="preserve">avaient amené à conclure que le </w:t>
      </w:r>
      <w:r>
        <w:t>« </w:t>
      </w:r>
      <w:r w:rsidR="00B27708">
        <w:t>rapport de masses</w:t>
      </w:r>
      <w:r>
        <w:t> »</w:t>
      </w:r>
      <w:r w:rsidR="00B27708">
        <w:t xml:space="preserve"> était trop élevé pour permettre d</w:t>
      </w:r>
      <w:r>
        <w:t>’</w:t>
      </w:r>
      <w:r w:rsidR="00B27708">
        <w:t>envisager une réalisation pratique</w:t>
      </w:r>
      <w:r>
        <w:t>.</w:t>
      </w:r>
    </w:p>
    <w:p w14:paraId="1655CB25" w14:textId="77777777" w:rsidR="00987D49" w:rsidRDefault="00987D49" w:rsidP="00B27708">
      <w:r>
        <w:rPr>
          <w:rFonts w:eastAsia="Georgia"/>
        </w:rPr>
        <w:t>— </w:t>
      </w:r>
      <w:r w:rsidR="00B27708">
        <w:t>Qu</w:t>
      </w:r>
      <w:r>
        <w:t>’</w:t>
      </w:r>
      <w:r w:rsidR="00B27708">
        <w:t xml:space="preserve">est-ce que le </w:t>
      </w:r>
      <w:r>
        <w:t>« </w:t>
      </w:r>
      <w:r w:rsidR="00B27708">
        <w:t>rapport de masses</w:t>
      </w:r>
      <w:r>
        <w:t> ? »</w:t>
      </w:r>
      <w:r w:rsidR="00B27708">
        <w:t xml:space="preserve"> osai-je risquer</w:t>
      </w:r>
      <w:r>
        <w:t>…</w:t>
      </w:r>
    </w:p>
    <w:p w14:paraId="7C28C790" w14:textId="77777777" w:rsidR="00987D49" w:rsidRDefault="00B27708" w:rsidP="00B27708">
      <w:r>
        <w:t xml:space="preserve">Pierre </w:t>
      </w:r>
      <w:proofErr w:type="spellStart"/>
      <w:r>
        <w:t>Saravine</w:t>
      </w:r>
      <w:proofErr w:type="spellEnd"/>
      <w:r w:rsidR="00987D49">
        <w:t xml:space="preserve">, </w:t>
      </w:r>
      <w:r>
        <w:t>avec une obligeante et patiente bonne grâce</w:t>
      </w:r>
      <w:r w:rsidR="00987D49">
        <w:t xml:space="preserve">, </w:t>
      </w:r>
      <w:r>
        <w:t>expliqua</w:t>
      </w:r>
      <w:r w:rsidR="00987D49">
        <w:t> :</w:t>
      </w:r>
    </w:p>
    <w:p w14:paraId="2A410990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C</w:t>
      </w:r>
      <w:r>
        <w:t>’</w:t>
      </w:r>
      <w:r w:rsidR="00B27708">
        <w:t>est</w:t>
      </w:r>
      <w:r>
        <w:t xml:space="preserve">, </w:t>
      </w:r>
      <w:r w:rsidR="00B27708">
        <w:t>en somme</w:t>
      </w:r>
      <w:r>
        <w:t xml:space="preserve">, </w:t>
      </w:r>
      <w:r w:rsidR="00B27708">
        <w:t>le rapport entre le poids du véhicule au départ</w:t>
      </w:r>
      <w:r>
        <w:t xml:space="preserve">, </w:t>
      </w:r>
      <w:r w:rsidR="00B27708">
        <w:t>muni de tout son train de fusées-gigognes</w:t>
      </w:r>
      <w:r>
        <w:t xml:space="preserve">, </w:t>
      </w:r>
      <w:r w:rsidR="00B27708">
        <w:t>bourrées d</w:t>
      </w:r>
      <w:r>
        <w:t>’</w:t>
      </w:r>
      <w:r w:rsidR="00B27708">
        <w:t>explosif</w:t>
      </w:r>
      <w:r>
        <w:t xml:space="preserve">, </w:t>
      </w:r>
      <w:r w:rsidR="00B27708">
        <w:t xml:space="preserve">et le </w:t>
      </w:r>
      <w:r>
        <w:t>« </w:t>
      </w:r>
      <w:r w:rsidR="00B27708">
        <w:t>poids utile</w:t>
      </w:r>
      <w:r>
        <w:t xml:space="preserve"> », </w:t>
      </w:r>
      <w:r w:rsidR="00B27708">
        <w:t>c</w:t>
      </w:r>
      <w:r>
        <w:t>’</w:t>
      </w:r>
      <w:r w:rsidR="00B27708">
        <w:t>est-à-dire</w:t>
      </w:r>
      <w:r>
        <w:t xml:space="preserve">, </w:t>
      </w:r>
      <w:r w:rsidR="00B27708">
        <w:t>le poids de la cabine et des passagers qu</w:t>
      </w:r>
      <w:r>
        <w:t>’</w:t>
      </w:r>
      <w:r w:rsidR="00B27708">
        <w:t>il s</w:t>
      </w:r>
      <w:r>
        <w:t>’</w:t>
      </w:r>
      <w:r w:rsidR="00B27708">
        <w:t>agit de transporter</w:t>
      </w:r>
      <w:r>
        <w:t>…</w:t>
      </w:r>
    </w:p>
    <w:p w14:paraId="766D8113" w14:textId="77777777" w:rsidR="00987D49" w:rsidRDefault="00B27708" w:rsidP="00B27708">
      <w:r>
        <w:t>Comme je n</w:t>
      </w:r>
      <w:r w:rsidR="00987D49">
        <w:t>’</w:t>
      </w:r>
      <w:r>
        <w:t>avais pas l</w:t>
      </w:r>
      <w:r w:rsidR="00987D49">
        <w:t>’</w:t>
      </w:r>
      <w:r>
        <w:t>air de saisir parfaitement</w:t>
      </w:r>
      <w:r w:rsidR="00987D49">
        <w:t xml:space="preserve">, </w:t>
      </w:r>
      <w:r>
        <w:t>il précisa</w:t>
      </w:r>
      <w:r w:rsidR="00987D49">
        <w:t> :</w:t>
      </w:r>
    </w:p>
    <w:p w14:paraId="5D9357BA" w14:textId="77777777" w:rsidR="00987D49" w:rsidRDefault="00987D49" w:rsidP="00B27708">
      <w:r>
        <w:rPr>
          <w:rFonts w:eastAsia="Georgia"/>
        </w:rPr>
        <w:t>— </w:t>
      </w:r>
      <w:r w:rsidR="00B27708">
        <w:t>Au fur et à mesure qu</w:t>
      </w:r>
      <w:r>
        <w:t>’</w:t>
      </w:r>
      <w:r w:rsidR="00B27708">
        <w:t>il s</w:t>
      </w:r>
      <w:r>
        <w:t>’</w:t>
      </w:r>
      <w:r w:rsidR="00B27708">
        <w:t>éloigne de la Terre</w:t>
      </w:r>
      <w:r>
        <w:t xml:space="preserve">, </w:t>
      </w:r>
      <w:r w:rsidR="00B27708">
        <w:t>notre projectile s</w:t>
      </w:r>
      <w:r>
        <w:t>’</w:t>
      </w:r>
      <w:r w:rsidR="00B27708">
        <w:t>allège</w:t>
      </w:r>
      <w:r>
        <w:t xml:space="preserve">, </w:t>
      </w:r>
      <w:r w:rsidR="00B27708">
        <w:t>non seulement de l</w:t>
      </w:r>
      <w:r>
        <w:t>’</w:t>
      </w:r>
      <w:r w:rsidR="00B27708">
        <w:t>explosif brûlé</w:t>
      </w:r>
      <w:r>
        <w:t xml:space="preserve">, </w:t>
      </w:r>
      <w:r w:rsidR="00B27708">
        <w:t>mais encore des carcasses vides et inutiles qui le contenaient</w:t>
      </w:r>
      <w:r>
        <w:t xml:space="preserve">. </w:t>
      </w:r>
      <w:r w:rsidR="00B27708">
        <w:t>Ainsi</w:t>
      </w:r>
      <w:r>
        <w:t xml:space="preserve">, </w:t>
      </w:r>
      <w:r w:rsidR="00B27708">
        <w:t>la partie de l</w:t>
      </w:r>
      <w:r>
        <w:t>’</w:t>
      </w:r>
      <w:r w:rsidR="00B27708">
        <w:t>engin terrestre qui abordera sur la Lune</w:t>
      </w:r>
      <w:r>
        <w:t xml:space="preserve">, </w:t>
      </w:r>
      <w:r w:rsidR="00B27708">
        <w:t>sera une petite fraction de celui qui aura quitté le sol de notre globe</w:t>
      </w:r>
      <w:r>
        <w:t xml:space="preserve">… </w:t>
      </w:r>
      <w:r w:rsidR="00B27708">
        <w:t>Le professeur Goddard</w:t>
      </w:r>
      <w:r>
        <w:t xml:space="preserve">, </w:t>
      </w:r>
      <w:r w:rsidR="00B27708">
        <w:t>de l</w:t>
      </w:r>
      <w:r>
        <w:t>’</w:t>
      </w:r>
      <w:r w:rsidR="00B27708">
        <w:t>Université de Princeton</w:t>
      </w:r>
      <w:r>
        <w:t xml:space="preserve">, </w:t>
      </w:r>
      <w:r w:rsidR="00B27708">
        <w:t>avait chiffré ce rapport par le nombre 600</w:t>
      </w:r>
      <w:r>
        <w:t xml:space="preserve">. </w:t>
      </w:r>
      <w:r w:rsidR="00B27708">
        <w:t>C</w:t>
      </w:r>
      <w:r>
        <w:t>’</w:t>
      </w:r>
      <w:r w:rsidR="00B27708">
        <w:t>est-à-dire que</w:t>
      </w:r>
      <w:r>
        <w:t xml:space="preserve">, </w:t>
      </w:r>
      <w:r w:rsidR="00B27708">
        <w:t>pour envoyer une balle d</w:t>
      </w:r>
      <w:r>
        <w:t>’</w:t>
      </w:r>
      <w:r w:rsidR="00B27708">
        <w:t>un kilo sur la Lune</w:t>
      </w:r>
      <w:r>
        <w:t xml:space="preserve">, </w:t>
      </w:r>
      <w:r w:rsidR="00B27708">
        <w:t>il fallait utiliser une fusée pesant 600 kilos</w:t>
      </w:r>
      <w:r>
        <w:t>…</w:t>
      </w:r>
    </w:p>
    <w:p w14:paraId="324CF802" w14:textId="77777777" w:rsidR="00987D49" w:rsidRDefault="00987D49" w:rsidP="00B27708">
      <w:r>
        <w:t>« </w:t>
      </w:r>
      <w:r w:rsidR="00B27708">
        <w:t>Si l</w:t>
      </w:r>
      <w:r>
        <w:t>’</w:t>
      </w:r>
      <w:r w:rsidR="00B27708">
        <w:t>on évalue à une tonne le poids de la cabine</w:t>
      </w:r>
      <w:r>
        <w:t xml:space="preserve">, </w:t>
      </w:r>
      <w:r w:rsidR="00B27708">
        <w:t>des ustensiles et approvisionnements</w:t>
      </w:r>
      <w:r>
        <w:t xml:space="preserve">, </w:t>
      </w:r>
      <w:r w:rsidR="00B27708">
        <w:t>et des passagers</w:t>
      </w:r>
      <w:r>
        <w:t xml:space="preserve">, </w:t>
      </w:r>
      <w:r w:rsidR="00B27708">
        <w:t>l</w:t>
      </w:r>
      <w:r>
        <w:t>’</w:t>
      </w:r>
      <w:r w:rsidR="00B27708">
        <w:t>engin</w:t>
      </w:r>
      <w:r>
        <w:t xml:space="preserve">, </w:t>
      </w:r>
      <w:r w:rsidR="00B27708">
        <w:t>au départ</w:t>
      </w:r>
      <w:r>
        <w:t xml:space="preserve">, </w:t>
      </w:r>
      <w:r w:rsidR="00B27708">
        <w:t>devrait peser 600 tonnes</w:t>
      </w:r>
      <w:r>
        <w:t xml:space="preserve">… </w:t>
      </w:r>
      <w:r w:rsidR="00B27708">
        <w:t>Ce ne serait pas inconcevable</w:t>
      </w:r>
      <w:r>
        <w:t xml:space="preserve">. </w:t>
      </w:r>
      <w:r w:rsidR="00B27708">
        <w:t>Mais il faut songer au retour</w:t>
      </w:r>
      <w:r>
        <w:t xml:space="preserve">, </w:t>
      </w:r>
      <w:r w:rsidR="00B27708">
        <w:t>c</w:t>
      </w:r>
      <w:r>
        <w:t>’</w:t>
      </w:r>
      <w:r w:rsidR="00B27708">
        <w:t>est-à-dire</w:t>
      </w:r>
      <w:r>
        <w:t xml:space="preserve">, </w:t>
      </w:r>
      <w:r w:rsidR="00B27708">
        <w:t>à ramener sur la Terre le projectile pesant une tonne</w:t>
      </w:r>
      <w:r>
        <w:t xml:space="preserve">, </w:t>
      </w:r>
      <w:r w:rsidR="00B27708">
        <w:t>constitué par cette cabine et ses habitants</w:t>
      </w:r>
      <w:r>
        <w:t xml:space="preserve">. </w:t>
      </w:r>
      <w:r w:rsidR="00B27708">
        <w:t>Et la difficulté semble alors s</w:t>
      </w:r>
      <w:r>
        <w:t>’</w:t>
      </w:r>
      <w:r w:rsidR="00B27708">
        <w:t>élever au carré</w:t>
      </w:r>
      <w:r>
        <w:t>.</w:t>
      </w:r>
    </w:p>
    <w:p w14:paraId="3BEBD429" w14:textId="77777777" w:rsidR="00987D49" w:rsidRDefault="00987D49" w:rsidP="00B27708">
      <w:r>
        <w:t>« </w:t>
      </w:r>
      <w:r w:rsidR="00B27708">
        <w:t>Si l</w:t>
      </w:r>
      <w:r>
        <w:t>’</w:t>
      </w:r>
      <w:r w:rsidR="00B27708">
        <w:t>on fait jouer de nouveau la notion du rapport de masses</w:t>
      </w:r>
      <w:r>
        <w:t xml:space="preserve">, </w:t>
      </w:r>
      <w:r w:rsidR="00B27708">
        <w:t>il faudra de nouveau</w:t>
      </w:r>
      <w:r>
        <w:t xml:space="preserve">, </w:t>
      </w:r>
      <w:r w:rsidR="00B27708">
        <w:t>pour expédier cette tonne</w:t>
      </w:r>
      <w:r>
        <w:t xml:space="preserve">, </w:t>
      </w:r>
      <w:r w:rsidR="00B27708">
        <w:t>de la Lune à la Terre</w:t>
      </w:r>
      <w:r>
        <w:t xml:space="preserve">, </w:t>
      </w:r>
      <w:r w:rsidR="00B27708">
        <w:t>un engin de 600 tonnes</w:t>
      </w:r>
      <w:r>
        <w:t xml:space="preserve">. </w:t>
      </w:r>
      <w:r w:rsidR="00B27708">
        <w:t>Ce n</w:t>
      </w:r>
      <w:r>
        <w:t>’</w:t>
      </w:r>
      <w:r w:rsidR="00B27708">
        <w:t>est pas sur place assurément</w:t>
      </w:r>
      <w:r>
        <w:t xml:space="preserve">, </w:t>
      </w:r>
      <w:r w:rsidR="00B27708">
        <w:t>que l</w:t>
      </w:r>
      <w:r>
        <w:t>’</w:t>
      </w:r>
      <w:r w:rsidR="00B27708">
        <w:t>on espère le fabriquer</w:t>
      </w:r>
      <w:r>
        <w:t xml:space="preserve"> ? </w:t>
      </w:r>
      <w:r w:rsidR="00B27708">
        <w:t>Il aura fallu envoyer de chez nous cet engin de 600 tonnes</w:t>
      </w:r>
      <w:r>
        <w:t xml:space="preserve">. </w:t>
      </w:r>
      <w:r w:rsidR="00B27708">
        <w:t>L</w:t>
      </w:r>
      <w:r>
        <w:t>’</w:t>
      </w:r>
      <w:r w:rsidR="00B27708">
        <w:t>engin primitif aurait donc pesé 600 x 600 = 36</w:t>
      </w:r>
      <w:r>
        <w:t>0 0</w:t>
      </w:r>
      <w:r w:rsidR="00B27708">
        <w:t>00 tonnes</w:t>
      </w:r>
      <w:r>
        <w:t> !…</w:t>
      </w:r>
    </w:p>
    <w:p w14:paraId="13855999" w14:textId="77777777" w:rsidR="00987D49" w:rsidRDefault="00987D49" w:rsidP="00B27708">
      <w:r>
        <w:rPr>
          <w:rFonts w:eastAsia="Georgia"/>
        </w:rPr>
        <w:t>— </w:t>
      </w:r>
      <w:r w:rsidR="00B27708">
        <w:t>Irréalisable pratiquement</w:t>
      </w:r>
      <w:r>
        <w:t xml:space="preserve">, </w:t>
      </w:r>
      <w:r w:rsidR="00B27708">
        <w:t>commenta brièvement René</w:t>
      </w:r>
      <w:r>
        <w:t>…</w:t>
      </w:r>
    </w:p>
    <w:p w14:paraId="6DD5B48D" w14:textId="77777777" w:rsidR="00987D49" w:rsidRDefault="00987D49" w:rsidP="00B27708">
      <w:r>
        <w:rPr>
          <w:rFonts w:eastAsia="Georgia"/>
        </w:rPr>
        <w:t>— </w:t>
      </w:r>
      <w:r w:rsidR="00B27708">
        <w:t>Irréalisable</w:t>
      </w:r>
      <w:r>
        <w:t xml:space="preserve">, </w:t>
      </w:r>
      <w:r w:rsidR="00B27708">
        <w:t>mais faux</w:t>
      </w:r>
      <w:r>
        <w:t xml:space="preserve">, </w:t>
      </w:r>
      <w:r w:rsidR="00B27708">
        <w:t xml:space="preserve">répliqua vivement </w:t>
      </w:r>
      <w:proofErr w:type="spellStart"/>
      <w:r w:rsidR="00B27708">
        <w:t>Saravine</w:t>
      </w:r>
      <w:proofErr w:type="spellEnd"/>
      <w:r>
        <w:t xml:space="preserve">. </w:t>
      </w:r>
      <w:r w:rsidR="00B27708">
        <w:t>Car le rapport de masses n</w:t>
      </w:r>
      <w:r>
        <w:t>’</w:t>
      </w:r>
      <w:r w:rsidR="00B27708">
        <w:t>est plus le même pour le retour</w:t>
      </w:r>
      <w:r>
        <w:t xml:space="preserve">, </w:t>
      </w:r>
      <w:r w:rsidR="00B27708">
        <w:t>Lune-Terre que pour l</w:t>
      </w:r>
      <w:r>
        <w:t>’</w:t>
      </w:r>
      <w:r w:rsidR="00B27708">
        <w:t>aller Terre-Lune</w:t>
      </w:r>
      <w:r>
        <w:t xml:space="preserve">. </w:t>
      </w:r>
      <w:r w:rsidR="00B27708">
        <w:t>L</w:t>
      </w:r>
      <w:r>
        <w:t>’</w:t>
      </w:r>
      <w:r w:rsidR="00B27708">
        <w:t>attraction lunaire est beaucoup plus faible que l</w:t>
      </w:r>
      <w:r>
        <w:t>’</w:t>
      </w:r>
      <w:r w:rsidR="00B27708">
        <w:t>attraction terrestre</w:t>
      </w:r>
      <w:r>
        <w:t xml:space="preserve">, </w:t>
      </w:r>
      <w:r w:rsidR="00B27708">
        <w:t>puisque la masse de la Lune n</w:t>
      </w:r>
      <w:r>
        <w:t>’</w:t>
      </w:r>
      <w:r w:rsidR="00B27708">
        <w:t>est qu</w:t>
      </w:r>
      <w:r>
        <w:t>’</w:t>
      </w:r>
      <w:r w:rsidR="00B27708">
        <w:t xml:space="preserve">une </w:t>
      </w:r>
      <w:r w:rsidR="00B27708">
        <w:lastRenderedPageBreak/>
        <w:t>fraction de celle de la Terre</w:t>
      </w:r>
      <w:r>
        <w:t xml:space="preserve">. </w:t>
      </w:r>
      <w:r w:rsidR="00B27708">
        <w:t>Un objet qui pèse une tonne sur la Terre</w:t>
      </w:r>
      <w:r>
        <w:t xml:space="preserve">, </w:t>
      </w:r>
      <w:r w:rsidR="00B27708">
        <w:t>ne pèse plus que 165 kilos sur la Lune</w:t>
      </w:r>
      <w:r>
        <w:t xml:space="preserve">. </w:t>
      </w:r>
      <w:r w:rsidR="00B27708">
        <w:t>Et sa libération sera moins onéreuse en chevaux-vapeurs</w:t>
      </w:r>
      <w:r>
        <w:t xml:space="preserve">, </w:t>
      </w:r>
      <w:r w:rsidR="00B27708">
        <w:t>et par conséquent</w:t>
      </w:r>
      <w:r>
        <w:t xml:space="preserve">, </w:t>
      </w:r>
      <w:r w:rsidR="00B27708">
        <w:t>demandera un poids moins considérable d</w:t>
      </w:r>
      <w:r>
        <w:t>’</w:t>
      </w:r>
      <w:r w:rsidR="00B27708">
        <w:t>explosifs</w:t>
      </w:r>
      <w:r>
        <w:t xml:space="preserve">. </w:t>
      </w:r>
      <w:r w:rsidR="00B27708">
        <w:t>La Lune n</w:t>
      </w:r>
      <w:r>
        <w:t>’</w:t>
      </w:r>
      <w:r w:rsidR="00B27708">
        <w:t>a pas d</w:t>
      </w:r>
      <w:r>
        <w:t>’</w:t>
      </w:r>
      <w:r w:rsidR="00B27708">
        <w:t>atmosphère</w:t>
      </w:r>
      <w:r>
        <w:t xml:space="preserve">, </w:t>
      </w:r>
      <w:r w:rsidR="00B27708">
        <w:t>donc pas de résistance de l</w:t>
      </w:r>
      <w:r>
        <w:t>’</w:t>
      </w:r>
      <w:r w:rsidR="00B27708">
        <w:t>air à vaincre</w:t>
      </w:r>
      <w:r>
        <w:t xml:space="preserve">. </w:t>
      </w:r>
      <w:r w:rsidR="00B27708">
        <w:t>Quant à notre atmosphère</w:t>
      </w:r>
      <w:r>
        <w:t xml:space="preserve">, </w:t>
      </w:r>
      <w:r w:rsidR="00B27708">
        <w:t>au retour</w:t>
      </w:r>
      <w:r>
        <w:t xml:space="preserve">, </w:t>
      </w:r>
      <w:r w:rsidR="00B27708">
        <w:t>au lieu de gêner et de contrarier les opérations</w:t>
      </w:r>
      <w:r>
        <w:t xml:space="preserve">, </w:t>
      </w:r>
      <w:r w:rsidR="00B27708">
        <w:t>elle aidera au ralentissement indispensable à l</w:t>
      </w:r>
      <w:r>
        <w:t>’</w:t>
      </w:r>
      <w:r w:rsidR="00B27708">
        <w:t>atterrissage</w:t>
      </w:r>
      <w:r>
        <w:t>…</w:t>
      </w:r>
    </w:p>
    <w:p w14:paraId="53379973" w14:textId="77777777" w:rsidR="00987D49" w:rsidRDefault="00987D49" w:rsidP="00B27708">
      <w:r>
        <w:t>« </w:t>
      </w:r>
      <w:r w:rsidR="00B27708">
        <w:t>Ainsi notre chiffre de 36</w:t>
      </w:r>
      <w:r>
        <w:t>0 0</w:t>
      </w:r>
      <w:r w:rsidR="00B27708">
        <w:t>00 tonnes est-il inexact</w:t>
      </w:r>
      <w:r>
        <w:t xml:space="preserve">. </w:t>
      </w:r>
      <w:r w:rsidR="00B27708">
        <w:t>Ce n</w:t>
      </w:r>
      <w:r>
        <w:t>’</w:t>
      </w:r>
      <w:r w:rsidR="00B27708">
        <w:t>est plus une élévation au carré de l</w:t>
      </w:r>
      <w:r>
        <w:t>’</w:t>
      </w:r>
      <w:r w:rsidR="00B27708">
        <w:t>engin qu</w:t>
      </w:r>
      <w:r>
        <w:t>’</w:t>
      </w:r>
      <w:r w:rsidR="00B27708">
        <w:t>il faut envisager</w:t>
      </w:r>
      <w:r>
        <w:t xml:space="preserve">, </w:t>
      </w:r>
      <w:r w:rsidR="00B27708">
        <w:t>mais sa multiplication par un facteur relativement faible</w:t>
      </w:r>
      <w:r>
        <w:t xml:space="preserve">… </w:t>
      </w:r>
      <w:r w:rsidR="00B27708">
        <w:t>Encore le chiffre de 600 établi par Goddard</w:t>
      </w:r>
      <w:r>
        <w:t xml:space="preserve">, </w:t>
      </w:r>
      <w:r w:rsidR="00B27708">
        <w:t>fait-il état d</w:t>
      </w:r>
      <w:r>
        <w:t>’</w:t>
      </w:r>
      <w:r w:rsidR="00B27708">
        <w:t>explosifs relativement peu puissants</w:t>
      </w:r>
      <w:r>
        <w:t xml:space="preserve">, </w:t>
      </w:r>
      <w:r w:rsidR="00B27708">
        <w:t>surtout si on les compare au mien</w:t>
      </w:r>
      <w:r>
        <w:t xml:space="preserve">. </w:t>
      </w:r>
      <w:r w:rsidR="00B27708">
        <w:t>Le rapport des masses est d</w:t>
      </w:r>
      <w:r>
        <w:t>’</w:t>
      </w:r>
      <w:r w:rsidR="00B27708">
        <w:t>autant plus faible que la vitesse d</w:t>
      </w:r>
      <w:r>
        <w:t>’</w:t>
      </w:r>
      <w:r w:rsidR="00B27708">
        <w:t>éjection des gaz est plus grande</w:t>
      </w:r>
      <w:r>
        <w:t xml:space="preserve">. </w:t>
      </w:r>
      <w:r w:rsidR="00B27708">
        <w:t>L</w:t>
      </w:r>
      <w:r>
        <w:t>’</w:t>
      </w:r>
      <w:r w:rsidR="00B27708">
        <w:t>usage de mon explosif permettrait d</w:t>
      </w:r>
      <w:r>
        <w:t>’</w:t>
      </w:r>
      <w:r w:rsidR="00B27708">
        <w:t>abaisser considérablement ce rapport des masses et par conséquent</w:t>
      </w:r>
      <w:r>
        <w:t xml:space="preserve">, </w:t>
      </w:r>
      <w:r w:rsidR="00B27708">
        <w:t>le poids de l</w:t>
      </w:r>
      <w:r>
        <w:t>’</w:t>
      </w:r>
      <w:r w:rsidR="00B27708">
        <w:t>engin</w:t>
      </w:r>
      <w:r>
        <w:t>…</w:t>
      </w:r>
    </w:p>
    <w:p w14:paraId="79A634B5" w14:textId="77777777" w:rsidR="00987D49" w:rsidRDefault="00B27708" w:rsidP="00B27708">
      <w:r>
        <w:t xml:space="preserve">Je demeurais abasourdi par la révélation du fabuleux projet de </w:t>
      </w:r>
      <w:proofErr w:type="spellStart"/>
      <w:r>
        <w:t>Saravine</w:t>
      </w:r>
      <w:proofErr w:type="spellEnd"/>
      <w:r w:rsidR="00987D49">
        <w:t xml:space="preserve"> : </w:t>
      </w:r>
      <w:r>
        <w:t>un voyage interplanétaire</w:t>
      </w:r>
      <w:r w:rsidR="00987D49">
        <w:t xml:space="preserve">, </w:t>
      </w:r>
      <w:r>
        <w:t>une exploration de l</w:t>
      </w:r>
      <w:r w:rsidR="00987D49">
        <w:t>’</w:t>
      </w:r>
      <w:r>
        <w:t>espace</w:t>
      </w:r>
      <w:r w:rsidR="00987D49">
        <w:t xml:space="preserve"> ; </w:t>
      </w:r>
      <w:r>
        <w:t>une évasion du champ gravitique terrestre</w:t>
      </w:r>
      <w:r w:rsidR="00987D49">
        <w:t xml:space="preserve">, </w:t>
      </w:r>
      <w:r>
        <w:t>où les humains paraissaient enchaînés de toute éternité</w:t>
      </w:r>
      <w:r w:rsidR="00987D49">
        <w:t xml:space="preserve">… </w:t>
      </w:r>
      <w:r>
        <w:t>Mais René et sa sœur semblaient maintenant trouver ce projet non seulement réalisable</w:t>
      </w:r>
      <w:r w:rsidR="00987D49">
        <w:t xml:space="preserve">, </w:t>
      </w:r>
      <w:r>
        <w:t>mais presque naturel</w:t>
      </w:r>
      <w:r w:rsidR="00987D49">
        <w:t xml:space="preserve">. </w:t>
      </w:r>
      <w:r>
        <w:t>Hélène objecta cependant</w:t>
      </w:r>
      <w:r w:rsidR="00987D49">
        <w:t> :</w:t>
      </w:r>
    </w:p>
    <w:p w14:paraId="7213763B" w14:textId="77777777" w:rsidR="00987D49" w:rsidRDefault="00987D49" w:rsidP="00B27708">
      <w:r>
        <w:rPr>
          <w:rFonts w:eastAsia="Georgia"/>
        </w:rPr>
        <w:t>— </w:t>
      </w:r>
      <w:r w:rsidR="00B27708">
        <w:t>J</w:t>
      </w:r>
      <w:r>
        <w:t>’</w:t>
      </w:r>
      <w:r w:rsidR="00B27708">
        <w:t>aurais cru qu</w:t>
      </w:r>
      <w:r>
        <w:t>’</w:t>
      </w:r>
      <w:r w:rsidR="00B27708">
        <w:t>il n</w:t>
      </w:r>
      <w:r>
        <w:t>’</w:t>
      </w:r>
      <w:r w:rsidR="00B27708">
        <w:t>était pas possible d</w:t>
      </w:r>
      <w:r>
        <w:t>’</w:t>
      </w:r>
      <w:r w:rsidR="00B27708">
        <w:t>imprimer un mouvement à un mobile sans point d</w:t>
      </w:r>
      <w:r>
        <w:t>’</w:t>
      </w:r>
      <w:r w:rsidR="00B27708">
        <w:t>appui</w:t>
      </w:r>
      <w:r>
        <w:t>…</w:t>
      </w:r>
    </w:p>
    <w:p w14:paraId="2A3E7622" w14:textId="77777777" w:rsidR="00987D49" w:rsidRDefault="00987D49" w:rsidP="00B27708">
      <w:r>
        <w:rPr>
          <w:rFonts w:eastAsia="Georgia"/>
        </w:rPr>
        <w:t>— </w:t>
      </w:r>
      <w:r w:rsidR="00B27708">
        <w:t>Vieille erreur</w:t>
      </w:r>
      <w:r>
        <w:t xml:space="preserve"> ! </w:t>
      </w:r>
      <w:r w:rsidR="00B27708">
        <w:t>s</w:t>
      </w:r>
      <w:r>
        <w:t>’</w:t>
      </w:r>
      <w:r w:rsidR="00B27708">
        <w:t>exclama Pierre</w:t>
      </w:r>
      <w:r>
        <w:t xml:space="preserve">. </w:t>
      </w:r>
      <w:r w:rsidR="00B27708">
        <w:t>Esnault-Pelterie</w:t>
      </w:r>
      <w:r>
        <w:t xml:space="preserve"> – </w:t>
      </w:r>
      <w:r w:rsidR="00B27708">
        <w:t>qu</w:t>
      </w:r>
      <w:r>
        <w:t>’</w:t>
      </w:r>
      <w:r w:rsidR="00B27708">
        <w:t>il faut bien citer sans cesse</w:t>
      </w:r>
      <w:r>
        <w:t xml:space="preserve">, </w:t>
      </w:r>
      <w:r w:rsidR="00B27708">
        <w:t>puisque c</w:t>
      </w:r>
      <w:r>
        <w:t>’</w:t>
      </w:r>
      <w:r w:rsidR="00B27708">
        <w:t>est lui le grand précurseur de l</w:t>
      </w:r>
      <w:r>
        <w:t>’</w:t>
      </w:r>
      <w:r w:rsidR="00B27708">
        <w:t>astronautique</w:t>
      </w:r>
      <w:r>
        <w:t xml:space="preserve"> – </w:t>
      </w:r>
      <w:r w:rsidR="00B27708">
        <w:t>Esnault-Pelterie</w:t>
      </w:r>
      <w:r>
        <w:t xml:space="preserve">, </w:t>
      </w:r>
      <w:r w:rsidR="00B27708">
        <w:t>donc</w:t>
      </w:r>
      <w:r>
        <w:t xml:space="preserve">, </w:t>
      </w:r>
      <w:r w:rsidR="00B27708">
        <w:t>a victorieusement fait justice de ce préjugé</w:t>
      </w:r>
      <w:r>
        <w:t xml:space="preserve">. </w:t>
      </w:r>
      <w:r w:rsidR="00B27708">
        <w:t>La propulsion d</w:t>
      </w:r>
      <w:r>
        <w:t>’</w:t>
      </w:r>
      <w:r w:rsidR="00B27708">
        <w:t>une fusée</w:t>
      </w:r>
      <w:r>
        <w:t xml:space="preserve">, </w:t>
      </w:r>
      <w:r w:rsidR="00B27708">
        <w:t>analogue au recul du canon au moment du départ du coup</w:t>
      </w:r>
      <w:r>
        <w:t xml:space="preserve">, </w:t>
      </w:r>
      <w:r w:rsidR="00B27708">
        <w:t>non seulement se produit aussi bien</w:t>
      </w:r>
      <w:r>
        <w:t xml:space="preserve">, </w:t>
      </w:r>
      <w:r w:rsidR="00B27708">
        <w:t xml:space="preserve">mais on peut dire </w:t>
      </w:r>
      <w:r>
        <w:t>« </w:t>
      </w:r>
      <w:r w:rsidR="00B27708">
        <w:t>mieux</w:t>
      </w:r>
      <w:r>
        <w:t> »</w:t>
      </w:r>
      <w:r w:rsidR="00B27708">
        <w:t xml:space="preserve"> dans l</w:t>
      </w:r>
      <w:r>
        <w:t>’</w:t>
      </w:r>
      <w:r w:rsidR="00B27708">
        <w:t>air que sur le sol</w:t>
      </w:r>
      <w:r>
        <w:t xml:space="preserve">, </w:t>
      </w:r>
      <w:r w:rsidR="00B27708">
        <w:t>et dans le vide que dans l</w:t>
      </w:r>
      <w:r>
        <w:t>’</w:t>
      </w:r>
      <w:r w:rsidR="00B27708">
        <w:t>air</w:t>
      </w:r>
      <w:r>
        <w:t xml:space="preserve">… </w:t>
      </w:r>
      <w:r w:rsidR="00B27708">
        <w:t>Ainsi</w:t>
      </w:r>
      <w:r>
        <w:t xml:space="preserve">, </w:t>
      </w:r>
      <w:r w:rsidR="00B27708">
        <w:t>rien ne s</w:t>
      </w:r>
      <w:r>
        <w:t>’</w:t>
      </w:r>
      <w:r w:rsidR="00B27708">
        <w:t>oppose</w:t>
      </w:r>
      <w:r>
        <w:t xml:space="preserve">, </w:t>
      </w:r>
      <w:r w:rsidR="00B27708">
        <w:t>matériellement</w:t>
      </w:r>
      <w:r>
        <w:t xml:space="preserve">, </w:t>
      </w:r>
      <w:r w:rsidR="00B27708">
        <w:t>à ce que les hommes entreprennent un voyage vers la Lune</w:t>
      </w:r>
      <w:r>
        <w:t>…</w:t>
      </w:r>
    </w:p>
    <w:p w14:paraId="6CB938F4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Sans compter</w:t>
      </w:r>
      <w:r>
        <w:t xml:space="preserve">, </w:t>
      </w:r>
      <w:r w:rsidR="00B27708">
        <w:t>remarqua René</w:t>
      </w:r>
      <w:r>
        <w:t xml:space="preserve">, </w:t>
      </w:r>
      <w:r w:rsidR="00B27708">
        <w:t xml:space="preserve">que </w:t>
      </w:r>
      <w:r>
        <w:t>Phœbé II</w:t>
      </w:r>
      <w:r w:rsidR="00B27708">
        <w:t xml:space="preserve"> est moins loin de nous que son aînée</w:t>
      </w:r>
      <w:r>
        <w:t>…</w:t>
      </w:r>
    </w:p>
    <w:p w14:paraId="38C9D572" w14:textId="77777777" w:rsidR="00987D49" w:rsidRDefault="00B27708" w:rsidP="00B27708">
      <w:r>
        <w:t xml:space="preserve">Pierre </w:t>
      </w:r>
      <w:proofErr w:type="spellStart"/>
      <w:r>
        <w:t>Saravine</w:t>
      </w:r>
      <w:proofErr w:type="spellEnd"/>
      <w:r>
        <w:t xml:space="preserve"> eut un léger sourire devant cette manifestation de l</w:t>
      </w:r>
      <w:r w:rsidR="00987D49">
        <w:t>’</w:t>
      </w:r>
      <w:r>
        <w:t>idée fixe de son nouvel ami</w:t>
      </w:r>
      <w:r w:rsidR="00987D49">
        <w:t>.</w:t>
      </w:r>
    </w:p>
    <w:p w14:paraId="66FC23E2" w14:textId="77777777" w:rsidR="00987D49" w:rsidRDefault="00B27708" w:rsidP="00B27708">
      <w:r>
        <w:t xml:space="preserve">Si vertigineuses que fussent les conceptions de </w:t>
      </w:r>
      <w:proofErr w:type="spellStart"/>
      <w:r>
        <w:t>Saravine</w:t>
      </w:r>
      <w:proofErr w:type="spellEnd"/>
      <w:r w:rsidR="00987D49">
        <w:t xml:space="preserve">, </w:t>
      </w:r>
      <w:r>
        <w:t>si admirables qu</w:t>
      </w:r>
      <w:r w:rsidR="00987D49">
        <w:t>’</w:t>
      </w:r>
      <w:r>
        <w:t>apparussent ses travaux</w:t>
      </w:r>
      <w:r w:rsidR="00987D49">
        <w:t xml:space="preserve">, </w:t>
      </w:r>
      <w:r>
        <w:t xml:space="preserve">René </w:t>
      </w:r>
      <w:proofErr w:type="spellStart"/>
      <w:r>
        <w:t>Lesmond</w:t>
      </w:r>
      <w:proofErr w:type="spellEnd"/>
      <w:r>
        <w:t xml:space="preserve"> ne pouvait les considérer qu</w:t>
      </w:r>
      <w:r w:rsidR="00987D49">
        <w:t>’</w:t>
      </w:r>
      <w:r>
        <w:t>en fonction de sa propre découverte</w:t>
      </w:r>
      <w:r w:rsidR="00987D49">
        <w:t xml:space="preserve">. </w:t>
      </w:r>
      <w:r>
        <w:t>Aller dans la Lune</w:t>
      </w:r>
      <w:r w:rsidR="00987D49">
        <w:t xml:space="preserve"> ? </w:t>
      </w:r>
      <w:r>
        <w:t>Bien sûr</w:t>
      </w:r>
      <w:r w:rsidR="00987D49">
        <w:t xml:space="preserve"> ! </w:t>
      </w:r>
      <w:r>
        <w:t>C</w:t>
      </w:r>
      <w:r w:rsidR="00987D49">
        <w:t>’</w:t>
      </w:r>
      <w:r>
        <w:t>était une séduisante et prodigieuse entreprise</w:t>
      </w:r>
      <w:r w:rsidR="00987D49">
        <w:t xml:space="preserve">. </w:t>
      </w:r>
      <w:r>
        <w:t>Mais</w:t>
      </w:r>
      <w:r w:rsidR="00987D49">
        <w:t xml:space="preserve">, </w:t>
      </w:r>
      <w:r>
        <w:t>d</w:t>
      </w:r>
      <w:r w:rsidR="00987D49">
        <w:t>’</w:t>
      </w:r>
      <w:r>
        <w:t>abord</w:t>
      </w:r>
      <w:r w:rsidR="00987D49">
        <w:t xml:space="preserve">, </w:t>
      </w:r>
      <w:r>
        <w:t>démontrer l</w:t>
      </w:r>
      <w:r w:rsidR="00987D49">
        <w:t>’</w:t>
      </w:r>
      <w:r>
        <w:t xml:space="preserve">existence de </w:t>
      </w:r>
      <w:r w:rsidR="00987D49">
        <w:t>Phœbé II</w:t>
      </w:r>
      <w:r>
        <w:t xml:space="preserve"> et</w:t>
      </w:r>
      <w:r w:rsidR="00987D49">
        <w:t xml:space="preserve">, </w:t>
      </w:r>
      <w:r>
        <w:t>pour cela</w:t>
      </w:r>
      <w:r w:rsidR="00987D49">
        <w:t>, « </w:t>
      </w:r>
      <w:r>
        <w:t>y aller voir</w:t>
      </w:r>
      <w:r w:rsidR="00987D49">
        <w:t xml:space="preserve"> », </w:t>
      </w:r>
      <w:r>
        <w:t>comme l</w:t>
      </w:r>
      <w:r w:rsidR="00987D49">
        <w:t>’</w:t>
      </w:r>
      <w:r>
        <w:t>avait proposé si simplement l</w:t>
      </w:r>
      <w:r w:rsidR="00987D49">
        <w:t>’</w:t>
      </w:r>
      <w:r>
        <w:t>ingénieur</w:t>
      </w:r>
      <w:r w:rsidR="00987D49">
        <w:t xml:space="preserve">. </w:t>
      </w:r>
      <w:r>
        <w:t>Voilà ce qui importait</w:t>
      </w:r>
      <w:r w:rsidR="00987D49">
        <w:t xml:space="preserve"> ! </w:t>
      </w:r>
      <w:proofErr w:type="spellStart"/>
      <w:r>
        <w:t>Saravine</w:t>
      </w:r>
      <w:proofErr w:type="spellEnd"/>
      <w:r>
        <w:t xml:space="preserve"> ne se méprit point</w:t>
      </w:r>
      <w:r w:rsidR="00987D49">
        <w:t xml:space="preserve">, </w:t>
      </w:r>
      <w:r>
        <w:t>et ce fut du ton le plus conciliant qu</w:t>
      </w:r>
      <w:r w:rsidR="00987D49">
        <w:t>’</w:t>
      </w:r>
      <w:r>
        <w:t>il répliqua</w:t>
      </w:r>
      <w:r w:rsidR="00987D49">
        <w:t>.</w:t>
      </w:r>
    </w:p>
    <w:p w14:paraId="0B5DEB7E" w14:textId="77777777" w:rsidR="00987D49" w:rsidRDefault="00987D49" w:rsidP="00B27708">
      <w:r>
        <w:rPr>
          <w:rFonts w:eastAsia="Georgia"/>
        </w:rPr>
        <w:t>— </w:t>
      </w:r>
      <w:r w:rsidR="00B27708">
        <w:t>Mon cher ami</w:t>
      </w:r>
      <w:r>
        <w:t xml:space="preserve">, </w:t>
      </w:r>
      <w:r w:rsidR="00B27708">
        <w:t>vous ne doutez pas</w:t>
      </w:r>
      <w:r>
        <w:t xml:space="preserve">, </w:t>
      </w:r>
      <w:r w:rsidR="00B27708">
        <w:t>j</w:t>
      </w:r>
      <w:r>
        <w:t>’</w:t>
      </w:r>
      <w:r w:rsidR="00B27708">
        <w:t>aime à le croire</w:t>
      </w:r>
      <w:r>
        <w:t xml:space="preserve">, </w:t>
      </w:r>
      <w:r w:rsidR="00B27708">
        <w:t>de ma confiance absolue dans l</w:t>
      </w:r>
      <w:r>
        <w:t>’</w:t>
      </w:r>
      <w:r w:rsidR="00B27708">
        <w:t xml:space="preserve">exactitude des calculs qui vous ont permis de déceler la présence de </w:t>
      </w:r>
      <w:r>
        <w:t>Phœbé II</w:t>
      </w:r>
      <w:r w:rsidR="00B27708">
        <w:t xml:space="preserve"> dans le champ gravitique de la Terre</w:t>
      </w:r>
      <w:r>
        <w:t xml:space="preserve">, </w:t>
      </w:r>
      <w:r w:rsidR="00B27708">
        <w:t>et de préciser sa position et ses caractéristiques</w:t>
      </w:r>
      <w:r>
        <w:t xml:space="preserve">. </w:t>
      </w:r>
      <w:r w:rsidR="00B27708">
        <w:t>Je suis aussi certain de cette présence que de celle de la Lune</w:t>
      </w:r>
      <w:r>
        <w:t xml:space="preserve"> ! </w:t>
      </w:r>
      <w:r w:rsidR="00B27708">
        <w:t>Vous ne m</w:t>
      </w:r>
      <w:r>
        <w:t>’</w:t>
      </w:r>
      <w:r w:rsidR="00B27708">
        <w:t>en voudrez donc pas de ne considérer le second satellite que comme une étape éventuelle</w:t>
      </w:r>
      <w:r>
        <w:t xml:space="preserve">, </w:t>
      </w:r>
      <w:r w:rsidR="00B27708">
        <w:t>au cours de ce voyage Terre-Lune</w:t>
      </w:r>
      <w:r>
        <w:t xml:space="preserve">, </w:t>
      </w:r>
      <w:r w:rsidR="00B27708">
        <w:t>dont la réalisation est le rêve de ma vie</w:t>
      </w:r>
      <w:r>
        <w:t>…</w:t>
      </w:r>
    </w:p>
    <w:p w14:paraId="3BB0E687" w14:textId="77777777" w:rsidR="00987D49" w:rsidRDefault="00987D49" w:rsidP="00B27708">
      <w:r>
        <w:t>« </w:t>
      </w:r>
      <w:r w:rsidR="00B27708">
        <w:t>Le professeur allemand Oberth</w:t>
      </w:r>
      <w:r>
        <w:t xml:space="preserve">, </w:t>
      </w:r>
      <w:r w:rsidR="00B27708">
        <w:t>qui est</w:t>
      </w:r>
      <w:r>
        <w:t xml:space="preserve">, </w:t>
      </w:r>
      <w:r w:rsidR="00B27708">
        <w:t>lui aussi</w:t>
      </w:r>
      <w:r>
        <w:t xml:space="preserve">, </w:t>
      </w:r>
      <w:r w:rsidR="00B27708">
        <w:t>un grand précurseur de l</w:t>
      </w:r>
      <w:r>
        <w:t>’</w:t>
      </w:r>
      <w:r w:rsidR="00B27708">
        <w:t>astronautique</w:t>
      </w:r>
      <w:r>
        <w:t xml:space="preserve">, </w:t>
      </w:r>
      <w:r w:rsidR="00B27708">
        <w:t>avait songé à créer des satellites artificiels</w:t>
      </w:r>
      <w:r>
        <w:t xml:space="preserve">, </w:t>
      </w:r>
      <w:r w:rsidR="00B27708">
        <w:t>en envoyant vers la Lune des projectiles d</w:t>
      </w:r>
      <w:r>
        <w:t>’</w:t>
      </w:r>
      <w:r w:rsidR="00B27708">
        <w:t>une vitesse initiale insuffisante pour les libérer complètement de l</w:t>
      </w:r>
      <w:r>
        <w:t>’</w:t>
      </w:r>
      <w:r w:rsidR="00B27708">
        <w:t>attraction terrestre</w:t>
      </w:r>
      <w:r>
        <w:t xml:space="preserve">, </w:t>
      </w:r>
      <w:r w:rsidR="00B27708">
        <w:t>mais suffisante pour qu</w:t>
      </w:r>
      <w:r>
        <w:t>’</w:t>
      </w:r>
      <w:r w:rsidR="00B27708">
        <w:t>ils ne retombent jamais sur la Terre et tournent éternellement autour d</w:t>
      </w:r>
      <w:r>
        <w:t>’</w:t>
      </w:r>
      <w:r w:rsidR="00B27708">
        <w:t>elle</w:t>
      </w:r>
      <w:r>
        <w:t xml:space="preserve">. </w:t>
      </w:r>
      <w:r w:rsidR="00B27708">
        <w:t>Ces satellites artificiels auraient ainsi constitué des stations-laboratoires facilitant grandement le voyage total</w:t>
      </w:r>
      <w:r>
        <w:t>…</w:t>
      </w:r>
    </w:p>
    <w:p w14:paraId="7258F8B3" w14:textId="77777777" w:rsidR="00987D49" w:rsidRDefault="00987D49" w:rsidP="00B27708">
      <w:r>
        <w:t>« </w:t>
      </w:r>
      <w:r w:rsidR="00B27708">
        <w:t>Bien sûr</w:t>
      </w:r>
      <w:r>
        <w:t xml:space="preserve">, Phœbé II, </w:t>
      </w:r>
      <w:r w:rsidR="00B27708">
        <w:t>étant donné sa masse</w:t>
      </w:r>
      <w:r>
        <w:t xml:space="preserve">, </w:t>
      </w:r>
      <w:r w:rsidR="00B27708">
        <w:t>qui</w:t>
      </w:r>
      <w:r>
        <w:t xml:space="preserve">, </w:t>
      </w:r>
      <w:r w:rsidR="00B27708">
        <w:t>pour être moindre que celle de la Lune</w:t>
      </w:r>
      <w:r>
        <w:t xml:space="preserve">, </w:t>
      </w:r>
      <w:r w:rsidR="00B27708">
        <w:t>n</w:t>
      </w:r>
      <w:r>
        <w:t>’</w:t>
      </w:r>
      <w:r w:rsidR="00B27708">
        <w:t>en est pas moins énorme</w:t>
      </w:r>
      <w:r>
        <w:t xml:space="preserve">, </w:t>
      </w:r>
      <w:r w:rsidR="00B27708">
        <w:t xml:space="preserve">ne peut </w:t>
      </w:r>
      <w:r w:rsidR="00B27708">
        <w:lastRenderedPageBreak/>
        <w:t>pas être un astre factice fabriqué en secret et lancé par quelque émule du professeur Oberth</w:t>
      </w:r>
      <w:r>
        <w:t xml:space="preserve"> ! </w:t>
      </w:r>
      <w:r w:rsidR="00B27708">
        <w:t>Ce ne saurait être une station-laboratoire</w:t>
      </w:r>
      <w:r>
        <w:t xml:space="preserve">. </w:t>
      </w:r>
      <w:r w:rsidR="00B27708">
        <w:t>Mais ce peut</w:t>
      </w:r>
      <w:r>
        <w:t xml:space="preserve">, </w:t>
      </w:r>
      <w:r w:rsidR="00B27708">
        <w:t>ce doit être un relais éventuel</w:t>
      </w:r>
      <w:r>
        <w:t xml:space="preserve">. </w:t>
      </w:r>
      <w:r w:rsidR="00B27708">
        <w:t>Mon idée</w:t>
      </w:r>
      <w:r>
        <w:t xml:space="preserve">, </w:t>
      </w:r>
      <w:r w:rsidR="00B27708">
        <w:t>que je souhaite vous voir partager</w:t>
      </w:r>
      <w:r>
        <w:t xml:space="preserve">, </w:t>
      </w:r>
      <w:r w:rsidR="00B27708">
        <w:t>ce serait</w:t>
      </w:r>
      <w:r>
        <w:t xml:space="preserve">, </w:t>
      </w:r>
      <w:r w:rsidR="00B27708">
        <w:t>si nous parvenions à mettre au point notre voyage au-delà du champ gravitique terrestre</w:t>
      </w:r>
      <w:r>
        <w:t xml:space="preserve">, </w:t>
      </w:r>
      <w:r w:rsidR="00B27708">
        <w:t xml:space="preserve">de viser </w:t>
      </w:r>
      <w:r>
        <w:t>Phœbé II</w:t>
      </w:r>
      <w:r w:rsidR="00B27708">
        <w:t xml:space="preserve"> avec l</w:t>
      </w:r>
      <w:r>
        <w:t>’</w:t>
      </w:r>
      <w:r w:rsidR="00B27708">
        <w:t>arrière-pensée de ne pas considérer ce but comme final</w:t>
      </w:r>
      <w:r>
        <w:t xml:space="preserve">, </w:t>
      </w:r>
      <w:r w:rsidR="00B27708">
        <w:t>mais comme intermédiaire</w:t>
      </w:r>
      <w:r>
        <w:t xml:space="preserve">… </w:t>
      </w:r>
      <w:r w:rsidR="00B27708">
        <w:t>Ce qui en adviendra</w:t>
      </w:r>
      <w:r>
        <w:t xml:space="preserve">, </w:t>
      </w:r>
      <w:r w:rsidR="00B27708">
        <w:t>l</w:t>
      </w:r>
      <w:r>
        <w:t>’</w:t>
      </w:r>
      <w:r w:rsidR="00B27708">
        <w:t>avenir nous le dira</w:t>
      </w:r>
      <w:r>
        <w:t>.</w:t>
      </w:r>
    </w:p>
    <w:p w14:paraId="5FB854DA" w14:textId="77777777" w:rsidR="00987D49" w:rsidRDefault="00B27708" w:rsidP="00B27708">
      <w:r>
        <w:t>Au fond</w:t>
      </w:r>
      <w:r w:rsidR="00987D49">
        <w:t xml:space="preserve">, </w:t>
      </w:r>
      <w:r>
        <w:t xml:space="preserve">peu importait à René </w:t>
      </w:r>
      <w:proofErr w:type="spellStart"/>
      <w:r>
        <w:t>Lesmond</w:t>
      </w:r>
      <w:proofErr w:type="spellEnd"/>
      <w:r>
        <w:t xml:space="preserve"> le </w:t>
      </w:r>
      <w:proofErr w:type="gramStart"/>
      <w:r>
        <w:t>but final</w:t>
      </w:r>
      <w:proofErr w:type="gramEnd"/>
      <w:r w:rsidR="00987D49">
        <w:t xml:space="preserve">, </w:t>
      </w:r>
      <w:r>
        <w:t xml:space="preserve">pourvu que </w:t>
      </w:r>
      <w:r w:rsidR="00987D49">
        <w:t>« </w:t>
      </w:r>
      <w:r>
        <w:t>son</w:t>
      </w:r>
      <w:r w:rsidR="00987D49">
        <w:t> »</w:t>
      </w:r>
      <w:r>
        <w:t xml:space="preserve"> corps céleste fût le premier visé</w:t>
      </w:r>
      <w:r w:rsidR="00987D49">
        <w:t xml:space="preserve">. </w:t>
      </w:r>
      <w:r>
        <w:t>Aussi approuva-t-il sans restrictions</w:t>
      </w:r>
      <w:r w:rsidR="00987D49">
        <w:t xml:space="preserve">, </w:t>
      </w:r>
      <w:r>
        <w:t xml:space="preserve">le projet de </w:t>
      </w:r>
      <w:proofErr w:type="spellStart"/>
      <w:r>
        <w:t>Saravine</w:t>
      </w:r>
      <w:proofErr w:type="spellEnd"/>
      <w:r w:rsidR="00987D49">
        <w:t xml:space="preserve">, </w:t>
      </w:r>
      <w:r>
        <w:t>tel que celui-ci venait de l</w:t>
      </w:r>
      <w:r w:rsidR="00987D49">
        <w:t>’</w:t>
      </w:r>
      <w:r>
        <w:t>exposer dans ses très grandes lignes</w:t>
      </w:r>
      <w:r w:rsidR="00987D49">
        <w:t xml:space="preserve">… </w:t>
      </w:r>
      <w:r>
        <w:t>L</w:t>
      </w:r>
      <w:r w:rsidR="00987D49">
        <w:t>’</w:t>
      </w:r>
      <w:r>
        <w:t>ingénieur reprit alors</w:t>
      </w:r>
      <w:r w:rsidR="00987D49">
        <w:t xml:space="preserve">, </w:t>
      </w:r>
      <w:r>
        <w:t>sur le ton de la confidence</w:t>
      </w:r>
      <w:r w:rsidR="00987D49">
        <w:t> :</w:t>
      </w:r>
    </w:p>
    <w:p w14:paraId="2A15A1C6" w14:textId="77777777" w:rsidR="00987D49" w:rsidRDefault="00987D49" w:rsidP="00B27708">
      <w:r>
        <w:rPr>
          <w:rFonts w:eastAsia="Georgia"/>
        </w:rPr>
        <w:t>— </w:t>
      </w:r>
      <w:r w:rsidR="00B27708">
        <w:t>Puisque nous sommes d</w:t>
      </w:r>
      <w:r>
        <w:t>’</w:t>
      </w:r>
      <w:r w:rsidR="00B27708">
        <w:t>accord</w:t>
      </w:r>
      <w:r>
        <w:t xml:space="preserve">, </w:t>
      </w:r>
      <w:r w:rsidR="00B27708">
        <w:t>je peux vous faire connaître les résultats favorables d</w:t>
      </w:r>
      <w:r>
        <w:t>’</w:t>
      </w:r>
      <w:r w:rsidR="00B27708">
        <w:t>une première expérience</w:t>
      </w:r>
      <w:r>
        <w:t xml:space="preserve">, </w:t>
      </w:r>
      <w:r w:rsidR="00B27708">
        <w:t>dont nul</w:t>
      </w:r>
      <w:r>
        <w:t xml:space="preserve">, </w:t>
      </w:r>
      <w:r w:rsidR="00B27708">
        <w:t>hors moi-même</w:t>
      </w:r>
      <w:r>
        <w:t xml:space="preserve">, </w:t>
      </w:r>
      <w:r w:rsidR="00B27708">
        <w:t>n</w:t>
      </w:r>
      <w:r>
        <w:t>’</w:t>
      </w:r>
      <w:r w:rsidR="00B27708">
        <w:t>a encore entendu parler</w:t>
      </w:r>
      <w:r>
        <w:t xml:space="preserve">… </w:t>
      </w:r>
      <w:r w:rsidR="00B27708">
        <w:t>Mais il faut</w:t>
      </w:r>
      <w:r>
        <w:t xml:space="preserve">, </w:t>
      </w:r>
      <w:r w:rsidR="00B27708">
        <w:t>pour que vous me compreniez bien</w:t>
      </w:r>
      <w:r>
        <w:t xml:space="preserve">, </w:t>
      </w:r>
      <w:r w:rsidR="00B27708">
        <w:t>que je vous narre brièvement l</w:t>
      </w:r>
      <w:r>
        <w:t>’</w:t>
      </w:r>
      <w:r w:rsidR="00B27708">
        <w:t>histoire de ma vie</w:t>
      </w:r>
      <w:r>
        <w:t>.</w:t>
      </w:r>
    </w:p>
    <w:p w14:paraId="30E5B790" w14:textId="77777777" w:rsidR="00987D49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12" w:name="__RefHeading__91152_553960937"/>
      <w:bookmarkStart w:id="13" w:name="bookmark9"/>
      <w:bookmarkStart w:id="14" w:name="_Toc194838863"/>
      <w:bookmarkEnd w:id="12"/>
      <w:r>
        <w:lastRenderedPageBreak/>
        <w:t>V</w:t>
      </w:r>
      <w:bookmarkEnd w:id="13"/>
      <w:r>
        <w:br/>
      </w:r>
      <w:r>
        <w:br/>
        <w:t>La fusée existe</w:t>
      </w:r>
      <w:r w:rsidR="00987D49">
        <w:t> !</w:t>
      </w:r>
      <w:bookmarkEnd w:id="14"/>
    </w:p>
    <w:p w14:paraId="18A54BBD" w14:textId="77777777" w:rsidR="00987D49" w:rsidRDefault="00B27708" w:rsidP="00B27708">
      <w:r>
        <w:t>Aucun de nous n</w:t>
      </w:r>
      <w:r w:rsidR="00987D49">
        <w:t>’</w:t>
      </w:r>
      <w:r>
        <w:t>esquissa la moindre objection</w:t>
      </w:r>
      <w:r w:rsidR="00987D49">
        <w:t xml:space="preserve">. </w:t>
      </w:r>
      <w:r>
        <w:t>Je dois même noter que la jeune Hélène</w:t>
      </w:r>
      <w:r w:rsidR="00987D49">
        <w:t xml:space="preserve">, </w:t>
      </w:r>
      <w:r>
        <w:t>de tout son visage expressif</w:t>
      </w:r>
      <w:r w:rsidR="00987D49">
        <w:t xml:space="preserve">, </w:t>
      </w:r>
      <w:r>
        <w:t>parut témoigner le plus vif intérêt pour cette proposition</w:t>
      </w:r>
      <w:r w:rsidR="00987D49">
        <w:t xml:space="preserve">. </w:t>
      </w:r>
      <w:r>
        <w:t xml:space="preserve">Et Pierre </w:t>
      </w:r>
      <w:proofErr w:type="spellStart"/>
      <w:r>
        <w:t>Saravine</w:t>
      </w:r>
      <w:proofErr w:type="spellEnd"/>
      <w:r>
        <w:t xml:space="preserve"> commença</w:t>
      </w:r>
      <w:r w:rsidR="00987D49">
        <w:t> :</w:t>
      </w:r>
    </w:p>
    <w:p w14:paraId="696585F8" w14:textId="77777777" w:rsidR="00987D49" w:rsidRDefault="00987D49" w:rsidP="00B27708">
      <w:r>
        <w:rPr>
          <w:rFonts w:eastAsia="Georgia"/>
        </w:rPr>
        <w:t>— </w:t>
      </w:r>
      <w:r w:rsidR="00B27708">
        <w:t>Orphelin de bonne heure</w:t>
      </w:r>
      <w:r>
        <w:t xml:space="preserve">, </w:t>
      </w:r>
      <w:r w:rsidR="00B27708">
        <w:t>j</w:t>
      </w:r>
      <w:r>
        <w:t>’</w:t>
      </w:r>
      <w:r w:rsidR="00B27708">
        <w:t>ai été élevé par un oncle qui</w:t>
      </w:r>
      <w:r>
        <w:t xml:space="preserve">, </w:t>
      </w:r>
      <w:r w:rsidR="00B27708">
        <w:t>au contraire de mes parents défunts</w:t>
      </w:r>
      <w:r>
        <w:t xml:space="preserve">, </w:t>
      </w:r>
      <w:r w:rsidR="00B27708">
        <w:t>possédait une fortune considérable</w:t>
      </w:r>
      <w:r>
        <w:t xml:space="preserve">. </w:t>
      </w:r>
      <w:r w:rsidR="00B27708">
        <w:t>Cet oncle était féru d</w:t>
      </w:r>
      <w:r>
        <w:t>’</w:t>
      </w:r>
      <w:r w:rsidR="00B27708">
        <w:t>astronautique</w:t>
      </w:r>
      <w:r>
        <w:t xml:space="preserve">. </w:t>
      </w:r>
      <w:r w:rsidR="00B27708">
        <w:t>Ce fut lui qui m</w:t>
      </w:r>
      <w:r>
        <w:t>’</w:t>
      </w:r>
      <w:r w:rsidR="00B27708">
        <w:t>insuffla cette passion</w:t>
      </w:r>
      <w:r>
        <w:t xml:space="preserve">. </w:t>
      </w:r>
      <w:r w:rsidR="00B27708">
        <w:t>Il donna volontairement à mes études</w:t>
      </w:r>
      <w:r>
        <w:t xml:space="preserve">, </w:t>
      </w:r>
      <w:r w:rsidR="00B27708">
        <w:t>le sens très particulier et plutôt rare qui fit de moi le spécialiste impénitent qui est devant vous</w:t>
      </w:r>
      <w:r>
        <w:t xml:space="preserve">. </w:t>
      </w:r>
      <w:r w:rsidR="00B27708">
        <w:t>Mon oncle avait coutume de dire</w:t>
      </w:r>
      <w:r>
        <w:t> : « </w:t>
      </w:r>
      <w:r w:rsidR="00B27708">
        <w:t>Je ne sais si je parviendrai jamais à m</w:t>
      </w:r>
      <w:r>
        <w:t>’</w:t>
      </w:r>
      <w:r w:rsidR="00B27708">
        <w:t>évader de ce vieux globe</w:t>
      </w:r>
      <w:r>
        <w:t xml:space="preserve">, </w:t>
      </w:r>
      <w:r w:rsidR="00B27708">
        <w:t>mais je compte beaucoup sur Pierre pour réaliser plus tard ce que je n</w:t>
      </w:r>
      <w:r>
        <w:t>’</w:t>
      </w:r>
      <w:r w:rsidR="00B27708">
        <w:t>aurai fait que rêver</w:t>
      </w:r>
      <w:r>
        <w:t xml:space="preserve"> »… </w:t>
      </w:r>
      <w:r w:rsidR="00B27708">
        <w:t>C</w:t>
      </w:r>
      <w:r>
        <w:t>’</w:t>
      </w:r>
      <w:r w:rsidR="00B27708">
        <w:t>est ainsi que je suis devenu un mystique de la navigation interplanétaire</w:t>
      </w:r>
      <w:r>
        <w:t>.</w:t>
      </w:r>
    </w:p>
    <w:p w14:paraId="58F05845" w14:textId="77777777" w:rsidR="00987D49" w:rsidRDefault="00987D49" w:rsidP="00B27708">
      <w:r>
        <w:t>« </w:t>
      </w:r>
      <w:r w:rsidR="00B27708">
        <w:t>Les expériences que put faire mon oncle avant de mourir</w:t>
      </w:r>
      <w:r>
        <w:t xml:space="preserve">, </w:t>
      </w:r>
      <w:r w:rsidR="00B27708">
        <w:t>ont fortifié</w:t>
      </w:r>
      <w:r>
        <w:t xml:space="preserve">, </w:t>
      </w:r>
      <w:r w:rsidR="00B27708">
        <w:t>d</w:t>
      </w:r>
      <w:r>
        <w:t>’</w:t>
      </w:r>
      <w:r w:rsidR="00B27708">
        <w:t>une certitude scientifique et raisonnée</w:t>
      </w:r>
      <w:r>
        <w:t xml:space="preserve">, </w:t>
      </w:r>
      <w:r w:rsidR="00B27708">
        <w:t>ces dispositions mystiques</w:t>
      </w:r>
      <w:r>
        <w:t xml:space="preserve">. </w:t>
      </w:r>
      <w:r w:rsidR="00B27708">
        <w:t>Vous vous souvenez sans doute</w:t>
      </w:r>
      <w:r>
        <w:t xml:space="preserve">, </w:t>
      </w:r>
      <w:r w:rsidR="00B27708">
        <w:t xml:space="preserve">mon cher </w:t>
      </w:r>
      <w:proofErr w:type="spellStart"/>
      <w:r w:rsidR="00B27708">
        <w:t>Lesmond</w:t>
      </w:r>
      <w:proofErr w:type="spellEnd"/>
      <w:r>
        <w:t xml:space="preserve">, </w:t>
      </w:r>
      <w:r w:rsidR="00B27708">
        <w:t>de cette flamme brusquement apparue sur le disque lunaire</w:t>
      </w:r>
      <w:r>
        <w:t xml:space="preserve">, </w:t>
      </w:r>
      <w:r w:rsidR="00B27708">
        <w:t>par une nuit de printemps</w:t>
      </w:r>
      <w:r>
        <w:t xml:space="preserve">, </w:t>
      </w:r>
      <w:r w:rsidR="00B27708">
        <w:t>voici quatre années</w:t>
      </w:r>
      <w:r>
        <w:t xml:space="preserve"> ? </w:t>
      </w:r>
      <w:r w:rsidR="00B27708">
        <w:t>Les astronomes ont émis à son sujet d</w:t>
      </w:r>
      <w:r>
        <w:t>’</w:t>
      </w:r>
      <w:r w:rsidR="00B27708">
        <w:t>innombrables hypothèses</w:t>
      </w:r>
      <w:r>
        <w:t xml:space="preserve">. </w:t>
      </w:r>
      <w:r w:rsidR="00B27708">
        <w:t>On s</w:t>
      </w:r>
      <w:r>
        <w:t>’</w:t>
      </w:r>
      <w:r w:rsidR="00B27708">
        <w:t>est arrêté finalement</w:t>
      </w:r>
      <w:r>
        <w:t xml:space="preserve">, </w:t>
      </w:r>
      <w:r w:rsidR="00B27708">
        <w:t>je crois</w:t>
      </w:r>
      <w:r>
        <w:t xml:space="preserve">, </w:t>
      </w:r>
      <w:r w:rsidR="00B27708">
        <w:t>à celle d</w:t>
      </w:r>
      <w:r>
        <w:t>’</w:t>
      </w:r>
      <w:r w:rsidR="00B27708">
        <w:t>un reflet</w:t>
      </w:r>
      <w:r>
        <w:t xml:space="preserve">, </w:t>
      </w:r>
      <w:proofErr w:type="gramStart"/>
      <w:r w:rsidR="00B27708">
        <w:t>voire même</w:t>
      </w:r>
      <w:proofErr w:type="gramEnd"/>
      <w:r w:rsidR="00B27708">
        <w:t xml:space="preserve"> d</w:t>
      </w:r>
      <w:r>
        <w:t>’</w:t>
      </w:r>
      <w:r w:rsidR="00B27708">
        <w:t>une illusion d</w:t>
      </w:r>
      <w:r>
        <w:t>’</w:t>
      </w:r>
      <w:r w:rsidR="00B27708">
        <w:t>optique</w:t>
      </w:r>
      <w:r>
        <w:t xml:space="preserve">… </w:t>
      </w:r>
      <w:r w:rsidR="00B27708">
        <w:t>Or</w:t>
      </w:r>
      <w:r>
        <w:t xml:space="preserve">, </w:t>
      </w:r>
      <w:r w:rsidR="00B27708">
        <w:t>il s</w:t>
      </w:r>
      <w:r>
        <w:t>’</w:t>
      </w:r>
      <w:r w:rsidR="00B27708">
        <w:t>agissait d</w:t>
      </w:r>
      <w:r>
        <w:t>’</w:t>
      </w:r>
      <w:r w:rsidR="00B27708">
        <w:t>une flamme bien réelle</w:t>
      </w:r>
      <w:r>
        <w:t>.</w:t>
      </w:r>
    </w:p>
    <w:p w14:paraId="52661292" w14:textId="77777777" w:rsidR="00987D49" w:rsidRDefault="00987D49" w:rsidP="00B27708">
      <w:r>
        <w:t>« </w:t>
      </w:r>
      <w:r w:rsidR="00B27708">
        <w:t>Ayant mis au point une fusée d</w:t>
      </w:r>
      <w:r>
        <w:t>’</w:t>
      </w:r>
      <w:r w:rsidR="00B27708">
        <w:t>un poids considérable avec les explosifs dont on disposait alors</w:t>
      </w:r>
      <w:r>
        <w:t xml:space="preserve">, </w:t>
      </w:r>
      <w:r w:rsidR="00B27708">
        <w:t>et en remplaçant la cabine par une charge de magnésium munie d</w:t>
      </w:r>
      <w:r>
        <w:t>’</w:t>
      </w:r>
      <w:r w:rsidR="00B27708">
        <w:t>un dispositif destiné à l</w:t>
      </w:r>
      <w:r>
        <w:t>’</w:t>
      </w:r>
      <w:r w:rsidR="00B27708">
        <w:t>enflammer par percussion</w:t>
      </w:r>
      <w:r>
        <w:t xml:space="preserve">, </w:t>
      </w:r>
      <w:r w:rsidR="00B27708">
        <w:t>mon oncle l</w:t>
      </w:r>
      <w:r>
        <w:t>’</w:t>
      </w:r>
      <w:r w:rsidR="00B27708">
        <w:t>avait lancée vers la Lune</w:t>
      </w:r>
      <w:r>
        <w:t xml:space="preserve">. </w:t>
      </w:r>
      <w:r w:rsidR="00B27708">
        <w:t xml:space="preserve">En cours de </w:t>
      </w:r>
      <w:r w:rsidR="00B27708">
        <w:lastRenderedPageBreak/>
        <w:t>route</w:t>
      </w:r>
      <w:r>
        <w:t xml:space="preserve">, </w:t>
      </w:r>
      <w:r w:rsidR="00B27708">
        <w:t>selon le plan adopté</w:t>
      </w:r>
      <w:r>
        <w:t xml:space="preserve">, </w:t>
      </w:r>
      <w:r w:rsidR="00B27708">
        <w:t>la fusée s</w:t>
      </w:r>
      <w:r>
        <w:t>’</w:t>
      </w:r>
      <w:r w:rsidR="00B27708">
        <w:t>était séparée automatiquement des carcasses vides</w:t>
      </w:r>
      <w:r>
        <w:t xml:space="preserve">. </w:t>
      </w:r>
      <w:r w:rsidR="00B27708">
        <w:t>Elle pesait plusieurs tonnes au départ</w:t>
      </w:r>
      <w:r>
        <w:t xml:space="preserve">, </w:t>
      </w:r>
      <w:r w:rsidR="00B27708">
        <w:t>et la charge de magnésium ne dépassait pas dix kilos</w:t>
      </w:r>
      <w:r>
        <w:t xml:space="preserve">… </w:t>
      </w:r>
      <w:r w:rsidR="00B27708">
        <w:t>Elle arriva au contact de la Lune</w:t>
      </w:r>
      <w:r>
        <w:t xml:space="preserve">, </w:t>
      </w:r>
      <w:r w:rsidR="00B27708">
        <w:t>et l</w:t>
      </w:r>
      <w:r>
        <w:t>’</w:t>
      </w:r>
      <w:r w:rsidR="00B27708">
        <w:t>étincelle jaillit</w:t>
      </w:r>
      <w:r>
        <w:t>…</w:t>
      </w:r>
    </w:p>
    <w:p w14:paraId="1CE9D9FA" w14:textId="77777777" w:rsidR="00987D49" w:rsidRDefault="00987D49" w:rsidP="00B27708">
      <w:r>
        <w:t>« </w:t>
      </w:r>
      <w:r w:rsidR="00B27708">
        <w:t>Le problème était résolu pour un colis purement matériel</w:t>
      </w:r>
      <w:r>
        <w:t xml:space="preserve">. </w:t>
      </w:r>
      <w:r w:rsidR="00B27708">
        <w:t>Restait à la résoudre pour un véhicule habitable</w:t>
      </w:r>
      <w:r>
        <w:t xml:space="preserve">… </w:t>
      </w:r>
      <w:r w:rsidR="00B27708">
        <w:t>Ce fut la tâche que me légua mon oncle</w:t>
      </w:r>
      <w:r>
        <w:t xml:space="preserve">, </w:t>
      </w:r>
      <w:r w:rsidR="00B27708">
        <w:t>lorsqu</w:t>
      </w:r>
      <w:r>
        <w:t>’</w:t>
      </w:r>
      <w:r w:rsidR="00B27708">
        <w:t>il s</w:t>
      </w:r>
      <w:r>
        <w:t>’</w:t>
      </w:r>
      <w:r w:rsidR="00B27708">
        <w:t>éteignit</w:t>
      </w:r>
      <w:r>
        <w:t xml:space="preserve">, </w:t>
      </w:r>
      <w:r w:rsidR="00B27708">
        <w:t>quelques mois après sa victorieuse expérience</w:t>
      </w:r>
      <w:r>
        <w:t xml:space="preserve">… </w:t>
      </w:r>
      <w:r w:rsidR="00B27708">
        <w:t>À cette tâche</w:t>
      </w:r>
      <w:r>
        <w:t xml:space="preserve">, </w:t>
      </w:r>
      <w:r w:rsidR="00B27708">
        <w:t>je me suis voué corps et âme</w:t>
      </w:r>
      <w:r>
        <w:t>…</w:t>
      </w:r>
    </w:p>
    <w:p w14:paraId="318E338E" w14:textId="77777777" w:rsidR="00987D49" w:rsidRDefault="00B27708" w:rsidP="00B27708">
      <w:r>
        <w:t>Ce que nous pensions</w:t>
      </w:r>
      <w:r w:rsidR="00987D49">
        <w:t xml:space="preserve">, </w:t>
      </w:r>
      <w:r>
        <w:t>en écoutant ce récit</w:t>
      </w:r>
      <w:r w:rsidR="00987D49">
        <w:t xml:space="preserve">, </w:t>
      </w:r>
      <w:r>
        <w:t>est facile à deviner</w:t>
      </w:r>
      <w:r w:rsidR="00987D49">
        <w:t xml:space="preserve">, </w:t>
      </w:r>
      <w:r>
        <w:t>ou tout au moins à conjecturer</w:t>
      </w:r>
      <w:r w:rsidR="00987D49">
        <w:t>.</w:t>
      </w:r>
    </w:p>
    <w:p w14:paraId="75B991AB" w14:textId="77777777" w:rsidR="00987D49" w:rsidRDefault="00B27708" w:rsidP="00B27708">
      <w:r>
        <w:t>René se disait que</w:t>
      </w:r>
      <w:r w:rsidR="00987D49">
        <w:t xml:space="preserve">, </w:t>
      </w:r>
      <w:r>
        <w:t>pour commencer</w:t>
      </w:r>
      <w:r w:rsidR="00987D49">
        <w:t xml:space="preserve">, </w:t>
      </w:r>
      <w:r>
        <w:t>il se contenterait fort bien d</w:t>
      </w:r>
      <w:r w:rsidR="00987D49">
        <w:t>’</w:t>
      </w:r>
      <w:r>
        <w:t xml:space="preserve">une expérience de cet ordre appliquée à </w:t>
      </w:r>
      <w:r w:rsidR="00987D49">
        <w:t>Phœbé II</w:t>
      </w:r>
      <w:r>
        <w:t xml:space="preserve"> et de nature à démontrer sans conteste la présence matérielle du satellite invisible</w:t>
      </w:r>
      <w:r w:rsidR="00987D49">
        <w:t>.</w:t>
      </w:r>
    </w:p>
    <w:p w14:paraId="4F1D57DE" w14:textId="77777777" w:rsidR="00987D49" w:rsidRDefault="00B27708" w:rsidP="00B27708">
      <w:r>
        <w:t>Hélène était haletante d</w:t>
      </w:r>
      <w:r w:rsidR="00987D49">
        <w:t>’</w:t>
      </w:r>
      <w:r>
        <w:t>enthousiasme pur et son cœur battait d</w:t>
      </w:r>
      <w:r w:rsidR="00987D49">
        <w:t>’</w:t>
      </w:r>
      <w:r>
        <w:t>une émotion qui n</w:t>
      </w:r>
      <w:r w:rsidR="00987D49">
        <w:t>’</w:t>
      </w:r>
      <w:r>
        <w:t>était plus uniquement spirituelle</w:t>
      </w:r>
      <w:r w:rsidR="00987D49">
        <w:t>.</w:t>
      </w:r>
    </w:p>
    <w:p w14:paraId="5C08DD9D" w14:textId="6B163C8A" w:rsidR="00B27708" w:rsidRDefault="00B27708" w:rsidP="00B27708">
      <w:r>
        <w:t>Quant à moi</w:t>
      </w:r>
      <w:r w:rsidR="00987D49">
        <w:t xml:space="preserve">, </w:t>
      </w:r>
      <w:r>
        <w:t>dois-je avouer que les derniers mots de l</w:t>
      </w:r>
      <w:r w:rsidR="00987D49">
        <w:t>’</w:t>
      </w:r>
      <w:r>
        <w:t>ardent ingénieur avaient éveillé en moi</w:t>
      </w:r>
      <w:r w:rsidR="00987D49">
        <w:t xml:space="preserve">, </w:t>
      </w:r>
      <w:r>
        <w:t>par analogie</w:t>
      </w:r>
      <w:r w:rsidR="00987D49">
        <w:t xml:space="preserve">, </w:t>
      </w:r>
      <w:r>
        <w:t>une préoccupation bien prosaïque et bien matérielle</w:t>
      </w:r>
      <w:r w:rsidR="00987D49">
        <w:t xml:space="preserve"> ? </w:t>
      </w:r>
      <w:r>
        <w:t>Je me disais</w:t>
      </w:r>
      <w:r w:rsidR="00987D49">
        <w:t xml:space="preserve">, </w:t>
      </w:r>
      <w:r>
        <w:t>en songeant à la disproportion entre nos immenses projets et notre profonde pénurie</w:t>
      </w:r>
      <w:r w:rsidR="00987D49">
        <w:t> : « </w:t>
      </w:r>
      <w:r>
        <w:t>Son oncle lui a légué une grande tâche</w:t>
      </w:r>
      <w:r w:rsidR="00987D49">
        <w:t xml:space="preserve">, </w:t>
      </w:r>
      <w:r>
        <w:t>c</w:t>
      </w:r>
      <w:r w:rsidR="00987D49">
        <w:t>’</w:t>
      </w:r>
      <w:r>
        <w:t>est fort bien</w:t>
      </w:r>
      <w:r w:rsidR="00987D49">
        <w:t xml:space="preserve">. </w:t>
      </w:r>
      <w:r>
        <w:t>Mais ne lui a-t-il pas légué autre chose</w:t>
      </w:r>
      <w:r w:rsidR="00987D49">
        <w:t> ? »</w:t>
      </w:r>
    </w:p>
    <w:p w14:paraId="04F1B291" w14:textId="77777777" w:rsidR="00987D49" w:rsidRDefault="00B27708" w:rsidP="00B27708">
      <w:r>
        <w:t>Comme pour répondre à cette question inexprimée</w:t>
      </w:r>
      <w:r w:rsidR="00987D49">
        <w:t xml:space="preserve">, </w:t>
      </w:r>
      <w:proofErr w:type="spellStart"/>
      <w:r>
        <w:t>Saravine</w:t>
      </w:r>
      <w:proofErr w:type="spellEnd"/>
      <w:r>
        <w:t xml:space="preserve"> reprit son récit</w:t>
      </w:r>
      <w:r w:rsidR="00987D49">
        <w:t> :</w:t>
      </w:r>
    </w:p>
    <w:p w14:paraId="33A71B60" w14:textId="77777777" w:rsidR="00987D49" w:rsidRDefault="00987D49" w:rsidP="00B27708">
      <w:r>
        <w:rPr>
          <w:rFonts w:eastAsia="Georgia"/>
        </w:rPr>
        <w:t>— </w:t>
      </w:r>
      <w:r w:rsidR="00B27708">
        <w:t>Malheureusement</w:t>
      </w:r>
      <w:r>
        <w:t xml:space="preserve">, </w:t>
      </w:r>
      <w:r w:rsidR="00B27708">
        <w:t>mon excellent tuteur avait consacré le plus clair de son capital à ses travaux</w:t>
      </w:r>
      <w:r>
        <w:t xml:space="preserve">. </w:t>
      </w:r>
      <w:r w:rsidR="00B27708">
        <w:t>Il me laissa cependant</w:t>
      </w:r>
      <w:r>
        <w:t xml:space="preserve">, </w:t>
      </w:r>
      <w:r w:rsidR="00B27708">
        <w:t>avec son laboratoire</w:t>
      </w:r>
      <w:r>
        <w:t xml:space="preserve">, </w:t>
      </w:r>
      <w:r w:rsidR="00B27708">
        <w:t>situé en un lieu secret</w:t>
      </w:r>
      <w:r>
        <w:t xml:space="preserve">, </w:t>
      </w:r>
      <w:r w:rsidR="00B27708">
        <w:t>au milieu d</w:t>
      </w:r>
      <w:r>
        <w:t>’</w:t>
      </w:r>
      <w:r w:rsidR="00B27708">
        <w:t>une propriété parfaitement adaptée aux expériences passées et futures</w:t>
      </w:r>
      <w:r>
        <w:t xml:space="preserve">, </w:t>
      </w:r>
      <w:r w:rsidR="00B27708">
        <w:t>une petite rente viagère</w:t>
      </w:r>
      <w:r>
        <w:t xml:space="preserve">, </w:t>
      </w:r>
      <w:r w:rsidR="00B27708">
        <w:t>destinée à me mettre au moins à l</w:t>
      </w:r>
      <w:r>
        <w:t>’</w:t>
      </w:r>
      <w:r w:rsidR="00B27708">
        <w:t>abri des préoccupations matérielles</w:t>
      </w:r>
      <w:r>
        <w:t xml:space="preserve">. </w:t>
      </w:r>
      <w:r w:rsidR="00B27708">
        <w:t xml:space="preserve">Encore ai-je engagé cette rente chez des prêteurs </w:t>
      </w:r>
      <w:r w:rsidR="00B27708">
        <w:lastRenderedPageBreak/>
        <w:t>avides de gros intérêts</w:t>
      </w:r>
      <w:r>
        <w:t xml:space="preserve">, </w:t>
      </w:r>
      <w:r w:rsidR="00B27708">
        <w:t>pour mener à bien</w:t>
      </w:r>
      <w:r>
        <w:t xml:space="preserve">, </w:t>
      </w:r>
      <w:r w:rsidR="00B27708">
        <w:t>d</w:t>
      </w:r>
      <w:r>
        <w:t>’</w:t>
      </w:r>
      <w:r w:rsidR="00B27708">
        <w:t>une part la mise au point de mon explosif</w:t>
      </w:r>
      <w:r>
        <w:t xml:space="preserve">, </w:t>
      </w:r>
      <w:r w:rsidR="00B27708">
        <w:t>d</w:t>
      </w:r>
      <w:r>
        <w:t>’</w:t>
      </w:r>
      <w:r w:rsidR="00B27708">
        <w:t>autre part une nouvelle et différente série d</w:t>
      </w:r>
      <w:r>
        <w:t>’</w:t>
      </w:r>
      <w:r w:rsidR="00B27708">
        <w:t>expériences</w:t>
      </w:r>
      <w:r>
        <w:t>…</w:t>
      </w:r>
    </w:p>
    <w:p w14:paraId="0EE4D681" w14:textId="77777777" w:rsidR="00987D49" w:rsidRDefault="00987D49" w:rsidP="00B27708">
      <w:r>
        <w:t>« </w:t>
      </w:r>
      <w:r w:rsidR="00B27708">
        <w:t>Mon oncle avait envoyé dans la lune un projectile privé de vie</w:t>
      </w:r>
      <w:r>
        <w:t xml:space="preserve">. </w:t>
      </w:r>
      <w:r w:rsidR="00B27708">
        <w:t>Je me suis envoyé moi-même</w:t>
      </w:r>
      <w:r>
        <w:t xml:space="preserve">, </w:t>
      </w:r>
      <w:r w:rsidR="00B27708">
        <w:t>projectile vivant</w:t>
      </w:r>
      <w:r>
        <w:t xml:space="preserve">, </w:t>
      </w:r>
      <w:r w:rsidR="00B27708">
        <w:t>non point encore jusque dans la zone qui échappe à l</w:t>
      </w:r>
      <w:r>
        <w:t>’</w:t>
      </w:r>
      <w:r w:rsidR="00B27708">
        <w:t>attraction de la Terre</w:t>
      </w:r>
      <w:r>
        <w:t xml:space="preserve">, </w:t>
      </w:r>
      <w:r w:rsidR="00B27708">
        <w:t>mais dans les plus hautes tranches de la stratosphère</w:t>
      </w:r>
      <w:r>
        <w:t xml:space="preserve">, </w:t>
      </w:r>
      <w:r w:rsidR="00B27708">
        <w:t>dont je suis revenu sans dommage</w:t>
      </w:r>
      <w:r>
        <w:t xml:space="preserve">, </w:t>
      </w:r>
      <w:r w:rsidR="00B27708">
        <w:t>mais animé du furieux désir d</w:t>
      </w:r>
      <w:r>
        <w:t>’</w:t>
      </w:r>
      <w:r w:rsidR="00B27708">
        <w:t>aller plus haut</w:t>
      </w:r>
      <w:r>
        <w:t xml:space="preserve">, </w:t>
      </w:r>
      <w:r w:rsidR="00B27708">
        <w:t>toujours plus haut</w:t>
      </w:r>
      <w:r>
        <w:t>…</w:t>
      </w:r>
    </w:p>
    <w:p w14:paraId="04D60670" w14:textId="77777777" w:rsidR="00987D49" w:rsidRDefault="00B27708" w:rsidP="00B27708">
      <w:r>
        <w:t>Les yeux noirs d</w:t>
      </w:r>
      <w:r w:rsidR="00987D49">
        <w:t>’</w:t>
      </w:r>
      <w:r>
        <w:t>Hélène étaient brillants de larmes contenues qui disaient assez son admiration et son émoi</w:t>
      </w:r>
      <w:r w:rsidR="00987D49">
        <w:t xml:space="preserve">, </w:t>
      </w:r>
      <w:r>
        <w:t>en présence de cet audacieux langage</w:t>
      </w:r>
      <w:r w:rsidR="00987D49">
        <w:t xml:space="preserve">. </w:t>
      </w:r>
      <w:r>
        <w:t>Son frère</w:t>
      </w:r>
      <w:r w:rsidR="00987D49">
        <w:t xml:space="preserve">, </w:t>
      </w:r>
      <w:r>
        <w:t>lui</w:t>
      </w:r>
      <w:r w:rsidR="00987D49">
        <w:t xml:space="preserve">, </w:t>
      </w:r>
      <w:r>
        <w:t>était aussi</w:t>
      </w:r>
      <w:r w:rsidR="00987D49">
        <w:t xml:space="preserve">, </w:t>
      </w:r>
      <w:r>
        <w:t>quoique sur un plan naturellement bien différent</w:t>
      </w:r>
      <w:r w:rsidR="00987D49">
        <w:t xml:space="preserve">, </w:t>
      </w:r>
      <w:r>
        <w:t>captivé par le prestigieux récit</w:t>
      </w:r>
      <w:r w:rsidR="00987D49">
        <w:t>.</w:t>
      </w:r>
    </w:p>
    <w:p w14:paraId="1B81F7C3" w14:textId="77777777" w:rsidR="00987D49" w:rsidRDefault="00B27708" w:rsidP="00B27708">
      <w:r>
        <w:t>Je n</w:t>
      </w:r>
      <w:r w:rsidR="00987D49">
        <w:t>’</w:t>
      </w:r>
      <w:r>
        <w:t>étais pas moins intéressé</w:t>
      </w:r>
      <w:r w:rsidR="00987D49">
        <w:t xml:space="preserve">, </w:t>
      </w:r>
      <w:r>
        <w:t>assurément</w:t>
      </w:r>
      <w:r w:rsidR="00987D49">
        <w:t xml:space="preserve">, </w:t>
      </w:r>
      <w:r>
        <w:t>mais peut-être un peu plus sceptique</w:t>
      </w:r>
      <w:r w:rsidR="00987D49">
        <w:t xml:space="preserve">, </w:t>
      </w:r>
      <w:r>
        <w:t>non point quant aux expériences passées</w:t>
      </w:r>
      <w:r w:rsidR="00987D49">
        <w:t xml:space="preserve">, </w:t>
      </w:r>
      <w:r>
        <w:t>mais quant aux réalisations futures</w:t>
      </w:r>
      <w:r w:rsidR="00987D49">
        <w:t xml:space="preserve">. </w:t>
      </w:r>
      <w:r>
        <w:t>Ces emballés semblaient oublier ou au moins traiter trop légèrement la question qui m</w:t>
      </w:r>
      <w:r w:rsidR="00987D49">
        <w:t>’</w:t>
      </w:r>
      <w:r>
        <w:t>apparaissait capitale</w:t>
      </w:r>
      <w:r w:rsidR="00987D49">
        <w:t xml:space="preserve">, </w:t>
      </w:r>
      <w:r>
        <w:t>la question d</w:t>
      </w:r>
      <w:r w:rsidR="00987D49">
        <w:t>’</w:t>
      </w:r>
      <w:r>
        <w:t>argent</w:t>
      </w:r>
      <w:r w:rsidR="00987D49">
        <w:t xml:space="preserve">… </w:t>
      </w:r>
      <w:r>
        <w:t>Je ramenai leur attention sur ce terrain</w:t>
      </w:r>
      <w:r w:rsidR="00987D49">
        <w:t>.</w:t>
      </w:r>
    </w:p>
    <w:p w14:paraId="0B48377E" w14:textId="77777777" w:rsidR="00987D49" w:rsidRDefault="00987D49" w:rsidP="00B27708">
      <w:r>
        <w:rPr>
          <w:rFonts w:eastAsia="Georgia"/>
        </w:rPr>
        <w:t>— </w:t>
      </w:r>
      <w:r w:rsidR="00B27708">
        <w:t>Avez-vous évalué</w:t>
      </w:r>
      <w:r>
        <w:t xml:space="preserve">, </w:t>
      </w:r>
      <w:r w:rsidR="00B27708">
        <w:t xml:space="preserve">demandai-je à </w:t>
      </w:r>
      <w:proofErr w:type="spellStart"/>
      <w:r w:rsidR="00B27708">
        <w:t>Saravine</w:t>
      </w:r>
      <w:proofErr w:type="spellEnd"/>
      <w:r>
        <w:t xml:space="preserve">, </w:t>
      </w:r>
      <w:r w:rsidR="00B27708">
        <w:t>ce que coûterait l</w:t>
      </w:r>
      <w:r>
        <w:t>’</w:t>
      </w:r>
      <w:r w:rsidR="00B27708">
        <w:t>appareil que vous rêvez</w:t>
      </w:r>
      <w:r>
        <w:t xml:space="preserve">, </w:t>
      </w:r>
      <w:r w:rsidR="00B27708">
        <w:t>le véhicule-fusée capable d</w:t>
      </w:r>
      <w:r>
        <w:t>’</w:t>
      </w:r>
      <w:r w:rsidR="00B27708">
        <w:t>emporter un ou plusieurs hommes jusque sur la Lune</w:t>
      </w:r>
      <w:r>
        <w:t xml:space="preserve">, </w:t>
      </w:r>
      <w:r w:rsidR="00B27708">
        <w:t>et</w:t>
      </w:r>
      <w:r>
        <w:t xml:space="preserve">, </w:t>
      </w:r>
      <w:r w:rsidR="00B27708">
        <w:t>bien entendu</w:t>
      </w:r>
      <w:r>
        <w:t xml:space="preserve">, </w:t>
      </w:r>
      <w:r w:rsidR="00B27708">
        <w:t>de leur permettre de revenir sur la Terre</w:t>
      </w:r>
      <w:r>
        <w:t> ?</w:t>
      </w:r>
    </w:p>
    <w:p w14:paraId="5C7727D9" w14:textId="77777777" w:rsidR="00987D49" w:rsidRDefault="00987D49" w:rsidP="00B27708">
      <w:r>
        <w:rPr>
          <w:rFonts w:eastAsia="Georgia"/>
        </w:rPr>
        <w:t>— </w:t>
      </w:r>
      <w:r w:rsidR="00B27708">
        <w:t>Précisément</w:t>
      </w:r>
      <w:r>
        <w:t xml:space="preserve">, </w:t>
      </w:r>
      <w:r w:rsidR="00B27708">
        <w:t>j</w:t>
      </w:r>
      <w:r>
        <w:t>’</w:t>
      </w:r>
      <w:r w:rsidR="00B27708">
        <w:t>allais vous dire que le problème</w:t>
      </w:r>
      <w:r>
        <w:t xml:space="preserve">, </w:t>
      </w:r>
      <w:r w:rsidR="00B27708">
        <w:t>techniquement résolu</w:t>
      </w:r>
      <w:r>
        <w:t xml:space="preserve">, </w:t>
      </w:r>
      <w:r w:rsidR="00B27708">
        <w:t>se ramenait maintenant à une seule question de prix</w:t>
      </w:r>
      <w:r>
        <w:t xml:space="preserve">… </w:t>
      </w:r>
      <w:r w:rsidR="00B27708">
        <w:t>Je ne suis pas seul à le penser</w:t>
      </w:r>
      <w:r>
        <w:t xml:space="preserve">. </w:t>
      </w:r>
      <w:r w:rsidR="00B27708">
        <w:t xml:space="preserve">La </w:t>
      </w:r>
      <w:r>
        <w:t>« </w:t>
      </w:r>
      <w:r w:rsidR="00B27708">
        <w:t xml:space="preserve">British </w:t>
      </w:r>
      <w:proofErr w:type="spellStart"/>
      <w:r w:rsidR="00B27708">
        <w:t>Interplanetary</w:t>
      </w:r>
      <w:proofErr w:type="spellEnd"/>
      <w:r w:rsidR="00B27708">
        <w:t xml:space="preserve"> Society</w:t>
      </w:r>
      <w:r>
        <w:t> »</w:t>
      </w:r>
      <w:r w:rsidR="00B27708">
        <w:t xml:space="preserve"> l</w:t>
      </w:r>
      <w:r>
        <w:t>’</w:t>
      </w:r>
      <w:r w:rsidR="00B27708">
        <w:t>imprime en toutes lettres dans son Journal</w:t>
      </w:r>
      <w:r>
        <w:t xml:space="preserve">. </w:t>
      </w:r>
      <w:r w:rsidR="00B27708">
        <w:t>Elle a établi tous les plans</w:t>
      </w:r>
      <w:r>
        <w:t xml:space="preserve"> – </w:t>
      </w:r>
      <w:r w:rsidR="00B27708">
        <w:t>et mon appareil s</w:t>
      </w:r>
      <w:r>
        <w:t>’</w:t>
      </w:r>
      <w:r w:rsidR="00B27708">
        <w:t>inspire en partie de ces plans</w:t>
      </w:r>
      <w:r>
        <w:t xml:space="preserve"> – </w:t>
      </w:r>
      <w:r w:rsidR="00B27708">
        <w:t>et elle écrit</w:t>
      </w:r>
      <w:r>
        <w:t> : « </w:t>
      </w:r>
      <w:r w:rsidR="00B27708">
        <w:t xml:space="preserve">The money </w:t>
      </w:r>
      <w:proofErr w:type="spellStart"/>
      <w:r w:rsidR="00B27708">
        <w:t>spent</w:t>
      </w:r>
      <w:proofErr w:type="spellEnd"/>
      <w:r w:rsidR="00B27708">
        <w:t xml:space="preserve"> on a single destroyer </w:t>
      </w:r>
      <w:proofErr w:type="spellStart"/>
      <w:r w:rsidR="00B27708">
        <w:t>would</w:t>
      </w:r>
      <w:proofErr w:type="spellEnd"/>
      <w:r w:rsidR="00B27708">
        <w:t xml:space="preserve"> more </w:t>
      </w:r>
      <w:proofErr w:type="spellStart"/>
      <w:r w:rsidR="00B27708">
        <w:t>than</w:t>
      </w:r>
      <w:proofErr w:type="spellEnd"/>
      <w:r w:rsidR="00B27708">
        <w:t xml:space="preserve"> finance the first expédition to the Moon</w:t>
      </w:r>
      <w:r>
        <w:t xml:space="preserve"> »… </w:t>
      </w:r>
      <w:r w:rsidR="00B27708">
        <w:t>Ce qui veut dire que l</w:t>
      </w:r>
      <w:r>
        <w:t>’</w:t>
      </w:r>
      <w:r w:rsidR="00B27708">
        <w:t>argent consacré à la construction d</w:t>
      </w:r>
      <w:r>
        <w:t>’</w:t>
      </w:r>
      <w:r w:rsidR="00B27708">
        <w:t xml:space="preserve">un simple torpilleur coûte plus cher que </w:t>
      </w:r>
      <w:r w:rsidR="00B27708">
        <w:lastRenderedPageBreak/>
        <w:t>ne coûterait la première expédition dans la Lune</w:t>
      </w:r>
      <w:r>
        <w:t xml:space="preserve">… </w:t>
      </w:r>
      <w:r w:rsidR="00B27708">
        <w:t>Plus loin</w:t>
      </w:r>
      <w:r>
        <w:t xml:space="preserve">, </w:t>
      </w:r>
      <w:r w:rsidR="00B27708">
        <w:t>cette même publication indique que le coût de la fusée habitable qu</w:t>
      </w:r>
      <w:r>
        <w:t>’</w:t>
      </w:r>
      <w:r w:rsidR="00B27708">
        <w:t>elle projette</w:t>
      </w:r>
      <w:r>
        <w:t xml:space="preserve">, </w:t>
      </w:r>
      <w:r w:rsidR="00B27708">
        <w:t>n</w:t>
      </w:r>
      <w:r>
        <w:t>’</w:t>
      </w:r>
      <w:r w:rsidR="00B27708">
        <w:t>atteindrait pas moins de cinquante millions de francs</w:t>
      </w:r>
      <w:r>
        <w:t>…</w:t>
      </w:r>
    </w:p>
    <w:p w14:paraId="659A275B" w14:textId="77777777" w:rsidR="00987D49" w:rsidRDefault="00B27708" w:rsidP="00B27708">
      <w:r>
        <w:t>J</w:t>
      </w:r>
      <w:r w:rsidR="00987D49">
        <w:t>’</w:t>
      </w:r>
      <w:r>
        <w:t>admirai en moi-même la désinvolture avec laquelle cet inventeur</w:t>
      </w:r>
      <w:r w:rsidR="00987D49">
        <w:t xml:space="preserve">, </w:t>
      </w:r>
      <w:r>
        <w:t>curieux amalgame de poésie et de réalisme</w:t>
      </w:r>
      <w:r w:rsidR="00987D49">
        <w:t xml:space="preserve">, </w:t>
      </w:r>
      <w:r>
        <w:t>parlait de cinquante millions de francs</w:t>
      </w:r>
      <w:r w:rsidR="00987D49">
        <w:t xml:space="preserve">… </w:t>
      </w:r>
      <w:r>
        <w:t>Mais il reprit</w:t>
      </w:r>
      <w:r w:rsidR="00987D49">
        <w:t> :</w:t>
      </w:r>
    </w:p>
    <w:p w14:paraId="11C4A050" w14:textId="77777777" w:rsidR="00987D49" w:rsidRDefault="00987D49" w:rsidP="00B27708">
      <w:pPr>
        <w:rPr>
          <w:i/>
          <w:iCs/>
        </w:rPr>
      </w:pPr>
      <w:r>
        <w:rPr>
          <w:rFonts w:eastAsia="Georgia"/>
        </w:rPr>
        <w:t>— </w:t>
      </w:r>
      <w:r w:rsidR="00B27708">
        <w:t>Il est vrai que cette évaluation est en désaccord avec celle à laquelle se sont arrêtés d</w:t>
      </w:r>
      <w:r>
        <w:t>’</w:t>
      </w:r>
      <w:r w:rsidR="00B27708">
        <w:t>autres théoriciens de l</w:t>
      </w:r>
      <w:r>
        <w:t>’</w:t>
      </w:r>
      <w:r w:rsidR="00B27708">
        <w:t>astronautique</w:t>
      </w:r>
      <w:r>
        <w:t xml:space="preserve">, </w:t>
      </w:r>
      <w:r w:rsidR="00B27708">
        <w:t>qui estiment le coût de l</w:t>
      </w:r>
      <w:r>
        <w:t>’</w:t>
      </w:r>
      <w:r w:rsidR="00B27708">
        <w:t>expédition à des sommes beaucoup plus importantes</w:t>
      </w:r>
      <w:r>
        <w:t xml:space="preserve">, </w:t>
      </w:r>
      <w:r w:rsidR="00B27708">
        <w:t>et de l</w:t>
      </w:r>
      <w:r>
        <w:t>’</w:t>
      </w:r>
      <w:r w:rsidR="00B27708">
        <w:t>ordre de grandeur</w:t>
      </w:r>
      <w:r>
        <w:t xml:space="preserve">, </w:t>
      </w:r>
      <w:r w:rsidR="00B27708">
        <w:t>non plus d</w:t>
      </w:r>
      <w:r>
        <w:t>’</w:t>
      </w:r>
      <w:r w:rsidR="00B27708">
        <w:t>un torpilleur</w:t>
      </w:r>
      <w:r>
        <w:t xml:space="preserve">, </w:t>
      </w:r>
      <w:r w:rsidR="00B27708">
        <w:t>mais d</w:t>
      </w:r>
      <w:r>
        <w:t>’</w:t>
      </w:r>
      <w:r w:rsidR="00B27708">
        <w:t>un cuirassé</w:t>
      </w:r>
      <w:r>
        <w:t xml:space="preserve">, </w:t>
      </w:r>
      <w:r w:rsidR="00B27708">
        <w:t>c</w:t>
      </w:r>
      <w:r>
        <w:t>’</w:t>
      </w:r>
      <w:r w:rsidR="00B27708">
        <w:t>est-à-dire de l</w:t>
      </w:r>
      <w:r>
        <w:t>’</w:t>
      </w:r>
      <w:r w:rsidR="00B27708">
        <w:t>ordre du milliard</w:t>
      </w:r>
      <w:r>
        <w:t xml:space="preserve">… </w:t>
      </w:r>
      <w:r w:rsidR="00B27708">
        <w:t>L</w:t>
      </w:r>
      <w:r>
        <w:t>’</w:t>
      </w:r>
      <w:r w:rsidR="00B27708">
        <w:t>emploi de mon explosif</w:t>
      </w:r>
      <w:r>
        <w:t xml:space="preserve">, </w:t>
      </w:r>
      <w:r w:rsidR="00B27708">
        <w:t>en réduisant la masse au départ de l</w:t>
      </w:r>
      <w:r>
        <w:t>’</w:t>
      </w:r>
      <w:r w:rsidR="00B27708">
        <w:t>engin me permet d</w:t>
      </w:r>
      <w:r>
        <w:t>’</w:t>
      </w:r>
      <w:r w:rsidR="00B27708">
        <w:t>établir le coût de l</w:t>
      </w:r>
      <w:r>
        <w:t>’</w:t>
      </w:r>
      <w:r w:rsidR="00B27708">
        <w:t>appareil entre ces deux chiffres et</w:t>
      </w:r>
      <w:r>
        <w:t xml:space="preserve">, </w:t>
      </w:r>
      <w:r w:rsidR="00B27708">
        <w:t>tout en me montrant moins optimiste que la Société Britannique</w:t>
      </w:r>
      <w:r>
        <w:t xml:space="preserve">, </w:t>
      </w:r>
      <w:r w:rsidR="00B27708">
        <w:t>d</w:t>
      </w:r>
      <w:r>
        <w:t>’</w:t>
      </w:r>
      <w:r w:rsidR="00B27708">
        <w:t>être plus modeste que ses contradicteurs</w:t>
      </w:r>
      <w:r>
        <w:t xml:space="preserve">. </w:t>
      </w:r>
      <w:r w:rsidR="00B27708">
        <w:t>Ainsi</w:t>
      </w:r>
      <w:r>
        <w:t xml:space="preserve">, </w:t>
      </w:r>
      <w:r w:rsidR="00B27708">
        <w:t>puis-je dire qu</w:t>
      </w:r>
      <w:r>
        <w:t>’</w:t>
      </w:r>
      <w:r w:rsidR="00B27708">
        <w:t>il ne s</w:t>
      </w:r>
      <w:r>
        <w:t>’</w:t>
      </w:r>
      <w:r w:rsidR="00B27708">
        <w:t xml:space="preserve">agit que </w:t>
      </w:r>
      <w:r w:rsidR="00B27708">
        <w:rPr>
          <w:i/>
          <w:iCs/>
        </w:rPr>
        <w:t>de quelques centaines de millions</w:t>
      </w:r>
      <w:r>
        <w:rPr>
          <w:i/>
          <w:iCs/>
        </w:rPr>
        <w:t>…</w:t>
      </w:r>
    </w:p>
    <w:p w14:paraId="1D4A7252" w14:textId="77777777" w:rsidR="00987D49" w:rsidRDefault="00987D49" w:rsidP="00B27708">
      <w:r>
        <w:rPr>
          <w:rFonts w:eastAsia="Georgia"/>
          <w:i/>
          <w:iCs/>
        </w:rPr>
        <w:t>— </w:t>
      </w:r>
      <w:r w:rsidR="00B27708">
        <w:t>Qui seraient</w:t>
      </w:r>
      <w:r>
        <w:t xml:space="preserve">, </w:t>
      </w:r>
      <w:r w:rsidR="00B27708">
        <w:t>en tout cas</w:t>
      </w:r>
      <w:r>
        <w:t xml:space="preserve">, </w:t>
      </w:r>
      <w:r w:rsidR="00B27708">
        <w:t>perdus insistai-je</w:t>
      </w:r>
      <w:r>
        <w:t xml:space="preserve">, </w:t>
      </w:r>
      <w:r w:rsidR="00B27708">
        <w:t>puisque la presque totalité de l</w:t>
      </w:r>
      <w:r>
        <w:t>’</w:t>
      </w:r>
      <w:r w:rsidR="00B27708">
        <w:t>engin est lâchée en cours de route</w:t>
      </w:r>
      <w:r>
        <w:t>…</w:t>
      </w:r>
    </w:p>
    <w:p w14:paraId="2F308C87" w14:textId="77777777" w:rsidR="00987D49" w:rsidRDefault="00B27708" w:rsidP="00B27708">
      <w:r>
        <w:t>Et je me préparai à démontrer</w:t>
      </w:r>
      <w:r w:rsidR="00987D49">
        <w:t xml:space="preserve">, </w:t>
      </w:r>
      <w:r>
        <w:t>sans qu</w:t>
      </w:r>
      <w:r w:rsidR="00987D49">
        <w:t>’</w:t>
      </w:r>
      <w:r>
        <w:t>il fût besoin ni de craie ni de formules algébriques</w:t>
      </w:r>
      <w:r w:rsidR="00987D49">
        <w:t xml:space="preserve">, </w:t>
      </w:r>
      <w:r>
        <w:t>que le trio formé par un astronome en disponibilité</w:t>
      </w:r>
      <w:r w:rsidR="00987D49">
        <w:t xml:space="preserve">, </w:t>
      </w:r>
      <w:r>
        <w:t>un inventeur ruiné et un avocat suspendu</w:t>
      </w:r>
      <w:r w:rsidR="00987D49">
        <w:t xml:space="preserve">, </w:t>
      </w:r>
      <w:r>
        <w:t xml:space="preserve">était inapte à jongler avec les centaines de millions dont </w:t>
      </w:r>
      <w:proofErr w:type="spellStart"/>
      <w:r>
        <w:t>Saravine</w:t>
      </w:r>
      <w:proofErr w:type="spellEnd"/>
      <w:r>
        <w:t xml:space="preserve"> parlait avec tant de désinvolture</w:t>
      </w:r>
      <w:r w:rsidR="00987D49">
        <w:t xml:space="preserve">. </w:t>
      </w:r>
      <w:r>
        <w:t>Mais l</w:t>
      </w:r>
      <w:r w:rsidR="00987D49">
        <w:t>’</w:t>
      </w:r>
      <w:r>
        <w:t>ingénieur me devança</w:t>
      </w:r>
      <w:r w:rsidR="00987D49">
        <w:t xml:space="preserve">. </w:t>
      </w:r>
      <w:r>
        <w:t>Il avait réponse à tout</w:t>
      </w:r>
      <w:r w:rsidR="00987D49">
        <w:t> !</w:t>
      </w:r>
    </w:p>
    <w:p w14:paraId="35EFF36F" w14:textId="77777777" w:rsidR="00987D49" w:rsidRDefault="00987D49" w:rsidP="00B27708">
      <w:r>
        <w:rPr>
          <w:rFonts w:eastAsia="Georgia"/>
        </w:rPr>
        <w:t>— </w:t>
      </w:r>
      <w:r w:rsidR="00B27708">
        <w:t>J</w:t>
      </w:r>
      <w:r>
        <w:t>’</w:t>
      </w:r>
      <w:r w:rsidR="00B27708">
        <w:t>avais songé</w:t>
      </w:r>
      <w:r>
        <w:t xml:space="preserve">, </w:t>
      </w:r>
      <w:r w:rsidR="00B27708">
        <w:t>dit-il</w:t>
      </w:r>
      <w:r>
        <w:t xml:space="preserve">, </w:t>
      </w:r>
      <w:r w:rsidR="00B27708">
        <w:t>à chercher des capitaux dans l</w:t>
      </w:r>
      <w:r>
        <w:t>’</w:t>
      </w:r>
      <w:r w:rsidR="00B27708">
        <w:t>exploitation industrielle de mon explosif</w:t>
      </w:r>
      <w:r>
        <w:t xml:space="preserve">. </w:t>
      </w:r>
      <w:r w:rsidR="00B27708">
        <w:t>Mais un autre moyen s</w:t>
      </w:r>
      <w:r>
        <w:t>’</w:t>
      </w:r>
      <w:r w:rsidR="00B27708">
        <w:t>est présenté providentiellement</w:t>
      </w:r>
      <w:r>
        <w:t xml:space="preserve">, </w:t>
      </w:r>
      <w:r w:rsidR="00B27708">
        <w:t>sous la forme d</w:t>
      </w:r>
      <w:r>
        <w:t>’</w:t>
      </w:r>
      <w:r w:rsidR="00B27708">
        <w:t>un personnage excentrique et milliardaire</w:t>
      </w:r>
      <w:r>
        <w:t xml:space="preserve">, </w:t>
      </w:r>
      <w:r w:rsidR="00B27708">
        <w:t>neurasthénique et blasé par surcroît</w:t>
      </w:r>
      <w:r>
        <w:t xml:space="preserve">, </w:t>
      </w:r>
      <w:r w:rsidR="00B27708">
        <w:t>et qui ne désire rien tant que d</w:t>
      </w:r>
      <w:r>
        <w:t>’</w:t>
      </w:r>
      <w:r w:rsidR="00B27708">
        <w:t>échapper à l</w:t>
      </w:r>
      <w:r>
        <w:t>’</w:t>
      </w:r>
      <w:r w:rsidR="00B27708">
        <w:t>exaspérante monotonie de sa riche existence et de connaître des sensations nouvelles et inédites</w:t>
      </w:r>
      <w:r>
        <w:t xml:space="preserve">. </w:t>
      </w:r>
      <w:r w:rsidR="00B27708">
        <w:t>Il m</w:t>
      </w:r>
      <w:r>
        <w:t>’</w:t>
      </w:r>
      <w:r w:rsidR="00B27708">
        <w:t>a ouvert un crédit pratiquement illimité</w:t>
      </w:r>
      <w:r>
        <w:t xml:space="preserve">. </w:t>
      </w:r>
      <w:r w:rsidR="00B27708">
        <w:t>Avant même que j</w:t>
      </w:r>
      <w:r>
        <w:t>’</w:t>
      </w:r>
      <w:r w:rsidR="00B27708">
        <w:t xml:space="preserve">aie eu la bonne </w:t>
      </w:r>
      <w:r w:rsidR="00B27708">
        <w:lastRenderedPageBreak/>
        <w:t>fortune de vous rencontrer</w:t>
      </w:r>
      <w:r>
        <w:t xml:space="preserve">, </w:t>
      </w:r>
      <w:r w:rsidR="00B27708">
        <w:t>la décision était prise</w:t>
      </w:r>
      <w:r>
        <w:t xml:space="preserve">, </w:t>
      </w:r>
      <w:r w:rsidR="00B27708">
        <w:t>de construire la fusée</w:t>
      </w:r>
      <w:r>
        <w:t xml:space="preserve">… </w:t>
      </w:r>
      <w:r w:rsidR="00B27708">
        <w:t>et de l</w:t>
      </w:r>
      <w:r>
        <w:t>’</w:t>
      </w:r>
      <w:r w:rsidR="00B27708">
        <w:t>essayer</w:t>
      </w:r>
      <w:r>
        <w:t xml:space="preserve">. </w:t>
      </w:r>
      <w:r w:rsidR="00B27708">
        <w:t>Mon commanditaire ne demande qu</w:t>
      </w:r>
      <w:r>
        <w:t>’</w:t>
      </w:r>
      <w:r w:rsidR="00B27708">
        <w:t>une chose</w:t>
      </w:r>
      <w:r>
        <w:t xml:space="preserve"> : </w:t>
      </w:r>
      <w:r w:rsidR="00B27708">
        <w:t>faire partie de l</w:t>
      </w:r>
      <w:r>
        <w:t>’</w:t>
      </w:r>
      <w:r w:rsidR="00B27708">
        <w:t>expédition</w:t>
      </w:r>
      <w:r>
        <w:t xml:space="preserve">. </w:t>
      </w:r>
      <w:r w:rsidR="00B27708">
        <w:t>C</w:t>
      </w:r>
      <w:r>
        <w:t>’</w:t>
      </w:r>
      <w:r w:rsidR="00B27708">
        <w:t>est assurément son droit</w:t>
      </w:r>
      <w:r>
        <w:t xml:space="preserve">. </w:t>
      </w:r>
      <w:r w:rsidR="00B27708">
        <w:t>Il m</w:t>
      </w:r>
      <w:r>
        <w:t>’</w:t>
      </w:r>
      <w:r w:rsidR="00B27708">
        <w:t>avait prié de recruter un navigateur</w:t>
      </w:r>
      <w:r>
        <w:t xml:space="preserve">, </w:t>
      </w:r>
      <w:r w:rsidR="00B27708">
        <w:t>apte à faire le point</w:t>
      </w:r>
      <w:r>
        <w:t xml:space="preserve">, </w:t>
      </w:r>
      <w:r w:rsidR="00B27708">
        <w:t>à calculer</w:t>
      </w:r>
      <w:r>
        <w:t xml:space="preserve">, </w:t>
      </w:r>
      <w:r w:rsidR="00B27708">
        <w:t>d</w:t>
      </w:r>
      <w:r>
        <w:t>’</w:t>
      </w:r>
      <w:r w:rsidR="00B27708">
        <w:t>après l</w:t>
      </w:r>
      <w:r>
        <w:t>’</w:t>
      </w:r>
      <w:r w:rsidR="00B27708">
        <w:t>observation des astres</w:t>
      </w:r>
      <w:r>
        <w:t xml:space="preserve">, </w:t>
      </w:r>
      <w:r w:rsidR="00B27708">
        <w:t>la position et la direction de la fusée</w:t>
      </w:r>
      <w:r>
        <w:t xml:space="preserve">, </w:t>
      </w:r>
      <w:r w:rsidR="00B27708">
        <w:t>au cours du formidable raid aérien</w:t>
      </w:r>
      <w:r>
        <w:t xml:space="preserve">. </w:t>
      </w:r>
      <w:r w:rsidR="00B27708">
        <w:t xml:space="preserve">Mon cher </w:t>
      </w:r>
      <w:proofErr w:type="spellStart"/>
      <w:r w:rsidR="00B27708">
        <w:t>Lesmond</w:t>
      </w:r>
      <w:proofErr w:type="spellEnd"/>
      <w:r>
        <w:t xml:space="preserve">, </w:t>
      </w:r>
      <w:r w:rsidR="00B27708">
        <w:t>nul mieux que vous ne semblerait qualifié</w:t>
      </w:r>
      <w:r>
        <w:t xml:space="preserve">. </w:t>
      </w:r>
      <w:r w:rsidR="00B27708">
        <w:t>Je peux donc vous offrir ce poste</w:t>
      </w:r>
      <w:r>
        <w:t>…</w:t>
      </w:r>
    </w:p>
    <w:p w14:paraId="1E15A0F0" w14:textId="77777777" w:rsidR="00987D49" w:rsidRDefault="00987D49" w:rsidP="00B27708">
      <w:r>
        <w:rPr>
          <w:rFonts w:eastAsia="Georgia"/>
        </w:rPr>
        <w:t>— </w:t>
      </w:r>
      <w:r w:rsidR="00B27708">
        <w:t>Et je l</w:t>
      </w:r>
      <w:r>
        <w:t>’</w:t>
      </w:r>
      <w:r w:rsidR="00B27708">
        <w:t>accepte de grand cœur</w:t>
      </w:r>
      <w:r>
        <w:t xml:space="preserve"> ! </w:t>
      </w:r>
      <w:r w:rsidR="00B27708">
        <w:t>s</w:t>
      </w:r>
      <w:r>
        <w:t>’</w:t>
      </w:r>
      <w:r w:rsidR="00B27708">
        <w:t>écria René</w:t>
      </w:r>
      <w:r>
        <w:t xml:space="preserve">, </w:t>
      </w:r>
      <w:r w:rsidR="00B27708">
        <w:t>ravi</w:t>
      </w:r>
      <w:r>
        <w:t>…</w:t>
      </w:r>
    </w:p>
    <w:p w14:paraId="2D4CD4DC" w14:textId="77777777" w:rsidR="00987D49" w:rsidRDefault="00987D49" w:rsidP="00B27708">
      <w:r>
        <w:rPr>
          <w:rFonts w:eastAsia="Georgia"/>
        </w:rPr>
        <w:t>— </w:t>
      </w:r>
      <w:r w:rsidR="00B27708">
        <w:t>Je vous présenterai demain à notre capitaliste</w:t>
      </w:r>
      <w:r>
        <w:t xml:space="preserve">. </w:t>
      </w:r>
      <w:r w:rsidR="00B27708">
        <w:t>Il est à Paris</w:t>
      </w:r>
      <w:r>
        <w:t xml:space="preserve">, </w:t>
      </w:r>
      <w:r w:rsidR="00B27708">
        <w:t>pour l</w:t>
      </w:r>
      <w:r>
        <w:t>’</w:t>
      </w:r>
      <w:r w:rsidR="00B27708">
        <w:t>instant</w:t>
      </w:r>
      <w:r>
        <w:t xml:space="preserve">… </w:t>
      </w:r>
      <w:r w:rsidR="00B27708">
        <w:t>Nous avons prévu un équipage de six personnes</w:t>
      </w:r>
      <w:r>
        <w:t xml:space="preserve">. </w:t>
      </w:r>
      <w:r w:rsidR="00B27708">
        <w:t>Notre homme emmène avec lui une sorte de secrétaire à tout faire</w:t>
      </w:r>
      <w:r>
        <w:t xml:space="preserve">, </w:t>
      </w:r>
      <w:r w:rsidR="00B27708">
        <w:t>qui passe pour être son âme damnée</w:t>
      </w:r>
      <w:r>
        <w:t xml:space="preserve">, </w:t>
      </w:r>
      <w:r w:rsidR="00B27708">
        <w:t>et que je n</w:t>
      </w:r>
      <w:r>
        <w:t>’</w:t>
      </w:r>
      <w:r w:rsidR="00B27708">
        <w:t>aime pas beaucoup mais qui lui est</w:t>
      </w:r>
      <w:r>
        <w:t xml:space="preserve">, </w:t>
      </w:r>
      <w:r w:rsidR="00B27708">
        <w:t>paraît-il</w:t>
      </w:r>
      <w:r>
        <w:t xml:space="preserve">, </w:t>
      </w:r>
      <w:r w:rsidR="00B27708">
        <w:t>indispensable</w:t>
      </w:r>
      <w:r>
        <w:t xml:space="preserve">… </w:t>
      </w:r>
      <w:r w:rsidR="00B27708">
        <w:t>Il reste donc deux places</w:t>
      </w:r>
      <w:r>
        <w:t>…</w:t>
      </w:r>
    </w:p>
    <w:p w14:paraId="3B3E8772" w14:textId="77777777" w:rsidR="00987D49" w:rsidRDefault="00987D49" w:rsidP="00B27708">
      <w:r>
        <w:rPr>
          <w:rFonts w:eastAsia="Georgia"/>
        </w:rPr>
        <w:t>— </w:t>
      </w:r>
      <w:r w:rsidR="00B27708">
        <w:t>Non</w:t>
      </w:r>
      <w:r>
        <w:t xml:space="preserve">, </w:t>
      </w:r>
      <w:r w:rsidR="00B27708">
        <w:t>coupa Hélène</w:t>
      </w:r>
      <w:r>
        <w:t xml:space="preserve">, </w:t>
      </w:r>
      <w:r w:rsidR="00B27708">
        <w:t>une seule</w:t>
      </w:r>
      <w:r>
        <w:t xml:space="preserve"> !… </w:t>
      </w:r>
      <w:r w:rsidR="00B27708">
        <w:t>Car</w:t>
      </w:r>
      <w:r>
        <w:t xml:space="preserve">, </w:t>
      </w:r>
      <w:r w:rsidR="00B27708">
        <w:t>bien entendu</w:t>
      </w:r>
      <w:r>
        <w:t xml:space="preserve">, </w:t>
      </w:r>
      <w:r w:rsidR="00B27708">
        <w:t>je suis des vôtres</w:t>
      </w:r>
      <w:r>
        <w:t>…</w:t>
      </w:r>
    </w:p>
    <w:p w14:paraId="4E52D45A" w14:textId="77777777" w:rsidR="00987D49" w:rsidRDefault="00B27708" w:rsidP="00B27708">
      <w:r>
        <w:t>Cette déclaration fut accueillie avec un véritable enthousiasme par Pierre et par René</w:t>
      </w:r>
      <w:r w:rsidR="00987D49">
        <w:t xml:space="preserve">. </w:t>
      </w:r>
      <w:r>
        <w:t>Hélène fut admise sans la moindre objection</w:t>
      </w:r>
      <w:r w:rsidR="00987D49">
        <w:t xml:space="preserve">. </w:t>
      </w:r>
      <w:r>
        <w:t>J</w:t>
      </w:r>
      <w:r w:rsidR="00987D49">
        <w:t>’</w:t>
      </w:r>
      <w:r>
        <w:t>en fus tout marri</w:t>
      </w:r>
      <w:r w:rsidR="00987D49">
        <w:t xml:space="preserve">. </w:t>
      </w:r>
      <w:r>
        <w:t>Déjà</w:t>
      </w:r>
      <w:r w:rsidR="00987D49">
        <w:t xml:space="preserve">, </w:t>
      </w:r>
      <w:r>
        <w:t>j</w:t>
      </w:r>
      <w:r w:rsidR="00987D49">
        <w:t>’</w:t>
      </w:r>
      <w:r>
        <w:t>escomptais</w:t>
      </w:r>
      <w:r w:rsidR="00987D49">
        <w:t xml:space="preserve">, </w:t>
      </w:r>
      <w:r>
        <w:t>en moi-même</w:t>
      </w:r>
      <w:r w:rsidR="00987D49">
        <w:t xml:space="preserve">, </w:t>
      </w:r>
      <w:r>
        <w:t xml:space="preserve">les chances nouvelles que me donnait le départ de </w:t>
      </w:r>
      <w:proofErr w:type="spellStart"/>
      <w:r>
        <w:t>Saravine</w:t>
      </w:r>
      <w:proofErr w:type="spellEnd"/>
      <w:r>
        <w:t xml:space="preserve"> pour une expédition aussi hasardeuse</w:t>
      </w:r>
      <w:r w:rsidR="00987D49">
        <w:t>…</w:t>
      </w:r>
    </w:p>
    <w:p w14:paraId="2F6D3B26" w14:textId="77777777" w:rsidR="00987D49" w:rsidRDefault="00B27708" w:rsidP="00B27708">
      <w:r>
        <w:t>Certes</w:t>
      </w:r>
      <w:r w:rsidR="00987D49">
        <w:t xml:space="preserve">, </w:t>
      </w:r>
      <w:r>
        <w:t>je me refusais à envisager une issue catastrophique à la téméraire et folle entreprise</w:t>
      </w:r>
      <w:r w:rsidR="00987D49">
        <w:t xml:space="preserve">. </w:t>
      </w:r>
      <w:r>
        <w:t>Mais un démon inconnu me soufflait pourtant à l</w:t>
      </w:r>
      <w:r w:rsidR="00987D49">
        <w:t>’</w:t>
      </w:r>
      <w:r>
        <w:t>oreille qu</w:t>
      </w:r>
      <w:r w:rsidR="00987D49">
        <w:t>’</w:t>
      </w:r>
      <w:r>
        <w:t>un jour était peut-être proche où Hélène n</w:t>
      </w:r>
      <w:r w:rsidR="00987D49">
        <w:t>’</w:t>
      </w:r>
      <w:r>
        <w:t>aurait plus d</w:t>
      </w:r>
      <w:r w:rsidR="00987D49">
        <w:t>’</w:t>
      </w:r>
      <w:r>
        <w:t>autre ami en ce monde que moi-même</w:t>
      </w:r>
      <w:r w:rsidR="00987D49">
        <w:t>.</w:t>
      </w:r>
    </w:p>
    <w:p w14:paraId="14B181D4" w14:textId="77777777" w:rsidR="00987D49" w:rsidRDefault="00B27708" w:rsidP="00B27708">
      <w:r>
        <w:t>En participant à l</w:t>
      </w:r>
      <w:r w:rsidR="00987D49">
        <w:t>’</w:t>
      </w:r>
      <w:r>
        <w:t>aventure</w:t>
      </w:r>
      <w:r w:rsidR="00987D49">
        <w:t xml:space="preserve">, </w:t>
      </w:r>
      <w:r>
        <w:t>elle excluait cette éventualité</w:t>
      </w:r>
      <w:r w:rsidR="00987D49">
        <w:t xml:space="preserve">… </w:t>
      </w:r>
      <w:r>
        <w:t>Elle allait partir</w:t>
      </w:r>
      <w:r w:rsidR="00987D49">
        <w:t xml:space="preserve"> – </w:t>
      </w:r>
      <w:r>
        <w:t>et pour quelle destination insensée</w:t>
      </w:r>
      <w:r w:rsidR="00987D49">
        <w:t xml:space="preserve"> !… </w:t>
      </w:r>
      <w:r>
        <w:t>Quel que soit le dénouement de l</w:t>
      </w:r>
      <w:r w:rsidR="00987D49">
        <w:t>’</w:t>
      </w:r>
      <w:r>
        <w:t>expédition</w:t>
      </w:r>
      <w:r w:rsidR="00987D49">
        <w:t xml:space="preserve">, </w:t>
      </w:r>
      <w:r>
        <w:t>Hélène échappait à ma tendresse</w:t>
      </w:r>
      <w:r w:rsidR="00987D49">
        <w:t>.</w:t>
      </w:r>
    </w:p>
    <w:p w14:paraId="1F14500D" w14:textId="77777777" w:rsidR="00987D49" w:rsidRDefault="00B27708" w:rsidP="00B27708">
      <w:r>
        <w:t>Elle oublierait tout de suite le compagnon désintéressé des mauvaises heures</w:t>
      </w:r>
      <w:r w:rsidR="00987D49">
        <w:t xml:space="preserve">, </w:t>
      </w:r>
      <w:r>
        <w:t>dans l</w:t>
      </w:r>
      <w:r w:rsidR="00987D49">
        <w:t>’</w:t>
      </w:r>
      <w:r>
        <w:t>ivresse de l</w:t>
      </w:r>
      <w:r w:rsidR="00987D49">
        <w:t>’</w:t>
      </w:r>
      <w:r>
        <w:t>envol vers l</w:t>
      </w:r>
      <w:r w:rsidR="00987D49">
        <w:t>’</w:t>
      </w:r>
      <w:r>
        <w:t>espace infini</w:t>
      </w:r>
      <w:r w:rsidR="00987D49">
        <w:t xml:space="preserve">… </w:t>
      </w:r>
      <w:r>
        <w:t xml:space="preserve">Il </w:t>
      </w:r>
      <w:r>
        <w:lastRenderedPageBreak/>
        <w:t>n</w:t>
      </w:r>
      <w:r w:rsidR="00987D49">
        <w:t>’</w:t>
      </w:r>
      <w:r>
        <w:t>existerait plus rien au monde pour elle</w:t>
      </w:r>
      <w:r w:rsidR="00987D49">
        <w:t xml:space="preserve">, </w:t>
      </w:r>
      <w:r>
        <w:t>hormis ses coéquipiers</w:t>
      </w:r>
      <w:r w:rsidR="00987D49">
        <w:t xml:space="preserve">, </w:t>
      </w:r>
      <w:r>
        <w:t>héros d</w:t>
      </w:r>
      <w:r w:rsidR="00987D49">
        <w:t>’</w:t>
      </w:r>
      <w:r>
        <w:t>une immense épopée</w:t>
      </w:r>
      <w:r w:rsidR="00987D49">
        <w:t xml:space="preserve">… </w:t>
      </w:r>
      <w:r>
        <w:t>Et si le succès était contraire</w:t>
      </w:r>
      <w:r w:rsidR="00987D49">
        <w:t xml:space="preserve">, </w:t>
      </w:r>
      <w:r>
        <w:t>si l</w:t>
      </w:r>
      <w:r w:rsidR="00987D49">
        <w:t>’</w:t>
      </w:r>
      <w:r>
        <w:t>étonnant voyage se soldait par un mortel échec</w:t>
      </w:r>
      <w:r w:rsidR="00987D49">
        <w:t xml:space="preserve">, </w:t>
      </w:r>
      <w:r>
        <w:t>il ne me resterait que son souvenir et la consolation amère et dérisoire de la pleurer</w:t>
      </w:r>
      <w:r w:rsidR="00987D49">
        <w:t>…</w:t>
      </w:r>
    </w:p>
    <w:p w14:paraId="33FBFDF5" w14:textId="77777777" w:rsidR="00987D49" w:rsidRDefault="00B27708" w:rsidP="00B27708">
      <w:r>
        <w:t>Tandis que j</w:t>
      </w:r>
      <w:r w:rsidR="00987D49">
        <w:t>’</w:t>
      </w:r>
      <w:r>
        <w:t>évoquais ces douloureuses éventualités</w:t>
      </w:r>
      <w:r w:rsidR="00987D49">
        <w:t xml:space="preserve">, </w:t>
      </w:r>
      <w:r>
        <w:t xml:space="preserve">Pierre </w:t>
      </w:r>
      <w:proofErr w:type="spellStart"/>
      <w:r>
        <w:t>Saravine</w:t>
      </w:r>
      <w:proofErr w:type="spellEnd"/>
      <w:r>
        <w:t xml:space="preserve"> continuait</w:t>
      </w:r>
      <w:r w:rsidR="00987D49">
        <w:t> :</w:t>
      </w:r>
    </w:p>
    <w:p w14:paraId="72628578" w14:textId="77777777" w:rsidR="00987D49" w:rsidRDefault="00987D49" w:rsidP="00B27708">
      <w:r>
        <w:rPr>
          <w:rFonts w:eastAsia="Georgia"/>
        </w:rPr>
        <w:t>— </w:t>
      </w:r>
      <w:r w:rsidR="00B27708">
        <w:t>Reste donc une place</w:t>
      </w:r>
      <w:r>
        <w:t xml:space="preserve">. </w:t>
      </w:r>
      <w:r w:rsidR="00B27708">
        <w:t>J</w:t>
      </w:r>
      <w:r>
        <w:t>’</w:t>
      </w:r>
      <w:r w:rsidR="00B27708">
        <w:t>avais songé à engager un mécano</w:t>
      </w:r>
      <w:r>
        <w:t xml:space="preserve">, </w:t>
      </w:r>
      <w:r w:rsidR="00B27708">
        <w:t>qui puisse réparer une avarie en cas de besoin</w:t>
      </w:r>
      <w:r>
        <w:t xml:space="preserve">. </w:t>
      </w:r>
      <w:r w:rsidR="00B27708">
        <w:t>Mais j</w:t>
      </w:r>
      <w:r>
        <w:t>’</w:t>
      </w:r>
      <w:r w:rsidR="00B27708">
        <w:t>ai pensé que j</w:t>
      </w:r>
      <w:r>
        <w:t>’</w:t>
      </w:r>
      <w:r w:rsidR="00B27708">
        <w:t>étais moi-même plus apte que quiconque à tenir cet emploi</w:t>
      </w:r>
      <w:r>
        <w:t xml:space="preserve">. </w:t>
      </w:r>
      <w:r w:rsidR="00B27708">
        <w:t>Dès mon enfance</w:t>
      </w:r>
      <w:r>
        <w:t xml:space="preserve">, </w:t>
      </w:r>
      <w:r w:rsidR="00B27708">
        <w:t>mon oncle m</w:t>
      </w:r>
      <w:r>
        <w:t>’</w:t>
      </w:r>
      <w:r w:rsidR="00B27708">
        <w:t>a habitué à mettre la main à la pâte et il n</w:t>
      </w:r>
      <w:r>
        <w:t>’</w:t>
      </w:r>
      <w:r w:rsidR="00B27708">
        <w:t>est pas un organe de ma machine que je ne saurais fabriquer de mes propres mains</w:t>
      </w:r>
      <w:r>
        <w:t xml:space="preserve">, </w:t>
      </w:r>
      <w:r w:rsidR="00B27708">
        <w:t>si c</w:t>
      </w:r>
      <w:r>
        <w:t>’</w:t>
      </w:r>
      <w:r w:rsidR="00B27708">
        <w:t>était nécessaire</w:t>
      </w:r>
      <w:r>
        <w:t xml:space="preserve">. </w:t>
      </w:r>
      <w:r w:rsidR="00B27708">
        <w:t>Mon capitaliste</w:t>
      </w:r>
      <w:r>
        <w:t xml:space="preserve">, </w:t>
      </w:r>
      <w:r w:rsidR="00B27708">
        <w:t>lui</w:t>
      </w:r>
      <w:r>
        <w:t xml:space="preserve">, </w:t>
      </w:r>
      <w:r w:rsidR="00B27708">
        <w:t>songeait à emmener un valet de chambre</w:t>
      </w:r>
      <w:r>
        <w:t xml:space="preserve">. </w:t>
      </w:r>
      <w:r w:rsidR="00B27708">
        <w:t>Je lui ai fait comprendre qu</w:t>
      </w:r>
      <w:r>
        <w:t>’</w:t>
      </w:r>
      <w:r w:rsidR="00B27708">
        <w:t>il devrait se résigner à se servir lui-même</w:t>
      </w:r>
      <w:r>
        <w:t xml:space="preserve">, </w:t>
      </w:r>
      <w:r w:rsidR="00B27708">
        <w:t>au cours de l</w:t>
      </w:r>
      <w:r>
        <w:t>’</w:t>
      </w:r>
      <w:r w:rsidR="00B27708">
        <w:t>expédition et il a bien voulu l</w:t>
      </w:r>
      <w:r>
        <w:t>’</w:t>
      </w:r>
      <w:r w:rsidR="00B27708">
        <w:t>admettre d</w:t>
      </w:r>
      <w:r>
        <w:t>’</w:t>
      </w:r>
      <w:r w:rsidR="00B27708">
        <w:t>assez bonne grâce</w:t>
      </w:r>
      <w:r>
        <w:t xml:space="preserve">. </w:t>
      </w:r>
      <w:r w:rsidR="00B27708">
        <w:t>Il n</w:t>
      </w:r>
      <w:r>
        <w:t>’</w:t>
      </w:r>
      <w:r w:rsidR="00B27708">
        <w:t>a insisté que pour son secrétaire</w:t>
      </w:r>
      <w:r>
        <w:t xml:space="preserve">, </w:t>
      </w:r>
      <w:r w:rsidR="00B27708">
        <w:t>et j</w:t>
      </w:r>
      <w:r>
        <w:t>’</w:t>
      </w:r>
      <w:r w:rsidR="00B27708">
        <w:t>ai dû m</w:t>
      </w:r>
      <w:r>
        <w:t>’</w:t>
      </w:r>
      <w:r w:rsidR="00B27708">
        <w:t>incliner à mon tour</w:t>
      </w:r>
      <w:r>
        <w:t xml:space="preserve">, </w:t>
      </w:r>
      <w:r w:rsidR="00B27708">
        <w:t>j</w:t>
      </w:r>
      <w:r>
        <w:t>’</w:t>
      </w:r>
      <w:r w:rsidR="00B27708">
        <w:t>ai donc le choix du dernier co-équipier</w:t>
      </w:r>
      <w:r>
        <w:t xml:space="preserve">… </w:t>
      </w:r>
      <w:r w:rsidR="00B27708">
        <w:t>J</w:t>
      </w:r>
      <w:r>
        <w:t>’</w:t>
      </w:r>
      <w:r w:rsidR="00B27708">
        <w:t>avoue avoir fait des ouvertures à plusieurs camarades et n</w:t>
      </w:r>
      <w:r>
        <w:t>’</w:t>
      </w:r>
      <w:r w:rsidR="00B27708">
        <w:t>avoir pas découvert encore de candidat au grand voyage</w:t>
      </w:r>
      <w:r>
        <w:t>…</w:t>
      </w:r>
    </w:p>
    <w:p w14:paraId="54540A34" w14:textId="77777777" w:rsidR="00987D49" w:rsidRDefault="00B27708" w:rsidP="00B27708">
      <w:r>
        <w:t xml:space="preserve">Tandis que Pierre </w:t>
      </w:r>
      <w:proofErr w:type="spellStart"/>
      <w:r>
        <w:t>Saravine</w:t>
      </w:r>
      <w:proofErr w:type="spellEnd"/>
      <w:r>
        <w:t xml:space="preserve"> parlait</w:t>
      </w:r>
      <w:r w:rsidR="00987D49">
        <w:t xml:space="preserve">, </w:t>
      </w:r>
      <w:r>
        <w:t>une sorte de transformation s</w:t>
      </w:r>
      <w:r w:rsidR="00987D49">
        <w:t>’</w:t>
      </w:r>
      <w:r>
        <w:t>opérait en moi</w:t>
      </w:r>
      <w:r w:rsidR="00987D49">
        <w:t xml:space="preserve">. </w:t>
      </w:r>
      <w:r>
        <w:t>J</w:t>
      </w:r>
      <w:r w:rsidR="00987D49">
        <w:t>’</w:t>
      </w:r>
      <w:r>
        <w:t>ai dit à plusieurs reprises à quel point j</w:t>
      </w:r>
      <w:r w:rsidR="00987D49">
        <w:t>’</w:t>
      </w:r>
      <w:r>
        <w:t>étais profane en matière scientifique</w:t>
      </w:r>
      <w:r w:rsidR="00987D49">
        <w:t xml:space="preserve">. </w:t>
      </w:r>
      <w:r>
        <w:t>Mais je n</w:t>
      </w:r>
      <w:r w:rsidR="00987D49">
        <w:t>’</w:t>
      </w:r>
      <w:r>
        <w:t>ai pas eu l</w:t>
      </w:r>
      <w:r w:rsidR="00987D49">
        <w:t>’</w:t>
      </w:r>
      <w:r>
        <w:t>occasion encore d</w:t>
      </w:r>
      <w:r w:rsidR="00987D49">
        <w:t>’</w:t>
      </w:r>
      <w:r>
        <w:t>ajouter à cette indication</w:t>
      </w:r>
      <w:r w:rsidR="00987D49">
        <w:t xml:space="preserve">, </w:t>
      </w:r>
      <w:r>
        <w:t>que j</w:t>
      </w:r>
      <w:r w:rsidR="00987D49">
        <w:t>’</w:t>
      </w:r>
      <w:r>
        <w:t>étais également d</w:t>
      </w:r>
      <w:r w:rsidR="00987D49">
        <w:t>’</w:t>
      </w:r>
      <w:r>
        <w:t>esprit aussi peu sportif que possible</w:t>
      </w:r>
      <w:r w:rsidR="00987D49">
        <w:t xml:space="preserve">. </w:t>
      </w:r>
      <w:r>
        <w:t>Je n</w:t>
      </w:r>
      <w:r w:rsidR="00987D49">
        <w:t>’</w:t>
      </w:r>
      <w:r>
        <w:t>avais aucun goût pour les championnats et pour les records</w:t>
      </w:r>
      <w:r w:rsidR="00987D49">
        <w:t xml:space="preserve">. </w:t>
      </w:r>
      <w:r>
        <w:t>Je confondais les as de la boxe ou du cyclisme avec ceux du tennis ou de la natation</w:t>
      </w:r>
      <w:r w:rsidR="00987D49">
        <w:t xml:space="preserve">, </w:t>
      </w:r>
      <w:r>
        <w:t>de l</w:t>
      </w:r>
      <w:r w:rsidR="00987D49">
        <w:t>’</w:t>
      </w:r>
      <w:r>
        <w:t>athlétisme ou du ping-pong</w:t>
      </w:r>
      <w:r w:rsidR="00987D49">
        <w:t xml:space="preserve">. </w:t>
      </w:r>
      <w:r>
        <w:t>De surcroît</w:t>
      </w:r>
      <w:r w:rsidR="00987D49">
        <w:t xml:space="preserve">, </w:t>
      </w:r>
      <w:r>
        <w:t>nul ne pouvait être moins aventureux que moi</w:t>
      </w:r>
      <w:r w:rsidR="00987D49">
        <w:t xml:space="preserve">. </w:t>
      </w:r>
      <w:r>
        <w:t>Je m</w:t>
      </w:r>
      <w:r w:rsidR="00987D49">
        <w:t>’</w:t>
      </w:r>
      <w:r>
        <w:t>étonnais sans cesse qu</w:t>
      </w:r>
      <w:r w:rsidR="00987D49">
        <w:t>’</w:t>
      </w:r>
      <w:r>
        <w:t>il y eût encore des gens assez fous pour entreprendre des ascensions périlleuses ou pour tenter de découvrir les pôles</w:t>
      </w:r>
      <w:r w:rsidR="00987D49">
        <w:t xml:space="preserve">. </w:t>
      </w:r>
      <w:r>
        <w:t>J</w:t>
      </w:r>
      <w:r w:rsidR="00987D49">
        <w:t>’</w:t>
      </w:r>
      <w:r>
        <w:t>avais en moi l</w:t>
      </w:r>
      <w:r w:rsidR="00987D49">
        <w:t>’</w:t>
      </w:r>
      <w:r>
        <w:t xml:space="preserve">âme douillette et timorée de Sancho </w:t>
      </w:r>
      <w:proofErr w:type="spellStart"/>
      <w:r>
        <w:t>Pança</w:t>
      </w:r>
      <w:proofErr w:type="spellEnd"/>
      <w:r w:rsidR="00987D49">
        <w:t xml:space="preserve">. </w:t>
      </w:r>
      <w:r>
        <w:t>Aussi fut-ce avec stupeur que j</w:t>
      </w:r>
      <w:r w:rsidR="00987D49">
        <w:t>’</w:t>
      </w:r>
      <w:r>
        <w:t>entendis ma propre voix s</w:t>
      </w:r>
      <w:r w:rsidR="00987D49">
        <w:t>’</w:t>
      </w:r>
      <w:r>
        <w:t>écrier</w:t>
      </w:r>
      <w:r w:rsidR="00987D49">
        <w:t> :</w:t>
      </w:r>
    </w:p>
    <w:p w14:paraId="38027541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 xml:space="preserve">Pierre </w:t>
      </w:r>
      <w:proofErr w:type="spellStart"/>
      <w:r w:rsidR="00B27708">
        <w:t>Saravine</w:t>
      </w:r>
      <w:proofErr w:type="spellEnd"/>
      <w:r>
        <w:t xml:space="preserve"> !… </w:t>
      </w:r>
      <w:r w:rsidR="00B27708">
        <w:t>Ne cherchez pas plus longtemps</w:t>
      </w:r>
      <w:r>
        <w:t xml:space="preserve"> ! </w:t>
      </w:r>
      <w:r w:rsidR="00B27708">
        <w:t>Je suis votre homme</w:t>
      </w:r>
      <w:r>
        <w:t> !… :</w:t>
      </w:r>
    </w:p>
    <w:p w14:paraId="61F7CCB7" w14:textId="77777777" w:rsidR="00987D49" w:rsidRDefault="00B27708" w:rsidP="00B27708">
      <w:r>
        <w:t>Quelle force obscure m</w:t>
      </w:r>
      <w:r w:rsidR="00987D49">
        <w:t>’</w:t>
      </w:r>
      <w:r>
        <w:t>avait poussé à revendiquer cette place</w:t>
      </w:r>
      <w:r w:rsidR="00987D49">
        <w:t xml:space="preserve">, </w:t>
      </w:r>
      <w:r>
        <w:t>parmi un équipage voué à la plus extravagante des entreprises</w:t>
      </w:r>
      <w:r w:rsidR="00987D49">
        <w:t xml:space="preserve"> ? </w:t>
      </w:r>
      <w:r>
        <w:t>Je ne le savais que trop</w:t>
      </w:r>
      <w:r w:rsidR="00987D49">
        <w:t xml:space="preserve">. </w:t>
      </w:r>
      <w:r>
        <w:t>Elle avait une incarnation vivante et claire</w:t>
      </w:r>
      <w:r w:rsidR="00987D49">
        <w:t xml:space="preserve">, </w:t>
      </w:r>
      <w:r>
        <w:t>cette force obscure</w:t>
      </w:r>
      <w:r w:rsidR="00987D49">
        <w:t xml:space="preserve">, </w:t>
      </w:r>
      <w:r>
        <w:t>une incarnation qui avait les plus beaux yeux du monde</w:t>
      </w:r>
      <w:r w:rsidR="00987D49">
        <w:t xml:space="preserve">, </w:t>
      </w:r>
      <w:r>
        <w:t>et le plus éclatant sourire</w:t>
      </w:r>
      <w:r w:rsidR="00987D49">
        <w:t xml:space="preserve">, </w:t>
      </w:r>
      <w:r>
        <w:t>et qui me regardait maintenant avec une adorable douceur</w:t>
      </w:r>
      <w:r w:rsidR="00987D49">
        <w:t>.</w:t>
      </w:r>
    </w:p>
    <w:p w14:paraId="088B2473" w14:textId="77777777" w:rsidR="00987D49" w:rsidRDefault="00B27708" w:rsidP="00B27708">
      <w:r>
        <w:t>Mais je veux être sincère</w:t>
      </w:r>
      <w:r w:rsidR="00987D49">
        <w:t xml:space="preserve">. </w:t>
      </w:r>
      <w:r>
        <w:t>Il restait</w:t>
      </w:r>
      <w:r w:rsidR="00987D49">
        <w:t xml:space="preserve">, </w:t>
      </w:r>
      <w:r>
        <w:t>dans mon subconscient</w:t>
      </w:r>
      <w:r w:rsidR="00987D49">
        <w:t xml:space="preserve">, </w:t>
      </w:r>
      <w:r>
        <w:t>une idée inexprimée</w:t>
      </w:r>
      <w:r w:rsidR="00987D49">
        <w:t xml:space="preserve">, </w:t>
      </w:r>
      <w:r>
        <w:t>une idée qui n</w:t>
      </w:r>
      <w:r w:rsidR="00987D49">
        <w:t>’</w:t>
      </w:r>
      <w:r>
        <w:t>a rien d</w:t>
      </w:r>
      <w:r w:rsidR="00987D49">
        <w:t>’</w:t>
      </w:r>
      <w:r>
        <w:t>héroïque</w:t>
      </w:r>
      <w:r w:rsidR="00987D49">
        <w:t xml:space="preserve">. </w:t>
      </w:r>
      <w:r>
        <w:t>Je croyais bien que de longs jours s</w:t>
      </w:r>
      <w:r w:rsidR="00987D49">
        <w:t>’</w:t>
      </w:r>
      <w:r>
        <w:t>écouleraient avant que la fabuleuse machine fût au point</w:t>
      </w:r>
      <w:r w:rsidR="00987D49">
        <w:t xml:space="preserve">, </w:t>
      </w:r>
      <w:r>
        <w:t>si même elle l</w:t>
      </w:r>
      <w:r w:rsidR="00987D49">
        <w:t>’</w:t>
      </w:r>
      <w:r>
        <w:t>était jamais un jour</w:t>
      </w:r>
      <w:r w:rsidR="00987D49">
        <w:t xml:space="preserve">. </w:t>
      </w:r>
      <w:r>
        <w:t>Et</w:t>
      </w:r>
      <w:r w:rsidR="00987D49">
        <w:t xml:space="preserve">, </w:t>
      </w:r>
      <w:r>
        <w:t>en attendant</w:t>
      </w:r>
      <w:r w:rsidR="00987D49">
        <w:t xml:space="preserve">, </w:t>
      </w:r>
      <w:r>
        <w:t>je ne perdrais pas cette délicieuse intimité avec Hélène</w:t>
      </w:r>
      <w:r w:rsidR="00987D49">
        <w:t xml:space="preserve">, </w:t>
      </w:r>
      <w:r>
        <w:t>qui datait de notre campagne de presse avortée</w:t>
      </w:r>
      <w:r w:rsidR="00987D49">
        <w:t>…</w:t>
      </w:r>
    </w:p>
    <w:p w14:paraId="32DBD3EC" w14:textId="77777777" w:rsidR="00987D49" w:rsidRDefault="00B27708" w:rsidP="00B27708">
      <w:r>
        <w:t xml:space="preserve">Pauvre Sancho </w:t>
      </w:r>
      <w:proofErr w:type="spellStart"/>
      <w:r>
        <w:t>Pança</w:t>
      </w:r>
      <w:proofErr w:type="spellEnd"/>
      <w:r w:rsidR="00987D49">
        <w:t xml:space="preserve"> !… </w:t>
      </w:r>
      <w:r>
        <w:t xml:space="preserve">Pierre </w:t>
      </w:r>
      <w:proofErr w:type="spellStart"/>
      <w:r>
        <w:t>Saravine</w:t>
      </w:r>
      <w:proofErr w:type="spellEnd"/>
      <w:r>
        <w:t xml:space="preserve"> répondit à mon offre</w:t>
      </w:r>
      <w:r w:rsidR="00987D49">
        <w:t> :</w:t>
      </w:r>
    </w:p>
    <w:p w14:paraId="48A990AA" w14:textId="77777777" w:rsidR="00987D49" w:rsidRDefault="00987D49" w:rsidP="00B27708">
      <w:r>
        <w:rPr>
          <w:rFonts w:eastAsia="Georgia"/>
        </w:rPr>
        <w:t>— </w:t>
      </w:r>
      <w:r w:rsidR="00B27708">
        <w:t>Bravo</w:t>
      </w:r>
      <w:r>
        <w:t xml:space="preserve"> ! </w:t>
      </w:r>
      <w:r w:rsidR="00B27708">
        <w:t>Vous serez notre historiographe</w:t>
      </w:r>
      <w:r>
        <w:t xml:space="preserve"> !… </w:t>
      </w:r>
      <w:r w:rsidR="00B27708">
        <w:t>Et puisque nous sommes au complet</w:t>
      </w:r>
      <w:r>
        <w:t xml:space="preserve">, </w:t>
      </w:r>
      <w:r w:rsidR="00B27708">
        <w:t>je vais enfin tout vous dire</w:t>
      </w:r>
      <w:r>
        <w:t xml:space="preserve">. </w:t>
      </w:r>
      <w:r w:rsidR="00B27708">
        <w:t>La fusée interplanétaire n</w:t>
      </w:r>
      <w:r>
        <w:t>’</w:t>
      </w:r>
      <w:r w:rsidR="00B27708">
        <w:t>est plus à l</w:t>
      </w:r>
      <w:r>
        <w:t>’</w:t>
      </w:r>
      <w:r w:rsidR="00B27708">
        <w:t>état de projet</w:t>
      </w:r>
      <w:r>
        <w:t xml:space="preserve">. </w:t>
      </w:r>
      <w:r w:rsidR="00B27708">
        <w:t>Elle est terminée</w:t>
      </w:r>
      <w:r>
        <w:t xml:space="preserve">, </w:t>
      </w:r>
      <w:r w:rsidR="00B27708">
        <w:t>et n</w:t>
      </w:r>
      <w:r>
        <w:t>’</w:t>
      </w:r>
      <w:r w:rsidR="00B27708">
        <w:t>attend plus que son équipage</w:t>
      </w:r>
      <w:r>
        <w:t> !…</w:t>
      </w:r>
    </w:p>
    <w:p w14:paraId="7134A8EF" w14:textId="365DD462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15" w:name="__RefHeading__91154_553960937"/>
      <w:bookmarkStart w:id="16" w:name="bookmark10"/>
      <w:bookmarkStart w:id="17" w:name="_Toc194838864"/>
      <w:bookmarkEnd w:id="15"/>
      <w:r>
        <w:lastRenderedPageBreak/>
        <w:t>V</w:t>
      </w:r>
      <w:bookmarkEnd w:id="16"/>
      <w:r>
        <w:t>I</w:t>
      </w:r>
      <w:r>
        <w:br/>
      </w:r>
      <w:r>
        <w:br/>
        <w:t xml:space="preserve">Le </w:t>
      </w:r>
      <w:r w:rsidR="00987D49">
        <w:t>« </w:t>
      </w:r>
      <w:r>
        <w:t>Bolide</w:t>
      </w:r>
      <w:r w:rsidR="00987D49">
        <w:t> »</w:t>
      </w:r>
      <w:bookmarkEnd w:id="17"/>
    </w:p>
    <w:p w14:paraId="3B7EEEEC" w14:textId="77777777" w:rsidR="00987D49" w:rsidRDefault="00B27708" w:rsidP="00B27708">
      <w:r>
        <w:t>Il faut encore que je fasse un aveu</w:t>
      </w:r>
      <w:r w:rsidR="00987D49">
        <w:t xml:space="preserve">, </w:t>
      </w:r>
      <w:r>
        <w:t>si pénible qu</w:t>
      </w:r>
      <w:r w:rsidR="00987D49">
        <w:t>’</w:t>
      </w:r>
      <w:r>
        <w:t>il puisse être pour mon amour-propre</w:t>
      </w:r>
      <w:r w:rsidR="00987D49">
        <w:t xml:space="preserve">. </w:t>
      </w:r>
      <w:r>
        <w:t>Lorsque j</w:t>
      </w:r>
      <w:r w:rsidR="00987D49">
        <w:t>’</w:t>
      </w:r>
      <w:r>
        <w:t>appris</w:t>
      </w:r>
      <w:r w:rsidR="00987D49">
        <w:t xml:space="preserve">, </w:t>
      </w:r>
      <w:r>
        <w:t xml:space="preserve">de la bouche de Pierre </w:t>
      </w:r>
      <w:proofErr w:type="spellStart"/>
      <w:r>
        <w:t>Saravine</w:t>
      </w:r>
      <w:proofErr w:type="spellEnd"/>
      <w:r w:rsidR="00987D49">
        <w:t xml:space="preserve">, </w:t>
      </w:r>
      <w:r>
        <w:t>qu</w:t>
      </w:r>
      <w:r w:rsidR="00987D49">
        <w:t>’</w:t>
      </w:r>
      <w:r>
        <w:t>il ne s</w:t>
      </w:r>
      <w:r w:rsidR="00987D49">
        <w:t>’</w:t>
      </w:r>
      <w:r>
        <w:t>agissait plus d</w:t>
      </w:r>
      <w:r w:rsidR="00987D49">
        <w:t>’</w:t>
      </w:r>
      <w:r>
        <w:t>une entreprise éventuelle</w:t>
      </w:r>
      <w:r w:rsidR="00987D49">
        <w:t xml:space="preserve">, </w:t>
      </w:r>
      <w:r>
        <w:t>mais d</w:t>
      </w:r>
      <w:r w:rsidR="00987D49">
        <w:t>’</w:t>
      </w:r>
      <w:r>
        <w:t>un départ tout proche</w:t>
      </w:r>
      <w:r w:rsidR="00987D49">
        <w:t xml:space="preserve">, </w:t>
      </w:r>
      <w:r>
        <w:t>sinon immédiat</w:t>
      </w:r>
      <w:r w:rsidR="00987D49">
        <w:t xml:space="preserve">, </w:t>
      </w:r>
      <w:r>
        <w:t>dans un appareil déjà construit et chargé de ses diaboliques explosifs</w:t>
      </w:r>
      <w:r w:rsidR="00987D49">
        <w:t xml:space="preserve">, </w:t>
      </w:r>
      <w:r>
        <w:t>j</w:t>
      </w:r>
      <w:r w:rsidR="00987D49">
        <w:t>’</w:t>
      </w:r>
      <w:r>
        <w:t xml:space="preserve">eus un instant la velléité de </w:t>
      </w:r>
      <w:r w:rsidR="00987D49">
        <w:t>« </w:t>
      </w:r>
      <w:r>
        <w:t>me dégonfler</w:t>
      </w:r>
      <w:r w:rsidR="00987D49">
        <w:t> »</w:t>
      </w:r>
      <w:r>
        <w:t xml:space="preserve"> comme s</w:t>
      </w:r>
      <w:r w:rsidR="00987D49">
        <w:t>’</w:t>
      </w:r>
      <w:r>
        <w:t>exprime l</w:t>
      </w:r>
      <w:r w:rsidR="00987D49">
        <w:t>’</w:t>
      </w:r>
      <w:r>
        <w:t>argot moderne</w:t>
      </w:r>
      <w:r w:rsidR="00987D49">
        <w:t xml:space="preserve">, </w:t>
      </w:r>
      <w:r>
        <w:t>et de trouver un prétexte pour ne point quitter cette vieille planète</w:t>
      </w:r>
      <w:r w:rsidR="00987D49">
        <w:t xml:space="preserve">, </w:t>
      </w:r>
      <w:r>
        <w:t>qui avait</w:t>
      </w:r>
      <w:r w:rsidR="00987D49">
        <w:t xml:space="preserve">, </w:t>
      </w:r>
      <w:r>
        <w:t>en somme</w:t>
      </w:r>
      <w:r w:rsidR="00987D49">
        <w:t xml:space="preserve">, </w:t>
      </w:r>
      <w:r>
        <w:t>fait ses preuves</w:t>
      </w:r>
      <w:r w:rsidR="00987D49">
        <w:t xml:space="preserve">, </w:t>
      </w:r>
      <w:r>
        <w:t>quant à la solidité</w:t>
      </w:r>
      <w:r w:rsidR="00987D49">
        <w:t>…</w:t>
      </w:r>
    </w:p>
    <w:p w14:paraId="22E7A9CD" w14:textId="77777777" w:rsidR="00987D49" w:rsidRDefault="00B27708" w:rsidP="00B27708">
      <w:r>
        <w:t>J</w:t>
      </w:r>
      <w:r w:rsidR="00987D49">
        <w:t>’</w:t>
      </w:r>
      <w:r>
        <w:t>ouvrais la bouche pour préparer ma défection</w:t>
      </w:r>
      <w:r w:rsidR="00987D49">
        <w:t xml:space="preserve">, </w:t>
      </w:r>
      <w:r>
        <w:t>en feignant de me rappeler que je n</w:t>
      </w:r>
      <w:r w:rsidR="00987D49">
        <w:t>’</w:t>
      </w:r>
      <w:r>
        <w:t>avais pas le cœur très solide</w:t>
      </w:r>
      <w:r w:rsidR="00987D49">
        <w:t xml:space="preserve">. </w:t>
      </w:r>
      <w:r>
        <w:t>Mais dans le moment même</w:t>
      </w:r>
      <w:r w:rsidR="00987D49">
        <w:t xml:space="preserve">, </w:t>
      </w:r>
      <w:r>
        <w:t>je lus</w:t>
      </w:r>
      <w:r w:rsidR="00987D49">
        <w:t xml:space="preserve">, </w:t>
      </w:r>
      <w:r>
        <w:t>dans le regard noir qui me captivait</w:t>
      </w:r>
      <w:r w:rsidR="00987D49">
        <w:t xml:space="preserve">, </w:t>
      </w:r>
      <w:r>
        <w:t>une si vive allégresse</w:t>
      </w:r>
      <w:r w:rsidR="00987D49">
        <w:t xml:space="preserve">, </w:t>
      </w:r>
      <w:r>
        <w:t>une si chaude amitié</w:t>
      </w:r>
      <w:r w:rsidR="00987D49">
        <w:t xml:space="preserve">, </w:t>
      </w:r>
      <w:r>
        <w:t xml:space="preserve">que je ne </w:t>
      </w:r>
      <w:proofErr w:type="spellStart"/>
      <w:r>
        <w:t>pus</w:t>
      </w:r>
      <w:proofErr w:type="spellEnd"/>
      <w:r>
        <w:t xml:space="preserve"> me retenir d</w:t>
      </w:r>
      <w:r w:rsidR="00987D49">
        <w:t>’</w:t>
      </w:r>
      <w:r>
        <w:t>imaginer quel mépris il exprimerait si je donnais suite à mon projet d</w:t>
      </w:r>
      <w:r w:rsidR="00987D49">
        <w:t>’</w:t>
      </w:r>
      <w:r>
        <w:t>abandon de l</w:t>
      </w:r>
      <w:r w:rsidR="00987D49">
        <w:t>’</w:t>
      </w:r>
      <w:r>
        <w:t>expédition</w:t>
      </w:r>
      <w:r w:rsidR="00987D49">
        <w:t>…</w:t>
      </w:r>
    </w:p>
    <w:p w14:paraId="73288472" w14:textId="77777777" w:rsidR="00987D49" w:rsidRDefault="00B27708" w:rsidP="00B27708">
      <w:r>
        <w:t>Je remis donc à plus tard l</w:t>
      </w:r>
      <w:r w:rsidR="00987D49">
        <w:t>’</w:t>
      </w:r>
      <w:r>
        <w:t>exécution de ce projet</w:t>
      </w:r>
      <w:r w:rsidR="00987D49">
        <w:t xml:space="preserve">. </w:t>
      </w:r>
      <w:r>
        <w:t>Il serait toujours temps</w:t>
      </w:r>
      <w:r w:rsidR="00987D49">
        <w:t xml:space="preserve">, </w:t>
      </w:r>
      <w:r>
        <w:t>jusqu</w:t>
      </w:r>
      <w:r w:rsidR="00987D49">
        <w:t>’</w:t>
      </w:r>
      <w:r>
        <w:t>au dernier moment</w:t>
      </w:r>
      <w:r w:rsidR="00987D49">
        <w:t xml:space="preserve">, </w:t>
      </w:r>
      <w:r>
        <w:t>d</w:t>
      </w:r>
      <w:r w:rsidR="00987D49">
        <w:t>’</w:t>
      </w:r>
      <w:r>
        <w:t>imaginer un moyen honnête de fausser compagnie à ces enragés</w:t>
      </w:r>
      <w:r w:rsidR="00987D49">
        <w:t xml:space="preserve"> !… </w:t>
      </w:r>
      <w:r>
        <w:t>En attendant</w:t>
      </w:r>
      <w:r w:rsidR="00987D49">
        <w:t xml:space="preserve">, </w:t>
      </w:r>
      <w:r>
        <w:t>j</w:t>
      </w:r>
      <w:r w:rsidR="00987D49">
        <w:t>’</w:t>
      </w:r>
      <w:r>
        <w:t>allais vivre dans l</w:t>
      </w:r>
      <w:r w:rsidR="00987D49">
        <w:t>’</w:t>
      </w:r>
      <w:r>
        <w:t xml:space="preserve">intimité des </w:t>
      </w:r>
      <w:proofErr w:type="spellStart"/>
      <w:r>
        <w:t>Lesmond</w:t>
      </w:r>
      <w:proofErr w:type="spellEnd"/>
      <w:r w:rsidR="00987D49">
        <w:t xml:space="preserve">, </w:t>
      </w:r>
      <w:r>
        <w:t>voir chaque jour le beau regard noir</w:t>
      </w:r>
      <w:r w:rsidR="00987D49">
        <w:t xml:space="preserve">, </w:t>
      </w:r>
      <w:r>
        <w:t>entendre la voix prenante</w:t>
      </w:r>
      <w:r w:rsidR="00987D49">
        <w:t xml:space="preserve">, </w:t>
      </w:r>
      <w:r>
        <w:t>me griser de la séduction exercée par Hélène</w:t>
      </w:r>
      <w:r w:rsidR="00987D49">
        <w:t>…</w:t>
      </w:r>
    </w:p>
    <w:p w14:paraId="3B0F542F" w14:textId="77777777" w:rsidR="00987D49" w:rsidRDefault="00B27708" w:rsidP="00B27708">
      <w:r>
        <w:t>Si j</w:t>
      </w:r>
      <w:r w:rsidR="00987D49">
        <w:t>’</w:t>
      </w:r>
      <w:r>
        <w:t>avoue aussi simplement et aussi humblement mes hésitations</w:t>
      </w:r>
      <w:r w:rsidR="00987D49">
        <w:t xml:space="preserve">, </w:t>
      </w:r>
      <w:r>
        <w:t>c</w:t>
      </w:r>
      <w:r w:rsidR="00987D49">
        <w:t>’</w:t>
      </w:r>
      <w:r>
        <w:t>est parce que</w:t>
      </w:r>
      <w:r w:rsidR="00987D49">
        <w:t xml:space="preserve">, </w:t>
      </w:r>
      <w:r>
        <w:t>depuis cette période de flottement</w:t>
      </w:r>
      <w:r w:rsidR="00987D49">
        <w:t xml:space="preserve">, </w:t>
      </w:r>
      <w:r>
        <w:t>j</w:t>
      </w:r>
      <w:r w:rsidR="00987D49">
        <w:t>’</w:t>
      </w:r>
      <w:r>
        <w:t>ai pu forcer mon âme timide à se familiariser avec l</w:t>
      </w:r>
      <w:r w:rsidR="00987D49">
        <w:t>’</w:t>
      </w:r>
      <w:r>
        <w:t>effroi</w:t>
      </w:r>
      <w:r w:rsidR="00987D49">
        <w:t xml:space="preserve">… </w:t>
      </w:r>
      <w:r>
        <w:t>Et puis</w:t>
      </w:r>
      <w:r w:rsidR="00987D49">
        <w:t xml:space="preserve">, </w:t>
      </w:r>
      <w:r>
        <w:t>si on n</w:t>
      </w:r>
      <w:r w:rsidR="00987D49">
        <w:t>’</w:t>
      </w:r>
      <w:r>
        <w:t>avait jamais peur</w:t>
      </w:r>
      <w:r w:rsidR="00987D49">
        <w:t xml:space="preserve">, </w:t>
      </w:r>
      <w:r>
        <w:t>on n</w:t>
      </w:r>
      <w:r w:rsidR="00987D49">
        <w:t>’</w:t>
      </w:r>
      <w:r>
        <w:t>aurait aucun mérite à affronter le danger</w:t>
      </w:r>
      <w:r w:rsidR="00987D49">
        <w:t> !…</w:t>
      </w:r>
    </w:p>
    <w:p w14:paraId="3E634C4E" w14:textId="77777777" w:rsidR="00987D49" w:rsidRDefault="00B27708" w:rsidP="00B27708">
      <w:r>
        <w:lastRenderedPageBreak/>
        <w:t>D</w:t>
      </w:r>
      <w:r w:rsidR="00987D49">
        <w:t>’</w:t>
      </w:r>
      <w:r>
        <w:t>ailleurs</w:t>
      </w:r>
      <w:r w:rsidR="00987D49">
        <w:t xml:space="preserve">, </w:t>
      </w:r>
      <w:r>
        <w:t>l</w:t>
      </w:r>
      <w:r w:rsidR="00987D49">
        <w:t>’</w:t>
      </w:r>
      <w:r>
        <w:t>aventure commença très bien</w:t>
      </w:r>
      <w:r w:rsidR="00987D49">
        <w:t xml:space="preserve">… </w:t>
      </w:r>
      <w:r>
        <w:t>par un déjeuner somptueux</w:t>
      </w:r>
      <w:r w:rsidR="00987D49">
        <w:t xml:space="preserve">, </w:t>
      </w:r>
      <w:r>
        <w:t>dans le grand Hôtel de la Place de la Concorde où logeait notre milliardaire</w:t>
      </w:r>
      <w:r w:rsidR="00987D49">
        <w:t xml:space="preserve">, </w:t>
      </w:r>
      <w:r>
        <w:t>durant son séjour à Paris</w:t>
      </w:r>
      <w:r w:rsidR="00987D49">
        <w:t xml:space="preserve">. </w:t>
      </w:r>
      <w:r>
        <w:t>Cet homme ennuyé et fastueux pouvait avoir une quarantaine d</w:t>
      </w:r>
      <w:r w:rsidR="00987D49">
        <w:t>’</w:t>
      </w:r>
      <w:r>
        <w:t>années</w:t>
      </w:r>
      <w:r w:rsidR="00987D49">
        <w:t xml:space="preserve">. </w:t>
      </w:r>
      <w:r>
        <w:t>Son visage n</w:t>
      </w:r>
      <w:r w:rsidR="00987D49">
        <w:t>’</w:t>
      </w:r>
      <w:r>
        <w:t>aurait pas été déplaisant sans l</w:t>
      </w:r>
      <w:r w:rsidR="00987D49">
        <w:t>’</w:t>
      </w:r>
      <w:r>
        <w:t>odieuse expression de supériorité dont il ne pouvait se dépouiller</w:t>
      </w:r>
      <w:r w:rsidR="00987D49">
        <w:t xml:space="preserve">. </w:t>
      </w:r>
      <w:r>
        <w:t>À l</w:t>
      </w:r>
      <w:r w:rsidR="00987D49">
        <w:t>’</w:t>
      </w:r>
      <w:r>
        <w:t>égard de deux hommes de génie</w:t>
      </w:r>
      <w:r w:rsidR="00987D49">
        <w:t xml:space="preserve">, </w:t>
      </w:r>
      <w:r>
        <w:t xml:space="preserve">comme </w:t>
      </w:r>
      <w:proofErr w:type="spellStart"/>
      <w:r>
        <w:t>Lesmond</w:t>
      </w:r>
      <w:proofErr w:type="spellEnd"/>
      <w:r>
        <w:t xml:space="preserve"> et </w:t>
      </w:r>
      <w:proofErr w:type="spellStart"/>
      <w:r>
        <w:t>Saravine</w:t>
      </w:r>
      <w:proofErr w:type="spellEnd"/>
      <w:r w:rsidR="00987D49">
        <w:t xml:space="preserve">, </w:t>
      </w:r>
      <w:r>
        <w:t>cette prétention</w:t>
      </w:r>
      <w:r w:rsidR="00987D49">
        <w:t xml:space="preserve">, </w:t>
      </w:r>
      <w:r>
        <w:t>de la part d</w:t>
      </w:r>
      <w:r w:rsidR="00987D49">
        <w:t>’</w:t>
      </w:r>
      <w:r>
        <w:t>un homme n</w:t>
      </w:r>
      <w:r w:rsidR="00987D49">
        <w:t>’</w:t>
      </w:r>
      <w:r>
        <w:t>ayant d</w:t>
      </w:r>
      <w:r w:rsidR="00987D49">
        <w:t>’</w:t>
      </w:r>
      <w:r>
        <w:t>autre qualité que son énorme fortune</w:t>
      </w:r>
      <w:r w:rsidR="00987D49">
        <w:t xml:space="preserve">, </w:t>
      </w:r>
      <w:r>
        <w:t>me parut une simple et ridicule fatuité</w:t>
      </w:r>
      <w:r w:rsidR="00987D49">
        <w:t>.</w:t>
      </w:r>
    </w:p>
    <w:p w14:paraId="1613A374" w14:textId="77777777" w:rsidR="00987D49" w:rsidRDefault="00B27708" w:rsidP="00B27708">
      <w:r>
        <w:t>Cette richesse</w:t>
      </w:r>
      <w:r w:rsidR="00987D49">
        <w:t xml:space="preserve">, </w:t>
      </w:r>
      <w:r>
        <w:t>digne des Mille-et-une-Nuits</w:t>
      </w:r>
      <w:r w:rsidR="00987D49">
        <w:t xml:space="preserve">, </w:t>
      </w:r>
      <w:r>
        <w:t>lui était advenue</w:t>
      </w:r>
      <w:r w:rsidR="00987D49">
        <w:t xml:space="preserve">, </w:t>
      </w:r>
      <w:r>
        <w:t>d</w:t>
      </w:r>
      <w:r w:rsidR="00987D49">
        <w:t>’</w:t>
      </w:r>
      <w:r>
        <w:t>ailleurs</w:t>
      </w:r>
      <w:r w:rsidR="00987D49">
        <w:t xml:space="preserve">, </w:t>
      </w:r>
      <w:r>
        <w:t>sans qu</w:t>
      </w:r>
      <w:r w:rsidR="00987D49">
        <w:t>’</w:t>
      </w:r>
      <w:r>
        <w:t>il eût pris aucune peine</w:t>
      </w:r>
      <w:r w:rsidR="00987D49">
        <w:t xml:space="preserve">. </w:t>
      </w:r>
      <w:r>
        <w:t>Il l</w:t>
      </w:r>
      <w:r w:rsidR="00987D49">
        <w:t>’</w:t>
      </w:r>
      <w:r>
        <w:t>avait trouvée dans son berceau</w:t>
      </w:r>
      <w:r w:rsidR="00987D49">
        <w:t xml:space="preserve">, </w:t>
      </w:r>
      <w:r>
        <w:t>dès sa naissance</w:t>
      </w:r>
      <w:r w:rsidR="00987D49">
        <w:t xml:space="preserve">, </w:t>
      </w:r>
      <w:r>
        <w:t>son père ayant eu l</w:t>
      </w:r>
      <w:r w:rsidR="00987D49">
        <w:t>’</w:t>
      </w:r>
      <w:r>
        <w:t>heureuse chance de découvrir une nappe de pétrole dans un terrain acheté par lui pour un prix minime</w:t>
      </w:r>
      <w:r w:rsidR="00987D49">
        <w:t xml:space="preserve">, </w:t>
      </w:r>
      <w:r>
        <w:t>et dans un dessein tout différent</w:t>
      </w:r>
      <w:r w:rsidR="00987D49">
        <w:t xml:space="preserve">. </w:t>
      </w:r>
      <w:r>
        <w:t>Ainsi</w:t>
      </w:r>
      <w:r w:rsidR="00987D49">
        <w:t xml:space="preserve">, </w:t>
      </w:r>
      <w:r>
        <w:t>dès son enfance</w:t>
      </w:r>
      <w:r w:rsidR="00987D49">
        <w:t xml:space="preserve">, </w:t>
      </w:r>
      <w:r>
        <w:t xml:space="preserve">Victor </w:t>
      </w:r>
      <w:proofErr w:type="spellStart"/>
      <w:r>
        <w:t>Grimaille</w:t>
      </w:r>
      <w:proofErr w:type="spellEnd"/>
      <w:r>
        <w:t xml:space="preserve"> avait été traité un peu comme l</w:t>
      </w:r>
      <w:r w:rsidR="00987D49">
        <w:t>’</w:t>
      </w:r>
      <w:r>
        <w:t>héritier présomptif d</w:t>
      </w:r>
      <w:r w:rsidR="00987D49">
        <w:t>’</w:t>
      </w:r>
      <w:r>
        <w:t>un trône</w:t>
      </w:r>
      <w:r w:rsidR="00987D49">
        <w:t>.</w:t>
      </w:r>
    </w:p>
    <w:p w14:paraId="60D210F7" w14:textId="77777777" w:rsidR="00987D49" w:rsidRDefault="00B27708" w:rsidP="00B27708">
      <w:r>
        <w:t>Adulte</w:t>
      </w:r>
      <w:r w:rsidR="00987D49">
        <w:t xml:space="preserve">, </w:t>
      </w:r>
      <w:r>
        <w:t>il avait conservé sa mentalité d</w:t>
      </w:r>
      <w:r w:rsidR="00987D49">
        <w:t>’</w:t>
      </w:r>
      <w:r>
        <w:t>enfant gâté</w:t>
      </w:r>
      <w:r w:rsidR="00987D49">
        <w:t xml:space="preserve">. </w:t>
      </w:r>
      <w:r>
        <w:t>Une nuée de flatteurs et de parasites avaient entretenu cette mentalité</w:t>
      </w:r>
      <w:r w:rsidR="00987D49">
        <w:t xml:space="preserve">. </w:t>
      </w:r>
      <w:r>
        <w:t>Quadragénaire</w:t>
      </w:r>
      <w:r w:rsidR="00987D49">
        <w:t xml:space="preserve">, </w:t>
      </w:r>
      <w:r>
        <w:t>il était blasé sur tous les plaisirs</w:t>
      </w:r>
      <w:r w:rsidR="00987D49">
        <w:t xml:space="preserve">, </w:t>
      </w:r>
      <w:r>
        <w:t>lassé de toutes les sensations terrestres</w:t>
      </w:r>
      <w:r w:rsidR="00987D49">
        <w:t xml:space="preserve">. </w:t>
      </w:r>
      <w:r>
        <w:t>Il ignorait le bonheur de désirer</w:t>
      </w:r>
      <w:r w:rsidR="00987D49">
        <w:t xml:space="preserve">, </w:t>
      </w:r>
      <w:r>
        <w:t>l</w:t>
      </w:r>
      <w:r w:rsidR="00987D49">
        <w:t>’</w:t>
      </w:r>
      <w:r>
        <w:t>allégresse d</w:t>
      </w:r>
      <w:r w:rsidR="00987D49">
        <w:t>’</w:t>
      </w:r>
      <w:r>
        <w:t>obtenir</w:t>
      </w:r>
      <w:r w:rsidR="00987D49">
        <w:t xml:space="preserve">. </w:t>
      </w:r>
      <w:r>
        <w:t>La joie salubre de l</w:t>
      </w:r>
      <w:r w:rsidR="00987D49">
        <w:t>’</w:t>
      </w:r>
      <w:r>
        <w:t>effort lui était inconnue</w:t>
      </w:r>
      <w:r w:rsidR="00987D49">
        <w:t xml:space="preserve">. </w:t>
      </w:r>
      <w:r>
        <w:t xml:space="preserve">Le mot </w:t>
      </w:r>
      <w:r w:rsidR="00987D49">
        <w:t>« </w:t>
      </w:r>
      <w:r>
        <w:t>travail</w:t>
      </w:r>
      <w:r w:rsidR="00987D49">
        <w:t> »</w:t>
      </w:r>
      <w:r>
        <w:t xml:space="preserve"> était</w:t>
      </w:r>
      <w:r w:rsidR="00987D49">
        <w:t xml:space="preserve">, </w:t>
      </w:r>
      <w:r>
        <w:t>pour lui</w:t>
      </w:r>
      <w:r w:rsidR="00987D49">
        <w:t xml:space="preserve">, </w:t>
      </w:r>
      <w:r>
        <w:t>vide de sens</w:t>
      </w:r>
      <w:r w:rsidR="00987D49">
        <w:t xml:space="preserve">. </w:t>
      </w:r>
      <w:r>
        <w:t>Il songeait au suicide ou à la retraite dans un cloître</w:t>
      </w:r>
      <w:r w:rsidR="00987D49">
        <w:t xml:space="preserve">, </w:t>
      </w:r>
      <w:r>
        <w:t xml:space="preserve">lorsque le hasard lui fit rencontrer Pierre </w:t>
      </w:r>
      <w:proofErr w:type="spellStart"/>
      <w:r>
        <w:t>Saravine</w:t>
      </w:r>
      <w:proofErr w:type="spellEnd"/>
      <w:r w:rsidR="00987D49">
        <w:t xml:space="preserve">. </w:t>
      </w:r>
      <w:r>
        <w:t>Devant l</w:t>
      </w:r>
      <w:r w:rsidR="00987D49">
        <w:t>’</w:t>
      </w:r>
      <w:r>
        <w:t>ingénieur</w:t>
      </w:r>
      <w:r w:rsidR="00987D49">
        <w:t xml:space="preserve">, </w:t>
      </w:r>
      <w:r>
        <w:t>il se laissa aller à exprimer son mortel ennui</w:t>
      </w:r>
      <w:r w:rsidR="00987D49">
        <w:t>. « </w:t>
      </w:r>
      <w:r>
        <w:t>Je donnerais une fortune</w:t>
      </w:r>
      <w:r w:rsidR="00987D49">
        <w:t xml:space="preserve">, </w:t>
      </w:r>
      <w:r>
        <w:t>dit-il</w:t>
      </w:r>
      <w:r w:rsidR="00987D49">
        <w:t xml:space="preserve">, </w:t>
      </w:r>
      <w:r>
        <w:t>à l</w:t>
      </w:r>
      <w:r w:rsidR="00987D49">
        <w:t>’</w:t>
      </w:r>
      <w:r>
        <w:t>homme qui m</w:t>
      </w:r>
      <w:r w:rsidR="00987D49">
        <w:t>’</w:t>
      </w:r>
      <w:r>
        <w:t>arracherait</w:t>
      </w:r>
      <w:r w:rsidR="00987D49">
        <w:t xml:space="preserve">, </w:t>
      </w:r>
      <w:r>
        <w:t>pour un temps</w:t>
      </w:r>
      <w:r w:rsidR="00987D49">
        <w:t xml:space="preserve">, </w:t>
      </w:r>
      <w:r>
        <w:t>à ce monde où tout est prévu</w:t>
      </w:r>
      <w:r w:rsidR="00987D49">
        <w:t xml:space="preserve"> »… </w:t>
      </w:r>
      <w:r>
        <w:t xml:space="preserve">Et </w:t>
      </w:r>
      <w:proofErr w:type="spellStart"/>
      <w:r>
        <w:t>Saravine</w:t>
      </w:r>
      <w:proofErr w:type="spellEnd"/>
      <w:r>
        <w:t xml:space="preserve"> le prit au mot</w:t>
      </w:r>
      <w:r w:rsidR="00987D49">
        <w:t>.</w:t>
      </w:r>
    </w:p>
    <w:p w14:paraId="6F3F5B06" w14:textId="77777777" w:rsidR="00987D49" w:rsidRDefault="00B27708" w:rsidP="00B27708">
      <w:r>
        <w:t xml:space="preserve">Si Victor </w:t>
      </w:r>
      <w:proofErr w:type="spellStart"/>
      <w:r>
        <w:t>Grimaille</w:t>
      </w:r>
      <w:proofErr w:type="spellEnd"/>
      <w:r>
        <w:t xml:space="preserve"> était d</w:t>
      </w:r>
      <w:r w:rsidR="00987D49">
        <w:t>’</w:t>
      </w:r>
      <w:r>
        <w:t>un orgueil insupportable</w:t>
      </w:r>
      <w:r w:rsidR="00987D49">
        <w:t xml:space="preserve">, </w:t>
      </w:r>
      <w:r>
        <w:t>du moins n</w:t>
      </w:r>
      <w:r w:rsidR="00987D49">
        <w:t>’</w:t>
      </w:r>
      <w:r>
        <w:t>avait-il rien d</w:t>
      </w:r>
      <w:r w:rsidR="00987D49">
        <w:t>’</w:t>
      </w:r>
      <w:r>
        <w:t>un mufle</w:t>
      </w:r>
      <w:r w:rsidR="00987D49">
        <w:t xml:space="preserve">, </w:t>
      </w:r>
      <w:r>
        <w:t>et recevait-il fort bien</w:t>
      </w:r>
      <w:r w:rsidR="00987D49">
        <w:t xml:space="preserve">. </w:t>
      </w:r>
      <w:r>
        <w:t>Il se montra</w:t>
      </w:r>
      <w:r w:rsidR="00987D49">
        <w:t xml:space="preserve">, </w:t>
      </w:r>
      <w:r>
        <w:t>au cours de ce déjeuner</w:t>
      </w:r>
      <w:r w:rsidR="00987D49">
        <w:t xml:space="preserve">, </w:t>
      </w:r>
      <w:r>
        <w:t>fort aimable pour ses futurs compagnons de voyage interplanétaire</w:t>
      </w:r>
      <w:r w:rsidR="00987D49">
        <w:t xml:space="preserve"> ; </w:t>
      </w:r>
      <w:r>
        <w:t>avec une galanterie</w:t>
      </w:r>
      <w:r w:rsidR="00987D49">
        <w:t xml:space="preserve">, </w:t>
      </w:r>
      <w:r>
        <w:t>un peu trop marquée à mon sens</w:t>
      </w:r>
      <w:r w:rsidR="00987D49">
        <w:t xml:space="preserve">, </w:t>
      </w:r>
      <w:r>
        <w:t>à l</w:t>
      </w:r>
      <w:r w:rsidR="00987D49">
        <w:t>’</w:t>
      </w:r>
      <w:r>
        <w:t>égard de la séduisante Hélène</w:t>
      </w:r>
      <w:r w:rsidR="00987D49">
        <w:t xml:space="preserve">. </w:t>
      </w:r>
      <w:r>
        <w:t>Toutefois</w:t>
      </w:r>
      <w:r w:rsidR="00987D49">
        <w:t xml:space="preserve">, </w:t>
      </w:r>
      <w:r>
        <w:t>je ne m</w:t>
      </w:r>
      <w:r w:rsidR="00987D49">
        <w:t>’</w:t>
      </w:r>
      <w:r>
        <w:t xml:space="preserve">en </w:t>
      </w:r>
      <w:r>
        <w:lastRenderedPageBreak/>
        <w:t>alarmais pas outre mesure</w:t>
      </w:r>
      <w:r w:rsidR="00987D49">
        <w:t xml:space="preserve">. </w:t>
      </w:r>
      <w:r>
        <w:t>J</w:t>
      </w:r>
      <w:r w:rsidR="00987D49">
        <w:t>’</w:t>
      </w:r>
      <w:r>
        <w:t>ignorais alors</w:t>
      </w:r>
      <w:r w:rsidR="00987D49">
        <w:t xml:space="preserve"> – </w:t>
      </w:r>
      <w:r>
        <w:t>et mes amis l</w:t>
      </w:r>
      <w:r w:rsidR="00987D49">
        <w:t>’</w:t>
      </w:r>
      <w:r>
        <w:t>ignoraient aussi</w:t>
      </w:r>
      <w:r w:rsidR="00987D49">
        <w:t xml:space="preserve"> – </w:t>
      </w:r>
      <w:r>
        <w:t>ce qu</w:t>
      </w:r>
      <w:r w:rsidR="00987D49">
        <w:t>’</w:t>
      </w:r>
      <w:r>
        <w:t>était son indifférence habituelle en cette matière</w:t>
      </w:r>
      <w:r w:rsidR="00987D49">
        <w:t xml:space="preserve">, </w:t>
      </w:r>
      <w:r>
        <w:t>et combien il avait trouvé piquant que cette jeune fille pauvre ne fît aucun frais pour lui</w:t>
      </w:r>
      <w:r w:rsidR="00987D49">
        <w:t xml:space="preserve">, </w:t>
      </w:r>
      <w:r>
        <w:t>et le traitât sur le même pied que les autres convives</w:t>
      </w:r>
      <w:r w:rsidR="00987D49">
        <w:t>…</w:t>
      </w:r>
    </w:p>
    <w:p w14:paraId="03FCF98F" w14:textId="77777777" w:rsidR="00987D49" w:rsidRDefault="00B27708" w:rsidP="00B27708">
      <w:r>
        <w:t>À part cette très petite réserve</w:t>
      </w:r>
      <w:r w:rsidR="00987D49">
        <w:t xml:space="preserve">, </w:t>
      </w:r>
      <w:r>
        <w:t>je passai une heure fort agréable</w:t>
      </w:r>
      <w:r w:rsidR="00987D49">
        <w:t xml:space="preserve">, </w:t>
      </w:r>
      <w:r>
        <w:t>devant cette table chargée de mets délicats et de vins comme je n</w:t>
      </w:r>
      <w:r w:rsidR="00987D49">
        <w:t>’</w:t>
      </w:r>
      <w:r>
        <w:t>en avais jamais bu</w:t>
      </w:r>
      <w:r w:rsidR="00987D49">
        <w:t xml:space="preserve">… </w:t>
      </w:r>
      <w:r>
        <w:t>Je dois cependant noter que</w:t>
      </w:r>
      <w:r w:rsidR="00987D49">
        <w:t xml:space="preserve">, </w:t>
      </w:r>
      <w:r>
        <w:t>dès cette première entrevue</w:t>
      </w:r>
      <w:r w:rsidR="00987D49">
        <w:t xml:space="preserve">, </w:t>
      </w:r>
      <w:r>
        <w:t xml:space="preserve">je conçus une assez vive antipathie envers le secrétaire de Victor </w:t>
      </w:r>
      <w:proofErr w:type="spellStart"/>
      <w:r>
        <w:t>Grimaille</w:t>
      </w:r>
      <w:proofErr w:type="spellEnd"/>
      <w:r w:rsidR="00987D49">
        <w:t xml:space="preserve">, </w:t>
      </w:r>
      <w:r>
        <w:t>et je déplorai qu</w:t>
      </w:r>
      <w:r w:rsidR="00987D49">
        <w:t>’</w:t>
      </w:r>
      <w:r>
        <w:t>il fût de l</w:t>
      </w:r>
      <w:r w:rsidR="00987D49">
        <w:t>’</w:t>
      </w:r>
      <w:r>
        <w:t>expédition</w:t>
      </w:r>
      <w:r w:rsidR="00987D49">
        <w:t>…</w:t>
      </w:r>
    </w:p>
    <w:p w14:paraId="331A2E11" w14:textId="77777777" w:rsidR="00987D49" w:rsidRDefault="00B27708" w:rsidP="00B27708">
      <w:r>
        <w:t>Ce personnage cauteleux</w:t>
      </w:r>
      <w:r w:rsidR="00987D49">
        <w:t xml:space="preserve">, </w:t>
      </w:r>
      <w:r>
        <w:t>au langage fleuri</w:t>
      </w:r>
      <w:r w:rsidR="00987D49">
        <w:t xml:space="preserve">, </w:t>
      </w:r>
      <w:r>
        <w:t>à l</w:t>
      </w:r>
      <w:r w:rsidR="00987D49">
        <w:t>’</w:t>
      </w:r>
      <w:r>
        <w:t>œil faux</w:t>
      </w:r>
      <w:r w:rsidR="00987D49">
        <w:t xml:space="preserve">, </w:t>
      </w:r>
      <w:r>
        <w:t>me déplut infiniment</w:t>
      </w:r>
      <w:r w:rsidR="00987D49">
        <w:t xml:space="preserve">. </w:t>
      </w:r>
      <w:r>
        <w:t>Son attitude auprès de son patron</w:t>
      </w:r>
      <w:r w:rsidR="00987D49">
        <w:t xml:space="preserve"> – </w:t>
      </w:r>
      <w:r>
        <w:t>j</w:t>
      </w:r>
      <w:r w:rsidR="00987D49">
        <w:t>’</w:t>
      </w:r>
      <w:r>
        <w:t xml:space="preserve">allais écrire </w:t>
      </w:r>
      <w:r w:rsidR="00987D49">
        <w:t>« </w:t>
      </w:r>
      <w:r>
        <w:t>son maître</w:t>
      </w:r>
      <w:r w:rsidR="00987D49">
        <w:t xml:space="preserve"> » – </w:t>
      </w:r>
      <w:r>
        <w:t>était celle que je prêtais à Narcisse</w:t>
      </w:r>
      <w:r w:rsidR="00987D49">
        <w:t xml:space="preserve">, </w:t>
      </w:r>
      <w:r>
        <w:t>l</w:t>
      </w:r>
      <w:r w:rsidR="00987D49">
        <w:t>’</w:t>
      </w:r>
      <w:r>
        <w:t>infâme affranchi de Néron</w:t>
      </w:r>
      <w:r w:rsidR="00987D49">
        <w:t xml:space="preserve">, </w:t>
      </w:r>
      <w:r>
        <w:t>aux temps où j</w:t>
      </w:r>
      <w:r w:rsidR="00987D49">
        <w:t>’</w:t>
      </w:r>
      <w:r>
        <w:t>étudiais l</w:t>
      </w:r>
      <w:r w:rsidR="00987D49">
        <w:t>’</w:t>
      </w:r>
      <w:r>
        <w:t>histoire romaine et la tragédie classique</w:t>
      </w:r>
      <w:r w:rsidR="00987D49">
        <w:t xml:space="preserve">… </w:t>
      </w:r>
      <w:r>
        <w:t>Sa servilité était écœurante</w:t>
      </w:r>
      <w:r w:rsidR="00987D49">
        <w:t xml:space="preserve">. </w:t>
      </w:r>
      <w:r>
        <w:t>Et j</w:t>
      </w:r>
      <w:r w:rsidR="00987D49">
        <w:t>’</w:t>
      </w:r>
      <w:r>
        <w:t>imaginai qu</w:t>
      </w:r>
      <w:r w:rsidR="00987D49">
        <w:t>’</w:t>
      </w:r>
      <w:r>
        <w:t>à l</w:t>
      </w:r>
      <w:r w:rsidR="00987D49">
        <w:t>’</w:t>
      </w:r>
      <w:r>
        <w:t>égard des inférieurs</w:t>
      </w:r>
      <w:r w:rsidR="00987D49">
        <w:t xml:space="preserve">, </w:t>
      </w:r>
      <w:r>
        <w:t>son arrogance devait être révoltante</w:t>
      </w:r>
      <w:r w:rsidR="00987D49">
        <w:t xml:space="preserve">… </w:t>
      </w:r>
      <w:r>
        <w:t>On l</w:t>
      </w:r>
      <w:r w:rsidR="00987D49">
        <w:t>’</w:t>
      </w:r>
      <w:r>
        <w:t>appelait Fernand et j</w:t>
      </w:r>
      <w:r w:rsidR="00987D49">
        <w:t>’</w:t>
      </w:r>
      <w:r>
        <w:t>avais l</w:t>
      </w:r>
      <w:r w:rsidR="00987D49">
        <w:t>’</w:t>
      </w:r>
      <w:r>
        <w:t>impression qu</w:t>
      </w:r>
      <w:r w:rsidR="00987D49">
        <w:t>’</w:t>
      </w:r>
      <w:r>
        <w:t>il n</w:t>
      </w:r>
      <w:r w:rsidR="00987D49">
        <w:t>’</w:t>
      </w:r>
      <w:r>
        <w:t>avait pas de patronyme</w:t>
      </w:r>
      <w:r w:rsidR="00987D49">
        <w:t xml:space="preserve">. </w:t>
      </w:r>
      <w:r>
        <w:t>Ce ne fut que plus tard que je connus son nom de famille</w:t>
      </w:r>
      <w:r w:rsidR="00987D49">
        <w:t xml:space="preserve"> : </w:t>
      </w:r>
      <w:r>
        <w:t>Dubois</w:t>
      </w:r>
      <w:r w:rsidR="00987D49">
        <w:t xml:space="preserve">, </w:t>
      </w:r>
      <w:r>
        <w:t>que</w:t>
      </w:r>
      <w:r w:rsidR="00987D49">
        <w:t xml:space="preserve">, </w:t>
      </w:r>
      <w:r>
        <w:t>lorsqu</w:t>
      </w:r>
      <w:r w:rsidR="00987D49">
        <w:t>’</w:t>
      </w:r>
      <w:r>
        <w:t xml:space="preserve">il était loin de </w:t>
      </w:r>
      <w:proofErr w:type="spellStart"/>
      <w:r>
        <w:t>Grimaille</w:t>
      </w:r>
      <w:proofErr w:type="spellEnd"/>
      <w:r w:rsidR="00987D49">
        <w:t xml:space="preserve">, </w:t>
      </w:r>
      <w:r>
        <w:t xml:space="preserve">il orthographiait </w:t>
      </w:r>
      <w:r w:rsidR="00987D49">
        <w:t>« </w:t>
      </w:r>
      <w:r>
        <w:t>du Boys</w:t>
      </w:r>
      <w:r w:rsidR="00987D49">
        <w:t xml:space="preserve"> ». </w:t>
      </w:r>
      <w:r>
        <w:t>Innocente vanité</w:t>
      </w:r>
      <w:r w:rsidR="00987D49">
        <w:t xml:space="preserve">, </w:t>
      </w:r>
      <w:r>
        <w:t>certes</w:t>
      </w:r>
      <w:r w:rsidR="00987D49">
        <w:t xml:space="preserve">, </w:t>
      </w:r>
      <w:r>
        <w:t>mais qui voisinait en lui avec de plus tristes défauts</w:t>
      </w:r>
      <w:r w:rsidR="00987D49">
        <w:t>…</w:t>
      </w:r>
    </w:p>
    <w:p w14:paraId="7A3D05F0" w14:textId="77777777" w:rsidR="00987D49" w:rsidRDefault="00B27708" w:rsidP="00B27708">
      <w:r>
        <w:t>Mais c</w:t>
      </w:r>
      <w:r w:rsidR="00987D49">
        <w:t>’</w:t>
      </w:r>
      <w:r>
        <w:t>est assez parler de ces deux personnages</w:t>
      </w:r>
      <w:r w:rsidR="00987D49">
        <w:t xml:space="preserve">. </w:t>
      </w:r>
      <w:r>
        <w:t>Le rôle qu</w:t>
      </w:r>
      <w:r w:rsidR="00987D49">
        <w:t>’</w:t>
      </w:r>
      <w:r>
        <w:t>ils joueront dans cet extraordinaire et véridique récit les définira plus exactement que toutes les descriptions</w:t>
      </w:r>
      <w:r w:rsidR="00987D49">
        <w:t>…</w:t>
      </w:r>
    </w:p>
    <w:p w14:paraId="01717E5B" w14:textId="77777777" w:rsidR="00987D49" w:rsidRDefault="00B27708" w:rsidP="00B27708">
      <w:r>
        <w:t>J</w:t>
      </w:r>
      <w:r w:rsidR="00987D49">
        <w:t>’</w:t>
      </w:r>
      <w:r>
        <w:t>ai hâte</w:t>
      </w:r>
      <w:r w:rsidR="00987D49">
        <w:t xml:space="preserve">, </w:t>
      </w:r>
      <w:r>
        <w:t>au surplus</w:t>
      </w:r>
      <w:r w:rsidR="00987D49">
        <w:t xml:space="preserve">, </w:t>
      </w:r>
      <w:r>
        <w:t>ayant présenté les personnages</w:t>
      </w:r>
      <w:r w:rsidR="00987D49">
        <w:t xml:space="preserve">, </w:t>
      </w:r>
      <w:r>
        <w:t>de montrer enfin l</w:t>
      </w:r>
      <w:r w:rsidR="00987D49">
        <w:t>’</w:t>
      </w:r>
      <w:r>
        <w:t>appareil destiné à les mener au-delà des limites du monde</w:t>
      </w:r>
      <w:r w:rsidR="00987D49">
        <w:t xml:space="preserve">… </w:t>
      </w:r>
      <w:r>
        <w:t>Nous ne devions connaître le lieu où était placé cet appareil qu</w:t>
      </w:r>
      <w:r w:rsidR="00987D49">
        <w:t>’</w:t>
      </w:r>
      <w:r>
        <w:t xml:space="preserve">après avoir été agréés par Victor </w:t>
      </w:r>
      <w:proofErr w:type="spellStart"/>
      <w:r>
        <w:t>Grimaille</w:t>
      </w:r>
      <w:proofErr w:type="spellEnd"/>
      <w:r>
        <w:t xml:space="preserve"> comme membres de l</w:t>
      </w:r>
      <w:r w:rsidR="00987D49">
        <w:t>’</w:t>
      </w:r>
      <w:r>
        <w:t>équipage</w:t>
      </w:r>
      <w:r w:rsidR="00987D49">
        <w:t xml:space="preserve">. </w:t>
      </w:r>
      <w:r>
        <w:t>Ce fut chose faite dès ce déjeuner</w:t>
      </w:r>
      <w:r w:rsidR="00987D49">
        <w:t xml:space="preserve">. </w:t>
      </w:r>
      <w:r>
        <w:t>Si j</w:t>
      </w:r>
      <w:r w:rsidR="00987D49">
        <w:t>’</w:t>
      </w:r>
      <w:r>
        <w:t>avais eu un instant l</w:t>
      </w:r>
      <w:r w:rsidR="00987D49">
        <w:t>’</w:t>
      </w:r>
      <w:r>
        <w:t>espoir d</w:t>
      </w:r>
      <w:r w:rsidR="00987D49">
        <w:t>’</w:t>
      </w:r>
      <w:r>
        <w:t>être récusé par le milliardaire</w:t>
      </w:r>
      <w:r w:rsidR="00987D49">
        <w:t xml:space="preserve">, </w:t>
      </w:r>
      <w:r>
        <w:t>je dus perdre bien vite cet espoir</w:t>
      </w:r>
      <w:r w:rsidR="00987D49">
        <w:t xml:space="preserve">. </w:t>
      </w:r>
      <w:r>
        <w:t>Il se trouva même que je plus au potentat et qu</w:t>
      </w:r>
      <w:r w:rsidR="00987D49">
        <w:t>’</w:t>
      </w:r>
      <w:r>
        <w:t xml:space="preserve">il se montra envers moi </w:t>
      </w:r>
      <w:r>
        <w:lastRenderedPageBreak/>
        <w:t>d</w:t>
      </w:r>
      <w:r w:rsidR="00987D49">
        <w:t>’</w:t>
      </w:r>
      <w:r>
        <w:t>une amabilité particulière</w:t>
      </w:r>
      <w:r w:rsidR="00987D49">
        <w:t xml:space="preserve">. </w:t>
      </w:r>
      <w:r>
        <w:t>Du moins l</w:t>
      </w:r>
      <w:r w:rsidR="00987D49">
        <w:t>’</w:t>
      </w:r>
      <w:r>
        <w:t>indispensable Fernand me l</w:t>
      </w:r>
      <w:r w:rsidR="00987D49">
        <w:t>’</w:t>
      </w:r>
      <w:r>
        <w:t xml:space="preserve">affirma-t-il et me le prouva-t-il en me témoignant </w:t>
      </w:r>
      <w:proofErr w:type="spellStart"/>
      <w:r>
        <w:t>lui même</w:t>
      </w:r>
      <w:proofErr w:type="spellEnd"/>
      <w:r>
        <w:t xml:space="preserve"> une amitié aussi voyante que peu sincère</w:t>
      </w:r>
      <w:r w:rsidR="00987D49">
        <w:t>…</w:t>
      </w:r>
    </w:p>
    <w:p w14:paraId="4ADAA278" w14:textId="77777777" w:rsidR="00987D49" w:rsidRDefault="00B27708" w:rsidP="00B27708">
      <w:r>
        <w:t>Au dessert</w:t>
      </w:r>
      <w:r w:rsidR="00987D49">
        <w:t xml:space="preserve">, </w:t>
      </w:r>
      <w:r>
        <w:t>donc</w:t>
      </w:r>
      <w:r w:rsidR="00987D49">
        <w:t xml:space="preserve">, </w:t>
      </w:r>
      <w:r>
        <w:t>tandis que les coupes s</w:t>
      </w:r>
      <w:r w:rsidR="00987D49">
        <w:t>’</w:t>
      </w:r>
      <w:r>
        <w:t>emplissaient d</w:t>
      </w:r>
      <w:r w:rsidR="00987D49">
        <w:t>’</w:t>
      </w:r>
      <w:r>
        <w:t>un prestigieux champagne</w:t>
      </w:r>
      <w:r w:rsidR="00987D49">
        <w:t xml:space="preserve">, </w:t>
      </w:r>
      <w:r>
        <w:t xml:space="preserve">Victor </w:t>
      </w:r>
      <w:proofErr w:type="spellStart"/>
      <w:r>
        <w:t>Grimaille</w:t>
      </w:r>
      <w:proofErr w:type="spellEnd"/>
      <w:r>
        <w:t xml:space="preserve"> prononça</w:t>
      </w:r>
      <w:r w:rsidR="00987D49">
        <w:t> :</w:t>
      </w:r>
    </w:p>
    <w:p w14:paraId="152992E6" w14:textId="77777777" w:rsidR="00987D49" w:rsidRDefault="00987D49" w:rsidP="00B27708">
      <w:r>
        <w:rPr>
          <w:rFonts w:eastAsia="Georgia"/>
        </w:rPr>
        <w:t>— </w:t>
      </w:r>
      <w:r w:rsidR="00B27708">
        <w:t xml:space="preserve">Mon cher </w:t>
      </w:r>
      <w:proofErr w:type="spellStart"/>
      <w:r w:rsidR="00B27708">
        <w:t>Saravine</w:t>
      </w:r>
      <w:proofErr w:type="spellEnd"/>
      <w:r>
        <w:t xml:space="preserve">, </w:t>
      </w:r>
      <w:r w:rsidR="00B27708">
        <w:t>j</w:t>
      </w:r>
      <w:r>
        <w:t>’</w:t>
      </w:r>
      <w:r w:rsidR="00B27708">
        <w:t>estime que votre choix est bon et j</w:t>
      </w:r>
      <w:r>
        <w:t>’</w:t>
      </w:r>
      <w:r w:rsidR="00B27708">
        <w:t>accepte l</w:t>
      </w:r>
      <w:r>
        <w:t>’</w:t>
      </w:r>
      <w:r w:rsidR="00B27708">
        <w:t>équipage que vous avez formé</w:t>
      </w:r>
      <w:r>
        <w:t xml:space="preserve">. </w:t>
      </w:r>
      <w:r w:rsidR="00B27708">
        <w:t>J</w:t>
      </w:r>
      <w:r>
        <w:t>’</w:t>
      </w:r>
      <w:r w:rsidR="00B27708">
        <w:t>approuve l</w:t>
      </w:r>
      <w:r>
        <w:t>’</w:t>
      </w:r>
      <w:r w:rsidR="00B27708">
        <w:t xml:space="preserve">escale sur le satellite inconnu que cette fascinante jeune fille a baptisé </w:t>
      </w:r>
      <w:r>
        <w:t xml:space="preserve">« Phœbé II », </w:t>
      </w:r>
      <w:r w:rsidR="00B27708">
        <w:t>et je ne serais pas fâché de donner moi</w:t>
      </w:r>
      <w:r>
        <w:t xml:space="preserve">, </w:t>
      </w:r>
      <w:r w:rsidR="00B27708">
        <w:t xml:space="preserve">Victor </w:t>
      </w:r>
      <w:proofErr w:type="spellStart"/>
      <w:r w:rsidR="00B27708">
        <w:t>Grimaille</w:t>
      </w:r>
      <w:proofErr w:type="spellEnd"/>
      <w:r>
        <w:t xml:space="preserve">, </w:t>
      </w:r>
      <w:r w:rsidR="00B27708">
        <w:t>une bonne leçon à tous ces cuistres de l</w:t>
      </w:r>
      <w:r>
        <w:t>’</w:t>
      </w:r>
      <w:r w:rsidR="00B27708">
        <w:t>Académie</w:t>
      </w:r>
      <w:r>
        <w:t xml:space="preserve">… </w:t>
      </w:r>
      <w:r w:rsidR="00B27708">
        <w:t>En conséquence</w:t>
      </w:r>
      <w:r>
        <w:t xml:space="preserve">, </w:t>
      </w:r>
      <w:r w:rsidR="00B27708">
        <w:t>je vous autorise à révéler dès maintenant l</w:t>
      </w:r>
      <w:r>
        <w:t>’</w:t>
      </w:r>
      <w:r w:rsidR="00B27708">
        <w:t>emplacement de notre fusée</w:t>
      </w:r>
      <w:r>
        <w:t xml:space="preserve">, </w:t>
      </w:r>
      <w:r w:rsidR="00B27708">
        <w:t>emplacement que nous rejoindrons ce soir même par avion</w:t>
      </w:r>
      <w:r>
        <w:t xml:space="preserve">… </w:t>
      </w:r>
      <w:r w:rsidR="00B27708">
        <w:t>Mais d</w:t>
      </w:r>
      <w:r>
        <w:t>’</w:t>
      </w:r>
      <w:r w:rsidR="00B27708">
        <w:t>abord</w:t>
      </w:r>
      <w:r>
        <w:t xml:space="preserve">, </w:t>
      </w:r>
      <w:r w:rsidR="00B27708">
        <w:t>Mademoiselle</w:t>
      </w:r>
      <w:r>
        <w:t xml:space="preserve">, </w:t>
      </w:r>
      <w:r w:rsidR="00B27708">
        <w:t>je vous demanderai de la baptiser</w:t>
      </w:r>
      <w:r>
        <w:t xml:space="preserve">, </w:t>
      </w:r>
      <w:r w:rsidR="00B27708">
        <w:t>à son tour</w:t>
      </w:r>
      <w:r>
        <w:t xml:space="preserve">, </w:t>
      </w:r>
      <w:r w:rsidR="00B27708">
        <w:t>cette fusée</w:t>
      </w:r>
      <w:r>
        <w:t xml:space="preserve">, </w:t>
      </w:r>
      <w:r w:rsidR="00B27708">
        <w:t>dont vous allez embellir la cabine</w:t>
      </w:r>
      <w:r>
        <w:t xml:space="preserve">, </w:t>
      </w:r>
      <w:r w:rsidR="00B27708">
        <w:t>par votre présence</w:t>
      </w:r>
      <w:r>
        <w:t>…</w:t>
      </w:r>
    </w:p>
    <w:p w14:paraId="37428E1D" w14:textId="77777777" w:rsidR="00987D49" w:rsidRDefault="00987D49" w:rsidP="00B27708">
      <w:r>
        <w:rPr>
          <w:rFonts w:eastAsia="Georgia"/>
        </w:rPr>
        <w:t>— </w:t>
      </w:r>
      <w:r w:rsidR="00B27708">
        <w:t>Je propose de l</w:t>
      </w:r>
      <w:r>
        <w:t>’</w:t>
      </w:r>
      <w:r w:rsidR="00B27708">
        <w:t xml:space="preserve">appeler </w:t>
      </w:r>
      <w:r>
        <w:t>« </w:t>
      </w:r>
      <w:r w:rsidR="00B27708">
        <w:t>Le Bolide</w:t>
      </w:r>
      <w:r>
        <w:t> »</w:t>
      </w:r>
      <w:r w:rsidR="00B27708">
        <w:t xml:space="preserve"> répondit en riant la charmante fille</w:t>
      </w:r>
      <w:r>
        <w:t xml:space="preserve">, </w:t>
      </w:r>
      <w:r w:rsidR="00B27708">
        <w:t>tout émoustillée par le champagne</w:t>
      </w:r>
      <w:r>
        <w:t>.</w:t>
      </w:r>
    </w:p>
    <w:p w14:paraId="7650D75F" w14:textId="77777777" w:rsidR="00987D49" w:rsidRDefault="00987D49" w:rsidP="00B27708">
      <w:r>
        <w:rPr>
          <w:rFonts w:eastAsia="Georgia"/>
        </w:rPr>
        <w:t>— </w:t>
      </w:r>
      <w:r w:rsidR="00B27708">
        <w:t xml:space="preserve">Le </w:t>
      </w:r>
      <w:r>
        <w:t>« </w:t>
      </w:r>
      <w:r w:rsidR="00B27708">
        <w:t>Bolide</w:t>
      </w:r>
      <w:r>
        <w:t xml:space="preserve"> » ! </w:t>
      </w:r>
      <w:r w:rsidR="00B27708">
        <w:t>C</w:t>
      </w:r>
      <w:r>
        <w:t>’</w:t>
      </w:r>
      <w:r w:rsidR="00B27708">
        <w:t>est parfait</w:t>
      </w:r>
      <w:r>
        <w:t xml:space="preserve"> ! </w:t>
      </w:r>
      <w:r w:rsidR="00B27708">
        <w:t>répliqua le milliardaire</w:t>
      </w:r>
      <w:r>
        <w:t>.</w:t>
      </w:r>
    </w:p>
    <w:p w14:paraId="7A62ADA8" w14:textId="77777777" w:rsidR="00987D49" w:rsidRDefault="00B27708" w:rsidP="00B27708">
      <w:r>
        <w:t>Là-dessus</w:t>
      </w:r>
      <w:r w:rsidR="00987D49">
        <w:t xml:space="preserve">, </w:t>
      </w:r>
      <w:r>
        <w:t>Fernand applaudit bruyamment</w:t>
      </w:r>
      <w:r w:rsidR="00987D49">
        <w:t xml:space="preserve">. </w:t>
      </w:r>
      <w:r>
        <w:t>Dès lors que le maître avait daigné approuver le nom choisi par Hélène</w:t>
      </w:r>
      <w:r w:rsidR="00987D49">
        <w:t xml:space="preserve">, </w:t>
      </w:r>
      <w:r>
        <w:t>le secrétaire se pâmait d</w:t>
      </w:r>
      <w:r w:rsidR="00987D49">
        <w:t>’</w:t>
      </w:r>
      <w:r>
        <w:t>admiration</w:t>
      </w:r>
      <w:r w:rsidR="00987D49">
        <w:t xml:space="preserve">. </w:t>
      </w:r>
      <w:r>
        <w:t xml:space="preserve">Le </w:t>
      </w:r>
      <w:r w:rsidR="00987D49">
        <w:t>« </w:t>
      </w:r>
      <w:r>
        <w:t>Bolide</w:t>
      </w:r>
      <w:r w:rsidR="00987D49">
        <w:t xml:space="preserve"> », </w:t>
      </w:r>
      <w:r>
        <w:t>c</w:t>
      </w:r>
      <w:r w:rsidR="00987D49">
        <w:t>’</w:t>
      </w:r>
      <w:r>
        <w:t>était exquis</w:t>
      </w:r>
      <w:r w:rsidR="00987D49">
        <w:t xml:space="preserve">, </w:t>
      </w:r>
      <w:r>
        <w:t>c</w:t>
      </w:r>
      <w:r w:rsidR="00987D49">
        <w:t>’</w:t>
      </w:r>
      <w:r>
        <w:t>était splendide</w:t>
      </w:r>
      <w:r w:rsidR="00987D49">
        <w:t xml:space="preserve">. </w:t>
      </w:r>
      <w:r>
        <w:t>C</w:t>
      </w:r>
      <w:r w:rsidR="00987D49">
        <w:t>’</w:t>
      </w:r>
      <w:r>
        <w:t>était</w:t>
      </w:r>
      <w:r w:rsidR="00987D49">
        <w:t xml:space="preserve"> – </w:t>
      </w:r>
      <w:r>
        <w:t>pour employer un mot cher à ce personnage</w:t>
      </w:r>
      <w:r w:rsidR="00987D49">
        <w:t xml:space="preserve"> – « </w:t>
      </w:r>
      <w:r>
        <w:t>formidable</w:t>
      </w:r>
      <w:r w:rsidR="00987D49">
        <w:t> »…</w:t>
      </w:r>
    </w:p>
    <w:p w14:paraId="27A6D408" w14:textId="77777777" w:rsidR="00987D49" w:rsidRDefault="00B27708" w:rsidP="00B27708">
      <w:r>
        <w:t>Je dois dire que</w:t>
      </w:r>
      <w:r w:rsidR="00987D49">
        <w:t xml:space="preserve">, </w:t>
      </w:r>
      <w:r>
        <w:t>pour être moins hyperbolique</w:t>
      </w:r>
      <w:r w:rsidR="00987D49">
        <w:t xml:space="preserve">, </w:t>
      </w:r>
      <w:r>
        <w:t>l</w:t>
      </w:r>
      <w:r w:rsidR="00987D49">
        <w:t>’</w:t>
      </w:r>
      <w:r>
        <w:t>approbation de Pierre et la mienne propres n</w:t>
      </w:r>
      <w:r w:rsidR="00987D49">
        <w:t>’</w:t>
      </w:r>
      <w:r>
        <w:t>en furent pas moins catégoriques</w:t>
      </w:r>
      <w:r w:rsidR="00987D49">
        <w:t xml:space="preserve">. </w:t>
      </w:r>
      <w:r>
        <w:t>Mais ce n</w:t>
      </w:r>
      <w:r w:rsidR="00987D49">
        <w:t>’</w:t>
      </w:r>
      <w:r>
        <w:t>était pas l</w:t>
      </w:r>
      <w:r w:rsidR="00987D49">
        <w:t>’</w:t>
      </w:r>
      <w:r>
        <w:t xml:space="preserve">exemple du fastueux </w:t>
      </w:r>
      <w:proofErr w:type="spellStart"/>
      <w:r>
        <w:t>Grimaille</w:t>
      </w:r>
      <w:proofErr w:type="spellEnd"/>
      <w:r>
        <w:t xml:space="preserve"> qui l</w:t>
      </w:r>
      <w:r w:rsidR="00987D49">
        <w:t>’</w:t>
      </w:r>
      <w:r>
        <w:t>inspirait</w:t>
      </w:r>
      <w:r w:rsidR="00987D49">
        <w:t xml:space="preserve">. </w:t>
      </w:r>
      <w:r>
        <w:t>C</w:t>
      </w:r>
      <w:r w:rsidR="00987D49">
        <w:t>’</w:t>
      </w:r>
      <w:r>
        <w:t>était la voix d</w:t>
      </w:r>
      <w:r w:rsidR="00987D49">
        <w:t>’</w:t>
      </w:r>
      <w:r>
        <w:t>Hélène</w:t>
      </w:r>
      <w:r w:rsidR="00987D49">
        <w:t xml:space="preserve">, </w:t>
      </w:r>
      <w:r>
        <w:t>le rire d</w:t>
      </w:r>
      <w:r w:rsidR="00987D49">
        <w:t>’</w:t>
      </w:r>
      <w:r>
        <w:t>Hélène</w:t>
      </w:r>
      <w:r w:rsidR="00987D49">
        <w:t xml:space="preserve">, </w:t>
      </w:r>
      <w:r>
        <w:t>le regard d</w:t>
      </w:r>
      <w:r w:rsidR="00987D49">
        <w:t>’</w:t>
      </w:r>
      <w:r>
        <w:t>Hélène</w:t>
      </w:r>
      <w:r w:rsidR="00987D49">
        <w:t xml:space="preserve">… </w:t>
      </w:r>
      <w:r>
        <w:t>Le seul René fit tout d</w:t>
      </w:r>
      <w:r w:rsidR="00987D49">
        <w:t>’</w:t>
      </w:r>
      <w:r>
        <w:t>abord quelques réserves quant au nom imaginé par sa sœur</w:t>
      </w:r>
      <w:r w:rsidR="00987D49">
        <w:t xml:space="preserve">, </w:t>
      </w:r>
      <w:r>
        <w:t>et confirmé par le bailleur de fonds</w:t>
      </w:r>
      <w:r w:rsidR="00987D49">
        <w:t>.</w:t>
      </w:r>
    </w:p>
    <w:p w14:paraId="78A41992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Bolide</w:t>
      </w:r>
      <w:r>
        <w:t xml:space="preserve">, </w:t>
      </w:r>
      <w:r w:rsidR="00B27708">
        <w:t>bolide</w:t>
      </w:r>
      <w:r>
        <w:t xml:space="preserve">, </w:t>
      </w:r>
      <w:r w:rsidR="00B27708">
        <w:t>grommela-t-il</w:t>
      </w:r>
      <w:r>
        <w:t xml:space="preserve">, </w:t>
      </w:r>
      <w:r w:rsidR="00B27708">
        <w:t>ce n</w:t>
      </w:r>
      <w:r>
        <w:t>’</w:t>
      </w:r>
      <w:r w:rsidR="00B27708">
        <w:t>est pas tout à fait ça</w:t>
      </w:r>
      <w:r>
        <w:t xml:space="preserve">. </w:t>
      </w:r>
      <w:r w:rsidR="00B27708">
        <w:t>Un bolide est aveugle et inconscient</w:t>
      </w:r>
      <w:r>
        <w:t xml:space="preserve">. </w:t>
      </w:r>
      <w:r w:rsidR="00B27708">
        <w:t>Il est soumis à une invincible force extérieure et suit une trajectoire qu</w:t>
      </w:r>
      <w:r>
        <w:t>’</w:t>
      </w:r>
      <w:r w:rsidR="00B27708">
        <w:t>il n</w:t>
      </w:r>
      <w:r>
        <w:t>’</w:t>
      </w:r>
      <w:r w:rsidR="00B27708">
        <w:t>a pas choisie</w:t>
      </w:r>
      <w:r>
        <w:t xml:space="preserve">. </w:t>
      </w:r>
      <w:r w:rsidR="00B27708">
        <w:t>Notre fusée</w:t>
      </w:r>
      <w:r>
        <w:t xml:space="preserve">, </w:t>
      </w:r>
      <w:r w:rsidR="00B27708">
        <w:t>au contraire</w:t>
      </w:r>
      <w:r>
        <w:t xml:space="preserve">, </w:t>
      </w:r>
      <w:r w:rsidR="00B27708">
        <w:t>obéit à une puissance raisonnée</w:t>
      </w:r>
      <w:r>
        <w:t xml:space="preserve">, </w:t>
      </w:r>
      <w:r w:rsidR="00B27708">
        <w:t>voulue</w:t>
      </w:r>
      <w:r>
        <w:t xml:space="preserve">, </w:t>
      </w:r>
      <w:r w:rsidR="00B27708">
        <w:t>dirigée</w:t>
      </w:r>
      <w:r>
        <w:t xml:space="preserve">, </w:t>
      </w:r>
      <w:r w:rsidR="00B27708">
        <w:t>intelligente</w:t>
      </w:r>
      <w:r>
        <w:t>…</w:t>
      </w:r>
    </w:p>
    <w:p w14:paraId="2A0FDEB9" w14:textId="77777777" w:rsidR="00987D49" w:rsidRDefault="00987D49" w:rsidP="00B27708">
      <w:r>
        <w:rPr>
          <w:rFonts w:eastAsia="Georgia"/>
        </w:rPr>
        <w:t>— </w:t>
      </w:r>
      <w:r w:rsidR="00B27708">
        <w:t>Eh bien</w:t>
      </w:r>
      <w:r>
        <w:t xml:space="preserve">, </w:t>
      </w:r>
      <w:r w:rsidR="00B27708">
        <w:t>fit gaiement Pierre</w:t>
      </w:r>
      <w:r>
        <w:t xml:space="preserve">, </w:t>
      </w:r>
      <w:r w:rsidR="00B27708">
        <w:t>mettons que c</w:t>
      </w:r>
      <w:r>
        <w:t>’</w:t>
      </w:r>
      <w:r w:rsidR="00B27708">
        <w:t>est un bolide intelligent</w:t>
      </w:r>
      <w:r>
        <w:t xml:space="preserve">, </w:t>
      </w:r>
      <w:r w:rsidR="00B27708">
        <w:t>mais conservons le nom que lui a donné sa jolie marraine</w:t>
      </w:r>
      <w:r>
        <w:t>.</w:t>
      </w:r>
    </w:p>
    <w:p w14:paraId="5C8683B6" w14:textId="77777777" w:rsidR="00987D49" w:rsidRDefault="00987D49" w:rsidP="00B27708">
      <w:r>
        <w:rPr>
          <w:rFonts w:eastAsia="Georgia"/>
        </w:rPr>
        <w:t>— </w:t>
      </w:r>
      <w:r w:rsidR="00B27708">
        <w:t xml:space="preserve">Va pour </w:t>
      </w:r>
      <w:r>
        <w:t>« </w:t>
      </w:r>
      <w:r w:rsidR="00B27708">
        <w:t>Bolide</w:t>
      </w:r>
      <w:r>
        <w:t> »</w:t>
      </w:r>
      <w:r w:rsidR="00B27708">
        <w:t xml:space="preserve"> acquiesça le calculateur</w:t>
      </w:r>
      <w:r>
        <w:t xml:space="preserve">. </w:t>
      </w:r>
      <w:r w:rsidR="00B27708">
        <w:t>Excusez ma manie d</w:t>
      </w:r>
      <w:r>
        <w:t>’</w:t>
      </w:r>
      <w:r w:rsidR="00B27708">
        <w:t>exactitude</w:t>
      </w:r>
      <w:r>
        <w:t xml:space="preserve">, </w:t>
      </w:r>
      <w:r w:rsidR="00B27708">
        <w:t>et ma déformation professionnelle de mathématicien</w:t>
      </w:r>
      <w:r>
        <w:t xml:space="preserve">. </w:t>
      </w:r>
      <w:r w:rsidR="00B27708">
        <w:t>Puisque Pierre</w:t>
      </w:r>
      <w:r>
        <w:t xml:space="preserve">, </w:t>
      </w:r>
      <w:r w:rsidR="00B27708">
        <w:t>qui est le père de cette fusée</w:t>
      </w:r>
      <w:r>
        <w:t xml:space="preserve">, </w:t>
      </w:r>
      <w:r w:rsidR="00B27708">
        <w:t>accepte le nom proposé par Hélène</w:t>
      </w:r>
      <w:r>
        <w:t xml:space="preserve">, </w:t>
      </w:r>
      <w:r w:rsidR="00B27708">
        <w:t>j</w:t>
      </w:r>
      <w:r>
        <w:t>’</w:t>
      </w:r>
      <w:r w:rsidR="00B27708">
        <w:t>aurais mauvaise grâce à me montrer difficile</w:t>
      </w:r>
      <w:r>
        <w:t xml:space="preserve">… </w:t>
      </w:r>
      <w:r w:rsidR="00B27708">
        <w:t xml:space="preserve">Je bois donc au </w:t>
      </w:r>
      <w:r>
        <w:t>« </w:t>
      </w:r>
      <w:r w:rsidR="00B27708">
        <w:t>Bolide</w:t>
      </w:r>
      <w:r>
        <w:t> »</w:t>
      </w:r>
      <w:r w:rsidR="00B27708">
        <w:t xml:space="preserve"> qui nous mènera vers </w:t>
      </w:r>
      <w:r>
        <w:t xml:space="preserve">Phœbé II, </w:t>
      </w:r>
      <w:r w:rsidR="00B27708">
        <w:t>le second satellite de notre vieille planète</w:t>
      </w:r>
      <w:r>
        <w:t> !…</w:t>
      </w:r>
    </w:p>
    <w:p w14:paraId="238F4EAE" w14:textId="77777777" w:rsidR="00987D49" w:rsidRDefault="00B27708" w:rsidP="00B27708">
      <w:r>
        <w:t>Le jeune astronome s</w:t>
      </w:r>
      <w:r w:rsidR="00987D49">
        <w:t>’</w:t>
      </w:r>
      <w:r>
        <w:t>était levé</w:t>
      </w:r>
      <w:r w:rsidR="00987D49">
        <w:t xml:space="preserve">, </w:t>
      </w:r>
      <w:r>
        <w:t>coupe en main</w:t>
      </w:r>
      <w:r w:rsidR="00987D49">
        <w:t xml:space="preserve">, </w:t>
      </w:r>
      <w:r>
        <w:t>et nous invitait ainsi à porter un toast à la réussite de l</w:t>
      </w:r>
      <w:r w:rsidR="00987D49">
        <w:t>’</w:t>
      </w:r>
      <w:r>
        <w:t>extravagante entreprise</w:t>
      </w:r>
      <w:r w:rsidR="00987D49">
        <w:t>.</w:t>
      </w:r>
    </w:p>
    <w:p w14:paraId="2675DE2F" w14:textId="77777777" w:rsidR="00987D49" w:rsidRDefault="00B27708" w:rsidP="00B27708">
      <w:r>
        <w:t>Ce toast</w:t>
      </w:r>
      <w:r w:rsidR="00987D49">
        <w:t xml:space="preserve">, </w:t>
      </w:r>
      <w:r>
        <w:t>on le devine</w:t>
      </w:r>
      <w:r w:rsidR="00987D49">
        <w:t xml:space="preserve">, </w:t>
      </w:r>
      <w:r>
        <w:t>provoqua l</w:t>
      </w:r>
      <w:r w:rsidR="00987D49">
        <w:t>’</w:t>
      </w:r>
      <w:r>
        <w:t>enthousiasme général</w:t>
      </w:r>
      <w:r w:rsidR="00987D49">
        <w:t xml:space="preserve">. </w:t>
      </w:r>
      <w:r>
        <w:t xml:space="preserve">Le timide Sancho </w:t>
      </w:r>
      <w:proofErr w:type="spellStart"/>
      <w:r>
        <w:t>Pança</w:t>
      </w:r>
      <w:proofErr w:type="spellEnd"/>
      <w:r>
        <w:t xml:space="preserve"> que je portais en moi ne protesta que faiblement</w:t>
      </w:r>
      <w:r w:rsidR="00987D49">
        <w:t xml:space="preserve">. </w:t>
      </w:r>
      <w:r>
        <w:t>Le champagne était bon</w:t>
      </w:r>
      <w:r w:rsidR="00987D49">
        <w:t xml:space="preserve">. </w:t>
      </w:r>
      <w:r>
        <w:t>Les yeux d</w:t>
      </w:r>
      <w:r w:rsidR="00987D49">
        <w:t>’</w:t>
      </w:r>
      <w:r>
        <w:t>Hélène brillaient comme des diamants</w:t>
      </w:r>
      <w:r w:rsidR="00987D49">
        <w:t xml:space="preserve">. </w:t>
      </w:r>
      <w:r>
        <w:t>Son sourire étincelait</w:t>
      </w:r>
      <w:r w:rsidR="00987D49">
        <w:t xml:space="preserve">. </w:t>
      </w:r>
      <w:r>
        <w:t>Le départ n</w:t>
      </w:r>
      <w:r w:rsidR="00987D49">
        <w:t>’</w:t>
      </w:r>
      <w:r>
        <w:t>était pas imminent</w:t>
      </w:r>
      <w:r w:rsidR="00987D49">
        <w:t xml:space="preserve">. </w:t>
      </w:r>
      <w:r>
        <w:t>Tout conspirait à me faire oublier mon appréhension</w:t>
      </w:r>
      <w:r w:rsidR="00987D49">
        <w:t xml:space="preserve">. </w:t>
      </w:r>
      <w:r>
        <w:t>Je ne fus ni le moins exalté ni le moins ardent</w:t>
      </w:r>
      <w:r w:rsidR="00987D49">
        <w:t xml:space="preserve">, </w:t>
      </w:r>
      <w:r>
        <w:t>dès lors qu</w:t>
      </w:r>
      <w:r w:rsidR="00987D49">
        <w:t>’</w:t>
      </w:r>
      <w:r>
        <w:t>il ne s</w:t>
      </w:r>
      <w:r w:rsidR="00987D49">
        <w:t>’</w:t>
      </w:r>
      <w:r>
        <w:t>agissait que de vider une coupe d</w:t>
      </w:r>
      <w:r w:rsidR="00987D49">
        <w:t>’</w:t>
      </w:r>
      <w:r>
        <w:t>un trait</w:t>
      </w:r>
      <w:r w:rsidR="00987D49">
        <w:t xml:space="preserve">, </w:t>
      </w:r>
      <w:r>
        <w:t>puis de la briser romantiquement sur le sol</w:t>
      </w:r>
      <w:r w:rsidR="00987D49">
        <w:t>.</w:t>
      </w:r>
    </w:p>
    <w:p w14:paraId="3E096C4F" w14:textId="77777777" w:rsidR="00987D49" w:rsidRDefault="00B27708" w:rsidP="00B27708">
      <w:r>
        <w:t>Cependant</w:t>
      </w:r>
      <w:r w:rsidR="00987D49">
        <w:t xml:space="preserve">, </w:t>
      </w:r>
      <w:r>
        <w:t>Pierre reprit</w:t>
      </w:r>
      <w:r w:rsidR="00987D49">
        <w:t> :</w:t>
      </w:r>
    </w:p>
    <w:p w14:paraId="5D3B4635" w14:textId="77777777" w:rsidR="00987D49" w:rsidRDefault="00987D49" w:rsidP="00B27708">
      <w:r>
        <w:rPr>
          <w:rFonts w:eastAsia="Georgia"/>
        </w:rPr>
        <w:t>— </w:t>
      </w:r>
      <w:r w:rsidR="00B27708">
        <w:t>Puisque j</w:t>
      </w:r>
      <w:r>
        <w:t>’</w:t>
      </w:r>
      <w:r w:rsidR="00B27708">
        <w:t>ai l</w:t>
      </w:r>
      <w:r>
        <w:t>’</w:t>
      </w:r>
      <w:r w:rsidR="00B27708">
        <w:t>agrément de mon commanditaire</w:t>
      </w:r>
      <w:r>
        <w:t xml:space="preserve">, </w:t>
      </w:r>
      <w:r w:rsidR="00B27708">
        <w:t>je n</w:t>
      </w:r>
      <w:r>
        <w:t>’</w:t>
      </w:r>
      <w:r w:rsidR="00B27708">
        <w:t xml:space="preserve">ai plus de raison de vous cacher que le </w:t>
      </w:r>
      <w:r>
        <w:t>« </w:t>
      </w:r>
      <w:r w:rsidR="00B27708">
        <w:t>Bolide</w:t>
      </w:r>
      <w:r>
        <w:t> »</w:t>
      </w:r>
      <w:r w:rsidR="00B27708">
        <w:t xml:space="preserve"> flotte actuellement sur un petit lac africain</w:t>
      </w:r>
      <w:r>
        <w:t xml:space="preserve">, </w:t>
      </w:r>
      <w:r w:rsidR="00B27708">
        <w:t>qui appartient en toute propriété à notre ami</w:t>
      </w:r>
      <w:r>
        <w:t xml:space="preserve">, </w:t>
      </w:r>
      <w:r w:rsidR="00B27708">
        <w:t>et où va nous mener son avion personnel</w:t>
      </w:r>
      <w:r>
        <w:t>.</w:t>
      </w:r>
    </w:p>
    <w:p w14:paraId="383FFC29" w14:textId="77777777" w:rsidR="00987D49" w:rsidRDefault="00B27708" w:rsidP="00B27708">
      <w:r>
        <w:t>Dois-je avouer qu</w:t>
      </w:r>
      <w:r w:rsidR="00987D49">
        <w:t>’</w:t>
      </w:r>
      <w:r>
        <w:t>avant ce jour-là</w:t>
      </w:r>
      <w:r w:rsidR="00987D49">
        <w:t xml:space="preserve">, </w:t>
      </w:r>
      <w:r>
        <w:t>je n</w:t>
      </w:r>
      <w:r w:rsidR="00987D49">
        <w:t>’</w:t>
      </w:r>
      <w:r>
        <w:t>étais jamais monté en avion</w:t>
      </w:r>
      <w:r w:rsidR="00987D49">
        <w:t xml:space="preserve"> ? </w:t>
      </w:r>
      <w:r>
        <w:t>À notre époque</w:t>
      </w:r>
      <w:r w:rsidR="00987D49">
        <w:t xml:space="preserve">, </w:t>
      </w:r>
      <w:r>
        <w:t>assurément</w:t>
      </w:r>
      <w:r w:rsidR="00987D49">
        <w:t xml:space="preserve">, </w:t>
      </w:r>
      <w:r>
        <w:t>ce n</w:t>
      </w:r>
      <w:r w:rsidR="00987D49">
        <w:t>’</w:t>
      </w:r>
      <w:r>
        <w:t>est guère reluisant</w:t>
      </w:r>
      <w:r w:rsidR="00987D49">
        <w:t xml:space="preserve">. </w:t>
      </w:r>
      <w:r>
        <w:lastRenderedPageBreak/>
        <w:t>Toujours est-il que la déclaration de l</w:t>
      </w:r>
      <w:r w:rsidR="00987D49">
        <w:t>’</w:t>
      </w:r>
      <w:r>
        <w:t>ingénieur me fit faire une légère grimace</w:t>
      </w:r>
      <w:r w:rsidR="00987D49">
        <w:t xml:space="preserve">, </w:t>
      </w:r>
      <w:r>
        <w:t>que je dissimulai de mon mieux</w:t>
      </w:r>
      <w:r w:rsidR="00987D49">
        <w:t xml:space="preserve">. </w:t>
      </w:r>
      <w:r>
        <w:t>Comme baptême de l</w:t>
      </w:r>
      <w:r w:rsidR="00987D49">
        <w:t>’</w:t>
      </w:r>
      <w:r>
        <w:t>air</w:t>
      </w:r>
      <w:r w:rsidR="00987D49">
        <w:t xml:space="preserve">, </w:t>
      </w:r>
      <w:r>
        <w:t>un voyage aérien vers l</w:t>
      </w:r>
      <w:r w:rsidR="00987D49">
        <w:t>’</w:t>
      </w:r>
      <w:r>
        <w:t>Afrique</w:t>
      </w:r>
      <w:r w:rsidR="00987D49">
        <w:t xml:space="preserve">, </w:t>
      </w:r>
      <w:r>
        <w:t>c</w:t>
      </w:r>
      <w:r w:rsidR="00987D49">
        <w:t>’</w:t>
      </w:r>
      <w:r>
        <w:t>était un peu beaucoup</w:t>
      </w:r>
      <w:r w:rsidR="00987D49">
        <w:t xml:space="preserve">. </w:t>
      </w:r>
      <w:r>
        <w:t>Mais je m</w:t>
      </w:r>
      <w:r w:rsidR="00987D49">
        <w:t>’</w:t>
      </w:r>
      <w:r>
        <w:t>avisai que cette traversée était une petite promenade auprès de cette autre traversée à laquelle je m</w:t>
      </w:r>
      <w:r w:rsidR="00987D49">
        <w:t>’</w:t>
      </w:r>
      <w:r>
        <w:t>étais laissé convier</w:t>
      </w:r>
      <w:r w:rsidR="00987D49">
        <w:t xml:space="preserve">, </w:t>
      </w:r>
      <w:r>
        <w:t>et qui devait me porter</w:t>
      </w:r>
      <w:r w:rsidR="00987D49">
        <w:t xml:space="preserve">, </w:t>
      </w:r>
      <w:r>
        <w:t>non plus par voie aérienne</w:t>
      </w:r>
      <w:r w:rsidR="00987D49">
        <w:t xml:space="preserve">, </w:t>
      </w:r>
      <w:r>
        <w:t>mais par voie éthérée</w:t>
      </w:r>
      <w:r w:rsidR="00987D49">
        <w:t xml:space="preserve">, </w:t>
      </w:r>
      <w:r>
        <w:t>non plus vers un autre continent</w:t>
      </w:r>
      <w:r w:rsidR="00987D49">
        <w:t xml:space="preserve">, </w:t>
      </w:r>
      <w:r>
        <w:t>mais vers un autre monde</w:t>
      </w:r>
      <w:r w:rsidR="00987D49">
        <w:t>.</w:t>
      </w:r>
    </w:p>
    <w:p w14:paraId="2A09EE24" w14:textId="77777777" w:rsidR="00987D49" w:rsidRDefault="00B27708" w:rsidP="00B27708">
      <w:r>
        <w:t>Une heure plus tard</w:t>
      </w:r>
      <w:r w:rsidR="00987D49">
        <w:t xml:space="preserve">, </w:t>
      </w:r>
      <w:r>
        <w:t>lorsque je suivis</w:t>
      </w:r>
      <w:r w:rsidR="00987D49">
        <w:t xml:space="preserve">, </w:t>
      </w:r>
      <w:r>
        <w:t>dans la vaste cabine de l</w:t>
      </w:r>
      <w:r w:rsidR="00987D49">
        <w:t>’</w:t>
      </w:r>
      <w:r>
        <w:t xml:space="preserve">avion de Victor </w:t>
      </w:r>
      <w:proofErr w:type="spellStart"/>
      <w:r>
        <w:t>Grimaille</w:t>
      </w:r>
      <w:proofErr w:type="spellEnd"/>
      <w:r w:rsidR="00987D49">
        <w:t xml:space="preserve">, </w:t>
      </w:r>
      <w:r>
        <w:t>mes compagnons de la future randonnée interplanétaire</w:t>
      </w:r>
      <w:r w:rsidR="00987D49">
        <w:t xml:space="preserve">, </w:t>
      </w:r>
      <w:r>
        <w:t xml:space="preserve">je </w:t>
      </w:r>
      <w:proofErr w:type="gramStart"/>
      <w:r>
        <w:t>fis</w:t>
      </w:r>
      <w:proofErr w:type="gramEnd"/>
      <w:r>
        <w:t xml:space="preserve"> un effort pour prendre une attitude dégagée et j</w:t>
      </w:r>
      <w:r w:rsidR="00987D49">
        <w:t>’</w:t>
      </w:r>
      <w:r>
        <w:t>y réussis assez bien</w:t>
      </w:r>
      <w:r w:rsidR="00987D49">
        <w:t xml:space="preserve">. </w:t>
      </w:r>
      <w:r>
        <w:t>Je répondis par un geste vague à Fernand qui me demandait d</w:t>
      </w:r>
      <w:r w:rsidR="00987D49">
        <w:t>’</w:t>
      </w:r>
      <w:r>
        <w:t>un ton mielleux si j</w:t>
      </w:r>
      <w:r w:rsidR="00987D49">
        <w:t>’</w:t>
      </w:r>
      <w:r>
        <w:t>avais le cœur solide et si je supportais bien</w:t>
      </w:r>
      <w:r w:rsidR="00987D49">
        <w:t>, « </w:t>
      </w:r>
      <w:r>
        <w:t>d</w:t>
      </w:r>
      <w:r w:rsidR="00987D49">
        <w:t>’</w:t>
      </w:r>
      <w:r>
        <w:t>habitude</w:t>
      </w:r>
      <w:r w:rsidR="00987D49">
        <w:t xml:space="preserve"> », </w:t>
      </w:r>
      <w:r>
        <w:t>les voyages aériens</w:t>
      </w:r>
      <w:r w:rsidR="00987D49">
        <w:t xml:space="preserve">, </w:t>
      </w:r>
      <w:r>
        <w:t>et je m</w:t>
      </w:r>
      <w:r w:rsidR="00987D49">
        <w:t>’</w:t>
      </w:r>
      <w:r>
        <w:t>installai confortablement dans un fauteuil proche de celui d</w:t>
      </w:r>
      <w:r w:rsidR="00987D49">
        <w:t>’</w:t>
      </w:r>
      <w:r>
        <w:t>Hélène</w:t>
      </w:r>
      <w:r w:rsidR="00987D49">
        <w:t xml:space="preserve">, </w:t>
      </w:r>
      <w:r>
        <w:t>tandis que Pierre et René s</w:t>
      </w:r>
      <w:r w:rsidR="00987D49">
        <w:t>’</w:t>
      </w:r>
      <w:r>
        <w:t>intéressaient au poste de pilotage</w:t>
      </w:r>
      <w:r w:rsidR="00987D49">
        <w:t xml:space="preserve">, </w:t>
      </w:r>
      <w:r>
        <w:t>où le milliardaire</w:t>
      </w:r>
      <w:r w:rsidR="00987D49">
        <w:t xml:space="preserve">, </w:t>
      </w:r>
      <w:r>
        <w:t>féru du vol mécanique</w:t>
      </w:r>
      <w:r w:rsidR="00987D49">
        <w:t xml:space="preserve">, </w:t>
      </w:r>
      <w:r>
        <w:t>devait se tenir lui-même</w:t>
      </w:r>
      <w:r w:rsidR="00987D49">
        <w:t xml:space="preserve">, </w:t>
      </w:r>
      <w:r>
        <w:t>au moins durant les premières heures de la traversée</w:t>
      </w:r>
      <w:r w:rsidR="00987D49">
        <w:t>.</w:t>
      </w:r>
    </w:p>
    <w:p w14:paraId="0AB7F8E3" w14:textId="77777777" w:rsidR="00987D49" w:rsidRDefault="00B27708" w:rsidP="00B27708">
      <w:r>
        <w:t>À la vérité</w:t>
      </w:r>
      <w:r w:rsidR="00987D49">
        <w:t xml:space="preserve">, </w:t>
      </w:r>
      <w:r>
        <w:t>si je fus surpris</w:t>
      </w:r>
      <w:r w:rsidR="00987D49">
        <w:t xml:space="preserve">, </w:t>
      </w:r>
      <w:r>
        <w:t>ce fut par l</w:t>
      </w:r>
      <w:r w:rsidR="00987D49">
        <w:t>’</w:t>
      </w:r>
      <w:r>
        <w:t>aisance et la douceur des sensations nouvelles que j</w:t>
      </w:r>
      <w:r w:rsidR="00987D49">
        <w:t>’</w:t>
      </w:r>
      <w:r>
        <w:t>éprouvai</w:t>
      </w:r>
      <w:r w:rsidR="00987D49">
        <w:t xml:space="preserve">, </w:t>
      </w:r>
      <w:r>
        <w:t>au cours de cette initiation</w:t>
      </w:r>
      <w:r w:rsidR="00987D49">
        <w:t xml:space="preserve">. </w:t>
      </w:r>
      <w:r>
        <w:t>Nous avions la chance d</w:t>
      </w:r>
      <w:r w:rsidR="00987D49">
        <w:t>’</w:t>
      </w:r>
      <w:r>
        <w:t>être favorisés par un temps magnifique et par des vents propices</w:t>
      </w:r>
      <w:r w:rsidR="00987D49">
        <w:t xml:space="preserve">. </w:t>
      </w:r>
      <w:r>
        <w:t>Notre voyage fut donc sans histoire</w:t>
      </w:r>
      <w:r w:rsidR="00987D49">
        <w:t xml:space="preserve">, </w:t>
      </w:r>
      <w:r>
        <w:t>et j</w:t>
      </w:r>
      <w:r w:rsidR="00987D49">
        <w:t>’</w:t>
      </w:r>
      <w:r>
        <w:t>en conçus quelque assurance pour l</w:t>
      </w:r>
      <w:r w:rsidR="00987D49">
        <w:t>’</w:t>
      </w:r>
      <w:r>
        <w:t>autre et immense traversée projetée</w:t>
      </w:r>
      <w:r w:rsidR="00987D49">
        <w:t xml:space="preserve">, </w:t>
      </w:r>
      <w:r>
        <w:t>en même temps qu</w:t>
      </w:r>
      <w:r w:rsidR="00987D49">
        <w:t>’</w:t>
      </w:r>
      <w:r>
        <w:t>une sorte d</w:t>
      </w:r>
      <w:r w:rsidR="00987D49">
        <w:t>’</w:t>
      </w:r>
      <w:r>
        <w:t>orgueil de néophyte</w:t>
      </w:r>
      <w:r w:rsidR="00987D49">
        <w:t>.</w:t>
      </w:r>
    </w:p>
    <w:p w14:paraId="31302774" w14:textId="77777777" w:rsidR="00987D49" w:rsidRDefault="00B27708" w:rsidP="00B27708">
      <w:r>
        <w:t>Ayant atterri à Casablanca</w:t>
      </w:r>
      <w:r w:rsidR="00987D49">
        <w:t xml:space="preserve">, </w:t>
      </w:r>
      <w:r>
        <w:t xml:space="preserve">nous prîmes quelque repos avant de gagner en auto la propriété de Victor </w:t>
      </w:r>
      <w:proofErr w:type="spellStart"/>
      <w:r>
        <w:t>Grimaille</w:t>
      </w:r>
      <w:proofErr w:type="spellEnd"/>
      <w:r w:rsidR="00987D49">
        <w:t xml:space="preserve">, </w:t>
      </w:r>
      <w:r>
        <w:t>où était situé le fameux lac qui servait présentement de support au futur vaisseau aérien</w:t>
      </w:r>
      <w:r w:rsidR="00987D49">
        <w:t>.</w:t>
      </w:r>
    </w:p>
    <w:p w14:paraId="351C6D48" w14:textId="77777777" w:rsidR="00987D49" w:rsidRDefault="00B27708" w:rsidP="00B27708">
      <w:r>
        <w:t>J</w:t>
      </w:r>
      <w:r w:rsidR="00987D49">
        <w:t>’</w:t>
      </w:r>
      <w:r>
        <w:t>escomptais une vive émotion pour la première vision de l</w:t>
      </w:r>
      <w:r w:rsidR="00987D49">
        <w:t>’</w:t>
      </w:r>
      <w:r>
        <w:t>audacieux engin</w:t>
      </w:r>
      <w:r w:rsidR="00987D49">
        <w:t xml:space="preserve">. </w:t>
      </w:r>
      <w:r>
        <w:t>Je fus un peu déçu</w:t>
      </w:r>
      <w:r w:rsidR="00987D49">
        <w:t xml:space="preserve">. </w:t>
      </w:r>
      <w:r>
        <w:t>L</w:t>
      </w:r>
      <w:r w:rsidR="00987D49">
        <w:t>’</w:t>
      </w:r>
      <w:r>
        <w:t>objet qui flottait sur les eaux claires du lac ressemblait à quelque énorme cétacé</w:t>
      </w:r>
      <w:r w:rsidR="00987D49">
        <w:t xml:space="preserve">, </w:t>
      </w:r>
      <w:r>
        <w:t>un cachalot géant ou une baleine de grande taille</w:t>
      </w:r>
      <w:r w:rsidR="00987D49">
        <w:t xml:space="preserve">. </w:t>
      </w:r>
      <w:r>
        <w:t>Une sorte de dôme demi-</w:t>
      </w:r>
      <w:r>
        <w:lastRenderedPageBreak/>
        <w:t>sphérique de couleur grise figurait assez bien la tête du cétacé et deux hublots de cristal épais en représentaient les yeux</w:t>
      </w:r>
      <w:r w:rsidR="00987D49">
        <w:t xml:space="preserve">. </w:t>
      </w:r>
      <w:r>
        <w:t>Un long bâtis</w:t>
      </w:r>
      <w:r w:rsidR="00987D49">
        <w:t xml:space="preserve">, </w:t>
      </w:r>
      <w:r>
        <w:t>composé de prismes hexagonaux collés les uns aux autres et se terminant en pointe</w:t>
      </w:r>
      <w:r w:rsidR="00987D49">
        <w:t xml:space="preserve">, </w:t>
      </w:r>
      <w:r>
        <w:t>représentait la queue</w:t>
      </w:r>
      <w:r w:rsidR="00987D49">
        <w:t xml:space="preserve">. </w:t>
      </w:r>
      <w:r>
        <w:t>Cette queue était aux trois quarts immergée</w:t>
      </w:r>
      <w:r w:rsidR="00987D49">
        <w:t>.</w:t>
      </w:r>
    </w:p>
    <w:p w14:paraId="75A68CC0" w14:textId="77777777" w:rsidR="00987D49" w:rsidRDefault="00B27708" w:rsidP="00B27708">
      <w:r>
        <w:t>J</w:t>
      </w:r>
      <w:r w:rsidR="00987D49">
        <w:t>’</w:t>
      </w:r>
      <w:r>
        <w:t>eus une certaine difficulté à m</w:t>
      </w:r>
      <w:r w:rsidR="00987D49">
        <w:t>’</w:t>
      </w:r>
      <w:r>
        <w:t>imaginer que j</w:t>
      </w:r>
      <w:r w:rsidR="00987D49">
        <w:t>’</w:t>
      </w:r>
      <w:r>
        <w:t>allais prochainement m</w:t>
      </w:r>
      <w:r w:rsidR="00987D49">
        <w:t>’</w:t>
      </w:r>
      <w:r>
        <w:t>enfermer avec mes compagnons dans cet animal postiche et qu</w:t>
      </w:r>
      <w:r w:rsidR="00987D49">
        <w:t>’</w:t>
      </w:r>
      <w:r>
        <w:t>il s</w:t>
      </w:r>
      <w:r w:rsidR="00987D49">
        <w:t>’</w:t>
      </w:r>
      <w:r>
        <w:t>envolerait dans l</w:t>
      </w:r>
      <w:r w:rsidR="00987D49">
        <w:t>’</w:t>
      </w:r>
      <w:r>
        <w:t>espace éthéré</w:t>
      </w:r>
      <w:r w:rsidR="00987D49">
        <w:t>.</w:t>
      </w:r>
    </w:p>
    <w:p w14:paraId="71A86E41" w14:textId="77777777" w:rsidR="00987D49" w:rsidRDefault="00B27708" w:rsidP="00B27708">
      <w:r>
        <w:t>Je constatai qu</w:t>
      </w:r>
      <w:r w:rsidR="00987D49">
        <w:t>’</w:t>
      </w:r>
      <w:r>
        <w:t>il n</w:t>
      </w:r>
      <w:r w:rsidR="00987D49">
        <w:t>’</w:t>
      </w:r>
      <w:r>
        <w:t>en était pas de même de René et d</w:t>
      </w:r>
      <w:r w:rsidR="00987D49">
        <w:t>’</w:t>
      </w:r>
      <w:r>
        <w:t>Hélène</w:t>
      </w:r>
      <w:r w:rsidR="00987D49">
        <w:t xml:space="preserve">, </w:t>
      </w:r>
      <w:r>
        <w:t>qui</w:t>
      </w:r>
      <w:r w:rsidR="00987D49">
        <w:t xml:space="preserve">, </w:t>
      </w:r>
      <w:r>
        <w:t>tout comme moi-même</w:t>
      </w:r>
      <w:r w:rsidR="00987D49">
        <w:t xml:space="preserve">, </w:t>
      </w:r>
      <w:r>
        <w:t>voyaient cependant pour la première fois l</w:t>
      </w:r>
      <w:r w:rsidR="00987D49">
        <w:t>’</w:t>
      </w:r>
      <w:r>
        <w:t>appareil</w:t>
      </w:r>
      <w:r w:rsidR="00987D49">
        <w:t xml:space="preserve">. </w:t>
      </w:r>
      <w:r>
        <w:t>Pierre</w:t>
      </w:r>
      <w:r w:rsidR="00987D49">
        <w:t xml:space="preserve">, </w:t>
      </w:r>
      <w:r>
        <w:t>désignant du doigt l</w:t>
      </w:r>
      <w:r w:rsidR="00987D49">
        <w:t>’</w:t>
      </w:r>
      <w:r>
        <w:t>étrange masse flottante</w:t>
      </w:r>
      <w:r w:rsidR="00987D49">
        <w:t xml:space="preserve">, </w:t>
      </w:r>
      <w:r>
        <w:t>proclama</w:t>
      </w:r>
      <w:r w:rsidR="00987D49">
        <w:t> :</w:t>
      </w:r>
    </w:p>
    <w:p w14:paraId="7AD74BE8" w14:textId="77777777" w:rsidR="00987D49" w:rsidRDefault="00987D49" w:rsidP="00B27708">
      <w:r>
        <w:rPr>
          <w:rFonts w:eastAsia="Georgia"/>
        </w:rPr>
        <w:t>— </w:t>
      </w:r>
      <w:r w:rsidR="00B27708">
        <w:t xml:space="preserve">Voilà le </w:t>
      </w:r>
      <w:r>
        <w:t>« </w:t>
      </w:r>
      <w:r w:rsidR="00B27708">
        <w:t>Bolide</w:t>
      </w:r>
      <w:r>
        <w:t> » !</w:t>
      </w:r>
    </w:p>
    <w:p w14:paraId="6ECF08C9" w14:textId="77777777" w:rsidR="00987D49" w:rsidRDefault="00B27708" w:rsidP="00B27708">
      <w:r>
        <w:t>Les regards du frère</w:t>
      </w:r>
      <w:r w:rsidR="00987D49">
        <w:t xml:space="preserve">, </w:t>
      </w:r>
      <w:r>
        <w:t>comme ceux de la sœur</w:t>
      </w:r>
      <w:r w:rsidR="00987D49">
        <w:t xml:space="preserve">, </w:t>
      </w:r>
      <w:r>
        <w:t>se fixèrent avidement sur l</w:t>
      </w:r>
      <w:r w:rsidR="00987D49">
        <w:t>’</w:t>
      </w:r>
      <w:r>
        <w:t>astronef</w:t>
      </w:r>
      <w:r w:rsidR="00987D49">
        <w:t xml:space="preserve">, </w:t>
      </w:r>
      <w:r>
        <w:t>et des larmes brillèrent dans leurs yeux</w:t>
      </w:r>
      <w:r w:rsidR="00987D49">
        <w:t xml:space="preserve">, </w:t>
      </w:r>
      <w:r>
        <w:t>larmes de joie et d</w:t>
      </w:r>
      <w:r w:rsidR="00987D49">
        <w:t>’</w:t>
      </w:r>
      <w:r>
        <w:t>admiration chez la jeune fille</w:t>
      </w:r>
      <w:r w:rsidR="00987D49">
        <w:t xml:space="preserve">, </w:t>
      </w:r>
      <w:r>
        <w:t>qui évoquait assurément le prestigieux inventeur de l</w:t>
      </w:r>
      <w:r w:rsidR="00987D49">
        <w:t>’</w:t>
      </w:r>
      <w:r>
        <w:t>étonnant engin</w:t>
      </w:r>
      <w:r w:rsidR="00987D49">
        <w:t xml:space="preserve"> ; </w:t>
      </w:r>
      <w:r>
        <w:t>larmes d</w:t>
      </w:r>
      <w:r w:rsidR="00987D49">
        <w:t>’</w:t>
      </w:r>
      <w:r>
        <w:t>espoir et de reconnaissance chez l</w:t>
      </w:r>
      <w:r w:rsidR="00987D49">
        <w:t>’</w:t>
      </w:r>
      <w:r>
        <w:t>astronome</w:t>
      </w:r>
      <w:r w:rsidR="00987D49">
        <w:t xml:space="preserve">, </w:t>
      </w:r>
      <w:r>
        <w:t>qui devait songer</w:t>
      </w:r>
      <w:r w:rsidR="00987D49">
        <w:t> : « </w:t>
      </w:r>
      <w:r>
        <w:t>Grâce à cet appareil</w:t>
      </w:r>
      <w:r w:rsidR="00987D49">
        <w:t xml:space="preserve">, </w:t>
      </w:r>
      <w:r>
        <w:t>je démontrerai l</w:t>
      </w:r>
      <w:r w:rsidR="00987D49">
        <w:t>’</w:t>
      </w:r>
      <w:r>
        <w:t>existence incontestable du second satellite</w:t>
      </w:r>
      <w:r w:rsidR="00987D49">
        <w:t> »…</w:t>
      </w:r>
    </w:p>
    <w:p w14:paraId="30E61201" w14:textId="77777777" w:rsidR="00987D49" w:rsidRDefault="00B27708" w:rsidP="00B27708">
      <w:r>
        <w:t>Si j</w:t>
      </w:r>
      <w:r w:rsidR="00987D49">
        <w:t>’</w:t>
      </w:r>
      <w:r>
        <w:t>avais eu un doute quant aux sentiments d</w:t>
      </w:r>
      <w:r w:rsidR="00987D49">
        <w:t>’</w:t>
      </w:r>
      <w:r>
        <w:t>Hélène</w:t>
      </w:r>
      <w:r w:rsidR="00987D49">
        <w:t xml:space="preserve">, </w:t>
      </w:r>
      <w:r>
        <w:t>il eût été levé en cette seconde</w:t>
      </w:r>
      <w:r w:rsidR="00987D49">
        <w:t xml:space="preserve">, </w:t>
      </w:r>
      <w:r>
        <w:t>quand je vis son regard se détourner lentement de l</w:t>
      </w:r>
      <w:r w:rsidR="00987D49">
        <w:t>’</w:t>
      </w:r>
      <w:r>
        <w:t>invention pour se porter sur l</w:t>
      </w:r>
      <w:r w:rsidR="00987D49">
        <w:t>’</w:t>
      </w:r>
      <w:r>
        <w:t>inventeur</w:t>
      </w:r>
      <w:r w:rsidR="00987D49">
        <w:t xml:space="preserve">, </w:t>
      </w:r>
      <w:r>
        <w:t>avec une expression si intense que mon cœur se serra affreusement</w:t>
      </w:r>
      <w:r w:rsidR="00987D49">
        <w:t>.</w:t>
      </w:r>
    </w:p>
    <w:p w14:paraId="0B095B13" w14:textId="77777777" w:rsidR="00987D49" w:rsidRDefault="00B27708" w:rsidP="00B27708">
      <w:r>
        <w:t>Une fois de plus</w:t>
      </w:r>
      <w:r w:rsidR="00987D49">
        <w:t xml:space="preserve">, </w:t>
      </w:r>
      <w:r>
        <w:t>l</w:t>
      </w:r>
      <w:r w:rsidR="00987D49">
        <w:t>’</w:t>
      </w:r>
      <w:r>
        <w:t>esprit d</w:t>
      </w:r>
      <w:r w:rsidR="00987D49">
        <w:t>’</w:t>
      </w:r>
      <w:r>
        <w:t>indécision me sollicita</w:t>
      </w:r>
      <w:r w:rsidR="00987D49">
        <w:t xml:space="preserve">. </w:t>
      </w:r>
      <w:r>
        <w:t>Une fois de plus</w:t>
      </w:r>
      <w:r w:rsidR="00987D49">
        <w:t xml:space="preserve">, </w:t>
      </w:r>
      <w:r>
        <w:t>je me dis</w:t>
      </w:r>
      <w:r w:rsidR="00987D49">
        <w:t> : « </w:t>
      </w:r>
      <w:r>
        <w:t>Je ne partirai pas avec eux</w:t>
      </w:r>
      <w:r w:rsidR="00987D49">
        <w:t xml:space="preserve"> »… </w:t>
      </w:r>
      <w:r>
        <w:t>À quoi bon</w:t>
      </w:r>
      <w:r w:rsidR="00987D49">
        <w:t xml:space="preserve">, </w:t>
      </w:r>
      <w:r>
        <w:t>en effet</w:t>
      </w:r>
      <w:r w:rsidR="00987D49">
        <w:t xml:space="preserve">, </w:t>
      </w:r>
      <w:r>
        <w:t>m</w:t>
      </w:r>
      <w:r w:rsidR="00987D49">
        <w:t>’</w:t>
      </w:r>
      <w:r>
        <w:t>exposer à un danger comportant 99 chances mortelles sur cent</w:t>
      </w:r>
      <w:r w:rsidR="00987D49">
        <w:t xml:space="preserve">, </w:t>
      </w:r>
      <w:r>
        <w:t xml:space="preserve">pour assister au triomphe de Pierre </w:t>
      </w:r>
      <w:proofErr w:type="spellStart"/>
      <w:r>
        <w:t>Saravine</w:t>
      </w:r>
      <w:proofErr w:type="spellEnd"/>
      <w:r>
        <w:t xml:space="preserve"> et à l</w:t>
      </w:r>
      <w:r w:rsidR="00987D49">
        <w:t>’</w:t>
      </w:r>
      <w:r>
        <w:t>épanouissement de l</w:t>
      </w:r>
      <w:r w:rsidR="00987D49">
        <w:t>’</w:t>
      </w:r>
      <w:r>
        <w:t>amour d</w:t>
      </w:r>
      <w:r w:rsidR="00987D49">
        <w:t>’</w:t>
      </w:r>
      <w:r>
        <w:t>Hélène pour un autre que moi</w:t>
      </w:r>
      <w:r w:rsidR="00987D49">
        <w:t xml:space="preserve"> ? </w:t>
      </w:r>
      <w:r>
        <w:t>C</w:t>
      </w:r>
      <w:r w:rsidR="00987D49">
        <w:t>’</w:t>
      </w:r>
      <w:r>
        <w:t>était trop bête</w:t>
      </w:r>
      <w:r w:rsidR="00987D49">
        <w:t xml:space="preserve">, </w:t>
      </w:r>
      <w:r>
        <w:t>à la fin</w:t>
      </w:r>
      <w:r w:rsidR="00987D49">
        <w:t xml:space="preserve"> ! </w:t>
      </w:r>
      <w:r>
        <w:t>Tout mon être se révoltait contre cette pensée</w:t>
      </w:r>
      <w:r w:rsidR="00987D49">
        <w:t xml:space="preserve">. </w:t>
      </w:r>
      <w:r>
        <w:t xml:space="preserve">Mon instinct de </w:t>
      </w:r>
      <w:r>
        <w:lastRenderedPageBreak/>
        <w:t>conservation se joignait à mon instinct de mâle dépossédé et jaloux pour la repousser</w:t>
      </w:r>
      <w:r w:rsidR="00987D49">
        <w:t xml:space="preserve">. </w:t>
      </w:r>
      <w:r>
        <w:t>Mais il suffit qu</w:t>
      </w:r>
      <w:r w:rsidR="00987D49">
        <w:t>’</w:t>
      </w:r>
      <w:r>
        <w:t>Hélène me regardât à mon tour et que sa voix charmeuse prononçât une phrase purement amicale pour que renaisse ma résolution de participer au fabuleux voyage</w:t>
      </w:r>
      <w:r w:rsidR="00987D49">
        <w:t>…</w:t>
      </w:r>
    </w:p>
    <w:p w14:paraId="36920417" w14:textId="77777777" w:rsidR="00987D49" w:rsidRDefault="00B27708" w:rsidP="00B27708">
      <w:r>
        <w:t>Cependant</w:t>
      </w:r>
      <w:r w:rsidR="00987D49">
        <w:t xml:space="preserve">, </w:t>
      </w:r>
      <w:r>
        <w:t xml:space="preserve">Victor </w:t>
      </w:r>
      <w:proofErr w:type="spellStart"/>
      <w:r>
        <w:t>Grimaille</w:t>
      </w:r>
      <w:proofErr w:type="spellEnd"/>
      <w:r>
        <w:t xml:space="preserve"> parlait</w:t>
      </w:r>
      <w:r w:rsidR="00987D49">
        <w:t>.</w:t>
      </w:r>
    </w:p>
    <w:p w14:paraId="7DC43114" w14:textId="77777777" w:rsidR="00987D49" w:rsidRDefault="00987D49" w:rsidP="00B27708">
      <w:r>
        <w:rPr>
          <w:rFonts w:eastAsia="Georgia"/>
        </w:rPr>
        <w:t>— </w:t>
      </w:r>
      <w:r w:rsidR="00B27708">
        <w:t>Je ne me lasse point</w:t>
      </w:r>
      <w:r>
        <w:t xml:space="preserve">, </w:t>
      </w:r>
      <w:r w:rsidR="00B27708">
        <w:t>disait-il</w:t>
      </w:r>
      <w:r>
        <w:t xml:space="preserve">, </w:t>
      </w:r>
      <w:r w:rsidR="00B27708">
        <w:t>de contempler ce vaisseau qui sera pour de longues heures</w:t>
      </w:r>
      <w:r>
        <w:t xml:space="preserve">, </w:t>
      </w:r>
      <w:r w:rsidR="00B27708">
        <w:t>notre univers</w:t>
      </w:r>
      <w:r>
        <w:t xml:space="preserve">, </w:t>
      </w:r>
      <w:r w:rsidR="00B27708">
        <w:t>et qui nous arrachera</w:t>
      </w:r>
      <w:r>
        <w:t xml:space="preserve">, </w:t>
      </w:r>
      <w:r w:rsidR="00B27708">
        <w:t>nous les premiers parmi les hommes</w:t>
      </w:r>
      <w:r>
        <w:t xml:space="preserve">, </w:t>
      </w:r>
      <w:r w:rsidR="00B27708">
        <w:t>à l</w:t>
      </w:r>
      <w:r>
        <w:t>’</w:t>
      </w:r>
      <w:r w:rsidR="00B27708">
        <w:t>attraction de la vieille et vile planète</w:t>
      </w:r>
      <w:r>
        <w:t xml:space="preserve">, </w:t>
      </w:r>
      <w:r w:rsidR="00B27708">
        <w:t>qui n</w:t>
      </w:r>
      <w:r>
        <w:t>’</w:t>
      </w:r>
      <w:r w:rsidR="00B27708">
        <w:t>a plus rien à nous apprendre</w:t>
      </w:r>
      <w:r>
        <w:t xml:space="preserve">, </w:t>
      </w:r>
      <w:r w:rsidR="00B27708">
        <w:t>ni à nous donner</w:t>
      </w:r>
      <w:r>
        <w:t>…</w:t>
      </w:r>
    </w:p>
    <w:p w14:paraId="77AF15F0" w14:textId="77777777" w:rsidR="00987D49" w:rsidRDefault="00B27708" w:rsidP="00B27708">
      <w:r>
        <w:t>Il prononçait ces mots avec une mélancolie mêlée d</w:t>
      </w:r>
      <w:r w:rsidR="00987D49">
        <w:t>’</w:t>
      </w:r>
      <w:r>
        <w:t>espoir et de foi</w:t>
      </w:r>
      <w:r w:rsidR="00987D49">
        <w:t xml:space="preserve">, </w:t>
      </w:r>
      <w:r>
        <w:t>qui n</w:t>
      </w:r>
      <w:r w:rsidR="00987D49">
        <w:t>’</w:t>
      </w:r>
      <w:r>
        <w:t>était pas dénuée d</w:t>
      </w:r>
      <w:r w:rsidR="00987D49">
        <w:t>’</w:t>
      </w:r>
      <w:r>
        <w:t>un sentiment poétique dont l</w:t>
      </w:r>
      <w:r w:rsidR="00987D49">
        <w:t>’</w:t>
      </w:r>
      <w:r>
        <w:t>éclosion</w:t>
      </w:r>
      <w:r w:rsidR="00987D49">
        <w:t xml:space="preserve">, </w:t>
      </w:r>
      <w:r>
        <w:t>chez ce milliardaire vaniteux</w:t>
      </w:r>
      <w:r w:rsidR="00987D49">
        <w:t xml:space="preserve">, </w:t>
      </w:r>
      <w:r>
        <w:t>m</w:t>
      </w:r>
      <w:r w:rsidR="00987D49">
        <w:t>’</w:t>
      </w:r>
      <w:r>
        <w:t>étonna grandement</w:t>
      </w:r>
      <w:r w:rsidR="00987D49">
        <w:t xml:space="preserve">. </w:t>
      </w:r>
      <w:r>
        <w:t>L</w:t>
      </w:r>
      <w:r w:rsidR="00987D49">
        <w:t>’</w:t>
      </w:r>
      <w:r>
        <w:t xml:space="preserve">indispensable </w:t>
      </w:r>
      <w:proofErr w:type="spellStart"/>
      <w:r>
        <w:t>Ferand</w:t>
      </w:r>
      <w:proofErr w:type="spellEnd"/>
      <w:r>
        <w:t xml:space="preserve"> se modela immédiatement sur son patron</w:t>
      </w:r>
      <w:r w:rsidR="00987D49">
        <w:t xml:space="preserve">. </w:t>
      </w:r>
      <w:r>
        <w:t>Avec la curieuse propension au mimétisme qui lui était propre</w:t>
      </w:r>
      <w:r w:rsidR="00987D49">
        <w:t xml:space="preserve">, </w:t>
      </w:r>
      <w:r>
        <w:t>il soupira et murmura</w:t>
      </w:r>
      <w:r w:rsidR="00987D49">
        <w:t xml:space="preserve">, </w:t>
      </w:r>
      <w:r>
        <w:t>comme pour lui-même</w:t>
      </w:r>
      <w:r w:rsidR="00987D49">
        <w:t> : « </w:t>
      </w:r>
      <w:r>
        <w:t>La Terre</w:t>
      </w:r>
      <w:r w:rsidR="00987D49">
        <w:t xml:space="preserve">, </w:t>
      </w:r>
      <w:r>
        <w:t>pouah</w:t>
      </w:r>
      <w:r w:rsidR="00987D49">
        <w:t xml:space="preserve"> ! ». </w:t>
      </w:r>
      <w:r>
        <w:t>J</w:t>
      </w:r>
      <w:r w:rsidR="00987D49">
        <w:t>’</w:t>
      </w:r>
      <w:r>
        <w:t>eus tout de même la conviction que le gaillard ne faisait fi d</w:t>
      </w:r>
      <w:r w:rsidR="00987D49">
        <w:t>’</w:t>
      </w:r>
      <w:r>
        <w:t>aucune des jouissances dont son maître était las</w:t>
      </w:r>
      <w:r w:rsidR="00987D49">
        <w:t xml:space="preserve">. </w:t>
      </w:r>
      <w:r>
        <w:t>Je le tins pour un hypocrite et bas courtisan</w:t>
      </w:r>
      <w:r w:rsidR="00987D49">
        <w:t xml:space="preserve">, </w:t>
      </w:r>
      <w:r>
        <w:t>et déplorai tout bas qu</w:t>
      </w:r>
      <w:r w:rsidR="00987D49">
        <w:t>’</w:t>
      </w:r>
      <w:r>
        <w:t>il fut du voyage</w:t>
      </w:r>
      <w:r w:rsidR="00987D49">
        <w:t>…</w:t>
      </w:r>
    </w:p>
    <w:p w14:paraId="26DB6240" w14:textId="77777777" w:rsidR="00987D49" w:rsidRDefault="00B27708" w:rsidP="00B27708">
      <w:r>
        <w:t>Pierre</w:t>
      </w:r>
      <w:r w:rsidR="00987D49">
        <w:t xml:space="preserve">, </w:t>
      </w:r>
      <w:r>
        <w:t>lui</w:t>
      </w:r>
      <w:r w:rsidR="00987D49">
        <w:t xml:space="preserve">, </w:t>
      </w:r>
      <w:r>
        <w:t xml:space="preserve">ne prenait pas garde aux paroles de </w:t>
      </w:r>
      <w:proofErr w:type="spellStart"/>
      <w:r>
        <w:t>Grimaille</w:t>
      </w:r>
      <w:proofErr w:type="spellEnd"/>
      <w:r w:rsidR="00987D49">
        <w:t xml:space="preserve">, </w:t>
      </w:r>
      <w:r>
        <w:t>ni à l</w:t>
      </w:r>
      <w:r w:rsidR="00987D49">
        <w:t>’</w:t>
      </w:r>
      <w:r>
        <w:t>attitude de Fernand</w:t>
      </w:r>
      <w:r w:rsidR="00987D49">
        <w:t xml:space="preserve">. </w:t>
      </w:r>
      <w:r>
        <w:t>Il regardait Hélène</w:t>
      </w:r>
      <w:r w:rsidR="00987D49">
        <w:t xml:space="preserve">… </w:t>
      </w:r>
      <w:r>
        <w:t>Je ne fus pas seul à l</w:t>
      </w:r>
      <w:r w:rsidR="00987D49">
        <w:t>’</w:t>
      </w:r>
      <w:r>
        <w:t>observer</w:t>
      </w:r>
      <w:r w:rsidR="00987D49">
        <w:t xml:space="preserve">. </w:t>
      </w:r>
      <w:r>
        <w:t>Il me parut que le commanditaire</w:t>
      </w:r>
      <w:r w:rsidR="00987D49">
        <w:t xml:space="preserve">, </w:t>
      </w:r>
      <w:r>
        <w:t>soudain arraché à ses réflexions philosophiques</w:t>
      </w:r>
      <w:r w:rsidR="00987D49">
        <w:t xml:space="preserve">, </w:t>
      </w:r>
      <w:r>
        <w:t>en témoignait quelque mécontentement fugitif</w:t>
      </w:r>
      <w:r w:rsidR="00987D49">
        <w:t xml:space="preserve">, </w:t>
      </w:r>
      <w:r>
        <w:t xml:space="preserve">et je me demandai pour la première fois si Victor </w:t>
      </w:r>
      <w:proofErr w:type="spellStart"/>
      <w:r>
        <w:t>Grimaille</w:t>
      </w:r>
      <w:proofErr w:type="spellEnd"/>
      <w:r>
        <w:t xml:space="preserve"> était tellement détaché des sensations terrestres</w:t>
      </w:r>
      <w:r w:rsidR="00987D49">
        <w:t>…</w:t>
      </w:r>
    </w:p>
    <w:p w14:paraId="5DDC6B6F" w14:textId="77777777" w:rsidR="00987D49" w:rsidRDefault="00B27708" w:rsidP="00B27708">
      <w:r>
        <w:t>Un canot à pétrole nous mena promptement à l</w:t>
      </w:r>
      <w:r w:rsidR="00987D49">
        <w:t>’</w:t>
      </w:r>
      <w:r>
        <w:t>astronef</w:t>
      </w:r>
      <w:r w:rsidR="00987D49">
        <w:t xml:space="preserve">. </w:t>
      </w:r>
      <w:r>
        <w:t>Ce fut en prenant place dans l</w:t>
      </w:r>
      <w:r w:rsidR="00987D49">
        <w:t>’</w:t>
      </w:r>
      <w:r>
        <w:t>esquif que je remarquai que des hommes armés de fusils montaient la garde sur les rives du lac</w:t>
      </w:r>
      <w:r w:rsidR="00987D49">
        <w:t xml:space="preserve">, </w:t>
      </w:r>
      <w:r>
        <w:t>et particulièrement auprès de l</w:t>
      </w:r>
      <w:r w:rsidR="00987D49">
        <w:t>’</w:t>
      </w:r>
      <w:r>
        <w:t>embarcadère</w:t>
      </w:r>
      <w:r w:rsidR="00987D49">
        <w:t xml:space="preserve">. </w:t>
      </w:r>
      <w:r>
        <w:t xml:space="preserve">Le </w:t>
      </w:r>
      <w:r w:rsidR="00987D49">
        <w:t>« </w:t>
      </w:r>
      <w:r>
        <w:t>Bolide</w:t>
      </w:r>
      <w:r w:rsidR="00987D49">
        <w:t> »</w:t>
      </w:r>
      <w:r>
        <w:t xml:space="preserve"> était préservé de la curiosité des hommes de la Terre</w:t>
      </w:r>
      <w:r w:rsidR="00987D49">
        <w:t>…</w:t>
      </w:r>
    </w:p>
    <w:p w14:paraId="17150DDF" w14:textId="77777777" w:rsidR="00987D49" w:rsidRDefault="00B27708" w:rsidP="00B27708">
      <w:r>
        <w:lastRenderedPageBreak/>
        <w:t>Par l</w:t>
      </w:r>
      <w:r w:rsidR="00987D49">
        <w:t>’</w:t>
      </w:r>
      <w:r>
        <w:t>un des hublots</w:t>
      </w:r>
      <w:r w:rsidR="00987D49">
        <w:t xml:space="preserve">, </w:t>
      </w:r>
      <w:r>
        <w:t>qui n</w:t>
      </w:r>
      <w:r w:rsidR="00987D49">
        <w:t>’</w:t>
      </w:r>
      <w:r>
        <w:t>était que poussé sans être hermétiquement clos</w:t>
      </w:r>
      <w:r w:rsidR="00987D49">
        <w:t xml:space="preserve">, </w:t>
      </w:r>
      <w:r>
        <w:t>nous pénétrâmes dans la calotte que j</w:t>
      </w:r>
      <w:r w:rsidR="00987D49">
        <w:t>’</w:t>
      </w:r>
      <w:r>
        <w:t>avais assimilée tout d</w:t>
      </w:r>
      <w:r w:rsidR="00987D49">
        <w:t>’</w:t>
      </w:r>
      <w:r>
        <w:t>abord à la tête du cétacé artificiel</w:t>
      </w:r>
      <w:r w:rsidR="00987D49">
        <w:t>.</w:t>
      </w:r>
    </w:p>
    <w:p w14:paraId="33EA0040" w14:textId="77777777" w:rsidR="00987D49" w:rsidRDefault="00B27708" w:rsidP="00B27708">
      <w:r>
        <w:t>La chambre en forme de demi-sphère qui s</w:t>
      </w:r>
      <w:r w:rsidR="00987D49">
        <w:t>’</w:t>
      </w:r>
      <w:r>
        <w:t>offrit à la vue était assez vaste pour donner asile aux six voyageurs interplanétaires dont elle serait l</w:t>
      </w:r>
      <w:r w:rsidR="00987D49">
        <w:t>’</w:t>
      </w:r>
      <w:r>
        <w:t>habitat durant la traversée</w:t>
      </w:r>
      <w:r w:rsidR="00987D49">
        <w:t xml:space="preserve">. </w:t>
      </w:r>
      <w:r>
        <w:t>Le rayon en était de quatre mètres</w:t>
      </w:r>
      <w:r w:rsidR="00987D49">
        <w:t xml:space="preserve">. </w:t>
      </w:r>
      <w:r>
        <w:t xml:space="preserve">Pas de meubles </w:t>
      </w:r>
      <w:r w:rsidR="00987D49">
        <w:t>« </w:t>
      </w:r>
      <w:r>
        <w:t>meublants</w:t>
      </w:r>
      <w:r w:rsidR="00987D49">
        <w:t> »</w:t>
      </w:r>
      <w:r>
        <w:t xml:space="preserve"> comme s</w:t>
      </w:r>
      <w:r w:rsidR="00987D49">
        <w:t>’</w:t>
      </w:r>
      <w:r>
        <w:t>expriment les actes de location dressés par les hommes de la Terre</w:t>
      </w:r>
      <w:r w:rsidR="00987D49">
        <w:t xml:space="preserve">, </w:t>
      </w:r>
      <w:r>
        <w:t>mais seulement des fauteuils-lits</w:t>
      </w:r>
      <w:r w:rsidR="00987D49">
        <w:t xml:space="preserve">, </w:t>
      </w:r>
      <w:r>
        <w:t>ingénieusement montés sur rails</w:t>
      </w:r>
      <w:r w:rsidR="00987D49">
        <w:t xml:space="preserve">, </w:t>
      </w:r>
      <w:r>
        <w:t>et dont le dossier et le siège étaient interchangeables</w:t>
      </w:r>
      <w:r w:rsidR="00987D49">
        <w:t>.</w:t>
      </w:r>
    </w:p>
    <w:p w14:paraId="4B27977E" w14:textId="77777777" w:rsidR="00987D49" w:rsidRDefault="00B27708" w:rsidP="00B27708">
      <w:r>
        <w:t>La coque intérieure était munie d</w:t>
      </w:r>
      <w:r w:rsidR="00987D49">
        <w:t>’</w:t>
      </w:r>
      <w:r>
        <w:t>un revêtement fait d</w:t>
      </w:r>
      <w:r w:rsidR="00987D49">
        <w:t>’</w:t>
      </w:r>
      <w:r>
        <w:t>une matière élastique et silencieuse</w:t>
      </w:r>
      <w:r w:rsidR="00987D49">
        <w:t xml:space="preserve">. </w:t>
      </w:r>
      <w:r>
        <w:t>Sur le parquet étaient fixés des instruments dont</w:t>
      </w:r>
      <w:r w:rsidR="00987D49">
        <w:t xml:space="preserve"> – </w:t>
      </w:r>
      <w:r>
        <w:t>certains m</w:t>
      </w:r>
      <w:r w:rsidR="00987D49">
        <w:t>’</w:t>
      </w:r>
      <w:r>
        <w:t>étaient connus et dont je voyais les autres pour la première fois</w:t>
      </w:r>
      <w:r w:rsidR="00987D49">
        <w:t xml:space="preserve">. </w:t>
      </w:r>
      <w:r>
        <w:t>Pierre les désigna rapidement à René et à Hélène</w:t>
      </w:r>
      <w:r w:rsidR="00987D49">
        <w:t> :</w:t>
      </w:r>
    </w:p>
    <w:p w14:paraId="130EBEEA" w14:textId="77777777" w:rsidR="00987D49" w:rsidRDefault="00987D49" w:rsidP="00B27708">
      <w:r>
        <w:rPr>
          <w:rFonts w:eastAsia="Georgia"/>
        </w:rPr>
        <w:t>— </w:t>
      </w:r>
      <w:r w:rsidR="00B27708">
        <w:t>Voici les gyroscopes</w:t>
      </w:r>
      <w:r>
        <w:t xml:space="preserve">, </w:t>
      </w:r>
      <w:r w:rsidR="00B27708">
        <w:t>qui assureront automatiquement la stabilité de notre astronef</w:t>
      </w:r>
      <w:r>
        <w:t xml:space="preserve"> ; </w:t>
      </w:r>
      <w:r w:rsidR="00B27708">
        <w:t>le pilote mécanique à qui nous devrons de rester dans la direction exacte</w:t>
      </w:r>
      <w:r>
        <w:t xml:space="preserve"> ; </w:t>
      </w:r>
      <w:r w:rsidR="00B27708">
        <w:t>les appareils de radio grâce auxquels nous pourrons à chaque instant faire le point</w:t>
      </w:r>
      <w:r>
        <w:t xml:space="preserve">… </w:t>
      </w:r>
      <w:r w:rsidR="00B27708">
        <w:t>Il sera utile que chacun de nous se familiarise</w:t>
      </w:r>
      <w:r>
        <w:t xml:space="preserve">, </w:t>
      </w:r>
      <w:r w:rsidR="00B27708">
        <w:t>avant le départ</w:t>
      </w:r>
      <w:r>
        <w:t xml:space="preserve">, </w:t>
      </w:r>
      <w:r w:rsidR="00B27708">
        <w:t>avec tous ces instruments</w:t>
      </w:r>
      <w:r>
        <w:t xml:space="preserve">. </w:t>
      </w:r>
      <w:r w:rsidR="00B27708">
        <w:t>Il est entendu que René est notre navigateur et que je suis le pilote</w:t>
      </w:r>
      <w:r>
        <w:t xml:space="preserve">. </w:t>
      </w:r>
      <w:r w:rsidR="00B27708">
        <w:t>Mais une défaillance ou un accident peuvent nous atteindre l</w:t>
      </w:r>
      <w:r>
        <w:t>’</w:t>
      </w:r>
      <w:r w:rsidR="00B27708">
        <w:t>un ou l</w:t>
      </w:r>
      <w:r>
        <w:t>’</w:t>
      </w:r>
      <w:r w:rsidR="00B27708">
        <w:t>autre et même l</w:t>
      </w:r>
      <w:r>
        <w:t>’</w:t>
      </w:r>
      <w:r w:rsidR="00B27708">
        <w:t>un et l</w:t>
      </w:r>
      <w:r>
        <w:t>’</w:t>
      </w:r>
      <w:r w:rsidR="00B27708">
        <w:t>autre</w:t>
      </w:r>
      <w:r>
        <w:t xml:space="preserve">. </w:t>
      </w:r>
      <w:r w:rsidR="00B27708">
        <w:t>Il importe que l</w:t>
      </w:r>
      <w:r>
        <w:t>’</w:t>
      </w:r>
      <w:r w:rsidR="00B27708">
        <w:t>expédition n</w:t>
      </w:r>
      <w:r>
        <w:t>’</w:t>
      </w:r>
      <w:r w:rsidR="00B27708">
        <w:t>y perde ni son navigateur</w:t>
      </w:r>
      <w:r>
        <w:t xml:space="preserve">, </w:t>
      </w:r>
      <w:r w:rsidR="00B27708">
        <w:t>ni son pilote</w:t>
      </w:r>
      <w:r>
        <w:t>…</w:t>
      </w:r>
    </w:p>
    <w:p w14:paraId="439994CA" w14:textId="48EBA466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18" w:name="__RefHeading__91156_553960937"/>
      <w:bookmarkStart w:id="19" w:name="bookmark11"/>
      <w:bookmarkStart w:id="20" w:name="_Toc194838865"/>
      <w:bookmarkEnd w:id="18"/>
      <w:r>
        <w:lastRenderedPageBreak/>
        <w:t>V</w:t>
      </w:r>
      <w:bookmarkEnd w:id="19"/>
      <w:r>
        <w:t>II</w:t>
      </w:r>
      <w:r>
        <w:br/>
      </w:r>
      <w:r>
        <w:br/>
        <w:t>Préparatifs</w:t>
      </w:r>
      <w:bookmarkEnd w:id="20"/>
    </w:p>
    <w:p w14:paraId="6F824522" w14:textId="77777777" w:rsidR="00987D49" w:rsidRDefault="00B27708" w:rsidP="00B27708">
      <w:r>
        <w:t xml:space="preserve">Ce projet de Pierre </w:t>
      </w:r>
      <w:proofErr w:type="spellStart"/>
      <w:r>
        <w:t>Saravine</w:t>
      </w:r>
      <w:proofErr w:type="spellEnd"/>
      <w:r>
        <w:t xml:space="preserve"> devait être réalisé en partie durant la période de préparation dont je parlerai plus loin</w:t>
      </w:r>
      <w:r w:rsidR="00987D49">
        <w:t xml:space="preserve">, </w:t>
      </w:r>
      <w:r>
        <w:t xml:space="preserve">en ce sens que </w:t>
      </w:r>
      <w:proofErr w:type="spellStart"/>
      <w:r>
        <w:t>Grimaille</w:t>
      </w:r>
      <w:proofErr w:type="spellEnd"/>
      <w:r>
        <w:t xml:space="preserve"> se mit assez bien au pilotage et Fernand</w:t>
      </w:r>
      <w:r w:rsidR="00987D49">
        <w:t xml:space="preserve">, </w:t>
      </w:r>
      <w:r>
        <w:t>qui était vaguement ingénieur</w:t>
      </w:r>
      <w:r w:rsidR="00987D49">
        <w:t xml:space="preserve">, </w:t>
      </w:r>
      <w:r>
        <w:t>à la navigation</w:t>
      </w:r>
      <w:r w:rsidR="00987D49">
        <w:t xml:space="preserve">. </w:t>
      </w:r>
      <w:r>
        <w:t>Mais Hélène protesta qu</w:t>
      </w:r>
      <w:r w:rsidR="00987D49">
        <w:t>’</w:t>
      </w:r>
      <w:r>
        <w:t>aucun accident ni aucune défaillance n</w:t>
      </w:r>
      <w:r w:rsidR="00987D49">
        <w:t>’</w:t>
      </w:r>
      <w:r>
        <w:t>atteindraient Pierre ni son frère</w:t>
      </w:r>
      <w:r w:rsidR="00987D49">
        <w:t xml:space="preserve">, </w:t>
      </w:r>
      <w:r>
        <w:t>et qu</w:t>
      </w:r>
      <w:r w:rsidR="00987D49">
        <w:t>’</w:t>
      </w:r>
      <w:r>
        <w:t>elle se refusait à envisager de telles éventualités</w:t>
      </w:r>
      <w:r w:rsidR="00987D49">
        <w:t xml:space="preserve">, </w:t>
      </w:r>
      <w:r>
        <w:t>contraires à sa foi absolue dans la réussite</w:t>
      </w:r>
      <w:r w:rsidR="00987D49">
        <w:t xml:space="preserve">. </w:t>
      </w:r>
      <w:r>
        <w:t>Ce fut par curiosité pure qu</w:t>
      </w:r>
      <w:r w:rsidR="00987D49">
        <w:t>’</w:t>
      </w:r>
      <w:r>
        <w:t>elle ébaucha une étude du maniement des appareils et mue seulement par l</w:t>
      </w:r>
      <w:r w:rsidR="00987D49">
        <w:t>’</w:t>
      </w:r>
      <w:r>
        <w:t>intérêt prodigieux qu</w:t>
      </w:r>
      <w:r w:rsidR="00987D49">
        <w:t>’</w:t>
      </w:r>
      <w:r>
        <w:t>ils éveillaient en elle</w:t>
      </w:r>
      <w:r w:rsidR="00987D49">
        <w:t>.</w:t>
      </w:r>
    </w:p>
    <w:p w14:paraId="540E0EE3" w14:textId="77777777" w:rsidR="00987D49" w:rsidRDefault="00B27708" w:rsidP="00B27708">
      <w:r>
        <w:t>Quant à moi</w:t>
      </w:r>
      <w:r w:rsidR="00987D49">
        <w:t xml:space="preserve">, </w:t>
      </w:r>
      <w:r>
        <w:t>je dois confesser que</w:t>
      </w:r>
      <w:r w:rsidR="00987D49">
        <w:t xml:space="preserve">, </w:t>
      </w:r>
      <w:r>
        <w:t>sans être un ignorant</w:t>
      </w:r>
      <w:r w:rsidR="00987D49">
        <w:t xml:space="preserve">, </w:t>
      </w:r>
      <w:r>
        <w:t>puisque je suis docteur en droit et que je passe pour un homme cultivé</w:t>
      </w:r>
      <w:r w:rsidR="00987D49">
        <w:t xml:space="preserve">, </w:t>
      </w:r>
      <w:r>
        <w:t>je suis totalement fermé à la mécanique comme à toute mathématique et que je ne compris jamais rien à ces instruments ni à leur utilisation</w:t>
      </w:r>
      <w:r w:rsidR="00987D49">
        <w:t> !…</w:t>
      </w:r>
    </w:p>
    <w:p w14:paraId="40FF2B2E" w14:textId="77777777" w:rsidR="00987D49" w:rsidRDefault="00B27708" w:rsidP="00B27708">
      <w:r>
        <w:t>Je m</w:t>
      </w:r>
      <w:r w:rsidR="00987D49">
        <w:t>’</w:t>
      </w:r>
      <w:r>
        <w:t>enfermai dans ma fonction d</w:t>
      </w:r>
      <w:r w:rsidR="00987D49">
        <w:t>’</w:t>
      </w:r>
      <w:r>
        <w:t>historiographe du grand voyage que</w:t>
      </w:r>
      <w:r w:rsidR="00987D49">
        <w:t xml:space="preserve">, </w:t>
      </w:r>
      <w:r>
        <w:t>d</w:t>
      </w:r>
      <w:r w:rsidR="00987D49">
        <w:t>’</w:t>
      </w:r>
      <w:r>
        <w:t>ailleurs je n</w:t>
      </w:r>
      <w:r w:rsidR="00987D49">
        <w:t>’</w:t>
      </w:r>
      <w:r>
        <w:t>étais pas encore tout à fait décidé à entreprendre et dont je m</w:t>
      </w:r>
      <w:r w:rsidR="00987D49">
        <w:t>’</w:t>
      </w:r>
      <w:r>
        <w:t>apprêtai en tout cas à étudier les préparatifs avec mes yeux de profane et ma compréhension moyenne d</w:t>
      </w:r>
      <w:r w:rsidR="00987D49">
        <w:t>’</w:t>
      </w:r>
      <w:r>
        <w:t>homme non initié</w:t>
      </w:r>
      <w:r w:rsidR="00987D49">
        <w:t>…</w:t>
      </w:r>
    </w:p>
    <w:p w14:paraId="613D6903" w14:textId="77777777" w:rsidR="00987D49" w:rsidRDefault="00B27708" w:rsidP="00B27708">
      <w:r>
        <w:t>Je finis cependant par connaître la destination</w:t>
      </w:r>
      <w:r w:rsidR="00987D49">
        <w:t xml:space="preserve">, </w:t>
      </w:r>
      <w:r>
        <w:t>au moins de principe</w:t>
      </w:r>
      <w:r w:rsidR="00987D49">
        <w:t xml:space="preserve">, </w:t>
      </w:r>
      <w:r>
        <w:t xml:space="preserve">de chacun des appareils que je qualifiai tout bas de </w:t>
      </w:r>
      <w:r w:rsidR="00987D49">
        <w:t>« </w:t>
      </w:r>
      <w:r>
        <w:t>diaboliques</w:t>
      </w:r>
      <w:r w:rsidR="00987D49">
        <w:t> »</w:t>
      </w:r>
      <w:r>
        <w:t xml:space="preserve"> et cela</w:t>
      </w:r>
      <w:r w:rsidR="00987D49">
        <w:t xml:space="preserve">, </w:t>
      </w:r>
      <w:r>
        <w:t>grâce à Hélène</w:t>
      </w:r>
      <w:r w:rsidR="00987D49">
        <w:t xml:space="preserve">, </w:t>
      </w:r>
      <w:r>
        <w:t>dont l</w:t>
      </w:r>
      <w:r w:rsidR="00987D49">
        <w:t>’</w:t>
      </w:r>
      <w:r>
        <w:t>enthousiasme ne faiblissait pas</w:t>
      </w:r>
      <w:r w:rsidR="00987D49">
        <w:t xml:space="preserve">, </w:t>
      </w:r>
      <w:r>
        <w:t>bien au contraire</w:t>
      </w:r>
      <w:r w:rsidR="00987D49">
        <w:t xml:space="preserve">, </w:t>
      </w:r>
      <w:r>
        <w:t>et à qui je dus tenir souvent compagnie</w:t>
      </w:r>
      <w:r w:rsidR="00987D49">
        <w:t xml:space="preserve">, </w:t>
      </w:r>
      <w:r>
        <w:t>tandis que les autres passagers vaquaient aux derniers préparatifs</w:t>
      </w:r>
      <w:r w:rsidR="00987D49">
        <w:t>.</w:t>
      </w:r>
    </w:p>
    <w:p w14:paraId="70C9F4F5" w14:textId="77777777" w:rsidR="00987D49" w:rsidRDefault="00B27708" w:rsidP="00B27708">
      <w:r>
        <w:lastRenderedPageBreak/>
        <w:t>Il y eut là une période de quelques semaines</w:t>
      </w:r>
      <w:r w:rsidR="00987D49">
        <w:t xml:space="preserve">, </w:t>
      </w:r>
      <w:r>
        <w:t>qui comptera parmi les plus douces de ma vie</w:t>
      </w:r>
      <w:r w:rsidR="00987D49">
        <w:t xml:space="preserve">. </w:t>
      </w:r>
      <w:r>
        <w:t>D</w:t>
      </w:r>
      <w:r w:rsidR="00987D49">
        <w:t>’</w:t>
      </w:r>
      <w:r>
        <w:t>abord</w:t>
      </w:r>
      <w:r w:rsidR="00987D49">
        <w:t xml:space="preserve">, </w:t>
      </w:r>
      <w:r>
        <w:t>j</w:t>
      </w:r>
      <w:r w:rsidR="00987D49">
        <w:t>’</w:t>
      </w:r>
      <w:r>
        <w:t>étais presque constamment seul avec Hélène</w:t>
      </w:r>
      <w:r w:rsidR="00987D49">
        <w:t xml:space="preserve">, </w:t>
      </w:r>
      <w:r>
        <w:t>qui me traitait avec une amicale affection</w:t>
      </w:r>
      <w:r w:rsidR="00987D49">
        <w:t xml:space="preserve">. </w:t>
      </w:r>
      <w:r>
        <w:t>J</w:t>
      </w:r>
      <w:r w:rsidR="00987D49">
        <w:t>’</w:t>
      </w:r>
      <w:r>
        <w:t>éprouvais bien une certaine amertume à l</w:t>
      </w:r>
      <w:r w:rsidR="00987D49">
        <w:t>’</w:t>
      </w:r>
      <w:r>
        <w:t xml:space="preserve">entendre exprimer à longueur de journée son admiration pour le génial inventeur constructeur du </w:t>
      </w:r>
      <w:r w:rsidR="00987D49">
        <w:t>« </w:t>
      </w:r>
      <w:r>
        <w:t>Bolide</w:t>
      </w:r>
      <w:r w:rsidR="00987D49">
        <w:t xml:space="preserve"> », </w:t>
      </w:r>
      <w:r>
        <w:t>mais sa seule présence était quand même une source de délices</w:t>
      </w:r>
      <w:r w:rsidR="00987D49">
        <w:t>.</w:t>
      </w:r>
    </w:p>
    <w:p w14:paraId="0C9644F5" w14:textId="77777777" w:rsidR="00987D49" w:rsidRDefault="00B27708" w:rsidP="00B27708">
      <w:r>
        <w:t>Et puis</w:t>
      </w:r>
      <w:r w:rsidR="00987D49">
        <w:t xml:space="preserve">, </w:t>
      </w:r>
      <w:r>
        <w:t>je me disais que ces heures étaient sans doute les dernières de mon existence qui pussent être empreintes d</w:t>
      </w:r>
      <w:r w:rsidR="00987D49">
        <w:t>’</w:t>
      </w:r>
      <w:r>
        <w:t>une telle sérénité</w:t>
      </w:r>
      <w:r w:rsidR="00987D49">
        <w:t xml:space="preserve">, </w:t>
      </w:r>
      <w:r>
        <w:t>soit que je prisse part définitivement à l</w:t>
      </w:r>
      <w:r w:rsidR="00987D49">
        <w:t>’</w:t>
      </w:r>
      <w:r>
        <w:t>aventureuse expédition</w:t>
      </w:r>
      <w:r w:rsidR="00987D49">
        <w:t xml:space="preserve">, </w:t>
      </w:r>
      <w:r>
        <w:t>soit que je fusse séparé d</w:t>
      </w:r>
      <w:r w:rsidR="00987D49">
        <w:t>’</w:t>
      </w:r>
      <w:r>
        <w:t>Hélène</w:t>
      </w:r>
      <w:r w:rsidR="00987D49">
        <w:t xml:space="preserve">, </w:t>
      </w:r>
      <w:r>
        <w:t>si</w:t>
      </w:r>
      <w:r w:rsidR="00987D49">
        <w:t xml:space="preserve">, </w:t>
      </w:r>
      <w:r>
        <w:t>finalement</w:t>
      </w:r>
      <w:r w:rsidR="00987D49">
        <w:t xml:space="preserve">, </w:t>
      </w:r>
      <w:r>
        <w:t>j</w:t>
      </w:r>
      <w:r w:rsidR="00987D49">
        <w:t>’</w:t>
      </w:r>
      <w:r>
        <w:t>y renonçais</w:t>
      </w:r>
      <w:r w:rsidR="00987D49">
        <w:t xml:space="preserve">. </w:t>
      </w:r>
      <w:r>
        <w:t>Et cette sensation donnait à ces dernières heures</w:t>
      </w:r>
      <w:r w:rsidR="00987D49">
        <w:t xml:space="preserve">, </w:t>
      </w:r>
      <w:r>
        <w:t>une valeur et une saveur très particulières</w:t>
      </w:r>
      <w:r w:rsidR="00987D49">
        <w:t>…</w:t>
      </w:r>
    </w:p>
    <w:p w14:paraId="62D565A2" w14:textId="77777777" w:rsidR="00987D49" w:rsidRDefault="00B27708" w:rsidP="00B27708">
      <w:r>
        <w:t>Ce fut au cours de ces entretiens que j</w:t>
      </w:r>
      <w:r w:rsidR="00987D49">
        <w:t>’</w:t>
      </w:r>
      <w:r>
        <w:t>achevai de faire connaissance avec le vaisseau et avec son étrange aménagement</w:t>
      </w:r>
      <w:r w:rsidR="00987D49">
        <w:t>.</w:t>
      </w:r>
    </w:p>
    <w:p w14:paraId="7F2D0F2B" w14:textId="77777777" w:rsidR="00987D49" w:rsidRDefault="00987D49" w:rsidP="00B27708">
      <w:r>
        <w:rPr>
          <w:rFonts w:eastAsia="Georgia"/>
        </w:rPr>
        <w:t>— </w:t>
      </w:r>
      <w:r w:rsidR="00B27708">
        <w:t>Qu</w:t>
      </w:r>
      <w:r>
        <w:t>’</w:t>
      </w:r>
      <w:r w:rsidR="00B27708">
        <w:t>y a-t-il dans cette grosse bouteille de métal</w:t>
      </w:r>
      <w:r>
        <w:t> ?</w:t>
      </w:r>
    </w:p>
    <w:p w14:paraId="2530F07C" w14:textId="77777777" w:rsidR="00987D49" w:rsidRDefault="00987D49" w:rsidP="00B27708">
      <w:r>
        <w:rPr>
          <w:rFonts w:eastAsia="Georgia"/>
        </w:rPr>
        <w:t>— </w:t>
      </w:r>
      <w:r w:rsidR="00B27708">
        <w:t>C</w:t>
      </w:r>
      <w:r>
        <w:t>’</w:t>
      </w:r>
      <w:r w:rsidR="00B27708">
        <w:t>est</w:t>
      </w:r>
      <w:r>
        <w:t xml:space="preserve">, </w:t>
      </w:r>
      <w:r w:rsidR="00B27708">
        <w:t>répondait Hélène</w:t>
      </w:r>
      <w:r>
        <w:t xml:space="preserve">, </w:t>
      </w:r>
      <w:r w:rsidR="00B27708">
        <w:t>notre provision vitale d</w:t>
      </w:r>
      <w:r>
        <w:t>’</w:t>
      </w:r>
      <w:r w:rsidR="00B27708">
        <w:t>air et d</w:t>
      </w:r>
      <w:r>
        <w:t>’</w:t>
      </w:r>
      <w:r w:rsidR="00B27708">
        <w:t>eau</w:t>
      </w:r>
      <w:r>
        <w:t>…</w:t>
      </w:r>
    </w:p>
    <w:p w14:paraId="026814B6" w14:textId="77777777" w:rsidR="00987D49" w:rsidRDefault="00987D49" w:rsidP="00B27708">
      <w:r>
        <w:rPr>
          <w:rFonts w:eastAsia="Georgia"/>
        </w:rPr>
        <w:t>— </w:t>
      </w:r>
      <w:r w:rsidR="00B27708">
        <w:t>Quoi</w:t>
      </w:r>
      <w:r>
        <w:t xml:space="preserve"> ? </w:t>
      </w:r>
      <w:r w:rsidR="00B27708">
        <w:t>L</w:t>
      </w:r>
      <w:r>
        <w:t>’</w:t>
      </w:r>
      <w:r w:rsidR="00B27708">
        <w:t>air et l</w:t>
      </w:r>
      <w:r>
        <w:t>’</w:t>
      </w:r>
      <w:r w:rsidR="00B27708">
        <w:t>eau dans la même bouteille</w:t>
      </w:r>
      <w:r>
        <w:t> ?</w:t>
      </w:r>
    </w:p>
    <w:p w14:paraId="10652784" w14:textId="77777777" w:rsidR="00987D49" w:rsidRDefault="00987D49" w:rsidP="00B27708">
      <w:r>
        <w:rPr>
          <w:rFonts w:eastAsia="Georgia"/>
        </w:rPr>
        <w:t>— </w:t>
      </w:r>
      <w:r w:rsidR="00B27708">
        <w:t>Oui</w:t>
      </w:r>
      <w:r>
        <w:t xml:space="preserve">… </w:t>
      </w:r>
      <w:r w:rsidR="00B27708">
        <w:t>Vous n</w:t>
      </w:r>
      <w:r>
        <w:t>’</w:t>
      </w:r>
      <w:r w:rsidR="00B27708">
        <w:t>avez donc pas entendu les explications de Pierre</w:t>
      </w:r>
      <w:r>
        <w:t> ?</w:t>
      </w:r>
    </w:p>
    <w:p w14:paraId="6C857119" w14:textId="77777777" w:rsidR="00987D49" w:rsidRDefault="00B27708" w:rsidP="00B27708">
      <w:r>
        <w:t>Au diable Pierre</w:t>
      </w:r>
      <w:r w:rsidR="00987D49">
        <w:t xml:space="preserve"> ! </w:t>
      </w:r>
      <w:r>
        <w:t>Je n</w:t>
      </w:r>
      <w:r w:rsidR="00987D49">
        <w:t>’</w:t>
      </w:r>
      <w:r>
        <w:t>y pensais plus</w:t>
      </w:r>
      <w:r w:rsidR="00987D49">
        <w:t xml:space="preserve">. </w:t>
      </w:r>
      <w:r>
        <w:t>Mais Hélène assurément ne l</w:t>
      </w:r>
      <w:r w:rsidR="00987D49">
        <w:t>’</w:t>
      </w:r>
      <w:r>
        <w:t>oubliait pas</w:t>
      </w:r>
      <w:r w:rsidR="00987D49">
        <w:t xml:space="preserve">, </w:t>
      </w:r>
      <w:r>
        <w:t>et c</w:t>
      </w:r>
      <w:r w:rsidR="00987D49">
        <w:t>’</w:t>
      </w:r>
      <w:r>
        <w:t>est à son image qu</w:t>
      </w:r>
      <w:r w:rsidR="00987D49">
        <w:t>’</w:t>
      </w:r>
      <w:r>
        <w:t>elle souriait</w:t>
      </w:r>
      <w:r w:rsidR="00987D49">
        <w:t xml:space="preserve">, </w:t>
      </w:r>
      <w:r>
        <w:t>en développant ses conceptions</w:t>
      </w:r>
      <w:r w:rsidR="00987D49">
        <w:t>.</w:t>
      </w:r>
    </w:p>
    <w:p w14:paraId="73B16A29" w14:textId="77777777" w:rsidR="00987D49" w:rsidRDefault="00987D49" w:rsidP="00B27708">
      <w:r>
        <w:rPr>
          <w:rFonts w:eastAsia="Georgia"/>
        </w:rPr>
        <w:t>— </w:t>
      </w:r>
      <w:r w:rsidR="00B27708">
        <w:t>Cette bouteille d</w:t>
      </w:r>
      <w:r>
        <w:t>’</w:t>
      </w:r>
      <w:r w:rsidR="00B27708">
        <w:t>acier</w:t>
      </w:r>
      <w:r>
        <w:t xml:space="preserve">, </w:t>
      </w:r>
      <w:r w:rsidR="00B27708">
        <w:t>disait-elle</w:t>
      </w:r>
      <w:r>
        <w:t xml:space="preserve">, </w:t>
      </w:r>
      <w:r w:rsidR="00B27708">
        <w:t>contient du peroxyde d</w:t>
      </w:r>
      <w:r>
        <w:t>’</w:t>
      </w:r>
      <w:r w:rsidR="00B27708">
        <w:t>hydrogène</w:t>
      </w:r>
      <w:r>
        <w:t>…</w:t>
      </w:r>
    </w:p>
    <w:p w14:paraId="305ED86A" w14:textId="77777777" w:rsidR="00987D49" w:rsidRDefault="00B27708" w:rsidP="00B27708">
      <w:r>
        <w:t>J</w:t>
      </w:r>
      <w:r w:rsidR="00987D49">
        <w:t>’</w:t>
      </w:r>
      <w:r>
        <w:t>admirais ces mots si savamment rébarbatifs</w:t>
      </w:r>
      <w:r w:rsidR="00987D49">
        <w:t xml:space="preserve">, </w:t>
      </w:r>
      <w:r>
        <w:t>dans cette bouche adorable</w:t>
      </w:r>
      <w:r w:rsidR="00987D49">
        <w:t xml:space="preserve">, </w:t>
      </w:r>
      <w:r>
        <w:t>tandis qu</w:t>
      </w:r>
      <w:r w:rsidR="00987D49">
        <w:t>’</w:t>
      </w:r>
      <w:r>
        <w:t>elle poursuivait</w:t>
      </w:r>
      <w:r w:rsidR="00987D49">
        <w:t> :</w:t>
      </w:r>
    </w:p>
    <w:p w14:paraId="5D3D3037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Le peroxyde d</w:t>
      </w:r>
      <w:r>
        <w:t>’</w:t>
      </w:r>
      <w:r w:rsidR="00B27708">
        <w:t>hydrogène se présente</w:t>
      </w:r>
      <w:r>
        <w:t xml:space="preserve">, </w:t>
      </w:r>
      <w:r w:rsidR="00B27708">
        <w:t>comme je le sais maintenant</w:t>
      </w:r>
      <w:r>
        <w:t xml:space="preserve">, </w:t>
      </w:r>
      <w:r w:rsidR="00B27708">
        <w:t>sous la forme d</w:t>
      </w:r>
      <w:r>
        <w:t>’</w:t>
      </w:r>
      <w:r w:rsidR="00B27708">
        <w:t>un liquide visqueux et sirupeux</w:t>
      </w:r>
      <w:r>
        <w:t xml:space="preserve">, </w:t>
      </w:r>
      <w:r w:rsidR="00B27708">
        <w:t>qui se transforme</w:t>
      </w:r>
      <w:r>
        <w:t xml:space="preserve">, </w:t>
      </w:r>
      <w:r w:rsidR="00B27708">
        <w:t>par la chaleur ou par catalyse</w:t>
      </w:r>
      <w:r>
        <w:t xml:space="preserve">, </w:t>
      </w:r>
      <w:r w:rsidR="00B27708">
        <w:t>en eau et en oxygène</w:t>
      </w:r>
      <w:r>
        <w:t xml:space="preserve"> : </w:t>
      </w:r>
      <w:r w:rsidR="00B27708">
        <w:t xml:space="preserve">une molécule de </w:t>
      </w:r>
      <w:proofErr w:type="spellStart"/>
      <w:r w:rsidR="00B27708">
        <w:t>péroxyde</w:t>
      </w:r>
      <w:proofErr w:type="spellEnd"/>
      <w:r w:rsidR="00B27708">
        <w:t xml:space="preserve"> donne une molécule d</w:t>
      </w:r>
      <w:r>
        <w:t>’</w:t>
      </w:r>
      <w:r w:rsidR="00B27708">
        <w:t>eau et une molécule d</w:t>
      </w:r>
      <w:r>
        <w:t>’</w:t>
      </w:r>
      <w:r w:rsidR="00B27708">
        <w:t>air</w:t>
      </w:r>
      <w:r>
        <w:t xml:space="preserve">… </w:t>
      </w:r>
      <w:r w:rsidR="00B27708">
        <w:t>Il suffit de mettre un métal catalyseur en contact avec le liquide pour que se produise la réaction</w:t>
      </w:r>
      <w:r>
        <w:t xml:space="preserve">, </w:t>
      </w:r>
      <w:r w:rsidR="00B27708">
        <w:t>avec une régularité parfaite</w:t>
      </w:r>
      <w:r>
        <w:t xml:space="preserve">. </w:t>
      </w:r>
      <w:r w:rsidR="00B27708">
        <w:t>L</w:t>
      </w:r>
      <w:r>
        <w:t>’</w:t>
      </w:r>
      <w:r w:rsidR="00B27708">
        <w:t>oxygène purifiera l</w:t>
      </w:r>
      <w:r>
        <w:t>’</w:t>
      </w:r>
      <w:r w:rsidR="00B27708">
        <w:t>air de notre cabine</w:t>
      </w:r>
      <w:r>
        <w:t xml:space="preserve">, </w:t>
      </w:r>
      <w:r w:rsidR="00B27708">
        <w:t>cependant que l</w:t>
      </w:r>
      <w:r>
        <w:t>’</w:t>
      </w:r>
      <w:r w:rsidR="00B27708">
        <w:t>eau sera recueillie grâce à ce petit robinet et servira à nos usages alimentaires ou de toilette</w:t>
      </w:r>
      <w:r>
        <w:t xml:space="preserve">… </w:t>
      </w:r>
      <w:r w:rsidR="00B27708">
        <w:t>Toutefois</w:t>
      </w:r>
      <w:r>
        <w:t xml:space="preserve">, </w:t>
      </w:r>
      <w:r w:rsidR="00B27708">
        <w:t>mon cher</w:t>
      </w:r>
      <w:r>
        <w:t xml:space="preserve">, </w:t>
      </w:r>
      <w:r w:rsidR="00B27708">
        <w:t>il faudra l</w:t>
      </w:r>
      <w:r>
        <w:t>’</w:t>
      </w:r>
      <w:r w:rsidR="00B27708">
        <w:t>économiser cette eau précieuse</w:t>
      </w:r>
      <w:r>
        <w:t xml:space="preserve">. </w:t>
      </w:r>
      <w:r w:rsidR="00B27708">
        <w:t>L</w:t>
      </w:r>
      <w:r>
        <w:t>’</w:t>
      </w:r>
      <w:r w:rsidR="00B27708">
        <w:t>alcool parfumé de cette autre bouteille devra jouer un grand rôle dans nos lavages et vous devrez renoncer à vous raser pendant la durée du voyage</w:t>
      </w:r>
      <w:r>
        <w:t xml:space="preserve">… </w:t>
      </w:r>
      <w:r w:rsidR="00B27708">
        <w:t>Pierre est intraitable sur ce point</w:t>
      </w:r>
      <w:r>
        <w:t> !</w:t>
      </w:r>
    </w:p>
    <w:p w14:paraId="451C1090" w14:textId="77777777" w:rsidR="00987D49" w:rsidRDefault="00B27708" w:rsidP="00B27708">
      <w:r>
        <w:t>Elle riait</w:t>
      </w:r>
      <w:r w:rsidR="00987D49">
        <w:t xml:space="preserve">, </w:t>
      </w:r>
      <w:r>
        <w:t>tandis que je réprimais une légère grimace</w:t>
      </w:r>
      <w:r w:rsidR="00987D49">
        <w:t xml:space="preserve">. </w:t>
      </w:r>
      <w:r>
        <w:t>Elle continua à vanter les avantages du peroxyde d</w:t>
      </w:r>
      <w:r w:rsidR="00987D49">
        <w:t>’</w:t>
      </w:r>
      <w:r>
        <w:t>hydrogène</w:t>
      </w:r>
      <w:r w:rsidR="00987D49">
        <w:t>.</w:t>
      </w:r>
    </w:p>
    <w:p w14:paraId="7FAF9998" w14:textId="77777777" w:rsidR="00987D49" w:rsidRDefault="00987D49" w:rsidP="00B27708">
      <w:r>
        <w:rPr>
          <w:rFonts w:eastAsia="Georgia"/>
        </w:rPr>
        <w:t>— </w:t>
      </w:r>
      <w:r w:rsidR="00B27708">
        <w:t>C</w:t>
      </w:r>
      <w:r>
        <w:t>’</w:t>
      </w:r>
      <w:r w:rsidR="00B27708">
        <w:t>est très commode d</w:t>
      </w:r>
      <w:r>
        <w:t>’</w:t>
      </w:r>
      <w:r w:rsidR="00B27708">
        <w:t>avoir l</w:t>
      </w:r>
      <w:r>
        <w:t>’</w:t>
      </w:r>
      <w:r w:rsidR="00B27708">
        <w:t>air et l</w:t>
      </w:r>
      <w:r>
        <w:t>’</w:t>
      </w:r>
      <w:r w:rsidR="00B27708">
        <w:t>eau sous le même volume</w:t>
      </w:r>
      <w:r>
        <w:t xml:space="preserve">. </w:t>
      </w:r>
      <w:r w:rsidR="00B27708">
        <w:t>Songez que nous devons éviter surtout l</w:t>
      </w:r>
      <w:r>
        <w:t>’</w:t>
      </w:r>
      <w:r w:rsidR="00B27708">
        <w:t>encombrement et le poids inutiles</w:t>
      </w:r>
      <w:r>
        <w:t xml:space="preserve">, </w:t>
      </w:r>
      <w:r w:rsidR="00B27708">
        <w:t>comme dit Pierre</w:t>
      </w:r>
      <w:r>
        <w:t>…</w:t>
      </w:r>
    </w:p>
    <w:p w14:paraId="4FABCD50" w14:textId="77777777" w:rsidR="00987D49" w:rsidRDefault="00B27708" w:rsidP="00B27708">
      <w:r>
        <w:t>Pierre</w:t>
      </w:r>
      <w:r w:rsidR="00987D49">
        <w:t xml:space="preserve"> ! </w:t>
      </w:r>
      <w:r>
        <w:t>Toujours Pierre</w:t>
      </w:r>
      <w:r w:rsidR="00987D49">
        <w:t xml:space="preserve"> ! </w:t>
      </w:r>
      <w:r>
        <w:t>Elle ne pouvait</w:t>
      </w:r>
      <w:r w:rsidR="00987D49">
        <w:t xml:space="preserve">, </w:t>
      </w:r>
      <w:r>
        <w:t>décidément</w:t>
      </w:r>
      <w:r w:rsidR="00987D49">
        <w:t xml:space="preserve">, </w:t>
      </w:r>
      <w:r>
        <w:t>prononcer deux phrases sans que revienne ce prénom</w:t>
      </w:r>
      <w:r w:rsidR="00987D49">
        <w:t xml:space="preserve"> !… </w:t>
      </w:r>
      <w:r>
        <w:t xml:space="preserve">Pierre </w:t>
      </w:r>
      <w:proofErr w:type="spellStart"/>
      <w:r>
        <w:t>Saravine</w:t>
      </w:r>
      <w:proofErr w:type="spellEnd"/>
      <w:r>
        <w:t xml:space="preserve"> jouait assurément le rôle de commandant du navire et de chef de l</w:t>
      </w:r>
      <w:r w:rsidR="00987D49">
        <w:t>’</w:t>
      </w:r>
      <w:r>
        <w:t>expédition</w:t>
      </w:r>
      <w:r w:rsidR="00987D49">
        <w:t xml:space="preserve">. </w:t>
      </w:r>
      <w:r>
        <w:t>Ce n</w:t>
      </w:r>
      <w:r w:rsidR="00987D49">
        <w:t>’</w:t>
      </w:r>
      <w:r>
        <w:t>était pas une raison</w:t>
      </w:r>
      <w:r w:rsidR="00987D49">
        <w:t xml:space="preserve">, </w:t>
      </w:r>
      <w:r>
        <w:t>à mon sens</w:t>
      </w:r>
      <w:r w:rsidR="00987D49">
        <w:t xml:space="preserve">, </w:t>
      </w:r>
      <w:r>
        <w:t>pour évoquer à chaque instant sa personne et son autorité</w:t>
      </w:r>
      <w:r w:rsidR="00987D49">
        <w:t xml:space="preserve">. </w:t>
      </w:r>
      <w:r>
        <w:t>Hélène était d</w:t>
      </w:r>
      <w:r w:rsidR="00987D49">
        <w:t>’</w:t>
      </w:r>
      <w:r>
        <w:t>ailleurs la seule</w:t>
      </w:r>
      <w:r w:rsidR="00987D49">
        <w:t xml:space="preserve">, </w:t>
      </w:r>
      <w:r>
        <w:t>avec peut-être son frère</w:t>
      </w:r>
      <w:r w:rsidR="00987D49">
        <w:t xml:space="preserve">, </w:t>
      </w:r>
      <w:r>
        <w:t>à se soumettre d</w:t>
      </w:r>
      <w:r w:rsidR="00987D49">
        <w:t>’</w:t>
      </w:r>
      <w:r>
        <w:t>aussi bonne grâce</w:t>
      </w:r>
      <w:r w:rsidR="00987D49">
        <w:t xml:space="preserve">, </w:t>
      </w:r>
      <w:r>
        <w:t>à cette autorité</w:t>
      </w:r>
      <w:r w:rsidR="00987D49">
        <w:t xml:space="preserve">. </w:t>
      </w:r>
      <w:r>
        <w:t>Moi-même</w:t>
      </w:r>
      <w:r w:rsidR="00987D49">
        <w:t xml:space="preserve">, </w:t>
      </w:r>
      <w:r>
        <w:t>je ne l</w:t>
      </w:r>
      <w:r w:rsidR="00987D49">
        <w:t>’</w:t>
      </w:r>
      <w:r>
        <w:t>acceptais que par conscience de mon ignorance totale de la science astronautique</w:t>
      </w:r>
      <w:r w:rsidR="00987D49">
        <w:t xml:space="preserve">. </w:t>
      </w:r>
      <w:r>
        <w:t>Le milliardaire ne s</w:t>
      </w:r>
      <w:r w:rsidR="00987D49">
        <w:t>’</w:t>
      </w:r>
      <w:r>
        <w:t>y pliait pas sans réticence et on le sentait prêt à protester</w:t>
      </w:r>
      <w:r w:rsidR="00987D49">
        <w:t> : « </w:t>
      </w:r>
      <w:r>
        <w:t>Après tout</w:t>
      </w:r>
      <w:r w:rsidR="00987D49">
        <w:t xml:space="preserve">, </w:t>
      </w:r>
      <w:r>
        <w:t>c</w:t>
      </w:r>
      <w:r w:rsidR="00987D49">
        <w:t>’</w:t>
      </w:r>
      <w:r>
        <w:t>est moi qui paye</w:t>
      </w:r>
      <w:r w:rsidR="00987D49">
        <w:t xml:space="preserve"> ». </w:t>
      </w:r>
      <w:r>
        <w:t>Quant à Fernand</w:t>
      </w:r>
      <w:r w:rsidR="00987D49">
        <w:t xml:space="preserve">, </w:t>
      </w:r>
      <w:r>
        <w:t>il discutait souvent</w:t>
      </w:r>
      <w:r w:rsidR="00987D49">
        <w:t xml:space="preserve">, </w:t>
      </w:r>
      <w:r>
        <w:t>peut-être pour flatter son maître</w:t>
      </w:r>
      <w:r w:rsidR="00987D49">
        <w:t xml:space="preserve">, </w:t>
      </w:r>
      <w:r>
        <w:t>les ordres ou les instructions de Pierre</w:t>
      </w:r>
      <w:r w:rsidR="00987D49">
        <w:t>.</w:t>
      </w:r>
    </w:p>
    <w:p w14:paraId="7A5B80E8" w14:textId="77777777" w:rsidR="00987D49" w:rsidRDefault="00B27708" w:rsidP="00B27708">
      <w:r>
        <w:t>Ce fut ainsi qu</w:t>
      </w:r>
      <w:r w:rsidR="00987D49">
        <w:t>’</w:t>
      </w:r>
      <w:r>
        <w:t>une cause futile provoqua</w:t>
      </w:r>
      <w:r w:rsidR="00987D49">
        <w:t xml:space="preserve">, </w:t>
      </w:r>
      <w:r>
        <w:t>au cours des derniers préparatifs</w:t>
      </w:r>
      <w:r w:rsidR="00987D49">
        <w:t xml:space="preserve">, </w:t>
      </w:r>
      <w:r>
        <w:t>une discussion qui faillit dégénérer en querelle</w:t>
      </w:r>
      <w:r w:rsidR="00987D49">
        <w:t xml:space="preserve">. </w:t>
      </w:r>
      <w:r>
        <w:t xml:space="preserve">Victor </w:t>
      </w:r>
      <w:proofErr w:type="spellStart"/>
      <w:r>
        <w:t>Grimaille</w:t>
      </w:r>
      <w:proofErr w:type="spellEnd"/>
      <w:r>
        <w:t xml:space="preserve"> était un grand fumeur</w:t>
      </w:r>
      <w:r w:rsidR="00987D49">
        <w:t xml:space="preserve">. </w:t>
      </w:r>
      <w:r>
        <w:t xml:space="preserve">Les cigarettes alternaient à ses </w:t>
      </w:r>
      <w:r>
        <w:lastRenderedPageBreak/>
        <w:t>lèvres avec les cigares</w:t>
      </w:r>
      <w:r w:rsidR="00987D49">
        <w:t xml:space="preserve">. </w:t>
      </w:r>
      <w:r>
        <w:t>Pierre lui fit observer amicalement</w:t>
      </w:r>
      <w:r w:rsidR="00987D49">
        <w:t xml:space="preserve">, </w:t>
      </w:r>
      <w:r>
        <w:t>un jour</w:t>
      </w:r>
      <w:r w:rsidR="00987D49">
        <w:t xml:space="preserve">, </w:t>
      </w:r>
      <w:r>
        <w:t>qu</w:t>
      </w:r>
      <w:r w:rsidR="00987D49">
        <w:t>’</w:t>
      </w:r>
      <w:r>
        <w:t>il devrait bien commencer à s</w:t>
      </w:r>
      <w:r w:rsidR="00987D49">
        <w:t>’</w:t>
      </w:r>
      <w:r>
        <w:t>accoutumer à se passer de tabac</w:t>
      </w:r>
      <w:r w:rsidR="00987D49">
        <w:t>.</w:t>
      </w:r>
    </w:p>
    <w:p w14:paraId="2F9055E6" w14:textId="77777777" w:rsidR="00987D49" w:rsidRDefault="00987D49" w:rsidP="00B27708">
      <w:r>
        <w:rPr>
          <w:rFonts w:eastAsia="Georgia"/>
        </w:rPr>
        <w:t>— </w:t>
      </w:r>
      <w:r w:rsidR="00B27708">
        <w:t>Pourquoi</w:t>
      </w:r>
      <w:r>
        <w:t xml:space="preserve"> ? </w:t>
      </w:r>
      <w:r w:rsidR="00B27708">
        <w:t>demanda le commanditaire</w:t>
      </w:r>
      <w:r>
        <w:t>.</w:t>
      </w:r>
    </w:p>
    <w:p w14:paraId="5243CB6D" w14:textId="77777777" w:rsidR="00987D49" w:rsidRDefault="00987D49" w:rsidP="00B27708">
      <w:r>
        <w:rPr>
          <w:rFonts w:eastAsia="Georgia"/>
        </w:rPr>
        <w:t>— </w:t>
      </w:r>
      <w:r w:rsidR="00B27708">
        <w:t>Parce que</w:t>
      </w:r>
      <w:r>
        <w:t xml:space="preserve">, </w:t>
      </w:r>
      <w:r w:rsidR="00B27708">
        <w:t>durant le voyage</w:t>
      </w:r>
      <w:r>
        <w:t xml:space="preserve">, </w:t>
      </w:r>
      <w:r w:rsidR="00B27708">
        <w:t>il faudra vous en priver</w:t>
      </w:r>
      <w:r>
        <w:t xml:space="preserve">. </w:t>
      </w:r>
      <w:r w:rsidR="00B27708">
        <w:t>Nous aurons trop peu d</w:t>
      </w:r>
      <w:r>
        <w:t>’</w:t>
      </w:r>
      <w:r w:rsidR="00B27708">
        <w:t>espace</w:t>
      </w:r>
      <w:r>
        <w:t xml:space="preserve">, </w:t>
      </w:r>
      <w:r w:rsidR="00B27708">
        <w:t>pour risquer d</w:t>
      </w:r>
      <w:r>
        <w:t>’</w:t>
      </w:r>
      <w:r w:rsidR="00B27708">
        <w:t>en vicier l</w:t>
      </w:r>
      <w:r>
        <w:t>’</w:t>
      </w:r>
      <w:r w:rsidR="00B27708">
        <w:t>atmosphère</w:t>
      </w:r>
      <w:r>
        <w:t>…</w:t>
      </w:r>
    </w:p>
    <w:p w14:paraId="61DC7B17" w14:textId="77777777" w:rsidR="00987D49" w:rsidRDefault="00987D49" w:rsidP="00B27708">
      <w:r>
        <w:rPr>
          <w:rFonts w:eastAsia="Georgia"/>
        </w:rPr>
        <w:t>— </w:t>
      </w:r>
      <w:r w:rsidR="00B27708">
        <w:t>Je ne vais pas rester vingt jours sans fumer</w:t>
      </w:r>
      <w:r>
        <w:t> !</w:t>
      </w:r>
    </w:p>
    <w:p w14:paraId="426662F5" w14:textId="77777777" w:rsidR="00987D49" w:rsidRDefault="00987D49" w:rsidP="00B27708">
      <w:r>
        <w:rPr>
          <w:rFonts w:eastAsia="Georgia"/>
        </w:rPr>
        <w:t>— </w:t>
      </w:r>
      <w:r w:rsidR="00B27708">
        <w:t xml:space="preserve">Une fois que nous aurons abordé dans </w:t>
      </w:r>
      <w:r>
        <w:t xml:space="preserve">Phœbé II, </w:t>
      </w:r>
      <w:r w:rsidR="00B27708">
        <w:t>vous fumerez si cela vous chante</w:t>
      </w:r>
      <w:r>
        <w:t xml:space="preserve"> – </w:t>
      </w:r>
      <w:r w:rsidR="00B27708">
        <w:t>et si nous pouvons nous y mouvoir sans appareil respiratoire</w:t>
      </w:r>
      <w:r>
        <w:t xml:space="preserve"> – </w:t>
      </w:r>
      <w:r w:rsidR="00B27708">
        <w:t>ce qui est problématique</w:t>
      </w:r>
      <w:r>
        <w:t xml:space="preserve"> –. </w:t>
      </w:r>
      <w:r w:rsidR="00B27708">
        <w:t>Mais pendant les soixante heures de la traversée</w:t>
      </w:r>
      <w:r>
        <w:t xml:space="preserve">, </w:t>
      </w:r>
      <w:r w:rsidR="00B27708">
        <w:t>il faudra vous faire une raison</w:t>
      </w:r>
      <w:r>
        <w:t>…</w:t>
      </w:r>
    </w:p>
    <w:p w14:paraId="2FBE4175" w14:textId="77777777" w:rsidR="00987D49" w:rsidRDefault="00B27708" w:rsidP="00B27708">
      <w:r>
        <w:t>Pour la première fois</w:t>
      </w:r>
      <w:r w:rsidR="00987D49">
        <w:t xml:space="preserve">, </w:t>
      </w:r>
      <w:r>
        <w:t>Pierre chiffrait devant moi</w:t>
      </w:r>
      <w:r w:rsidR="00987D49">
        <w:t xml:space="preserve">, </w:t>
      </w:r>
      <w:r>
        <w:t>la durée du voyage d</w:t>
      </w:r>
      <w:r w:rsidR="00987D49">
        <w:t>’</w:t>
      </w:r>
      <w:r>
        <w:t>aller</w:t>
      </w:r>
      <w:r w:rsidR="00987D49">
        <w:t xml:space="preserve">. </w:t>
      </w:r>
      <w:r>
        <w:t>Soixante heures pour parcourir 12</w:t>
      </w:r>
      <w:r w:rsidR="00987D49">
        <w:t>0 0</w:t>
      </w:r>
      <w:r>
        <w:t>00 kilomètres</w:t>
      </w:r>
      <w:r w:rsidR="00987D49">
        <w:t xml:space="preserve">. </w:t>
      </w:r>
      <w:r>
        <w:t>Quel record</w:t>
      </w:r>
      <w:r w:rsidR="00987D49">
        <w:t xml:space="preserve"> ! </w:t>
      </w:r>
      <w:r>
        <w:t>Mais je n</w:t>
      </w:r>
      <w:r w:rsidR="00987D49">
        <w:t>’</w:t>
      </w:r>
      <w:r>
        <w:t xml:space="preserve">eus pas le loisir de demander des détails sur la manière dont il comptait obtenir cette vitesse vertigineuse </w:t>
      </w:r>
      <w:proofErr w:type="spellStart"/>
      <w:r>
        <w:t>Grimaille</w:t>
      </w:r>
      <w:proofErr w:type="spellEnd"/>
      <w:r>
        <w:t xml:space="preserve"> protestait</w:t>
      </w:r>
      <w:r w:rsidR="00987D49">
        <w:t> :</w:t>
      </w:r>
    </w:p>
    <w:p w14:paraId="69D11BD8" w14:textId="77777777" w:rsidR="00987D49" w:rsidRDefault="00987D49" w:rsidP="00B27708">
      <w:r>
        <w:rPr>
          <w:rFonts w:eastAsia="Georgia"/>
        </w:rPr>
        <w:t>— </w:t>
      </w:r>
      <w:r w:rsidR="00B27708">
        <w:t>Je fumerai où et quand il me plaira</w:t>
      </w:r>
      <w:r>
        <w:t>…</w:t>
      </w:r>
    </w:p>
    <w:p w14:paraId="4FE1461B" w14:textId="77777777" w:rsidR="00987D49" w:rsidRDefault="00987D49" w:rsidP="00B27708">
      <w:r>
        <w:rPr>
          <w:rFonts w:eastAsia="Georgia"/>
        </w:rPr>
        <w:t>— </w:t>
      </w:r>
      <w:r w:rsidR="00B27708">
        <w:t>En ce cas</w:t>
      </w:r>
      <w:r>
        <w:t xml:space="preserve">, </w:t>
      </w:r>
      <w:r w:rsidR="00B27708">
        <w:t>fit tranquillement Pierre vous resterez sur la Terre</w:t>
      </w:r>
      <w:r>
        <w:t>…</w:t>
      </w:r>
    </w:p>
    <w:p w14:paraId="3713BF1D" w14:textId="77777777" w:rsidR="00987D49" w:rsidRDefault="00987D49" w:rsidP="00B27708">
      <w:r>
        <w:rPr>
          <w:rFonts w:eastAsia="Georgia"/>
        </w:rPr>
        <w:t>— </w:t>
      </w:r>
      <w:r w:rsidR="00B27708">
        <w:t>L</w:t>
      </w:r>
      <w:r>
        <w:t>’</w:t>
      </w:r>
      <w:r w:rsidR="00B27708">
        <w:t>appareil est à moi</w:t>
      </w:r>
      <w:r>
        <w:t>…</w:t>
      </w:r>
    </w:p>
    <w:p w14:paraId="4E703665" w14:textId="77777777" w:rsidR="00987D49" w:rsidRDefault="00987D49" w:rsidP="00B27708">
      <w:r>
        <w:rPr>
          <w:rFonts w:eastAsia="Georgia"/>
        </w:rPr>
        <w:t>— </w:t>
      </w:r>
      <w:r w:rsidR="00B27708">
        <w:t>Sans l</w:t>
      </w:r>
      <w:r>
        <w:t>’</w:t>
      </w:r>
      <w:r w:rsidR="00B27708">
        <w:t>explosif dont j</w:t>
      </w:r>
      <w:r>
        <w:t>’</w:t>
      </w:r>
      <w:r w:rsidR="00B27708">
        <w:t>ai seul le secret et dont je possède seul une provision</w:t>
      </w:r>
      <w:r>
        <w:t xml:space="preserve">, </w:t>
      </w:r>
      <w:r w:rsidR="00B27708">
        <w:t>il ne s</w:t>
      </w:r>
      <w:r>
        <w:t>’</w:t>
      </w:r>
      <w:r w:rsidR="00B27708">
        <w:t>envolera pas</w:t>
      </w:r>
      <w:r>
        <w:t>…</w:t>
      </w:r>
    </w:p>
    <w:p w14:paraId="553E92F9" w14:textId="77777777" w:rsidR="00987D49" w:rsidRDefault="00987D49" w:rsidP="00B27708">
      <w:r>
        <w:rPr>
          <w:rFonts w:eastAsia="Georgia"/>
        </w:rPr>
        <w:t>— </w:t>
      </w:r>
      <w:r w:rsidR="00B27708">
        <w:t>Qui commande ici</w:t>
      </w:r>
      <w:r>
        <w:t> ?</w:t>
      </w:r>
    </w:p>
    <w:p w14:paraId="7C2D5CA4" w14:textId="55A9BF21" w:rsidR="00987D49" w:rsidRDefault="00987D49" w:rsidP="00B27708">
      <w:r>
        <w:rPr>
          <w:rFonts w:eastAsia="Georgia"/>
        </w:rPr>
        <w:t>— </w:t>
      </w:r>
      <w:r w:rsidR="00B27708">
        <w:t>Ici</w:t>
      </w:r>
      <w:r>
        <w:t>, M. </w:t>
      </w:r>
      <w:proofErr w:type="spellStart"/>
      <w:r w:rsidR="00B27708">
        <w:t>Grimaille</w:t>
      </w:r>
      <w:proofErr w:type="spellEnd"/>
      <w:r>
        <w:t xml:space="preserve">, </w:t>
      </w:r>
      <w:r w:rsidR="00B27708">
        <w:t>vous êtes chez vous</w:t>
      </w:r>
      <w:r>
        <w:t xml:space="preserve">. </w:t>
      </w:r>
      <w:r w:rsidR="00B27708">
        <w:t>Mais à bord</w:t>
      </w:r>
      <w:r>
        <w:t xml:space="preserve">, </w:t>
      </w:r>
      <w:r w:rsidR="00B27708">
        <w:t>vous devrez donner l</w:t>
      </w:r>
      <w:r>
        <w:t>’</w:t>
      </w:r>
      <w:r w:rsidR="00B27708">
        <w:t>exemple d</w:t>
      </w:r>
      <w:r>
        <w:t>’</w:t>
      </w:r>
      <w:r w:rsidR="00B27708">
        <w:t>une discipline sans laquelle nous ne réussirons pas à mener à bien notre entreprise</w:t>
      </w:r>
      <w:r>
        <w:t xml:space="preserve">. </w:t>
      </w:r>
      <w:r w:rsidR="00B27708">
        <w:t>Pour ma part</w:t>
      </w:r>
      <w:r>
        <w:t xml:space="preserve">, </w:t>
      </w:r>
      <w:r w:rsidR="00B27708">
        <w:t>je suis prêt à renoncer à partir</w:t>
      </w:r>
      <w:r>
        <w:t xml:space="preserve">, </w:t>
      </w:r>
      <w:r w:rsidR="00B27708">
        <w:t>si tout l</w:t>
      </w:r>
      <w:r>
        <w:t>’</w:t>
      </w:r>
      <w:r w:rsidR="00B27708">
        <w:t>équipage n</w:t>
      </w:r>
      <w:r>
        <w:t>’</w:t>
      </w:r>
      <w:r w:rsidR="00B27708">
        <w:t>accepte pas cette discipline absolue</w:t>
      </w:r>
      <w:r>
        <w:t>…</w:t>
      </w:r>
    </w:p>
    <w:p w14:paraId="2AEA7BE4" w14:textId="77777777" w:rsidR="00987D49" w:rsidRDefault="00B27708" w:rsidP="00B27708">
      <w:r>
        <w:lastRenderedPageBreak/>
        <w:t>Accoutumé à voir tout son entourage plier devant lui et devant l</w:t>
      </w:r>
      <w:r w:rsidR="00987D49">
        <w:t>’</w:t>
      </w:r>
      <w:r>
        <w:t>omnipotence de son énorme fortune</w:t>
      </w:r>
      <w:r w:rsidR="00987D49">
        <w:t xml:space="preserve">. </w:t>
      </w:r>
      <w:proofErr w:type="spellStart"/>
      <w:r>
        <w:t>Grimaille</w:t>
      </w:r>
      <w:proofErr w:type="spellEnd"/>
      <w:r>
        <w:t xml:space="preserve"> avait blêmi de colère</w:t>
      </w:r>
      <w:r w:rsidR="00987D49">
        <w:t xml:space="preserve">. </w:t>
      </w:r>
      <w:r>
        <w:t>Fernand feignait de l</w:t>
      </w:r>
      <w:r w:rsidR="00987D49">
        <w:t>’</w:t>
      </w:r>
      <w:r>
        <w:t>apaiser et jetait savamment de l</w:t>
      </w:r>
      <w:r w:rsidR="00987D49">
        <w:t>’</w:t>
      </w:r>
      <w:r>
        <w:t>huile sur le feu</w:t>
      </w:r>
      <w:r w:rsidR="00987D49">
        <w:t xml:space="preserve">. </w:t>
      </w:r>
      <w:r>
        <w:t>Ce fut Hélène qui rétablit l</w:t>
      </w:r>
      <w:r w:rsidR="00987D49">
        <w:t>’</w:t>
      </w:r>
      <w:r>
        <w:t>harmonie en déclarant avec une moue que je trouvai adorable</w:t>
      </w:r>
      <w:r w:rsidR="00987D49">
        <w:t> : « </w:t>
      </w:r>
      <w:r>
        <w:t>Je déteste l</w:t>
      </w:r>
      <w:r w:rsidR="00987D49">
        <w:t>’</w:t>
      </w:r>
      <w:r>
        <w:t>odeur du tabac</w:t>
      </w:r>
      <w:r w:rsidR="00987D49">
        <w:t>. »</w:t>
      </w:r>
      <w:r>
        <w:t xml:space="preserve"> Sur quoi </w:t>
      </w:r>
      <w:proofErr w:type="spellStart"/>
      <w:r>
        <w:t>Grimaille</w:t>
      </w:r>
      <w:proofErr w:type="spellEnd"/>
      <w:r>
        <w:t xml:space="preserve"> put céder sans que sa vanité en souffrît et Pierre pût feindre de croire que cette soumission préludait à l</w:t>
      </w:r>
      <w:r w:rsidR="00987D49">
        <w:t>’</w:t>
      </w:r>
      <w:r>
        <w:t>acceptation de la discipline qu</w:t>
      </w:r>
      <w:r w:rsidR="00987D49">
        <w:t>’</w:t>
      </w:r>
      <w:r>
        <w:t>il jugeait nécessaire</w:t>
      </w:r>
      <w:r w:rsidR="00987D49">
        <w:t>.</w:t>
      </w:r>
    </w:p>
    <w:p w14:paraId="0527AD90" w14:textId="77777777" w:rsidR="00987D49" w:rsidRDefault="00B27708" w:rsidP="00B27708">
      <w:r>
        <w:t>Cependant</w:t>
      </w:r>
      <w:r w:rsidR="00987D49">
        <w:t xml:space="preserve">, </w:t>
      </w:r>
      <w:r>
        <w:t>l</w:t>
      </w:r>
      <w:r w:rsidR="00987D49">
        <w:t>’</w:t>
      </w:r>
      <w:r>
        <w:t>on poursuivait les préparatifs de départ</w:t>
      </w:r>
      <w:r w:rsidR="00987D49">
        <w:t xml:space="preserve">. </w:t>
      </w:r>
      <w:r>
        <w:t>L</w:t>
      </w:r>
      <w:r w:rsidR="00987D49">
        <w:t>’</w:t>
      </w:r>
      <w:r>
        <w:t>une des questions les plus importantes fut celle de l</w:t>
      </w:r>
      <w:r w:rsidR="00987D49">
        <w:t>’</w:t>
      </w:r>
      <w:r>
        <w:t>alimentation</w:t>
      </w:r>
      <w:r w:rsidR="00987D49">
        <w:t xml:space="preserve">. </w:t>
      </w:r>
      <w:r>
        <w:t>Il fallait prévoir une nourriture substantielle</w:t>
      </w:r>
      <w:r w:rsidR="00987D49">
        <w:t xml:space="preserve">, </w:t>
      </w:r>
      <w:r>
        <w:t>sous un petit volume</w:t>
      </w:r>
      <w:r w:rsidR="00987D49">
        <w:t xml:space="preserve">, </w:t>
      </w:r>
      <w:r>
        <w:t>pour six personnes</w:t>
      </w:r>
      <w:r w:rsidR="00987D49">
        <w:t xml:space="preserve">, </w:t>
      </w:r>
      <w:r>
        <w:t>pendant vingt jours</w:t>
      </w:r>
      <w:r w:rsidR="00987D49">
        <w:t xml:space="preserve">, </w:t>
      </w:r>
      <w:r>
        <w:t>en comprenant les voyages aller et retour et un séjour d</w:t>
      </w:r>
      <w:r w:rsidR="00987D49">
        <w:t>’</w:t>
      </w:r>
      <w:r>
        <w:t>une quinzaine sur le satellite</w:t>
      </w:r>
      <w:r w:rsidR="00987D49">
        <w:t xml:space="preserve">. </w:t>
      </w:r>
      <w:r>
        <w:t>L</w:t>
      </w:r>
      <w:r w:rsidR="00987D49">
        <w:t>’</w:t>
      </w:r>
      <w:r>
        <w:t>on rechercha des mets de grande valeur énergétique</w:t>
      </w:r>
      <w:r w:rsidR="00987D49">
        <w:t xml:space="preserve"> : </w:t>
      </w:r>
      <w:r>
        <w:t>biscuits</w:t>
      </w:r>
      <w:r w:rsidR="00987D49">
        <w:t xml:space="preserve">, </w:t>
      </w:r>
      <w:r>
        <w:t>chocolat</w:t>
      </w:r>
      <w:r w:rsidR="00987D49">
        <w:t xml:space="preserve">, </w:t>
      </w:r>
      <w:r>
        <w:t>café</w:t>
      </w:r>
      <w:r w:rsidR="00987D49">
        <w:t xml:space="preserve">, </w:t>
      </w:r>
      <w:r>
        <w:t>jambon</w:t>
      </w:r>
      <w:r w:rsidR="00987D49">
        <w:t xml:space="preserve">, </w:t>
      </w:r>
      <w:r>
        <w:t>fromage</w:t>
      </w:r>
      <w:r w:rsidR="00987D49">
        <w:t xml:space="preserve">, </w:t>
      </w:r>
      <w:r>
        <w:t>tablettes de viande concentrée</w:t>
      </w:r>
      <w:r w:rsidR="00987D49">
        <w:t xml:space="preserve">… </w:t>
      </w:r>
      <w:r>
        <w:t>L</w:t>
      </w:r>
      <w:r w:rsidR="00987D49">
        <w:t>’</w:t>
      </w:r>
      <w:r>
        <w:t>on demanda les vitamines indispensables à des extraits d</w:t>
      </w:r>
      <w:r w:rsidR="00987D49">
        <w:t>’</w:t>
      </w:r>
      <w:r>
        <w:t>huile de foie de morue</w:t>
      </w:r>
      <w:r w:rsidR="00987D49">
        <w:t>…</w:t>
      </w:r>
    </w:p>
    <w:p w14:paraId="75FA8EB5" w14:textId="77777777" w:rsidR="00987D49" w:rsidRDefault="00B27708" w:rsidP="00B27708">
      <w:r>
        <w:t>Ce dernier détail</w:t>
      </w:r>
      <w:r w:rsidR="00987D49">
        <w:t xml:space="preserve">, </w:t>
      </w:r>
      <w:r>
        <w:t>lorsque je le connus</w:t>
      </w:r>
      <w:r w:rsidR="00987D49">
        <w:t xml:space="preserve">, </w:t>
      </w:r>
      <w:r>
        <w:t>ne m</w:t>
      </w:r>
      <w:r w:rsidR="00987D49">
        <w:t>’</w:t>
      </w:r>
      <w:r>
        <w:t>enchanta pas</w:t>
      </w:r>
      <w:r w:rsidR="00987D49">
        <w:t xml:space="preserve">. </w:t>
      </w:r>
      <w:r>
        <w:t>J</w:t>
      </w:r>
      <w:r w:rsidR="00987D49">
        <w:t>’</w:t>
      </w:r>
      <w:r>
        <w:t>avais gardé le souvenir navrant des doses de ce médicament que l</w:t>
      </w:r>
      <w:r w:rsidR="00987D49">
        <w:t>’</w:t>
      </w:r>
      <w:r>
        <w:t>on m</w:t>
      </w:r>
      <w:r w:rsidR="00987D49">
        <w:t>’</w:t>
      </w:r>
      <w:r>
        <w:t>ingurgita dans mon enfance</w:t>
      </w:r>
      <w:r w:rsidR="00987D49">
        <w:t xml:space="preserve">, </w:t>
      </w:r>
      <w:r>
        <w:t>et sa présence parmi nos provisions</w:t>
      </w:r>
      <w:r w:rsidR="00987D49">
        <w:t xml:space="preserve">, </w:t>
      </w:r>
      <w:r>
        <w:t>n</w:t>
      </w:r>
      <w:r w:rsidR="00987D49">
        <w:t>’</w:t>
      </w:r>
      <w:r>
        <w:t>eut pas mon approbation</w:t>
      </w:r>
      <w:r w:rsidR="00987D49">
        <w:t>…</w:t>
      </w:r>
    </w:p>
    <w:p w14:paraId="77BB3A1E" w14:textId="77777777" w:rsidR="00987D49" w:rsidRDefault="00B27708" w:rsidP="00B27708">
      <w:r>
        <w:t>Pierre et Hélène me raillèrent et le premier me consola en ces termes</w:t>
      </w:r>
      <w:r w:rsidR="00987D49">
        <w:t> :</w:t>
      </w:r>
    </w:p>
    <w:p w14:paraId="07556F72" w14:textId="2AB32551" w:rsidR="00987D49" w:rsidRDefault="00987D49" w:rsidP="00B27708">
      <w:r>
        <w:rPr>
          <w:rFonts w:eastAsia="Georgia"/>
        </w:rPr>
        <w:t>— </w:t>
      </w:r>
      <w:r w:rsidR="00B27708">
        <w:t>Puisque vous êtes si matériellement esclave de votre gourmandise</w:t>
      </w:r>
      <w:r>
        <w:t xml:space="preserve">, </w:t>
      </w:r>
      <w:r w:rsidR="00B27708">
        <w:t>mon cher ami</w:t>
      </w:r>
      <w:r>
        <w:t xml:space="preserve">, </w:t>
      </w:r>
      <w:r w:rsidR="00B27708">
        <w:t>réjouissez-vous</w:t>
      </w:r>
      <w:r>
        <w:t xml:space="preserve">. </w:t>
      </w:r>
      <w:r w:rsidR="00B27708">
        <w:t>Il est recommandé</w:t>
      </w:r>
      <w:r>
        <w:t xml:space="preserve">, </w:t>
      </w:r>
      <w:r w:rsidR="00B27708">
        <w:t>avant le départ</w:t>
      </w:r>
      <w:r>
        <w:t xml:space="preserve">, </w:t>
      </w:r>
      <w:r w:rsidR="00B27708">
        <w:t>de se mettre littéralement à l</w:t>
      </w:r>
      <w:r>
        <w:t>’</w:t>
      </w:r>
      <w:r w:rsidR="00B27708">
        <w:t>engrais</w:t>
      </w:r>
      <w:r>
        <w:t xml:space="preserve">, </w:t>
      </w:r>
      <w:r w:rsidR="00B27708">
        <w:t>comme un volatile destiné à quelque réveillon</w:t>
      </w:r>
      <w:r>
        <w:t xml:space="preserve">, </w:t>
      </w:r>
      <w:r w:rsidR="00B27708">
        <w:t>afin que chacun vive un peu sur sa graisse</w:t>
      </w:r>
      <w:r>
        <w:t xml:space="preserve">, </w:t>
      </w:r>
      <w:r w:rsidR="00B27708">
        <w:t>pendant le voyage</w:t>
      </w:r>
      <w:r>
        <w:t xml:space="preserve">. </w:t>
      </w:r>
      <w:r w:rsidR="00B27708">
        <w:t>Ainsi</w:t>
      </w:r>
      <w:r>
        <w:t xml:space="preserve">, </w:t>
      </w:r>
      <w:r w:rsidR="00B27708">
        <w:t>multipliez les bons repas</w:t>
      </w:r>
      <w:r>
        <w:t xml:space="preserve">, </w:t>
      </w:r>
      <w:r w:rsidR="00B27708">
        <w:t>et faites honneur</w:t>
      </w:r>
      <w:r>
        <w:t xml:space="preserve">, </w:t>
      </w:r>
      <w:r w:rsidR="00B27708">
        <w:t>sans crainte</w:t>
      </w:r>
      <w:r>
        <w:t xml:space="preserve">, </w:t>
      </w:r>
      <w:r w:rsidR="00B27708">
        <w:t>aux chefs-d</w:t>
      </w:r>
      <w:r>
        <w:t>’</w:t>
      </w:r>
      <w:r w:rsidR="00B27708">
        <w:t xml:space="preserve">œuvre culinaires du chef de </w:t>
      </w:r>
      <w:r>
        <w:t>M. </w:t>
      </w:r>
      <w:proofErr w:type="spellStart"/>
      <w:r w:rsidR="00B27708">
        <w:t>Grimaille</w:t>
      </w:r>
      <w:proofErr w:type="spellEnd"/>
      <w:r>
        <w:t>.</w:t>
      </w:r>
    </w:p>
    <w:p w14:paraId="06926D2F" w14:textId="77777777" w:rsidR="00987D49" w:rsidRDefault="00B27708" w:rsidP="00B27708">
      <w:r>
        <w:lastRenderedPageBreak/>
        <w:t>Il est de fait que</w:t>
      </w:r>
      <w:r w:rsidR="00987D49">
        <w:t xml:space="preserve">, </w:t>
      </w:r>
      <w:r>
        <w:t>dans la propriété du milliardaire</w:t>
      </w:r>
      <w:r w:rsidR="00987D49">
        <w:t xml:space="preserve">, </w:t>
      </w:r>
      <w:r>
        <w:t>nous savourions des menus de haut goût</w:t>
      </w:r>
      <w:r w:rsidR="00987D49">
        <w:t>…</w:t>
      </w:r>
    </w:p>
    <w:p w14:paraId="782BB449" w14:textId="77777777" w:rsidR="00987D49" w:rsidRDefault="00987D49" w:rsidP="00B27708">
      <w:r>
        <w:rPr>
          <w:rFonts w:eastAsia="Georgia"/>
        </w:rPr>
        <w:t>— </w:t>
      </w:r>
      <w:r w:rsidR="00B27708">
        <w:t>Durant le trajet</w:t>
      </w:r>
      <w:r>
        <w:t xml:space="preserve">, </w:t>
      </w:r>
      <w:r w:rsidR="00B27708">
        <w:t>intervint Hélène</w:t>
      </w:r>
      <w:r>
        <w:t xml:space="preserve">, </w:t>
      </w:r>
      <w:r w:rsidR="00B27708">
        <w:t>c</w:t>
      </w:r>
      <w:r>
        <w:t>’</w:t>
      </w:r>
      <w:r w:rsidR="00B27708">
        <w:t>est moi qui serai la cuisinière</w:t>
      </w:r>
      <w:r>
        <w:t>…</w:t>
      </w:r>
    </w:p>
    <w:p w14:paraId="69112193" w14:textId="77777777" w:rsidR="00987D49" w:rsidRDefault="00B27708" w:rsidP="00B27708">
      <w:r>
        <w:t>Elle me fit admirer le petit réchaud électrique</w:t>
      </w:r>
      <w:r w:rsidR="00987D49">
        <w:t xml:space="preserve">, </w:t>
      </w:r>
      <w:r>
        <w:t>branché sur l</w:t>
      </w:r>
      <w:r w:rsidR="00987D49">
        <w:t>’</w:t>
      </w:r>
      <w:r>
        <w:t>unique batterie d</w:t>
      </w:r>
      <w:r w:rsidR="00987D49">
        <w:t>’</w:t>
      </w:r>
      <w:r>
        <w:t>accumulateurs qui nous dispenserait également la lumière</w:t>
      </w:r>
      <w:r w:rsidR="00987D49">
        <w:t xml:space="preserve">, </w:t>
      </w:r>
      <w:r>
        <w:t>et les rares ustensiles ménagers qui brillaient de tout leur neuf</w:t>
      </w:r>
      <w:r w:rsidR="00987D49">
        <w:t>…</w:t>
      </w:r>
    </w:p>
    <w:p w14:paraId="6AA3B7E7" w14:textId="77777777" w:rsidR="00987D49" w:rsidRDefault="00B27708" w:rsidP="00B27708">
      <w:r>
        <w:t>Une chose me tracassait</w:t>
      </w:r>
      <w:r w:rsidR="00987D49">
        <w:t xml:space="preserve"> : </w:t>
      </w:r>
      <w:r>
        <w:t>la position des fauteuils-lits et celle du parquet sur lequel étaient fixés les appareils</w:t>
      </w:r>
      <w:r w:rsidR="00987D49">
        <w:t xml:space="preserve">. </w:t>
      </w:r>
      <w:r>
        <w:t>Tout cela était étrangement de biais</w:t>
      </w:r>
      <w:r w:rsidR="00987D49">
        <w:t>.</w:t>
      </w:r>
    </w:p>
    <w:p w14:paraId="2DAB751E" w14:textId="77777777" w:rsidR="00987D49" w:rsidRDefault="00987D49" w:rsidP="00B27708">
      <w:r>
        <w:rPr>
          <w:rFonts w:eastAsia="Georgia"/>
        </w:rPr>
        <w:t>— </w:t>
      </w:r>
      <w:r w:rsidR="00B27708">
        <w:t>Comment pourrons-nous tenir debout sur ce parquet et couchés dans ces fauteuils</w:t>
      </w:r>
      <w:r>
        <w:t xml:space="preserve"> ? </w:t>
      </w:r>
      <w:r w:rsidR="00B27708">
        <w:t>demandai-je assez timidement avec le sentiment que je risquais une sottise</w:t>
      </w:r>
      <w:r>
        <w:t>.</w:t>
      </w:r>
    </w:p>
    <w:p w14:paraId="3D4FB2CF" w14:textId="77777777" w:rsidR="00987D49" w:rsidRDefault="00B27708" w:rsidP="00B27708">
      <w:r>
        <w:t>Un éclat de rire fut la réponse attendue</w:t>
      </w:r>
      <w:r w:rsidR="00987D49">
        <w:t xml:space="preserve">. </w:t>
      </w:r>
      <w:r>
        <w:t>Mais le commentaire suivit</w:t>
      </w:r>
      <w:r w:rsidR="00987D49">
        <w:t> :</w:t>
      </w:r>
    </w:p>
    <w:p w14:paraId="45F26C59" w14:textId="77777777" w:rsidR="00987D49" w:rsidRDefault="00987D49" w:rsidP="00B27708">
      <w:r>
        <w:rPr>
          <w:rFonts w:eastAsia="Georgia"/>
        </w:rPr>
        <w:t>— </w:t>
      </w:r>
      <w:r w:rsidR="00B27708">
        <w:t xml:space="preserve">Le </w:t>
      </w:r>
      <w:r>
        <w:t>« </w:t>
      </w:r>
      <w:r w:rsidR="00B27708">
        <w:t>Bolide</w:t>
      </w:r>
      <w:r>
        <w:t> »</w:t>
      </w:r>
      <w:r w:rsidR="00B27708">
        <w:t xml:space="preserve"> flotte actuellement dans l</w:t>
      </w:r>
      <w:r>
        <w:t>’</w:t>
      </w:r>
      <w:r w:rsidR="00B27708">
        <w:t>eau du lac</w:t>
      </w:r>
      <w:r>
        <w:t xml:space="preserve">. </w:t>
      </w:r>
      <w:r w:rsidR="00B27708">
        <w:t>Au départ</w:t>
      </w:r>
      <w:r>
        <w:t xml:space="preserve">, </w:t>
      </w:r>
      <w:r w:rsidR="00B27708">
        <w:t>il se redressera et nous aurons le sol horizontal sous nos pieds</w:t>
      </w:r>
      <w:r>
        <w:t xml:space="preserve">, </w:t>
      </w:r>
      <w:r w:rsidR="00B27708">
        <w:t>la coupole au-dessus de nos têtes</w:t>
      </w:r>
      <w:r>
        <w:t xml:space="preserve">, </w:t>
      </w:r>
      <w:r w:rsidR="00B27708">
        <w:t>les fauteuils à leurs places normales</w:t>
      </w:r>
      <w:r>
        <w:t>…</w:t>
      </w:r>
    </w:p>
    <w:p w14:paraId="4E28D868" w14:textId="77777777" w:rsidR="00987D49" w:rsidRDefault="00B27708" w:rsidP="00B27708">
      <w:r>
        <w:t>À mesure que l</w:t>
      </w:r>
      <w:r w:rsidR="00987D49">
        <w:t>’</w:t>
      </w:r>
      <w:r>
        <w:t xml:space="preserve">on approchait du jour fixé par René </w:t>
      </w:r>
      <w:proofErr w:type="spellStart"/>
      <w:r>
        <w:t>Lesmond</w:t>
      </w:r>
      <w:proofErr w:type="spellEnd"/>
      <w:r>
        <w:t xml:space="preserve"> pour le départ</w:t>
      </w:r>
      <w:r w:rsidR="00987D49">
        <w:t xml:space="preserve">, </w:t>
      </w:r>
      <w:r>
        <w:t>je me familiarisais peu à peu avec l</w:t>
      </w:r>
      <w:r w:rsidR="00987D49">
        <w:t>’</w:t>
      </w:r>
      <w:r>
        <w:t>idée du voyage et j</w:t>
      </w:r>
      <w:r w:rsidR="00987D49">
        <w:t>’</w:t>
      </w:r>
      <w:r>
        <w:t>apprenais à connaître mieux les caractéristiques de notre astronef</w:t>
      </w:r>
      <w:r w:rsidR="00987D49">
        <w:t>.</w:t>
      </w:r>
    </w:p>
    <w:p w14:paraId="5DBB5971" w14:textId="77777777" w:rsidR="00987D49" w:rsidRDefault="00B27708" w:rsidP="00B27708">
      <w:r>
        <w:t>Cette cabine demi-sphérique</w:t>
      </w:r>
      <w:r w:rsidR="00987D49">
        <w:t xml:space="preserve">, </w:t>
      </w:r>
      <w:r>
        <w:t>qui serait le logement de l</w:t>
      </w:r>
      <w:r w:rsidR="00987D49">
        <w:t>’</w:t>
      </w:r>
      <w:r>
        <w:t>équipage</w:t>
      </w:r>
      <w:r w:rsidR="00987D49">
        <w:t xml:space="preserve">, </w:t>
      </w:r>
      <w:r>
        <w:t>n</w:t>
      </w:r>
      <w:r w:rsidR="00987D49">
        <w:t>’</w:t>
      </w:r>
      <w:r>
        <w:t>était que la plus infime partie de l</w:t>
      </w:r>
      <w:r w:rsidR="00987D49">
        <w:t>’</w:t>
      </w:r>
      <w:r>
        <w:t>appareil</w:t>
      </w:r>
      <w:r w:rsidR="00987D49">
        <w:t>.</w:t>
      </w:r>
    </w:p>
    <w:p w14:paraId="3532EF50" w14:textId="77777777" w:rsidR="00987D49" w:rsidRDefault="00B27708" w:rsidP="00B27708">
      <w:r>
        <w:t>La série des prismes hexagonaux la prolongeait de quarante mètres au moins</w:t>
      </w:r>
      <w:r w:rsidR="00987D49">
        <w:t xml:space="preserve">. </w:t>
      </w:r>
      <w:r>
        <w:t>Ils allaient s</w:t>
      </w:r>
      <w:r w:rsidR="00987D49">
        <w:t>’</w:t>
      </w:r>
      <w:r>
        <w:t>amincissant vers l</w:t>
      </w:r>
      <w:r w:rsidR="00987D49">
        <w:t>’</w:t>
      </w:r>
      <w:r>
        <w:t>extrémité et semblaient s</w:t>
      </w:r>
      <w:r w:rsidR="00987D49">
        <w:t>’</w:t>
      </w:r>
      <w:r>
        <w:t>emboîter l</w:t>
      </w:r>
      <w:r w:rsidR="00987D49">
        <w:t>’</w:t>
      </w:r>
      <w:r>
        <w:t>une dans l</w:t>
      </w:r>
      <w:r w:rsidR="00987D49">
        <w:t>’</w:t>
      </w:r>
      <w:r>
        <w:t xml:space="preserve">autre à la manière des différents tubes </w:t>
      </w:r>
      <w:r>
        <w:lastRenderedPageBreak/>
        <w:t>d</w:t>
      </w:r>
      <w:r w:rsidR="00987D49">
        <w:t>’</w:t>
      </w:r>
      <w:r>
        <w:t>un télescope</w:t>
      </w:r>
      <w:r w:rsidR="00987D49">
        <w:t xml:space="preserve">. </w:t>
      </w:r>
      <w:r>
        <w:t>J</w:t>
      </w:r>
      <w:r w:rsidR="00987D49">
        <w:t>’</w:t>
      </w:r>
      <w:r>
        <w:t>appris que ces prismes contenaient les fusées-gigognes dont l</w:t>
      </w:r>
      <w:r w:rsidR="00987D49">
        <w:t>’</w:t>
      </w:r>
      <w:r>
        <w:t>explosion vers l</w:t>
      </w:r>
      <w:r w:rsidR="00987D49">
        <w:t>’</w:t>
      </w:r>
      <w:r>
        <w:t>arrière</w:t>
      </w:r>
      <w:r w:rsidR="00987D49">
        <w:t xml:space="preserve">, </w:t>
      </w:r>
      <w:r>
        <w:t>donnerait son impulsion à notre nef</w:t>
      </w:r>
      <w:r w:rsidR="00987D49">
        <w:t xml:space="preserve">. </w:t>
      </w:r>
      <w:r>
        <w:t>Ces explosions seraient provoquées de l</w:t>
      </w:r>
      <w:r w:rsidR="00987D49">
        <w:t>’</w:t>
      </w:r>
      <w:r>
        <w:t>intérieur de la cabine</w:t>
      </w:r>
      <w:r w:rsidR="00987D49">
        <w:t xml:space="preserve">, </w:t>
      </w:r>
      <w:r>
        <w:t>selon la volonté du pilote</w:t>
      </w:r>
      <w:r w:rsidR="00987D49">
        <w:t xml:space="preserve">. </w:t>
      </w:r>
      <w:r>
        <w:t>Une fois vidée</w:t>
      </w:r>
      <w:r w:rsidR="00987D49">
        <w:t xml:space="preserve">, </w:t>
      </w:r>
      <w:r>
        <w:t>chaque carcasse tomberait automatiquement dans le vide et débarrasserait le vaisseau qui arriverait ainsi</w:t>
      </w:r>
      <w:r w:rsidR="00987D49">
        <w:t xml:space="preserve">, </w:t>
      </w:r>
      <w:r>
        <w:t>sur le satellite</w:t>
      </w:r>
      <w:r w:rsidR="00987D49">
        <w:t xml:space="preserve">, </w:t>
      </w:r>
      <w:r>
        <w:t>sensiblement diminué de dimension et de masse</w:t>
      </w:r>
      <w:r w:rsidR="00987D49">
        <w:t>.</w:t>
      </w:r>
    </w:p>
    <w:p w14:paraId="534D15E2" w14:textId="77777777" w:rsidR="00987D49" w:rsidRDefault="00B27708" w:rsidP="00B27708">
      <w:r>
        <w:t>Certaines fusées</w:t>
      </w:r>
      <w:r w:rsidR="00987D49">
        <w:t xml:space="preserve">, </w:t>
      </w:r>
      <w:r>
        <w:t>les plus importantes</w:t>
      </w:r>
      <w:r w:rsidR="00987D49">
        <w:t xml:space="preserve">, </w:t>
      </w:r>
      <w:r>
        <w:t>s</w:t>
      </w:r>
      <w:r w:rsidR="00987D49">
        <w:t>’</w:t>
      </w:r>
      <w:r>
        <w:t>enflammant vers l</w:t>
      </w:r>
      <w:r w:rsidR="00987D49">
        <w:t>’</w:t>
      </w:r>
      <w:r>
        <w:t>arrière</w:t>
      </w:r>
      <w:r w:rsidR="00987D49">
        <w:t xml:space="preserve">, </w:t>
      </w:r>
      <w:r>
        <w:t>serviraient uniquement à la propulsion</w:t>
      </w:r>
      <w:r w:rsidR="00987D49">
        <w:t xml:space="preserve">. </w:t>
      </w:r>
      <w:r>
        <w:t>D</w:t>
      </w:r>
      <w:r w:rsidR="00987D49">
        <w:t>’</w:t>
      </w:r>
      <w:r>
        <w:t>autres</w:t>
      </w:r>
      <w:r w:rsidR="00987D49">
        <w:t xml:space="preserve">, </w:t>
      </w:r>
      <w:r>
        <w:t>placées sur les côtés</w:t>
      </w:r>
      <w:r w:rsidR="00987D49">
        <w:t xml:space="preserve">, </w:t>
      </w:r>
      <w:r>
        <w:t>permettraient</w:t>
      </w:r>
      <w:r w:rsidR="00987D49">
        <w:t xml:space="preserve">, </w:t>
      </w:r>
      <w:r>
        <w:t>le cas échéant</w:t>
      </w:r>
      <w:r w:rsidR="00987D49">
        <w:t xml:space="preserve">, </w:t>
      </w:r>
      <w:r>
        <w:t>de modifier la direction</w:t>
      </w:r>
      <w:r w:rsidR="00987D49">
        <w:t>.</w:t>
      </w:r>
    </w:p>
    <w:p w14:paraId="65B5E315" w14:textId="77777777" w:rsidR="00987D49" w:rsidRDefault="00B27708" w:rsidP="00B27708">
      <w:r>
        <w:t>J</w:t>
      </w:r>
      <w:r w:rsidR="00987D49">
        <w:t>’</w:t>
      </w:r>
      <w:r>
        <w:t>appris cette particularité au cours d</w:t>
      </w:r>
      <w:r w:rsidR="00987D49">
        <w:t>’</w:t>
      </w:r>
      <w:r>
        <w:t>une discussion</w:t>
      </w:r>
      <w:r w:rsidR="00987D49">
        <w:t xml:space="preserve">, </w:t>
      </w:r>
      <w:r>
        <w:t>survenue quelques jours avant le départ</w:t>
      </w:r>
      <w:r w:rsidR="00987D49">
        <w:t xml:space="preserve">. </w:t>
      </w:r>
      <w:r>
        <w:t>Ce fut moi</w:t>
      </w:r>
      <w:r w:rsidR="00987D49">
        <w:t xml:space="preserve">, </w:t>
      </w:r>
      <w:r>
        <w:t>il faut en convenir</w:t>
      </w:r>
      <w:r w:rsidR="00987D49">
        <w:t xml:space="preserve">, </w:t>
      </w:r>
      <w:r>
        <w:t>qui la provoquai</w:t>
      </w:r>
      <w:r w:rsidR="00987D49">
        <w:t xml:space="preserve">. </w:t>
      </w:r>
      <w:r>
        <w:t>Mon incertitude m</w:t>
      </w:r>
      <w:r w:rsidR="00987D49">
        <w:t>’</w:t>
      </w:r>
      <w:r>
        <w:t>avait repris</w:t>
      </w:r>
      <w:r w:rsidR="00987D49">
        <w:t xml:space="preserve">. </w:t>
      </w:r>
      <w:r>
        <w:t>Lorsque j</w:t>
      </w:r>
      <w:r w:rsidR="00987D49">
        <w:t>’</w:t>
      </w:r>
      <w:r>
        <w:t>étais seul</w:t>
      </w:r>
      <w:r w:rsidR="00987D49">
        <w:t xml:space="preserve">, </w:t>
      </w:r>
      <w:r>
        <w:t>livré à mes pensées</w:t>
      </w:r>
      <w:r w:rsidR="00987D49">
        <w:t xml:space="preserve">, </w:t>
      </w:r>
      <w:r>
        <w:t>je mesurais l</w:t>
      </w:r>
      <w:r w:rsidR="00987D49">
        <w:t>’</w:t>
      </w:r>
      <w:r>
        <w:t>extravagance du dessein formé par mes compagnons et je me reprochais de me faire le complice de cette mortelle folie</w:t>
      </w:r>
      <w:r w:rsidR="00987D49">
        <w:t xml:space="preserve">. </w:t>
      </w:r>
      <w:r>
        <w:t>Cette fois</w:t>
      </w:r>
      <w:r w:rsidR="00987D49">
        <w:t xml:space="preserve">, </w:t>
      </w:r>
      <w:r>
        <w:t>l</w:t>
      </w:r>
      <w:r w:rsidR="00987D49">
        <w:t>’</w:t>
      </w:r>
      <w:r>
        <w:t xml:space="preserve">idée me poursuivit quand je fus en présence du futur équipage du </w:t>
      </w:r>
      <w:r w:rsidR="00987D49">
        <w:t>« </w:t>
      </w:r>
      <w:r>
        <w:t>Bolide</w:t>
      </w:r>
      <w:r w:rsidR="00987D49">
        <w:t xml:space="preserve"> ». </w:t>
      </w:r>
      <w:r>
        <w:t>Nous étions au dessert</w:t>
      </w:r>
      <w:r w:rsidR="00987D49">
        <w:t xml:space="preserve">, </w:t>
      </w:r>
      <w:r>
        <w:t>après un de ces succulents repas qui nous préparaient à affronter une disette relative</w:t>
      </w:r>
      <w:r w:rsidR="00987D49">
        <w:t xml:space="preserve">. </w:t>
      </w:r>
      <w:r>
        <w:t>Le commanditaire venait de nous faire verser une fine champagne pour le moins centenaire</w:t>
      </w:r>
      <w:r w:rsidR="00987D49">
        <w:t xml:space="preserve">. </w:t>
      </w:r>
      <w:r>
        <w:t>Je la savourais</w:t>
      </w:r>
      <w:r w:rsidR="00987D49">
        <w:t xml:space="preserve">, </w:t>
      </w:r>
      <w:r>
        <w:t>en me disant que la vie sur la vieille planète avait tout de même du bon</w:t>
      </w:r>
      <w:r w:rsidR="00987D49">
        <w:t xml:space="preserve">, </w:t>
      </w:r>
      <w:r>
        <w:t>et je m</w:t>
      </w:r>
      <w:r w:rsidR="00987D49">
        <w:t>’</w:t>
      </w:r>
      <w:r>
        <w:t>écriai soudain</w:t>
      </w:r>
      <w:r w:rsidR="00987D49">
        <w:t xml:space="preserve">, </w:t>
      </w:r>
      <w:r>
        <w:t>presque malgré moi</w:t>
      </w:r>
      <w:r w:rsidR="00987D49">
        <w:t> :</w:t>
      </w:r>
    </w:p>
    <w:p w14:paraId="545946CB" w14:textId="77777777" w:rsidR="00987D49" w:rsidRDefault="00987D49" w:rsidP="00B27708">
      <w:r>
        <w:rPr>
          <w:rFonts w:eastAsia="Georgia"/>
        </w:rPr>
        <w:t>— </w:t>
      </w:r>
      <w:r w:rsidR="00B27708">
        <w:t>Enfin</w:t>
      </w:r>
      <w:r>
        <w:t xml:space="preserve">, </w:t>
      </w:r>
      <w:r w:rsidR="00B27708">
        <w:t>êtes-vous bien sûr</w:t>
      </w:r>
      <w:r>
        <w:t xml:space="preserve">, </w:t>
      </w:r>
      <w:r w:rsidR="00B27708">
        <w:t>mon cher René</w:t>
      </w:r>
      <w:r>
        <w:t xml:space="preserve">, </w:t>
      </w:r>
      <w:r w:rsidR="00B27708">
        <w:t>que votre satellite existe et vous</w:t>
      </w:r>
      <w:r>
        <w:t xml:space="preserve">, </w:t>
      </w:r>
      <w:r w:rsidR="00B27708">
        <w:t>mon cher Pierre</w:t>
      </w:r>
      <w:r>
        <w:t xml:space="preserve">, </w:t>
      </w:r>
      <w:r w:rsidR="00B27708">
        <w:t>que nous l</w:t>
      </w:r>
      <w:r>
        <w:t>’</w:t>
      </w:r>
      <w:r w:rsidR="00B27708">
        <w:t>atteindrons</w:t>
      </w:r>
      <w:r>
        <w:t> ?</w:t>
      </w:r>
    </w:p>
    <w:p w14:paraId="46DEA520" w14:textId="77777777" w:rsidR="00987D49" w:rsidRDefault="00B27708" w:rsidP="00B27708">
      <w:r>
        <w:t>Cette question apparut</w:t>
      </w:r>
      <w:r w:rsidR="00987D49">
        <w:t xml:space="preserve">, </w:t>
      </w:r>
      <w:r>
        <w:t>aux yeux de mes amis</w:t>
      </w:r>
      <w:r w:rsidR="00987D49">
        <w:t xml:space="preserve">, </w:t>
      </w:r>
      <w:r>
        <w:t>et aux yeux d</w:t>
      </w:r>
      <w:r w:rsidR="00987D49">
        <w:t>’</w:t>
      </w:r>
      <w:r>
        <w:t>Hélène</w:t>
      </w:r>
      <w:r w:rsidR="00987D49">
        <w:t xml:space="preserve">, </w:t>
      </w:r>
      <w:r>
        <w:t>comme une sorte de sacrilège</w:t>
      </w:r>
      <w:r w:rsidR="00987D49">
        <w:t xml:space="preserve">. </w:t>
      </w:r>
      <w:r>
        <w:t xml:space="preserve">Douter de </w:t>
      </w:r>
      <w:r w:rsidR="00987D49">
        <w:t xml:space="preserve">Phœbé II ! </w:t>
      </w:r>
      <w:r>
        <w:t xml:space="preserve">Douter du </w:t>
      </w:r>
      <w:r w:rsidR="00987D49">
        <w:t>« </w:t>
      </w:r>
      <w:r>
        <w:t>Bolide</w:t>
      </w:r>
      <w:r w:rsidR="00987D49">
        <w:t xml:space="preserve"> » ! </w:t>
      </w:r>
      <w:r>
        <w:t>Quel crime abominable</w:t>
      </w:r>
      <w:r w:rsidR="00987D49">
        <w:t xml:space="preserve"> !… </w:t>
      </w:r>
      <w:r>
        <w:t>Toute l</w:t>
      </w:r>
      <w:r w:rsidR="00987D49">
        <w:t>’</w:t>
      </w:r>
      <w:r>
        <w:t>assistance se récria</w:t>
      </w:r>
      <w:r w:rsidR="00987D49">
        <w:t xml:space="preserve">. </w:t>
      </w:r>
      <w:r>
        <w:t>Le seul Fernand</w:t>
      </w:r>
      <w:r w:rsidR="00987D49">
        <w:t xml:space="preserve">, </w:t>
      </w:r>
      <w:r>
        <w:t>avant de faire chorus</w:t>
      </w:r>
      <w:r w:rsidR="00987D49">
        <w:t xml:space="preserve">, </w:t>
      </w:r>
      <w:r>
        <w:t xml:space="preserve">observa la réaction de </w:t>
      </w:r>
      <w:proofErr w:type="spellStart"/>
      <w:r>
        <w:t>Grimaille</w:t>
      </w:r>
      <w:proofErr w:type="spellEnd"/>
      <w:r w:rsidR="00987D49">
        <w:t xml:space="preserve">, </w:t>
      </w:r>
      <w:r>
        <w:t>puis se hâta de s</w:t>
      </w:r>
      <w:r w:rsidR="00987D49">
        <w:t>’</w:t>
      </w:r>
      <w:r>
        <w:t>y conformer</w:t>
      </w:r>
      <w:r w:rsidR="00987D49">
        <w:t xml:space="preserve">, </w:t>
      </w:r>
      <w:r>
        <w:t>en clamant son indignation plus fort que les autres</w:t>
      </w:r>
      <w:r w:rsidR="00987D49">
        <w:t>…</w:t>
      </w:r>
    </w:p>
    <w:p w14:paraId="2D363575" w14:textId="77777777" w:rsidR="00987D49" w:rsidRDefault="00B27708" w:rsidP="00B27708">
      <w:r>
        <w:lastRenderedPageBreak/>
        <w:t>Je laissai s</w:t>
      </w:r>
      <w:r w:rsidR="00987D49">
        <w:t>’</w:t>
      </w:r>
      <w:r>
        <w:t>apaiser le tumulte</w:t>
      </w:r>
      <w:r w:rsidR="00987D49">
        <w:t xml:space="preserve">, </w:t>
      </w:r>
      <w:r>
        <w:t>avant d</w:t>
      </w:r>
      <w:r w:rsidR="00987D49">
        <w:t>’</w:t>
      </w:r>
      <w:r>
        <w:t>insister</w:t>
      </w:r>
      <w:r w:rsidR="00987D49">
        <w:t xml:space="preserve">, </w:t>
      </w:r>
      <w:r>
        <w:t>décidément en veine de contradiction</w:t>
      </w:r>
      <w:r w:rsidR="00987D49">
        <w:t> :</w:t>
      </w:r>
    </w:p>
    <w:p w14:paraId="05DF09F9" w14:textId="77777777" w:rsidR="00987D49" w:rsidRDefault="00987D49" w:rsidP="00B27708">
      <w:r>
        <w:rPr>
          <w:rFonts w:eastAsia="Georgia"/>
        </w:rPr>
        <w:t>— </w:t>
      </w:r>
      <w:r w:rsidR="00B27708">
        <w:t>Vous êtes sûrs de vos calculs</w:t>
      </w:r>
      <w:r>
        <w:t xml:space="preserve">, </w:t>
      </w:r>
      <w:r w:rsidR="00B27708">
        <w:t>soit</w:t>
      </w:r>
      <w:r>
        <w:t xml:space="preserve"> ! </w:t>
      </w:r>
      <w:r w:rsidR="00B27708">
        <w:t>Mais dans l</w:t>
      </w:r>
      <w:r>
        <w:t>’</w:t>
      </w:r>
      <w:r w:rsidR="00B27708">
        <w:t>hypothèse</w:t>
      </w:r>
      <w:r>
        <w:t xml:space="preserve">, </w:t>
      </w:r>
      <w:r w:rsidR="00B27708">
        <w:t>absurde si vous voulez</w:t>
      </w:r>
      <w:r>
        <w:t xml:space="preserve">, </w:t>
      </w:r>
      <w:r w:rsidR="00B27708">
        <w:t>où vous vous seriez trompé</w:t>
      </w:r>
      <w:r>
        <w:t xml:space="preserve">, </w:t>
      </w:r>
      <w:r w:rsidR="00B27708">
        <w:t>dites-moi ce que deviendrait l</w:t>
      </w:r>
      <w:r>
        <w:t>’</w:t>
      </w:r>
      <w:r w:rsidR="00B27708">
        <w:t>astronef</w:t>
      </w:r>
      <w:r>
        <w:t xml:space="preserve">. </w:t>
      </w:r>
      <w:r w:rsidR="00B27708">
        <w:t>Serait-il condamné à errer dans l</w:t>
      </w:r>
      <w:r>
        <w:t>’</w:t>
      </w:r>
      <w:r w:rsidR="00B27708">
        <w:t>espace sans fin</w:t>
      </w:r>
      <w:r>
        <w:t xml:space="preserve"> ? </w:t>
      </w:r>
      <w:r w:rsidR="00B27708">
        <w:t>Deviendrait-il lui-même le satellite de quelque corps céleste plus gros</w:t>
      </w:r>
      <w:r>
        <w:t xml:space="preserve"> ? </w:t>
      </w:r>
      <w:r w:rsidR="00B27708">
        <w:t>Et nos cadavres refroidis tourneraient-ils éternellement dans leur enveloppe métallique</w:t>
      </w:r>
      <w:r>
        <w:t xml:space="preserve">, </w:t>
      </w:r>
      <w:r w:rsidR="00B27708">
        <w:t>autour d</w:t>
      </w:r>
      <w:r>
        <w:t>’</w:t>
      </w:r>
      <w:r w:rsidR="00B27708">
        <w:t>un astre inconnu</w:t>
      </w:r>
      <w:r>
        <w:t> ?</w:t>
      </w:r>
    </w:p>
    <w:p w14:paraId="67C43125" w14:textId="77777777" w:rsidR="00987D49" w:rsidRDefault="00987D49" w:rsidP="00B27708">
      <w:r>
        <w:rPr>
          <w:rFonts w:eastAsia="Georgia"/>
        </w:rPr>
        <w:t>— </w:t>
      </w:r>
      <w:r w:rsidR="00B27708">
        <w:t>Bah</w:t>
      </w:r>
      <w:r>
        <w:t xml:space="preserve"> ! </w:t>
      </w:r>
      <w:r w:rsidR="00B27708">
        <w:t xml:space="preserve">murmura </w:t>
      </w:r>
      <w:proofErr w:type="spellStart"/>
      <w:r w:rsidR="00B27708">
        <w:t>Grimaille</w:t>
      </w:r>
      <w:proofErr w:type="spellEnd"/>
      <w:r>
        <w:t xml:space="preserve">, </w:t>
      </w:r>
      <w:r w:rsidR="00B27708">
        <w:t>il faut bien mourir de quelque chose</w:t>
      </w:r>
      <w:r>
        <w:t xml:space="preserve">. </w:t>
      </w:r>
      <w:r w:rsidR="00B27708">
        <w:t>Un astronef vaut bien un cercueil vulgaire</w:t>
      </w:r>
      <w:r>
        <w:t>…</w:t>
      </w:r>
    </w:p>
    <w:p w14:paraId="1159C803" w14:textId="77777777" w:rsidR="00987D49" w:rsidRDefault="00B27708" w:rsidP="00B27708">
      <w:r>
        <w:t>Mais Pierre protestait</w:t>
      </w:r>
      <w:r w:rsidR="00987D49">
        <w:t> :</w:t>
      </w:r>
    </w:p>
    <w:p w14:paraId="066237EF" w14:textId="77777777" w:rsidR="00987D49" w:rsidRDefault="00987D49" w:rsidP="00B27708">
      <w:r>
        <w:rPr>
          <w:rFonts w:eastAsia="Georgia"/>
        </w:rPr>
        <w:t>— </w:t>
      </w:r>
      <w:r w:rsidR="00B27708">
        <w:t>Par le jeu des fusées de direction</w:t>
      </w:r>
      <w:r>
        <w:t xml:space="preserve">, </w:t>
      </w:r>
      <w:r w:rsidR="00B27708">
        <w:t xml:space="preserve">notre </w:t>
      </w:r>
      <w:r>
        <w:t>« </w:t>
      </w:r>
      <w:r w:rsidR="00B27708">
        <w:t>Bolide</w:t>
      </w:r>
      <w:r>
        <w:t> »</w:t>
      </w:r>
      <w:r w:rsidR="00B27708">
        <w:t xml:space="preserve"> pourrait poursuivre son voyage vers la Lune</w:t>
      </w:r>
      <w:r>
        <w:t xml:space="preserve">, </w:t>
      </w:r>
      <w:r w:rsidR="00B27708">
        <w:t>ou même faire le tour complet sur lui-même</w:t>
      </w:r>
      <w:r>
        <w:t xml:space="preserve">, </w:t>
      </w:r>
      <w:r w:rsidR="00B27708">
        <w:t>en plusieurs manœuvres</w:t>
      </w:r>
      <w:r>
        <w:t xml:space="preserve">, </w:t>
      </w:r>
      <w:r w:rsidR="00B27708">
        <w:t>comme une auto qui vire</w:t>
      </w:r>
      <w:r>
        <w:t xml:space="preserve">, </w:t>
      </w:r>
      <w:r w:rsidR="00B27708">
        <w:t>et revenir tout bonnement sur la Terre</w:t>
      </w:r>
      <w:r>
        <w:t>…</w:t>
      </w:r>
    </w:p>
    <w:p w14:paraId="3C9E4EF1" w14:textId="77777777" w:rsidR="00987D49" w:rsidRDefault="00987D49" w:rsidP="00B27708">
      <w:r>
        <w:rPr>
          <w:rFonts w:eastAsia="Georgia"/>
        </w:rPr>
        <w:t>— </w:t>
      </w:r>
      <w:r w:rsidR="00B27708">
        <w:t>Pour y préparer</w:t>
      </w:r>
      <w:r>
        <w:t xml:space="preserve">, </w:t>
      </w:r>
      <w:r w:rsidR="00B27708">
        <w:t>compléta Hélène</w:t>
      </w:r>
      <w:r>
        <w:t xml:space="preserve">, </w:t>
      </w:r>
      <w:r w:rsidR="00B27708">
        <w:t>vibrante d</w:t>
      </w:r>
      <w:r>
        <w:t>’</w:t>
      </w:r>
      <w:r w:rsidR="00B27708">
        <w:t>ardeur</w:t>
      </w:r>
      <w:r>
        <w:t xml:space="preserve">, </w:t>
      </w:r>
      <w:r w:rsidR="00B27708">
        <w:t>un nouveau voyage</w:t>
      </w:r>
      <w:r>
        <w:t xml:space="preserve">, </w:t>
      </w:r>
      <w:r w:rsidR="00B27708">
        <w:t>qui réussirait</w:t>
      </w:r>
      <w:r>
        <w:t xml:space="preserve">, </w:t>
      </w:r>
      <w:r w:rsidR="00B27708">
        <w:t>celui-là</w:t>
      </w:r>
      <w:r>
        <w:t> !…</w:t>
      </w:r>
    </w:p>
    <w:p w14:paraId="67B37204" w14:textId="77777777" w:rsidR="00987D49" w:rsidRDefault="00987D49" w:rsidP="00B27708">
      <w:r>
        <w:rPr>
          <w:rFonts w:eastAsia="Georgia"/>
        </w:rPr>
        <w:t>— </w:t>
      </w:r>
      <w:r w:rsidR="00B27708">
        <w:t>En attendant</w:t>
      </w:r>
      <w:r>
        <w:t xml:space="preserve">, </w:t>
      </w:r>
      <w:r w:rsidR="00B27708">
        <w:t>conclut Fernand en me jetant un regard moqueur</w:t>
      </w:r>
      <w:r>
        <w:t xml:space="preserve">, </w:t>
      </w:r>
      <w:r w:rsidR="00B27708">
        <w:t>je propose que le patron emporte une bouteille de fine</w:t>
      </w:r>
      <w:r>
        <w:t xml:space="preserve">, </w:t>
      </w:r>
      <w:r w:rsidR="00B27708">
        <w:t>sœur de celle-ci</w:t>
      </w:r>
      <w:r>
        <w:t xml:space="preserve">, </w:t>
      </w:r>
      <w:r w:rsidR="00B27708">
        <w:t xml:space="preserve">pour fêter notre premier atterrissage sur </w:t>
      </w:r>
      <w:r>
        <w:t>Phœbé II…</w:t>
      </w:r>
    </w:p>
    <w:p w14:paraId="68CCB659" w14:textId="77777777" w:rsidR="00987D49" w:rsidRDefault="00B27708" w:rsidP="00B27708">
      <w:r>
        <w:t>Des cris d</w:t>
      </w:r>
      <w:r w:rsidR="00987D49">
        <w:t>’</w:t>
      </w:r>
      <w:r>
        <w:t>approbation saluèrent cette proposition</w:t>
      </w:r>
      <w:r w:rsidR="00987D49">
        <w:t xml:space="preserve">, </w:t>
      </w:r>
      <w:r>
        <w:t>et j</w:t>
      </w:r>
      <w:r w:rsidR="00987D49">
        <w:t>’</w:t>
      </w:r>
      <w:r>
        <w:t>en fus pour ma courte honte</w:t>
      </w:r>
      <w:r w:rsidR="00987D49">
        <w:t>…</w:t>
      </w:r>
    </w:p>
    <w:p w14:paraId="7F979FA0" w14:textId="6A2A0347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21" w:name="__RefHeading__91158_553960937"/>
      <w:bookmarkStart w:id="22" w:name="bookmark12"/>
      <w:bookmarkStart w:id="23" w:name="_Toc194838866"/>
      <w:bookmarkEnd w:id="21"/>
      <w:r>
        <w:lastRenderedPageBreak/>
        <w:t>V</w:t>
      </w:r>
      <w:bookmarkEnd w:id="22"/>
      <w:r>
        <w:t>III</w:t>
      </w:r>
      <w:r>
        <w:br/>
      </w:r>
      <w:r>
        <w:br/>
        <w:t>La garde au Cœlostat</w:t>
      </w:r>
      <w:bookmarkEnd w:id="23"/>
    </w:p>
    <w:p w14:paraId="4B34F192" w14:textId="77777777" w:rsidR="00987D49" w:rsidRDefault="00B27708" w:rsidP="00B27708">
      <w:r>
        <w:t>J</w:t>
      </w:r>
      <w:r w:rsidR="00987D49">
        <w:t>’</w:t>
      </w:r>
      <w:r>
        <w:t>ai conté</w:t>
      </w:r>
      <w:r w:rsidR="00987D49">
        <w:t xml:space="preserve">, </w:t>
      </w:r>
      <w:r>
        <w:t>tout au début de ce récit</w:t>
      </w:r>
      <w:r w:rsidR="00987D49">
        <w:t xml:space="preserve">, </w:t>
      </w:r>
      <w:r>
        <w:t>comment je m</w:t>
      </w:r>
      <w:r w:rsidR="00987D49">
        <w:t>’</w:t>
      </w:r>
      <w:r>
        <w:t>étais retrouvé sur le parquet de la cabine</w:t>
      </w:r>
      <w:r w:rsidR="00987D49">
        <w:t xml:space="preserve">, </w:t>
      </w:r>
      <w:r>
        <w:t>le choc du départ m</w:t>
      </w:r>
      <w:r w:rsidR="00987D49">
        <w:t>’</w:t>
      </w:r>
      <w:r>
        <w:t>ayant arraché à mon fauteuil et comment</w:t>
      </w:r>
      <w:r w:rsidR="00987D49">
        <w:t xml:space="preserve">, </w:t>
      </w:r>
      <w:r>
        <w:t>après avoir été soigné par Hélène</w:t>
      </w:r>
      <w:r w:rsidR="00987D49">
        <w:t xml:space="preserve">, </w:t>
      </w:r>
      <w:r>
        <w:t>je m</w:t>
      </w:r>
      <w:r w:rsidR="00987D49">
        <w:t>’</w:t>
      </w:r>
      <w:r>
        <w:t>étais évanoui de nouveau</w:t>
      </w:r>
      <w:r w:rsidR="00987D49">
        <w:t>.</w:t>
      </w:r>
    </w:p>
    <w:p w14:paraId="11BADF55" w14:textId="77777777" w:rsidR="00987D49" w:rsidRDefault="00B27708" w:rsidP="00B27708">
      <w:r>
        <w:t>Si ce choc m</w:t>
      </w:r>
      <w:r w:rsidR="00987D49">
        <w:t>’</w:t>
      </w:r>
      <w:r>
        <w:t>avait été plus rude qu</w:t>
      </w:r>
      <w:r w:rsidR="00987D49">
        <w:t>’</w:t>
      </w:r>
      <w:r>
        <w:t>à mes compagnons</w:t>
      </w:r>
      <w:r w:rsidR="00987D49">
        <w:t xml:space="preserve">, </w:t>
      </w:r>
      <w:r>
        <w:t>c</w:t>
      </w:r>
      <w:r w:rsidR="00987D49">
        <w:t>’</w:t>
      </w:r>
      <w:r>
        <w:t>est que j</w:t>
      </w:r>
      <w:r w:rsidR="00987D49">
        <w:t>’</w:t>
      </w:r>
      <w:r>
        <w:t>avais négligé de m</w:t>
      </w:r>
      <w:r w:rsidR="00987D49">
        <w:t>’</w:t>
      </w:r>
      <w:r>
        <w:t>entraîner</w:t>
      </w:r>
      <w:r w:rsidR="00987D49">
        <w:t xml:space="preserve">, </w:t>
      </w:r>
      <w:r>
        <w:t>comme ils l</w:t>
      </w:r>
      <w:r w:rsidR="00987D49">
        <w:t>’</w:t>
      </w:r>
      <w:r>
        <w:t>avaient fait</w:t>
      </w:r>
      <w:r w:rsidR="00987D49">
        <w:t xml:space="preserve">, </w:t>
      </w:r>
      <w:r>
        <w:t>lors des derniers jours</w:t>
      </w:r>
      <w:r w:rsidR="00987D49">
        <w:t xml:space="preserve">, </w:t>
      </w:r>
      <w:r>
        <w:t>par des exercices appropriés</w:t>
      </w:r>
      <w:r w:rsidR="00987D49">
        <w:t xml:space="preserve">. </w:t>
      </w:r>
      <w:r>
        <w:t>Je le regrettai doublement</w:t>
      </w:r>
      <w:r w:rsidR="00987D49">
        <w:t xml:space="preserve">, </w:t>
      </w:r>
      <w:r>
        <w:t>lorsque ayant été ranimé pour la seconde fois</w:t>
      </w:r>
      <w:r w:rsidR="00987D49">
        <w:t xml:space="preserve">, </w:t>
      </w:r>
      <w:r>
        <w:t>par ma jolie infirmière</w:t>
      </w:r>
      <w:r w:rsidR="00987D49">
        <w:t xml:space="preserve">, </w:t>
      </w:r>
      <w:r>
        <w:t>je m</w:t>
      </w:r>
      <w:r w:rsidR="00987D49">
        <w:t>’</w:t>
      </w:r>
      <w:r>
        <w:t>aperçus que je portais au front</w:t>
      </w:r>
      <w:r w:rsidR="00987D49">
        <w:t xml:space="preserve">, </w:t>
      </w:r>
      <w:r>
        <w:t>sous un pansement</w:t>
      </w:r>
      <w:r w:rsidR="00987D49">
        <w:t xml:space="preserve">, </w:t>
      </w:r>
      <w:r>
        <w:t>une énorme bosse</w:t>
      </w:r>
      <w:r w:rsidR="00987D49">
        <w:t>…</w:t>
      </w:r>
    </w:p>
    <w:p w14:paraId="00147C0D" w14:textId="77777777" w:rsidR="00987D49" w:rsidRDefault="00B27708" w:rsidP="00B27708">
      <w:r>
        <w:t>Résigné toutefois à cette menue disgrâce</w:t>
      </w:r>
      <w:r w:rsidR="00987D49">
        <w:t xml:space="preserve">, </w:t>
      </w:r>
      <w:r>
        <w:t>je m</w:t>
      </w:r>
      <w:r w:rsidR="00987D49">
        <w:t>’</w:t>
      </w:r>
      <w:r>
        <w:t>approchai de Pierre</w:t>
      </w:r>
      <w:r w:rsidR="00987D49">
        <w:t xml:space="preserve">, </w:t>
      </w:r>
      <w:r>
        <w:t>qui maniait des manettes au centre de la cabine et je fis étalage de ma faible science</w:t>
      </w:r>
      <w:r w:rsidR="00987D49">
        <w:t xml:space="preserve">, </w:t>
      </w:r>
      <w:r>
        <w:t>en enchaînant</w:t>
      </w:r>
      <w:r w:rsidR="00987D49">
        <w:t> :</w:t>
      </w:r>
    </w:p>
    <w:p w14:paraId="4DC6560E" w14:textId="77777777" w:rsidR="00987D49" w:rsidRDefault="00987D49" w:rsidP="00B27708">
      <w:r>
        <w:rPr>
          <w:rFonts w:eastAsia="Georgia"/>
        </w:rPr>
        <w:t>— </w:t>
      </w:r>
      <w:r w:rsidR="00B27708">
        <w:t>Donc</w:t>
      </w:r>
      <w:r>
        <w:t xml:space="preserve">, </w:t>
      </w:r>
      <w:r w:rsidR="00B27708">
        <w:t>plus de résistance de l</w:t>
      </w:r>
      <w:r>
        <w:t>’</w:t>
      </w:r>
      <w:r w:rsidR="00B27708">
        <w:t>air</w:t>
      </w:r>
      <w:r>
        <w:t> ?</w:t>
      </w:r>
    </w:p>
    <w:p w14:paraId="529EC4CA" w14:textId="77777777" w:rsidR="00987D49" w:rsidRDefault="00987D49" w:rsidP="00B27708">
      <w:r>
        <w:rPr>
          <w:rFonts w:eastAsia="Georgia"/>
        </w:rPr>
        <w:t>— </w:t>
      </w:r>
      <w:r w:rsidR="00B27708">
        <w:t>Vous l</w:t>
      </w:r>
      <w:r>
        <w:t>’</w:t>
      </w:r>
      <w:r w:rsidR="00B27708">
        <w:t>avez dit</w:t>
      </w:r>
      <w:r>
        <w:t xml:space="preserve">, </w:t>
      </w:r>
      <w:r w:rsidR="00B27708">
        <w:t>et nous pouvons accélérer notre vitesse sans brûler beaucoup de fusées de propulsion</w:t>
      </w:r>
      <w:r>
        <w:t>…</w:t>
      </w:r>
    </w:p>
    <w:p w14:paraId="35223BEF" w14:textId="77777777" w:rsidR="00987D49" w:rsidRDefault="00B27708" w:rsidP="00B27708">
      <w:r>
        <w:t>Bientôt</w:t>
      </w:r>
      <w:r w:rsidR="00987D49">
        <w:t xml:space="preserve">, </w:t>
      </w:r>
      <w:r>
        <w:t>nous échapperons complètement à l</w:t>
      </w:r>
      <w:r w:rsidR="00987D49">
        <w:t>’</w:t>
      </w:r>
      <w:r>
        <w:t>attraction terrestre et nous n</w:t>
      </w:r>
      <w:r w:rsidR="00987D49">
        <w:t>’</w:t>
      </w:r>
      <w:r>
        <w:t>aurons plus besoin du tout de propulsion pour maintenir constante</w:t>
      </w:r>
      <w:r w:rsidR="00987D49">
        <w:t xml:space="preserve">, </w:t>
      </w:r>
      <w:r>
        <w:t xml:space="preserve">notre vitesse de </w:t>
      </w:r>
      <w:r w:rsidR="00987D49">
        <w:t>2 0</w:t>
      </w:r>
      <w:r>
        <w:t>00 kilomètres à l</w:t>
      </w:r>
      <w:r w:rsidR="00987D49">
        <w:t>’</w:t>
      </w:r>
      <w:r>
        <w:t>heure</w:t>
      </w:r>
      <w:r w:rsidR="00987D49">
        <w:t>…</w:t>
      </w:r>
    </w:p>
    <w:p w14:paraId="38C9F18F" w14:textId="77777777" w:rsidR="00987D49" w:rsidRDefault="00987D49" w:rsidP="00B27708">
      <w:r>
        <w:rPr>
          <w:rFonts w:eastAsia="Georgia"/>
        </w:rPr>
        <w:t>— </w:t>
      </w:r>
      <w:r w:rsidR="00B27708">
        <w:t>Comment cela</w:t>
      </w:r>
      <w:r>
        <w:t> ?</w:t>
      </w:r>
    </w:p>
    <w:p w14:paraId="078D731D" w14:textId="77777777" w:rsidR="00987D49" w:rsidRDefault="00987D49" w:rsidP="00B27708">
      <w:r>
        <w:rPr>
          <w:rFonts w:eastAsia="Georgia"/>
        </w:rPr>
        <w:t>— </w:t>
      </w:r>
      <w:r w:rsidR="00B27708">
        <w:t>Eh</w:t>
      </w:r>
      <w:r>
        <w:t xml:space="preserve"> ! </w:t>
      </w:r>
      <w:r w:rsidR="00B27708">
        <w:t>Oui</w:t>
      </w:r>
      <w:r>
        <w:t xml:space="preserve">, </w:t>
      </w:r>
      <w:r w:rsidR="00B27708">
        <w:t>mon cher Maître</w:t>
      </w:r>
      <w:r>
        <w:t xml:space="preserve"> (</w:t>
      </w:r>
      <w:r w:rsidR="00B27708">
        <w:t xml:space="preserve">lorsque Pierre </w:t>
      </w:r>
      <w:proofErr w:type="spellStart"/>
      <w:r w:rsidR="00B27708">
        <w:t>Saravine</w:t>
      </w:r>
      <w:proofErr w:type="spellEnd"/>
      <w:r w:rsidR="00B27708">
        <w:t xml:space="preserve"> était de bonne humeur</w:t>
      </w:r>
      <w:r>
        <w:t xml:space="preserve">, </w:t>
      </w:r>
      <w:r w:rsidR="00B27708">
        <w:t xml:space="preserve">il me donnait volontiers du </w:t>
      </w:r>
      <w:r>
        <w:t>« </w:t>
      </w:r>
      <w:r w:rsidR="00B27708">
        <w:t>Cher Maître</w:t>
      </w:r>
      <w:r>
        <w:t xml:space="preserve"> »). </w:t>
      </w:r>
      <w:r w:rsidR="00B27708">
        <w:t>Eh</w:t>
      </w:r>
      <w:r>
        <w:t xml:space="preserve"> ! </w:t>
      </w:r>
      <w:r w:rsidR="00B27708">
        <w:t>Oui</w:t>
      </w:r>
      <w:r>
        <w:t xml:space="preserve">, </w:t>
      </w:r>
      <w:r w:rsidR="00B27708">
        <w:t>il est une force de la nature que l</w:t>
      </w:r>
      <w:r>
        <w:t>’</w:t>
      </w:r>
      <w:r w:rsidR="00B27708">
        <w:t>on nomme la force d</w:t>
      </w:r>
      <w:r>
        <w:t>’</w:t>
      </w:r>
      <w:r w:rsidR="00B27708">
        <w:t>inertie</w:t>
      </w:r>
      <w:r>
        <w:t xml:space="preserve">, </w:t>
      </w:r>
      <w:r w:rsidR="00B27708">
        <w:t xml:space="preserve">et selon </w:t>
      </w:r>
      <w:r w:rsidR="00B27708">
        <w:lastRenderedPageBreak/>
        <w:t>laquelle un mobile qu</w:t>
      </w:r>
      <w:r>
        <w:t>’</w:t>
      </w:r>
      <w:r w:rsidR="00B27708">
        <w:t>aucune force extérieure ne vient influencer</w:t>
      </w:r>
      <w:r>
        <w:t xml:space="preserve">, </w:t>
      </w:r>
      <w:r w:rsidR="00B27708">
        <w:t>conserve sa vitesse acquise jusqu</w:t>
      </w:r>
      <w:r>
        <w:t>’</w:t>
      </w:r>
      <w:r w:rsidR="00B27708">
        <w:t>à l</w:t>
      </w:r>
      <w:r>
        <w:t>’</w:t>
      </w:r>
      <w:r w:rsidR="00B27708">
        <w:t>intervention d</w:t>
      </w:r>
      <w:r>
        <w:t>’</w:t>
      </w:r>
      <w:r w:rsidR="00B27708">
        <w:t>une autre force</w:t>
      </w:r>
      <w:r>
        <w:t xml:space="preserve">. </w:t>
      </w:r>
      <w:r w:rsidR="00B27708">
        <w:t>Lorsque nous aurons échappé à l</w:t>
      </w:r>
      <w:r>
        <w:t>’</w:t>
      </w:r>
      <w:r w:rsidR="00B27708">
        <w:t>attraction de la terre</w:t>
      </w:r>
      <w:r>
        <w:t xml:space="preserve">, </w:t>
      </w:r>
      <w:r w:rsidR="00B27708">
        <w:t>nous ne changerons plus de vitesse jusqu</w:t>
      </w:r>
      <w:r>
        <w:t>’</w:t>
      </w:r>
      <w:r w:rsidR="00B27708">
        <w:t>au moment où nous serons sollicités par une nouvelle attraction</w:t>
      </w:r>
      <w:r>
        <w:t xml:space="preserve">, </w:t>
      </w:r>
      <w:r w:rsidR="00B27708">
        <w:t xml:space="preserve">celle de </w:t>
      </w:r>
      <w:r>
        <w:t xml:space="preserve">Phœbé II. </w:t>
      </w:r>
      <w:r w:rsidR="00B27708">
        <w:t>À ce moment</w:t>
      </w:r>
      <w:r>
        <w:t xml:space="preserve">, </w:t>
      </w:r>
      <w:r w:rsidR="00B27708">
        <w:t xml:space="preserve">le </w:t>
      </w:r>
      <w:r>
        <w:t>« </w:t>
      </w:r>
      <w:r w:rsidR="00B27708">
        <w:t>Bolide</w:t>
      </w:r>
      <w:r>
        <w:t> »</w:t>
      </w:r>
      <w:r w:rsidR="00B27708">
        <w:t xml:space="preserve"> fera un tour complet</w:t>
      </w:r>
      <w:r>
        <w:t xml:space="preserve">, </w:t>
      </w:r>
      <w:r w:rsidR="00B27708">
        <w:t>car nos fusées ne serviront plus à accélérer</w:t>
      </w:r>
      <w:r>
        <w:t xml:space="preserve">, </w:t>
      </w:r>
      <w:r w:rsidR="00B27708">
        <w:t>mais à ralentir notre mouvement</w:t>
      </w:r>
      <w:r>
        <w:t>…</w:t>
      </w:r>
    </w:p>
    <w:p w14:paraId="20CEEDD5" w14:textId="77777777" w:rsidR="00987D49" w:rsidRDefault="00B27708" w:rsidP="00B27708">
      <w:r>
        <w:t>Une réminiscence de Jules Verne me vint à l</w:t>
      </w:r>
      <w:r w:rsidR="00987D49">
        <w:t>’</w:t>
      </w:r>
      <w:r>
        <w:t>esprit</w:t>
      </w:r>
      <w:r w:rsidR="00987D49">
        <w:t xml:space="preserve">, </w:t>
      </w:r>
      <w:r>
        <w:t>à cette évocation d</w:t>
      </w:r>
      <w:r w:rsidR="00987D49">
        <w:t>’</w:t>
      </w:r>
      <w:r>
        <w:t>une évasion prochaine hors de l</w:t>
      </w:r>
      <w:r w:rsidR="00987D49">
        <w:t>’</w:t>
      </w:r>
      <w:r>
        <w:t>attraction terrestre</w:t>
      </w:r>
      <w:r w:rsidR="00987D49">
        <w:t>.</w:t>
      </w:r>
    </w:p>
    <w:p w14:paraId="7858AF69" w14:textId="77777777" w:rsidR="00987D49" w:rsidRDefault="00987D49" w:rsidP="00B27708">
      <w:r>
        <w:rPr>
          <w:rFonts w:eastAsia="Georgia"/>
        </w:rPr>
        <w:t>— </w:t>
      </w:r>
      <w:r w:rsidR="00B27708">
        <w:t>Alors</w:t>
      </w:r>
      <w:r>
        <w:t xml:space="preserve">, </w:t>
      </w:r>
      <w:r w:rsidR="00B27708">
        <w:t>durant toute cette période du passage d</w:t>
      </w:r>
      <w:r>
        <w:t>’</w:t>
      </w:r>
      <w:r w:rsidR="00B27708">
        <w:t>un champ d</w:t>
      </w:r>
      <w:r>
        <w:t>’</w:t>
      </w:r>
      <w:r w:rsidR="00B27708">
        <w:t>attraction dans l</w:t>
      </w:r>
      <w:r>
        <w:t>’</w:t>
      </w:r>
      <w:r w:rsidR="00B27708">
        <w:t>autre</w:t>
      </w:r>
      <w:r>
        <w:t xml:space="preserve">, </w:t>
      </w:r>
      <w:r w:rsidR="00B27708">
        <w:t>nous ne pèserons plus rien</w:t>
      </w:r>
      <w:r>
        <w:t> ?</w:t>
      </w:r>
    </w:p>
    <w:p w14:paraId="40DC545B" w14:textId="77777777" w:rsidR="00987D49" w:rsidRDefault="00987D49" w:rsidP="00B27708">
      <w:r>
        <w:rPr>
          <w:rFonts w:eastAsia="Georgia"/>
        </w:rPr>
        <w:t>— </w:t>
      </w:r>
      <w:r w:rsidR="00B27708">
        <w:t>Fort heureusement</w:t>
      </w:r>
      <w:r>
        <w:t xml:space="preserve">, </w:t>
      </w:r>
      <w:r w:rsidR="00B27708">
        <w:t xml:space="preserve">intervint René </w:t>
      </w:r>
      <w:proofErr w:type="spellStart"/>
      <w:r w:rsidR="00B27708">
        <w:t>Lesmond</w:t>
      </w:r>
      <w:proofErr w:type="spellEnd"/>
      <w:r w:rsidR="00B27708">
        <w:t xml:space="preserve"> en riant</w:t>
      </w:r>
      <w:r>
        <w:t xml:space="preserve">, </w:t>
      </w:r>
      <w:r w:rsidR="00B27708">
        <w:t>cette hypothèse est inexacte</w:t>
      </w:r>
      <w:r>
        <w:t xml:space="preserve">. </w:t>
      </w:r>
      <w:r w:rsidR="00B27708">
        <w:t>Sinon</w:t>
      </w:r>
      <w:r>
        <w:t xml:space="preserve">, </w:t>
      </w:r>
      <w:r w:rsidR="00B27708">
        <w:rPr>
          <w:i/>
          <w:iCs/>
        </w:rPr>
        <w:t>rien ne pèserait plus rien</w:t>
      </w:r>
      <w:r>
        <w:rPr>
          <w:i/>
          <w:iCs/>
        </w:rPr>
        <w:t xml:space="preserve">, </w:t>
      </w:r>
      <w:r w:rsidR="00B27708">
        <w:t xml:space="preserve">à bord du </w:t>
      </w:r>
      <w:r>
        <w:t>« </w:t>
      </w:r>
      <w:r w:rsidR="00B27708">
        <w:t>Bolide</w:t>
      </w:r>
      <w:r>
        <w:t xml:space="preserve"> », </w:t>
      </w:r>
      <w:r w:rsidR="00B27708">
        <w:t>et l</w:t>
      </w:r>
      <w:r>
        <w:t>’</w:t>
      </w:r>
      <w:r w:rsidR="00B27708">
        <w:t>on verrait l</w:t>
      </w:r>
      <w:r>
        <w:t>’</w:t>
      </w:r>
      <w:r w:rsidR="00B27708">
        <w:t>eau jaillir des récipients et arroser le dôme et nous-mêmes nous n</w:t>
      </w:r>
      <w:r>
        <w:t>’</w:t>
      </w:r>
      <w:r w:rsidR="00B27708">
        <w:t>aurions plus aucun équilibre</w:t>
      </w:r>
      <w:r>
        <w:t xml:space="preserve">. </w:t>
      </w:r>
      <w:r w:rsidR="00B27708">
        <w:t xml:space="preserve">Mais ce sera le </w:t>
      </w:r>
      <w:r>
        <w:t>« </w:t>
      </w:r>
      <w:r w:rsidR="00B27708">
        <w:t>Bolide</w:t>
      </w:r>
      <w:r>
        <w:t> »</w:t>
      </w:r>
      <w:r w:rsidR="00B27708">
        <w:t xml:space="preserve"> et non son contenu qui aura un poids nul</w:t>
      </w:r>
      <w:r>
        <w:t xml:space="preserve">. </w:t>
      </w:r>
      <w:r w:rsidR="00B27708">
        <w:t>Dans cet univers en miniature qui est le nôtre</w:t>
      </w:r>
      <w:r>
        <w:t xml:space="preserve">, </w:t>
      </w:r>
      <w:r w:rsidR="00B27708">
        <w:t>chaque être et chaque objet a un poids positif</w:t>
      </w:r>
      <w:r>
        <w:t xml:space="preserve">, </w:t>
      </w:r>
      <w:r w:rsidR="00B27708">
        <w:t>dû à l</w:t>
      </w:r>
      <w:r>
        <w:t>’</w:t>
      </w:r>
      <w:r w:rsidR="00B27708">
        <w:t xml:space="preserve">attraction du </w:t>
      </w:r>
      <w:r>
        <w:t>« </w:t>
      </w:r>
      <w:r w:rsidR="00B27708">
        <w:t>Bolide</w:t>
      </w:r>
      <w:r>
        <w:t> »</w:t>
      </w:r>
      <w:r w:rsidR="00B27708">
        <w:t xml:space="preserve"> lui-même</w:t>
      </w:r>
      <w:r>
        <w:t xml:space="preserve">, </w:t>
      </w:r>
      <w:r w:rsidR="00B27708">
        <w:t>qui se comporte exactement comme un corps céleste</w:t>
      </w:r>
      <w:r>
        <w:t xml:space="preserve">. </w:t>
      </w:r>
      <w:r w:rsidR="00B27708">
        <w:t>Son centre de gravité</w:t>
      </w:r>
      <w:r>
        <w:t xml:space="preserve">, </w:t>
      </w:r>
      <w:r w:rsidR="00B27708">
        <w:t>situé judicieusement plus bas que le sol sur lequel nous posons nos pieds</w:t>
      </w:r>
      <w:r>
        <w:t xml:space="preserve">, </w:t>
      </w:r>
      <w:r w:rsidR="00B27708">
        <w:t>agit ainsi comme un aimant sur tout ce qui fait partie de cet univers</w:t>
      </w:r>
      <w:r>
        <w:t xml:space="preserve">, </w:t>
      </w:r>
      <w:r w:rsidR="00B27708">
        <w:t>dont nous sommes les géants</w:t>
      </w:r>
      <w:r>
        <w:t>…</w:t>
      </w:r>
    </w:p>
    <w:p w14:paraId="22D6E4A5" w14:textId="77777777" w:rsidR="00987D49" w:rsidRDefault="00987D49" w:rsidP="00B27708">
      <w:r>
        <w:rPr>
          <w:rFonts w:eastAsia="Georgia"/>
        </w:rPr>
        <w:t>— </w:t>
      </w:r>
      <w:r w:rsidR="00B27708">
        <w:t>Ainsi</w:t>
      </w:r>
      <w:r>
        <w:t xml:space="preserve">, </w:t>
      </w:r>
      <w:r w:rsidR="00B27708">
        <w:t>Jules Verne s</w:t>
      </w:r>
      <w:r>
        <w:t>’</w:t>
      </w:r>
      <w:r w:rsidR="00B27708">
        <w:t>est trompé</w:t>
      </w:r>
      <w:r>
        <w:t> ?</w:t>
      </w:r>
    </w:p>
    <w:p w14:paraId="2751851C" w14:textId="77777777" w:rsidR="00987D49" w:rsidRDefault="00987D49" w:rsidP="00B27708">
      <w:r>
        <w:rPr>
          <w:rFonts w:eastAsia="Georgia"/>
        </w:rPr>
        <w:t>— </w:t>
      </w:r>
      <w:r w:rsidR="00B27708">
        <w:t>Sur certains détails</w:t>
      </w:r>
      <w:r>
        <w:t xml:space="preserve">, </w:t>
      </w:r>
      <w:r w:rsidR="00B27708">
        <w:t>certes</w:t>
      </w:r>
      <w:r>
        <w:t xml:space="preserve">… </w:t>
      </w:r>
      <w:r w:rsidR="00B27708">
        <w:t>Mais les détails n</w:t>
      </w:r>
      <w:r>
        <w:t>’</w:t>
      </w:r>
      <w:r w:rsidR="00B27708">
        <w:t>enlèvent rien au don de vision prophétique du romancier</w:t>
      </w:r>
      <w:r>
        <w:t>…</w:t>
      </w:r>
    </w:p>
    <w:p w14:paraId="3C0349C5" w14:textId="77777777" w:rsidR="00987D49" w:rsidRDefault="00987D49" w:rsidP="00B27708">
      <w:r>
        <w:rPr>
          <w:rFonts w:eastAsia="Georgia"/>
        </w:rPr>
        <w:t>— </w:t>
      </w:r>
      <w:r w:rsidR="00B27708">
        <w:t>Mais comment ce magnétisme</w:t>
      </w:r>
      <w:r>
        <w:t xml:space="preserve">, </w:t>
      </w:r>
      <w:r w:rsidR="00B27708">
        <w:t>cette force centripète</w:t>
      </w:r>
      <w:r>
        <w:t xml:space="preserve">, </w:t>
      </w:r>
      <w:r w:rsidR="00B27708">
        <w:t>qui se manifeste naturellement sur notre vieille planète</w:t>
      </w:r>
      <w:r>
        <w:t xml:space="preserve">, </w:t>
      </w:r>
      <w:r w:rsidR="00B27708">
        <w:t>se trouve-t-il transmis à notre astre minuscule</w:t>
      </w:r>
      <w:r>
        <w:t> ?</w:t>
      </w:r>
    </w:p>
    <w:p w14:paraId="4522C651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 xml:space="preserve">Parce que Pierre </w:t>
      </w:r>
      <w:proofErr w:type="spellStart"/>
      <w:r w:rsidR="00B27708">
        <w:t>Saravine</w:t>
      </w:r>
      <w:proofErr w:type="spellEnd"/>
      <w:r w:rsidR="00B27708">
        <w:t xml:space="preserve"> a donné à cet astre minuscule</w:t>
      </w:r>
      <w:r>
        <w:t xml:space="preserve">, </w:t>
      </w:r>
      <w:r w:rsidR="00B27708">
        <w:t>le mouvement de rotation qui engendre cette force</w:t>
      </w:r>
      <w:r>
        <w:t xml:space="preserve">… </w:t>
      </w:r>
      <w:r w:rsidR="00B27708">
        <w:t>Ah</w:t>
      </w:r>
      <w:r>
        <w:t xml:space="preserve"> ! </w:t>
      </w:r>
      <w:r w:rsidR="00B27708">
        <w:t>mon cher Calais</w:t>
      </w:r>
      <w:r>
        <w:t xml:space="preserve">, </w:t>
      </w:r>
      <w:r w:rsidR="00B27708">
        <w:t>comme l</w:t>
      </w:r>
      <w:r>
        <w:t>’</w:t>
      </w:r>
      <w:r w:rsidR="00B27708">
        <w:t>on voit que vous avez négligé les séances préparatoires à l</w:t>
      </w:r>
      <w:r>
        <w:t>’</w:t>
      </w:r>
      <w:r w:rsidR="00B27708">
        <w:t>envol</w:t>
      </w:r>
      <w:r>
        <w:t xml:space="preserve"> ! </w:t>
      </w:r>
      <w:r w:rsidR="00B27708">
        <w:t>Vous voici tributaire d</w:t>
      </w:r>
      <w:r>
        <w:t>’</w:t>
      </w:r>
      <w:r w:rsidR="00B27708">
        <w:t>un monde dont vous ne savez presque rien</w:t>
      </w:r>
      <w:r>
        <w:t>…</w:t>
      </w:r>
    </w:p>
    <w:p w14:paraId="5745A099" w14:textId="77777777" w:rsidR="00987D49" w:rsidRDefault="00B27708" w:rsidP="00B27708">
      <w:r>
        <w:t>Je courbai la tête</w:t>
      </w:r>
      <w:r w:rsidR="00987D49">
        <w:t xml:space="preserve">, </w:t>
      </w:r>
      <w:r>
        <w:t>un peu confus</w:t>
      </w:r>
      <w:r w:rsidR="00987D49">
        <w:t xml:space="preserve">. </w:t>
      </w:r>
      <w:r>
        <w:t>Je ne pouvais tout de même pas avouer que</w:t>
      </w:r>
      <w:r w:rsidR="00987D49">
        <w:t xml:space="preserve">, </w:t>
      </w:r>
      <w:r>
        <w:t>jusqu</w:t>
      </w:r>
      <w:r w:rsidR="00987D49">
        <w:t>’</w:t>
      </w:r>
      <w:r>
        <w:t>à la dernière minute</w:t>
      </w:r>
      <w:r w:rsidR="00987D49">
        <w:t xml:space="preserve">, </w:t>
      </w:r>
      <w:r>
        <w:t>j</w:t>
      </w:r>
      <w:r w:rsidR="00987D49">
        <w:t>’</w:t>
      </w:r>
      <w:r>
        <w:t>avais conservé l</w:t>
      </w:r>
      <w:r w:rsidR="00987D49">
        <w:t>’</w:t>
      </w:r>
      <w:r>
        <w:t>arrière-pensée de ne pas partir</w:t>
      </w:r>
      <w:r w:rsidR="00987D49">
        <w:t xml:space="preserve">, </w:t>
      </w:r>
      <w:r>
        <w:t xml:space="preserve">en admettant même que les autres partissent et que le </w:t>
      </w:r>
      <w:r w:rsidR="00987D49">
        <w:t>« </w:t>
      </w:r>
      <w:r>
        <w:t>Bolide</w:t>
      </w:r>
      <w:r w:rsidR="00987D49">
        <w:t> »</w:t>
      </w:r>
      <w:r>
        <w:t xml:space="preserve"> prît son essor</w:t>
      </w:r>
      <w:r w:rsidR="00987D49">
        <w:t>…</w:t>
      </w:r>
    </w:p>
    <w:p w14:paraId="156AD526" w14:textId="77777777" w:rsidR="00987D49" w:rsidRDefault="00B27708" w:rsidP="00B27708">
      <w:r>
        <w:t>Cependant</w:t>
      </w:r>
      <w:r w:rsidR="00987D49">
        <w:t xml:space="preserve">, </w:t>
      </w:r>
      <w:r>
        <w:t>René poursuivit</w:t>
      </w:r>
      <w:r w:rsidR="00987D49">
        <w:t> :</w:t>
      </w:r>
    </w:p>
    <w:p w14:paraId="475F4465" w14:textId="77777777" w:rsidR="00987D49" w:rsidRDefault="00987D49" w:rsidP="00B27708">
      <w:r>
        <w:rPr>
          <w:rFonts w:eastAsia="Georgia"/>
        </w:rPr>
        <w:t>— </w:t>
      </w:r>
      <w:r w:rsidR="00B27708">
        <w:t>Si vous aviez été plus assidu</w:t>
      </w:r>
      <w:r>
        <w:t xml:space="preserve">, </w:t>
      </w:r>
      <w:r w:rsidR="00B27708">
        <w:t xml:space="preserve">vous sauriez que notre </w:t>
      </w:r>
      <w:r>
        <w:t>« </w:t>
      </w:r>
      <w:r w:rsidR="00B27708">
        <w:t>Bolide</w:t>
      </w:r>
      <w:r>
        <w:t> »</w:t>
      </w:r>
      <w:r w:rsidR="00B27708">
        <w:t xml:space="preserve"> est animé</w:t>
      </w:r>
      <w:r>
        <w:t xml:space="preserve">, </w:t>
      </w:r>
      <w:r w:rsidR="00B27708">
        <w:t>comme tout astre qui se respecte</w:t>
      </w:r>
      <w:r>
        <w:t xml:space="preserve">, </w:t>
      </w:r>
      <w:r w:rsidR="00B27708">
        <w:t>d</w:t>
      </w:r>
      <w:r>
        <w:t>’</w:t>
      </w:r>
      <w:r w:rsidR="00B27708">
        <w:t>un mouvement de rotation sur lui-même</w:t>
      </w:r>
      <w:r>
        <w:t xml:space="preserve">, </w:t>
      </w:r>
      <w:r w:rsidR="00B27708">
        <w:t>autour d</w:t>
      </w:r>
      <w:r>
        <w:t>’</w:t>
      </w:r>
      <w:r w:rsidR="00B27708">
        <w:t>un astre vertical</w:t>
      </w:r>
      <w:r>
        <w:t xml:space="preserve">. </w:t>
      </w:r>
      <w:r w:rsidR="00B27708">
        <w:t>Au départ</w:t>
      </w:r>
      <w:r>
        <w:t xml:space="preserve">, </w:t>
      </w:r>
      <w:r w:rsidR="00B27708">
        <w:t>il fit jusqu</w:t>
      </w:r>
      <w:r>
        <w:t>’</w:t>
      </w:r>
      <w:r w:rsidR="00B27708">
        <w:t>à trois tours complets par seconde</w:t>
      </w:r>
      <w:r>
        <w:t xml:space="preserve">. </w:t>
      </w:r>
      <w:r w:rsidR="00B27708">
        <w:t>Actuellement</w:t>
      </w:r>
      <w:r>
        <w:t xml:space="preserve">, </w:t>
      </w:r>
      <w:r w:rsidR="00B27708">
        <w:t>il accomplit régulièrement un tour toutes les trois secondes</w:t>
      </w:r>
      <w:r>
        <w:t>…</w:t>
      </w:r>
    </w:p>
    <w:p w14:paraId="39718386" w14:textId="77777777" w:rsidR="00987D49" w:rsidRDefault="00987D49" w:rsidP="00B27708">
      <w:r>
        <w:rPr>
          <w:rFonts w:eastAsia="Georgia"/>
        </w:rPr>
        <w:t>— </w:t>
      </w:r>
      <w:r w:rsidR="00B27708">
        <w:t>Et nous n</w:t>
      </w:r>
      <w:r>
        <w:t>’</w:t>
      </w:r>
      <w:r w:rsidR="00B27708">
        <w:t>avons pas mal au cœur</w:t>
      </w:r>
      <w:r>
        <w:t xml:space="preserve"> ? </w:t>
      </w:r>
      <w:r w:rsidR="00B27708">
        <w:t>Nous ne sommes pas étourdis</w:t>
      </w:r>
      <w:r>
        <w:t> ?</w:t>
      </w:r>
    </w:p>
    <w:p w14:paraId="7CFA5FBA" w14:textId="77777777" w:rsidR="00987D49" w:rsidRDefault="00987D49" w:rsidP="00B27708">
      <w:r>
        <w:rPr>
          <w:rFonts w:eastAsia="Georgia"/>
        </w:rPr>
        <w:t>— </w:t>
      </w:r>
      <w:r w:rsidR="00B27708">
        <w:t>Vous vous croyez donc sur un manège forain</w:t>
      </w:r>
      <w:r>
        <w:t xml:space="preserve"> ?… </w:t>
      </w:r>
      <w:r w:rsidR="00B27708">
        <w:t>Nous ne pouvons avoir la sensation physique de cette rotation</w:t>
      </w:r>
      <w:r>
        <w:t xml:space="preserve">, </w:t>
      </w:r>
      <w:r w:rsidR="00B27708">
        <w:t>parce que nous sommes nous-mêmes immobiles par rapport à cet astre qu</w:t>
      </w:r>
      <w:r>
        <w:t>’</w:t>
      </w:r>
      <w:r w:rsidR="00B27708">
        <w:t xml:space="preserve">est le </w:t>
      </w:r>
      <w:r>
        <w:t>« </w:t>
      </w:r>
      <w:r w:rsidR="00B27708">
        <w:t>Bolide</w:t>
      </w:r>
      <w:r>
        <w:t> »</w:t>
      </w:r>
      <w:r w:rsidR="00B27708">
        <w:t xml:space="preserve"> et qu</w:t>
      </w:r>
      <w:r>
        <w:t>’</w:t>
      </w:r>
      <w:r w:rsidR="00B27708">
        <w:t>il n</w:t>
      </w:r>
      <w:r>
        <w:t>’</w:t>
      </w:r>
      <w:r w:rsidR="00B27708">
        <w:t>y a plus pour nous d</w:t>
      </w:r>
      <w:r>
        <w:t>’</w:t>
      </w:r>
      <w:r w:rsidR="00B27708">
        <w:t>autre mouvement que relativement à lui</w:t>
      </w:r>
      <w:r>
        <w:t xml:space="preserve">… </w:t>
      </w:r>
      <w:r w:rsidR="00B27708">
        <w:t>Avez-vous jamais senti la rotation de la Terre</w:t>
      </w:r>
      <w:r>
        <w:t> ?</w:t>
      </w:r>
    </w:p>
    <w:p w14:paraId="652E0828" w14:textId="77777777" w:rsidR="00987D49" w:rsidRDefault="00B27708" w:rsidP="00B27708">
      <w:r>
        <w:t>Ce calculateur avait réponse à tout</w:t>
      </w:r>
      <w:r w:rsidR="00987D49">
        <w:t xml:space="preserve">… </w:t>
      </w:r>
      <w:r>
        <w:t>Il se détourna un instant de moi</w:t>
      </w:r>
      <w:r w:rsidR="00987D49">
        <w:t xml:space="preserve">, </w:t>
      </w:r>
      <w:r>
        <w:t>pour jeter un coup d</w:t>
      </w:r>
      <w:r w:rsidR="00987D49">
        <w:t>’</w:t>
      </w:r>
      <w:r>
        <w:t>œil sur les instruments compliqués qui lui servaient à assurer la régularité de notre course fantastique et à maintenir notre véhicule interplanétaire dans la bonne direction</w:t>
      </w:r>
      <w:r w:rsidR="00987D49">
        <w:t>.</w:t>
      </w:r>
    </w:p>
    <w:p w14:paraId="23AADBB1" w14:textId="77777777" w:rsidR="00987D49" w:rsidRDefault="00B27708" w:rsidP="00B27708">
      <w:r>
        <w:t>Je fis quelques pas pour m</w:t>
      </w:r>
      <w:r w:rsidR="00987D49">
        <w:t>’</w:t>
      </w:r>
      <w:r>
        <w:t>assurer d</w:t>
      </w:r>
      <w:r w:rsidR="00987D49">
        <w:t>’</w:t>
      </w:r>
      <w:r>
        <w:t>un équilibre dont malgré tout je persistais à douter</w:t>
      </w:r>
      <w:r w:rsidR="00987D49">
        <w:t xml:space="preserve">. </w:t>
      </w:r>
      <w:r>
        <w:t>J</w:t>
      </w:r>
      <w:r w:rsidR="00987D49">
        <w:t>’</w:t>
      </w:r>
      <w:r>
        <w:t>avais tort</w:t>
      </w:r>
      <w:r w:rsidR="00987D49">
        <w:t xml:space="preserve">. </w:t>
      </w:r>
      <w:r>
        <w:t>Cet équilibre était parfait</w:t>
      </w:r>
      <w:r w:rsidR="00987D49">
        <w:t>.</w:t>
      </w:r>
    </w:p>
    <w:p w14:paraId="58500273" w14:textId="77777777" w:rsidR="00987D49" w:rsidRDefault="00B27708" w:rsidP="00B27708">
      <w:r>
        <w:lastRenderedPageBreak/>
        <w:t>Je regardai autour de moi</w:t>
      </w:r>
      <w:r w:rsidR="00987D49">
        <w:t xml:space="preserve">. </w:t>
      </w:r>
      <w:r>
        <w:t>Chaque objet</w:t>
      </w:r>
      <w:r w:rsidR="00987D49">
        <w:t xml:space="preserve">, </w:t>
      </w:r>
      <w:r>
        <w:t>chaque être était à sa place</w:t>
      </w:r>
      <w:r w:rsidR="00987D49">
        <w:t xml:space="preserve">. </w:t>
      </w:r>
      <w:r>
        <w:t>Une lampe brillait sous le dôme</w:t>
      </w:r>
      <w:r w:rsidR="00987D49">
        <w:t xml:space="preserve">. </w:t>
      </w:r>
      <w:r>
        <w:t>La petitesse des hublots ne laissait passer qu</w:t>
      </w:r>
      <w:r w:rsidR="00987D49">
        <w:t>’</w:t>
      </w:r>
      <w:r>
        <w:t>une faible quantité de lumière solaire</w:t>
      </w:r>
      <w:r w:rsidR="00987D49">
        <w:t xml:space="preserve">, </w:t>
      </w:r>
      <w:r>
        <w:t>qui</w:t>
      </w:r>
      <w:r w:rsidR="00987D49">
        <w:t xml:space="preserve">, </w:t>
      </w:r>
      <w:r>
        <w:t>sans cette précaution</w:t>
      </w:r>
      <w:r w:rsidR="00987D49">
        <w:t xml:space="preserve">, </w:t>
      </w:r>
      <w:r>
        <w:t>eut été aveuglante</w:t>
      </w:r>
      <w:r w:rsidR="00987D49">
        <w:t xml:space="preserve">, </w:t>
      </w:r>
      <w:r>
        <w:t>en l</w:t>
      </w:r>
      <w:r w:rsidR="00987D49">
        <w:t>’</w:t>
      </w:r>
      <w:r>
        <w:t>absence d</w:t>
      </w:r>
      <w:r w:rsidR="00987D49">
        <w:t>’</w:t>
      </w:r>
      <w:r>
        <w:t>une atmosphère pour tamiser les rayons lumineux</w:t>
      </w:r>
      <w:r w:rsidR="00987D49">
        <w:t>.</w:t>
      </w:r>
    </w:p>
    <w:p w14:paraId="55671072" w14:textId="77777777" w:rsidR="00987D49" w:rsidRDefault="00B27708" w:rsidP="00B27708">
      <w:r>
        <w:t>La température était modérée</w:t>
      </w:r>
      <w:r w:rsidR="00987D49">
        <w:t xml:space="preserve">. </w:t>
      </w:r>
      <w:r>
        <w:t>Fernand</w:t>
      </w:r>
      <w:r w:rsidR="00987D49">
        <w:t xml:space="preserve">, </w:t>
      </w:r>
      <w:r>
        <w:t>de qui je m</w:t>
      </w:r>
      <w:r w:rsidR="00987D49">
        <w:t>’</w:t>
      </w:r>
      <w:r>
        <w:t>étais rapproché</w:t>
      </w:r>
      <w:r w:rsidR="00987D49">
        <w:t xml:space="preserve">, </w:t>
      </w:r>
      <w:r>
        <w:t>m</w:t>
      </w:r>
      <w:r w:rsidR="00987D49">
        <w:t>’</w:t>
      </w:r>
      <w:r>
        <w:t>expliqua qu</w:t>
      </w:r>
      <w:r w:rsidR="00987D49">
        <w:t>’</w:t>
      </w:r>
      <w:r>
        <w:t>il était chargé de la maintenir aux alentours de 20 degrés centigrades</w:t>
      </w:r>
      <w:r w:rsidR="00987D49">
        <w:t xml:space="preserve">. </w:t>
      </w:r>
      <w:r>
        <w:t>Par quel moyen</w:t>
      </w:r>
      <w:r w:rsidR="00987D49">
        <w:t xml:space="preserve"> ? </w:t>
      </w:r>
      <w:r>
        <w:t>Il me le décrivit</w:t>
      </w:r>
      <w:r w:rsidR="00987D49">
        <w:t xml:space="preserve">, </w:t>
      </w:r>
      <w:r>
        <w:t>selon les directives que lui avait données</w:t>
      </w:r>
      <w:r w:rsidR="00987D49">
        <w:t xml:space="preserve">, </w:t>
      </w:r>
      <w:r>
        <w:t>avant le départ</w:t>
      </w:r>
      <w:r w:rsidR="00987D49">
        <w:t xml:space="preserve">, </w:t>
      </w:r>
      <w:r>
        <w:t>le chef de l</w:t>
      </w:r>
      <w:r w:rsidR="00987D49">
        <w:t>’</w:t>
      </w:r>
      <w:r>
        <w:t>expédition</w:t>
      </w:r>
      <w:r w:rsidR="00987D49">
        <w:t xml:space="preserve">, </w:t>
      </w:r>
      <w:r>
        <w:t xml:space="preserve">Pierre </w:t>
      </w:r>
      <w:proofErr w:type="spellStart"/>
      <w:r>
        <w:t>Saravine</w:t>
      </w:r>
      <w:proofErr w:type="spellEnd"/>
      <w:r w:rsidR="00987D49">
        <w:t xml:space="preserve">. </w:t>
      </w:r>
      <w:r>
        <w:t>Si l</w:t>
      </w:r>
      <w:r w:rsidR="00987D49">
        <w:t>’</w:t>
      </w:r>
      <w:r>
        <w:t xml:space="preserve">enveloppe extérieure du </w:t>
      </w:r>
      <w:r w:rsidR="00987D49">
        <w:t>« </w:t>
      </w:r>
      <w:r>
        <w:t>Bolide</w:t>
      </w:r>
      <w:r w:rsidR="00987D49">
        <w:t> »</w:t>
      </w:r>
      <w:r>
        <w:t xml:space="preserve"> eût été blanche</w:t>
      </w:r>
      <w:r w:rsidR="00987D49">
        <w:t xml:space="preserve">, </w:t>
      </w:r>
      <w:r>
        <w:t>nous serions morts de froid</w:t>
      </w:r>
      <w:r w:rsidR="00987D49">
        <w:t xml:space="preserve">, </w:t>
      </w:r>
      <w:r>
        <w:t>tous les rayons solaires se trouvant réfléchis</w:t>
      </w:r>
      <w:r w:rsidR="00987D49">
        <w:t xml:space="preserve">. </w:t>
      </w:r>
      <w:r>
        <w:t>Si elle eût été noire</w:t>
      </w:r>
      <w:r w:rsidR="00987D49">
        <w:t xml:space="preserve">, </w:t>
      </w:r>
      <w:r>
        <w:t>nous aurions été cuits</w:t>
      </w:r>
      <w:r w:rsidR="00987D49">
        <w:t xml:space="preserve">, </w:t>
      </w:r>
      <w:r>
        <w:t>tous les rayons se trouvant absorbés</w:t>
      </w:r>
      <w:r w:rsidR="00987D49">
        <w:t xml:space="preserve">. </w:t>
      </w:r>
      <w:r>
        <w:t>En maintenant une surface noire et une surface blanche convenablement proportionnées</w:t>
      </w:r>
      <w:r w:rsidR="00987D49">
        <w:t xml:space="preserve">, </w:t>
      </w:r>
      <w:r>
        <w:t>l</w:t>
      </w:r>
      <w:r w:rsidR="00987D49">
        <w:t>’</w:t>
      </w:r>
      <w:r>
        <w:t>on arrivait à créer ce milieu tempéré</w:t>
      </w:r>
      <w:r w:rsidR="00987D49">
        <w:t xml:space="preserve">, </w:t>
      </w:r>
      <w:r>
        <w:t>très agréable</w:t>
      </w:r>
      <w:r w:rsidR="00987D49">
        <w:t xml:space="preserve">, </w:t>
      </w:r>
      <w:r>
        <w:t>où nous étions</w:t>
      </w:r>
      <w:r w:rsidR="00987D49">
        <w:t>…</w:t>
      </w:r>
    </w:p>
    <w:p w14:paraId="7B822E67" w14:textId="77777777" w:rsidR="00987D49" w:rsidRDefault="00B27708" w:rsidP="00B27708">
      <w:r>
        <w:t>Ainsi</w:t>
      </w:r>
      <w:r w:rsidR="00987D49">
        <w:t xml:space="preserve">, </w:t>
      </w:r>
      <w:r>
        <w:t>Fernand était préposé à la température</w:t>
      </w:r>
      <w:r w:rsidR="00987D49">
        <w:t xml:space="preserve">, </w:t>
      </w:r>
      <w:r>
        <w:t>tout en demeurant aide-navigateur</w:t>
      </w:r>
      <w:r w:rsidR="00987D49">
        <w:t xml:space="preserve"> ; </w:t>
      </w:r>
      <w:proofErr w:type="spellStart"/>
      <w:r>
        <w:t>Grimaille</w:t>
      </w:r>
      <w:proofErr w:type="spellEnd"/>
      <w:r w:rsidR="00987D49">
        <w:t xml:space="preserve">, </w:t>
      </w:r>
      <w:r>
        <w:t>aux côtés de Pierre</w:t>
      </w:r>
      <w:r w:rsidR="00987D49">
        <w:t xml:space="preserve">, </w:t>
      </w:r>
      <w:r>
        <w:t>manœuvrait les leviers de commande des engins explosifs extérieurs</w:t>
      </w:r>
      <w:r w:rsidR="00987D49">
        <w:t xml:space="preserve"> ; </w:t>
      </w:r>
      <w:r>
        <w:t>Hélène</w:t>
      </w:r>
      <w:r w:rsidR="00987D49">
        <w:t xml:space="preserve">, </w:t>
      </w:r>
      <w:r>
        <w:t>cuisinière et infirmière au besoin</w:t>
      </w:r>
      <w:r w:rsidR="00987D49">
        <w:t xml:space="preserve">, </w:t>
      </w:r>
      <w:r>
        <w:t>jouait le rôle de maîtresse de maison</w:t>
      </w:r>
      <w:r w:rsidR="00987D49">
        <w:t xml:space="preserve">. </w:t>
      </w:r>
      <w:r>
        <w:t>Seul</w:t>
      </w:r>
      <w:r w:rsidR="00987D49">
        <w:t xml:space="preserve">, </w:t>
      </w:r>
      <w:r>
        <w:t>j</w:t>
      </w:r>
      <w:r w:rsidR="00987D49">
        <w:t>’</w:t>
      </w:r>
      <w:r>
        <w:t>étais à peu près inoccupé</w:t>
      </w:r>
      <w:r w:rsidR="00987D49">
        <w:t xml:space="preserve">. </w:t>
      </w:r>
      <w:r>
        <w:t>J</w:t>
      </w:r>
      <w:r w:rsidR="00987D49">
        <w:t>’</w:t>
      </w:r>
      <w:r>
        <w:t>en conçus quelque vergogne et</w:t>
      </w:r>
      <w:r w:rsidR="00987D49">
        <w:t xml:space="preserve">, </w:t>
      </w:r>
      <w:r>
        <w:t>me souvenant que j</w:t>
      </w:r>
      <w:r w:rsidR="00987D49">
        <w:t>’</w:t>
      </w:r>
      <w:r>
        <w:t>avais été qualifié d</w:t>
      </w:r>
      <w:r w:rsidR="00987D49">
        <w:t>’</w:t>
      </w:r>
      <w:r>
        <w:t>historiographe</w:t>
      </w:r>
      <w:r w:rsidR="00987D49">
        <w:t xml:space="preserve">, </w:t>
      </w:r>
      <w:r>
        <w:t>je commençai à prendre les notes qui me servent aujourd</w:t>
      </w:r>
      <w:r w:rsidR="00987D49">
        <w:t>’</w:t>
      </w:r>
      <w:r>
        <w:t>hui à écrire ce récit</w:t>
      </w:r>
      <w:r w:rsidR="00987D49">
        <w:t>.</w:t>
      </w:r>
    </w:p>
    <w:p w14:paraId="12C62608" w14:textId="77777777" w:rsidR="00987D49" w:rsidRDefault="00B27708" w:rsidP="00B27708">
      <w:r>
        <w:t>Je dois cependant indiquer</w:t>
      </w:r>
      <w:r w:rsidR="00987D49">
        <w:t xml:space="preserve">, </w:t>
      </w:r>
      <w:r>
        <w:t>pour être vrai</w:t>
      </w:r>
      <w:r w:rsidR="00987D49">
        <w:t xml:space="preserve">, </w:t>
      </w:r>
      <w:r>
        <w:t>que les occupations de mes compagnons n</w:t>
      </w:r>
      <w:r w:rsidR="00987D49">
        <w:t>’</w:t>
      </w:r>
      <w:r>
        <w:t>étaient pas tellement absorbantes</w:t>
      </w:r>
      <w:r w:rsidR="00987D49">
        <w:t xml:space="preserve">, </w:t>
      </w:r>
      <w:r>
        <w:t>puisque</w:t>
      </w:r>
      <w:r w:rsidR="00987D49">
        <w:t xml:space="preserve">, </w:t>
      </w:r>
      <w:r>
        <w:t>après le premier repas</w:t>
      </w:r>
      <w:r w:rsidR="00987D49">
        <w:t xml:space="preserve">, </w:t>
      </w:r>
      <w:r>
        <w:t>que nous fîmes joyeusement</w:t>
      </w:r>
      <w:r w:rsidR="00987D49">
        <w:t xml:space="preserve">, </w:t>
      </w:r>
      <w:r>
        <w:t>toute inquiétude étant différée</w:t>
      </w:r>
      <w:r w:rsidR="00987D49">
        <w:t xml:space="preserve">, </w:t>
      </w:r>
      <w:r>
        <w:t>on s</w:t>
      </w:r>
      <w:r w:rsidR="00987D49">
        <w:t>’</w:t>
      </w:r>
      <w:r>
        <w:t>avisa qu</w:t>
      </w:r>
      <w:r w:rsidR="00987D49">
        <w:t>’</w:t>
      </w:r>
      <w:r>
        <w:t xml:space="preserve">un seul homme suffisait pour surveiller la marche du </w:t>
      </w:r>
      <w:r w:rsidR="00987D49">
        <w:t>« </w:t>
      </w:r>
      <w:r>
        <w:t>Bolide</w:t>
      </w:r>
      <w:r w:rsidR="00987D49">
        <w:t> »</w:t>
      </w:r>
      <w:r>
        <w:t xml:space="preserve"> et il fut convenu que chacun prendrait le quart à tour de rôle</w:t>
      </w:r>
      <w:r w:rsidR="00987D49">
        <w:t>.</w:t>
      </w:r>
    </w:p>
    <w:p w14:paraId="61470143" w14:textId="77777777" w:rsidR="00987D49" w:rsidRDefault="00B27708" w:rsidP="00B27708">
      <w:r>
        <w:t>Toutefois</w:t>
      </w:r>
      <w:r w:rsidR="00987D49">
        <w:t xml:space="preserve">, </w:t>
      </w:r>
      <w:r>
        <w:t>pour les premiers quarts</w:t>
      </w:r>
      <w:r w:rsidR="00987D49">
        <w:t xml:space="preserve">, </w:t>
      </w:r>
      <w:r>
        <w:t>Pierre dut rester un peu auprès du veilleur afin de l</w:t>
      </w:r>
      <w:r w:rsidR="00987D49">
        <w:t>’</w:t>
      </w:r>
      <w:r>
        <w:t>initier à ses fonctions</w:t>
      </w:r>
      <w:r w:rsidR="00987D49">
        <w:t xml:space="preserve">. </w:t>
      </w:r>
      <w:r>
        <w:t>Hélène</w:t>
      </w:r>
      <w:r w:rsidR="00987D49">
        <w:t xml:space="preserve">, </w:t>
      </w:r>
      <w:r>
        <w:t>que l</w:t>
      </w:r>
      <w:r w:rsidR="00987D49">
        <w:t>’</w:t>
      </w:r>
      <w:r>
        <w:t>on voulait dispenser de ce travail</w:t>
      </w:r>
      <w:r w:rsidR="00987D49">
        <w:t xml:space="preserve">, </w:t>
      </w:r>
      <w:r>
        <w:t>se fâcha et voulut y participer</w:t>
      </w:r>
      <w:r w:rsidR="00987D49">
        <w:t xml:space="preserve">. </w:t>
      </w:r>
      <w:r>
        <w:t xml:space="preserve">Elle prit </w:t>
      </w:r>
      <w:r>
        <w:lastRenderedPageBreak/>
        <w:t>même le premier tour</w:t>
      </w:r>
      <w:r w:rsidR="00987D49">
        <w:t xml:space="preserve">, </w:t>
      </w:r>
      <w:r>
        <w:t>et notre chef ne se plaignit point de ce charmant tête-à-tête devant les appareils du bord</w:t>
      </w:r>
      <w:r w:rsidR="00987D49">
        <w:t xml:space="preserve">, </w:t>
      </w:r>
      <w:r>
        <w:t>face à l</w:t>
      </w:r>
      <w:r w:rsidR="00987D49">
        <w:t>’</w:t>
      </w:r>
      <w:r>
        <w:t>espace éthéré</w:t>
      </w:r>
      <w:r w:rsidR="00987D49">
        <w:t>.</w:t>
      </w:r>
    </w:p>
    <w:p w14:paraId="678207CC" w14:textId="77777777" w:rsidR="00987D49" w:rsidRDefault="00B27708" w:rsidP="00B27708">
      <w:r>
        <w:t>Et</w:t>
      </w:r>
      <w:r w:rsidR="00987D49">
        <w:t xml:space="preserve">, </w:t>
      </w:r>
      <w:r>
        <w:t>pendant ce temps</w:t>
      </w:r>
      <w:r w:rsidR="00987D49">
        <w:t xml:space="preserve">, </w:t>
      </w:r>
      <w:r>
        <w:t xml:space="preserve">Victor </w:t>
      </w:r>
      <w:proofErr w:type="spellStart"/>
      <w:r>
        <w:t>Grimaille</w:t>
      </w:r>
      <w:proofErr w:type="spellEnd"/>
      <w:r w:rsidR="00987D49">
        <w:t xml:space="preserve">, </w:t>
      </w:r>
      <w:r>
        <w:t>d</w:t>
      </w:r>
      <w:r w:rsidR="00987D49">
        <w:t>’</w:t>
      </w:r>
      <w:r>
        <w:t>accord avec Fernand</w:t>
      </w:r>
      <w:r w:rsidR="00987D49">
        <w:t xml:space="preserve">, </w:t>
      </w:r>
      <w:r>
        <w:t>profita du fait que nous étions quatre à demeurer sans emploi</w:t>
      </w:r>
      <w:r w:rsidR="00987D49">
        <w:t xml:space="preserve">, </w:t>
      </w:r>
      <w:r>
        <w:t>pour organiser un bridge</w:t>
      </w:r>
      <w:r w:rsidR="00987D49">
        <w:t> !…</w:t>
      </w:r>
    </w:p>
    <w:p w14:paraId="6DA4E5B3" w14:textId="77777777" w:rsidR="00987D49" w:rsidRDefault="00B27708" w:rsidP="00B27708">
      <w:r>
        <w:t xml:space="preserve">Quand mon tour vint de rejoindre Pierre </w:t>
      </w:r>
      <w:proofErr w:type="spellStart"/>
      <w:r>
        <w:t>Saravine</w:t>
      </w:r>
      <w:proofErr w:type="spellEnd"/>
      <w:r>
        <w:t xml:space="preserve"> aux leviers de commande et aux instruments d</w:t>
      </w:r>
      <w:r w:rsidR="00987D49">
        <w:t>’</w:t>
      </w:r>
      <w:r>
        <w:t>optique</w:t>
      </w:r>
      <w:r w:rsidR="00987D49">
        <w:t xml:space="preserve">, </w:t>
      </w:r>
      <w:r>
        <w:t>je faillis m</w:t>
      </w:r>
      <w:r w:rsidR="00987D49">
        <w:t>’</w:t>
      </w:r>
      <w:r>
        <w:t>excuser auprès de lui</w:t>
      </w:r>
      <w:r w:rsidR="00987D49">
        <w:t xml:space="preserve">, </w:t>
      </w:r>
      <w:r>
        <w:t>tant il parut marri de me voir prendre la place d</w:t>
      </w:r>
      <w:r w:rsidR="00987D49">
        <w:t>’</w:t>
      </w:r>
      <w:r>
        <w:t>Hélène</w:t>
      </w:r>
      <w:r w:rsidR="00987D49">
        <w:t xml:space="preserve"> ! </w:t>
      </w:r>
      <w:r>
        <w:t>Mais</w:t>
      </w:r>
      <w:r w:rsidR="00987D49">
        <w:t xml:space="preserve">, </w:t>
      </w:r>
      <w:r>
        <w:t>avec son habituelle courtoisie</w:t>
      </w:r>
      <w:r w:rsidR="00987D49">
        <w:t xml:space="preserve">, </w:t>
      </w:r>
      <w:r>
        <w:t>il s</w:t>
      </w:r>
      <w:r w:rsidR="00987D49">
        <w:t>’</w:t>
      </w:r>
      <w:r>
        <w:t>efforça de se montrer aimable et obligeant en m</w:t>
      </w:r>
      <w:r w:rsidR="00987D49">
        <w:t>’</w:t>
      </w:r>
      <w:r>
        <w:t>expliquant en quoi consistait la garde que j</w:t>
      </w:r>
      <w:r w:rsidR="00987D49">
        <w:t>’</w:t>
      </w:r>
      <w:r>
        <w:t>aurais à prendre</w:t>
      </w:r>
      <w:r w:rsidR="00987D49">
        <w:t xml:space="preserve">. </w:t>
      </w:r>
      <w:r>
        <w:t>Ce n</w:t>
      </w:r>
      <w:r w:rsidR="00987D49">
        <w:t>’</w:t>
      </w:r>
      <w:r>
        <w:t>était guère difficile</w:t>
      </w:r>
      <w:r w:rsidR="00987D49">
        <w:t xml:space="preserve">, </w:t>
      </w:r>
      <w:r>
        <w:t>puisque la consigne principale consistait à appeler Pierre en présence de tout fait</w:t>
      </w:r>
      <w:r w:rsidR="00987D49">
        <w:t xml:space="preserve">, </w:t>
      </w:r>
      <w:r>
        <w:t>même minime</w:t>
      </w:r>
      <w:r w:rsidR="00987D49">
        <w:t xml:space="preserve">, </w:t>
      </w:r>
      <w:r>
        <w:t>qui pouvait paraître anormal au veilleur</w:t>
      </w:r>
      <w:r w:rsidR="00987D49">
        <w:t>…</w:t>
      </w:r>
    </w:p>
    <w:p w14:paraId="0E0C8F45" w14:textId="77777777" w:rsidR="00987D49" w:rsidRDefault="00B27708" w:rsidP="00B27708">
      <w:r>
        <w:t>Je profitai de sa présence pour lui poser une question qui me brûlait les lèvres depuis que j</w:t>
      </w:r>
      <w:r w:rsidR="00987D49">
        <w:t>’</w:t>
      </w:r>
      <w:r>
        <w:t>avais repris connaissance</w:t>
      </w:r>
      <w:r w:rsidR="00987D49">
        <w:t>.</w:t>
      </w:r>
    </w:p>
    <w:p w14:paraId="5E349A9B" w14:textId="77777777" w:rsidR="00987D49" w:rsidRDefault="00987D49" w:rsidP="00B27708">
      <w:r>
        <w:rPr>
          <w:rFonts w:eastAsia="Georgia"/>
        </w:rPr>
        <w:t>— </w:t>
      </w:r>
      <w:r w:rsidR="00B27708">
        <w:t>Comment</w:t>
      </w:r>
      <w:r>
        <w:t xml:space="preserve">, </w:t>
      </w:r>
      <w:r w:rsidR="00B27708">
        <w:t>lors de la grande secousse du départ</w:t>
      </w:r>
      <w:r>
        <w:t xml:space="preserve">, </w:t>
      </w:r>
      <w:r w:rsidR="00B27708">
        <w:t>n</w:t>
      </w:r>
      <w:r>
        <w:t>’</w:t>
      </w:r>
      <w:r w:rsidR="00B27708">
        <w:t>ai-je entendu aucun bruit</w:t>
      </w:r>
      <w:r>
        <w:t xml:space="preserve">, </w:t>
      </w:r>
      <w:r w:rsidR="00B27708">
        <w:t>alors que l</w:t>
      </w:r>
      <w:r>
        <w:t>’</w:t>
      </w:r>
      <w:r w:rsidR="00B27708">
        <w:t>explosion des premières fusées a dû s</w:t>
      </w:r>
      <w:r>
        <w:t>’</w:t>
      </w:r>
      <w:r w:rsidR="00B27708">
        <w:t>accompagner d</w:t>
      </w:r>
      <w:r>
        <w:t>’</w:t>
      </w:r>
      <w:r w:rsidR="00B27708">
        <w:t>un fracas sensationnel</w:t>
      </w:r>
      <w:r>
        <w:t xml:space="preserve"> ? </w:t>
      </w:r>
      <w:r w:rsidR="00B27708">
        <w:t>Comment</w:t>
      </w:r>
      <w:r>
        <w:t xml:space="preserve">, </w:t>
      </w:r>
      <w:r w:rsidR="00B27708">
        <w:t>depuis mon réveil</w:t>
      </w:r>
      <w:r>
        <w:t xml:space="preserve">, </w:t>
      </w:r>
      <w:r w:rsidR="00B27708">
        <w:t>et alors que vous avez provoqué de nombreuses explosions partielles</w:t>
      </w:r>
      <w:r>
        <w:t xml:space="preserve">, </w:t>
      </w:r>
      <w:r w:rsidR="00B27708">
        <w:t>n</w:t>
      </w:r>
      <w:r>
        <w:t>’</w:t>
      </w:r>
      <w:r w:rsidR="00B27708">
        <w:t>avons-nous toujours rien entendu</w:t>
      </w:r>
      <w:r>
        <w:t> ?</w:t>
      </w:r>
    </w:p>
    <w:p w14:paraId="049D978F" w14:textId="77777777" w:rsidR="00987D49" w:rsidRDefault="00987D49" w:rsidP="00B27708">
      <w:r>
        <w:rPr>
          <w:rFonts w:eastAsia="Georgia"/>
        </w:rPr>
        <w:t>— </w:t>
      </w:r>
      <w:r w:rsidR="00B27708">
        <w:t>C</w:t>
      </w:r>
      <w:r>
        <w:t>’</w:t>
      </w:r>
      <w:r w:rsidR="00B27708">
        <w:t>est tout simple</w:t>
      </w:r>
      <w:r>
        <w:t xml:space="preserve">, </w:t>
      </w:r>
      <w:r w:rsidR="00B27708">
        <w:t>et vous en trouveriez l</w:t>
      </w:r>
      <w:r>
        <w:t>’</w:t>
      </w:r>
      <w:r w:rsidR="00B27708">
        <w:t>explication dans Jules Verne</w:t>
      </w:r>
      <w:r>
        <w:t xml:space="preserve">. </w:t>
      </w:r>
      <w:r w:rsidR="00B27708">
        <w:t>Nous filons avec une vitesse de 550 mètres environ à la seconde</w:t>
      </w:r>
      <w:r>
        <w:t xml:space="preserve">, </w:t>
      </w:r>
      <w:r w:rsidR="00B27708">
        <w:t>alors que les ondes sonores</w:t>
      </w:r>
      <w:r>
        <w:t xml:space="preserve">, </w:t>
      </w:r>
      <w:r w:rsidR="00B27708">
        <w:t>dans le même temps</w:t>
      </w:r>
      <w:r>
        <w:t xml:space="preserve">, </w:t>
      </w:r>
      <w:r w:rsidR="00B27708">
        <w:t>ne parcourent que 340 mètres</w:t>
      </w:r>
      <w:r>
        <w:t xml:space="preserve">… </w:t>
      </w:r>
      <w:r w:rsidR="00B27708">
        <w:t>Nous les laissons derrière nous</w:t>
      </w:r>
      <w:r>
        <w:t>…</w:t>
      </w:r>
    </w:p>
    <w:p w14:paraId="28D650D0" w14:textId="77777777" w:rsidR="00987D49" w:rsidRDefault="00B27708" w:rsidP="00B27708">
      <w:r>
        <w:t>Cette explication</w:t>
      </w:r>
      <w:r w:rsidR="00987D49">
        <w:t xml:space="preserve">, </w:t>
      </w:r>
      <w:r>
        <w:t>en vérité</w:t>
      </w:r>
      <w:r w:rsidR="00987D49">
        <w:t xml:space="preserve">, </w:t>
      </w:r>
      <w:r>
        <w:t>m</w:t>
      </w:r>
      <w:r w:rsidR="00987D49">
        <w:t>’</w:t>
      </w:r>
      <w:r>
        <w:t>étonna à peine</w:t>
      </w:r>
      <w:r w:rsidR="00987D49">
        <w:t xml:space="preserve">. </w:t>
      </w:r>
      <w:r>
        <w:t>Je me trouvais en pleine fantasmagorie</w:t>
      </w:r>
      <w:r w:rsidR="00987D49">
        <w:t xml:space="preserve">, </w:t>
      </w:r>
      <w:r>
        <w:t>et les faits les plus extraordinaires commençaient à me sembler tout naturels</w:t>
      </w:r>
      <w:r w:rsidR="00987D49">
        <w:t xml:space="preserve">… </w:t>
      </w:r>
      <w:r>
        <w:t>Devant mes yeux</w:t>
      </w:r>
      <w:r w:rsidR="00987D49">
        <w:t xml:space="preserve">, </w:t>
      </w:r>
      <w:r>
        <w:t>tournait un système de miroirs sur lequel Pierre m</w:t>
      </w:r>
      <w:r w:rsidR="00987D49">
        <w:t>’</w:t>
      </w:r>
      <w:r>
        <w:t>indiqua que je devais porter constamment le regard</w:t>
      </w:r>
      <w:r w:rsidR="00987D49">
        <w:t>.</w:t>
      </w:r>
    </w:p>
    <w:p w14:paraId="7BDF4594" w14:textId="77777777" w:rsidR="00987D49" w:rsidRDefault="00B27708" w:rsidP="00B27708">
      <w:r>
        <w:lastRenderedPageBreak/>
        <w:t>Ce système de miroirs tournants</w:t>
      </w:r>
      <w:r w:rsidR="00987D49">
        <w:t xml:space="preserve">, </w:t>
      </w:r>
      <w:r>
        <w:t xml:space="preserve">que mon savant ami appelait un </w:t>
      </w:r>
      <w:r w:rsidR="00987D49">
        <w:t>« </w:t>
      </w:r>
      <w:r>
        <w:t>cœlostat</w:t>
      </w:r>
      <w:r w:rsidR="00987D49">
        <w:t> »</w:t>
      </w:r>
      <w:r>
        <w:t xml:space="preserve"> fonctionnait comme un périscope et permettait de voir</w:t>
      </w:r>
      <w:r w:rsidR="00987D49">
        <w:t xml:space="preserve">, </w:t>
      </w:r>
      <w:r>
        <w:t>à tout instant</w:t>
      </w:r>
      <w:r w:rsidR="00987D49">
        <w:t xml:space="preserve">, </w:t>
      </w:r>
      <w:r>
        <w:t>et d</w:t>
      </w:r>
      <w:r w:rsidR="00987D49">
        <w:t>’</w:t>
      </w:r>
      <w:r>
        <w:t>un seul coup d</w:t>
      </w:r>
      <w:r w:rsidR="00987D49">
        <w:t>’</w:t>
      </w:r>
      <w:r>
        <w:t>œil</w:t>
      </w:r>
      <w:r w:rsidR="00987D49">
        <w:t xml:space="preserve">, </w:t>
      </w:r>
      <w:r>
        <w:t xml:space="preserve">la surface extérieure du </w:t>
      </w:r>
      <w:r w:rsidR="00987D49">
        <w:t>« </w:t>
      </w:r>
      <w:r>
        <w:t>Bolide</w:t>
      </w:r>
      <w:r w:rsidR="00987D49">
        <w:t> »</w:t>
      </w:r>
      <w:r>
        <w:t xml:space="preserve"> sous tous les plans</w:t>
      </w:r>
      <w:r w:rsidR="00987D49">
        <w:t xml:space="preserve">. </w:t>
      </w:r>
      <w:r>
        <w:t>En combinant sa rotation avec celle de notre véhicule</w:t>
      </w:r>
      <w:r w:rsidR="00987D49">
        <w:t xml:space="preserve">, </w:t>
      </w:r>
      <w:r>
        <w:t>de telle sorte que l</w:t>
      </w:r>
      <w:r w:rsidR="00987D49">
        <w:t>’</w:t>
      </w:r>
      <w:r>
        <w:t>une soit exactement l</w:t>
      </w:r>
      <w:r w:rsidR="00987D49">
        <w:t>’</w:t>
      </w:r>
      <w:r>
        <w:t>inverse de l</w:t>
      </w:r>
      <w:r w:rsidR="00987D49">
        <w:t>’</w:t>
      </w:r>
      <w:r>
        <w:t>autre</w:t>
      </w:r>
      <w:r w:rsidR="00987D49">
        <w:t xml:space="preserve">, </w:t>
      </w:r>
      <w:r>
        <w:t>l</w:t>
      </w:r>
      <w:r w:rsidR="00987D49">
        <w:t>’</w:t>
      </w:r>
      <w:r>
        <w:t>on pouvait observer le ciel comme si nous eûmes été immobiles dans l</w:t>
      </w:r>
      <w:r w:rsidR="00987D49">
        <w:t>’</w:t>
      </w:r>
      <w:r>
        <w:t>espace</w:t>
      </w:r>
      <w:r w:rsidR="00987D49">
        <w:t xml:space="preserve">, </w:t>
      </w:r>
      <w:r>
        <w:t>et il paraît</w:t>
      </w:r>
      <w:r w:rsidR="00987D49">
        <w:t xml:space="preserve">, </w:t>
      </w:r>
      <w:r>
        <w:t>selon les dires de notre éminent navigateur de l</w:t>
      </w:r>
      <w:r w:rsidR="00987D49">
        <w:t>’</w:t>
      </w:r>
      <w:r>
        <w:t>infini</w:t>
      </w:r>
      <w:r w:rsidR="00987D49">
        <w:t xml:space="preserve">, </w:t>
      </w:r>
      <w:r>
        <w:t>que c</w:t>
      </w:r>
      <w:r w:rsidR="00987D49">
        <w:t>’</w:t>
      </w:r>
      <w:r>
        <w:t>est là une chose indispensable à la direction de l</w:t>
      </w:r>
      <w:r w:rsidR="00987D49">
        <w:t>’</w:t>
      </w:r>
      <w:r>
        <w:t>astronef</w:t>
      </w:r>
      <w:r w:rsidR="00987D49">
        <w:t>.</w:t>
      </w:r>
    </w:p>
    <w:p w14:paraId="4241A94A" w14:textId="77777777" w:rsidR="00987D49" w:rsidRDefault="00B27708" w:rsidP="00B27708">
      <w:r>
        <w:t>La consigne était de vérifier si une certaine étoile</w:t>
      </w:r>
      <w:r w:rsidR="00987D49">
        <w:t xml:space="preserve">, </w:t>
      </w:r>
      <w:r>
        <w:t>Véga</w:t>
      </w:r>
      <w:r w:rsidR="00987D49">
        <w:t xml:space="preserve">, </w:t>
      </w:r>
      <w:r>
        <w:t>demeurait bien à notre zénith</w:t>
      </w:r>
      <w:r w:rsidR="00987D49">
        <w:t>.</w:t>
      </w:r>
    </w:p>
    <w:p w14:paraId="13C82EAC" w14:textId="77777777" w:rsidR="00987D49" w:rsidRDefault="00B27708" w:rsidP="00B27708">
      <w:r>
        <w:t xml:space="preserve">Je crus Pierre </w:t>
      </w:r>
      <w:proofErr w:type="spellStart"/>
      <w:r>
        <w:t>Saravine</w:t>
      </w:r>
      <w:proofErr w:type="spellEnd"/>
      <w:r>
        <w:t xml:space="preserve"> sur parole</w:t>
      </w:r>
      <w:r w:rsidR="00987D49">
        <w:t xml:space="preserve">, </w:t>
      </w:r>
      <w:r>
        <w:t>je mis un œil au petit bout de la lunette qui lui servait</w:t>
      </w:r>
      <w:r w:rsidR="00987D49">
        <w:t xml:space="preserve">, </w:t>
      </w:r>
      <w:r>
        <w:t>avec un sextant</w:t>
      </w:r>
      <w:r w:rsidR="00987D49">
        <w:t xml:space="preserve">, </w:t>
      </w:r>
      <w:r>
        <w:t>à faire le point</w:t>
      </w:r>
      <w:r w:rsidR="00987D49">
        <w:t xml:space="preserve">. </w:t>
      </w:r>
      <w:r>
        <w:t>Mais le vrai</w:t>
      </w:r>
      <w:r w:rsidR="00987D49">
        <w:t xml:space="preserve">, </w:t>
      </w:r>
      <w:r>
        <w:t>c</w:t>
      </w:r>
      <w:r w:rsidR="00987D49">
        <w:t>’</w:t>
      </w:r>
      <w:r>
        <w:t>est que je ne devais jamais parvenir à m</w:t>
      </w:r>
      <w:r w:rsidR="00987D49">
        <w:t>’</w:t>
      </w:r>
      <w:r>
        <w:t>assimiler l</w:t>
      </w:r>
      <w:r w:rsidR="00987D49">
        <w:t>’</w:t>
      </w:r>
      <w:r>
        <w:t>usage de tous ces instruments compliqués</w:t>
      </w:r>
      <w:r w:rsidR="00987D49">
        <w:t xml:space="preserve">, </w:t>
      </w:r>
      <w:r>
        <w:t>ni la gymnastique intellectuelle de tous ces calculs</w:t>
      </w:r>
      <w:r w:rsidR="00987D49">
        <w:t>…</w:t>
      </w:r>
    </w:p>
    <w:p w14:paraId="519D098A" w14:textId="77777777" w:rsidR="00987D49" w:rsidRDefault="00B27708" w:rsidP="00B27708">
      <w:r>
        <w:t>De même</w:t>
      </w:r>
      <w:r w:rsidR="00987D49">
        <w:t xml:space="preserve">, </w:t>
      </w:r>
      <w:r>
        <w:t>je devais ignorer</w:t>
      </w:r>
      <w:r w:rsidR="00987D49">
        <w:t xml:space="preserve">, </w:t>
      </w:r>
      <w:r>
        <w:t>jusqu</w:t>
      </w:r>
      <w:r w:rsidR="00987D49">
        <w:t>’</w:t>
      </w:r>
      <w:r>
        <w:t>au bout du voyage</w:t>
      </w:r>
      <w:r w:rsidR="00987D49">
        <w:t xml:space="preserve">, </w:t>
      </w:r>
      <w:r>
        <w:t>le maniement de ces boutons</w:t>
      </w:r>
      <w:r w:rsidR="00987D49">
        <w:t xml:space="preserve">, </w:t>
      </w:r>
      <w:r>
        <w:t>de ces manettes</w:t>
      </w:r>
      <w:r w:rsidR="00987D49">
        <w:t xml:space="preserve">, </w:t>
      </w:r>
      <w:r>
        <w:t>destinés à provoquer l</w:t>
      </w:r>
      <w:r w:rsidR="00987D49">
        <w:t>’</w:t>
      </w:r>
      <w:r>
        <w:t>explosion de tel ou tel tube de propulsion</w:t>
      </w:r>
      <w:r w:rsidR="00987D49">
        <w:t>.</w:t>
      </w:r>
    </w:p>
    <w:p w14:paraId="2C9D46A6" w14:textId="77777777" w:rsidR="00987D49" w:rsidRDefault="00B27708" w:rsidP="00B27708">
      <w:r>
        <w:t>Je n</w:t>
      </w:r>
      <w:r w:rsidR="00987D49">
        <w:t>’</w:t>
      </w:r>
      <w:r>
        <w:t>étais ni astronome</w:t>
      </w:r>
      <w:r w:rsidR="00987D49">
        <w:t xml:space="preserve">, </w:t>
      </w:r>
      <w:r>
        <w:t>ni ingénieur</w:t>
      </w:r>
      <w:r w:rsidR="00987D49">
        <w:t xml:space="preserve">, </w:t>
      </w:r>
      <w:r>
        <w:t>moi</w:t>
      </w:r>
      <w:r w:rsidR="00987D49">
        <w:t xml:space="preserve"> ! </w:t>
      </w:r>
      <w:r>
        <w:t>J</w:t>
      </w:r>
      <w:r w:rsidR="00987D49">
        <w:t>’</w:t>
      </w:r>
      <w:r>
        <w:t>étais avocat</w:t>
      </w:r>
      <w:r w:rsidR="00987D49">
        <w:t xml:space="preserve">… </w:t>
      </w:r>
      <w:r>
        <w:t>Je dus me rendre compte que la science du droit</w:t>
      </w:r>
      <w:r w:rsidR="00987D49">
        <w:t xml:space="preserve">, </w:t>
      </w:r>
      <w:r>
        <w:t>même international</w:t>
      </w:r>
      <w:r w:rsidR="00987D49">
        <w:t xml:space="preserve">, </w:t>
      </w:r>
      <w:r>
        <w:t>joue un rôle absolument nul dans une aventure telle que celle que je vivais</w:t>
      </w:r>
      <w:r w:rsidR="00987D49">
        <w:t xml:space="preserve">. </w:t>
      </w:r>
      <w:r>
        <w:t>J</w:t>
      </w:r>
      <w:r w:rsidR="00987D49">
        <w:t>’</w:t>
      </w:r>
      <w:r>
        <w:t>en conçus quelque humiliation d</w:t>
      </w:r>
      <w:r w:rsidR="00987D49">
        <w:t>’</w:t>
      </w:r>
      <w:r>
        <w:t>autant que le milliardaire sans profession et son secrétaire s</w:t>
      </w:r>
      <w:r w:rsidR="00987D49">
        <w:t>’</w:t>
      </w:r>
      <w:r>
        <w:t>étaient assez bien mis</w:t>
      </w:r>
      <w:r w:rsidR="00987D49">
        <w:t xml:space="preserve">, </w:t>
      </w:r>
      <w:r>
        <w:t>le premier au pilotage</w:t>
      </w:r>
      <w:r w:rsidR="00987D49">
        <w:t xml:space="preserve">, </w:t>
      </w:r>
      <w:r>
        <w:t>et le second à la navigation</w:t>
      </w:r>
      <w:r w:rsidR="00987D49">
        <w:t xml:space="preserve">. </w:t>
      </w:r>
      <w:r>
        <w:t>En pareille occurrence</w:t>
      </w:r>
      <w:r w:rsidR="00987D49">
        <w:t xml:space="preserve">, </w:t>
      </w:r>
      <w:r>
        <w:t>assurément</w:t>
      </w:r>
      <w:r w:rsidR="00987D49">
        <w:t xml:space="preserve">, </w:t>
      </w:r>
      <w:r>
        <w:t xml:space="preserve">mieux valait un </w:t>
      </w:r>
      <w:r w:rsidR="00987D49">
        <w:t>« </w:t>
      </w:r>
      <w:r>
        <w:t>bricoleur</w:t>
      </w:r>
      <w:r w:rsidR="00987D49">
        <w:t> »</w:t>
      </w:r>
      <w:r>
        <w:t xml:space="preserve"> qu</w:t>
      </w:r>
      <w:r w:rsidR="00987D49">
        <w:t>’</w:t>
      </w:r>
      <w:r>
        <w:t>un avocat à la Cour</w:t>
      </w:r>
      <w:r w:rsidR="00987D49">
        <w:t> !…</w:t>
      </w:r>
    </w:p>
    <w:p w14:paraId="6DF1D79B" w14:textId="77777777" w:rsidR="00987D49" w:rsidRDefault="00B27708" w:rsidP="00B27708">
      <w:r>
        <w:t>Fort heureusement</w:t>
      </w:r>
      <w:r w:rsidR="00987D49">
        <w:t xml:space="preserve">, </w:t>
      </w:r>
      <w:r>
        <w:t>on ne réclamait pas autre chose</w:t>
      </w:r>
      <w:r w:rsidR="00987D49">
        <w:t xml:space="preserve">, </w:t>
      </w:r>
      <w:r>
        <w:t>durant mon quart</w:t>
      </w:r>
      <w:r w:rsidR="00987D49">
        <w:t xml:space="preserve">, </w:t>
      </w:r>
      <w:r>
        <w:t>que de veiller à la régularité de la marche des appareils automatiques</w:t>
      </w:r>
      <w:r w:rsidR="00987D49">
        <w:t xml:space="preserve">, </w:t>
      </w:r>
      <w:r>
        <w:t>dont je ne connaissais qu</w:t>
      </w:r>
      <w:r w:rsidR="00987D49">
        <w:t>’</w:t>
      </w:r>
      <w:r>
        <w:t>imparfaitement les noms et pas du tout le fonctionnement interne</w:t>
      </w:r>
      <w:r w:rsidR="00987D49">
        <w:t xml:space="preserve">. </w:t>
      </w:r>
      <w:r>
        <w:t>Que tel gyroscope vînt à dévier</w:t>
      </w:r>
      <w:r w:rsidR="00987D49">
        <w:t xml:space="preserve">, </w:t>
      </w:r>
      <w:r>
        <w:lastRenderedPageBreak/>
        <w:t>que telle aiguille vînt à dépasser</w:t>
      </w:r>
      <w:r w:rsidR="00987D49">
        <w:t xml:space="preserve">, </w:t>
      </w:r>
      <w:r>
        <w:t>sur tel cadran</w:t>
      </w:r>
      <w:r w:rsidR="00987D49">
        <w:t xml:space="preserve">, </w:t>
      </w:r>
      <w:r>
        <w:t>telle graduation</w:t>
      </w:r>
      <w:r w:rsidR="00987D49">
        <w:t xml:space="preserve"> ; </w:t>
      </w:r>
      <w:r>
        <w:t>que Véga cessât d</w:t>
      </w:r>
      <w:r w:rsidR="00987D49">
        <w:t>’</w:t>
      </w:r>
      <w:r>
        <w:t>être à notre zénith</w:t>
      </w:r>
      <w:r w:rsidR="00987D49">
        <w:t xml:space="preserve"> ; </w:t>
      </w:r>
      <w:r>
        <w:t>et je n</w:t>
      </w:r>
      <w:r w:rsidR="00987D49">
        <w:t>’</w:t>
      </w:r>
      <w:r>
        <w:t>avais qu</w:t>
      </w:r>
      <w:r w:rsidR="00987D49">
        <w:t>’</w:t>
      </w:r>
      <w:r>
        <w:t>à appeler Pierre ou René</w:t>
      </w:r>
      <w:r w:rsidR="00987D49">
        <w:t xml:space="preserve">, </w:t>
      </w:r>
      <w:r>
        <w:t>ou mieux encore Pierre et René</w:t>
      </w:r>
      <w:r w:rsidR="00987D49">
        <w:t>…</w:t>
      </w:r>
    </w:p>
    <w:p w14:paraId="1BC51F7B" w14:textId="77777777" w:rsidR="00987D49" w:rsidRDefault="00B27708" w:rsidP="00B27708">
      <w:r>
        <w:t>Point n</w:t>
      </w:r>
      <w:r w:rsidR="00987D49">
        <w:t>’</w:t>
      </w:r>
      <w:r>
        <w:t>était besoin d</w:t>
      </w:r>
      <w:r w:rsidR="00987D49">
        <w:t>’</w:t>
      </w:r>
      <w:r>
        <w:t>être mathématicien pour accomplir cette tâche</w:t>
      </w:r>
      <w:r w:rsidR="00987D49">
        <w:t xml:space="preserve">. </w:t>
      </w:r>
      <w:r>
        <w:t>Aussi m</w:t>
      </w:r>
      <w:r w:rsidR="00987D49">
        <w:t>’</w:t>
      </w:r>
      <w:r>
        <w:t>en tirai-je sans anicroche</w:t>
      </w:r>
      <w:r w:rsidR="00987D49">
        <w:t xml:space="preserve">. </w:t>
      </w:r>
      <w:r>
        <w:t>Il faut dire aussi que l</w:t>
      </w:r>
      <w:r w:rsidR="00987D49">
        <w:t>’</w:t>
      </w:r>
      <w:r>
        <w:t>astronef était parfaitement au point et qu</w:t>
      </w:r>
      <w:r w:rsidR="00987D49">
        <w:t>’</w:t>
      </w:r>
      <w:r>
        <w:t>aucun incident digne d</w:t>
      </w:r>
      <w:r w:rsidR="00987D49">
        <w:t>’</w:t>
      </w:r>
      <w:r>
        <w:t>être rapporté ne vint troubler mon quart</w:t>
      </w:r>
      <w:r w:rsidR="00987D49">
        <w:t>…</w:t>
      </w:r>
    </w:p>
    <w:p w14:paraId="0BCE9F4B" w14:textId="77777777" w:rsidR="00987D49" w:rsidRDefault="00B27708" w:rsidP="00B27708">
      <w:r>
        <w:t>Si l</w:t>
      </w:r>
      <w:r w:rsidR="00987D49">
        <w:t>’</w:t>
      </w:r>
      <w:r>
        <w:t>aventure se déroulait le mieux du monde</w:t>
      </w:r>
      <w:r w:rsidR="00987D49">
        <w:t xml:space="preserve">, </w:t>
      </w:r>
      <w:r>
        <w:t>du point de vue mécanique et physiologique</w:t>
      </w:r>
      <w:r w:rsidR="00987D49">
        <w:t xml:space="preserve">, </w:t>
      </w:r>
      <w:r>
        <w:t>mon rôle d</w:t>
      </w:r>
      <w:r w:rsidR="00987D49">
        <w:t>’</w:t>
      </w:r>
      <w:r>
        <w:t>historiographe m</w:t>
      </w:r>
      <w:r w:rsidR="00987D49">
        <w:t>’</w:t>
      </w:r>
      <w:r>
        <w:t>oblige à noter qu</w:t>
      </w:r>
      <w:r w:rsidR="00987D49">
        <w:t>’</w:t>
      </w:r>
      <w:r>
        <w:t>il n</w:t>
      </w:r>
      <w:r w:rsidR="00987D49">
        <w:t>’</w:t>
      </w:r>
      <w:r>
        <w:t>en allait pas de même dans le domaine sentimental et psychologique</w:t>
      </w:r>
      <w:r w:rsidR="00987D49">
        <w:t xml:space="preserve">. </w:t>
      </w:r>
      <w:r>
        <w:t xml:space="preserve">Entre Pierre </w:t>
      </w:r>
      <w:proofErr w:type="spellStart"/>
      <w:r>
        <w:t>Saravine</w:t>
      </w:r>
      <w:proofErr w:type="spellEnd"/>
      <w:r>
        <w:t xml:space="preserve"> et Victor </w:t>
      </w:r>
      <w:proofErr w:type="spellStart"/>
      <w:r>
        <w:t>Grimaille</w:t>
      </w:r>
      <w:proofErr w:type="spellEnd"/>
      <w:r>
        <w:t xml:space="preserve"> qui</w:t>
      </w:r>
      <w:r w:rsidR="00987D49">
        <w:t xml:space="preserve">, </w:t>
      </w:r>
      <w:r>
        <w:t>d</w:t>
      </w:r>
      <w:r w:rsidR="00987D49">
        <w:t>’</w:t>
      </w:r>
      <w:r>
        <w:t>après mes recoupements</w:t>
      </w:r>
      <w:r w:rsidR="00987D49">
        <w:t xml:space="preserve">, </w:t>
      </w:r>
      <w:r>
        <w:t>s</w:t>
      </w:r>
      <w:r w:rsidR="00987D49">
        <w:t>’</w:t>
      </w:r>
      <w:r>
        <w:t>accordaient à merveille jusqu</w:t>
      </w:r>
      <w:r w:rsidR="00987D49">
        <w:t>’</w:t>
      </w:r>
      <w:r>
        <w:t>à ce qu</w:t>
      </w:r>
      <w:r w:rsidR="00987D49">
        <w:t>’</w:t>
      </w:r>
      <w:r>
        <w:t>ils connussent Hélène</w:t>
      </w:r>
      <w:r w:rsidR="00987D49">
        <w:t xml:space="preserve">, </w:t>
      </w:r>
      <w:r>
        <w:t>l</w:t>
      </w:r>
      <w:r w:rsidR="00987D49">
        <w:t>’</w:t>
      </w:r>
      <w:r>
        <w:t>atmosphère commençait à se troubler</w:t>
      </w:r>
      <w:r w:rsidR="00987D49">
        <w:t xml:space="preserve">. </w:t>
      </w:r>
      <w:r>
        <w:t>Je discernais une mésentente à ses débuts</w:t>
      </w:r>
      <w:r w:rsidR="00987D49">
        <w:t xml:space="preserve">, </w:t>
      </w:r>
      <w:r>
        <w:t>une nervosité</w:t>
      </w:r>
      <w:r w:rsidR="00987D49">
        <w:t xml:space="preserve">, </w:t>
      </w:r>
      <w:r>
        <w:t>une tension</w:t>
      </w:r>
      <w:r w:rsidR="00987D49">
        <w:t xml:space="preserve">, </w:t>
      </w:r>
      <w:r>
        <w:t>une irritation</w:t>
      </w:r>
      <w:r w:rsidR="00987D49">
        <w:t xml:space="preserve">, </w:t>
      </w:r>
      <w:r>
        <w:t>bientôt</w:t>
      </w:r>
      <w:r w:rsidR="00987D49">
        <w:t xml:space="preserve">, </w:t>
      </w:r>
      <w:r>
        <w:t>dans les rapports entre ces deux hommes</w:t>
      </w:r>
      <w:r w:rsidR="00987D49">
        <w:t>.</w:t>
      </w:r>
    </w:p>
    <w:p w14:paraId="72C50A1E" w14:textId="77777777" w:rsidR="00987D49" w:rsidRDefault="00B27708" w:rsidP="00B27708">
      <w:r>
        <w:t xml:space="preserve">Ils se donnaient encore mutuellement du </w:t>
      </w:r>
      <w:r w:rsidR="00987D49">
        <w:t>« </w:t>
      </w:r>
      <w:r>
        <w:t>cher ami</w:t>
      </w:r>
      <w:r w:rsidR="00987D49">
        <w:t xml:space="preserve"> », </w:t>
      </w:r>
      <w:r>
        <w:t>mais le ton n</w:t>
      </w:r>
      <w:r w:rsidR="00987D49">
        <w:t>’</w:t>
      </w:r>
      <w:r>
        <w:t>y était plus</w:t>
      </w:r>
      <w:r w:rsidR="00987D49">
        <w:t xml:space="preserve">. </w:t>
      </w:r>
      <w:r>
        <w:t xml:space="preserve">Le </w:t>
      </w:r>
      <w:r w:rsidR="00987D49">
        <w:t>« </w:t>
      </w:r>
      <w:r>
        <w:t>cher ami</w:t>
      </w:r>
      <w:r w:rsidR="00987D49">
        <w:t> »</w:t>
      </w:r>
      <w:r>
        <w:t xml:space="preserve"> de Victor ressemblait à une provocation et celui de Pierre à une imprécation</w:t>
      </w:r>
      <w:r w:rsidR="00987D49">
        <w:t xml:space="preserve">. </w:t>
      </w:r>
      <w:r>
        <w:t>Le milliardaire ne se pliait qu</w:t>
      </w:r>
      <w:r w:rsidR="00987D49">
        <w:t>’</w:t>
      </w:r>
      <w:r>
        <w:t>en rechignant aux ordres du chef de l</w:t>
      </w:r>
      <w:r w:rsidR="00987D49">
        <w:t>’</w:t>
      </w:r>
      <w:r>
        <w:t>expédition</w:t>
      </w:r>
      <w:r w:rsidR="00987D49">
        <w:t xml:space="preserve">. </w:t>
      </w:r>
      <w:r>
        <w:t>Celui-ci feignait bien de ne point s</w:t>
      </w:r>
      <w:r w:rsidR="00987D49">
        <w:t>’</w:t>
      </w:r>
      <w:r>
        <w:t>en apercevoir mais parfois des éclairs passaient dans ses yeux d</w:t>
      </w:r>
      <w:r w:rsidR="00987D49">
        <w:t>’</w:t>
      </w:r>
      <w:r>
        <w:t>acier</w:t>
      </w:r>
      <w:r w:rsidR="00987D49">
        <w:t xml:space="preserve">. </w:t>
      </w:r>
      <w:r>
        <w:t>Aucun incident réel ne s</w:t>
      </w:r>
      <w:r w:rsidR="00987D49">
        <w:t>’</w:t>
      </w:r>
      <w:r>
        <w:t>était encore produit entre les deux hommes</w:t>
      </w:r>
      <w:r w:rsidR="00987D49">
        <w:t xml:space="preserve">, </w:t>
      </w:r>
      <w:r>
        <w:t>parce qu</w:t>
      </w:r>
      <w:r w:rsidR="00987D49">
        <w:t>’</w:t>
      </w:r>
      <w:r>
        <w:t>aucune cause sérieuse n</w:t>
      </w:r>
      <w:r w:rsidR="00987D49">
        <w:t>’</w:t>
      </w:r>
      <w:r>
        <w:t>était venue en provoquer</w:t>
      </w:r>
      <w:r w:rsidR="00987D49">
        <w:t xml:space="preserve">. </w:t>
      </w:r>
      <w:r>
        <w:t>Mais l</w:t>
      </w:r>
      <w:r w:rsidR="00987D49">
        <w:t>’</w:t>
      </w:r>
      <w:r>
        <w:t>on sentait</w:t>
      </w:r>
      <w:r w:rsidR="00987D49">
        <w:t xml:space="preserve">, </w:t>
      </w:r>
      <w:r>
        <w:t>à de menus détails de leurs relations</w:t>
      </w:r>
      <w:r w:rsidR="00987D49">
        <w:t xml:space="preserve">, </w:t>
      </w:r>
      <w:r>
        <w:t>que l</w:t>
      </w:r>
      <w:r w:rsidR="00987D49">
        <w:t>’</w:t>
      </w:r>
      <w:r>
        <w:t>entente</w:t>
      </w:r>
      <w:r w:rsidR="00987D49">
        <w:t xml:space="preserve">, </w:t>
      </w:r>
      <w:r>
        <w:t>entre eux</w:t>
      </w:r>
      <w:r w:rsidR="00987D49">
        <w:t xml:space="preserve">, </w:t>
      </w:r>
      <w:r>
        <w:t>était précaire et fragile</w:t>
      </w:r>
      <w:r w:rsidR="00987D49">
        <w:t>.</w:t>
      </w:r>
    </w:p>
    <w:p w14:paraId="11BC1275" w14:textId="77777777" w:rsidR="00987D49" w:rsidRDefault="00B27708" w:rsidP="00B27708">
      <w:r>
        <w:t>La raison profonde de cette fâcheuse situation</w:t>
      </w:r>
      <w:r w:rsidR="00987D49">
        <w:t xml:space="preserve">, </w:t>
      </w:r>
      <w:r>
        <w:t>je pouvais d</w:t>
      </w:r>
      <w:r w:rsidR="00987D49">
        <w:t>’</w:t>
      </w:r>
      <w:r>
        <w:t>autant moins l</w:t>
      </w:r>
      <w:r w:rsidR="00987D49">
        <w:t>’</w:t>
      </w:r>
      <w:r>
        <w:t>ignorer</w:t>
      </w:r>
      <w:r w:rsidR="00987D49">
        <w:t xml:space="preserve">, </w:t>
      </w:r>
      <w:r>
        <w:t>que je devais lutter moi-même</w:t>
      </w:r>
      <w:r w:rsidR="00987D49">
        <w:t xml:space="preserve">, </w:t>
      </w:r>
      <w:r>
        <w:t>pour maîtriser en moi une irritation analogue à celle que j</w:t>
      </w:r>
      <w:r w:rsidR="00987D49">
        <w:t>’</w:t>
      </w:r>
      <w:r>
        <w:t>étais bien marri d</w:t>
      </w:r>
      <w:r w:rsidR="00987D49">
        <w:t>’</w:t>
      </w:r>
      <w:r>
        <w:t>observer</w:t>
      </w:r>
      <w:r w:rsidR="00987D49">
        <w:t xml:space="preserve">. </w:t>
      </w:r>
      <w:r>
        <w:t>Cette raison avait un nom</w:t>
      </w:r>
      <w:r w:rsidR="00987D49">
        <w:t xml:space="preserve"> : </w:t>
      </w:r>
      <w:r>
        <w:t>Hélène</w:t>
      </w:r>
      <w:r w:rsidR="00987D49">
        <w:t>…</w:t>
      </w:r>
    </w:p>
    <w:p w14:paraId="27A74B8E" w14:textId="77777777" w:rsidR="00987D49" w:rsidRDefault="00B27708" w:rsidP="00B27708">
      <w:r>
        <w:t>J</w:t>
      </w:r>
      <w:r w:rsidR="00987D49">
        <w:t>’</w:t>
      </w:r>
      <w:r>
        <w:t xml:space="preserve">ai noté déjà que Victor </w:t>
      </w:r>
      <w:proofErr w:type="spellStart"/>
      <w:r>
        <w:t>Grimaille</w:t>
      </w:r>
      <w:proofErr w:type="spellEnd"/>
      <w:r w:rsidR="00987D49">
        <w:t xml:space="preserve">, </w:t>
      </w:r>
      <w:r>
        <w:t>dès sa première entrevue avec la jeune fille</w:t>
      </w:r>
      <w:r w:rsidR="00987D49">
        <w:t xml:space="preserve">, </w:t>
      </w:r>
      <w:r>
        <w:t>s</w:t>
      </w:r>
      <w:r w:rsidR="00987D49">
        <w:t>’</w:t>
      </w:r>
      <w:r>
        <w:t>était mis en frais</w:t>
      </w:r>
      <w:r w:rsidR="00987D49">
        <w:t xml:space="preserve">. </w:t>
      </w:r>
      <w:r>
        <w:t>Cela m</w:t>
      </w:r>
      <w:r w:rsidR="00987D49">
        <w:t>’</w:t>
      </w:r>
      <w:r>
        <w:t xml:space="preserve">avait paru assez naturel </w:t>
      </w:r>
      <w:r>
        <w:lastRenderedPageBreak/>
        <w:t>et nullement inquiétant</w:t>
      </w:r>
      <w:r w:rsidR="00987D49">
        <w:t xml:space="preserve">. </w:t>
      </w:r>
      <w:r>
        <w:t>Mais des conversations avec le secrétaire de l</w:t>
      </w:r>
      <w:r w:rsidR="00987D49">
        <w:t>’</w:t>
      </w:r>
      <w:r>
        <w:t>opulent personnage devaient m</w:t>
      </w:r>
      <w:r w:rsidR="00987D49">
        <w:t>’</w:t>
      </w:r>
      <w:r>
        <w:t xml:space="preserve">apprendre que </w:t>
      </w:r>
      <w:proofErr w:type="spellStart"/>
      <w:r>
        <w:t>Grimaille</w:t>
      </w:r>
      <w:proofErr w:type="spellEnd"/>
      <w:r w:rsidR="00987D49">
        <w:t xml:space="preserve">, </w:t>
      </w:r>
      <w:r>
        <w:t>depuis de longues années</w:t>
      </w:r>
      <w:r w:rsidR="00987D49">
        <w:t xml:space="preserve">, </w:t>
      </w:r>
      <w:r>
        <w:t>affectait une indifférence absolue à l</w:t>
      </w:r>
      <w:r w:rsidR="00987D49">
        <w:t>’</w:t>
      </w:r>
      <w:r>
        <w:t>égard de toutes les femmes</w:t>
      </w:r>
      <w:r w:rsidR="00987D49">
        <w:t xml:space="preserve">, </w:t>
      </w:r>
      <w:r>
        <w:t>et que</w:t>
      </w:r>
      <w:r w:rsidR="00987D49">
        <w:t xml:space="preserve">, </w:t>
      </w:r>
      <w:r>
        <w:t>trop souvent recherché et adulé pour sa seule et immense fortune</w:t>
      </w:r>
      <w:r w:rsidR="00987D49">
        <w:t xml:space="preserve">, </w:t>
      </w:r>
      <w:r>
        <w:t xml:space="preserve">il se flattait de mépriser ce </w:t>
      </w:r>
      <w:r w:rsidR="00987D49">
        <w:t>« </w:t>
      </w:r>
      <w:r>
        <w:t>sentiment de pauvre</w:t>
      </w:r>
      <w:r w:rsidR="00987D49">
        <w:t> »</w:t>
      </w:r>
      <w:r>
        <w:t xml:space="preserve"> que les hommes nomment </w:t>
      </w:r>
      <w:r w:rsidR="00987D49">
        <w:t>« </w:t>
      </w:r>
      <w:r>
        <w:t>l</w:t>
      </w:r>
      <w:r w:rsidR="00987D49">
        <w:t>’</w:t>
      </w:r>
      <w:r>
        <w:t>amour</w:t>
      </w:r>
      <w:r w:rsidR="00987D49">
        <w:t xml:space="preserve"> ». </w:t>
      </w:r>
      <w:r>
        <w:t>Il se vantait d</w:t>
      </w:r>
      <w:r w:rsidR="00987D49">
        <w:t>’</w:t>
      </w:r>
      <w:r>
        <w:t>être invulnérable</w:t>
      </w:r>
      <w:r w:rsidR="00987D49">
        <w:t xml:space="preserve">, </w:t>
      </w:r>
      <w:r>
        <w:t>et professait que toutes étaient à vendre</w:t>
      </w:r>
      <w:r w:rsidR="00987D49">
        <w:t xml:space="preserve">, </w:t>
      </w:r>
      <w:r>
        <w:t>qu</w:t>
      </w:r>
      <w:r w:rsidR="00987D49">
        <w:t>’</w:t>
      </w:r>
      <w:r>
        <w:t>il suffisait d</w:t>
      </w:r>
      <w:r w:rsidR="00987D49">
        <w:t>’</w:t>
      </w:r>
      <w:r>
        <w:t>y mettre le prix</w:t>
      </w:r>
      <w:r w:rsidR="00987D49">
        <w:t xml:space="preserve">, </w:t>
      </w:r>
      <w:r>
        <w:t>et que l</w:t>
      </w:r>
      <w:r w:rsidR="00987D49">
        <w:t>’</w:t>
      </w:r>
      <w:r>
        <w:t>on ne devait plus rien à une femme quand on l</w:t>
      </w:r>
      <w:r w:rsidR="00987D49">
        <w:t>’</w:t>
      </w:r>
      <w:r>
        <w:t>avait payée</w:t>
      </w:r>
      <w:r w:rsidR="00987D49">
        <w:t> !…</w:t>
      </w:r>
    </w:p>
    <w:p w14:paraId="1C1A4136" w14:textId="77777777" w:rsidR="00987D49" w:rsidRDefault="00B27708" w:rsidP="00B27708">
      <w:r>
        <w:t>Sa curiosité avait été piquée</w:t>
      </w:r>
      <w:r w:rsidR="00987D49">
        <w:t xml:space="preserve">, </w:t>
      </w:r>
      <w:r>
        <w:t>lors de l</w:t>
      </w:r>
      <w:r w:rsidR="00987D49">
        <w:t>’</w:t>
      </w:r>
      <w:r>
        <w:t>apparition d</w:t>
      </w:r>
      <w:r w:rsidR="00987D49">
        <w:t>’</w:t>
      </w:r>
      <w:r>
        <w:t>Hélène dans sa vie</w:t>
      </w:r>
      <w:r w:rsidR="00987D49">
        <w:t xml:space="preserve">, </w:t>
      </w:r>
      <w:r>
        <w:t>par le peu de cas que parut faire de lui et de ses richesses</w:t>
      </w:r>
      <w:r w:rsidR="00987D49">
        <w:t xml:space="preserve">, </w:t>
      </w:r>
      <w:r>
        <w:t>la captivante jeune fille</w:t>
      </w:r>
      <w:r w:rsidR="00987D49">
        <w:t xml:space="preserve">. </w:t>
      </w:r>
      <w:r>
        <w:t>S</w:t>
      </w:r>
      <w:r w:rsidR="00987D49">
        <w:t>’</w:t>
      </w:r>
      <w:r>
        <w:t>il put croire</w:t>
      </w:r>
      <w:r w:rsidR="00987D49">
        <w:t xml:space="preserve">, </w:t>
      </w:r>
      <w:r>
        <w:t>tout d</w:t>
      </w:r>
      <w:r w:rsidR="00987D49">
        <w:t>’</w:t>
      </w:r>
      <w:r>
        <w:t>abord</w:t>
      </w:r>
      <w:r w:rsidR="00987D49">
        <w:t xml:space="preserve">, </w:t>
      </w:r>
      <w:r>
        <w:t>à une attitude calculée</w:t>
      </w:r>
      <w:r w:rsidR="00987D49">
        <w:t xml:space="preserve">, </w:t>
      </w:r>
      <w:r>
        <w:t>il ne tarda pas à sentir la réalité de ce dédain poli</w:t>
      </w:r>
      <w:r w:rsidR="00987D49">
        <w:t xml:space="preserve">. </w:t>
      </w:r>
      <w:r>
        <w:t>L</w:t>
      </w:r>
      <w:r w:rsidR="00987D49">
        <w:t>’</w:t>
      </w:r>
      <w:r>
        <w:t>admiration visible et sensible d</w:t>
      </w:r>
      <w:r w:rsidR="00987D49">
        <w:t>’</w:t>
      </w:r>
      <w:r>
        <w:t xml:space="preserve">Hélène pour Pierre </w:t>
      </w:r>
      <w:proofErr w:type="spellStart"/>
      <w:r>
        <w:t>Saravine</w:t>
      </w:r>
      <w:proofErr w:type="spellEnd"/>
      <w:r w:rsidR="00987D49">
        <w:t xml:space="preserve">, </w:t>
      </w:r>
      <w:r>
        <w:t>lui apparut alors comme une offense personnelle</w:t>
      </w:r>
      <w:r w:rsidR="00987D49">
        <w:t xml:space="preserve">. </w:t>
      </w:r>
      <w:r>
        <w:t>Renversant l</w:t>
      </w:r>
      <w:r w:rsidR="00987D49">
        <w:t>’</w:t>
      </w:r>
      <w:r>
        <w:t>ordre normal</w:t>
      </w:r>
      <w:r w:rsidR="00987D49">
        <w:t xml:space="preserve">, </w:t>
      </w:r>
      <w:r>
        <w:t>il connut la jalousie avant l</w:t>
      </w:r>
      <w:r w:rsidR="00987D49">
        <w:t>’</w:t>
      </w:r>
      <w:r>
        <w:t>amour</w:t>
      </w:r>
      <w:r w:rsidR="00987D49">
        <w:t xml:space="preserve">. </w:t>
      </w:r>
      <w:r>
        <w:t>Mais ce dernier sentiment</w:t>
      </w:r>
      <w:r w:rsidR="00987D49">
        <w:t xml:space="preserve">, </w:t>
      </w:r>
      <w:r>
        <w:t>pour s</w:t>
      </w:r>
      <w:r w:rsidR="00987D49">
        <w:t>’</w:t>
      </w:r>
      <w:r>
        <w:t>être manifesté tardivement</w:t>
      </w:r>
      <w:r w:rsidR="00987D49">
        <w:t xml:space="preserve">, </w:t>
      </w:r>
      <w:r>
        <w:t>n</w:t>
      </w:r>
      <w:r w:rsidR="00987D49">
        <w:t>’</w:t>
      </w:r>
      <w:r>
        <w:t>en fut que plus violent et plus égoïste</w:t>
      </w:r>
      <w:r w:rsidR="00987D49">
        <w:t>.</w:t>
      </w:r>
    </w:p>
    <w:p w14:paraId="7A00EAE3" w14:textId="77777777" w:rsidR="00987D49" w:rsidRDefault="00B27708" w:rsidP="00B27708">
      <w:r>
        <w:t>La passion qui s</w:t>
      </w:r>
      <w:r w:rsidR="00987D49">
        <w:t>’</w:t>
      </w:r>
      <w:r>
        <w:t xml:space="preserve">était ainsi allumée dans le cœur de Victor </w:t>
      </w:r>
      <w:proofErr w:type="spellStart"/>
      <w:r>
        <w:t>Grimaille</w:t>
      </w:r>
      <w:proofErr w:type="spellEnd"/>
      <w:r w:rsidR="00987D49">
        <w:t xml:space="preserve">, </w:t>
      </w:r>
      <w:r>
        <w:t>ne ressemblait en rien à celle qui vivait en moi</w:t>
      </w:r>
      <w:r w:rsidR="00987D49">
        <w:t xml:space="preserve">. </w:t>
      </w:r>
      <w:r>
        <w:t>Alors que je m</w:t>
      </w:r>
      <w:r w:rsidR="00987D49">
        <w:t>’</w:t>
      </w:r>
      <w:r>
        <w:t>efforçais de mâter ma jalousie et de trouver quelque saveur amère au renoncement</w:t>
      </w:r>
      <w:r w:rsidR="00987D49">
        <w:t xml:space="preserve">, </w:t>
      </w:r>
      <w:r>
        <w:t>en souhaitant à celle que j</w:t>
      </w:r>
      <w:r w:rsidR="00987D49">
        <w:t>’</w:t>
      </w:r>
      <w:r>
        <w:t>aimais de trouver le bonheur que mon amour ne pouvait lui donner</w:t>
      </w:r>
      <w:r w:rsidR="00987D49">
        <w:t xml:space="preserve">, </w:t>
      </w:r>
      <w:r>
        <w:t>le vieil enfant gâté dont le cœur assoupi venait de se réveiller</w:t>
      </w:r>
      <w:r w:rsidR="00987D49">
        <w:t xml:space="preserve">, </w:t>
      </w:r>
      <w:r>
        <w:t>n</w:t>
      </w:r>
      <w:r w:rsidR="00987D49">
        <w:t>’</w:t>
      </w:r>
      <w:r>
        <w:t>entendait pas qu</w:t>
      </w:r>
      <w:r w:rsidR="00987D49">
        <w:t>’</w:t>
      </w:r>
      <w:r>
        <w:t>Hélène pût être à un autre qu</w:t>
      </w:r>
      <w:r w:rsidR="00987D49">
        <w:t>’</w:t>
      </w:r>
      <w:r>
        <w:t>à lui</w:t>
      </w:r>
      <w:r w:rsidR="00987D49">
        <w:t xml:space="preserve">. </w:t>
      </w:r>
      <w:r>
        <w:t>Sans doute son courtisan habituel</w:t>
      </w:r>
      <w:r w:rsidR="00987D49">
        <w:t xml:space="preserve">, </w:t>
      </w:r>
      <w:r>
        <w:t>l</w:t>
      </w:r>
      <w:r w:rsidR="00987D49">
        <w:t>’</w:t>
      </w:r>
      <w:r>
        <w:t>antipathique Fernand</w:t>
      </w:r>
      <w:r w:rsidR="00987D49">
        <w:t xml:space="preserve">, </w:t>
      </w:r>
      <w:r>
        <w:t>se plaisait-il à entretenir adroitement cette flamme</w:t>
      </w:r>
      <w:r w:rsidR="00987D49">
        <w:t>.</w:t>
      </w:r>
    </w:p>
    <w:p w14:paraId="01E82FE9" w14:textId="77777777" w:rsidR="00987D49" w:rsidRDefault="00B27708" w:rsidP="00B27708">
      <w:r>
        <w:t>Quoi qu</w:t>
      </w:r>
      <w:r w:rsidR="00987D49">
        <w:t>’</w:t>
      </w:r>
      <w:r>
        <w:t>il en soit</w:t>
      </w:r>
      <w:r w:rsidR="00987D49">
        <w:t xml:space="preserve">, </w:t>
      </w:r>
      <w:r>
        <w:t>j</w:t>
      </w:r>
      <w:r w:rsidR="00987D49">
        <w:t>’</w:t>
      </w:r>
      <w:r>
        <w:t>étais sûr de ne point me tromper sur les sentiments qui animaient l</w:t>
      </w:r>
      <w:r w:rsidR="00987D49">
        <w:t>’</w:t>
      </w:r>
      <w:r>
        <w:t>armateur de l</w:t>
      </w:r>
      <w:r w:rsidR="00987D49">
        <w:t>’</w:t>
      </w:r>
      <w:r>
        <w:t>astronef</w:t>
      </w:r>
      <w:r w:rsidR="00987D49">
        <w:t xml:space="preserve"> : </w:t>
      </w:r>
      <w:r>
        <w:t>un violent désir d</w:t>
      </w:r>
      <w:r w:rsidR="00987D49">
        <w:t>’</w:t>
      </w:r>
      <w:r>
        <w:t>avoir Hélène</w:t>
      </w:r>
      <w:r w:rsidR="00987D49">
        <w:t xml:space="preserve">, </w:t>
      </w:r>
      <w:r>
        <w:t>une haine vigoureuse à l</w:t>
      </w:r>
      <w:r w:rsidR="00987D49">
        <w:t>’</w:t>
      </w:r>
      <w:r>
        <w:t>égard de son heureux rival</w:t>
      </w:r>
      <w:r w:rsidR="00987D49">
        <w:t>…</w:t>
      </w:r>
    </w:p>
    <w:p w14:paraId="4515FA66" w14:textId="103FFD61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24" w:name="__RefHeading__91160_553960937"/>
      <w:bookmarkStart w:id="25" w:name="bookmark13"/>
      <w:bookmarkStart w:id="26" w:name="_Toc194838867"/>
      <w:bookmarkEnd w:id="24"/>
      <w:r>
        <w:lastRenderedPageBreak/>
        <w:t>I</w:t>
      </w:r>
      <w:bookmarkEnd w:id="25"/>
      <w:r>
        <w:t>X</w:t>
      </w:r>
      <w:r>
        <w:br/>
      </w:r>
      <w:r>
        <w:br/>
        <w:t>Un astre errant</w:t>
      </w:r>
      <w:bookmarkEnd w:id="26"/>
    </w:p>
    <w:p w14:paraId="3DC0AA5F" w14:textId="77777777" w:rsidR="00987D49" w:rsidRDefault="00B27708" w:rsidP="00B27708">
      <w:r>
        <w:t>Ces sentiments se manifestèrent ouvertement</w:t>
      </w:r>
      <w:r w:rsidR="00987D49">
        <w:t xml:space="preserve">, </w:t>
      </w:r>
      <w:r>
        <w:t>vers la trentième heure de notre voyage</w:t>
      </w:r>
      <w:r w:rsidR="00987D49">
        <w:t xml:space="preserve">, </w:t>
      </w:r>
      <w:r>
        <w:t xml:space="preserve">alors que le </w:t>
      </w:r>
      <w:r w:rsidR="00987D49">
        <w:t>« </w:t>
      </w:r>
      <w:r>
        <w:t>Bolide</w:t>
      </w:r>
      <w:r w:rsidR="00987D49">
        <w:t> »</w:t>
      </w:r>
      <w:r>
        <w:t xml:space="preserve"> selon la loi de l</w:t>
      </w:r>
      <w:r w:rsidR="00987D49">
        <w:t>’</w:t>
      </w:r>
      <w:r>
        <w:t>inertie</w:t>
      </w:r>
      <w:r w:rsidR="00987D49">
        <w:t xml:space="preserve">, </w:t>
      </w:r>
      <w:r>
        <w:t>telle que me l</w:t>
      </w:r>
      <w:r w:rsidR="00987D49">
        <w:t>’</w:t>
      </w:r>
      <w:r>
        <w:t>avait brièvement exposée Pierre</w:t>
      </w:r>
      <w:r w:rsidR="00987D49">
        <w:t xml:space="preserve">, </w:t>
      </w:r>
      <w:r>
        <w:t>poursuivait sa course régulière à vitesse constante sans qu</w:t>
      </w:r>
      <w:r w:rsidR="00987D49">
        <w:t>’</w:t>
      </w:r>
      <w:r>
        <w:t>il fût besoin d</w:t>
      </w:r>
      <w:r w:rsidR="00987D49">
        <w:t>’</w:t>
      </w:r>
      <w:r>
        <w:t>user de nos explosifs</w:t>
      </w:r>
      <w:r w:rsidR="00987D49">
        <w:t>.</w:t>
      </w:r>
    </w:p>
    <w:p w14:paraId="0A78354D" w14:textId="77777777" w:rsidR="00987D49" w:rsidRDefault="00B27708" w:rsidP="00B27708">
      <w:r>
        <w:t>Hélène venait de prendre son quart</w:t>
      </w:r>
      <w:r w:rsidR="00987D49">
        <w:t xml:space="preserve">. </w:t>
      </w:r>
      <w:r>
        <w:t>Pierre</w:t>
      </w:r>
      <w:r w:rsidR="00987D49">
        <w:t xml:space="preserve">, </w:t>
      </w:r>
      <w:r>
        <w:t>exténué par de longues heures de veille</w:t>
      </w:r>
      <w:r w:rsidR="00987D49">
        <w:t xml:space="preserve">, </w:t>
      </w:r>
      <w:r>
        <w:t>s</w:t>
      </w:r>
      <w:r w:rsidR="00987D49">
        <w:t>’</w:t>
      </w:r>
      <w:r>
        <w:t>était endormi dans son fauteuil</w:t>
      </w:r>
      <w:r w:rsidR="00987D49">
        <w:t xml:space="preserve">. </w:t>
      </w:r>
      <w:r>
        <w:t>Je griffonnais des notes sur mon carnet</w:t>
      </w:r>
      <w:r w:rsidR="00987D49">
        <w:t xml:space="preserve">. </w:t>
      </w:r>
      <w:r>
        <w:t>Fernand ayant cédé sa place de veilleur à la jeune fille</w:t>
      </w:r>
      <w:r w:rsidR="00987D49">
        <w:t xml:space="preserve">, </w:t>
      </w:r>
      <w:r>
        <w:t>était penché sur son poste de radio</w:t>
      </w:r>
      <w:r w:rsidR="00987D49">
        <w:t xml:space="preserve">, </w:t>
      </w:r>
      <w:r>
        <w:t>toujours muet</w:t>
      </w:r>
      <w:r w:rsidR="00987D49">
        <w:t xml:space="preserve">. </w:t>
      </w:r>
      <w:r>
        <w:t>René s</w:t>
      </w:r>
      <w:r w:rsidR="00987D49">
        <w:t>’</w:t>
      </w:r>
      <w:r>
        <w:t>était lui aussi</w:t>
      </w:r>
      <w:r w:rsidR="00987D49">
        <w:t xml:space="preserve">, </w:t>
      </w:r>
      <w:r>
        <w:t>assoupi</w:t>
      </w:r>
      <w:r w:rsidR="00987D49">
        <w:t xml:space="preserve">… </w:t>
      </w:r>
      <w:r>
        <w:t xml:space="preserve">Victor </w:t>
      </w:r>
      <w:proofErr w:type="spellStart"/>
      <w:r>
        <w:t>Grimaille</w:t>
      </w:r>
      <w:proofErr w:type="spellEnd"/>
      <w:r w:rsidR="00987D49">
        <w:t xml:space="preserve">, </w:t>
      </w:r>
      <w:r>
        <w:t>à l</w:t>
      </w:r>
      <w:r w:rsidR="00987D49">
        <w:t>’</w:t>
      </w:r>
      <w:r>
        <w:t>aide d</w:t>
      </w:r>
      <w:r w:rsidR="00987D49">
        <w:t>’</w:t>
      </w:r>
      <w:r>
        <w:t>un jeu de cartes étalé sur un journal</w:t>
      </w:r>
      <w:r w:rsidR="00987D49">
        <w:t xml:space="preserve">, </w:t>
      </w:r>
      <w:r>
        <w:t>faisait des réussites</w:t>
      </w:r>
      <w:r w:rsidR="00987D49">
        <w:t>…</w:t>
      </w:r>
    </w:p>
    <w:p w14:paraId="0D632020" w14:textId="0BEE812C" w:rsidR="00987D49" w:rsidRDefault="00B27708" w:rsidP="00B27708">
      <w:r>
        <w:t>Lorsqu</w:t>
      </w:r>
      <w:r w:rsidR="00987D49">
        <w:t>’</w:t>
      </w:r>
      <w:r>
        <w:t>Hélène se fut installée devant le cœlostat</w:t>
      </w:r>
      <w:r w:rsidR="00987D49">
        <w:t xml:space="preserve">, </w:t>
      </w:r>
      <w:r>
        <w:t>Victor se leva et s</w:t>
      </w:r>
      <w:r w:rsidR="00987D49">
        <w:t>’</w:t>
      </w:r>
      <w:r>
        <w:t>approcha d</w:t>
      </w:r>
      <w:r w:rsidR="00987D49">
        <w:t>’</w:t>
      </w:r>
      <w:r>
        <w:t>elle</w:t>
      </w:r>
      <w:r w:rsidR="00987D49">
        <w:t xml:space="preserve">. </w:t>
      </w:r>
      <w:r>
        <w:t>Se penchant sur la tête brune</w:t>
      </w:r>
      <w:r w:rsidR="00987D49">
        <w:t xml:space="preserve">, </w:t>
      </w:r>
      <w:r>
        <w:t>il se mit à parler tout bas</w:t>
      </w:r>
      <w:r w:rsidR="00987D49">
        <w:t xml:space="preserve">. </w:t>
      </w:r>
      <w:r>
        <w:t>Ce qu</w:t>
      </w:r>
      <w:r w:rsidR="00987D49">
        <w:t>’</w:t>
      </w:r>
      <w:r>
        <w:t>il dit déplut apparemment à la jeune fille</w:t>
      </w:r>
      <w:r w:rsidR="00987D49">
        <w:t xml:space="preserve">, </w:t>
      </w:r>
      <w:r>
        <w:t>car elle murmura</w:t>
      </w:r>
      <w:r w:rsidR="00987D49">
        <w:t xml:space="preserve">, </w:t>
      </w:r>
      <w:r>
        <w:t>d</w:t>
      </w:r>
      <w:r w:rsidR="00987D49">
        <w:t>’</w:t>
      </w:r>
      <w:r>
        <w:t>une voix contenue</w:t>
      </w:r>
      <w:r w:rsidR="00987D49">
        <w:t xml:space="preserve">, </w:t>
      </w:r>
      <w:r>
        <w:t>mais dont la sécheresse était significative</w:t>
      </w:r>
      <w:r w:rsidR="00987D49">
        <w:t> : « </w:t>
      </w:r>
      <w:r>
        <w:t>Laissez-moi</w:t>
      </w:r>
      <w:r w:rsidR="00987D49">
        <w:t>, M. </w:t>
      </w:r>
      <w:proofErr w:type="spellStart"/>
      <w:r>
        <w:t>Grimaille</w:t>
      </w:r>
      <w:proofErr w:type="spellEnd"/>
      <w:r w:rsidR="00987D49">
        <w:t xml:space="preserve">, </w:t>
      </w:r>
      <w:r>
        <w:t>je ne veux</w:t>
      </w:r>
      <w:r w:rsidR="00987D49">
        <w:t xml:space="preserve">, </w:t>
      </w:r>
      <w:r>
        <w:t>ni ne peux vous entendre</w:t>
      </w:r>
      <w:r w:rsidR="00987D49">
        <w:t> »…</w:t>
      </w:r>
    </w:p>
    <w:p w14:paraId="1DB0D7FA" w14:textId="77777777" w:rsidR="00987D49" w:rsidRDefault="00B27708" w:rsidP="00B27708">
      <w:r>
        <w:t>À mon tour</w:t>
      </w:r>
      <w:r w:rsidR="00987D49">
        <w:t xml:space="preserve">, </w:t>
      </w:r>
      <w:r>
        <w:t>je me levai et tentai d</w:t>
      </w:r>
      <w:r w:rsidR="00987D49">
        <w:t>’</w:t>
      </w:r>
      <w:r>
        <w:t>intervenir</w:t>
      </w:r>
      <w:r w:rsidR="00987D49">
        <w:t xml:space="preserve">, </w:t>
      </w:r>
      <w:r>
        <w:t>comptant que ma seule présence suffirait à mettre un terme à ce début de querelle</w:t>
      </w:r>
      <w:r w:rsidR="00987D49">
        <w:t xml:space="preserve">. </w:t>
      </w:r>
      <w:r>
        <w:t>Je trouvai Fernand sur mon chemin</w:t>
      </w:r>
      <w:r w:rsidR="00987D49">
        <w:t xml:space="preserve">. </w:t>
      </w:r>
      <w:r>
        <w:t>Ayant laissé son poste de radio</w:t>
      </w:r>
      <w:r w:rsidR="00987D49">
        <w:t xml:space="preserve">, </w:t>
      </w:r>
      <w:r>
        <w:t xml:space="preserve">le secrétaire de </w:t>
      </w:r>
      <w:proofErr w:type="spellStart"/>
      <w:r>
        <w:t>Grimaille</w:t>
      </w:r>
      <w:proofErr w:type="spellEnd"/>
      <w:r>
        <w:t xml:space="preserve"> me barrait le passage</w:t>
      </w:r>
      <w:r w:rsidR="00987D49">
        <w:t xml:space="preserve">. </w:t>
      </w:r>
      <w:r>
        <w:t>Il souriait</w:t>
      </w:r>
      <w:r w:rsidR="00987D49">
        <w:t xml:space="preserve">, </w:t>
      </w:r>
      <w:r>
        <w:t>en me proposant une partie d</w:t>
      </w:r>
      <w:r w:rsidR="00987D49">
        <w:t>’</w:t>
      </w:r>
      <w:r>
        <w:t>échecs</w:t>
      </w:r>
      <w:r w:rsidR="00987D49">
        <w:t xml:space="preserve">. </w:t>
      </w:r>
      <w:r>
        <w:t>Je refusai</w:t>
      </w:r>
      <w:r w:rsidR="00987D49">
        <w:t xml:space="preserve">, </w:t>
      </w:r>
      <w:r>
        <w:t>et il répliqua</w:t>
      </w:r>
      <w:r w:rsidR="00987D49">
        <w:t> :</w:t>
      </w:r>
    </w:p>
    <w:p w14:paraId="39BEDCA4" w14:textId="77777777" w:rsidR="00987D49" w:rsidRDefault="00987D49" w:rsidP="00B27708">
      <w:r>
        <w:rPr>
          <w:rFonts w:eastAsia="Georgia"/>
        </w:rPr>
        <w:t>— </w:t>
      </w:r>
      <w:r w:rsidR="00B27708">
        <w:t>Alors</w:t>
      </w:r>
      <w:r>
        <w:t xml:space="preserve">, </w:t>
      </w:r>
      <w:r w:rsidR="00B27708">
        <w:t>restez dans votre fauteuil et ne troublez pas un aimable tête-à-tête</w:t>
      </w:r>
      <w:r>
        <w:t>.</w:t>
      </w:r>
    </w:p>
    <w:p w14:paraId="65B4D760" w14:textId="77777777" w:rsidR="00987D49" w:rsidRDefault="00B27708" w:rsidP="00B27708">
      <w:r>
        <w:lastRenderedPageBreak/>
        <w:t>Je considérai le ruffian avec mépris et m</w:t>
      </w:r>
      <w:r w:rsidR="00987D49">
        <w:t>’</w:t>
      </w:r>
      <w:r>
        <w:t>apprêtai à passer outre</w:t>
      </w:r>
      <w:r w:rsidR="00987D49">
        <w:t xml:space="preserve">, </w:t>
      </w:r>
      <w:r>
        <w:t>lorsque se produisit une autre intervention</w:t>
      </w:r>
      <w:r w:rsidR="00987D49">
        <w:t xml:space="preserve">, </w:t>
      </w:r>
      <w:r>
        <w:t>celle que je souhaitais précisément éviter</w:t>
      </w:r>
      <w:r w:rsidR="00987D49">
        <w:t xml:space="preserve">. </w:t>
      </w:r>
      <w:r>
        <w:t>Pierre</w:t>
      </w:r>
      <w:r w:rsidR="00987D49">
        <w:t xml:space="preserve">, </w:t>
      </w:r>
      <w:r>
        <w:t>ayant ouvert les yeux</w:t>
      </w:r>
      <w:r w:rsidR="00987D49">
        <w:t xml:space="preserve">, </w:t>
      </w:r>
      <w:r>
        <w:t>comprit immédiatement ce qui se passait</w:t>
      </w:r>
      <w:r w:rsidR="00987D49">
        <w:t xml:space="preserve">. </w:t>
      </w:r>
      <w:r>
        <w:t>D</w:t>
      </w:r>
      <w:r w:rsidR="00987D49">
        <w:t>’</w:t>
      </w:r>
      <w:r>
        <w:t>une voix brève</w:t>
      </w:r>
      <w:r w:rsidR="00987D49">
        <w:t xml:space="preserve">, </w:t>
      </w:r>
      <w:r>
        <w:t>il prononça</w:t>
      </w:r>
      <w:r w:rsidR="00987D49">
        <w:t xml:space="preserve">, </w:t>
      </w:r>
      <w:r>
        <w:t>sans bouger de son siège</w:t>
      </w:r>
      <w:r w:rsidR="00987D49">
        <w:t> :</w:t>
      </w:r>
    </w:p>
    <w:p w14:paraId="461A143D" w14:textId="77777777" w:rsidR="00987D49" w:rsidRDefault="00987D49" w:rsidP="00B27708">
      <w:r>
        <w:rPr>
          <w:rFonts w:eastAsia="Georgia"/>
        </w:rPr>
        <w:t>— </w:t>
      </w:r>
      <w:r w:rsidR="00B27708">
        <w:t>Je rappelle qu</w:t>
      </w:r>
      <w:r>
        <w:t>’</w:t>
      </w:r>
      <w:r w:rsidR="00B27708">
        <w:t>il est interdit de parler au membre de l</w:t>
      </w:r>
      <w:r>
        <w:t>’</w:t>
      </w:r>
      <w:r w:rsidR="00B27708">
        <w:t>équipage qui est de garde</w:t>
      </w:r>
      <w:r>
        <w:t>…</w:t>
      </w:r>
    </w:p>
    <w:p w14:paraId="6C71D1E1" w14:textId="77777777" w:rsidR="00987D49" w:rsidRDefault="00B27708" w:rsidP="00B27708">
      <w:proofErr w:type="spellStart"/>
      <w:r>
        <w:t>Grimaille</w:t>
      </w:r>
      <w:proofErr w:type="spellEnd"/>
      <w:r>
        <w:t xml:space="preserve"> se retourna vers lui et riposta</w:t>
      </w:r>
      <w:r w:rsidR="00987D49">
        <w:t xml:space="preserve">, </w:t>
      </w:r>
      <w:r>
        <w:t>d</w:t>
      </w:r>
      <w:r w:rsidR="00987D49">
        <w:t>’</w:t>
      </w:r>
      <w:r>
        <w:t>une voix courroucée</w:t>
      </w:r>
      <w:r w:rsidR="00987D49">
        <w:t> :</w:t>
      </w:r>
    </w:p>
    <w:p w14:paraId="01183BB0" w14:textId="77777777" w:rsidR="00987D49" w:rsidRDefault="00987D49" w:rsidP="00B27708">
      <w:r>
        <w:rPr>
          <w:rFonts w:eastAsia="Georgia"/>
        </w:rPr>
        <w:t>— </w:t>
      </w:r>
      <w:r w:rsidR="00B27708">
        <w:t>Avec ça que vous vous gênez</w:t>
      </w:r>
      <w:r>
        <w:t xml:space="preserve">, </w:t>
      </w:r>
      <w:r w:rsidR="00B27708">
        <w:t>vous</w:t>
      </w:r>
      <w:r>
        <w:t> !…</w:t>
      </w:r>
    </w:p>
    <w:p w14:paraId="09BE8DCC" w14:textId="77777777" w:rsidR="00987D49" w:rsidRDefault="00987D49" w:rsidP="00B27708">
      <w:r>
        <w:rPr>
          <w:rFonts w:eastAsia="Georgia"/>
        </w:rPr>
        <w:t>— </w:t>
      </w:r>
      <w:r w:rsidR="00B27708">
        <w:t>Je suis le maître à bord et n</w:t>
      </w:r>
      <w:r>
        <w:t>’</w:t>
      </w:r>
      <w:r w:rsidR="00B27708">
        <w:t>ai pas à rendre de comptes</w:t>
      </w:r>
      <w:r>
        <w:t xml:space="preserve">. </w:t>
      </w:r>
      <w:r w:rsidR="00B27708">
        <w:t>Je consens toutefois à vous expliquer que je n</w:t>
      </w:r>
      <w:r>
        <w:t>’</w:t>
      </w:r>
      <w:r w:rsidR="00B27708">
        <w:t>ai parlé aux veilleurs que lors de leur première garde et pour les mettre au courant de leur tâche</w:t>
      </w:r>
      <w:r>
        <w:t xml:space="preserve">. </w:t>
      </w:r>
      <w:r w:rsidR="00B27708">
        <w:t>Je me suis ensuite volontairement abstenu</w:t>
      </w:r>
      <w:r>
        <w:t>…</w:t>
      </w:r>
    </w:p>
    <w:p w14:paraId="6D9CC46D" w14:textId="77777777" w:rsidR="00987D49" w:rsidRDefault="00B27708" w:rsidP="00B27708">
      <w:proofErr w:type="spellStart"/>
      <w:r>
        <w:t>Grimaille</w:t>
      </w:r>
      <w:proofErr w:type="spellEnd"/>
      <w:r>
        <w:t xml:space="preserve"> haussa les épaules</w:t>
      </w:r>
      <w:r w:rsidR="00987D49">
        <w:t>.</w:t>
      </w:r>
    </w:p>
    <w:p w14:paraId="549DB8DD" w14:textId="77777777" w:rsidR="00987D49" w:rsidRDefault="00987D49" w:rsidP="00B27708">
      <w:r>
        <w:rPr>
          <w:rFonts w:eastAsia="Georgia"/>
        </w:rPr>
        <w:t>— </w:t>
      </w:r>
      <w:r w:rsidR="00B27708">
        <w:t>Que vous vous absteniez ou non</w:t>
      </w:r>
      <w:r>
        <w:t xml:space="preserve">, </w:t>
      </w:r>
      <w:r w:rsidR="00B27708">
        <w:t>peu m</w:t>
      </w:r>
      <w:r>
        <w:t>’</w:t>
      </w:r>
      <w:r w:rsidR="00B27708">
        <w:t>importe</w:t>
      </w:r>
      <w:r>
        <w:t xml:space="preserve">. </w:t>
      </w:r>
      <w:r w:rsidR="00B27708">
        <w:t>Vous n</w:t>
      </w:r>
      <w:r>
        <w:t>’</w:t>
      </w:r>
      <w:r w:rsidR="00B27708">
        <w:t>êtes le chef de cette expédition</w:t>
      </w:r>
      <w:r>
        <w:t xml:space="preserve"> – </w:t>
      </w:r>
      <w:r w:rsidR="00B27708">
        <w:t>que je finance</w:t>
      </w:r>
      <w:r>
        <w:t xml:space="preserve">, </w:t>
      </w:r>
      <w:r w:rsidR="00B27708">
        <w:t>bien que vous sembliez l</w:t>
      </w:r>
      <w:r>
        <w:t>’</w:t>
      </w:r>
      <w:r w:rsidR="00B27708">
        <w:t>oublier</w:t>
      </w:r>
      <w:r>
        <w:t xml:space="preserve"> – </w:t>
      </w:r>
      <w:r w:rsidR="00B27708">
        <w:t>que du point de vue technique</w:t>
      </w:r>
      <w:r>
        <w:t xml:space="preserve">. </w:t>
      </w:r>
      <w:r w:rsidR="00B27708">
        <w:t>À tout autre égard</w:t>
      </w:r>
      <w:r>
        <w:t xml:space="preserve">, </w:t>
      </w:r>
      <w:r w:rsidR="00B27708">
        <w:t>je n</w:t>
      </w:r>
      <w:r>
        <w:t>’</w:t>
      </w:r>
      <w:r w:rsidR="00B27708">
        <w:t>ai pas d</w:t>
      </w:r>
      <w:r>
        <w:t>’</w:t>
      </w:r>
      <w:r w:rsidR="00B27708">
        <w:t>ordres à recevoir</w:t>
      </w:r>
      <w:r>
        <w:t xml:space="preserve">, </w:t>
      </w:r>
      <w:r w:rsidR="00B27708">
        <w:t>et j</w:t>
      </w:r>
      <w:r>
        <w:t>’</w:t>
      </w:r>
      <w:r w:rsidR="00B27708">
        <w:t>ai au contraire le droit d</w:t>
      </w:r>
      <w:r>
        <w:t>’</w:t>
      </w:r>
      <w:r w:rsidR="00B27708">
        <w:t>en donner</w:t>
      </w:r>
      <w:r>
        <w:t>…</w:t>
      </w:r>
    </w:p>
    <w:p w14:paraId="74E09D33" w14:textId="77777777" w:rsidR="00987D49" w:rsidRDefault="00B27708" w:rsidP="00B27708">
      <w:r>
        <w:t>Pierre se dressa</w:t>
      </w:r>
      <w:r w:rsidR="00987D49">
        <w:t xml:space="preserve">, </w:t>
      </w:r>
      <w:r>
        <w:t>subitement pâli</w:t>
      </w:r>
      <w:r w:rsidR="00987D49">
        <w:t xml:space="preserve">. </w:t>
      </w:r>
      <w:r>
        <w:t>Les deux hommes</w:t>
      </w:r>
      <w:r w:rsidR="00987D49">
        <w:t xml:space="preserve">, </w:t>
      </w:r>
      <w:r>
        <w:t>devenus deux ennemis</w:t>
      </w:r>
      <w:r w:rsidR="00987D49">
        <w:t xml:space="preserve">, </w:t>
      </w:r>
      <w:r>
        <w:t>se défièrent du regard</w:t>
      </w:r>
      <w:r w:rsidR="00987D49">
        <w:t xml:space="preserve">. </w:t>
      </w:r>
      <w:r>
        <w:t>La jeune fille</w:t>
      </w:r>
      <w:r w:rsidR="00987D49">
        <w:t xml:space="preserve">, </w:t>
      </w:r>
      <w:r>
        <w:t>cause innocente de cet antagonisme</w:t>
      </w:r>
      <w:r w:rsidR="00987D49">
        <w:t xml:space="preserve">, </w:t>
      </w:r>
      <w:r>
        <w:t>fit le geste de s</w:t>
      </w:r>
      <w:r w:rsidR="00987D49">
        <w:t>’</w:t>
      </w:r>
      <w:r>
        <w:t>élancer entre eux</w:t>
      </w:r>
      <w:r w:rsidR="00987D49">
        <w:t>.</w:t>
      </w:r>
    </w:p>
    <w:p w14:paraId="3E6CC36F" w14:textId="77777777" w:rsidR="00987D49" w:rsidRDefault="00987D49" w:rsidP="00B27708">
      <w:r>
        <w:rPr>
          <w:rFonts w:eastAsia="Georgia"/>
        </w:rPr>
        <w:t>— </w:t>
      </w:r>
      <w:r w:rsidR="00B27708">
        <w:t>Hélène</w:t>
      </w:r>
      <w:r>
        <w:t xml:space="preserve">, </w:t>
      </w:r>
      <w:r w:rsidR="00B27708">
        <w:t>fit Pierre de son ton de commandement</w:t>
      </w:r>
      <w:r>
        <w:t xml:space="preserve">, </w:t>
      </w:r>
      <w:r w:rsidR="00B27708">
        <w:t>restez à votre poste</w:t>
      </w:r>
      <w:r>
        <w:t xml:space="preserve">… </w:t>
      </w:r>
      <w:r w:rsidR="00B27708">
        <w:t>La sécurité de l</w:t>
      </w:r>
      <w:r>
        <w:t>’</w:t>
      </w:r>
      <w:r w:rsidR="00B27708">
        <w:t>astronef dépend de votre attention</w:t>
      </w:r>
      <w:r>
        <w:t xml:space="preserve">. </w:t>
      </w:r>
      <w:r w:rsidR="00B27708">
        <w:t>Le reste n</w:t>
      </w:r>
      <w:r>
        <w:t>’</w:t>
      </w:r>
      <w:r w:rsidR="00B27708">
        <w:t>a aucun intérêt pour le moment</w:t>
      </w:r>
      <w:r>
        <w:t xml:space="preserve">, </w:t>
      </w:r>
      <w:r w:rsidR="00B27708">
        <w:t>et je défends à quiconque de troubler cette attention</w:t>
      </w:r>
      <w:r>
        <w:t>…</w:t>
      </w:r>
    </w:p>
    <w:p w14:paraId="2333D0EC" w14:textId="77777777" w:rsidR="00987D49" w:rsidRDefault="00B27708" w:rsidP="00B27708">
      <w:r>
        <w:t xml:space="preserve">La façon dont il regarda </w:t>
      </w:r>
      <w:proofErr w:type="spellStart"/>
      <w:r>
        <w:t>Grimaille</w:t>
      </w:r>
      <w:proofErr w:type="spellEnd"/>
      <w:r w:rsidR="00987D49">
        <w:t xml:space="preserve">, </w:t>
      </w:r>
      <w:r>
        <w:t>en prononçant ces derniers mots</w:t>
      </w:r>
      <w:r w:rsidR="00987D49">
        <w:t xml:space="preserve">, </w:t>
      </w:r>
      <w:r>
        <w:t>était suffisamment éloquente pour se passer de développement</w:t>
      </w:r>
      <w:r w:rsidR="00987D49">
        <w:t xml:space="preserve">. </w:t>
      </w:r>
      <w:r>
        <w:t xml:space="preserve">Je crus que le commanditaire allait se jeter sur lui et je </w:t>
      </w:r>
      <w:r>
        <w:lastRenderedPageBreak/>
        <w:t>m</w:t>
      </w:r>
      <w:r w:rsidR="00987D49">
        <w:t>’</w:t>
      </w:r>
      <w:r>
        <w:t>apprêtai à intervenir</w:t>
      </w:r>
      <w:r w:rsidR="00987D49">
        <w:t xml:space="preserve">. </w:t>
      </w:r>
      <w:r>
        <w:t>De son côté</w:t>
      </w:r>
      <w:r w:rsidR="00987D49">
        <w:t xml:space="preserve">, </w:t>
      </w:r>
      <w:r>
        <w:t>Fernand s</w:t>
      </w:r>
      <w:r w:rsidR="00987D49">
        <w:t>’</w:t>
      </w:r>
      <w:r>
        <w:t>était mis auprès de son patron et son attitude n</w:t>
      </w:r>
      <w:r w:rsidR="00987D49">
        <w:t>’</w:t>
      </w:r>
      <w:r>
        <w:t>était pas douteuse</w:t>
      </w:r>
      <w:r w:rsidR="00987D49">
        <w:t xml:space="preserve">. </w:t>
      </w:r>
      <w:r>
        <w:t>Enfin</w:t>
      </w:r>
      <w:r w:rsidR="00987D49">
        <w:t xml:space="preserve">, </w:t>
      </w:r>
      <w:r>
        <w:t xml:space="preserve">René </w:t>
      </w:r>
      <w:proofErr w:type="spellStart"/>
      <w:r>
        <w:t>Lesmond</w:t>
      </w:r>
      <w:proofErr w:type="spellEnd"/>
      <w:r>
        <w:t xml:space="preserve"> tiré du sommeil par le bruit de la dispute</w:t>
      </w:r>
      <w:r w:rsidR="00987D49">
        <w:t xml:space="preserve">, </w:t>
      </w:r>
      <w:r>
        <w:t>se rangeait du côté de Pierre</w:t>
      </w:r>
      <w:r w:rsidR="00987D49">
        <w:t>…</w:t>
      </w:r>
    </w:p>
    <w:p w14:paraId="33749919" w14:textId="77777777" w:rsidR="00987D49" w:rsidRDefault="00B27708" w:rsidP="00B27708">
      <w:proofErr w:type="spellStart"/>
      <w:r>
        <w:t>Grimaille</w:t>
      </w:r>
      <w:proofErr w:type="spellEnd"/>
      <w:r>
        <w:t xml:space="preserve"> parvint à se contenir</w:t>
      </w:r>
      <w:r w:rsidR="00987D49">
        <w:t xml:space="preserve">. </w:t>
      </w:r>
      <w:r>
        <w:t>Il grommela quelques paroles peu intelligibles</w:t>
      </w:r>
      <w:r w:rsidR="00987D49">
        <w:t xml:space="preserve">, </w:t>
      </w:r>
      <w:r>
        <w:t>haussa de nouveau les épaules et se rassit sur le fauteuil qu</w:t>
      </w:r>
      <w:r w:rsidR="00987D49">
        <w:t>’</w:t>
      </w:r>
      <w:r>
        <w:t>il avait quitté pour s</w:t>
      </w:r>
      <w:r w:rsidR="00987D49">
        <w:t>’</w:t>
      </w:r>
      <w:r>
        <w:t>approcher d</w:t>
      </w:r>
      <w:r w:rsidR="00987D49">
        <w:t>’</w:t>
      </w:r>
      <w:r>
        <w:t>Hélène</w:t>
      </w:r>
      <w:r w:rsidR="00987D49">
        <w:t xml:space="preserve">. </w:t>
      </w:r>
      <w:r>
        <w:t>Celle-ci</w:t>
      </w:r>
      <w:r w:rsidR="00987D49">
        <w:t xml:space="preserve">, </w:t>
      </w:r>
      <w:r>
        <w:t>se pliant de bonne grâce à l</w:t>
      </w:r>
      <w:r w:rsidR="00987D49">
        <w:t>’</w:t>
      </w:r>
      <w:r>
        <w:t>ordre du chef</w:t>
      </w:r>
      <w:r w:rsidR="00987D49">
        <w:t xml:space="preserve">, </w:t>
      </w:r>
      <w:r>
        <w:t>ne semblait s</w:t>
      </w:r>
      <w:r w:rsidR="00987D49">
        <w:t>’</w:t>
      </w:r>
      <w:r>
        <w:t>occuper que de sa garde</w:t>
      </w:r>
      <w:r w:rsidR="00987D49">
        <w:t xml:space="preserve">. </w:t>
      </w:r>
      <w:r>
        <w:t>Tout rentrait dans l</w:t>
      </w:r>
      <w:r w:rsidR="00987D49">
        <w:t>’</w:t>
      </w:r>
      <w:r>
        <w:t>ordre</w:t>
      </w:r>
      <w:r w:rsidR="00987D49">
        <w:t>.</w:t>
      </w:r>
    </w:p>
    <w:p w14:paraId="09768657" w14:textId="77777777" w:rsidR="00987D49" w:rsidRDefault="00B27708" w:rsidP="00B27708">
      <w:r>
        <w:t>Cependant</w:t>
      </w:r>
      <w:r w:rsidR="00987D49">
        <w:t xml:space="preserve">, </w:t>
      </w:r>
      <w:r>
        <w:t>un malaise subsistait et il ne fallut rien de moins qu</w:t>
      </w:r>
      <w:r w:rsidR="00987D49">
        <w:t>’</w:t>
      </w:r>
      <w:r>
        <w:t>un péril mortel</w:t>
      </w:r>
      <w:r w:rsidR="00987D49">
        <w:t xml:space="preserve">, </w:t>
      </w:r>
      <w:r>
        <w:t>pour détourner les pensées de cette querelle avortée</w:t>
      </w:r>
      <w:r w:rsidR="00987D49">
        <w:t xml:space="preserve">, </w:t>
      </w:r>
      <w:r>
        <w:t>mais qui pouvait renaître d</w:t>
      </w:r>
      <w:r w:rsidR="00987D49">
        <w:t>’</w:t>
      </w:r>
      <w:r>
        <w:t>une heure à l</w:t>
      </w:r>
      <w:r w:rsidR="00987D49">
        <w:t>’</w:t>
      </w:r>
      <w:r>
        <w:t>autre</w:t>
      </w:r>
      <w:r w:rsidR="00987D49">
        <w:t xml:space="preserve">. </w:t>
      </w:r>
      <w:r>
        <w:t>Si je me suis étendu sur ce minime incident</w:t>
      </w:r>
      <w:r w:rsidR="00987D49">
        <w:t xml:space="preserve">, </w:t>
      </w:r>
      <w:r>
        <w:t>c</w:t>
      </w:r>
      <w:r w:rsidR="00987D49">
        <w:t>’</w:t>
      </w:r>
      <w:r>
        <w:t>est qu</w:t>
      </w:r>
      <w:r w:rsidR="00987D49">
        <w:t>’</w:t>
      </w:r>
      <w:r>
        <w:t>il fut révélateur de l</w:t>
      </w:r>
      <w:r w:rsidR="00987D49">
        <w:t>’</w:t>
      </w:r>
      <w:r>
        <w:t>animosité latente qui régnait entre le capitaine de l</w:t>
      </w:r>
      <w:r w:rsidR="00987D49">
        <w:t>’</w:t>
      </w:r>
      <w:r>
        <w:t>expédition et son armateur</w:t>
      </w:r>
      <w:r w:rsidR="00987D49">
        <w:t xml:space="preserve">, </w:t>
      </w:r>
      <w:r>
        <w:t>et qui devait avoir</w:t>
      </w:r>
      <w:r w:rsidR="00987D49">
        <w:t xml:space="preserve">, </w:t>
      </w:r>
      <w:r>
        <w:t>par la suite</w:t>
      </w:r>
      <w:r w:rsidR="00987D49">
        <w:t xml:space="preserve">, </w:t>
      </w:r>
      <w:r>
        <w:t>de graves conséquences</w:t>
      </w:r>
      <w:r w:rsidR="00987D49">
        <w:t>.</w:t>
      </w:r>
    </w:p>
    <w:p w14:paraId="30018474" w14:textId="77777777" w:rsidR="00987D49" w:rsidRDefault="00B27708" w:rsidP="00B27708">
      <w:r>
        <w:t>Mais le danger imprévu qui survint</w:t>
      </w:r>
      <w:r w:rsidR="00987D49">
        <w:t xml:space="preserve">, </w:t>
      </w:r>
      <w:r>
        <w:t>à cette trentième heure</w:t>
      </w:r>
      <w:r w:rsidR="00987D49">
        <w:t xml:space="preserve">, </w:t>
      </w:r>
      <w:r>
        <w:t>ne fut pas d</w:t>
      </w:r>
      <w:r w:rsidR="00987D49">
        <w:t>’</w:t>
      </w:r>
      <w:r>
        <w:t>ordre humain</w:t>
      </w:r>
      <w:r w:rsidR="00987D49">
        <w:t xml:space="preserve">. </w:t>
      </w:r>
      <w:r>
        <w:t>Il démontra toutefois la sagesse des prescriptions de Pierre quant à la nécessité de respecter la tâche du veilleur</w:t>
      </w:r>
      <w:r w:rsidR="00987D49">
        <w:t xml:space="preserve">. </w:t>
      </w:r>
      <w:r>
        <w:t>Car ce fut Hélène</w:t>
      </w:r>
      <w:r w:rsidR="00987D49">
        <w:t xml:space="preserve">, </w:t>
      </w:r>
      <w:r>
        <w:t>penchée sur le cœlostat</w:t>
      </w:r>
      <w:r w:rsidR="00987D49">
        <w:t xml:space="preserve">, </w:t>
      </w:r>
      <w:r>
        <w:t>qui le révéla</w:t>
      </w:r>
      <w:r w:rsidR="00987D49">
        <w:t xml:space="preserve">, </w:t>
      </w:r>
      <w:r>
        <w:t>et sa vigilance fut notre salut</w:t>
      </w:r>
      <w:r w:rsidR="00987D49">
        <w:t>.</w:t>
      </w:r>
    </w:p>
    <w:p w14:paraId="3E85F6FE" w14:textId="77777777" w:rsidR="00987D49" w:rsidRDefault="00B27708" w:rsidP="00B27708">
      <w:r>
        <w:t>L</w:t>
      </w:r>
      <w:r w:rsidR="00987D49">
        <w:t>’</w:t>
      </w:r>
      <w:r>
        <w:t>incident venait à peine de se terminer</w:t>
      </w:r>
      <w:r w:rsidR="00987D49">
        <w:t xml:space="preserve">, </w:t>
      </w:r>
      <w:r>
        <w:t>et un silence assez gênant succédait aux sèches répliques des deux rivaux</w:t>
      </w:r>
      <w:r w:rsidR="00987D49">
        <w:t xml:space="preserve">, </w:t>
      </w:r>
      <w:r>
        <w:t>lorsque la jeune fille s</w:t>
      </w:r>
      <w:r w:rsidR="00987D49">
        <w:t>’</w:t>
      </w:r>
      <w:r>
        <w:t>écria</w:t>
      </w:r>
      <w:r w:rsidR="00987D49">
        <w:t xml:space="preserve">, </w:t>
      </w:r>
      <w:r>
        <w:t>d</w:t>
      </w:r>
      <w:r w:rsidR="00987D49">
        <w:t>’</w:t>
      </w:r>
      <w:r>
        <w:t>une voix pleine d</w:t>
      </w:r>
      <w:r w:rsidR="00987D49">
        <w:t>’</w:t>
      </w:r>
      <w:r>
        <w:t>angoisse</w:t>
      </w:r>
      <w:r w:rsidR="00987D49">
        <w:t> :</w:t>
      </w:r>
    </w:p>
    <w:p w14:paraId="12E4948A" w14:textId="77777777" w:rsidR="00987D49" w:rsidRDefault="00987D49" w:rsidP="00B27708">
      <w:r>
        <w:rPr>
          <w:rFonts w:eastAsia="Georgia"/>
        </w:rPr>
        <w:t>— </w:t>
      </w:r>
      <w:r w:rsidR="00B27708">
        <w:t>Nous dévions</w:t>
      </w:r>
      <w:r>
        <w:t> !…</w:t>
      </w:r>
    </w:p>
    <w:p w14:paraId="6CF3A884" w14:textId="77777777" w:rsidR="00987D49" w:rsidRDefault="00B27708" w:rsidP="00B27708">
      <w:r>
        <w:t>D</w:t>
      </w:r>
      <w:r w:rsidR="00987D49">
        <w:t>’</w:t>
      </w:r>
      <w:r>
        <w:t>un bond</w:t>
      </w:r>
      <w:r w:rsidR="00987D49">
        <w:t xml:space="preserve">, </w:t>
      </w:r>
      <w:r>
        <w:t>Pierre fut auprès d</w:t>
      </w:r>
      <w:r w:rsidR="00987D49">
        <w:t>’</w:t>
      </w:r>
      <w:r>
        <w:t>elle et se pencha à son tour sur l</w:t>
      </w:r>
      <w:r w:rsidR="00987D49">
        <w:t>’</w:t>
      </w:r>
      <w:r>
        <w:t>instrument</w:t>
      </w:r>
      <w:r w:rsidR="00987D49">
        <w:t xml:space="preserve">… </w:t>
      </w:r>
      <w:r>
        <w:t>René</w:t>
      </w:r>
      <w:r w:rsidR="00987D49">
        <w:t xml:space="preserve">, </w:t>
      </w:r>
      <w:r>
        <w:t>sextant et lunette en mains</w:t>
      </w:r>
      <w:r w:rsidR="00987D49">
        <w:t xml:space="preserve">, </w:t>
      </w:r>
      <w:r>
        <w:t>se mit en devoir de faire le point</w:t>
      </w:r>
      <w:r w:rsidR="00987D49">
        <w:t>…</w:t>
      </w:r>
    </w:p>
    <w:p w14:paraId="15E64F9D" w14:textId="77777777" w:rsidR="00987D49" w:rsidRDefault="00B27708" w:rsidP="00B27708">
      <w:r>
        <w:t xml:space="preserve">Moi-même et </w:t>
      </w:r>
      <w:proofErr w:type="spellStart"/>
      <w:r>
        <w:t>Grimaille</w:t>
      </w:r>
      <w:proofErr w:type="spellEnd"/>
      <w:r w:rsidR="00987D49">
        <w:t xml:space="preserve">, </w:t>
      </w:r>
      <w:r>
        <w:t>et Fernand</w:t>
      </w:r>
      <w:r w:rsidR="00987D49">
        <w:t xml:space="preserve">, </w:t>
      </w:r>
      <w:r>
        <w:t>oubliant tout le reste</w:t>
      </w:r>
      <w:r w:rsidR="00987D49">
        <w:t xml:space="preserve">, </w:t>
      </w:r>
      <w:r>
        <w:t>tentâmes à notre tour de savoir</w:t>
      </w:r>
      <w:r w:rsidR="00987D49">
        <w:t xml:space="preserve">… </w:t>
      </w:r>
      <w:r>
        <w:t xml:space="preserve">Et nos regards anxieux se fixèrent sur </w:t>
      </w:r>
      <w:r>
        <w:lastRenderedPageBreak/>
        <w:t>les deux savants</w:t>
      </w:r>
      <w:r w:rsidR="00987D49">
        <w:t xml:space="preserve">, </w:t>
      </w:r>
      <w:r>
        <w:t>en qui notre instinct et notre raison étaient d</w:t>
      </w:r>
      <w:r w:rsidR="00987D49">
        <w:t>’</w:t>
      </w:r>
      <w:r>
        <w:t>accord pour chercher une protection et une sauvegarde</w:t>
      </w:r>
      <w:r w:rsidR="00987D49">
        <w:t xml:space="preserve">. </w:t>
      </w:r>
      <w:r>
        <w:t>Du coup</w:t>
      </w:r>
      <w:r w:rsidR="00987D49">
        <w:t xml:space="preserve">, </w:t>
      </w:r>
      <w:r>
        <w:t>nul ne disputait plus à Pierre le commandement</w:t>
      </w:r>
      <w:r w:rsidR="00987D49">
        <w:t xml:space="preserve">. </w:t>
      </w:r>
      <w:r>
        <w:t>Tous étaient prêts à obéir</w:t>
      </w:r>
      <w:r w:rsidR="00987D49">
        <w:t>…</w:t>
      </w:r>
    </w:p>
    <w:p w14:paraId="05D84C10" w14:textId="77777777" w:rsidR="00987D49" w:rsidRDefault="00B27708" w:rsidP="00B27708">
      <w:r>
        <w:t>La déviation était aussi évidente qu</w:t>
      </w:r>
      <w:r w:rsidR="00987D49">
        <w:t>’</w:t>
      </w:r>
      <w:r>
        <w:t>inexplicable</w:t>
      </w:r>
      <w:r w:rsidR="00987D49">
        <w:t xml:space="preserve">. </w:t>
      </w:r>
      <w:r>
        <w:t>Véga n</w:t>
      </w:r>
      <w:r w:rsidR="00987D49">
        <w:t>’</w:t>
      </w:r>
      <w:r>
        <w:t>était plus tout à fait au zénith de l</w:t>
      </w:r>
      <w:r w:rsidR="00987D49">
        <w:t>’</w:t>
      </w:r>
      <w:r>
        <w:t>astronef</w:t>
      </w:r>
      <w:r w:rsidR="00987D49">
        <w:t xml:space="preserve">. </w:t>
      </w:r>
      <w:r>
        <w:t>René</w:t>
      </w:r>
      <w:r w:rsidR="00987D49">
        <w:t xml:space="preserve">, </w:t>
      </w:r>
      <w:r>
        <w:t>ayant rapidement terminé son calcul</w:t>
      </w:r>
      <w:r w:rsidR="00987D49">
        <w:t xml:space="preserve">, </w:t>
      </w:r>
      <w:r>
        <w:t>prononça</w:t>
      </w:r>
      <w:r w:rsidR="00987D49">
        <w:t> : « </w:t>
      </w:r>
      <w:r>
        <w:t>Déjà un demi degré d</w:t>
      </w:r>
      <w:r w:rsidR="00987D49">
        <w:t>’</w:t>
      </w:r>
      <w:r>
        <w:t>écart</w:t>
      </w:r>
      <w:r w:rsidR="00987D49">
        <w:t> »…</w:t>
      </w:r>
    </w:p>
    <w:p w14:paraId="299B39A6" w14:textId="77777777" w:rsidR="00987D49" w:rsidRDefault="00B27708" w:rsidP="00B27708">
      <w:r>
        <w:t>L</w:t>
      </w:r>
      <w:r w:rsidR="00987D49">
        <w:t>’</w:t>
      </w:r>
      <w:r>
        <w:t>astronome et l</w:t>
      </w:r>
      <w:r w:rsidR="00987D49">
        <w:t>’</w:t>
      </w:r>
      <w:r>
        <w:t>ingénieur échangèrent un regard et leur air alarmé me fit frissonner</w:t>
      </w:r>
      <w:r w:rsidR="00987D49">
        <w:t xml:space="preserve">. </w:t>
      </w:r>
      <w:r>
        <w:t>Je connaissais assez leur courage</w:t>
      </w:r>
      <w:r w:rsidR="00987D49">
        <w:t xml:space="preserve">, </w:t>
      </w:r>
      <w:r>
        <w:t>leur sang-froid</w:t>
      </w:r>
      <w:r w:rsidR="00987D49">
        <w:t xml:space="preserve">, </w:t>
      </w:r>
      <w:r>
        <w:t>pour mesurer</w:t>
      </w:r>
      <w:r w:rsidR="00987D49">
        <w:t xml:space="preserve">, </w:t>
      </w:r>
      <w:r>
        <w:t>à cet air</w:t>
      </w:r>
      <w:r w:rsidR="00987D49">
        <w:t xml:space="preserve">, </w:t>
      </w:r>
      <w:r>
        <w:t>la gravité de l</w:t>
      </w:r>
      <w:r w:rsidR="00987D49">
        <w:t>’</w:t>
      </w:r>
      <w:r>
        <w:t>illogique déviation</w:t>
      </w:r>
      <w:r w:rsidR="00987D49">
        <w:t xml:space="preserve">. </w:t>
      </w:r>
      <w:r>
        <w:t>Maintenu par ses appareils automatiques</w:t>
      </w:r>
      <w:r w:rsidR="00987D49">
        <w:t xml:space="preserve">, </w:t>
      </w:r>
      <w:r>
        <w:t>dans sa direction primitive</w:t>
      </w:r>
      <w:r w:rsidR="00987D49">
        <w:t xml:space="preserve">, </w:t>
      </w:r>
      <w:r>
        <w:t xml:space="preserve">le </w:t>
      </w:r>
      <w:r w:rsidR="00987D49">
        <w:t>« </w:t>
      </w:r>
      <w:r>
        <w:t>Bolide</w:t>
      </w:r>
      <w:r w:rsidR="00987D49">
        <w:t> »</w:t>
      </w:r>
      <w:r>
        <w:t xml:space="preserve"> ne pouvait s</w:t>
      </w:r>
      <w:r w:rsidR="00987D49">
        <w:t>’</w:t>
      </w:r>
      <w:r>
        <w:t>écarter de cette route que pour deux raisons</w:t>
      </w:r>
      <w:r w:rsidR="00987D49">
        <w:t xml:space="preserve"> : </w:t>
      </w:r>
      <w:r>
        <w:t>ou les appareils fonctionnaient mal</w:t>
      </w:r>
      <w:r w:rsidR="00987D49">
        <w:t xml:space="preserve">, </w:t>
      </w:r>
      <w:r>
        <w:t>ou une force extérieure agissait sur lui</w:t>
      </w:r>
      <w:r w:rsidR="00987D49">
        <w:t>…</w:t>
      </w:r>
    </w:p>
    <w:p w14:paraId="5B0D1EFC" w14:textId="77777777" w:rsidR="00987D49" w:rsidRDefault="00B27708" w:rsidP="00B27708">
      <w:r>
        <w:t>Pierre vérifia l</w:t>
      </w:r>
      <w:r w:rsidR="00987D49">
        <w:t>’</w:t>
      </w:r>
      <w:r>
        <w:t>indicateur de vitesse</w:t>
      </w:r>
      <w:r w:rsidR="00987D49">
        <w:t xml:space="preserve">, </w:t>
      </w:r>
      <w:r>
        <w:t>il murmura</w:t>
      </w:r>
      <w:r w:rsidR="00987D49">
        <w:t xml:space="preserve">, </w:t>
      </w:r>
      <w:r>
        <w:t>comme pour lui-même</w:t>
      </w:r>
      <w:r w:rsidR="00987D49">
        <w:t> : « </w:t>
      </w:r>
      <w:r>
        <w:t>Impossible</w:t>
      </w:r>
      <w:r w:rsidR="00987D49">
        <w:t xml:space="preserve"> ! ». </w:t>
      </w:r>
      <w:r>
        <w:t>Se tournant vers René</w:t>
      </w:r>
      <w:r w:rsidR="00987D49">
        <w:t xml:space="preserve">, </w:t>
      </w:r>
      <w:r>
        <w:t>qui avait suivi son geste</w:t>
      </w:r>
      <w:r w:rsidR="00987D49">
        <w:t xml:space="preserve">, </w:t>
      </w:r>
      <w:r>
        <w:t>il fit</w:t>
      </w:r>
      <w:r w:rsidR="00987D49">
        <w:t xml:space="preserve">, </w:t>
      </w:r>
      <w:r>
        <w:t>d</w:t>
      </w:r>
      <w:r w:rsidR="00987D49">
        <w:t>’</w:t>
      </w:r>
      <w:r>
        <w:t>une drôle de voix</w:t>
      </w:r>
      <w:r w:rsidR="00987D49">
        <w:t xml:space="preserve">, </w:t>
      </w:r>
      <w:r>
        <w:t>toute changée</w:t>
      </w:r>
      <w:r w:rsidR="00987D49">
        <w:t> :</w:t>
      </w:r>
    </w:p>
    <w:p w14:paraId="10364802" w14:textId="77777777" w:rsidR="00987D49" w:rsidRDefault="00987D49" w:rsidP="00B27708">
      <w:r>
        <w:rPr>
          <w:rFonts w:eastAsia="Georgia"/>
        </w:rPr>
        <w:t>— </w:t>
      </w:r>
      <w:r w:rsidR="00B27708">
        <w:t>Je dois me tromper</w:t>
      </w:r>
      <w:r>
        <w:t xml:space="preserve">… </w:t>
      </w:r>
      <w:r w:rsidR="00B27708">
        <w:t>la vitesse ne peut pas se modifier</w:t>
      </w:r>
      <w:r>
        <w:t>.</w:t>
      </w:r>
    </w:p>
    <w:p w14:paraId="63AAF804" w14:textId="77777777" w:rsidR="00987D49" w:rsidRDefault="00B27708" w:rsidP="00B27708">
      <w:r>
        <w:t>Il s</w:t>
      </w:r>
      <w:r w:rsidR="00987D49">
        <w:t>’</w:t>
      </w:r>
      <w:r>
        <w:t>interrompit</w:t>
      </w:r>
      <w:r w:rsidR="00987D49">
        <w:t xml:space="preserve">, </w:t>
      </w:r>
      <w:r>
        <w:t>devant l</w:t>
      </w:r>
      <w:r w:rsidR="00987D49">
        <w:t>’</w:t>
      </w:r>
      <w:r>
        <w:t>expression d</w:t>
      </w:r>
      <w:r w:rsidR="00987D49">
        <w:t>’</w:t>
      </w:r>
      <w:r>
        <w:t>horreur empreinte sur les traits de son ami</w:t>
      </w:r>
      <w:r w:rsidR="00987D49">
        <w:t xml:space="preserve">, </w:t>
      </w:r>
      <w:r>
        <w:t>expression qui se refléta sur toutes les figures</w:t>
      </w:r>
      <w:r w:rsidR="00987D49">
        <w:t xml:space="preserve">. </w:t>
      </w:r>
      <w:r>
        <w:t>Chacun avait compris</w:t>
      </w:r>
      <w:r w:rsidR="00987D49">
        <w:t xml:space="preserve">… </w:t>
      </w:r>
      <w:r>
        <w:t>C</w:t>
      </w:r>
      <w:r w:rsidR="00987D49">
        <w:t>’</w:t>
      </w:r>
      <w:r>
        <w:t>était bien une force extérieure qui agissait sur l</w:t>
      </w:r>
      <w:r w:rsidR="00987D49">
        <w:t>’</w:t>
      </w:r>
      <w:r>
        <w:t>astronef</w:t>
      </w:r>
      <w:r w:rsidR="00987D49">
        <w:t xml:space="preserve">, </w:t>
      </w:r>
      <w:r>
        <w:t>une attraction inconnue</w:t>
      </w:r>
      <w:r w:rsidR="00987D49">
        <w:t xml:space="preserve">, </w:t>
      </w:r>
      <w:r>
        <w:t>imprévisible</w:t>
      </w:r>
      <w:r w:rsidR="00987D49">
        <w:t xml:space="preserve">, </w:t>
      </w:r>
      <w:r>
        <w:t>qui l</w:t>
      </w:r>
      <w:r w:rsidR="00987D49">
        <w:t>’</w:t>
      </w:r>
      <w:r>
        <w:t>écartait de son chemin</w:t>
      </w:r>
      <w:r w:rsidR="00987D49">
        <w:t xml:space="preserve">… </w:t>
      </w:r>
      <w:r>
        <w:t xml:space="preserve">Ce fut </w:t>
      </w:r>
      <w:proofErr w:type="spellStart"/>
      <w:r>
        <w:t>Grimaille</w:t>
      </w:r>
      <w:proofErr w:type="spellEnd"/>
      <w:r>
        <w:t xml:space="preserve"> qui exprima ce que nous pensions tous</w:t>
      </w:r>
      <w:r w:rsidR="00987D49">
        <w:t> :</w:t>
      </w:r>
    </w:p>
    <w:p w14:paraId="73A60848" w14:textId="77777777" w:rsidR="00987D49" w:rsidRDefault="00987D49" w:rsidP="00B27708">
      <w:r>
        <w:rPr>
          <w:rFonts w:eastAsia="Georgia"/>
        </w:rPr>
        <w:t>— </w:t>
      </w:r>
      <w:r w:rsidR="00B27708">
        <w:t>Un bolide</w:t>
      </w:r>
      <w:r>
        <w:t xml:space="preserve">, </w:t>
      </w:r>
      <w:r w:rsidR="00B27708">
        <w:t>un vrai</w:t>
      </w:r>
      <w:r>
        <w:t xml:space="preserve">, </w:t>
      </w:r>
      <w:r w:rsidR="00B27708">
        <w:t xml:space="preserve">assez massif pour attirer dans son sillage notre </w:t>
      </w:r>
      <w:r>
        <w:t>« </w:t>
      </w:r>
      <w:r w:rsidR="00B27708">
        <w:t>Bolide</w:t>
      </w:r>
      <w:r>
        <w:t> »</w:t>
      </w:r>
      <w:r w:rsidR="00B27708">
        <w:t xml:space="preserve"> artificiel</w:t>
      </w:r>
      <w:r>
        <w:t xml:space="preserve">, </w:t>
      </w:r>
      <w:r w:rsidR="00B27708">
        <w:t>et sur lequel</w:t>
      </w:r>
      <w:r>
        <w:t>…</w:t>
      </w:r>
    </w:p>
    <w:p w14:paraId="526FB712" w14:textId="77777777" w:rsidR="00987D49" w:rsidRDefault="00B27708" w:rsidP="00B27708">
      <w:r>
        <w:t>Il n</w:t>
      </w:r>
      <w:r w:rsidR="00987D49">
        <w:t>’</w:t>
      </w:r>
      <w:r>
        <w:t>acheva pas</w:t>
      </w:r>
      <w:r w:rsidR="00987D49">
        <w:t xml:space="preserve">, </w:t>
      </w:r>
      <w:r>
        <w:t>mais nous avions tous terminé tout bas sa phrase</w:t>
      </w:r>
      <w:r w:rsidR="00987D49">
        <w:t> :… « </w:t>
      </w:r>
      <w:r>
        <w:t>Et sur lequel nous allons nous écraser</w:t>
      </w:r>
      <w:r w:rsidR="00987D49">
        <w:t> »…</w:t>
      </w:r>
    </w:p>
    <w:p w14:paraId="7AE50B36" w14:textId="77777777" w:rsidR="00987D49" w:rsidRDefault="00B27708" w:rsidP="00B27708">
      <w:r>
        <w:t>Ce fut alors que Pierre décida</w:t>
      </w:r>
      <w:r w:rsidR="00987D49">
        <w:t> :</w:t>
      </w:r>
    </w:p>
    <w:p w14:paraId="5BB6502E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Sauvons-nous</w:t>
      </w:r>
      <w:r>
        <w:t xml:space="preserve">, </w:t>
      </w:r>
      <w:r w:rsidR="00B27708">
        <w:t>d</w:t>
      </w:r>
      <w:r>
        <w:t>’</w:t>
      </w:r>
      <w:r w:rsidR="00B27708">
        <w:t>abord</w:t>
      </w:r>
      <w:r>
        <w:t xml:space="preserve">. </w:t>
      </w:r>
      <w:r w:rsidR="00B27708">
        <w:t>Tu sauras bien ensuite retrouver la bonne voie</w:t>
      </w:r>
      <w:r>
        <w:t xml:space="preserve">, </w:t>
      </w:r>
      <w:r w:rsidR="00B27708">
        <w:t>René</w:t>
      </w:r>
      <w:r>
        <w:t> ?</w:t>
      </w:r>
    </w:p>
    <w:p w14:paraId="2CFE4EA5" w14:textId="77777777" w:rsidR="00987D49" w:rsidRDefault="00B27708" w:rsidP="00B27708">
      <w:r>
        <w:t>Pour la première fois</w:t>
      </w:r>
      <w:r w:rsidR="00987D49">
        <w:t xml:space="preserve">, </w:t>
      </w:r>
      <w:r>
        <w:t>il tutoyait son ami</w:t>
      </w:r>
      <w:r w:rsidR="00987D49">
        <w:t xml:space="preserve">. </w:t>
      </w:r>
      <w:r>
        <w:t>Sans attendre sa réponse</w:t>
      </w:r>
      <w:r w:rsidR="00987D49">
        <w:t xml:space="preserve">, </w:t>
      </w:r>
      <w:r>
        <w:t>il appuya sur une manette</w:t>
      </w:r>
      <w:r w:rsidR="00987D49">
        <w:t xml:space="preserve">, </w:t>
      </w:r>
      <w:r>
        <w:t>puis sur une autre</w:t>
      </w:r>
      <w:r w:rsidR="00987D49">
        <w:t xml:space="preserve">. </w:t>
      </w:r>
      <w:r>
        <w:t>Je compris qu</w:t>
      </w:r>
      <w:r w:rsidR="00987D49">
        <w:t>’</w:t>
      </w:r>
      <w:r>
        <w:t>il provoquait l</w:t>
      </w:r>
      <w:r w:rsidR="00987D49">
        <w:t>’</w:t>
      </w:r>
      <w:r>
        <w:t>explosion de tubes latéraux</w:t>
      </w:r>
      <w:r w:rsidR="00987D49">
        <w:t xml:space="preserve">, </w:t>
      </w:r>
      <w:r>
        <w:t>dans le dessein de nous écarter de la mortelle trajectoire du corps céleste inconnu</w:t>
      </w:r>
      <w:r w:rsidR="00987D49">
        <w:t xml:space="preserve">, </w:t>
      </w:r>
      <w:r>
        <w:t>dont la masse nous attirait</w:t>
      </w:r>
      <w:r w:rsidR="00987D49">
        <w:t>…</w:t>
      </w:r>
    </w:p>
    <w:p w14:paraId="4C32E563" w14:textId="77777777" w:rsidR="00987D49" w:rsidRDefault="00B27708" w:rsidP="00B27708">
      <w:r>
        <w:t>Maintenant</w:t>
      </w:r>
      <w:r w:rsidR="00987D49">
        <w:t xml:space="preserve">, </w:t>
      </w:r>
      <w:r>
        <w:t>nous étions tous devant le cœlostat</w:t>
      </w:r>
      <w:r w:rsidR="00987D49">
        <w:t xml:space="preserve">, </w:t>
      </w:r>
      <w:r>
        <w:t>défaits et grelottants</w:t>
      </w:r>
      <w:r w:rsidR="00987D49">
        <w:t xml:space="preserve">, </w:t>
      </w:r>
      <w:r>
        <w:t>attendant de la manœuvre de Pierre</w:t>
      </w:r>
      <w:r w:rsidR="00987D49">
        <w:t xml:space="preserve">, </w:t>
      </w:r>
      <w:r>
        <w:t>la vie ou la mort</w:t>
      </w:r>
      <w:r w:rsidR="00987D49">
        <w:t xml:space="preserve">. </w:t>
      </w:r>
      <w:r>
        <w:t>Ce qu</w:t>
      </w:r>
      <w:r w:rsidR="00987D49">
        <w:t>’</w:t>
      </w:r>
      <w:r>
        <w:t>il y avait de sinistre dans cette situation</w:t>
      </w:r>
      <w:r w:rsidR="00987D49">
        <w:t xml:space="preserve">, </w:t>
      </w:r>
      <w:r>
        <w:t>c</w:t>
      </w:r>
      <w:r w:rsidR="00987D49">
        <w:t>’</w:t>
      </w:r>
      <w:r>
        <w:t>est que nous ne ressentions aucune répercussion des efforts de notre pilote</w:t>
      </w:r>
      <w:r w:rsidR="00987D49">
        <w:t xml:space="preserve">. </w:t>
      </w:r>
      <w:r>
        <w:t>Notre vaisseau pouvait bien être secoué par une sorte de tempête</w:t>
      </w:r>
      <w:r w:rsidR="00987D49">
        <w:t xml:space="preserve">, </w:t>
      </w:r>
      <w:r>
        <w:t>nous n</w:t>
      </w:r>
      <w:r w:rsidR="00987D49">
        <w:t>’</w:t>
      </w:r>
      <w:r>
        <w:t>en éprouvions rien</w:t>
      </w:r>
      <w:r w:rsidR="00987D49">
        <w:t xml:space="preserve">. </w:t>
      </w:r>
      <w:r>
        <w:t>De formidables déflagrations se produisaient à quelques mètres de nous</w:t>
      </w:r>
      <w:r w:rsidR="00987D49">
        <w:t xml:space="preserve">, </w:t>
      </w:r>
      <w:r>
        <w:t>que nous ne pouvions ni entendre</w:t>
      </w:r>
      <w:r w:rsidR="00987D49">
        <w:t xml:space="preserve">, </w:t>
      </w:r>
      <w:r>
        <w:t>ni sentir</w:t>
      </w:r>
      <w:r w:rsidR="00987D49">
        <w:t xml:space="preserve">. </w:t>
      </w:r>
      <w:r>
        <w:t>Dans le cœlostat</w:t>
      </w:r>
      <w:r w:rsidR="00987D49">
        <w:t xml:space="preserve">, </w:t>
      </w:r>
      <w:r>
        <w:t>nous apercevions bien les tubes qui volaient en éclats</w:t>
      </w:r>
      <w:r w:rsidR="00987D49">
        <w:t xml:space="preserve">, </w:t>
      </w:r>
      <w:r>
        <w:t>sous l</w:t>
      </w:r>
      <w:r w:rsidR="00987D49">
        <w:t>’</w:t>
      </w:r>
      <w:r>
        <w:t>impulsion des gestes du pilote</w:t>
      </w:r>
      <w:r w:rsidR="00987D49">
        <w:t xml:space="preserve">, </w:t>
      </w:r>
      <w:r>
        <w:t>mais il semblait que cela se passait dans un autre monde</w:t>
      </w:r>
      <w:r w:rsidR="00987D49">
        <w:t>.</w:t>
      </w:r>
    </w:p>
    <w:p w14:paraId="519A17C0" w14:textId="77777777" w:rsidR="00987D49" w:rsidRDefault="00987D49" w:rsidP="00B27708">
      <w:r>
        <w:rPr>
          <w:rFonts w:eastAsia="Georgia"/>
        </w:rPr>
        <w:t>— </w:t>
      </w:r>
      <w:r w:rsidR="00B27708">
        <w:t>René</w:t>
      </w:r>
      <w:r>
        <w:t xml:space="preserve"> ? </w:t>
      </w:r>
      <w:r w:rsidR="00B27708">
        <w:t>fit Pierre</w:t>
      </w:r>
      <w:r>
        <w:t>.</w:t>
      </w:r>
    </w:p>
    <w:p w14:paraId="24D90445" w14:textId="77777777" w:rsidR="00987D49" w:rsidRDefault="00B27708" w:rsidP="00B27708">
      <w:r>
        <w:t>L</w:t>
      </w:r>
      <w:r w:rsidR="00987D49">
        <w:t>’</w:t>
      </w:r>
      <w:r>
        <w:t>interpellé comprit cette interrogation elliptique</w:t>
      </w:r>
      <w:r w:rsidR="00987D49">
        <w:t xml:space="preserve">, </w:t>
      </w:r>
      <w:r>
        <w:t>et répondit</w:t>
      </w:r>
      <w:r w:rsidR="00987D49">
        <w:t> :</w:t>
      </w:r>
    </w:p>
    <w:p w14:paraId="04C6B8F5" w14:textId="77777777" w:rsidR="00987D49" w:rsidRDefault="00987D49" w:rsidP="00B27708">
      <w:r>
        <w:rPr>
          <w:rFonts w:eastAsia="Georgia"/>
        </w:rPr>
        <w:t>— </w:t>
      </w:r>
      <w:r w:rsidR="00B27708">
        <w:t>L</w:t>
      </w:r>
      <w:r>
        <w:t>’</w:t>
      </w:r>
      <w:r w:rsidR="00B27708">
        <w:t>écart n</w:t>
      </w:r>
      <w:r>
        <w:t>’</w:t>
      </w:r>
      <w:r w:rsidR="00B27708">
        <w:t>est plus que d</w:t>
      </w:r>
      <w:r>
        <w:t>’</w:t>
      </w:r>
      <w:r w:rsidR="00B27708">
        <w:t>un cinquième de degré</w:t>
      </w:r>
      <w:r>
        <w:t xml:space="preserve">, </w:t>
      </w:r>
      <w:r w:rsidR="00B27708">
        <w:t>mais il tend à grandir de nouveau</w:t>
      </w:r>
      <w:r>
        <w:t>…</w:t>
      </w:r>
    </w:p>
    <w:p w14:paraId="12425C9D" w14:textId="77777777" w:rsidR="00987D49" w:rsidRDefault="00B27708" w:rsidP="00B27708">
      <w:r>
        <w:t>Pierre provoqua encore des explosions</w:t>
      </w:r>
      <w:r w:rsidR="00987D49">
        <w:t>…</w:t>
      </w:r>
    </w:p>
    <w:p w14:paraId="5189AEA3" w14:textId="77777777" w:rsidR="00987D49" w:rsidRDefault="00987D49" w:rsidP="00B27708">
      <w:r>
        <w:rPr>
          <w:rFonts w:eastAsia="Georgia"/>
        </w:rPr>
        <w:t>— </w:t>
      </w:r>
      <w:r w:rsidR="00B27708">
        <w:rPr>
          <w:i/>
          <w:iCs/>
        </w:rPr>
        <w:t>Un quart de degré</w:t>
      </w:r>
      <w:r>
        <w:rPr>
          <w:i/>
          <w:iCs/>
        </w:rPr>
        <w:t xml:space="preserve">, </w:t>
      </w:r>
      <w:r w:rsidR="00B27708">
        <w:t>murmura René</w:t>
      </w:r>
      <w:r>
        <w:t xml:space="preserve">… </w:t>
      </w:r>
      <w:r w:rsidR="00B27708">
        <w:t>Oh</w:t>
      </w:r>
      <w:r>
        <w:t xml:space="preserve"> ! </w:t>
      </w:r>
      <w:r w:rsidR="00B27708">
        <w:t>vite</w:t>
      </w:r>
      <w:r>
        <w:t xml:space="preserve"> ! </w:t>
      </w:r>
      <w:r w:rsidR="00B27708">
        <w:t>Feu</w:t>
      </w:r>
      <w:r>
        <w:t xml:space="preserve"> ! </w:t>
      </w:r>
      <w:r w:rsidR="00B27708">
        <w:t>Feu</w:t>
      </w:r>
      <w:r>
        <w:t> !</w:t>
      </w:r>
    </w:p>
    <w:p w14:paraId="7FAFF15B" w14:textId="77777777" w:rsidR="00987D49" w:rsidRDefault="00B27708" w:rsidP="00B27708">
      <w:r>
        <w:t>Des explosions encore</w:t>
      </w:r>
      <w:r w:rsidR="00987D49">
        <w:t xml:space="preserve">, </w:t>
      </w:r>
      <w:r>
        <w:t>des explosions toujours</w:t>
      </w:r>
      <w:r w:rsidR="00987D49">
        <w:t xml:space="preserve">, </w:t>
      </w:r>
      <w:r>
        <w:t>explosions silencieuses</w:t>
      </w:r>
      <w:r w:rsidR="00987D49">
        <w:t xml:space="preserve">, </w:t>
      </w:r>
      <w:r>
        <w:t>explosions sans effet apparent sur notre équilibre</w:t>
      </w:r>
      <w:r w:rsidR="00987D49">
        <w:t xml:space="preserve">, </w:t>
      </w:r>
      <w:r>
        <w:t>mais dont nous pouvions suivre</w:t>
      </w:r>
      <w:r w:rsidR="00987D49">
        <w:t xml:space="preserve">, </w:t>
      </w:r>
      <w:r>
        <w:t>dans le cœlostat</w:t>
      </w:r>
      <w:r w:rsidR="00987D49">
        <w:t xml:space="preserve">, </w:t>
      </w:r>
      <w:r>
        <w:t>l</w:t>
      </w:r>
      <w:r w:rsidR="00987D49">
        <w:t>’</w:t>
      </w:r>
      <w:r>
        <w:t>effarant déchaînement</w:t>
      </w:r>
      <w:r w:rsidR="00987D49">
        <w:t>…</w:t>
      </w:r>
    </w:p>
    <w:p w14:paraId="59A8F2E2" w14:textId="77777777" w:rsidR="00987D49" w:rsidRDefault="00B27708" w:rsidP="00B27708">
      <w:r>
        <w:lastRenderedPageBreak/>
        <w:t>Et soudain</w:t>
      </w:r>
      <w:r w:rsidR="00987D49">
        <w:t xml:space="preserve">, </w:t>
      </w:r>
      <w:r>
        <w:t>une vision</w:t>
      </w:r>
      <w:r w:rsidR="00987D49">
        <w:t xml:space="preserve">, </w:t>
      </w:r>
      <w:r>
        <w:t>une vision formidable</w:t>
      </w:r>
      <w:r w:rsidR="00987D49">
        <w:t xml:space="preserve"> : </w:t>
      </w:r>
      <w:r>
        <w:t>le ciel obscurci</w:t>
      </w:r>
      <w:r w:rsidR="00987D49">
        <w:t xml:space="preserve">, </w:t>
      </w:r>
      <w:r>
        <w:t>le vide comblé</w:t>
      </w:r>
      <w:r w:rsidR="00987D49">
        <w:t xml:space="preserve">, </w:t>
      </w:r>
      <w:r>
        <w:t>une chose énorme</w:t>
      </w:r>
      <w:r w:rsidR="00987D49">
        <w:t xml:space="preserve">, </w:t>
      </w:r>
      <w:r>
        <w:t>cent fois plus grosse peut-être que notre astronef</w:t>
      </w:r>
      <w:r w:rsidR="00987D49">
        <w:t xml:space="preserve">, </w:t>
      </w:r>
      <w:r>
        <w:t>et qui passait près de nous avec la rapidité de l</w:t>
      </w:r>
      <w:r w:rsidR="00987D49">
        <w:t>’</w:t>
      </w:r>
      <w:r>
        <w:t>éclair</w:t>
      </w:r>
      <w:r w:rsidR="00987D49">
        <w:t xml:space="preserve">, </w:t>
      </w:r>
      <w:r>
        <w:t>tandis que notre chef s</w:t>
      </w:r>
      <w:r w:rsidR="00987D49">
        <w:t>’</w:t>
      </w:r>
      <w:r>
        <w:t>arrachait à cette mortelle attraction par le jeu des explosions réitérées</w:t>
      </w:r>
      <w:r w:rsidR="00987D49">
        <w:t>…</w:t>
      </w:r>
    </w:p>
    <w:p w14:paraId="1AEAF1F9" w14:textId="77777777" w:rsidR="00987D49" w:rsidRDefault="00B27708" w:rsidP="00B27708">
      <w:r>
        <w:t>J</w:t>
      </w:r>
      <w:r w:rsidR="00987D49">
        <w:t>’</w:t>
      </w:r>
      <w:r>
        <w:t>entendrai toujours</w:t>
      </w:r>
      <w:r w:rsidR="00987D49">
        <w:t xml:space="preserve">, </w:t>
      </w:r>
      <w:r>
        <w:t>dans ma mémoire</w:t>
      </w:r>
      <w:r w:rsidR="00987D49">
        <w:t xml:space="preserve">, </w:t>
      </w:r>
      <w:r>
        <w:t>les premiers mots qui furent prononcés dans notre astronef</w:t>
      </w:r>
      <w:r w:rsidR="00987D49">
        <w:t xml:space="preserve">, </w:t>
      </w:r>
      <w:r>
        <w:t>lorsque se fut évanouie cette vision d</w:t>
      </w:r>
      <w:r w:rsidR="00987D49">
        <w:t>’</w:t>
      </w:r>
      <w:r>
        <w:t>horreur</w:t>
      </w:r>
      <w:r w:rsidR="00987D49">
        <w:t xml:space="preserve">. </w:t>
      </w:r>
      <w:r>
        <w:t>Ces mots</w:t>
      </w:r>
      <w:r w:rsidR="00987D49">
        <w:t xml:space="preserve">, </w:t>
      </w:r>
      <w:r>
        <w:t>ce fut la jolie bouche tranquille d</w:t>
      </w:r>
      <w:r w:rsidR="00987D49">
        <w:t>’</w:t>
      </w:r>
      <w:r>
        <w:t>Hélène</w:t>
      </w:r>
      <w:r w:rsidR="00987D49">
        <w:t xml:space="preserve">, </w:t>
      </w:r>
      <w:r>
        <w:t>qui les articula</w:t>
      </w:r>
      <w:r w:rsidR="00987D49">
        <w:t xml:space="preserve">, </w:t>
      </w:r>
      <w:r>
        <w:t>avec une sérénité que j</w:t>
      </w:r>
      <w:r w:rsidR="00987D49">
        <w:t>’</w:t>
      </w:r>
      <w:r>
        <w:t>admirai de toute mon âme aimante et reconnaissante</w:t>
      </w:r>
      <w:r w:rsidR="00987D49">
        <w:t>…</w:t>
      </w:r>
    </w:p>
    <w:p w14:paraId="4F3D4678" w14:textId="77777777" w:rsidR="00987D49" w:rsidRDefault="00B27708" w:rsidP="00B27708">
      <w:r>
        <w:t>Toujours penchée sur le miroir rotatif</w:t>
      </w:r>
      <w:r w:rsidR="00987D49">
        <w:t xml:space="preserve">, </w:t>
      </w:r>
      <w:r>
        <w:t>sans la moindre émotion apparente</w:t>
      </w:r>
      <w:r w:rsidR="00987D49">
        <w:t xml:space="preserve">, </w:t>
      </w:r>
      <w:r>
        <w:t>la belle et pure jeune fille disait</w:t>
      </w:r>
      <w:r w:rsidR="00987D49">
        <w:t> :</w:t>
      </w:r>
    </w:p>
    <w:p w14:paraId="36B5EB20" w14:textId="77777777" w:rsidR="00987D49" w:rsidRDefault="00987D49" w:rsidP="00B27708">
      <w:pPr>
        <w:rPr>
          <w:i/>
          <w:iCs/>
        </w:rPr>
      </w:pPr>
      <w:r>
        <w:rPr>
          <w:rFonts w:eastAsia="Georgia"/>
        </w:rPr>
        <w:t>— </w:t>
      </w:r>
      <w:r w:rsidR="00B27708">
        <w:rPr>
          <w:i/>
          <w:iCs/>
        </w:rPr>
        <w:t>Véga est revenue à notre zénith</w:t>
      </w:r>
      <w:r>
        <w:rPr>
          <w:i/>
          <w:iCs/>
        </w:rPr>
        <w:t>…</w:t>
      </w:r>
    </w:p>
    <w:p w14:paraId="27E9D470" w14:textId="77777777" w:rsidR="00987D49" w:rsidRDefault="00B27708" w:rsidP="00B27708">
      <w:r>
        <w:t>À l</w:t>
      </w:r>
      <w:r w:rsidR="00987D49">
        <w:t>’</w:t>
      </w:r>
      <w:r>
        <w:t>audition de cette phrase qui proclamait la fin de la terreur</w:t>
      </w:r>
      <w:r w:rsidR="00987D49">
        <w:t xml:space="preserve">, </w:t>
      </w:r>
      <w:r>
        <w:t>le retour à une marche normale</w:t>
      </w:r>
      <w:r w:rsidR="00987D49">
        <w:t xml:space="preserve">, </w:t>
      </w:r>
      <w:r>
        <w:t>l</w:t>
      </w:r>
      <w:r w:rsidR="00987D49">
        <w:t>’</w:t>
      </w:r>
      <w:r>
        <w:t>éloignement définitif de l</w:t>
      </w:r>
      <w:r w:rsidR="00987D49">
        <w:t>’</w:t>
      </w:r>
      <w:r>
        <w:t>astre errant qui avait failli nous pulvériser</w:t>
      </w:r>
      <w:r w:rsidR="00987D49">
        <w:t xml:space="preserve">, </w:t>
      </w:r>
      <w:r>
        <w:t>une sorte d</w:t>
      </w:r>
      <w:r w:rsidR="00987D49">
        <w:t>’</w:t>
      </w:r>
      <w:r>
        <w:t>ivresse s</w:t>
      </w:r>
      <w:r w:rsidR="00987D49">
        <w:t>’</w:t>
      </w:r>
      <w:r>
        <w:t>empara de nous</w:t>
      </w:r>
      <w:r w:rsidR="00987D49">
        <w:t xml:space="preserve">. </w:t>
      </w:r>
      <w:r>
        <w:t>Des larmes coulèrent sur mes joues et je ne songeai pas à les dissimuler</w:t>
      </w:r>
      <w:r w:rsidR="00987D49">
        <w:t xml:space="preserve">. </w:t>
      </w:r>
      <w:r>
        <w:t>Fernand éclata d</w:t>
      </w:r>
      <w:r w:rsidR="00987D49">
        <w:t>’</w:t>
      </w:r>
      <w:r>
        <w:t>un rire nerveux</w:t>
      </w:r>
      <w:r w:rsidR="00987D49">
        <w:t xml:space="preserve">. </w:t>
      </w:r>
      <w:r>
        <w:t>La main de René trembla tandis qu</w:t>
      </w:r>
      <w:r w:rsidR="00987D49">
        <w:t>’</w:t>
      </w:r>
      <w:r>
        <w:t>il se mettait à refaire ses calculs</w:t>
      </w:r>
      <w:r w:rsidR="00987D49">
        <w:t xml:space="preserve">, </w:t>
      </w:r>
      <w:r>
        <w:t>dont le résultat devait d</w:t>
      </w:r>
      <w:r w:rsidR="00987D49">
        <w:t>’</w:t>
      </w:r>
      <w:r>
        <w:t>ailleurs</w:t>
      </w:r>
      <w:r w:rsidR="00987D49">
        <w:t xml:space="preserve">, </w:t>
      </w:r>
      <w:r>
        <w:t>confirmer le retour à la bonne direction</w:t>
      </w:r>
      <w:r w:rsidR="00987D49">
        <w:t xml:space="preserve">. </w:t>
      </w:r>
      <w:r>
        <w:t xml:space="preserve">Et </w:t>
      </w:r>
      <w:proofErr w:type="spellStart"/>
      <w:r>
        <w:t>Grimaille</w:t>
      </w:r>
      <w:proofErr w:type="spellEnd"/>
      <w:r>
        <w:t xml:space="preserve"> lui-même</w:t>
      </w:r>
      <w:r w:rsidR="00987D49">
        <w:t xml:space="preserve">, </w:t>
      </w:r>
      <w:r>
        <w:t>qui</w:t>
      </w:r>
      <w:r w:rsidR="00987D49">
        <w:t xml:space="preserve">, </w:t>
      </w:r>
      <w:r>
        <w:t>une heure plus tôt</w:t>
      </w:r>
      <w:r w:rsidR="00987D49">
        <w:t xml:space="preserve">, </w:t>
      </w:r>
      <w:r>
        <w:t>avait peut-être envie de tuer Pierre</w:t>
      </w:r>
      <w:r w:rsidR="00987D49">
        <w:t xml:space="preserve">, </w:t>
      </w:r>
      <w:r>
        <w:t>le regardait maintenant presque avec tendresse</w:t>
      </w:r>
      <w:r w:rsidR="00987D49">
        <w:t>…</w:t>
      </w:r>
    </w:p>
    <w:p w14:paraId="7CD8F40F" w14:textId="77777777" w:rsidR="00987D49" w:rsidRDefault="00B27708" w:rsidP="00B27708">
      <w:r>
        <w:t>Et voici que l</w:t>
      </w:r>
      <w:r w:rsidR="00987D49">
        <w:t>’</w:t>
      </w:r>
      <w:r>
        <w:t>héroïque Hélène</w:t>
      </w:r>
      <w:r w:rsidR="00987D49">
        <w:t xml:space="preserve">, </w:t>
      </w:r>
      <w:r>
        <w:t>elle-même</w:t>
      </w:r>
      <w:r w:rsidR="00987D49">
        <w:t xml:space="preserve">, </w:t>
      </w:r>
      <w:r>
        <w:t>en me cédant</w:t>
      </w:r>
      <w:r w:rsidR="00987D49">
        <w:t xml:space="preserve">, </w:t>
      </w:r>
      <w:r>
        <w:t>mon tour étant venu</w:t>
      </w:r>
      <w:r w:rsidR="00987D49">
        <w:t xml:space="preserve">, </w:t>
      </w:r>
      <w:r>
        <w:t>sa place au poste d</w:t>
      </w:r>
      <w:r w:rsidR="00987D49">
        <w:t>’</w:t>
      </w:r>
      <w:r>
        <w:t>observation</w:t>
      </w:r>
      <w:r w:rsidR="00987D49">
        <w:t xml:space="preserve">, </w:t>
      </w:r>
      <w:r>
        <w:t>perdit subitement son calme et éclata en sanglots</w:t>
      </w:r>
      <w:r w:rsidR="00987D49">
        <w:t>…</w:t>
      </w:r>
    </w:p>
    <w:p w14:paraId="2A80C727" w14:textId="508797D7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27" w:name="__RefHeading__91162_553960937"/>
      <w:bookmarkStart w:id="28" w:name="bookmark14"/>
      <w:bookmarkStart w:id="29" w:name="_Toc194838868"/>
      <w:bookmarkEnd w:id="27"/>
      <w:r>
        <w:lastRenderedPageBreak/>
        <w:t>X</w:t>
      </w:r>
      <w:bookmarkEnd w:id="28"/>
      <w:r>
        <w:br/>
      </w:r>
      <w:r>
        <w:br/>
        <w:t>L</w:t>
      </w:r>
      <w:r w:rsidR="00987D49">
        <w:t>’</w:t>
      </w:r>
      <w:r>
        <w:t>astre transparent</w:t>
      </w:r>
      <w:bookmarkEnd w:id="29"/>
    </w:p>
    <w:p w14:paraId="4294F212" w14:textId="77777777" w:rsidR="00987D49" w:rsidRDefault="00B27708" w:rsidP="00B27708">
      <w:r>
        <w:t>Il paraît que certains hommes ignorent la peur</w:t>
      </w:r>
      <w:r w:rsidR="00987D49">
        <w:t xml:space="preserve">. </w:t>
      </w:r>
      <w:r>
        <w:t>J</w:t>
      </w:r>
      <w:r w:rsidR="00987D49">
        <w:t>’</w:t>
      </w:r>
      <w:r>
        <w:t>aurais voulu que ces hommes fussent auprès de nous</w:t>
      </w:r>
      <w:r w:rsidR="00987D49">
        <w:t xml:space="preserve">, </w:t>
      </w:r>
      <w:r>
        <w:t>lorsque le corps céleste vagabond frôla notre vaisseau</w:t>
      </w:r>
      <w:r w:rsidR="00987D49">
        <w:t xml:space="preserve">… </w:t>
      </w:r>
      <w:r>
        <w:t>Ainsi</w:t>
      </w:r>
      <w:r w:rsidR="00987D49">
        <w:t xml:space="preserve">, </w:t>
      </w:r>
      <w:r>
        <w:t>auraient-ils pu mesurer la force de leurs nerfs</w:t>
      </w:r>
      <w:r w:rsidR="00987D49">
        <w:t xml:space="preserve"> ! </w:t>
      </w:r>
      <w:r>
        <w:t>Toujours est-il que cet événement et le bouleversement qu</w:t>
      </w:r>
      <w:r w:rsidR="00987D49">
        <w:t>’</w:t>
      </w:r>
      <w:r>
        <w:t>il provoqua chez des êtres aussi vaillants que Pierre</w:t>
      </w:r>
      <w:r w:rsidR="00987D49">
        <w:t xml:space="preserve">, </w:t>
      </w:r>
      <w:r>
        <w:t xml:space="preserve">René et même Victor </w:t>
      </w:r>
      <w:proofErr w:type="spellStart"/>
      <w:r>
        <w:t>Grimaille</w:t>
      </w:r>
      <w:proofErr w:type="spellEnd"/>
      <w:r w:rsidR="00987D49">
        <w:t xml:space="preserve">, </w:t>
      </w:r>
      <w:r>
        <w:t>qui n</w:t>
      </w:r>
      <w:r w:rsidR="00987D49">
        <w:t>’</w:t>
      </w:r>
      <w:r>
        <w:t>avait rien d</w:t>
      </w:r>
      <w:r w:rsidR="00987D49">
        <w:t>’</w:t>
      </w:r>
      <w:r>
        <w:t>une poule mouillée</w:t>
      </w:r>
      <w:r w:rsidR="00987D49">
        <w:t xml:space="preserve">, </w:t>
      </w:r>
      <w:r>
        <w:t>eurent au moins par réaction</w:t>
      </w:r>
      <w:r w:rsidR="00987D49">
        <w:t xml:space="preserve">, </w:t>
      </w:r>
      <w:r>
        <w:t>une heureuse conséquence</w:t>
      </w:r>
      <w:r w:rsidR="00987D49">
        <w:t xml:space="preserve">. </w:t>
      </w:r>
      <w:r>
        <w:t>Il en résulta une détente dans les rapports des membres de l</w:t>
      </w:r>
      <w:r w:rsidR="00987D49">
        <w:t>’</w:t>
      </w:r>
      <w:r>
        <w:t>équipage entre eux</w:t>
      </w:r>
      <w:r w:rsidR="00987D49">
        <w:t xml:space="preserve">. </w:t>
      </w:r>
      <w:r>
        <w:t>La querelle qui avait failli dresser l</w:t>
      </w:r>
      <w:r w:rsidR="00987D49">
        <w:t>’</w:t>
      </w:r>
      <w:r>
        <w:t>un contre l</w:t>
      </w:r>
      <w:r w:rsidR="00987D49">
        <w:t>’</w:t>
      </w:r>
      <w:r>
        <w:t>autre le capitaine et l</w:t>
      </w:r>
      <w:r w:rsidR="00987D49">
        <w:t>’</w:t>
      </w:r>
      <w:r>
        <w:t>armateur</w:t>
      </w:r>
      <w:r w:rsidR="00987D49">
        <w:t xml:space="preserve">, </w:t>
      </w:r>
      <w:r>
        <w:t>parut bien mince auprès des angoisses que nous avions vécues durant l</w:t>
      </w:r>
      <w:r w:rsidR="00987D49">
        <w:t>’</w:t>
      </w:r>
      <w:r>
        <w:t>approche et le passage du vrai bolide</w:t>
      </w:r>
      <w:r w:rsidR="00987D49">
        <w:t>…</w:t>
      </w:r>
    </w:p>
    <w:p w14:paraId="0AA0D35A" w14:textId="77777777" w:rsidR="00987D49" w:rsidRDefault="00B27708" w:rsidP="00B27708">
      <w:r>
        <w:t>Mais si le calme était revenu dans les esprits</w:t>
      </w:r>
      <w:r w:rsidR="00987D49">
        <w:t xml:space="preserve">, </w:t>
      </w:r>
      <w:r>
        <w:t>les nerfs demeuraient hypersensibles</w:t>
      </w:r>
      <w:r w:rsidR="00987D49">
        <w:t xml:space="preserve">, </w:t>
      </w:r>
      <w:r>
        <w:t>et ceux d</w:t>
      </w:r>
      <w:r w:rsidR="00987D49">
        <w:t>’</w:t>
      </w:r>
      <w:r>
        <w:t>entre nous qui avaient été tirés du sommeil eurent bien du mal à s</w:t>
      </w:r>
      <w:r w:rsidR="00987D49">
        <w:t>’</w:t>
      </w:r>
      <w:r>
        <w:t>assoupir de nouveau</w:t>
      </w:r>
      <w:r w:rsidR="00987D49">
        <w:t xml:space="preserve">. </w:t>
      </w:r>
      <w:r>
        <w:t>Pour moi</w:t>
      </w:r>
      <w:r w:rsidR="00987D49">
        <w:t xml:space="preserve">, </w:t>
      </w:r>
      <w:r>
        <w:t>je ne le tentai même pas</w:t>
      </w:r>
      <w:r w:rsidR="00987D49">
        <w:t xml:space="preserve">, </w:t>
      </w:r>
      <w:r>
        <w:t>et je poursuivis la mise en ordre de mes notes et de mes souvenirs</w:t>
      </w:r>
      <w:r w:rsidR="00987D49">
        <w:t>…</w:t>
      </w:r>
    </w:p>
    <w:p w14:paraId="59E2CC36" w14:textId="77777777" w:rsidR="00987D49" w:rsidRDefault="00B27708" w:rsidP="00B27708">
      <w:r>
        <w:t>Un drôle de bruit m</w:t>
      </w:r>
      <w:r w:rsidR="00987D49">
        <w:t>’</w:t>
      </w:r>
      <w:r>
        <w:t>interrompit</w:t>
      </w:r>
      <w:r w:rsidR="00987D49">
        <w:t xml:space="preserve">. </w:t>
      </w:r>
      <w:r>
        <w:t>C</w:t>
      </w:r>
      <w:r w:rsidR="00987D49">
        <w:t>’</w:t>
      </w:r>
      <w:r>
        <w:t>était comme une grêle rapide et ténue</w:t>
      </w:r>
      <w:r w:rsidR="00987D49">
        <w:t xml:space="preserve">, </w:t>
      </w:r>
      <w:r>
        <w:t>qui se serait abattue sur notre dôme</w:t>
      </w:r>
      <w:r w:rsidR="00987D49">
        <w:t xml:space="preserve">. </w:t>
      </w:r>
      <w:r>
        <w:t>Inquiet</w:t>
      </w:r>
      <w:r w:rsidR="00987D49">
        <w:t xml:space="preserve">, </w:t>
      </w:r>
      <w:r>
        <w:t>l</w:t>
      </w:r>
      <w:r w:rsidR="00987D49">
        <w:t>’</w:t>
      </w:r>
      <w:r>
        <w:t>oreille au guet</w:t>
      </w:r>
      <w:r w:rsidR="00987D49">
        <w:t xml:space="preserve">, </w:t>
      </w:r>
      <w:r>
        <w:t>je levai la tête</w:t>
      </w:r>
      <w:r w:rsidR="00987D49">
        <w:t xml:space="preserve">, </w:t>
      </w:r>
      <w:r>
        <w:t>et je pus constater que mes compagnons écoutaient aussi</w:t>
      </w:r>
      <w:r w:rsidR="00987D49">
        <w:t xml:space="preserve">. </w:t>
      </w:r>
      <w:r>
        <w:t>René</w:t>
      </w:r>
      <w:r w:rsidR="00987D49">
        <w:t xml:space="preserve">, </w:t>
      </w:r>
      <w:r>
        <w:t>le sourcil froncé</w:t>
      </w:r>
      <w:r w:rsidR="00987D49">
        <w:t xml:space="preserve">, </w:t>
      </w:r>
      <w:r>
        <w:t>l</w:t>
      </w:r>
      <w:r w:rsidR="00987D49">
        <w:t>’</w:t>
      </w:r>
      <w:r>
        <w:t>œil fixe</w:t>
      </w:r>
      <w:r w:rsidR="00987D49">
        <w:t xml:space="preserve">, </w:t>
      </w:r>
      <w:r>
        <w:t>parut se plonger dans de mystérieux calculs mentaux</w:t>
      </w:r>
      <w:r w:rsidR="00987D49">
        <w:t xml:space="preserve">. </w:t>
      </w:r>
      <w:r>
        <w:t>Pierre sembla seulement étonné et ne répondit que par un hochement de tête indécis au regard interrogateur d</w:t>
      </w:r>
      <w:r w:rsidR="00987D49">
        <w:t>’</w:t>
      </w:r>
      <w:r>
        <w:t>Hélène</w:t>
      </w:r>
      <w:r w:rsidR="00987D49">
        <w:t xml:space="preserve">. </w:t>
      </w:r>
      <w:proofErr w:type="spellStart"/>
      <w:r>
        <w:t>Grimaille</w:t>
      </w:r>
      <w:proofErr w:type="spellEnd"/>
      <w:r>
        <w:t xml:space="preserve"> et son secrétaire étaient</w:t>
      </w:r>
      <w:r w:rsidR="00987D49">
        <w:t xml:space="preserve">, </w:t>
      </w:r>
      <w:r>
        <w:t>comme moi</w:t>
      </w:r>
      <w:r w:rsidR="00987D49">
        <w:t xml:space="preserve">, </w:t>
      </w:r>
      <w:r>
        <w:t>fort intrigués</w:t>
      </w:r>
      <w:r w:rsidR="00987D49">
        <w:t>.</w:t>
      </w:r>
    </w:p>
    <w:p w14:paraId="491F05C8" w14:textId="77777777" w:rsidR="00987D49" w:rsidRDefault="00B27708" w:rsidP="00B27708">
      <w:r>
        <w:t>Tout à coup</w:t>
      </w:r>
      <w:r w:rsidR="00987D49">
        <w:t xml:space="preserve">, </w:t>
      </w:r>
      <w:r>
        <w:t>Fernand se leva d</w:t>
      </w:r>
      <w:r w:rsidR="00987D49">
        <w:t>’</w:t>
      </w:r>
      <w:r>
        <w:t>un bond</w:t>
      </w:r>
      <w:r w:rsidR="00987D49">
        <w:t>.</w:t>
      </w:r>
    </w:p>
    <w:p w14:paraId="6189BDED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La radio</w:t>
      </w:r>
      <w:r>
        <w:t xml:space="preserve"> ! </w:t>
      </w:r>
      <w:r w:rsidR="00B27708">
        <w:t>s</w:t>
      </w:r>
      <w:r>
        <w:t>’</w:t>
      </w:r>
      <w:r w:rsidR="00B27708">
        <w:t>écria-t-il en s</w:t>
      </w:r>
      <w:r>
        <w:t>’</w:t>
      </w:r>
      <w:r w:rsidR="00B27708">
        <w:t>élançant vers le poste</w:t>
      </w:r>
      <w:r>
        <w:t xml:space="preserve">, </w:t>
      </w:r>
      <w:r w:rsidR="00B27708">
        <w:t>qu</w:t>
      </w:r>
      <w:r>
        <w:t>’</w:t>
      </w:r>
      <w:r w:rsidR="00B27708">
        <w:t>il avait laissé branché</w:t>
      </w:r>
      <w:r>
        <w:t>…</w:t>
      </w:r>
    </w:p>
    <w:p w14:paraId="73FF62AF" w14:textId="77777777" w:rsidR="00987D49" w:rsidRDefault="00B27708" w:rsidP="00B27708">
      <w:r>
        <w:t>À cette exclamation</w:t>
      </w:r>
      <w:r w:rsidR="00987D49">
        <w:t xml:space="preserve">, </w:t>
      </w:r>
      <w:r>
        <w:t>une émotion poignante m</w:t>
      </w:r>
      <w:r w:rsidR="00987D49">
        <w:t>’</w:t>
      </w:r>
      <w:r>
        <w:t>envahit</w:t>
      </w:r>
      <w:r w:rsidR="00987D49">
        <w:t xml:space="preserve">, </w:t>
      </w:r>
      <w:r>
        <w:t>et je sentis que mes compagnons n</w:t>
      </w:r>
      <w:r w:rsidR="00987D49">
        <w:t>’</w:t>
      </w:r>
      <w:r>
        <w:t>étaient pas moins troublés que moi</w:t>
      </w:r>
      <w:r w:rsidR="00987D49">
        <w:t xml:space="preserve">. </w:t>
      </w:r>
      <w:r>
        <w:t>La radio</w:t>
      </w:r>
      <w:r w:rsidR="00987D49">
        <w:t xml:space="preserve"> ! </w:t>
      </w:r>
      <w:r>
        <w:t>D</w:t>
      </w:r>
      <w:r w:rsidR="00987D49">
        <w:t>’</w:t>
      </w:r>
      <w:r>
        <w:t>où pouvait provenir ce mystérieux message</w:t>
      </w:r>
      <w:r w:rsidR="00987D49">
        <w:t xml:space="preserve"> ? </w:t>
      </w:r>
      <w:r>
        <w:t>Quel personnage appelait</w:t>
      </w:r>
      <w:r w:rsidR="00987D49">
        <w:t xml:space="preserve"> ? </w:t>
      </w:r>
      <w:r>
        <w:t>De quel monde</w:t>
      </w:r>
      <w:r w:rsidR="00987D49">
        <w:t> ?…</w:t>
      </w:r>
    </w:p>
    <w:p w14:paraId="03577DBD" w14:textId="77777777" w:rsidR="00987D49" w:rsidRDefault="00B27708" w:rsidP="00B27708">
      <w:r>
        <w:t>Fernand avait pris l</w:t>
      </w:r>
      <w:r w:rsidR="00987D49">
        <w:t>’</w:t>
      </w:r>
      <w:r>
        <w:t>écoute</w:t>
      </w:r>
      <w:r w:rsidR="00987D49">
        <w:t xml:space="preserve">. </w:t>
      </w:r>
      <w:r>
        <w:t>Son visage n</w:t>
      </w:r>
      <w:r w:rsidR="00987D49">
        <w:t>’</w:t>
      </w:r>
      <w:r>
        <w:t>exprimait rien d</w:t>
      </w:r>
      <w:r w:rsidR="00987D49">
        <w:t>’</w:t>
      </w:r>
      <w:r>
        <w:t>autre qu</w:t>
      </w:r>
      <w:r w:rsidR="00987D49">
        <w:t>’</w:t>
      </w:r>
      <w:r>
        <w:t>une incompréhension totale</w:t>
      </w:r>
      <w:r w:rsidR="00987D49">
        <w:t xml:space="preserve">. </w:t>
      </w:r>
      <w:r>
        <w:t>Et la grêle continuait monotone</w:t>
      </w:r>
      <w:r w:rsidR="00987D49">
        <w:t xml:space="preserve">, </w:t>
      </w:r>
      <w:r>
        <w:t>lancinante</w:t>
      </w:r>
      <w:r w:rsidR="00987D49">
        <w:t xml:space="preserve">, </w:t>
      </w:r>
      <w:r>
        <w:t>exaspérante</w:t>
      </w:r>
      <w:r w:rsidR="00987D49">
        <w:t>…</w:t>
      </w:r>
    </w:p>
    <w:p w14:paraId="0B7270E6" w14:textId="77777777" w:rsidR="00987D49" w:rsidRDefault="00987D49" w:rsidP="00B27708">
      <w:r>
        <w:rPr>
          <w:rFonts w:eastAsia="Georgia"/>
        </w:rPr>
        <w:t>— </w:t>
      </w:r>
      <w:r w:rsidR="00B27708">
        <w:t>C</w:t>
      </w:r>
      <w:r>
        <w:t>’</w:t>
      </w:r>
      <w:r w:rsidR="00B27708">
        <w:t>est tout de même étrange</w:t>
      </w:r>
      <w:r>
        <w:t xml:space="preserve">, </w:t>
      </w:r>
      <w:r w:rsidR="00B27708">
        <w:t>murmura</w:t>
      </w:r>
      <w:r>
        <w:t xml:space="preserve">, </w:t>
      </w:r>
      <w:r w:rsidR="00B27708">
        <w:t>près de moi</w:t>
      </w:r>
      <w:r>
        <w:t xml:space="preserve">, </w:t>
      </w:r>
      <w:r w:rsidR="00B27708">
        <w:t xml:space="preserve">Victor </w:t>
      </w:r>
      <w:proofErr w:type="spellStart"/>
      <w:r w:rsidR="00B27708">
        <w:t>Grimaille</w:t>
      </w:r>
      <w:proofErr w:type="spellEnd"/>
      <w:r>
        <w:t xml:space="preserve">, </w:t>
      </w:r>
      <w:r w:rsidR="00B27708">
        <w:t>que ce poste</w:t>
      </w:r>
      <w:r>
        <w:t xml:space="preserve">, </w:t>
      </w:r>
      <w:r w:rsidR="00B27708">
        <w:t>qui était muet depuis le départ</w:t>
      </w:r>
      <w:r>
        <w:t xml:space="preserve">, </w:t>
      </w:r>
      <w:r w:rsidR="00B27708">
        <w:t>commence à se manifester</w:t>
      </w:r>
      <w:r>
        <w:t xml:space="preserve">, </w:t>
      </w:r>
      <w:r w:rsidR="00B27708">
        <w:t>lorsque nous avons fait plus de la moitié du chemin</w:t>
      </w:r>
      <w:r>
        <w:t> !…</w:t>
      </w:r>
    </w:p>
    <w:p w14:paraId="02F78C49" w14:textId="77777777" w:rsidR="00987D49" w:rsidRDefault="00B27708" w:rsidP="00B27708">
      <w:r>
        <w:t>Il n</w:t>
      </w:r>
      <w:r w:rsidR="00987D49">
        <w:t>’</w:t>
      </w:r>
      <w:r>
        <w:t>osa conclure</w:t>
      </w:r>
      <w:r w:rsidR="00987D49">
        <w:t xml:space="preserve">. </w:t>
      </w:r>
      <w:r>
        <w:t>Mais je savais</w:t>
      </w:r>
      <w:r w:rsidR="00987D49">
        <w:t xml:space="preserve">, </w:t>
      </w:r>
      <w:r>
        <w:t>nous savions tous quelle pensée l</w:t>
      </w:r>
      <w:r w:rsidR="00987D49">
        <w:t>’</w:t>
      </w:r>
      <w:r>
        <w:t>étreignait</w:t>
      </w:r>
      <w:r w:rsidR="00987D49">
        <w:t xml:space="preserve">. </w:t>
      </w:r>
      <w:r>
        <w:t>Le message ne venait pas de la terre</w:t>
      </w:r>
      <w:r w:rsidR="00987D49">
        <w:t xml:space="preserve">. </w:t>
      </w:r>
      <w:r>
        <w:t>Alors</w:t>
      </w:r>
      <w:r w:rsidR="00987D49">
        <w:t> ?…</w:t>
      </w:r>
    </w:p>
    <w:p w14:paraId="7CDCEC07" w14:textId="77777777" w:rsidR="00987D49" w:rsidRDefault="00B27708" w:rsidP="00B27708">
      <w:r>
        <w:t>Enfin</w:t>
      </w:r>
      <w:r w:rsidR="00987D49">
        <w:t xml:space="preserve">, </w:t>
      </w:r>
      <w:r>
        <w:t>René exhala un long soupir</w:t>
      </w:r>
      <w:r w:rsidR="00987D49">
        <w:t xml:space="preserve">. </w:t>
      </w:r>
      <w:r>
        <w:t>Ses traits s</w:t>
      </w:r>
      <w:r w:rsidR="00987D49">
        <w:t>’</w:t>
      </w:r>
      <w:r>
        <w:t>éclairèrent</w:t>
      </w:r>
      <w:r w:rsidR="00987D49">
        <w:t xml:space="preserve">. </w:t>
      </w:r>
      <w:r>
        <w:t>Une hypothèse plausible venait assurément de naître en son esprit</w:t>
      </w:r>
      <w:r w:rsidR="00987D49">
        <w:t>.</w:t>
      </w:r>
    </w:p>
    <w:p w14:paraId="3B6428A7" w14:textId="77777777" w:rsidR="00987D49" w:rsidRDefault="00987D49" w:rsidP="00B27708">
      <w:r>
        <w:rPr>
          <w:rFonts w:eastAsia="Georgia"/>
        </w:rPr>
        <w:t>— </w:t>
      </w:r>
      <w:r w:rsidR="00B27708">
        <w:t>Vous pouvez fermer votre poste</w:t>
      </w:r>
      <w:r>
        <w:t xml:space="preserve">, </w:t>
      </w:r>
      <w:r w:rsidR="00B27708">
        <w:t>dit-il à Fernand</w:t>
      </w:r>
      <w:r>
        <w:t xml:space="preserve">. </w:t>
      </w:r>
      <w:r w:rsidR="00B27708">
        <w:t>Il ne s</w:t>
      </w:r>
      <w:r>
        <w:t>’</w:t>
      </w:r>
      <w:r w:rsidR="00B27708">
        <w:t>agit pas d</w:t>
      </w:r>
      <w:r>
        <w:t>’</w:t>
      </w:r>
      <w:r w:rsidR="00B27708">
        <w:t>un message</w:t>
      </w:r>
      <w:r>
        <w:t xml:space="preserve">, </w:t>
      </w:r>
      <w:r w:rsidR="00B27708">
        <w:t>mais d</w:t>
      </w:r>
      <w:r>
        <w:t>’</w:t>
      </w:r>
      <w:r w:rsidR="00B27708">
        <w:t>une pluie de radiations</w:t>
      </w:r>
      <w:r>
        <w:t xml:space="preserve">, </w:t>
      </w:r>
      <w:r w:rsidR="00B27708">
        <w:t>captées spontanément par votre antenne</w:t>
      </w:r>
      <w:r>
        <w:t xml:space="preserve">, </w:t>
      </w:r>
      <w:r w:rsidR="00B27708">
        <w:t>et qui ne sont pas des ondes hertziennes</w:t>
      </w:r>
      <w:r>
        <w:t xml:space="preserve">. </w:t>
      </w:r>
      <w:r w:rsidR="00B27708">
        <w:t>Ce sont certainement des rayons cosmiques</w:t>
      </w:r>
      <w:r>
        <w:t>…</w:t>
      </w:r>
    </w:p>
    <w:p w14:paraId="02A730E5" w14:textId="77777777" w:rsidR="00987D49" w:rsidRDefault="00B27708" w:rsidP="00B27708">
      <w:r>
        <w:t>Ces mots éveillèrent en moi un souvenir</w:t>
      </w:r>
      <w:r w:rsidR="00987D49">
        <w:t xml:space="preserve">. </w:t>
      </w:r>
      <w:r>
        <w:t>J</w:t>
      </w:r>
      <w:r w:rsidR="00987D49">
        <w:t>’</w:t>
      </w:r>
      <w:r>
        <w:t>avais eu l</w:t>
      </w:r>
      <w:r w:rsidR="00987D49">
        <w:t>’</w:t>
      </w:r>
      <w:r>
        <w:t>honneur</w:t>
      </w:r>
      <w:r w:rsidR="00987D49">
        <w:t xml:space="preserve">, </w:t>
      </w:r>
      <w:r>
        <w:t>quelques années plus tôt</w:t>
      </w:r>
      <w:r w:rsidR="00987D49">
        <w:t xml:space="preserve">, </w:t>
      </w:r>
      <w:r>
        <w:t>de rencontrer</w:t>
      </w:r>
      <w:r w:rsidR="00987D49">
        <w:t xml:space="preserve">, </w:t>
      </w:r>
      <w:r>
        <w:t>dans son laboratoire</w:t>
      </w:r>
      <w:r w:rsidR="00987D49">
        <w:t xml:space="preserve">, </w:t>
      </w:r>
      <w:r>
        <w:t>un grand seigneur qui est aussi un grand savant</w:t>
      </w:r>
      <w:r w:rsidR="00987D49">
        <w:t xml:space="preserve">, </w:t>
      </w:r>
      <w:r>
        <w:t>le duc de Broglie</w:t>
      </w:r>
      <w:r w:rsidR="00987D49">
        <w:t xml:space="preserve">, </w:t>
      </w:r>
      <w:r>
        <w:t>et j</w:t>
      </w:r>
      <w:r w:rsidR="00987D49">
        <w:t>’</w:t>
      </w:r>
      <w:r>
        <w:t>avais entendu ce même bruit de grêle légère</w:t>
      </w:r>
      <w:r w:rsidR="00987D49">
        <w:t xml:space="preserve">, </w:t>
      </w:r>
      <w:r>
        <w:t>lorsqu</w:t>
      </w:r>
      <w:r w:rsidR="00987D49">
        <w:t>’</w:t>
      </w:r>
      <w:r>
        <w:t>il avait provoqué devant moi la captation d</w:t>
      </w:r>
      <w:r w:rsidR="00987D49">
        <w:t>’</w:t>
      </w:r>
      <w:r>
        <w:t>un passage de rayons cosmiques</w:t>
      </w:r>
      <w:r w:rsidR="00987D49">
        <w:t>.</w:t>
      </w:r>
    </w:p>
    <w:p w14:paraId="47908C6D" w14:textId="77777777" w:rsidR="00987D49" w:rsidRDefault="00B27708" w:rsidP="00B27708">
      <w:r>
        <w:t>Cependant</w:t>
      </w:r>
      <w:r w:rsidR="00987D49">
        <w:t xml:space="preserve">, </w:t>
      </w:r>
      <w:r>
        <w:t>René expliquait</w:t>
      </w:r>
      <w:r w:rsidR="00987D49">
        <w:t xml:space="preserve">, </w:t>
      </w:r>
      <w:r>
        <w:t xml:space="preserve">pour </w:t>
      </w:r>
      <w:proofErr w:type="spellStart"/>
      <w:r>
        <w:t>Grimaille</w:t>
      </w:r>
      <w:proofErr w:type="spellEnd"/>
      <w:r>
        <w:t xml:space="preserve"> et pour Fernand</w:t>
      </w:r>
      <w:r w:rsidR="00987D49">
        <w:t xml:space="preserve">, </w:t>
      </w:r>
      <w:r>
        <w:t>qui le regardaient sans bien comprendre</w:t>
      </w:r>
      <w:r w:rsidR="00987D49">
        <w:t> :</w:t>
      </w:r>
    </w:p>
    <w:p w14:paraId="27C4BFC1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Sans doute</w:t>
      </w:r>
      <w:r>
        <w:t xml:space="preserve">, </w:t>
      </w:r>
      <w:r w:rsidR="00B27708">
        <w:t>sommes-nous en résonance magnétique</w:t>
      </w:r>
      <w:r>
        <w:t xml:space="preserve">, </w:t>
      </w:r>
      <w:r w:rsidR="00B27708">
        <w:t>avec un monde en formation ou en désagrégation</w:t>
      </w:r>
      <w:r>
        <w:t xml:space="preserve">… </w:t>
      </w:r>
      <w:r w:rsidR="00B27708">
        <w:t>Les rayons sont probablement produits par de la matière cosmique qui disparaît pour devenir énergie pure</w:t>
      </w:r>
      <w:r>
        <w:t xml:space="preserve">, </w:t>
      </w:r>
      <w:r w:rsidR="00B27708">
        <w:t>ou par de l</w:t>
      </w:r>
      <w:r>
        <w:t>’</w:t>
      </w:r>
      <w:r w:rsidR="00B27708">
        <w:t>énergie qui devient matière</w:t>
      </w:r>
      <w:r>
        <w:t xml:space="preserve">. </w:t>
      </w:r>
      <w:r w:rsidR="00B27708">
        <w:t>Cet éther</w:t>
      </w:r>
      <w:r>
        <w:t xml:space="preserve">, </w:t>
      </w:r>
      <w:r w:rsidR="00B27708">
        <w:t>que nous traversons</w:t>
      </w:r>
      <w:r>
        <w:t xml:space="preserve">, </w:t>
      </w:r>
      <w:r w:rsidR="00B27708">
        <w:t>est ainsi plein de poussière d</w:t>
      </w:r>
      <w:r>
        <w:t>’</w:t>
      </w:r>
      <w:r w:rsidR="00B27708">
        <w:t>atomes en création ou en décomposition</w:t>
      </w:r>
      <w:r>
        <w:t xml:space="preserve">, </w:t>
      </w:r>
      <w:r w:rsidR="00B27708">
        <w:t>et qui émettent</w:t>
      </w:r>
      <w:r>
        <w:t xml:space="preserve">, </w:t>
      </w:r>
      <w:r w:rsidR="00B27708">
        <w:t>au cours de ce travail perpétuel</w:t>
      </w:r>
      <w:r>
        <w:t xml:space="preserve">, </w:t>
      </w:r>
      <w:r w:rsidR="00B27708">
        <w:t>des milliards de radiations</w:t>
      </w:r>
      <w:r>
        <w:t>…</w:t>
      </w:r>
    </w:p>
    <w:p w14:paraId="267AFCF0" w14:textId="77777777" w:rsidR="00987D49" w:rsidRDefault="00B27708" w:rsidP="00B27708">
      <w:r>
        <w:t>L</w:t>
      </w:r>
      <w:r w:rsidR="00987D49">
        <w:t>’</w:t>
      </w:r>
      <w:r>
        <w:t>alerte avait été moins vive assurément que celle qui l</w:t>
      </w:r>
      <w:r w:rsidR="00987D49">
        <w:t>’</w:t>
      </w:r>
      <w:r>
        <w:t>avait précédée et le faux message nous avait moins effrayés que le vrai bolide</w:t>
      </w:r>
      <w:r w:rsidR="00987D49">
        <w:t xml:space="preserve">. </w:t>
      </w:r>
      <w:r>
        <w:t>Mais nous n</w:t>
      </w:r>
      <w:r w:rsidR="00987D49">
        <w:t>’</w:t>
      </w:r>
      <w:r>
        <w:t>en avions pas moins senti passer sur nous le long frisson provoqué chez l</w:t>
      </w:r>
      <w:r w:rsidR="00987D49">
        <w:t>’</w:t>
      </w:r>
      <w:r>
        <w:t>homme par l</w:t>
      </w:r>
      <w:r w:rsidR="00987D49">
        <w:t>’</w:t>
      </w:r>
      <w:r>
        <w:t>inconnaissable</w:t>
      </w:r>
      <w:r w:rsidR="00987D49">
        <w:t xml:space="preserve">. </w:t>
      </w:r>
      <w:r>
        <w:t>Nos systèmes nerveux en conservèrent l</w:t>
      </w:r>
      <w:r w:rsidR="00987D49">
        <w:t>’</w:t>
      </w:r>
      <w:r>
        <w:t>ébranlement durant plusieurs heures</w:t>
      </w:r>
      <w:r w:rsidR="00987D49">
        <w:t xml:space="preserve">, </w:t>
      </w:r>
      <w:r>
        <w:t>et ils commençaient seulement à retrouver leur équilibre normal</w:t>
      </w:r>
      <w:r w:rsidR="00987D49">
        <w:t xml:space="preserve">, </w:t>
      </w:r>
      <w:r>
        <w:t>lorsque survint l</w:t>
      </w:r>
      <w:r w:rsidR="00987D49">
        <w:t>’</w:t>
      </w:r>
      <w:r>
        <w:t>événement qui allait nous rasséréner et nous transporter d</w:t>
      </w:r>
      <w:r w:rsidR="00987D49">
        <w:t>’</w:t>
      </w:r>
      <w:r>
        <w:t>enthousiasme</w:t>
      </w:r>
      <w:r w:rsidR="00987D49">
        <w:t>…</w:t>
      </w:r>
    </w:p>
    <w:p w14:paraId="3E4C8B2B" w14:textId="77777777" w:rsidR="00987D49" w:rsidRDefault="00B27708" w:rsidP="00B27708">
      <w:r>
        <w:t>Cet événement se produisit vers la quarantième heure</w:t>
      </w:r>
      <w:r w:rsidR="00987D49">
        <w:t xml:space="preserve">, </w:t>
      </w:r>
      <w:r>
        <w:t>c</w:t>
      </w:r>
      <w:r w:rsidR="00987D49">
        <w:t>’</w:t>
      </w:r>
      <w:r>
        <w:t>est-à-dire lorsque nous eûmes couvert les deux tiers de la distance totale à parcourir</w:t>
      </w:r>
      <w:r w:rsidR="00987D49">
        <w:t>.</w:t>
      </w:r>
    </w:p>
    <w:p w14:paraId="6F206C5E" w14:textId="77777777" w:rsidR="00987D49" w:rsidRDefault="00B27708" w:rsidP="00B27708">
      <w:r>
        <w:t xml:space="preserve">Ce fut </w:t>
      </w:r>
      <w:proofErr w:type="spellStart"/>
      <w:r>
        <w:t>Grimaille</w:t>
      </w:r>
      <w:proofErr w:type="spellEnd"/>
      <w:r>
        <w:t xml:space="preserve"> qui en eut la première perception et cela simplement parce que c</w:t>
      </w:r>
      <w:r w:rsidR="00987D49">
        <w:t>’</w:t>
      </w:r>
      <w:r>
        <w:t>était son tour de garde</w:t>
      </w:r>
      <w:r w:rsidR="00987D49">
        <w:t xml:space="preserve">. </w:t>
      </w:r>
      <w:r>
        <w:t>Il observait consciencieusement le cœlostat</w:t>
      </w:r>
      <w:r w:rsidR="00987D49">
        <w:t xml:space="preserve">, </w:t>
      </w:r>
      <w:r>
        <w:t>lorsque</w:t>
      </w:r>
      <w:r w:rsidR="00987D49">
        <w:t xml:space="preserve">, </w:t>
      </w:r>
      <w:r>
        <w:t>subitement</w:t>
      </w:r>
      <w:r w:rsidR="00987D49">
        <w:t xml:space="preserve">, </w:t>
      </w:r>
      <w:r>
        <w:t>il poussa une exclamation</w:t>
      </w:r>
      <w:r w:rsidR="00987D49">
        <w:t>…</w:t>
      </w:r>
    </w:p>
    <w:p w14:paraId="38869092" w14:textId="77777777" w:rsidR="00987D49" w:rsidRDefault="00987D49" w:rsidP="00B27708">
      <w:r>
        <w:rPr>
          <w:rFonts w:eastAsia="Georgia"/>
        </w:rPr>
        <w:t>— </w:t>
      </w:r>
      <w:r w:rsidR="00B27708">
        <w:t>Là</w:t>
      </w:r>
      <w:r>
        <w:t xml:space="preserve"> ! </w:t>
      </w:r>
      <w:r w:rsidR="00B27708">
        <w:t>s</w:t>
      </w:r>
      <w:r>
        <w:t>’</w:t>
      </w:r>
      <w:r w:rsidR="00B27708">
        <w:t>écria-t-il</w:t>
      </w:r>
      <w:r>
        <w:t xml:space="preserve">, </w:t>
      </w:r>
      <w:r w:rsidR="00B27708">
        <w:t>là</w:t>
      </w:r>
      <w:r>
        <w:t xml:space="preserve"> !… </w:t>
      </w:r>
      <w:r w:rsidR="00B27708">
        <w:t>Un globe</w:t>
      </w:r>
      <w:r>
        <w:t> !…</w:t>
      </w:r>
    </w:p>
    <w:p w14:paraId="472B993F" w14:textId="77777777" w:rsidR="00987D49" w:rsidRDefault="00B27708" w:rsidP="00B27708">
      <w:r>
        <w:t>René fut le premier auprès de lui</w:t>
      </w:r>
      <w:r w:rsidR="00987D49">
        <w:t xml:space="preserve">. </w:t>
      </w:r>
      <w:r>
        <w:t>Il exultait</w:t>
      </w:r>
      <w:r w:rsidR="00987D49">
        <w:t xml:space="preserve">. </w:t>
      </w:r>
      <w:r>
        <w:t>La joie triomphante qui anima le cœur et l</w:t>
      </w:r>
      <w:r w:rsidR="00987D49">
        <w:t>’</w:t>
      </w:r>
      <w:r>
        <w:t>esprit de Christophe Colomb</w:t>
      </w:r>
      <w:r w:rsidR="00987D49">
        <w:t xml:space="preserve">, </w:t>
      </w:r>
      <w:r>
        <w:t>lorsque la vigie de sa caravelle signala l</w:t>
      </w:r>
      <w:r w:rsidR="00987D49">
        <w:t>’</w:t>
      </w:r>
      <w:r>
        <w:t>apparition du rivage tant espéré</w:t>
      </w:r>
      <w:r w:rsidR="00987D49">
        <w:t xml:space="preserve">, </w:t>
      </w:r>
      <w:r>
        <w:t>ne fut certes pas plus profonde que celle qu</w:t>
      </w:r>
      <w:r w:rsidR="00987D49">
        <w:t>’</w:t>
      </w:r>
      <w:r>
        <w:t>éprouva</w:t>
      </w:r>
      <w:r w:rsidR="00987D49">
        <w:t xml:space="preserve">, </w:t>
      </w:r>
      <w:r>
        <w:t>en cette minute divine</w:t>
      </w:r>
      <w:r w:rsidR="00987D49">
        <w:t xml:space="preserve">, </w:t>
      </w:r>
      <w:r>
        <w:t xml:space="preserve">René </w:t>
      </w:r>
      <w:proofErr w:type="spellStart"/>
      <w:r>
        <w:t>Lesmond</w:t>
      </w:r>
      <w:proofErr w:type="spellEnd"/>
      <w:r w:rsidR="00987D49">
        <w:t xml:space="preserve">, </w:t>
      </w:r>
      <w:r>
        <w:t>le mathématicien prophétique</w:t>
      </w:r>
      <w:r w:rsidR="00987D49">
        <w:t xml:space="preserve">, </w:t>
      </w:r>
      <w:r>
        <w:t>dont la découverte s</w:t>
      </w:r>
      <w:r w:rsidR="00987D49">
        <w:t>’</w:t>
      </w:r>
      <w:r>
        <w:t>était si longtemps butée au doute</w:t>
      </w:r>
      <w:r w:rsidR="00987D49">
        <w:t xml:space="preserve">, </w:t>
      </w:r>
      <w:r>
        <w:t>à l</w:t>
      </w:r>
      <w:r w:rsidR="00987D49">
        <w:t>’</w:t>
      </w:r>
      <w:r>
        <w:t>incrédulité</w:t>
      </w:r>
      <w:r w:rsidR="00987D49">
        <w:t xml:space="preserve">, </w:t>
      </w:r>
      <w:r>
        <w:t>à la raillerie</w:t>
      </w:r>
      <w:r w:rsidR="00987D49">
        <w:t xml:space="preserve">, </w:t>
      </w:r>
      <w:r>
        <w:t>au mépris</w:t>
      </w:r>
      <w:r w:rsidR="00987D49">
        <w:t>…</w:t>
      </w:r>
    </w:p>
    <w:p w14:paraId="7C33B44C" w14:textId="77777777" w:rsidR="00987D49" w:rsidRDefault="00987D49" w:rsidP="00B27708">
      <w:r>
        <w:t>Phœbé II</w:t>
      </w:r>
      <w:r w:rsidR="00B27708">
        <w:t xml:space="preserve"> existait</w:t>
      </w:r>
      <w:r>
        <w:t xml:space="preserve">. </w:t>
      </w:r>
      <w:r w:rsidR="00B27708">
        <w:t>Elle était là où le jeune astronome l</w:t>
      </w:r>
      <w:r>
        <w:t>’</w:t>
      </w:r>
      <w:r w:rsidR="00B27708">
        <w:t>avait située</w:t>
      </w:r>
      <w:r>
        <w:t xml:space="preserve">. </w:t>
      </w:r>
      <w:r w:rsidR="00B27708">
        <w:t>Elle était fidèle au rendez-vous qu</w:t>
      </w:r>
      <w:r>
        <w:t>’</w:t>
      </w:r>
      <w:r w:rsidR="00B27708">
        <w:t>il lui avait donné</w:t>
      </w:r>
      <w:r>
        <w:t xml:space="preserve">. </w:t>
      </w:r>
      <w:r w:rsidR="00B27708">
        <w:t>Son disque</w:t>
      </w:r>
      <w:r>
        <w:t xml:space="preserve">, </w:t>
      </w:r>
      <w:r w:rsidR="00B27708">
        <w:lastRenderedPageBreak/>
        <w:t>très pâle</w:t>
      </w:r>
      <w:r>
        <w:t xml:space="preserve">, </w:t>
      </w:r>
      <w:r w:rsidR="00B27708">
        <w:t>à peine visible</w:t>
      </w:r>
      <w:r>
        <w:t xml:space="preserve">, </w:t>
      </w:r>
      <w:r w:rsidR="00B27708">
        <w:t>se reflétait dans le cœlostat</w:t>
      </w:r>
      <w:r>
        <w:t xml:space="preserve">. </w:t>
      </w:r>
      <w:r w:rsidR="00B27708">
        <w:t>Il apparaissait deux fois plus gros que celui de la Lune</w:t>
      </w:r>
      <w:r>
        <w:t xml:space="preserve">, </w:t>
      </w:r>
      <w:r w:rsidR="00B27708">
        <w:t>vue de la Terre</w:t>
      </w:r>
      <w:r>
        <w:t>.</w:t>
      </w:r>
    </w:p>
    <w:p w14:paraId="0B172C44" w14:textId="77777777" w:rsidR="00987D49" w:rsidRDefault="00B27708" w:rsidP="00B27708">
      <w:r>
        <w:t>René saisit une lunette</w:t>
      </w:r>
      <w:r w:rsidR="00987D49">
        <w:t xml:space="preserve">, </w:t>
      </w:r>
      <w:r>
        <w:t>s</w:t>
      </w:r>
      <w:r w:rsidR="00987D49">
        <w:t>’</w:t>
      </w:r>
      <w:r>
        <w:t>approcha et regarda longuement l</w:t>
      </w:r>
      <w:r w:rsidR="00987D49">
        <w:t>’</w:t>
      </w:r>
      <w:r>
        <w:t>astre qui venait</w:t>
      </w:r>
      <w:r w:rsidR="00987D49">
        <w:t xml:space="preserve">, </w:t>
      </w:r>
      <w:r>
        <w:t>enfin</w:t>
      </w:r>
      <w:r w:rsidR="00987D49">
        <w:t xml:space="preserve">, </w:t>
      </w:r>
      <w:r>
        <w:t>de se rendre visible</w:t>
      </w:r>
      <w:r w:rsidR="00987D49">
        <w:t xml:space="preserve">. </w:t>
      </w:r>
      <w:r>
        <w:t>Hélène pâle d</w:t>
      </w:r>
      <w:r w:rsidR="00987D49">
        <w:t>’</w:t>
      </w:r>
      <w:r>
        <w:t>émoi</w:t>
      </w:r>
      <w:r w:rsidR="00987D49">
        <w:t xml:space="preserve">, </w:t>
      </w:r>
      <w:r>
        <w:t>attendait</w:t>
      </w:r>
      <w:r w:rsidR="00987D49">
        <w:t xml:space="preserve">, </w:t>
      </w:r>
      <w:r>
        <w:t>près de lui</w:t>
      </w:r>
      <w:r w:rsidR="00987D49">
        <w:t xml:space="preserve">, </w:t>
      </w:r>
      <w:r>
        <w:t>qu</w:t>
      </w:r>
      <w:r w:rsidR="00987D49">
        <w:t>’</w:t>
      </w:r>
      <w:r>
        <w:t>il eût terminé son observation</w:t>
      </w:r>
      <w:r w:rsidR="00987D49">
        <w:t xml:space="preserve">, </w:t>
      </w:r>
      <w:r>
        <w:t>pour prendre à son tour</w:t>
      </w:r>
      <w:r w:rsidR="00987D49">
        <w:t xml:space="preserve">, </w:t>
      </w:r>
      <w:r>
        <w:t>la lunette</w:t>
      </w:r>
      <w:r w:rsidR="00987D49">
        <w:t xml:space="preserve">… </w:t>
      </w:r>
      <w:r>
        <w:t>Tandis qu</w:t>
      </w:r>
      <w:r w:rsidR="00987D49">
        <w:t>’</w:t>
      </w:r>
      <w:r>
        <w:t>il la lui tendait</w:t>
      </w:r>
      <w:r w:rsidR="00987D49">
        <w:t xml:space="preserve">, </w:t>
      </w:r>
      <w:r>
        <w:t>il prononça</w:t>
      </w:r>
      <w:r w:rsidR="00987D49">
        <w:t xml:space="preserve">, </w:t>
      </w:r>
      <w:r>
        <w:t>d</w:t>
      </w:r>
      <w:r w:rsidR="00987D49">
        <w:t>’</w:t>
      </w:r>
      <w:r>
        <w:t>une voix pathétique</w:t>
      </w:r>
      <w:r w:rsidR="00987D49">
        <w:t> :</w:t>
      </w:r>
    </w:p>
    <w:p w14:paraId="7D1AF42E" w14:textId="77777777" w:rsidR="00987D49" w:rsidRDefault="00987D49" w:rsidP="00B27708">
      <w:r>
        <w:rPr>
          <w:rFonts w:eastAsia="Georgia"/>
        </w:rPr>
        <w:t>— </w:t>
      </w:r>
      <w:r w:rsidR="00B27708">
        <w:t>Je savais bien</w:t>
      </w:r>
      <w:r>
        <w:t xml:space="preserve">, </w:t>
      </w:r>
      <w:r w:rsidR="00B27708">
        <w:t>moi</w:t>
      </w:r>
      <w:r>
        <w:t xml:space="preserve">, </w:t>
      </w:r>
      <w:r w:rsidR="00B27708">
        <w:t>que mes calculs ne pouvaient être faux</w:t>
      </w:r>
      <w:r>
        <w:t xml:space="preserve">, </w:t>
      </w:r>
      <w:r w:rsidR="00B27708">
        <w:t>que la vérité mathématique est la seule vérité absolue</w:t>
      </w:r>
      <w:r>
        <w:t xml:space="preserve">, </w:t>
      </w:r>
      <w:r w:rsidR="00B27708">
        <w:t>que la mécanique céleste n</w:t>
      </w:r>
      <w:r>
        <w:t>’</w:t>
      </w:r>
      <w:r w:rsidR="00B27708">
        <w:t>est pas un vain mot</w:t>
      </w:r>
      <w:r>
        <w:t xml:space="preserve">… </w:t>
      </w:r>
      <w:r w:rsidR="00B27708">
        <w:t>Et je comprends enfin pourquoi aucun instrument d</w:t>
      </w:r>
      <w:r>
        <w:t>’</w:t>
      </w:r>
      <w:r w:rsidR="00B27708">
        <w:t>optique n</w:t>
      </w:r>
      <w:r>
        <w:t>’</w:t>
      </w:r>
      <w:r w:rsidR="00B27708">
        <w:t>a pu</w:t>
      </w:r>
      <w:r>
        <w:t xml:space="preserve">, </w:t>
      </w:r>
      <w:r w:rsidR="00B27708">
        <w:t>de la surface terrestre</w:t>
      </w:r>
      <w:r>
        <w:t xml:space="preserve">, </w:t>
      </w:r>
      <w:r w:rsidR="00B27708">
        <w:t>permettre d</w:t>
      </w:r>
      <w:r>
        <w:t>’</w:t>
      </w:r>
      <w:r w:rsidR="00B27708">
        <w:t>apercevoir le second satellite</w:t>
      </w:r>
      <w:r>
        <w:t xml:space="preserve">… </w:t>
      </w:r>
      <w:r w:rsidR="00B27708">
        <w:t xml:space="preserve">Le disque de </w:t>
      </w:r>
      <w:r>
        <w:t>Phœbé II</w:t>
      </w:r>
      <w:r w:rsidR="00B27708">
        <w:t xml:space="preserve"> est presque transparent</w:t>
      </w:r>
      <w:r>
        <w:t xml:space="preserve">. </w:t>
      </w:r>
      <w:r w:rsidR="00B27708">
        <w:t>À travers ce disque</w:t>
      </w:r>
      <w:r>
        <w:t xml:space="preserve">, </w:t>
      </w:r>
      <w:r w:rsidR="00B27708">
        <w:t>on découvre</w:t>
      </w:r>
      <w:r>
        <w:t xml:space="preserve">, </w:t>
      </w:r>
      <w:r w:rsidR="00B27708">
        <w:t>avec la lunette</w:t>
      </w:r>
      <w:r>
        <w:t xml:space="preserve">, </w:t>
      </w:r>
      <w:r w:rsidR="00B27708">
        <w:t>des scintillements d</w:t>
      </w:r>
      <w:r>
        <w:t>’</w:t>
      </w:r>
      <w:r w:rsidR="00B27708">
        <w:t>étoiles</w:t>
      </w:r>
      <w:r>
        <w:t>.</w:t>
      </w:r>
    </w:p>
    <w:p w14:paraId="127DE019" w14:textId="77777777" w:rsidR="00987D49" w:rsidRDefault="00987D49" w:rsidP="00B27708">
      <w:r>
        <w:rPr>
          <w:rFonts w:eastAsia="Georgia"/>
        </w:rPr>
        <w:t>— </w:t>
      </w:r>
      <w:r w:rsidR="00B27708">
        <w:t>Comment alors</w:t>
      </w:r>
      <w:r>
        <w:t xml:space="preserve">, </w:t>
      </w:r>
      <w:r w:rsidR="00B27708">
        <w:t>demanda Pierre</w:t>
      </w:r>
      <w:r>
        <w:t xml:space="preserve">, </w:t>
      </w:r>
      <w:r w:rsidR="00B27708">
        <w:t>pouvons-nous</w:t>
      </w:r>
      <w:r>
        <w:t xml:space="preserve">, </w:t>
      </w:r>
      <w:r w:rsidR="00B27708">
        <w:t>ici</w:t>
      </w:r>
      <w:r>
        <w:t xml:space="preserve">, </w:t>
      </w:r>
      <w:r w:rsidR="00B27708">
        <w:t>le voir</w:t>
      </w:r>
      <w:r>
        <w:t> ?</w:t>
      </w:r>
    </w:p>
    <w:p w14:paraId="76BD8CC7" w14:textId="77777777" w:rsidR="00987D49" w:rsidRDefault="00987D49" w:rsidP="00B27708">
      <w:r>
        <w:rPr>
          <w:rFonts w:eastAsia="Georgia"/>
        </w:rPr>
        <w:t>— </w:t>
      </w:r>
      <w:r w:rsidR="00B27708">
        <w:t>J</w:t>
      </w:r>
      <w:r>
        <w:t>’</w:t>
      </w:r>
      <w:r w:rsidR="00B27708">
        <w:t>imagine que</w:t>
      </w:r>
      <w:r>
        <w:t xml:space="preserve">, </w:t>
      </w:r>
      <w:r w:rsidR="00B27708">
        <w:t>par sa substance</w:t>
      </w:r>
      <w:r>
        <w:t xml:space="preserve">, </w:t>
      </w:r>
      <w:r w:rsidR="00B27708">
        <w:t>cet astre a le même indice de réfraction que l</w:t>
      </w:r>
      <w:r>
        <w:t>’</w:t>
      </w:r>
      <w:r w:rsidR="00B27708">
        <w:t>atmosphère terrestre</w:t>
      </w:r>
      <w:r>
        <w:t xml:space="preserve"> ; </w:t>
      </w:r>
      <w:r w:rsidR="00B27708">
        <w:t>qu</w:t>
      </w:r>
      <w:r>
        <w:t>’</w:t>
      </w:r>
      <w:r w:rsidR="00B27708">
        <w:t>il a</w:t>
      </w:r>
      <w:r>
        <w:t xml:space="preserve">, </w:t>
      </w:r>
      <w:r w:rsidR="00B27708">
        <w:t>par exemple</w:t>
      </w:r>
      <w:r>
        <w:t xml:space="preserve">, </w:t>
      </w:r>
      <w:r w:rsidR="00B27708">
        <w:t>l</w:t>
      </w:r>
      <w:r>
        <w:t>’</w:t>
      </w:r>
      <w:r w:rsidR="00B27708">
        <w:t>apparence d</w:t>
      </w:r>
      <w:r>
        <w:t>’</w:t>
      </w:r>
      <w:r w:rsidR="00B27708">
        <w:t>une boule de cristal</w:t>
      </w:r>
      <w:r>
        <w:t xml:space="preserve">. </w:t>
      </w:r>
      <w:r w:rsidR="00B27708">
        <w:t>Observé à travers cette atmosphère</w:t>
      </w:r>
      <w:r>
        <w:t xml:space="preserve">, </w:t>
      </w:r>
      <w:r w:rsidR="00B27708">
        <w:t>il demeure invisible</w:t>
      </w:r>
      <w:r>
        <w:t xml:space="preserve">, </w:t>
      </w:r>
      <w:r w:rsidR="00B27708">
        <w:t>comme une plaque de verre dans l</w:t>
      </w:r>
      <w:r>
        <w:t>’</w:t>
      </w:r>
      <w:r w:rsidR="00B27708">
        <w:t>eau</w:t>
      </w:r>
      <w:r>
        <w:t xml:space="preserve">. </w:t>
      </w:r>
      <w:r w:rsidR="00B27708">
        <w:t>Mais l</w:t>
      </w:r>
      <w:r>
        <w:t>’</w:t>
      </w:r>
      <w:r w:rsidR="00B27708">
        <w:t>éther n</w:t>
      </w:r>
      <w:r>
        <w:t>’</w:t>
      </w:r>
      <w:r w:rsidR="00B27708">
        <w:t>a pas le même indice de réfraction que l</w:t>
      </w:r>
      <w:r>
        <w:t>’</w:t>
      </w:r>
      <w:r w:rsidR="00B27708">
        <w:t>air</w:t>
      </w:r>
      <w:r>
        <w:t xml:space="preserve">. </w:t>
      </w:r>
      <w:r w:rsidR="00B27708">
        <w:t>Il y a une légère différence qui suffit à rendre ce globe perceptible</w:t>
      </w:r>
      <w:r>
        <w:t xml:space="preserve">, </w:t>
      </w:r>
      <w:r w:rsidR="00B27708">
        <w:t>tout en le laissant transparent</w:t>
      </w:r>
      <w:r>
        <w:t>…</w:t>
      </w:r>
    </w:p>
    <w:p w14:paraId="743A04AF" w14:textId="77777777" w:rsidR="00987D49" w:rsidRDefault="00987D49" w:rsidP="00B27708">
      <w:r>
        <w:rPr>
          <w:rFonts w:eastAsia="Georgia"/>
        </w:rPr>
        <w:t>— </w:t>
      </w:r>
      <w:r>
        <w:t>Phœbé II</w:t>
      </w:r>
      <w:r w:rsidR="00B27708">
        <w:t xml:space="preserve"> serait donc une planète de cristal</w:t>
      </w:r>
      <w:r>
        <w:t>.</w:t>
      </w:r>
    </w:p>
    <w:p w14:paraId="5DFF9600" w14:textId="77777777" w:rsidR="00987D49" w:rsidRDefault="00987D49" w:rsidP="00B27708">
      <w:r>
        <w:rPr>
          <w:rFonts w:eastAsia="Georgia"/>
        </w:rPr>
        <w:t>— </w:t>
      </w:r>
      <w:r w:rsidR="00B27708">
        <w:t>Quelque chose comme ça</w:t>
      </w:r>
      <w:r>
        <w:t xml:space="preserve">… </w:t>
      </w:r>
      <w:r w:rsidR="00B27708">
        <w:t>D</w:t>
      </w:r>
      <w:r>
        <w:t>’</w:t>
      </w:r>
      <w:r w:rsidR="00B27708">
        <w:t>ailleurs</w:t>
      </w:r>
      <w:r>
        <w:t xml:space="preserve">, </w:t>
      </w:r>
      <w:r w:rsidR="00B27708">
        <w:t>nous n</w:t>
      </w:r>
      <w:r>
        <w:t>’</w:t>
      </w:r>
      <w:r w:rsidR="00B27708">
        <w:t>allons pas tarder à être fixés</w:t>
      </w:r>
      <w:r>
        <w:t xml:space="preserve">. </w:t>
      </w:r>
      <w:r w:rsidR="00B27708">
        <w:t>Bientôt</w:t>
      </w:r>
      <w:r>
        <w:t xml:space="preserve">, </w:t>
      </w:r>
      <w:r w:rsidR="00B27708">
        <w:t>nous entrerons dans son champ d</w:t>
      </w:r>
      <w:r>
        <w:t>’</w:t>
      </w:r>
      <w:r w:rsidR="00B27708">
        <w:t>attraction</w:t>
      </w:r>
      <w:r>
        <w:t xml:space="preserve">, </w:t>
      </w:r>
      <w:r w:rsidR="00B27708">
        <w:t>et nous accomplirons un tête-à-queue</w:t>
      </w:r>
      <w:r>
        <w:t xml:space="preserve">, </w:t>
      </w:r>
      <w:r w:rsidR="00B27708">
        <w:t>lui présentant l</w:t>
      </w:r>
      <w:r>
        <w:t>’</w:t>
      </w:r>
      <w:r w:rsidR="00B27708">
        <w:t>arrière de notre astronef</w:t>
      </w:r>
      <w:r>
        <w:t xml:space="preserve">, </w:t>
      </w:r>
      <w:r w:rsidR="00B27708">
        <w:t>dont les tubes propulseurs explosifs serviront à amortir notre chute</w:t>
      </w:r>
      <w:r>
        <w:t>…</w:t>
      </w:r>
    </w:p>
    <w:p w14:paraId="4308074B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Et j</w:t>
      </w:r>
      <w:r>
        <w:t>’</w:t>
      </w:r>
      <w:r w:rsidR="00B27708">
        <w:t>ajoute</w:t>
      </w:r>
      <w:r>
        <w:t xml:space="preserve">, </w:t>
      </w:r>
      <w:r w:rsidR="00B27708">
        <w:t>fit Pierre</w:t>
      </w:r>
      <w:r>
        <w:t xml:space="preserve">, </w:t>
      </w:r>
      <w:r w:rsidR="00B27708">
        <w:t>que cet amortissement sera facilité par la faiblesse relative de la pesanteur sur ce globe</w:t>
      </w:r>
      <w:r>
        <w:t xml:space="preserve">, </w:t>
      </w:r>
      <w:r w:rsidR="00B27708">
        <w:t>dont la masse est neuf fois plus petite que celle de la lune</w:t>
      </w:r>
      <w:r>
        <w:t>…</w:t>
      </w:r>
    </w:p>
    <w:p w14:paraId="4ACD5908" w14:textId="77777777" w:rsidR="00987D49" w:rsidRDefault="00B27708" w:rsidP="00B27708">
      <w:r>
        <w:t>Cependant que les deux hommes dont le travail avait été à l</w:t>
      </w:r>
      <w:r w:rsidR="00987D49">
        <w:t>’</w:t>
      </w:r>
      <w:r>
        <w:t>origine de la fabuleuse expédition</w:t>
      </w:r>
      <w:r w:rsidR="00987D49">
        <w:t xml:space="preserve">, </w:t>
      </w:r>
      <w:r>
        <w:t>échangeaient ces propos savants</w:t>
      </w:r>
      <w:r w:rsidR="00987D49">
        <w:t xml:space="preserve">, </w:t>
      </w:r>
      <w:r>
        <w:t>tout le reste de l</w:t>
      </w:r>
      <w:r w:rsidR="00987D49">
        <w:t>’</w:t>
      </w:r>
      <w:r>
        <w:t>équipage manifestait une allégresse indescriptible</w:t>
      </w:r>
      <w:r w:rsidR="00987D49">
        <w:t xml:space="preserve">. </w:t>
      </w:r>
      <w:proofErr w:type="spellStart"/>
      <w:r>
        <w:t>Grimaille</w:t>
      </w:r>
      <w:proofErr w:type="spellEnd"/>
      <w:r>
        <w:t xml:space="preserve"> le blasé</w:t>
      </w:r>
      <w:r w:rsidR="00987D49">
        <w:t xml:space="preserve">, </w:t>
      </w:r>
      <w:r>
        <w:t>qui se vantait d</w:t>
      </w:r>
      <w:r w:rsidR="00987D49">
        <w:t>’</w:t>
      </w:r>
      <w:r>
        <w:t>être indifférent à tout</w:t>
      </w:r>
      <w:r w:rsidR="00987D49">
        <w:t xml:space="preserve">, </w:t>
      </w:r>
      <w:r>
        <w:t>riait aux anges</w:t>
      </w:r>
      <w:r w:rsidR="00987D49">
        <w:t xml:space="preserve">, </w:t>
      </w:r>
      <w:r>
        <w:t>comme un enfant qui viendrait de recevoir des jouets longtemps convoités</w:t>
      </w:r>
      <w:r w:rsidR="00987D49">
        <w:t xml:space="preserve">. </w:t>
      </w:r>
      <w:r>
        <w:t>Fernand</w:t>
      </w:r>
      <w:r w:rsidR="00987D49">
        <w:t xml:space="preserve">, </w:t>
      </w:r>
      <w:r>
        <w:t>un peu de rose à ses joues blêmes</w:t>
      </w:r>
      <w:r w:rsidR="00987D49">
        <w:t xml:space="preserve">, </w:t>
      </w:r>
      <w:r>
        <w:t>se mettait en devoir de déboucher une bouteille de champagne</w:t>
      </w:r>
      <w:r w:rsidR="00987D49">
        <w:t xml:space="preserve">, </w:t>
      </w:r>
      <w:r>
        <w:t>qu</w:t>
      </w:r>
      <w:r w:rsidR="00987D49">
        <w:t>’</w:t>
      </w:r>
      <w:r>
        <w:t>il avait emportée clandestinement</w:t>
      </w:r>
      <w:r w:rsidR="00987D49">
        <w:t xml:space="preserve">, </w:t>
      </w:r>
      <w:r>
        <w:t>et que nul</w:t>
      </w:r>
      <w:r w:rsidR="00987D49">
        <w:t xml:space="preserve">, </w:t>
      </w:r>
      <w:r>
        <w:t>en cet instant de bonheur et de fierté</w:t>
      </w:r>
      <w:r w:rsidR="00987D49">
        <w:t xml:space="preserve">, </w:t>
      </w:r>
      <w:r>
        <w:t>ne songea à lui reprocher</w:t>
      </w:r>
      <w:r w:rsidR="00987D49">
        <w:t xml:space="preserve">. </w:t>
      </w:r>
      <w:r>
        <w:t>Hélène défaillait de joyeuse ivresse</w:t>
      </w:r>
      <w:r w:rsidR="00987D49">
        <w:t xml:space="preserve">. </w:t>
      </w:r>
      <w:r>
        <w:t>Quant à moi</w:t>
      </w:r>
      <w:r w:rsidR="00987D49">
        <w:t xml:space="preserve">, </w:t>
      </w:r>
      <w:r>
        <w:t>j</w:t>
      </w:r>
      <w:r w:rsidR="00987D49">
        <w:t>’</w:t>
      </w:r>
      <w:r>
        <w:t>avais envie de chanter</w:t>
      </w:r>
      <w:r w:rsidR="00987D49">
        <w:t xml:space="preserve">, </w:t>
      </w:r>
      <w:r>
        <w:t>de courir</w:t>
      </w:r>
      <w:r w:rsidR="00987D49">
        <w:t xml:space="preserve">, </w:t>
      </w:r>
      <w:r>
        <w:t>de me dépenser en extravagances</w:t>
      </w:r>
      <w:r w:rsidR="00987D49">
        <w:t>…</w:t>
      </w:r>
    </w:p>
    <w:p w14:paraId="4046C1B7" w14:textId="77777777" w:rsidR="00987D49" w:rsidRDefault="00B27708" w:rsidP="00B27708">
      <w:r>
        <w:t>Aucun de nous</w:t>
      </w:r>
      <w:r w:rsidR="00987D49">
        <w:t xml:space="preserve">, </w:t>
      </w:r>
      <w:r>
        <w:t>maintenant</w:t>
      </w:r>
      <w:r w:rsidR="00987D49">
        <w:t xml:space="preserve">, </w:t>
      </w:r>
      <w:r>
        <w:t>ne s</w:t>
      </w:r>
      <w:r w:rsidR="00987D49">
        <w:t>’</w:t>
      </w:r>
      <w:r>
        <w:t>éloignait plus du cœlostat</w:t>
      </w:r>
      <w:r w:rsidR="00987D49">
        <w:t xml:space="preserve">, </w:t>
      </w:r>
      <w:r>
        <w:t>dans lequel le disque transparent grossissait rapidement</w:t>
      </w:r>
      <w:r w:rsidR="00987D49">
        <w:t xml:space="preserve">, </w:t>
      </w:r>
      <w:r>
        <w:t>semblait venir à nous du fond de l</w:t>
      </w:r>
      <w:r w:rsidR="00987D49">
        <w:t>’</w:t>
      </w:r>
      <w:r>
        <w:t>infini</w:t>
      </w:r>
      <w:r w:rsidR="00987D49">
        <w:t xml:space="preserve">, </w:t>
      </w:r>
      <w:r>
        <w:t>pour offrir bénévolement son sol à nos explorations</w:t>
      </w:r>
      <w:r w:rsidR="00987D49">
        <w:t>…</w:t>
      </w:r>
    </w:p>
    <w:p w14:paraId="27FABD83" w14:textId="77777777" w:rsidR="00987D49" w:rsidRDefault="00B27708" w:rsidP="00B27708">
      <w:r>
        <w:t>Des heures passèrent encore</w:t>
      </w:r>
      <w:r w:rsidR="00987D49">
        <w:t xml:space="preserve">… </w:t>
      </w:r>
      <w:r>
        <w:t>Le disque devenait énorme</w:t>
      </w:r>
      <w:r w:rsidR="00987D49">
        <w:t xml:space="preserve">, </w:t>
      </w:r>
      <w:r>
        <w:t>emplissait tout l</w:t>
      </w:r>
      <w:r w:rsidR="00987D49">
        <w:t>’</w:t>
      </w:r>
      <w:r>
        <w:t>espace que nos regards pouvaient embrasser</w:t>
      </w:r>
      <w:r w:rsidR="00987D49">
        <w:t xml:space="preserve">… </w:t>
      </w:r>
      <w:r>
        <w:t>Puis</w:t>
      </w:r>
      <w:r w:rsidR="00987D49">
        <w:t xml:space="preserve">, </w:t>
      </w:r>
      <w:r>
        <w:t>il cessa d</w:t>
      </w:r>
      <w:r w:rsidR="00987D49">
        <w:t>’</w:t>
      </w:r>
      <w:r>
        <w:t>être un disque</w:t>
      </w:r>
      <w:r w:rsidR="00987D49">
        <w:t xml:space="preserve">… </w:t>
      </w:r>
      <w:r>
        <w:t>Il s</w:t>
      </w:r>
      <w:r w:rsidR="00987D49">
        <w:t>’</w:t>
      </w:r>
      <w:r>
        <w:t>étendait à perte de vue</w:t>
      </w:r>
      <w:r w:rsidR="00987D49">
        <w:t xml:space="preserve">, </w:t>
      </w:r>
      <w:r>
        <w:t>sans que nous ayons la faculté de distinguer ses contours</w:t>
      </w:r>
      <w:r w:rsidR="00987D49">
        <w:t xml:space="preserve">. </w:t>
      </w:r>
      <w:r>
        <w:t>Sa surface</w:t>
      </w:r>
      <w:r w:rsidR="00987D49">
        <w:t xml:space="preserve">, </w:t>
      </w:r>
      <w:r>
        <w:t>encore légèrement bombée</w:t>
      </w:r>
      <w:r w:rsidR="00987D49">
        <w:t xml:space="preserve">, </w:t>
      </w:r>
      <w:r>
        <w:t>tendait à perdre cette convexité et à s</w:t>
      </w:r>
      <w:r w:rsidR="00987D49">
        <w:t>’</w:t>
      </w:r>
      <w:r>
        <w:t>aplatir</w:t>
      </w:r>
      <w:r w:rsidR="00987D49">
        <w:t xml:space="preserve">, </w:t>
      </w:r>
      <w:r>
        <w:t>du moins en apparence</w:t>
      </w:r>
      <w:r w:rsidR="00987D49">
        <w:t>…</w:t>
      </w:r>
    </w:p>
    <w:p w14:paraId="4A31FD0D" w14:textId="77777777" w:rsidR="00987D49" w:rsidRDefault="00987D49" w:rsidP="00B27708">
      <w:r>
        <w:rPr>
          <w:rFonts w:eastAsia="Georgia"/>
        </w:rPr>
        <w:t>— </w:t>
      </w:r>
      <w:r w:rsidR="00B27708">
        <w:t>Vitesse</w:t>
      </w:r>
      <w:r>
        <w:t xml:space="preserve"> ? </w:t>
      </w:r>
      <w:r w:rsidR="00B27708">
        <w:t>demanda soudain René à Pierre</w:t>
      </w:r>
      <w:r>
        <w:t xml:space="preserve">, </w:t>
      </w:r>
      <w:r w:rsidR="00B27708">
        <w:t>qui examinait l</w:t>
      </w:r>
      <w:r>
        <w:t>’</w:t>
      </w:r>
      <w:r w:rsidR="00B27708">
        <w:t>un des appareils du bord</w:t>
      </w:r>
      <w:r>
        <w:t>…</w:t>
      </w:r>
    </w:p>
    <w:p w14:paraId="0C7476C4" w14:textId="77777777" w:rsidR="00987D49" w:rsidRDefault="00987D49" w:rsidP="00B27708">
      <w:r>
        <w:rPr>
          <w:rFonts w:eastAsia="Georgia"/>
        </w:rPr>
        <w:t>— </w:t>
      </w:r>
      <w:r w:rsidR="00B27708">
        <w:t>Sans cesse accrue</w:t>
      </w:r>
      <w:r>
        <w:t xml:space="preserve">, </w:t>
      </w:r>
      <w:r w:rsidR="00B27708">
        <w:t>répondit le chef</w:t>
      </w:r>
      <w:r>
        <w:t xml:space="preserve">… </w:t>
      </w:r>
      <w:r w:rsidR="00B27708">
        <w:t>Il va falloir manœuvrer</w:t>
      </w:r>
      <w:r>
        <w:t>…</w:t>
      </w:r>
    </w:p>
    <w:p w14:paraId="05340EAE" w14:textId="77777777" w:rsidR="00987D49" w:rsidRDefault="00B27708" w:rsidP="00B27708">
      <w:r>
        <w:t>Nous étions dans le champ d</w:t>
      </w:r>
      <w:r w:rsidR="00987D49">
        <w:t>’</w:t>
      </w:r>
      <w:r>
        <w:t xml:space="preserve">attraction de </w:t>
      </w:r>
      <w:r w:rsidR="00987D49">
        <w:t xml:space="preserve">Phœbé II. </w:t>
      </w:r>
      <w:r>
        <w:t>Nous ne naviguions plus</w:t>
      </w:r>
      <w:r w:rsidR="00987D49">
        <w:t xml:space="preserve">. </w:t>
      </w:r>
      <w:r>
        <w:t>Nous tombions</w:t>
      </w:r>
      <w:r w:rsidR="00987D49">
        <w:t xml:space="preserve">. </w:t>
      </w:r>
      <w:r>
        <w:t>Cette chute</w:t>
      </w:r>
      <w:r w:rsidR="00987D49">
        <w:t xml:space="preserve">, </w:t>
      </w:r>
      <w:r>
        <w:t>assurément</w:t>
      </w:r>
      <w:r w:rsidR="00987D49">
        <w:t xml:space="preserve">, </w:t>
      </w:r>
      <w:r>
        <w:t xml:space="preserve">était </w:t>
      </w:r>
      <w:r>
        <w:lastRenderedPageBreak/>
        <w:t>beaucoup plus lente que si elle avait eu lieu sur la terre</w:t>
      </w:r>
      <w:r w:rsidR="00987D49">
        <w:t xml:space="preserve">. </w:t>
      </w:r>
      <w:r>
        <w:t>Mais elle demeurait extrêmement dangereuse</w:t>
      </w:r>
      <w:r w:rsidR="00987D49">
        <w:t xml:space="preserve">, </w:t>
      </w:r>
      <w:r>
        <w:t>m</w:t>
      </w:r>
      <w:r w:rsidR="00987D49">
        <w:t>’</w:t>
      </w:r>
      <w:r>
        <w:t>expliqua Hélène</w:t>
      </w:r>
      <w:r w:rsidR="00987D49">
        <w:t xml:space="preserve">, </w:t>
      </w:r>
      <w:r>
        <w:t>bonne élève de Pierre</w:t>
      </w:r>
      <w:r w:rsidR="00987D49">
        <w:t xml:space="preserve">, </w:t>
      </w:r>
      <w:r>
        <w:t>parce qu</w:t>
      </w:r>
      <w:r w:rsidR="00987D49">
        <w:t>’</w:t>
      </w:r>
      <w:r>
        <w:t>elle s</w:t>
      </w:r>
      <w:r w:rsidR="00987D49">
        <w:t>’</w:t>
      </w:r>
      <w:r>
        <w:t>ajoutait à notre vitesse acquise</w:t>
      </w:r>
      <w:r w:rsidR="00987D49">
        <w:t>.</w:t>
      </w:r>
    </w:p>
    <w:p w14:paraId="2EE4A879" w14:textId="77777777" w:rsidR="00987D49" w:rsidRDefault="00B27708" w:rsidP="00B27708">
      <w:r>
        <w:t>La jeune fille n</w:t>
      </w:r>
      <w:r w:rsidR="00987D49">
        <w:t>’</w:t>
      </w:r>
      <w:r>
        <w:t>eut pas le loisir de me faire de plus amples développements</w:t>
      </w:r>
      <w:r w:rsidR="00987D49">
        <w:t xml:space="preserve">. </w:t>
      </w:r>
      <w:r>
        <w:t>Un phénomène bizarre se produisit</w:t>
      </w:r>
      <w:r w:rsidR="00987D49">
        <w:t xml:space="preserve">, </w:t>
      </w:r>
      <w:r>
        <w:t>qui confirma nos appréhensions</w:t>
      </w:r>
      <w:r w:rsidR="00987D49">
        <w:t xml:space="preserve">. </w:t>
      </w:r>
      <w:r>
        <w:t>Je me sentis soudain devenir d</w:t>
      </w:r>
      <w:r w:rsidR="00987D49">
        <w:t>’</w:t>
      </w:r>
      <w:r>
        <w:t>une légèreté inconcevable</w:t>
      </w:r>
      <w:r w:rsidR="00987D49">
        <w:t xml:space="preserve">. </w:t>
      </w:r>
      <w:r>
        <w:t>Puis</w:t>
      </w:r>
      <w:r w:rsidR="00987D49">
        <w:t xml:space="preserve">, </w:t>
      </w:r>
      <w:r>
        <w:t>j</w:t>
      </w:r>
      <w:r w:rsidR="00987D49">
        <w:t>’</w:t>
      </w:r>
      <w:r>
        <w:t>éprouvai l</w:t>
      </w:r>
      <w:r w:rsidR="00987D49">
        <w:t>’</w:t>
      </w:r>
      <w:r>
        <w:t>étrange sensation d</w:t>
      </w:r>
      <w:r w:rsidR="00987D49">
        <w:t>’</w:t>
      </w:r>
      <w:r>
        <w:t>être attiré</w:t>
      </w:r>
      <w:r w:rsidR="00987D49">
        <w:t xml:space="preserve">, </w:t>
      </w:r>
      <w:r>
        <w:t>comme par un aimant</w:t>
      </w:r>
      <w:r w:rsidR="00987D49">
        <w:t xml:space="preserve">, </w:t>
      </w:r>
      <w:r>
        <w:t>vers le dôme de l</w:t>
      </w:r>
      <w:r w:rsidR="00987D49">
        <w:t>’</w:t>
      </w:r>
      <w:r>
        <w:t>astronef</w:t>
      </w:r>
      <w:r w:rsidR="00987D49">
        <w:t xml:space="preserve">. </w:t>
      </w:r>
      <w:r>
        <w:t>Je m</w:t>
      </w:r>
      <w:r w:rsidR="00987D49">
        <w:t>’</w:t>
      </w:r>
      <w:r>
        <w:t>élevai ainsi de quelques mètres et mon crâne alla se heurter</w:t>
      </w:r>
      <w:r w:rsidR="00987D49">
        <w:t xml:space="preserve">, </w:t>
      </w:r>
      <w:r>
        <w:t>assez doucement tout de même</w:t>
      </w:r>
      <w:r w:rsidR="00987D49">
        <w:t xml:space="preserve">, </w:t>
      </w:r>
      <w:r>
        <w:t>à la coupole</w:t>
      </w:r>
      <w:r w:rsidR="00987D49">
        <w:t>…</w:t>
      </w:r>
    </w:p>
    <w:p w14:paraId="084FBA02" w14:textId="77777777" w:rsidR="00987D49" w:rsidRDefault="00B27708" w:rsidP="00B27708">
      <w:r>
        <w:t>Mes compagnons étaient victimes du même enlèvement</w:t>
      </w:r>
      <w:r w:rsidR="00987D49">
        <w:t xml:space="preserve">. </w:t>
      </w:r>
      <w:r>
        <w:t>Nous nous regardions piteusement</w:t>
      </w:r>
      <w:r w:rsidR="00987D49">
        <w:t xml:space="preserve">, </w:t>
      </w:r>
      <w:r>
        <w:t>tous les six collés au plafond</w:t>
      </w:r>
      <w:r w:rsidR="00987D49">
        <w:t xml:space="preserve">. </w:t>
      </w:r>
      <w:r>
        <w:t>Cela ne dura en fait</w:t>
      </w:r>
      <w:r w:rsidR="00987D49">
        <w:t xml:space="preserve">, </w:t>
      </w:r>
      <w:r>
        <w:t>qu</w:t>
      </w:r>
      <w:r w:rsidR="00987D49">
        <w:t>’</w:t>
      </w:r>
      <w:r>
        <w:t>un très court instant</w:t>
      </w:r>
      <w:r w:rsidR="00987D49">
        <w:t xml:space="preserve">, </w:t>
      </w:r>
      <w:r>
        <w:t>le temps que nous serions restés en équilibre sur la tête</w:t>
      </w:r>
      <w:r w:rsidR="00987D49">
        <w:t xml:space="preserve">, </w:t>
      </w:r>
      <w:r>
        <w:t>à la surface de notre Terre</w:t>
      </w:r>
      <w:r w:rsidR="00987D49">
        <w:t>.</w:t>
      </w:r>
    </w:p>
    <w:p w14:paraId="07B28FCE" w14:textId="77777777" w:rsidR="00987D49" w:rsidRDefault="00B27708" w:rsidP="00B27708">
      <w:r>
        <w:t>Très vite</w:t>
      </w:r>
      <w:r w:rsidR="00987D49">
        <w:t xml:space="preserve">, </w:t>
      </w:r>
      <w:r>
        <w:t>chacun de nous s</w:t>
      </w:r>
      <w:r w:rsidR="00987D49">
        <w:t>’</w:t>
      </w:r>
      <w:r>
        <w:t>étala sur la surface interne du dôme</w:t>
      </w:r>
      <w:r w:rsidR="00987D49">
        <w:t xml:space="preserve">, </w:t>
      </w:r>
      <w:r>
        <w:t>puis se releva</w:t>
      </w:r>
      <w:r w:rsidR="00987D49">
        <w:t xml:space="preserve">, </w:t>
      </w:r>
      <w:r>
        <w:t>avec l</w:t>
      </w:r>
      <w:r w:rsidR="00987D49">
        <w:t>’</w:t>
      </w:r>
      <w:r>
        <w:t>impression singulière de marcher au plafond</w:t>
      </w:r>
      <w:r w:rsidR="00987D49">
        <w:t xml:space="preserve">, </w:t>
      </w:r>
      <w:r>
        <w:t>marche d</w:t>
      </w:r>
      <w:r w:rsidR="00987D49">
        <w:t>’</w:t>
      </w:r>
      <w:r>
        <w:t>autant plus maladroite qu</w:t>
      </w:r>
      <w:r w:rsidR="00987D49">
        <w:t>’</w:t>
      </w:r>
      <w:r>
        <w:t>elle s</w:t>
      </w:r>
      <w:r w:rsidR="00987D49">
        <w:t>’</w:t>
      </w:r>
      <w:r>
        <w:t>opérait sur une partie fortement concave</w:t>
      </w:r>
      <w:r w:rsidR="00987D49">
        <w:t xml:space="preserve">, </w:t>
      </w:r>
      <w:r>
        <w:t>où nous glissions à chaque pas</w:t>
      </w:r>
      <w:r w:rsidR="00987D49">
        <w:t xml:space="preserve">, </w:t>
      </w:r>
      <w:r>
        <w:t>et où roulaient les différents objets qui nous avaient accompagnés dans cette curieuse ascension</w:t>
      </w:r>
      <w:r w:rsidR="00987D49">
        <w:t>.</w:t>
      </w:r>
    </w:p>
    <w:p w14:paraId="01DC9A0C" w14:textId="77777777" w:rsidR="00987D49" w:rsidRDefault="00B27708" w:rsidP="00B27708">
      <w:r>
        <w:t>Fort heureusement</w:t>
      </w:r>
      <w:r w:rsidR="00987D49">
        <w:t xml:space="preserve">, </w:t>
      </w:r>
      <w:r>
        <w:t>les appareils scientifiques étaient solidement fixés à l</w:t>
      </w:r>
      <w:r w:rsidR="00987D49">
        <w:t>’</w:t>
      </w:r>
      <w:r>
        <w:t>ancien plancher devenu plafond</w:t>
      </w:r>
      <w:r w:rsidR="00987D49">
        <w:t xml:space="preserve">, </w:t>
      </w:r>
      <w:r>
        <w:t>ainsi que les fauteuils et les malles qui contenaient nos équipements</w:t>
      </w:r>
      <w:r w:rsidR="00987D49">
        <w:t xml:space="preserve">… </w:t>
      </w:r>
      <w:r>
        <w:t>Mais une table légère</w:t>
      </w:r>
      <w:r w:rsidR="00987D49">
        <w:t xml:space="preserve">, </w:t>
      </w:r>
      <w:r>
        <w:t>la poêle à frire</w:t>
      </w:r>
      <w:r w:rsidR="00987D49">
        <w:t xml:space="preserve">, </w:t>
      </w:r>
      <w:r>
        <w:t>quelques bouteilles</w:t>
      </w:r>
      <w:r w:rsidR="00987D49">
        <w:t xml:space="preserve">, </w:t>
      </w:r>
      <w:r>
        <w:t>nos couverts en aluminium</w:t>
      </w:r>
      <w:r w:rsidR="00987D49">
        <w:t xml:space="preserve">, </w:t>
      </w:r>
      <w:r>
        <w:t>nos assiettes du même métal nous avaient fidèlement suivis</w:t>
      </w:r>
      <w:r w:rsidR="00987D49">
        <w:t>…</w:t>
      </w:r>
    </w:p>
    <w:p w14:paraId="51B31F16" w14:textId="77777777" w:rsidR="00987D49" w:rsidRDefault="00B27708" w:rsidP="00B27708">
      <w:r>
        <w:t>Chose plus ennuyeuse</w:t>
      </w:r>
      <w:r w:rsidR="00987D49">
        <w:t xml:space="preserve">, </w:t>
      </w:r>
      <w:r>
        <w:t>une partie de notre réserve d</w:t>
      </w:r>
      <w:r w:rsidR="00987D49">
        <w:t>’</w:t>
      </w:r>
      <w:r>
        <w:t>eau</w:t>
      </w:r>
      <w:r w:rsidR="00987D49">
        <w:t xml:space="preserve">, </w:t>
      </w:r>
      <w:r>
        <w:t>produite par le peroxyde d</w:t>
      </w:r>
      <w:r w:rsidR="00987D49">
        <w:t>’</w:t>
      </w:r>
      <w:r>
        <w:t>hydrogène</w:t>
      </w:r>
      <w:r w:rsidR="00987D49">
        <w:t xml:space="preserve">, </w:t>
      </w:r>
      <w:r>
        <w:t>s</w:t>
      </w:r>
      <w:r w:rsidR="00987D49">
        <w:t>’</w:t>
      </w:r>
      <w:r>
        <w:t>était écoulée et formait maintenant</w:t>
      </w:r>
      <w:r w:rsidR="00987D49">
        <w:t xml:space="preserve">, </w:t>
      </w:r>
      <w:r>
        <w:t>dans la partie la plus creuse de la coupole</w:t>
      </w:r>
      <w:r w:rsidR="00987D49">
        <w:t xml:space="preserve">, </w:t>
      </w:r>
      <w:r>
        <w:t>une petite mare</w:t>
      </w:r>
      <w:r w:rsidR="00987D49">
        <w:t xml:space="preserve">, </w:t>
      </w:r>
      <w:r>
        <w:t>sur laquelle nageaient les ustensiles tombés avec elle du plancher au plafond</w:t>
      </w:r>
      <w:r w:rsidR="00987D49">
        <w:t xml:space="preserve"> ! </w:t>
      </w:r>
      <w:r>
        <w:t>Par bonheur</w:t>
      </w:r>
      <w:r w:rsidR="00987D49">
        <w:t xml:space="preserve">, </w:t>
      </w:r>
      <w:r>
        <w:t>le robinet d</w:t>
      </w:r>
      <w:r w:rsidR="00987D49">
        <w:t>’</w:t>
      </w:r>
      <w:r>
        <w:t xml:space="preserve">eau se fermait automatiquement et </w:t>
      </w:r>
      <w:r>
        <w:lastRenderedPageBreak/>
        <w:t>l</w:t>
      </w:r>
      <w:r w:rsidR="00987D49">
        <w:t>’</w:t>
      </w:r>
      <w:r>
        <w:t>inondation s</w:t>
      </w:r>
      <w:r w:rsidR="00987D49">
        <w:t>’</w:t>
      </w:r>
      <w:r>
        <w:t>était vite arrêtée d</w:t>
      </w:r>
      <w:r w:rsidR="00987D49">
        <w:t>’</w:t>
      </w:r>
      <w:r>
        <w:t>elle-même avant de devenir catastrophique pour notre réserve de liquide</w:t>
      </w:r>
      <w:r w:rsidR="00987D49">
        <w:t>…</w:t>
      </w:r>
    </w:p>
    <w:p w14:paraId="5B2ABC3C" w14:textId="77777777" w:rsidR="00987D49" w:rsidRDefault="00B27708" w:rsidP="00B27708">
      <w:r>
        <w:t>Cette étrange situation ne s</w:t>
      </w:r>
      <w:r w:rsidR="00987D49">
        <w:t>’</w:t>
      </w:r>
      <w:r>
        <w:t>éternisa point</w:t>
      </w:r>
      <w:r w:rsidR="00987D49">
        <w:t xml:space="preserve">. </w:t>
      </w:r>
      <w:r>
        <w:t xml:space="preserve">Le </w:t>
      </w:r>
      <w:r w:rsidR="00987D49">
        <w:t>« </w:t>
      </w:r>
      <w:r>
        <w:t>Bolide</w:t>
      </w:r>
      <w:r w:rsidR="00987D49">
        <w:t> »</w:t>
      </w:r>
      <w:r>
        <w:t xml:space="preserve"> fit un tour complet</w:t>
      </w:r>
      <w:r w:rsidR="00987D49">
        <w:t xml:space="preserve">, </w:t>
      </w:r>
      <w:r>
        <w:t>et nous subîmes</w:t>
      </w:r>
      <w:r w:rsidR="00987D49">
        <w:t xml:space="preserve">, </w:t>
      </w:r>
      <w:r>
        <w:t>en sens contraire de la précédente</w:t>
      </w:r>
      <w:r w:rsidR="00987D49">
        <w:t xml:space="preserve">, </w:t>
      </w:r>
      <w:r>
        <w:t>une nouvelle chute au ralenti</w:t>
      </w:r>
      <w:r w:rsidR="00987D49">
        <w:t xml:space="preserve">, </w:t>
      </w:r>
      <w:r>
        <w:t>qui nous remit sur le plancher</w:t>
      </w:r>
      <w:r w:rsidR="00987D49">
        <w:t xml:space="preserve">, </w:t>
      </w:r>
      <w:r>
        <w:t>revenu à sa destination première</w:t>
      </w:r>
      <w:r w:rsidR="00987D49">
        <w:t xml:space="preserve"> : </w:t>
      </w:r>
      <w:r>
        <w:t xml:space="preserve">la </w:t>
      </w:r>
      <w:r w:rsidR="00987D49">
        <w:t>« </w:t>
      </w:r>
      <w:r>
        <w:t>Maison à l</w:t>
      </w:r>
      <w:r w:rsidR="00987D49">
        <w:t>’</w:t>
      </w:r>
      <w:r>
        <w:t>envers</w:t>
      </w:r>
      <w:r w:rsidR="00987D49">
        <w:t> »</w:t>
      </w:r>
      <w:r>
        <w:t xml:space="preserve"> s</w:t>
      </w:r>
      <w:r w:rsidR="00987D49">
        <w:t>’</w:t>
      </w:r>
      <w:r>
        <w:t>était remise en place</w:t>
      </w:r>
      <w:r w:rsidR="00987D49">
        <w:t xml:space="preserve">. </w:t>
      </w:r>
      <w:r>
        <w:t>Nous fûmes bien un peu arrosés par l</w:t>
      </w:r>
      <w:r w:rsidR="00987D49">
        <w:t>’</w:t>
      </w:r>
      <w:r>
        <w:t>eau qui retomba en pluie et par nos ustensiles de ménage</w:t>
      </w:r>
      <w:r w:rsidR="00987D49">
        <w:t xml:space="preserve">, </w:t>
      </w:r>
      <w:r>
        <w:t>dont le poids</w:t>
      </w:r>
      <w:r w:rsidR="00987D49">
        <w:t xml:space="preserve">, </w:t>
      </w:r>
      <w:r>
        <w:t>fort heureusement</w:t>
      </w:r>
      <w:r w:rsidR="00987D49">
        <w:t xml:space="preserve">, </w:t>
      </w:r>
      <w:r>
        <w:t>demeurait infime</w:t>
      </w:r>
      <w:r w:rsidR="00987D49">
        <w:t xml:space="preserve">. </w:t>
      </w:r>
      <w:r>
        <w:t>Mais toute cela fut</w:t>
      </w:r>
      <w:r w:rsidR="00987D49">
        <w:t xml:space="preserve">, </w:t>
      </w:r>
      <w:r>
        <w:t>en somme</w:t>
      </w:r>
      <w:r w:rsidR="00987D49">
        <w:t xml:space="preserve">, </w:t>
      </w:r>
      <w:r>
        <w:t>très bénin</w:t>
      </w:r>
      <w:r w:rsidR="00987D49">
        <w:t>.</w:t>
      </w:r>
    </w:p>
    <w:p w14:paraId="170FC21A" w14:textId="77777777" w:rsidR="00987D49" w:rsidRDefault="00B27708" w:rsidP="00B27708">
      <w:r>
        <w:t>Notre premier mouvement</w:t>
      </w:r>
      <w:r w:rsidR="00987D49">
        <w:t xml:space="preserve">, </w:t>
      </w:r>
      <w:r>
        <w:t>avant même de réparer les dégâts de la pluie intempestive que nous venions de recevoir</w:t>
      </w:r>
      <w:r w:rsidR="00987D49">
        <w:t xml:space="preserve">, </w:t>
      </w:r>
      <w:r>
        <w:t>nous précipita tous vers le cœlostat</w:t>
      </w:r>
      <w:r w:rsidR="00987D49">
        <w:t xml:space="preserve">… </w:t>
      </w:r>
      <w:r>
        <w:t>Le sol</w:t>
      </w:r>
      <w:r w:rsidR="00987D49">
        <w:t xml:space="preserve">, </w:t>
      </w:r>
      <w:r>
        <w:t xml:space="preserve">brillant et uni de </w:t>
      </w:r>
      <w:r w:rsidR="00987D49">
        <w:t xml:space="preserve">Phœbé II, </w:t>
      </w:r>
      <w:r>
        <w:t>semblable à une patinoire</w:t>
      </w:r>
      <w:r w:rsidR="00987D49">
        <w:t xml:space="preserve">, </w:t>
      </w:r>
      <w:r>
        <w:t>tout à fait plat d</w:t>
      </w:r>
      <w:r w:rsidR="00987D49">
        <w:t>’</w:t>
      </w:r>
      <w:r>
        <w:t>apparence à présent</w:t>
      </w:r>
      <w:r w:rsidR="00987D49">
        <w:t xml:space="preserve">, </w:t>
      </w:r>
      <w:r>
        <w:t>montait doucement vers nous</w:t>
      </w:r>
      <w:r w:rsidR="00987D49">
        <w:t xml:space="preserve">. </w:t>
      </w:r>
      <w:r>
        <w:t>La faible pesanteur relative de l</w:t>
      </w:r>
      <w:r w:rsidR="00987D49">
        <w:t>’</w:t>
      </w:r>
      <w:r>
        <w:t>astronef</w:t>
      </w:r>
      <w:r w:rsidR="00987D49">
        <w:t xml:space="preserve">, </w:t>
      </w:r>
      <w:r>
        <w:t>dans ce champ de médiocre attraction concourait avec les explosions vers le sol</w:t>
      </w:r>
      <w:r w:rsidR="00987D49">
        <w:t xml:space="preserve">, </w:t>
      </w:r>
      <w:r>
        <w:t>pour compenser presque complètement l</w:t>
      </w:r>
      <w:r w:rsidR="00987D49">
        <w:t>’</w:t>
      </w:r>
      <w:r>
        <w:t>appel du satellite et nous ne redoutions plus l</w:t>
      </w:r>
      <w:r w:rsidR="00987D49">
        <w:t>’</w:t>
      </w:r>
      <w:r>
        <w:t>écrasement</w:t>
      </w:r>
      <w:r w:rsidR="00987D49">
        <w:t>…</w:t>
      </w:r>
    </w:p>
    <w:p w14:paraId="658E34CE" w14:textId="77777777" w:rsidR="00987D49" w:rsidRDefault="00B27708" w:rsidP="00B27708">
      <w:r>
        <w:t>Il y avait lieu toutefois</w:t>
      </w:r>
      <w:r w:rsidR="00987D49">
        <w:t xml:space="preserve">, </w:t>
      </w:r>
      <w:r>
        <w:t>de préserver d</w:t>
      </w:r>
      <w:r w:rsidR="00987D49">
        <w:t>’</w:t>
      </w:r>
      <w:r>
        <w:t>un choc</w:t>
      </w:r>
      <w:r w:rsidR="00987D49">
        <w:t xml:space="preserve">, </w:t>
      </w:r>
      <w:r>
        <w:t>même léger et qui aurait pu le détériorer dangereusement</w:t>
      </w:r>
      <w:r w:rsidR="00987D49">
        <w:t xml:space="preserve">, </w:t>
      </w:r>
      <w:r>
        <w:t>l</w:t>
      </w:r>
      <w:r w:rsidR="00987D49">
        <w:t>’</w:t>
      </w:r>
      <w:r>
        <w:t xml:space="preserve">arrière du </w:t>
      </w:r>
      <w:r w:rsidR="00987D49">
        <w:t>« </w:t>
      </w:r>
      <w:r>
        <w:t>Bolide</w:t>
      </w:r>
      <w:r w:rsidR="00987D49">
        <w:t xml:space="preserve"> ». </w:t>
      </w:r>
      <w:r>
        <w:t>Il importait que nos tubes explosifs</w:t>
      </w:r>
      <w:r w:rsidR="00987D49">
        <w:t xml:space="preserve">, </w:t>
      </w:r>
      <w:r>
        <w:t>dont le volume et le nombre se trouvaient déjà fort diminués par leur emploi dans le voyage d</w:t>
      </w:r>
      <w:r w:rsidR="00987D49">
        <w:t>’</w:t>
      </w:r>
      <w:r>
        <w:t>aller</w:t>
      </w:r>
      <w:r w:rsidR="00987D49">
        <w:t xml:space="preserve">, </w:t>
      </w:r>
      <w:r>
        <w:t>demeurent utilisables pour le retour</w:t>
      </w:r>
      <w:r w:rsidR="00987D49">
        <w:t xml:space="preserve">. </w:t>
      </w:r>
      <w:r>
        <w:t>C</w:t>
      </w:r>
      <w:r w:rsidR="00987D49">
        <w:t>’</w:t>
      </w:r>
      <w:r>
        <w:t xml:space="preserve">est pourquoi une nouvelle manœuvre allait précéder la prise de contact avec </w:t>
      </w:r>
      <w:r w:rsidR="00987D49">
        <w:t>Phœbé II.</w:t>
      </w:r>
    </w:p>
    <w:p w14:paraId="7FC4A397" w14:textId="77777777" w:rsidR="00987D49" w:rsidRDefault="00B27708" w:rsidP="00B27708">
      <w:r>
        <w:t>Il fallait aborder le sol tangentiellement</w:t>
      </w:r>
      <w:r w:rsidR="00987D49">
        <w:t xml:space="preserve">, </w:t>
      </w:r>
      <w:r>
        <w:t>l</w:t>
      </w:r>
      <w:r w:rsidR="00987D49">
        <w:t>’</w:t>
      </w:r>
      <w:r>
        <w:t>astronef se trouvant placé dans le sens de sa longueur</w:t>
      </w:r>
      <w:r w:rsidR="00987D49">
        <w:t xml:space="preserve">, </w:t>
      </w:r>
      <w:r>
        <w:t>en nous servant du train d</w:t>
      </w:r>
      <w:r w:rsidR="00987D49">
        <w:t>’</w:t>
      </w:r>
      <w:r>
        <w:t>atterrissage rentrant</w:t>
      </w:r>
      <w:r w:rsidR="00987D49">
        <w:t xml:space="preserve">, </w:t>
      </w:r>
      <w:r>
        <w:t>qui pouvait se déployer le long de la surface latérale de l</w:t>
      </w:r>
      <w:r w:rsidR="00987D49">
        <w:t>’</w:t>
      </w:r>
      <w:r>
        <w:t>appareil</w:t>
      </w:r>
      <w:r w:rsidR="00987D49">
        <w:t>.</w:t>
      </w:r>
    </w:p>
    <w:p w14:paraId="59A4C029" w14:textId="77777777" w:rsidR="00987D49" w:rsidRDefault="00B27708" w:rsidP="00B27708">
      <w:r>
        <w:t>Cette opération fut exécutée par les soins de Pierre</w:t>
      </w:r>
      <w:r w:rsidR="00987D49">
        <w:t xml:space="preserve">, </w:t>
      </w:r>
      <w:r>
        <w:t>avec une perfection que nous fûmes tentés d</w:t>
      </w:r>
      <w:r w:rsidR="00987D49">
        <w:t>’</w:t>
      </w:r>
      <w:r>
        <w:t>applaudir</w:t>
      </w:r>
      <w:r w:rsidR="00987D49">
        <w:t xml:space="preserve">… </w:t>
      </w:r>
      <w:r>
        <w:t>L</w:t>
      </w:r>
      <w:r w:rsidR="00987D49">
        <w:t>’</w:t>
      </w:r>
      <w:r>
        <w:t>astronef m</w:t>
      </w:r>
      <w:r w:rsidR="00987D49">
        <w:t>’</w:t>
      </w:r>
      <w:r>
        <w:t>apparut alors tel que je l</w:t>
      </w:r>
      <w:r w:rsidR="00987D49">
        <w:t>’</w:t>
      </w:r>
      <w:r>
        <w:t>avais vu pour la première fois</w:t>
      </w:r>
      <w:r w:rsidR="00987D49">
        <w:t xml:space="preserve">, </w:t>
      </w:r>
      <w:r>
        <w:t>lorsqu</w:t>
      </w:r>
      <w:r w:rsidR="00987D49">
        <w:t>’</w:t>
      </w:r>
      <w:r>
        <w:t xml:space="preserve">il flottait sur le </w:t>
      </w:r>
      <w:r>
        <w:lastRenderedPageBreak/>
        <w:t xml:space="preserve">petit lac du domaine africain de Victor </w:t>
      </w:r>
      <w:proofErr w:type="spellStart"/>
      <w:r>
        <w:t>Grimaille</w:t>
      </w:r>
      <w:proofErr w:type="spellEnd"/>
      <w:r w:rsidR="00987D49">
        <w:t xml:space="preserve">, </w:t>
      </w:r>
      <w:r>
        <w:t>les appareils fixés à la verticale qui devait devenir plancher</w:t>
      </w:r>
      <w:r w:rsidR="00987D49">
        <w:t xml:space="preserve">, </w:t>
      </w:r>
      <w:r>
        <w:t>les fauteuils ayant pour sièges les futurs dossiers</w:t>
      </w:r>
      <w:r w:rsidR="00987D49">
        <w:t xml:space="preserve">. </w:t>
      </w:r>
      <w:r>
        <w:t>Le dôme et ses hublots</w:t>
      </w:r>
      <w:r w:rsidR="00987D49">
        <w:t xml:space="preserve">, </w:t>
      </w:r>
      <w:r>
        <w:t>au lieu de se trouver au-dessus de nos têtes</w:t>
      </w:r>
      <w:r w:rsidR="00987D49">
        <w:t xml:space="preserve">, </w:t>
      </w:r>
      <w:r>
        <w:t>comme durant le voyage</w:t>
      </w:r>
      <w:r w:rsidR="00987D49">
        <w:t xml:space="preserve">, </w:t>
      </w:r>
      <w:r>
        <w:t>ou sous nos pieds</w:t>
      </w:r>
      <w:r w:rsidR="00987D49">
        <w:t xml:space="preserve">, </w:t>
      </w:r>
      <w:r>
        <w:t>comme au moment où notre entrée dans le champ d</w:t>
      </w:r>
      <w:r w:rsidR="00987D49">
        <w:t>’</w:t>
      </w:r>
      <w:r>
        <w:t>attraction du satellite nous y avait précipités</w:t>
      </w:r>
      <w:r w:rsidR="00987D49">
        <w:t xml:space="preserve">, </w:t>
      </w:r>
      <w:r>
        <w:t>étaient devant nous</w:t>
      </w:r>
      <w:r w:rsidR="00987D49">
        <w:t>.</w:t>
      </w:r>
    </w:p>
    <w:p w14:paraId="08F78BCA" w14:textId="77777777" w:rsidR="00987D49" w:rsidRDefault="00B27708" w:rsidP="00B27708">
      <w:r>
        <w:t>Le sol se rapprochait maintenant très rapidement</w:t>
      </w:r>
      <w:r w:rsidR="00987D49">
        <w:t xml:space="preserve">. </w:t>
      </w:r>
      <w:r>
        <w:t>Il était toujours désert et en apparence glacé</w:t>
      </w:r>
      <w:r w:rsidR="00987D49">
        <w:t xml:space="preserve">. </w:t>
      </w:r>
      <w:r>
        <w:t>Pas la moindre trace de végétation</w:t>
      </w:r>
      <w:r w:rsidR="00987D49">
        <w:t xml:space="preserve">, </w:t>
      </w:r>
      <w:r>
        <w:t>ni le moindre indice de vie</w:t>
      </w:r>
      <w:r w:rsidR="00987D49">
        <w:t xml:space="preserve">, </w:t>
      </w:r>
      <w:r>
        <w:t>sur l</w:t>
      </w:r>
      <w:r w:rsidR="00987D49">
        <w:t>’</w:t>
      </w:r>
      <w:r>
        <w:t>image que nous renvoyait le cœlostat</w:t>
      </w:r>
      <w:r w:rsidR="00987D49">
        <w:t xml:space="preserve">. </w:t>
      </w:r>
      <w:r>
        <w:t>Une morne et monotone plaine</w:t>
      </w:r>
      <w:r w:rsidR="00987D49">
        <w:t xml:space="preserve">, </w:t>
      </w:r>
      <w:r>
        <w:t>s</w:t>
      </w:r>
      <w:r w:rsidR="00987D49">
        <w:t>’</w:t>
      </w:r>
      <w:r>
        <w:t>étendant à perte de vue</w:t>
      </w:r>
      <w:r w:rsidR="00987D49">
        <w:t xml:space="preserve">, </w:t>
      </w:r>
      <w:r>
        <w:t>s</w:t>
      </w:r>
      <w:r w:rsidR="00987D49">
        <w:t>’</w:t>
      </w:r>
      <w:r>
        <w:t>offrait seule à nos yeux</w:t>
      </w:r>
      <w:r w:rsidR="00987D49">
        <w:t xml:space="preserve">. </w:t>
      </w:r>
      <w:r>
        <w:t>L</w:t>
      </w:r>
      <w:r w:rsidR="00987D49">
        <w:t>’</w:t>
      </w:r>
      <w:r>
        <w:t>éternel soleil brillait sur cette surface lisse et nous aurait incommodés si nous l</w:t>
      </w:r>
      <w:r w:rsidR="00987D49">
        <w:t>’</w:t>
      </w:r>
      <w:r>
        <w:t>avions affronté à l</w:t>
      </w:r>
      <w:r w:rsidR="00987D49">
        <w:t>’</w:t>
      </w:r>
      <w:r>
        <w:t>œil nu et sans la protection du verre teinté des hublots</w:t>
      </w:r>
      <w:r w:rsidR="00987D49">
        <w:t xml:space="preserve">. </w:t>
      </w:r>
      <w:r>
        <w:t>Cette désolation immobile et glacée me fit froid au cœur</w:t>
      </w:r>
      <w:r w:rsidR="00987D49">
        <w:t>.</w:t>
      </w:r>
    </w:p>
    <w:p w14:paraId="5B026B30" w14:textId="77777777" w:rsidR="00987D49" w:rsidRDefault="00B27708" w:rsidP="00B27708">
      <w:r>
        <w:t>Mais une enivrante sensation vint chasser pour un temps la sinistre impression</w:t>
      </w:r>
      <w:r w:rsidR="00987D49">
        <w:t xml:space="preserve">… </w:t>
      </w:r>
      <w:r>
        <w:t>Les roues de notre train d</w:t>
      </w:r>
      <w:r w:rsidR="00987D49">
        <w:t>’</w:t>
      </w:r>
      <w:r>
        <w:t>atterrissage entraient en contact avec le sol</w:t>
      </w:r>
      <w:r w:rsidR="00987D49">
        <w:t xml:space="preserve">. </w:t>
      </w:r>
      <w:r>
        <w:t>L</w:t>
      </w:r>
      <w:r w:rsidR="00987D49">
        <w:t>’</w:t>
      </w:r>
      <w:r>
        <w:t>astronef roula sur quelques centaines de mètres</w:t>
      </w:r>
      <w:r w:rsidR="00987D49">
        <w:t xml:space="preserve">, </w:t>
      </w:r>
      <w:r>
        <w:t>puis s</w:t>
      </w:r>
      <w:r w:rsidR="00987D49">
        <w:t>’</w:t>
      </w:r>
      <w:r>
        <w:t>arrêta progressivement</w:t>
      </w:r>
      <w:r w:rsidR="00987D49">
        <w:t xml:space="preserve">, </w:t>
      </w:r>
      <w:r>
        <w:t>sous l</w:t>
      </w:r>
      <w:r w:rsidR="00987D49">
        <w:t>’</w:t>
      </w:r>
      <w:r>
        <w:t xml:space="preserve">action des freins que maniait savamment Pierre </w:t>
      </w:r>
      <w:proofErr w:type="spellStart"/>
      <w:r>
        <w:t>Saravine</w:t>
      </w:r>
      <w:proofErr w:type="spellEnd"/>
      <w:r w:rsidR="00987D49">
        <w:t xml:space="preserve">. </w:t>
      </w:r>
      <w:r>
        <w:t>Enfin</w:t>
      </w:r>
      <w:r w:rsidR="00987D49">
        <w:t xml:space="preserve">, </w:t>
      </w:r>
      <w:r>
        <w:t>il s</w:t>
      </w:r>
      <w:r w:rsidR="00987D49">
        <w:t>’</w:t>
      </w:r>
      <w:r>
        <w:t>immobilisa tout à fait</w:t>
      </w:r>
      <w:r w:rsidR="00987D49">
        <w:t xml:space="preserve">. </w:t>
      </w:r>
      <w:r>
        <w:t>Le but fantastique était atteint</w:t>
      </w:r>
      <w:r w:rsidR="00987D49">
        <w:t xml:space="preserve">. </w:t>
      </w:r>
      <w:r>
        <w:t xml:space="preserve">Nous étions sur le second satellite découvert par René </w:t>
      </w:r>
      <w:proofErr w:type="spellStart"/>
      <w:r>
        <w:t>Lesmond</w:t>
      </w:r>
      <w:proofErr w:type="spellEnd"/>
      <w:r>
        <w:t xml:space="preserve"> et rendu accessible par la fusée de Pierre </w:t>
      </w:r>
      <w:proofErr w:type="spellStart"/>
      <w:r>
        <w:t>Saravine</w:t>
      </w:r>
      <w:proofErr w:type="spellEnd"/>
      <w:r w:rsidR="00987D49">
        <w:t>…</w:t>
      </w:r>
    </w:p>
    <w:p w14:paraId="0989B395" w14:textId="1BBA740A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30" w:name="__RefHeading__91164_553960937"/>
      <w:bookmarkStart w:id="31" w:name="bookmark15"/>
      <w:bookmarkStart w:id="32" w:name="_Toc194838869"/>
      <w:bookmarkEnd w:id="30"/>
      <w:r>
        <w:lastRenderedPageBreak/>
        <w:t>X</w:t>
      </w:r>
      <w:bookmarkEnd w:id="31"/>
      <w:r>
        <w:t>I</w:t>
      </w:r>
      <w:r>
        <w:br/>
      </w:r>
      <w:r>
        <w:br/>
        <w:t>Premières sorties</w:t>
      </w:r>
      <w:bookmarkEnd w:id="32"/>
    </w:p>
    <w:p w14:paraId="62D2988E" w14:textId="77777777" w:rsidR="00987D49" w:rsidRDefault="00B27708" w:rsidP="00B27708">
      <w:r>
        <w:t>Ce fut un véritable hurlement de joie</w:t>
      </w:r>
      <w:r w:rsidR="00987D49">
        <w:t xml:space="preserve">, </w:t>
      </w:r>
      <w:r>
        <w:t>d</w:t>
      </w:r>
      <w:r w:rsidR="00987D49">
        <w:t>’</w:t>
      </w:r>
      <w:r>
        <w:t>ivresse</w:t>
      </w:r>
      <w:r w:rsidR="00987D49">
        <w:t xml:space="preserve">, </w:t>
      </w:r>
      <w:r>
        <w:t>d</w:t>
      </w:r>
      <w:r w:rsidR="00987D49">
        <w:t>’</w:t>
      </w:r>
      <w:r>
        <w:t>enthousiasme</w:t>
      </w:r>
      <w:r w:rsidR="00987D49">
        <w:t xml:space="preserve">, </w:t>
      </w:r>
      <w:r>
        <w:t>qui s</w:t>
      </w:r>
      <w:r w:rsidR="00987D49">
        <w:t>’</w:t>
      </w:r>
      <w:r>
        <w:t>échappa de toutes les bouches</w:t>
      </w:r>
      <w:r w:rsidR="00987D49">
        <w:t xml:space="preserve">, </w:t>
      </w:r>
      <w:r>
        <w:t>devant la réalisation du rêve insensé</w:t>
      </w:r>
      <w:r w:rsidR="00987D49">
        <w:t xml:space="preserve">. </w:t>
      </w:r>
      <w:r>
        <w:t>À l</w:t>
      </w:r>
      <w:r w:rsidR="00987D49">
        <w:t>’</w:t>
      </w:r>
      <w:r>
        <w:t>exemple des Titans de la Fable</w:t>
      </w:r>
      <w:r w:rsidR="00987D49">
        <w:t xml:space="preserve">, </w:t>
      </w:r>
      <w:r>
        <w:t>nous avions escaladé le ciel</w:t>
      </w:r>
      <w:r w:rsidR="00987D49">
        <w:t xml:space="preserve">. </w:t>
      </w:r>
      <w:r>
        <w:t>Plus heureux qu</w:t>
      </w:r>
      <w:r w:rsidR="00987D49">
        <w:t>’</w:t>
      </w:r>
      <w:r>
        <w:t>ils l</w:t>
      </w:r>
      <w:r w:rsidR="00987D49">
        <w:t>’</w:t>
      </w:r>
      <w:r>
        <w:t>avaient été</w:t>
      </w:r>
      <w:r w:rsidR="00987D49">
        <w:t xml:space="preserve">, </w:t>
      </w:r>
      <w:r>
        <w:t>nous avions réussi</w:t>
      </w:r>
      <w:r w:rsidR="00987D49">
        <w:t xml:space="preserve">, </w:t>
      </w:r>
      <w:r>
        <w:t>et nul Jupiter ne nous avait foudroyés</w:t>
      </w:r>
      <w:r w:rsidR="00987D49">
        <w:t xml:space="preserve">. </w:t>
      </w:r>
      <w:r>
        <w:t>Du moins</w:t>
      </w:r>
      <w:r w:rsidR="00987D49">
        <w:t xml:space="preserve">, </w:t>
      </w:r>
      <w:r>
        <w:t>pas encore</w:t>
      </w:r>
      <w:r w:rsidR="00987D49">
        <w:t>…</w:t>
      </w:r>
    </w:p>
    <w:p w14:paraId="04F9CE3C" w14:textId="77777777" w:rsidR="00987D49" w:rsidRDefault="00B27708" w:rsidP="00B27708">
      <w:r>
        <w:t>Un ordre de Pierre brisa l</w:t>
      </w:r>
      <w:r w:rsidR="00987D49">
        <w:t>’</w:t>
      </w:r>
      <w:r>
        <w:t xml:space="preserve">élan de Victor </w:t>
      </w:r>
      <w:proofErr w:type="spellStart"/>
      <w:r>
        <w:t>Grimaille</w:t>
      </w:r>
      <w:proofErr w:type="spellEnd"/>
      <w:r w:rsidR="00987D49">
        <w:t xml:space="preserve">, </w:t>
      </w:r>
      <w:r>
        <w:t>alors que celui-ci se précipitait</w:t>
      </w:r>
      <w:r w:rsidR="00987D49">
        <w:t xml:space="preserve">, </w:t>
      </w:r>
      <w:r>
        <w:t>tout de go</w:t>
      </w:r>
      <w:r w:rsidR="00987D49">
        <w:t xml:space="preserve">, </w:t>
      </w:r>
      <w:r>
        <w:t>vers la porte étanche qui</w:t>
      </w:r>
      <w:r w:rsidR="00987D49">
        <w:t xml:space="preserve">, </w:t>
      </w:r>
      <w:r>
        <w:t>par l</w:t>
      </w:r>
      <w:r w:rsidR="00987D49">
        <w:t>’</w:t>
      </w:r>
      <w:r>
        <w:t>intermédiaire d</w:t>
      </w:r>
      <w:r w:rsidR="00987D49">
        <w:t>’</w:t>
      </w:r>
      <w:r>
        <w:t>une écluse d</w:t>
      </w:r>
      <w:r w:rsidR="00987D49">
        <w:t>’</w:t>
      </w:r>
      <w:r>
        <w:t>air</w:t>
      </w:r>
      <w:r w:rsidR="00987D49">
        <w:t xml:space="preserve">, </w:t>
      </w:r>
      <w:r>
        <w:t>s</w:t>
      </w:r>
      <w:r w:rsidR="00987D49">
        <w:t>’</w:t>
      </w:r>
      <w:r>
        <w:t>ouvrait vers l</w:t>
      </w:r>
      <w:r w:rsidR="00987D49">
        <w:t>’</w:t>
      </w:r>
      <w:r>
        <w:t>extérieur</w:t>
      </w:r>
      <w:r w:rsidR="00987D49">
        <w:t xml:space="preserve">, </w:t>
      </w:r>
      <w:r>
        <w:t>et qui était hermétiquement close depuis soixante heures</w:t>
      </w:r>
      <w:r w:rsidR="00987D49">
        <w:t>…</w:t>
      </w:r>
    </w:p>
    <w:p w14:paraId="3001AAEA" w14:textId="77777777" w:rsidR="00987D49" w:rsidRDefault="00987D49" w:rsidP="00B27708">
      <w:r>
        <w:rPr>
          <w:rFonts w:eastAsia="Georgia"/>
        </w:rPr>
        <w:t>— </w:t>
      </w:r>
      <w:r w:rsidR="00B27708">
        <w:t>Vous voulez vous suicider</w:t>
      </w:r>
      <w:r>
        <w:t xml:space="preserve"> ? </w:t>
      </w:r>
      <w:r w:rsidR="00B27708">
        <w:t>jeta durement le chef</w:t>
      </w:r>
      <w:r>
        <w:t>.</w:t>
      </w:r>
    </w:p>
    <w:p w14:paraId="59DCD59B" w14:textId="77777777" w:rsidR="00987D49" w:rsidRDefault="00B27708" w:rsidP="00B27708">
      <w:r>
        <w:t>L</w:t>
      </w:r>
      <w:r w:rsidR="00987D49">
        <w:t>’</w:t>
      </w:r>
      <w:r>
        <w:t>autre</w:t>
      </w:r>
      <w:r w:rsidR="00987D49">
        <w:t xml:space="preserve">, </w:t>
      </w:r>
      <w:r>
        <w:t>interdit</w:t>
      </w:r>
      <w:r w:rsidR="00987D49">
        <w:t xml:space="preserve">, </w:t>
      </w:r>
      <w:r>
        <w:t>s</w:t>
      </w:r>
      <w:r w:rsidR="00987D49">
        <w:t>’</w:t>
      </w:r>
      <w:r>
        <w:t>arrêta</w:t>
      </w:r>
      <w:r w:rsidR="00987D49">
        <w:t xml:space="preserve">. </w:t>
      </w:r>
      <w:r>
        <w:t>Dans l</w:t>
      </w:r>
      <w:r w:rsidR="00987D49">
        <w:t>’</w:t>
      </w:r>
      <w:r>
        <w:t>enivrement de l</w:t>
      </w:r>
      <w:r w:rsidR="00987D49">
        <w:t>’</w:t>
      </w:r>
      <w:r>
        <w:t>arrivée</w:t>
      </w:r>
      <w:r w:rsidR="00987D49">
        <w:t xml:space="preserve">, </w:t>
      </w:r>
      <w:r>
        <w:t>il lui avait semblé tout simple de s</w:t>
      </w:r>
      <w:r w:rsidR="00987D49">
        <w:t>’</w:t>
      </w:r>
      <w:r>
        <w:t>élancer hors de l</w:t>
      </w:r>
      <w:r w:rsidR="00987D49">
        <w:t>’</w:t>
      </w:r>
      <w:r>
        <w:t>astronef</w:t>
      </w:r>
      <w:r w:rsidR="00987D49">
        <w:t xml:space="preserve">, </w:t>
      </w:r>
      <w:r>
        <w:t>d</w:t>
      </w:r>
      <w:r w:rsidR="00987D49">
        <w:t>’</w:t>
      </w:r>
      <w:r>
        <w:t>être le premier à fouler ce sol vierge</w:t>
      </w:r>
      <w:r w:rsidR="00987D49">
        <w:t xml:space="preserve">. </w:t>
      </w:r>
      <w:r>
        <w:t>Il estimait que l</w:t>
      </w:r>
      <w:r w:rsidR="00987D49">
        <w:t>’</w:t>
      </w:r>
      <w:r>
        <w:t>honneur lui en revenait</w:t>
      </w:r>
      <w:r w:rsidR="00987D49">
        <w:t xml:space="preserve">, </w:t>
      </w:r>
      <w:r>
        <w:t>pour avoir financé la téméraire entreprise</w:t>
      </w:r>
      <w:r w:rsidR="00987D49">
        <w:t xml:space="preserve">. </w:t>
      </w:r>
      <w:r>
        <w:t>Il s</w:t>
      </w:r>
      <w:r w:rsidR="00987D49">
        <w:t>’</w:t>
      </w:r>
      <w:r>
        <w:t>étonnait que quelqu</w:t>
      </w:r>
      <w:r w:rsidR="00987D49">
        <w:t>’</w:t>
      </w:r>
      <w:r>
        <w:t>un</w:t>
      </w:r>
      <w:r w:rsidR="00987D49">
        <w:t xml:space="preserve">, </w:t>
      </w:r>
      <w:r>
        <w:t>fut-ce l</w:t>
      </w:r>
      <w:r w:rsidR="00987D49">
        <w:t>’</w:t>
      </w:r>
      <w:r>
        <w:t>inventeur du prodigieux véhicule interplanétaire</w:t>
      </w:r>
      <w:r w:rsidR="00987D49">
        <w:t xml:space="preserve">, </w:t>
      </w:r>
      <w:r>
        <w:t>le lui contestât</w:t>
      </w:r>
      <w:r w:rsidR="00987D49">
        <w:t>.</w:t>
      </w:r>
    </w:p>
    <w:p w14:paraId="580B9EF9" w14:textId="77777777" w:rsidR="00987D49" w:rsidRDefault="00B27708" w:rsidP="00B27708">
      <w:bookmarkStart w:id="33" w:name="bookmark16"/>
      <w:bookmarkEnd w:id="33"/>
      <w:r>
        <w:t>Toutefois</w:t>
      </w:r>
      <w:r w:rsidR="00987D49">
        <w:t xml:space="preserve">, </w:t>
      </w:r>
      <w:r>
        <w:t>le sens des paroles de Pierre</w:t>
      </w:r>
      <w:r w:rsidR="00987D49">
        <w:t xml:space="preserve">, </w:t>
      </w:r>
      <w:r>
        <w:t>et plus encore</w:t>
      </w:r>
      <w:r w:rsidR="00987D49">
        <w:t xml:space="preserve">, </w:t>
      </w:r>
      <w:r>
        <w:t>leur ton</w:t>
      </w:r>
      <w:r w:rsidR="00987D49">
        <w:t xml:space="preserve">, </w:t>
      </w:r>
      <w:r>
        <w:t>indiquaient assez qu</w:t>
      </w:r>
      <w:r w:rsidR="00987D49">
        <w:t>’</w:t>
      </w:r>
      <w:r>
        <w:t>il ne s</w:t>
      </w:r>
      <w:r w:rsidR="00987D49">
        <w:t>’</w:t>
      </w:r>
      <w:r>
        <w:t>agissait pas d</w:t>
      </w:r>
      <w:r w:rsidR="00987D49">
        <w:t>’</w:t>
      </w:r>
      <w:r>
        <w:t>une simple question de préséance</w:t>
      </w:r>
      <w:r w:rsidR="00987D49">
        <w:t xml:space="preserve">. </w:t>
      </w:r>
      <w:r>
        <w:t>En dépit de la blessure infligée par cette interpellation à son immense et ridicule orgueil</w:t>
      </w:r>
      <w:r w:rsidR="00987D49">
        <w:t xml:space="preserve">, </w:t>
      </w:r>
      <w:proofErr w:type="spellStart"/>
      <w:r>
        <w:t>Grimaille</w:t>
      </w:r>
      <w:proofErr w:type="spellEnd"/>
      <w:r>
        <w:t xml:space="preserve"> obéit</w:t>
      </w:r>
      <w:r w:rsidR="00987D49">
        <w:t xml:space="preserve">, </w:t>
      </w:r>
      <w:r>
        <w:t>et s</w:t>
      </w:r>
      <w:r w:rsidR="00987D49">
        <w:t>’</w:t>
      </w:r>
      <w:r>
        <w:t>immobilisa</w:t>
      </w:r>
      <w:r w:rsidR="00987D49">
        <w:t xml:space="preserve">, </w:t>
      </w:r>
      <w:r>
        <w:t>à deux pas de la porte</w:t>
      </w:r>
      <w:r w:rsidR="00987D49">
        <w:t xml:space="preserve">. </w:t>
      </w:r>
      <w:r>
        <w:t>Puis</w:t>
      </w:r>
      <w:r w:rsidR="00987D49">
        <w:t xml:space="preserve">, </w:t>
      </w:r>
      <w:r>
        <w:t>se tournant vers Pierre</w:t>
      </w:r>
      <w:r w:rsidR="00987D49">
        <w:t xml:space="preserve">, </w:t>
      </w:r>
      <w:r>
        <w:t>il demanda</w:t>
      </w:r>
      <w:r w:rsidR="00987D49">
        <w:t xml:space="preserve">, </w:t>
      </w:r>
      <w:r>
        <w:t>de l</w:t>
      </w:r>
      <w:r w:rsidR="00987D49">
        <w:t>’</w:t>
      </w:r>
      <w:r>
        <w:t>air le plus hautain qu</w:t>
      </w:r>
      <w:r w:rsidR="00987D49">
        <w:t>’</w:t>
      </w:r>
      <w:r>
        <w:t>il pût</w:t>
      </w:r>
      <w:r w:rsidR="00987D49">
        <w:t> :</w:t>
      </w:r>
    </w:p>
    <w:p w14:paraId="04611026" w14:textId="77777777" w:rsidR="00987D49" w:rsidRDefault="00987D49" w:rsidP="00B27708">
      <w:r>
        <w:rPr>
          <w:rFonts w:eastAsia="Georgia"/>
        </w:rPr>
        <w:t>— </w:t>
      </w:r>
      <w:r w:rsidR="00B27708">
        <w:t>Me suicider</w:t>
      </w:r>
      <w:r>
        <w:t xml:space="preserve"> ? </w:t>
      </w:r>
      <w:r w:rsidR="00B27708">
        <w:t>Que voulez-vous dire</w:t>
      </w:r>
      <w:r>
        <w:t> ?</w:t>
      </w:r>
    </w:p>
    <w:p w14:paraId="34DB1C0E" w14:textId="77777777" w:rsidR="00987D49" w:rsidRDefault="00B27708" w:rsidP="00B27708">
      <w:r>
        <w:lastRenderedPageBreak/>
        <w:t>L</w:t>
      </w:r>
      <w:r w:rsidR="00987D49">
        <w:t>’</w:t>
      </w:r>
      <w:r>
        <w:t>ingénieur</w:t>
      </w:r>
      <w:r w:rsidR="00987D49">
        <w:t xml:space="preserve">, </w:t>
      </w:r>
      <w:r>
        <w:t>au lieu de répondre</w:t>
      </w:r>
      <w:r w:rsidR="00987D49">
        <w:t xml:space="preserve">, </w:t>
      </w:r>
      <w:r>
        <w:t xml:space="preserve">interrogea du regard René </w:t>
      </w:r>
      <w:proofErr w:type="spellStart"/>
      <w:r>
        <w:t>Lesmond</w:t>
      </w:r>
      <w:proofErr w:type="spellEnd"/>
      <w:r w:rsidR="00987D49">
        <w:t xml:space="preserve">. </w:t>
      </w:r>
      <w:r>
        <w:t>L</w:t>
      </w:r>
      <w:r w:rsidR="00987D49">
        <w:t>’</w:t>
      </w:r>
      <w:r>
        <w:t>astronome comprit cette question muette et parla</w:t>
      </w:r>
      <w:r w:rsidR="00987D49">
        <w:t> :</w:t>
      </w:r>
    </w:p>
    <w:p w14:paraId="4B796739" w14:textId="77777777" w:rsidR="00987D49" w:rsidRDefault="00987D49" w:rsidP="00B27708">
      <w:r>
        <w:rPr>
          <w:rFonts w:eastAsia="Georgia"/>
        </w:rPr>
        <w:t>— </w:t>
      </w:r>
      <w:r w:rsidR="00B27708">
        <w:t>Il résulte</w:t>
      </w:r>
      <w:r>
        <w:t xml:space="preserve">, </w:t>
      </w:r>
      <w:r w:rsidR="00B27708">
        <w:t>dit-il</w:t>
      </w:r>
      <w:r>
        <w:t xml:space="preserve">, </w:t>
      </w:r>
      <w:r w:rsidR="00B27708">
        <w:t>des observations que j</w:t>
      </w:r>
      <w:r>
        <w:t>’</w:t>
      </w:r>
      <w:r w:rsidR="00B27708">
        <w:t xml:space="preserve">ai pu faire depuis que le disque de </w:t>
      </w:r>
      <w:r>
        <w:t>Phœbé II</w:t>
      </w:r>
      <w:r w:rsidR="00B27708">
        <w:t xml:space="preserve"> nous est apparu</w:t>
      </w:r>
      <w:r>
        <w:t xml:space="preserve">, </w:t>
      </w:r>
      <w:r w:rsidR="00B27708">
        <w:t>que rien ne permet d</w:t>
      </w:r>
      <w:r>
        <w:t>’</w:t>
      </w:r>
      <w:r w:rsidR="00B27708">
        <w:t>affirmer que ce second satellite de la Terre</w:t>
      </w:r>
      <w:r>
        <w:t xml:space="preserve">, </w:t>
      </w:r>
      <w:r w:rsidR="00B27708">
        <w:t>ait une atmosphère</w:t>
      </w:r>
      <w:r>
        <w:t xml:space="preserve">. </w:t>
      </w:r>
      <w:r w:rsidR="00B27708">
        <w:t>Les plus grandes chances sont pour la négative</w:t>
      </w:r>
      <w:r>
        <w:t xml:space="preserve">. </w:t>
      </w:r>
      <w:r w:rsidR="00B27708">
        <w:t>Des expériences plus précises ne tarderont pas à nous fixer complètement sur ce point</w:t>
      </w:r>
      <w:r>
        <w:t xml:space="preserve">. </w:t>
      </w:r>
      <w:r w:rsidR="00B27708">
        <w:t>D</w:t>
      </w:r>
      <w:r>
        <w:t>’</w:t>
      </w:r>
      <w:r w:rsidR="00B27708">
        <w:t>autre part</w:t>
      </w:r>
      <w:r>
        <w:t xml:space="preserve">, </w:t>
      </w:r>
      <w:r w:rsidR="00B27708">
        <w:t>malgré le soleil éblouissant</w:t>
      </w:r>
      <w:r>
        <w:t xml:space="preserve">, </w:t>
      </w:r>
      <w:r w:rsidR="00B27708">
        <w:t>il est vraisemblable que cette surface glacée est très froide</w:t>
      </w:r>
      <w:r>
        <w:t xml:space="preserve">. </w:t>
      </w:r>
      <w:r w:rsidR="00B27708">
        <w:t>Conclusion</w:t>
      </w:r>
      <w:r>
        <w:t xml:space="preserve"> : </w:t>
      </w:r>
      <w:r w:rsidR="00B27708">
        <w:t>ne pas tenter de sortir sans appareil respiratoire</w:t>
      </w:r>
      <w:r>
        <w:t xml:space="preserve">, </w:t>
      </w:r>
      <w:r w:rsidR="00B27708">
        <w:t>sans équipement polaire</w:t>
      </w:r>
      <w:r>
        <w:t xml:space="preserve">, </w:t>
      </w:r>
      <w:r w:rsidR="00B27708">
        <w:t>et j</w:t>
      </w:r>
      <w:r>
        <w:t>’</w:t>
      </w:r>
      <w:r w:rsidR="00B27708">
        <w:t>ajouterai</w:t>
      </w:r>
      <w:r>
        <w:t xml:space="preserve">, </w:t>
      </w:r>
      <w:r w:rsidR="00B27708">
        <w:t>sans lunettes teintées telles que nous avons eu l</w:t>
      </w:r>
      <w:r>
        <w:t>’</w:t>
      </w:r>
      <w:r w:rsidR="00B27708">
        <w:t>heureuse précaution d</w:t>
      </w:r>
      <w:r>
        <w:t>’</w:t>
      </w:r>
      <w:r w:rsidR="00B27708">
        <w:t>en emporter</w:t>
      </w:r>
      <w:r>
        <w:t xml:space="preserve">. </w:t>
      </w:r>
      <w:r w:rsidR="00B27708">
        <w:t>Enfin</w:t>
      </w:r>
      <w:r>
        <w:t xml:space="preserve">, </w:t>
      </w:r>
      <w:r w:rsidR="00B27708">
        <w:t>je rappelle que nous n</w:t>
      </w:r>
      <w:r>
        <w:t>’</w:t>
      </w:r>
      <w:r w:rsidR="00B27708">
        <w:t>avons ni dormi</w:t>
      </w:r>
      <w:r>
        <w:t xml:space="preserve">, </w:t>
      </w:r>
      <w:r w:rsidR="00B27708">
        <w:t>ni mangé depuis de longues heures</w:t>
      </w:r>
      <w:r>
        <w:t xml:space="preserve">. </w:t>
      </w:r>
      <w:r w:rsidR="00B27708">
        <w:t>C</w:t>
      </w:r>
      <w:r>
        <w:t>’</w:t>
      </w:r>
      <w:r w:rsidR="00B27708">
        <w:t>est pourquoi</w:t>
      </w:r>
      <w:r>
        <w:t xml:space="preserve">, </w:t>
      </w:r>
      <w:r w:rsidR="00B27708">
        <w:t>je propose de différer de quelques moments notre première sortie</w:t>
      </w:r>
      <w:r>
        <w:t xml:space="preserve">. </w:t>
      </w:r>
      <w:r w:rsidR="00B27708">
        <w:t>Prenons d</w:t>
      </w:r>
      <w:r>
        <w:t>’</w:t>
      </w:r>
      <w:r w:rsidR="00B27708">
        <w:t>abord des forces</w:t>
      </w:r>
      <w:r>
        <w:t xml:space="preserve">, </w:t>
      </w:r>
      <w:r w:rsidR="00B27708">
        <w:t>dans l</w:t>
      </w:r>
      <w:r>
        <w:t>’</w:t>
      </w:r>
      <w:r w:rsidR="00B27708">
        <w:t>abri sûr que constitue pour nous l</w:t>
      </w:r>
      <w:r>
        <w:t>’</w:t>
      </w:r>
      <w:r w:rsidR="00B27708">
        <w:t>astronef</w:t>
      </w:r>
      <w:r>
        <w:t>…</w:t>
      </w:r>
    </w:p>
    <w:p w14:paraId="5B94BA19" w14:textId="77777777" w:rsidR="00987D49" w:rsidRDefault="00B27708" w:rsidP="00B27708">
      <w:r>
        <w:t>Ces paroles si sensées furent comme une douche froide sur l</w:t>
      </w:r>
      <w:r w:rsidR="00987D49">
        <w:t>’</w:t>
      </w:r>
      <w:r>
        <w:t xml:space="preserve">enthousiasme de </w:t>
      </w:r>
      <w:proofErr w:type="spellStart"/>
      <w:r>
        <w:t>Grimaille</w:t>
      </w:r>
      <w:proofErr w:type="spellEnd"/>
      <w:r>
        <w:t xml:space="preserve"> et ruinèrent aussitôt ses propres velléités d</w:t>
      </w:r>
      <w:r w:rsidR="00987D49">
        <w:t>’</w:t>
      </w:r>
      <w:r>
        <w:t xml:space="preserve">aller explorer immédiatement </w:t>
      </w:r>
      <w:r w:rsidR="00987D49">
        <w:t xml:space="preserve">Phœbé II, </w:t>
      </w:r>
      <w:r>
        <w:t>velléités que je devinais partagées par tous les compagnons de l</w:t>
      </w:r>
      <w:r w:rsidR="00987D49">
        <w:t>’</w:t>
      </w:r>
      <w:r>
        <w:t>étrange aventure</w:t>
      </w:r>
      <w:r w:rsidR="00987D49">
        <w:t>.</w:t>
      </w:r>
    </w:p>
    <w:p w14:paraId="649CD1D9" w14:textId="77777777" w:rsidR="00987D49" w:rsidRDefault="00B27708" w:rsidP="00B27708">
      <w:r>
        <w:t>Fernand trouva d</w:t>
      </w:r>
      <w:r w:rsidR="00987D49">
        <w:t>’</w:t>
      </w:r>
      <w:r>
        <w:t>ailleurs le mot de la situation</w:t>
      </w:r>
      <w:r w:rsidR="00987D49">
        <w:t xml:space="preserve">, </w:t>
      </w:r>
      <w:r>
        <w:t>en proposant</w:t>
      </w:r>
      <w:r w:rsidR="00987D49">
        <w:t> :</w:t>
      </w:r>
    </w:p>
    <w:p w14:paraId="6F80A36C" w14:textId="77777777" w:rsidR="00987D49" w:rsidRDefault="00987D49" w:rsidP="00B27708">
      <w:r>
        <w:rPr>
          <w:rFonts w:eastAsia="Georgia"/>
        </w:rPr>
        <w:t>— </w:t>
      </w:r>
      <w:r w:rsidR="00B27708">
        <w:t>Puisque la voix de la sagesse nous incite à prendre quelque réconfort</w:t>
      </w:r>
      <w:r>
        <w:t xml:space="preserve">, </w:t>
      </w:r>
      <w:r w:rsidR="00B27708">
        <w:t>c</w:t>
      </w:r>
      <w:r>
        <w:t>’</w:t>
      </w:r>
      <w:r w:rsidR="00B27708">
        <w:t>est sans doute le moment de déguster cette vieille fine</w:t>
      </w:r>
      <w:r>
        <w:t xml:space="preserve">, </w:t>
      </w:r>
      <w:r w:rsidR="00B27708">
        <w:t>destinée précisément à arroser notre arrivée au but</w:t>
      </w:r>
      <w:r>
        <w:t>…</w:t>
      </w:r>
    </w:p>
    <w:p w14:paraId="6B2B26E1" w14:textId="77777777" w:rsidR="00987D49" w:rsidRDefault="00B27708" w:rsidP="00B27708">
      <w:r>
        <w:t>Ce Fernand</w:t>
      </w:r>
      <w:r w:rsidR="00987D49">
        <w:t xml:space="preserve"> ! </w:t>
      </w:r>
      <w:r>
        <w:t>Tout lui était bon pour vider un verre</w:t>
      </w:r>
      <w:r w:rsidR="00987D49">
        <w:t xml:space="preserve"> ! </w:t>
      </w:r>
      <w:r>
        <w:t>Avec un sourire faux</w:t>
      </w:r>
      <w:r w:rsidR="00987D49">
        <w:t xml:space="preserve">, </w:t>
      </w:r>
      <w:r>
        <w:t>il versa dans les gobelets de fortes rasades de la précieuse eau-de-vie</w:t>
      </w:r>
      <w:r w:rsidR="00987D49">
        <w:t xml:space="preserve">, </w:t>
      </w:r>
      <w:r>
        <w:t>et donna l</w:t>
      </w:r>
      <w:r w:rsidR="00987D49">
        <w:t>’</w:t>
      </w:r>
      <w:r>
        <w:t>exemple en portant le sien à ses lèvres</w:t>
      </w:r>
      <w:r w:rsidR="00987D49">
        <w:t>…</w:t>
      </w:r>
    </w:p>
    <w:p w14:paraId="4392E843" w14:textId="77777777" w:rsidR="00987D49" w:rsidRDefault="00B27708" w:rsidP="00B27708">
      <w:r>
        <w:t>Je pensai qu</w:t>
      </w:r>
      <w:r w:rsidR="00987D49">
        <w:t>’</w:t>
      </w:r>
      <w:r>
        <w:t>il serait opportun de porter un toast</w:t>
      </w:r>
      <w:r w:rsidR="00987D49">
        <w:t xml:space="preserve">. </w:t>
      </w:r>
      <w:r>
        <w:t>Levant haut le gobelet qui m</w:t>
      </w:r>
      <w:r w:rsidR="00987D49">
        <w:t>’</w:t>
      </w:r>
      <w:r>
        <w:t>était destiné</w:t>
      </w:r>
      <w:r w:rsidR="00987D49">
        <w:t xml:space="preserve">, </w:t>
      </w:r>
      <w:r>
        <w:t>je prononçai d</w:t>
      </w:r>
      <w:r w:rsidR="00987D49">
        <w:t>’</w:t>
      </w:r>
      <w:r>
        <w:t>une voix émue et grave</w:t>
      </w:r>
      <w:r w:rsidR="00987D49">
        <w:t> :</w:t>
      </w:r>
    </w:p>
    <w:p w14:paraId="7352B896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Buvons à cet astre nouveau</w:t>
      </w:r>
      <w:r>
        <w:t xml:space="preserve">, </w:t>
      </w:r>
      <w:r w:rsidR="00B27708">
        <w:t>que nous allons essayer de mieux connaître</w:t>
      </w:r>
      <w:r>
        <w:t xml:space="preserve"> ; </w:t>
      </w:r>
      <w:r w:rsidR="00B27708">
        <w:t>à ses habitants</w:t>
      </w:r>
      <w:r>
        <w:t xml:space="preserve">, </w:t>
      </w:r>
      <w:r w:rsidR="00B27708">
        <w:t>s</w:t>
      </w:r>
      <w:r>
        <w:t>’</w:t>
      </w:r>
      <w:r w:rsidR="00B27708">
        <w:t>il s</w:t>
      </w:r>
      <w:r>
        <w:t>’</w:t>
      </w:r>
      <w:r w:rsidR="00B27708">
        <w:t>en trouve</w:t>
      </w:r>
      <w:r>
        <w:t xml:space="preserve"> ; </w:t>
      </w:r>
      <w:r w:rsidR="00B27708">
        <w:t xml:space="preserve">au génie de René </w:t>
      </w:r>
      <w:proofErr w:type="spellStart"/>
      <w:r w:rsidR="00B27708">
        <w:t>Lesmond</w:t>
      </w:r>
      <w:proofErr w:type="spellEnd"/>
      <w:r>
        <w:t xml:space="preserve">, </w:t>
      </w:r>
      <w:r w:rsidR="00B27708">
        <w:t>à qui l</w:t>
      </w:r>
      <w:r>
        <w:t>’</w:t>
      </w:r>
      <w:r w:rsidR="00B27708">
        <w:t>on doit sa découverte</w:t>
      </w:r>
      <w:r>
        <w:t xml:space="preserve"> ; </w:t>
      </w:r>
      <w:r w:rsidR="00B27708">
        <w:t>à notre chef</w:t>
      </w:r>
      <w:r>
        <w:t xml:space="preserve">, </w:t>
      </w:r>
      <w:r w:rsidR="00B27708">
        <w:t>enfin</w:t>
      </w:r>
      <w:r>
        <w:t xml:space="preserve">, </w:t>
      </w:r>
      <w:r w:rsidR="00B27708">
        <w:t xml:space="preserve">à Pierre </w:t>
      </w:r>
      <w:proofErr w:type="spellStart"/>
      <w:r w:rsidR="00B27708">
        <w:t>Saravine</w:t>
      </w:r>
      <w:proofErr w:type="spellEnd"/>
      <w:r>
        <w:t xml:space="preserve">, </w:t>
      </w:r>
      <w:r w:rsidR="00B27708">
        <w:t>au créateur du merveilleux engin</w:t>
      </w:r>
      <w:r>
        <w:t xml:space="preserve">, </w:t>
      </w:r>
      <w:r w:rsidR="00B27708">
        <w:t>qui nous a conduit en ce monde fantastique</w:t>
      </w:r>
      <w:r>
        <w:t xml:space="preserve">, </w:t>
      </w:r>
      <w:r w:rsidR="00B27708">
        <w:t>et qui nous a fait atterrir sur la planète de cristal</w:t>
      </w:r>
      <w:r>
        <w:t> !…</w:t>
      </w:r>
    </w:p>
    <w:p w14:paraId="21CBBE96" w14:textId="77777777" w:rsidR="00987D49" w:rsidRDefault="00B27708" w:rsidP="00B27708">
      <w:r>
        <w:t>C</w:t>
      </w:r>
      <w:r w:rsidR="00987D49">
        <w:t>’</w:t>
      </w:r>
      <w:r>
        <w:t>était là</w:t>
      </w:r>
      <w:r w:rsidR="00987D49">
        <w:t xml:space="preserve">, </w:t>
      </w:r>
      <w:r>
        <w:t>j</w:t>
      </w:r>
      <w:r w:rsidR="00987D49">
        <w:t>’</w:t>
      </w:r>
      <w:r>
        <w:t>imagine</w:t>
      </w:r>
      <w:r w:rsidR="00987D49">
        <w:t xml:space="preserve">, </w:t>
      </w:r>
      <w:r>
        <w:t>un petit speech assez bien tourné</w:t>
      </w:r>
      <w:r w:rsidR="00987D49">
        <w:t xml:space="preserve">, </w:t>
      </w:r>
      <w:r>
        <w:t>et qui méritait l</w:t>
      </w:r>
      <w:r w:rsidR="00987D49">
        <w:t>’</w:t>
      </w:r>
      <w:r>
        <w:t>approbation unanime</w:t>
      </w:r>
      <w:r w:rsidR="00987D49">
        <w:t xml:space="preserve">. </w:t>
      </w:r>
      <w:r>
        <w:t>Il me valut seulement un petit sourire amical et gentil de la chère Hélène</w:t>
      </w:r>
      <w:r w:rsidR="00987D49">
        <w:t xml:space="preserve">, </w:t>
      </w:r>
      <w:r>
        <w:t>qui choqua son gobelet contre le mien</w:t>
      </w:r>
      <w:r w:rsidR="00987D49">
        <w:t xml:space="preserve">, </w:t>
      </w:r>
      <w:r>
        <w:t>et un salut assez bref de René</w:t>
      </w:r>
      <w:r w:rsidR="00987D49">
        <w:t xml:space="preserve">, </w:t>
      </w:r>
      <w:r>
        <w:t>un de ces minces hochements de tête</w:t>
      </w:r>
      <w:r w:rsidR="00987D49">
        <w:t xml:space="preserve">, </w:t>
      </w:r>
      <w:r>
        <w:t>qui manquent de chaleur</w:t>
      </w:r>
      <w:r w:rsidR="00987D49">
        <w:t xml:space="preserve">. </w:t>
      </w:r>
      <w:r>
        <w:t>Quant à Pierre</w:t>
      </w:r>
      <w:r w:rsidR="00987D49">
        <w:t xml:space="preserve">, </w:t>
      </w:r>
      <w:r>
        <w:t>plongé dans ses réflexions</w:t>
      </w:r>
      <w:r w:rsidR="00987D49">
        <w:t xml:space="preserve">, </w:t>
      </w:r>
      <w:r>
        <w:t>il ne manifesta point qu</w:t>
      </w:r>
      <w:r w:rsidR="00987D49">
        <w:t>’</w:t>
      </w:r>
      <w:r>
        <w:t>il eût entendu</w:t>
      </w:r>
      <w:r w:rsidR="00987D49">
        <w:t xml:space="preserve">… </w:t>
      </w:r>
      <w:r>
        <w:t>C</w:t>
      </w:r>
      <w:r w:rsidR="00987D49">
        <w:t>’</w:t>
      </w:r>
      <w:r>
        <w:t>était bien la peine de me montrer éloquent</w:t>
      </w:r>
      <w:r w:rsidR="00987D49">
        <w:t> !…</w:t>
      </w:r>
    </w:p>
    <w:p w14:paraId="65EE2260" w14:textId="77777777" w:rsidR="00987D49" w:rsidRDefault="00B27708" w:rsidP="00B27708">
      <w:proofErr w:type="spellStart"/>
      <w:r>
        <w:t>Grimaille</w:t>
      </w:r>
      <w:proofErr w:type="spellEnd"/>
      <w:r>
        <w:t xml:space="preserve"> et son âme damnée eurent le même petit ricanement ironique et je devinai ce qu</w:t>
      </w:r>
      <w:r w:rsidR="00987D49">
        <w:t>’</w:t>
      </w:r>
      <w:r>
        <w:t>ils pensaient</w:t>
      </w:r>
      <w:r w:rsidR="00987D49">
        <w:t> :</w:t>
      </w:r>
    </w:p>
    <w:p w14:paraId="37DBF00E" w14:textId="77777777" w:rsidR="00987D49" w:rsidRDefault="00987D49" w:rsidP="00B27708">
      <w:r>
        <w:t>« </w:t>
      </w:r>
      <w:r w:rsidR="00B27708">
        <w:t>Sans la commandite qui leur a été bénévolement consentie</w:t>
      </w:r>
      <w:r>
        <w:t xml:space="preserve">, </w:t>
      </w:r>
      <w:r w:rsidR="00B27708">
        <w:t>les deux hommes de génie louangés par cet avocat rayé du barreau</w:t>
      </w:r>
      <w:r>
        <w:t xml:space="preserve">, </w:t>
      </w:r>
      <w:r w:rsidR="00B27708">
        <w:t>seraient encore sur la Terre</w:t>
      </w:r>
      <w:r>
        <w:t xml:space="preserve">, </w:t>
      </w:r>
      <w:r w:rsidR="00B27708">
        <w:t>à essayer de gagner leur misérable vie</w:t>
      </w:r>
      <w:r>
        <w:t xml:space="preserve"> »… </w:t>
      </w:r>
      <w:r w:rsidR="00B27708">
        <w:t>Si tels n</w:t>
      </w:r>
      <w:r>
        <w:t>’</w:t>
      </w:r>
      <w:r w:rsidR="00B27708">
        <w:t>étaient pas les termes</w:t>
      </w:r>
      <w:r>
        <w:t xml:space="preserve">, </w:t>
      </w:r>
      <w:r w:rsidR="00B27708">
        <w:t>c</w:t>
      </w:r>
      <w:r>
        <w:t>’</w:t>
      </w:r>
      <w:r w:rsidR="00B27708">
        <w:t>était assurément l</w:t>
      </w:r>
      <w:r>
        <w:t>’</w:t>
      </w:r>
      <w:r w:rsidR="00B27708">
        <w:t>esprit qui les animait</w:t>
      </w:r>
      <w:r>
        <w:t xml:space="preserve">. </w:t>
      </w:r>
      <w:r w:rsidR="00B27708">
        <w:t>J</w:t>
      </w:r>
      <w:r>
        <w:t>’</w:t>
      </w:r>
      <w:r w:rsidR="00B27708">
        <w:t>en eus aussitôt la preuve</w:t>
      </w:r>
      <w:r>
        <w:t xml:space="preserve">, </w:t>
      </w:r>
      <w:r w:rsidR="00B27708">
        <w:t>lorsque Fernand</w:t>
      </w:r>
      <w:r>
        <w:t xml:space="preserve">, </w:t>
      </w:r>
      <w:r w:rsidR="00B27708">
        <w:t>se servant une seconde rasade</w:t>
      </w:r>
      <w:r>
        <w:t xml:space="preserve">, </w:t>
      </w:r>
      <w:r w:rsidR="00B27708">
        <w:t>répliqua par un autre toast</w:t>
      </w:r>
      <w:r>
        <w:t> :</w:t>
      </w:r>
    </w:p>
    <w:p w14:paraId="6FBADA30" w14:textId="77777777" w:rsidR="00987D49" w:rsidRDefault="00987D49" w:rsidP="00B27708">
      <w:r>
        <w:rPr>
          <w:rFonts w:eastAsia="Georgia"/>
        </w:rPr>
        <w:t>— </w:t>
      </w:r>
      <w:r w:rsidR="00B27708">
        <w:t>Je bois à l</w:t>
      </w:r>
      <w:r>
        <w:t>’</w:t>
      </w:r>
      <w:r w:rsidR="00B27708">
        <w:t>homme généreux et clairvoyant qui a risqué une fortune pour permettre de construire l</w:t>
      </w:r>
      <w:r>
        <w:t>’</w:t>
      </w:r>
      <w:r w:rsidR="00B27708">
        <w:t>astronef dans lequel sont réalisés les travaux de tant de chercheurs qui rêvaient</w:t>
      </w:r>
      <w:r>
        <w:t xml:space="preserve">, </w:t>
      </w:r>
      <w:r w:rsidR="00B27708">
        <w:t>comme cet homme</w:t>
      </w:r>
      <w:r>
        <w:t xml:space="preserve">, </w:t>
      </w:r>
      <w:r w:rsidR="00B27708">
        <w:t>de s</w:t>
      </w:r>
      <w:r>
        <w:t>’</w:t>
      </w:r>
      <w:r w:rsidR="00B27708">
        <w:t>évader d</w:t>
      </w:r>
      <w:r>
        <w:t>’</w:t>
      </w:r>
      <w:r w:rsidR="00B27708">
        <w:t>un séjour trop connu</w:t>
      </w:r>
      <w:r>
        <w:t>…</w:t>
      </w:r>
    </w:p>
    <w:p w14:paraId="3EF04FCC" w14:textId="77777777" w:rsidR="00987D49" w:rsidRDefault="00B27708" w:rsidP="00B27708">
      <w:r>
        <w:t>Évidemment</w:t>
      </w:r>
      <w:r w:rsidR="00987D49">
        <w:t xml:space="preserve">, </w:t>
      </w:r>
      <w:proofErr w:type="spellStart"/>
      <w:r>
        <w:t>Grimaille</w:t>
      </w:r>
      <w:proofErr w:type="spellEnd"/>
      <w:r>
        <w:t xml:space="preserve"> avait donné l</w:t>
      </w:r>
      <w:r w:rsidR="00987D49">
        <w:t>’</w:t>
      </w:r>
      <w:r>
        <w:t>argent</w:t>
      </w:r>
      <w:r w:rsidR="00987D49">
        <w:t xml:space="preserve">. </w:t>
      </w:r>
      <w:r>
        <w:t>Évidemment Pierre avait profité des études de ses prédécesseurs en astronautique</w:t>
      </w:r>
      <w:r w:rsidR="00987D49">
        <w:t xml:space="preserve">. </w:t>
      </w:r>
      <w:r>
        <w:t>Mais c</w:t>
      </w:r>
      <w:r w:rsidR="00987D49">
        <w:t>’</w:t>
      </w:r>
      <w:r>
        <w:t>était tout de même ce dernier qui avait mis au point la fusée interplanétaire et c</w:t>
      </w:r>
      <w:r w:rsidR="00987D49">
        <w:t>’</w:t>
      </w:r>
      <w:r>
        <w:t>était René qui avait tracé la route vers le second satellite dont il avait découvert et proclamé l</w:t>
      </w:r>
      <w:r w:rsidR="00987D49">
        <w:t>’</w:t>
      </w:r>
      <w:r>
        <w:t>existence</w:t>
      </w:r>
      <w:r w:rsidR="00987D49">
        <w:t>…</w:t>
      </w:r>
    </w:p>
    <w:p w14:paraId="316CE6DD" w14:textId="77777777" w:rsidR="00987D49" w:rsidRDefault="00B27708" w:rsidP="00B27708">
      <w:r>
        <w:lastRenderedPageBreak/>
        <w:t>Qu</w:t>
      </w:r>
      <w:r w:rsidR="00987D49">
        <w:t>’</w:t>
      </w:r>
      <w:r>
        <w:t>était l</w:t>
      </w:r>
      <w:r w:rsidR="00987D49">
        <w:t>’</w:t>
      </w:r>
      <w:r>
        <w:t>argent auprès de cela</w:t>
      </w:r>
      <w:r w:rsidR="00987D49">
        <w:t xml:space="preserve"> ? </w:t>
      </w:r>
      <w:r>
        <w:t>Je n</w:t>
      </w:r>
      <w:r w:rsidR="00987D49">
        <w:t>’</w:t>
      </w:r>
      <w:r>
        <w:t>osai</w:t>
      </w:r>
      <w:r w:rsidR="00987D49">
        <w:t xml:space="preserve">, </w:t>
      </w:r>
      <w:r>
        <w:t>toutefois</w:t>
      </w:r>
      <w:r w:rsidR="00987D49">
        <w:t xml:space="preserve">, </w:t>
      </w:r>
      <w:r>
        <w:t>refuser de choquer mon gobelet contre ceux de Fernand et de son patron</w:t>
      </w:r>
      <w:r w:rsidR="00987D49">
        <w:t xml:space="preserve">. </w:t>
      </w:r>
      <w:r>
        <w:t>Mais Hélène eut plus de cran</w:t>
      </w:r>
      <w:r w:rsidR="00987D49">
        <w:t xml:space="preserve">. </w:t>
      </w:r>
      <w:r>
        <w:t>Elle posa son gobelet sur la table et resta immobile</w:t>
      </w:r>
      <w:r w:rsidR="00987D49">
        <w:t xml:space="preserve">. </w:t>
      </w:r>
      <w:r>
        <w:t>Pierre et René firent comme s</w:t>
      </w:r>
      <w:r w:rsidR="00987D49">
        <w:t>’</w:t>
      </w:r>
      <w:r>
        <w:t>ils n</w:t>
      </w:r>
      <w:r w:rsidR="00987D49">
        <w:t>’</w:t>
      </w:r>
      <w:r>
        <w:t>eussent pas entendu la proposition de Fernand</w:t>
      </w:r>
      <w:r w:rsidR="00987D49">
        <w:t>…</w:t>
      </w:r>
    </w:p>
    <w:p w14:paraId="1C4AC6A5" w14:textId="77777777" w:rsidR="00987D49" w:rsidRDefault="00B27708" w:rsidP="00B27708">
      <w:r>
        <w:t>Encore une fois</w:t>
      </w:r>
      <w:r w:rsidR="00987D49">
        <w:t xml:space="preserve">, </w:t>
      </w:r>
      <w:r>
        <w:t>je me suis étendu sur des détails plutôt mesquins</w:t>
      </w:r>
      <w:r w:rsidR="00987D49">
        <w:t xml:space="preserve">. </w:t>
      </w:r>
      <w:r>
        <w:t>Mais ces détails m</w:t>
      </w:r>
      <w:r w:rsidR="00987D49">
        <w:t>’</w:t>
      </w:r>
      <w:r>
        <w:t>apparaissent maintenant importants à la lueur des événements qui suivirent et qu</w:t>
      </w:r>
      <w:r w:rsidR="00987D49">
        <w:t>’</w:t>
      </w:r>
      <w:r>
        <w:t>ils auraient dû me faire prévoir</w:t>
      </w:r>
      <w:r w:rsidR="00987D49">
        <w:t>…</w:t>
      </w:r>
    </w:p>
    <w:p w14:paraId="2B792187" w14:textId="77777777" w:rsidR="00987D49" w:rsidRDefault="00B27708" w:rsidP="00B27708">
      <w:r>
        <w:t>La rasade de fine champagne</w:t>
      </w:r>
      <w:r w:rsidR="00987D49">
        <w:t xml:space="preserve"> – </w:t>
      </w:r>
      <w:r>
        <w:t>double pour Fernand</w:t>
      </w:r>
      <w:r w:rsidR="00987D49">
        <w:t xml:space="preserve"> – </w:t>
      </w:r>
      <w:r>
        <w:t>servit d</w:t>
      </w:r>
      <w:r w:rsidR="00987D49">
        <w:t>’</w:t>
      </w:r>
      <w:r>
        <w:t>apéritif au repas plus substantiel que prépara rapidement Hélène</w:t>
      </w:r>
      <w:r w:rsidR="00987D49">
        <w:t xml:space="preserve">, </w:t>
      </w:r>
      <w:r>
        <w:t>et tout l</w:t>
      </w:r>
      <w:r w:rsidR="00987D49">
        <w:t>’</w:t>
      </w:r>
      <w:r>
        <w:t>équipage se restaura solidement</w:t>
      </w:r>
      <w:r w:rsidR="00987D49">
        <w:t xml:space="preserve">. </w:t>
      </w:r>
      <w:r>
        <w:t>Ce repas ne fut troublé par aucun autre incident</w:t>
      </w:r>
      <w:r w:rsidR="00987D49">
        <w:t xml:space="preserve">. </w:t>
      </w:r>
      <w:r>
        <w:t>La conversation ne fut pas aussi animée que l</w:t>
      </w:r>
      <w:r w:rsidR="00987D49">
        <w:t>’</w:t>
      </w:r>
      <w:r>
        <w:t>on pourrait le croire</w:t>
      </w:r>
      <w:r w:rsidR="00987D49">
        <w:t xml:space="preserve">, </w:t>
      </w:r>
      <w:r>
        <w:t>en cette heure pourtant exaltante</w:t>
      </w:r>
      <w:r w:rsidR="00987D49">
        <w:t xml:space="preserve">. </w:t>
      </w:r>
      <w:r>
        <w:t>Ce fut presque entièrement un long monologue de Pierre</w:t>
      </w:r>
      <w:r w:rsidR="00987D49">
        <w:t xml:space="preserve">, </w:t>
      </w:r>
      <w:r>
        <w:t>sur la manière de s</w:t>
      </w:r>
      <w:r w:rsidR="00987D49">
        <w:t>’</w:t>
      </w:r>
      <w:r>
        <w:t>équiper</w:t>
      </w:r>
      <w:r w:rsidR="00987D49">
        <w:t>.</w:t>
      </w:r>
    </w:p>
    <w:p w14:paraId="09C60944" w14:textId="77777777" w:rsidR="00987D49" w:rsidRDefault="00B27708" w:rsidP="00B27708">
      <w:r>
        <w:t>Malgré toute l</w:t>
      </w:r>
      <w:r w:rsidR="00987D49">
        <w:t>’</w:t>
      </w:r>
      <w:r>
        <w:t>admiration que je professais pour l</w:t>
      </w:r>
      <w:r w:rsidR="00987D49">
        <w:t>’</w:t>
      </w:r>
      <w:r>
        <w:t>ingénieur</w:t>
      </w:r>
      <w:r w:rsidR="00987D49">
        <w:t xml:space="preserve">, </w:t>
      </w:r>
      <w:r>
        <w:t>je trouvai ses conseils un peu longs</w:t>
      </w:r>
      <w:r w:rsidR="00987D49">
        <w:t xml:space="preserve">, </w:t>
      </w:r>
      <w:r>
        <w:t>sinon superflus</w:t>
      </w:r>
      <w:r w:rsidR="00987D49">
        <w:t>.</w:t>
      </w:r>
    </w:p>
    <w:p w14:paraId="70085F43" w14:textId="77777777" w:rsidR="00987D49" w:rsidRDefault="00B27708" w:rsidP="00B27708">
      <w:r>
        <w:t>Avant le départ</w:t>
      </w:r>
      <w:r w:rsidR="00987D49">
        <w:t xml:space="preserve">, </w:t>
      </w:r>
      <w:r>
        <w:t>chacun de nous avait</w:t>
      </w:r>
      <w:r w:rsidR="00987D49">
        <w:t xml:space="preserve">, </w:t>
      </w:r>
      <w:r>
        <w:t>à plusieurs reprises</w:t>
      </w:r>
      <w:r w:rsidR="00987D49">
        <w:t xml:space="preserve">, </w:t>
      </w:r>
      <w:r>
        <w:t>ajusté son appareil respiratoire et s</w:t>
      </w:r>
      <w:r w:rsidR="00987D49">
        <w:t>’</w:t>
      </w:r>
      <w:r>
        <w:t>était entraîné à le porter</w:t>
      </w:r>
      <w:r w:rsidR="00987D49">
        <w:t xml:space="preserve">, </w:t>
      </w:r>
      <w:r>
        <w:t>dans un local où l</w:t>
      </w:r>
      <w:r w:rsidR="00987D49">
        <w:t>’</w:t>
      </w:r>
      <w:r>
        <w:t>air avait été raréfié au maximum</w:t>
      </w:r>
      <w:r w:rsidR="00987D49">
        <w:t>.</w:t>
      </w:r>
    </w:p>
    <w:p w14:paraId="5F28937D" w14:textId="77777777" w:rsidR="00987D49" w:rsidRDefault="00B27708" w:rsidP="00B27708">
      <w:r>
        <w:t>Cet appareil comporte un masque semblable à ceux qui ont pour but la protection contre les gaz asphyxiants</w:t>
      </w:r>
      <w:r w:rsidR="00987D49">
        <w:t xml:space="preserve">. </w:t>
      </w:r>
      <w:r>
        <w:t>Un tuyau souple aboutit à l</w:t>
      </w:r>
      <w:r w:rsidR="00987D49">
        <w:t>’</w:t>
      </w:r>
      <w:r>
        <w:t>intérieur du masque</w:t>
      </w:r>
      <w:r w:rsidR="00987D49">
        <w:t xml:space="preserve">, </w:t>
      </w:r>
      <w:r>
        <w:t>qu</w:t>
      </w:r>
      <w:r w:rsidR="00987D49">
        <w:t>’</w:t>
      </w:r>
      <w:r>
        <w:t>il relie avec un réservoir porté sur les épaules</w:t>
      </w:r>
      <w:r w:rsidR="00987D49">
        <w:t xml:space="preserve">, </w:t>
      </w:r>
      <w:r>
        <w:t>et qui contient une provision d</w:t>
      </w:r>
      <w:r w:rsidR="00987D49">
        <w:t>’</w:t>
      </w:r>
      <w:r>
        <w:t>air comprimé suffisante pour plusieurs heures</w:t>
      </w:r>
      <w:r w:rsidR="00987D49">
        <w:t xml:space="preserve">. </w:t>
      </w:r>
      <w:r>
        <w:t>Un dispositif spécial permet de ramener ce gaz à la pression normale avant de l</w:t>
      </w:r>
      <w:r w:rsidR="00987D49">
        <w:t>’</w:t>
      </w:r>
      <w:r>
        <w:t>envoyer par le tuyau</w:t>
      </w:r>
      <w:r w:rsidR="00987D49">
        <w:t xml:space="preserve">. </w:t>
      </w:r>
      <w:r>
        <w:t>L</w:t>
      </w:r>
      <w:r w:rsidR="00987D49">
        <w:t>’</w:t>
      </w:r>
      <w:r>
        <w:t>évacuation de l</w:t>
      </w:r>
      <w:r w:rsidR="00987D49">
        <w:t>’</w:t>
      </w:r>
      <w:r>
        <w:t>air respiré est assurée automatiquement par un système à soupapes</w:t>
      </w:r>
      <w:r w:rsidR="00987D49">
        <w:t xml:space="preserve">. </w:t>
      </w:r>
      <w:r>
        <w:t xml:space="preserve">Quant à la protection contre le froid nous la demandâmes à des </w:t>
      </w:r>
      <w:r>
        <w:lastRenderedPageBreak/>
        <w:t>lainages et des vêtements fourrés imperméables</w:t>
      </w:r>
      <w:r w:rsidR="00987D49">
        <w:t xml:space="preserve">, </w:t>
      </w:r>
      <w:r>
        <w:t>qui nous firent ressembler</w:t>
      </w:r>
      <w:r w:rsidR="00987D49">
        <w:t xml:space="preserve">, </w:t>
      </w:r>
      <w:r>
        <w:t>une fois endossés</w:t>
      </w:r>
      <w:r w:rsidR="00987D49">
        <w:t xml:space="preserve">, </w:t>
      </w:r>
      <w:r>
        <w:t>à des ours polaires</w:t>
      </w:r>
      <w:r w:rsidR="00987D49">
        <w:t>…</w:t>
      </w:r>
    </w:p>
    <w:p w14:paraId="01546F4B" w14:textId="77777777" w:rsidR="00987D49" w:rsidRDefault="00987D49" w:rsidP="00B27708">
      <w:r>
        <w:rPr>
          <w:rFonts w:eastAsia="Georgia"/>
        </w:rPr>
        <w:t>— </w:t>
      </w:r>
      <w:r w:rsidR="00B27708">
        <w:t>Il ne faut pas</w:t>
      </w:r>
      <w:r>
        <w:t xml:space="preserve">, </w:t>
      </w:r>
      <w:r w:rsidR="00B27708">
        <w:t>ordonna enfin Pierre</w:t>
      </w:r>
      <w:r>
        <w:t xml:space="preserve">, </w:t>
      </w:r>
      <w:r w:rsidR="00B27708">
        <w:t>que nous sortions tous ensemble</w:t>
      </w:r>
      <w:r>
        <w:t xml:space="preserve">. </w:t>
      </w:r>
      <w:r w:rsidR="00B27708">
        <w:t>La moitié au moins de notre petite troupe</w:t>
      </w:r>
      <w:r>
        <w:t xml:space="preserve">, </w:t>
      </w:r>
      <w:r w:rsidR="00B27708">
        <w:t xml:space="preserve">doit rester de garde dans le </w:t>
      </w:r>
      <w:r>
        <w:t>« </w:t>
      </w:r>
      <w:r w:rsidR="00B27708">
        <w:t>Bolide</w:t>
      </w:r>
      <w:r>
        <w:t xml:space="preserve"> », </w:t>
      </w:r>
      <w:r w:rsidR="00B27708">
        <w:t>quand ce ne serait que pour aider au passage des autres dans l</w:t>
      </w:r>
      <w:r>
        <w:t>’</w:t>
      </w:r>
      <w:r w:rsidR="00B27708">
        <w:t>écluse d</w:t>
      </w:r>
      <w:r>
        <w:t>’</w:t>
      </w:r>
      <w:r w:rsidR="00B27708">
        <w:t>air</w:t>
      </w:r>
      <w:r>
        <w:t xml:space="preserve">, </w:t>
      </w:r>
      <w:r w:rsidR="00B27708">
        <w:t>mais surtout pour parer à tout incident imprévu</w:t>
      </w:r>
      <w:r>
        <w:t xml:space="preserve">. </w:t>
      </w:r>
      <w:r w:rsidR="00B27708">
        <w:t>D</w:t>
      </w:r>
      <w:r>
        <w:t>’</w:t>
      </w:r>
      <w:r w:rsidR="00B27708">
        <w:t>autre part</w:t>
      </w:r>
      <w:r>
        <w:t xml:space="preserve">, </w:t>
      </w:r>
      <w:r w:rsidR="00B27708">
        <w:t>il est interdit aux membres de l</w:t>
      </w:r>
      <w:r>
        <w:t>’</w:t>
      </w:r>
      <w:r w:rsidR="00B27708">
        <w:t>expédition de s</w:t>
      </w:r>
      <w:r>
        <w:t>’</w:t>
      </w:r>
      <w:r w:rsidR="00B27708">
        <w:t>éloigner trop de l</w:t>
      </w:r>
      <w:r>
        <w:t>’</w:t>
      </w:r>
      <w:r w:rsidR="00B27708">
        <w:t>astronef</w:t>
      </w:r>
      <w:r>
        <w:t xml:space="preserve">. </w:t>
      </w:r>
      <w:r w:rsidR="00B27708">
        <w:t>C</w:t>
      </w:r>
      <w:r>
        <w:t>’</w:t>
      </w:r>
      <w:r w:rsidR="00B27708">
        <w:t>est pour eux une question de sécurité</w:t>
      </w:r>
      <w:r>
        <w:t xml:space="preserve">. </w:t>
      </w:r>
      <w:r w:rsidR="00B27708">
        <w:t>Cette première excursion devra être</w:t>
      </w:r>
      <w:r>
        <w:t xml:space="preserve">, </w:t>
      </w:r>
      <w:r w:rsidR="00B27708">
        <w:t>d</w:t>
      </w:r>
      <w:r>
        <w:t>’</w:t>
      </w:r>
      <w:r w:rsidR="00B27708">
        <w:t>ailleurs</w:t>
      </w:r>
      <w:r>
        <w:t xml:space="preserve">, </w:t>
      </w:r>
      <w:r w:rsidR="00B27708">
        <w:t>très courte</w:t>
      </w:r>
      <w:r>
        <w:t xml:space="preserve">. </w:t>
      </w:r>
      <w:r w:rsidR="00B27708">
        <w:t>Il ne sera emporté que l</w:t>
      </w:r>
      <w:r>
        <w:t>’</w:t>
      </w:r>
      <w:r w:rsidR="00B27708">
        <w:t>appareil photographique et la caméra</w:t>
      </w:r>
      <w:r>
        <w:t xml:space="preserve">. </w:t>
      </w:r>
      <w:r w:rsidR="00B27708">
        <w:t>Les instruments destinés à l</w:t>
      </w:r>
      <w:r>
        <w:t>’</w:t>
      </w:r>
      <w:r w:rsidR="00B27708">
        <w:t>examen géologique et aux mesures trigonométriques ne seront utilisés qu</w:t>
      </w:r>
      <w:r>
        <w:t>’</w:t>
      </w:r>
      <w:r w:rsidR="00B27708">
        <w:t>à la prochaine sortie</w:t>
      </w:r>
      <w:r>
        <w:t xml:space="preserve">. </w:t>
      </w:r>
      <w:r w:rsidR="00B27708">
        <w:t>Qui veut faire partie de la première</w:t>
      </w:r>
      <w:r>
        <w:t> ?</w:t>
      </w:r>
    </w:p>
    <w:p w14:paraId="312953DC" w14:textId="77777777" w:rsidR="00987D49" w:rsidRDefault="00B27708" w:rsidP="00B27708">
      <w:r>
        <w:t>Tous ensemble</w:t>
      </w:r>
      <w:r w:rsidR="00987D49">
        <w:t xml:space="preserve">, </w:t>
      </w:r>
      <w:r>
        <w:t>les membres de l</w:t>
      </w:r>
      <w:r w:rsidR="00987D49">
        <w:t>’</w:t>
      </w:r>
      <w:r>
        <w:t>équipage répondirent</w:t>
      </w:r>
      <w:r w:rsidR="00987D49">
        <w:t> : « </w:t>
      </w:r>
      <w:r>
        <w:t>Moi</w:t>
      </w:r>
      <w:r w:rsidR="00987D49">
        <w:t> ! ».</w:t>
      </w:r>
    </w:p>
    <w:p w14:paraId="4C11C62D" w14:textId="77777777" w:rsidR="00987D49" w:rsidRDefault="00B27708" w:rsidP="00B27708">
      <w:r>
        <w:t xml:space="preserve">Cette hâte à fouler enfin le sol de </w:t>
      </w:r>
      <w:r w:rsidR="00987D49">
        <w:t>Phœbé II</w:t>
      </w:r>
      <w:r>
        <w:t xml:space="preserve"> était assez naturelle pour que Pierre ne s</w:t>
      </w:r>
      <w:r w:rsidR="00987D49">
        <w:t>’</w:t>
      </w:r>
      <w:r>
        <w:t>en fâchât point</w:t>
      </w:r>
      <w:r w:rsidR="00987D49">
        <w:t>.</w:t>
      </w:r>
    </w:p>
    <w:p w14:paraId="6F36465D" w14:textId="77777777" w:rsidR="00987D49" w:rsidRDefault="00987D49" w:rsidP="00B27708">
      <w:r>
        <w:rPr>
          <w:rFonts w:eastAsia="Georgia"/>
        </w:rPr>
        <w:t>— </w:t>
      </w:r>
      <w:r w:rsidR="00B27708">
        <w:t>C</w:t>
      </w:r>
      <w:r>
        <w:t>’</w:t>
      </w:r>
      <w:r w:rsidR="00B27708">
        <w:t>est bien</w:t>
      </w:r>
      <w:r>
        <w:t xml:space="preserve">, </w:t>
      </w:r>
      <w:r w:rsidR="00B27708">
        <w:t>dit-il</w:t>
      </w:r>
      <w:r>
        <w:t xml:space="preserve">. </w:t>
      </w:r>
      <w:r w:rsidR="00B27708">
        <w:t>Je resterai</w:t>
      </w:r>
      <w:r>
        <w:t xml:space="preserve">. </w:t>
      </w:r>
      <w:r w:rsidR="00B27708">
        <w:t>Mais qui veut rester avec moi</w:t>
      </w:r>
      <w:r>
        <w:t> ?</w:t>
      </w:r>
    </w:p>
    <w:p w14:paraId="0F1CD78B" w14:textId="77777777" w:rsidR="00987D49" w:rsidRDefault="00B27708" w:rsidP="00B27708">
      <w:r>
        <w:t>J</w:t>
      </w:r>
      <w:r w:rsidR="00987D49">
        <w:t>’</w:t>
      </w:r>
      <w:r>
        <w:t>ouvris la bouche pour me proposer</w:t>
      </w:r>
      <w:r w:rsidR="00987D49">
        <w:t xml:space="preserve">. </w:t>
      </w:r>
      <w:r>
        <w:t>Mais Hélène me devança</w:t>
      </w:r>
      <w:r w:rsidR="00987D49">
        <w:t>.</w:t>
      </w:r>
    </w:p>
    <w:p w14:paraId="00F265D5" w14:textId="77777777" w:rsidR="00987D49" w:rsidRDefault="00987D49" w:rsidP="00B27708">
      <w:r>
        <w:rPr>
          <w:rFonts w:eastAsia="Georgia"/>
        </w:rPr>
        <w:t>— </w:t>
      </w:r>
      <w:r w:rsidR="00B27708">
        <w:t>Je ne vous quitterai pas</w:t>
      </w:r>
      <w:r>
        <w:t xml:space="preserve">, </w:t>
      </w:r>
      <w:r w:rsidR="00B27708">
        <w:t>mon cher Pierre</w:t>
      </w:r>
      <w:r>
        <w:t xml:space="preserve">, </w:t>
      </w:r>
      <w:r w:rsidR="00B27708">
        <w:t>dit-elle</w:t>
      </w:r>
      <w:r>
        <w:t>.</w:t>
      </w:r>
    </w:p>
    <w:p w14:paraId="27FB7342" w14:textId="77777777" w:rsidR="00987D49" w:rsidRDefault="00B27708" w:rsidP="00B27708">
      <w:r>
        <w:t>Après elle seulement</w:t>
      </w:r>
      <w:r w:rsidR="00987D49">
        <w:t xml:space="preserve">, </w:t>
      </w:r>
      <w:r>
        <w:t>je déclarai</w:t>
      </w:r>
      <w:r w:rsidR="00987D49">
        <w:t> :</w:t>
      </w:r>
    </w:p>
    <w:p w14:paraId="26C8A37F" w14:textId="77777777" w:rsidR="00987D49" w:rsidRDefault="00987D49" w:rsidP="00B27708">
      <w:r>
        <w:rPr>
          <w:rFonts w:eastAsia="Georgia"/>
        </w:rPr>
        <w:t>— </w:t>
      </w:r>
      <w:r w:rsidR="00B27708">
        <w:t>Je serai de la sortie suivante</w:t>
      </w:r>
      <w:r>
        <w:t>.</w:t>
      </w:r>
    </w:p>
    <w:p w14:paraId="615408C4" w14:textId="77777777" w:rsidR="00987D49" w:rsidRDefault="00B27708" w:rsidP="00B27708">
      <w:r>
        <w:t>Pierre parut approuver cette décision</w:t>
      </w:r>
      <w:r w:rsidR="00987D49">
        <w:t xml:space="preserve">, </w:t>
      </w:r>
      <w:r>
        <w:t>qui formait deux équipes</w:t>
      </w:r>
      <w:r w:rsidR="00987D49">
        <w:t xml:space="preserve">, </w:t>
      </w:r>
      <w:r>
        <w:t>ou deux bordées</w:t>
      </w:r>
      <w:r w:rsidR="00987D49">
        <w:t xml:space="preserve">, </w:t>
      </w:r>
      <w:r>
        <w:t>comme on dit sur un bateau</w:t>
      </w:r>
      <w:r w:rsidR="00987D49">
        <w:t xml:space="preserve">. </w:t>
      </w:r>
      <w:r>
        <w:t>Il conclut</w:t>
      </w:r>
      <w:r w:rsidR="00987D49">
        <w:t> :</w:t>
      </w:r>
    </w:p>
    <w:p w14:paraId="2FB9BB40" w14:textId="77777777" w:rsidR="00987D49" w:rsidRDefault="00987D49" w:rsidP="00B27708">
      <w:r>
        <w:rPr>
          <w:rFonts w:eastAsia="Georgia"/>
        </w:rPr>
        <w:t>— </w:t>
      </w:r>
      <w:r w:rsidR="00B27708">
        <w:t>C</w:t>
      </w:r>
      <w:r>
        <w:t>’</w:t>
      </w:r>
      <w:r w:rsidR="00B27708">
        <w:t>est parfait</w:t>
      </w:r>
      <w:r>
        <w:t xml:space="preserve">. </w:t>
      </w:r>
      <w:r w:rsidR="00B27708">
        <w:t xml:space="preserve">Il y aura la bordée </w:t>
      </w:r>
      <w:proofErr w:type="spellStart"/>
      <w:r w:rsidR="00B27708">
        <w:t>Lesmond</w:t>
      </w:r>
      <w:proofErr w:type="spellEnd"/>
      <w:r>
        <w:t xml:space="preserve">, </w:t>
      </w:r>
      <w:r w:rsidR="00B27708">
        <w:t>qui comprendra</w:t>
      </w:r>
      <w:r>
        <w:t xml:space="preserve">, </w:t>
      </w:r>
      <w:r w:rsidR="00B27708">
        <w:t>sous la conduite de René</w:t>
      </w:r>
      <w:r>
        <w:t xml:space="preserve">, </w:t>
      </w:r>
      <w:proofErr w:type="spellStart"/>
      <w:r w:rsidR="00B27708">
        <w:t>Grimaille</w:t>
      </w:r>
      <w:proofErr w:type="spellEnd"/>
      <w:r w:rsidR="00B27708">
        <w:t xml:space="preserve"> et Fernand</w:t>
      </w:r>
      <w:r>
        <w:t xml:space="preserve">, </w:t>
      </w:r>
      <w:r w:rsidR="00B27708">
        <w:t xml:space="preserve">et la bordée </w:t>
      </w:r>
      <w:proofErr w:type="spellStart"/>
      <w:r w:rsidR="00B27708">
        <w:t>Saravine</w:t>
      </w:r>
      <w:proofErr w:type="spellEnd"/>
      <w:r>
        <w:t xml:space="preserve">, </w:t>
      </w:r>
      <w:r w:rsidR="00B27708">
        <w:t>que je conduirai et qui réunira</w:t>
      </w:r>
      <w:r>
        <w:t xml:space="preserve">, </w:t>
      </w:r>
      <w:r w:rsidR="00B27708">
        <w:t>avec moi</w:t>
      </w:r>
      <w:r>
        <w:t xml:space="preserve">, </w:t>
      </w:r>
      <w:r w:rsidR="00B27708">
        <w:t>Hélène et le cher maître</w:t>
      </w:r>
      <w:r>
        <w:t>…</w:t>
      </w:r>
    </w:p>
    <w:p w14:paraId="5FD55295" w14:textId="77777777" w:rsidR="00987D49" w:rsidRDefault="00B27708" w:rsidP="00B27708">
      <w:r>
        <w:lastRenderedPageBreak/>
        <w:t xml:space="preserve">Victor </w:t>
      </w:r>
      <w:proofErr w:type="spellStart"/>
      <w:r>
        <w:t>Grimaille</w:t>
      </w:r>
      <w:proofErr w:type="spellEnd"/>
      <w:r w:rsidR="00987D49">
        <w:t xml:space="preserve">, </w:t>
      </w:r>
      <w:r>
        <w:t>qui était assez sage depuis le début du déjeuner</w:t>
      </w:r>
      <w:r w:rsidR="00987D49">
        <w:t xml:space="preserve">, </w:t>
      </w:r>
      <w:r>
        <w:t>manifesta de nouveau quelque impatience</w:t>
      </w:r>
      <w:r w:rsidR="00987D49">
        <w:t>…</w:t>
      </w:r>
    </w:p>
    <w:p w14:paraId="1D7A620F" w14:textId="77777777" w:rsidR="00987D49" w:rsidRDefault="00987D49" w:rsidP="00B27708">
      <w:r>
        <w:rPr>
          <w:rFonts w:eastAsia="Georgia"/>
        </w:rPr>
        <w:t>— </w:t>
      </w:r>
      <w:r w:rsidR="00B27708">
        <w:t>C</w:t>
      </w:r>
      <w:r>
        <w:t>’</w:t>
      </w:r>
      <w:r w:rsidR="00B27708">
        <w:t>est fini</w:t>
      </w:r>
      <w:r>
        <w:t xml:space="preserve"> ? </w:t>
      </w:r>
      <w:r w:rsidR="00B27708">
        <w:t>dit-il</w:t>
      </w:r>
      <w:r>
        <w:t xml:space="preserve">, </w:t>
      </w:r>
      <w:r w:rsidR="00B27708">
        <w:t>non sans insolence</w:t>
      </w:r>
      <w:r>
        <w:t xml:space="preserve">. </w:t>
      </w:r>
      <w:r w:rsidR="00B27708">
        <w:t>On peut sortir</w:t>
      </w:r>
      <w:r>
        <w:t> ?</w:t>
      </w:r>
    </w:p>
    <w:p w14:paraId="4787B46A" w14:textId="77777777" w:rsidR="00987D49" w:rsidRDefault="00B27708" w:rsidP="00B27708">
      <w:r>
        <w:t>Sans attendre la réponse</w:t>
      </w:r>
      <w:r w:rsidR="00987D49">
        <w:t xml:space="preserve">, </w:t>
      </w:r>
      <w:r>
        <w:t>il se leva</w:t>
      </w:r>
      <w:r w:rsidR="00987D49">
        <w:t xml:space="preserve">. </w:t>
      </w:r>
      <w:r>
        <w:t>Aidé de Fernand</w:t>
      </w:r>
      <w:r w:rsidR="00987D49">
        <w:t xml:space="preserve">, </w:t>
      </w:r>
      <w:r>
        <w:t>il commença à s</w:t>
      </w:r>
      <w:r w:rsidR="00987D49">
        <w:t>’</w:t>
      </w:r>
      <w:r>
        <w:t>équiper</w:t>
      </w:r>
      <w:r w:rsidR="00987D49">
        <w:t xml:space="preserve">… </w:t>
      </w:r>
      <w:r>
        <w:t>Après avoir échangé avec Pierre un regard significatif</w:t>
      </w:r>
      <w:r w:rsidR="00987D49">
        <w:t xml:space="preserve">, </w:t>
      </w:r>
      <w:r>
        <w:t>René en fit autant</w:t>
      </w:r>
      <w:r w:rsidR="00987D49">
        <w:t xml:space="preserve">, </w:t>
      </w:r>
      <w:r>
        <w:t>avec l</w:t>
      </w:r>
      <w:r w:rsidR="00987D49">
        <w:t>’</w:t>
      </w:r>
      <w:r>
        <w:t>aide d</w:t>
      </w:r>
      <w:r w:rsidR="00987D49">
        <w:t>’</w:t>
      </w:r>
      <w:r>
        <w:t>Hélène</w:t>
      </w:r>
      <w:r w:rsidR="00987D49">
        <w:t xml:space="preserve">. </w:t>
      </w:r>
      <w:r>
        <w:t>Puis</w:t>
      </w:r>
      <w:r w:rsidR="00987D49">
        <w:t xml:space="preserve">, </w:t>
      </w:r>
      <w:r>
        <w:t>Fernand</w:t>
      </w:r>
      <w:r w:rsidR="00987D49">
        <w:t xml:space="preserve">, </w:t>
      </w:r>
      <w:r>
        <w:t>à son tour</w:t>
      </w:r>
      <w:r w:rsidR="00987D49">
        <w:t xml:space="preserve">, </w:t>
      </w:r>
      <w:r>
        <w:t>se vêtit en explorateur</w:t>
      </w:r>
      <w:r w:rsidR="00987D49">
        <w:t xml:space="preserve">. </w:t>
      </w:r>
      <w:r>
        <w:t>Je lui donnai spontanément un coup de main pour assujettir son réservoir d</w:t>
      </w:r>
      <w:r w:rsidR="00987D49">
        <w:t>’</w:t>
      </w:r>
      <w:r>
        <w:t>air comprimé</w:t>
      </w:r>
      <w:r w:rsidR="00987D49">
        <w:t>…</w:t>
      </w:r>
    </w:p>
    <w:p w14:paraId="5B9E2220" w14:textId="77777777" w:rsidR="00987D49" w:rsidRDefault="00B27708" w:rsidP="00B27708">
      <w:r>
        <w:t>René fit le geste de prendre la tête</w:t>
      </w:r>
      <w:r w:rsidR="00987D49">
        <w:t xml:space="preserve">, </w:t>
      </w:r>
      <w:r>
        <w:t xml:space="preserve">mais </w:t>
      </w:r>
      <w:proofErr w:type="spellStart"/>
      <w:r>
        <w:t>Grimaille</w:t>
      </w:r>
      <w:proofErr w:type="spellEnd"/>
      <w:r>
        <w:t xml:space="preserve"> le devança rapidement</w:t>
      </w:r>
      <w:r w:rsidR="00987D49">
        <w:t xml:space="preserve">, </w:t>
      </w:r>
      <w:r>
        <w:t>le bousculant presque</w:t>
      </w:r>
      <w:r w:rsidR="00987D49">
        <w:t xml:space="preserve">, </w:t>
      </w:r>
      <w:r>
        <w:t>pour sortir premier</w:t>
      </w:r>
      <w:r w:rsidR="00987D49">
        <w:t xml:space="preserve">… </w:t>
      </w:r>
      <w:r>
        <w:t>Tandis qu</w:t>
      </w:r>
      <w:r w:rsidR="00987D49">
        <w:t>’</w:t>
      </w:r>
      <w:r>
        <w:t>il passait dans l</w:t>
      </w:r>
      <w:r w:rsidR="00987D49">
        <w:t>’</w:t>
      </w:r>
      <w:r>
        <w:t>écluse d</w:t>
      </w:r>
      <w:r w:rsidR="00987D49">
        <w:t>’</w:t>
      </w:r>
      <w:r>
        <w:t>air pour atteindre la seconde porte</w:t>
      </w:r>
      <w:r w:rsidR="00987D49">
        <w:t xml:space="preserve">, </w:t>
      </w:r>
      <w:r>
        <w:t>qui s</w:t>
      </w:r>
      <w:r w:rsidR="00987D49">
        <w:t>’</w:t>
      </w:r>
      <w:r>
        <w:t>ouvrait sur l</w:t>
      </w:r>
      <w:r w:rsidR="00987D49">
        <w:t>’</w:t>
      </w:r>
      <w:r>
        <w:t>extérieur</w:t>
      </w:r>
      <w:r w:rsidR="00987D49">
        <w:t xml:space="preserve">, </w:t>
      </w:r>
      <w:r>
        <w:t>l</w:t>
      </w:r>
      <w:r w:rsidR="00987D49">
        <w:t>’</w:t>
      </w:r>
      <w:r>
        <w:t>astronome lui cria quelque chose</w:t>
      </w:r>
      <w:r w:rsidR="00987D49">
        <w:t xml:space="preserve">, </w:t>
      </w:r>
      <w:r>
        <w:t>qui fut étouffé par les masques</w:t>
      </w:r>
      <w:r w:rsidR="00987D49">
        <w:t xml:space="preserve">, </w:t>
      </w:r>
      <w:r>
        <w:t>et que nul n</w:t>
      </w:r>
      <w:r w:rsidR="00987D49">
        <w:t>’</w:t>
      </w:r>
      <w:r>
        <w:t>entendit</w:t>
      </w:r>
      <w:r w:rsidR="00987D49">
        <w:t>…</w:t>
      </w:r>
    </w:p>
    <w:p w14:paraId="1F3C1C62" w14:textId="77777777" w:rsidR="00987D49" w:rsidRDefault="00B27708" w:rsidP="00B27708">
      <w:r>
        <w:t xml:space="preserve">Je devais savoir par la suite que René voulait mettre </w:t>
      </w:r>
      <w:proofErr w:type="spellStart"/>
      <w:r>
        <w:t>Grimaille</w:t>
      </w:r>
      <w:proofErr w:type="spellEnd"/>
      <w:r>
        <w:t xml:space="preserve"> en garde contre les inconvénients résultant de la diminution de poids par rapport au séjour sur la Terre</w:t>
      </w:r>
      <w:r w:rsidR="00987D49">
        <w:t xml:space="preserve">. </w:t>
      </w:r>
      <w:proofErr w:type="spellStart"/>
      <w:r>
        <w:t>Grimaille</w:t>
      </w:r>
      <w:proofErr w:type="spellEnd"/>
      <w:r>
        <w:t xml:space="preserve"> n</w:t>
      </w:r>
      <w:r w:rsidR="00987D49">
        <w:t>’</w:t>
      </w:r>
      <w:r>
        <w:t>ayant pas perçu les mots prononcés par l</w:t>
      </w:r>
      <w:r w:rsidR="00987D49">
        <w:t>’</w:t>
      </w:r>
      <w:r>
        <w:t>astronome</w:t>
      </w:r>
      <w:r w:rsidR="00987D49">
        <w:t xml:space="preserve">, </w:t>
      </w:r>
      <w:r>
        <w:t>s</w:t>
      </w:r>
      <w:r w:rsidR="00987D49">
        <w:t>’</w:t>
      </w:r>
      <w:r>
        <w:t>élança sans précaution dans la plaine au sol transparent</w:t>
      </w:r>
      <w:r w:rsidR="00987D49">
        <w:t>.</w:t>
      </w:r>
    </w:p>
    <w:p w14:paraId="5095784C" w14:textId="77777777" w:rsidR="00987D49" w:rsidRDefault="00B27708" w:rsidP="00B27708">
      <w:r>
        <w:t>Son premier pas l</w:t>
      </w:r>
      <w:r w:rsidR="00987D49">
        <w:t>’</w:t>
      </w:r>
      <w:r>
        <w:t>enleva de terre comme un fétu de paille</w:t>
      </w:r>
      <w:r w:rsidR="00987D49">
        <w:t xml:space="preserve">, </w:t>
      </w:r>
      <w:r>
        <w:t>et le mit</w:t>
      </w:r>
      <w:r w:rsidR="00987D49">
        <w:t xml:space="preserve">, </w:t>
      </w:r>
      <w:r>
        <w:t>d</w:t>
      </w:r>
      <w:r w:rsidR="00987D49">
        <w:t>’</w:t>
      </w:r>
      <w:r>
        <w:t>un seul bond</w:t>
      </w:r>
      <w:r w:rsidR="00987D49">
        <w:t xml:space="preserve">, </w:t>
      </w:r>
      <w:r>
        <w:t>à plus de cinquante mètres</w:t>
      </w:r>
      <w:r w:rsidR="00987D49">
        <w:t xml:space="preserve">. </w:t>
      </w:r>
      <w:r>
        <w:t>Je suivais ses évolutions dans le cœlostat et je vis qu</w:t>
      </w:r>
      <w:r w:rsidR="00987D49">
        <w:t>’</w:t>
      </w:r>
      <w:r>
        <w:t>il avait du mal à reprendre son équilibre</w:t>
      </w:r>
      <w:r w:rsidR="00987D49">
        <w:t xml:space="preserve">. </w:t>
      </w:r>
      <w:r>
        <w:t>J</w:t>
      </w:r>
      <w:r w:rsidR="00987D49">
        <w:t>’</w:t>
      </w:r>
      <w:r>
        <w:t>avais l</w:t>
      </w:r>
      <w:r w:rsidR="00987D49">
        <w:t>’</w:t>
      </w:r>
      <w:r>
        <w:t>impression</w:t>
      </w:r>
      <w:r w:rsidR="00987D49">
        <w:t xml:space="preserve">, </w:t>
      </w:r>
      <w:r>
        <w:t>en le voyant s</w:t>
      </w:r>
      <w:r w:rsidR="00987D49">
        <w:t>’</w:t>
      </w:r>
      <w:r>
        <w:t>élever</w:t>
      </w:r>
      <w:r w:rsidR="00987D49">
        <w:t xml:space="preserve">, </w:t>
      </w:r>
      <w:r>
        <w:t>puis atterrir doucement</w:t>
      </w:r>
      <w:r w:rsidR="00987D49">
        <w:t xml:space="preserve">, </w:t>
      </w:r>
      <w:r>
        <w:t>d</w:t>
      </w:r>
      <w:r w:rsidR="00987D49">
        <w:t>’</w:t>
      </w:r>
      <w:r>
        <w:t>assister à la projection d</w:t>
      </w:r>
      <w:r w:rsidR="00987D49">
        <w:t>’</w:t>
      </w:r>
      <w:r>
        <w:t>un film au ralenti</w:t>
      </w:r>
      <w:r w:rsidR="00987D49">
        <w:t>…</w:t>
      </w:r>
    </w:p>
    <w:p w14:paraId="34C4D93E" w14:textId="77777777" w:rsidR="00987D49" w:rsidRDefault="00B27708" w:rsidP="00B27708">
      <w:r>
        <w:t>À chaque bond</w:t>
      </w:r>
      <w:r w:rsidR="00987D49">
        <w:t xml:space="preserve">, </w:t>
      </w:r>
      <w:r>
        <w:t>il roulait sur le sol et il semblait incapable de se diriger</w:t>
      </w:r>
      <w:r w:rsidR="00987D49">
        <w:t>…</w:t>
      </w:r>
    </w:p>
    <w:p w14:paraId="61A3A019" w14:textId="77777777" w:rsidR="00987D49" w:rsidRDefault="00B27708" w:rsidP="00B27708">
      <w:r>
        <w:t>René</w:t>
      </w:r>
      <w:r w:rsidR="00987D49">
        <w:t xml:space="preserve">, </w:t>
      </w:r>
      <w:r>
        <w:t>au contraire</w:t>
      </w:r>
      <w:r w:rsidR="00987D49">
        <w:t xml:space="preserve">, </w:t>
      </w:r>
      <w:r>
        <w:t>et Fernand</w:t>
      </w:r>
      <w:r w:rsidR="00987D49">
        <w:t xml:space="preserve">, </w:t>
      </w:r>
      <w:r>
        <w:t>qui l</w:t>
      </w:r>
      <w:r w:rsidR="00987D49">
        <w:t>’</w:t>
      </w:r>
      <w:r>
        <w:t>imitait servilement</w:t>
      </w:r>
      <w:r w:rsidR="00987D49">
        <w:t xml:space="preserve">, </w:t>
      </w:r>
      <w:r>
        <w:t>allaient prudemment</w:t>
      </w:r>
      <w:r w:rsidR="00987D49">
        <w:t xml:space="preserve">, </w:t>
      </w:r>
      <w:r>
        <w:t>j</w:t>
      </w:r>
      <w:r w:rsidR="00987D49">
        <w:t>’</w:t>
      </w:r>
      <w:r>
        <w:t xml:space="preserve">allais écrire </w:t>
      </w:r>
      <w:r w:rsidR="00987D49">
        <w:t>« </w:t>
      </w:r>
      <w:r>
        <w:t>à petits pas</w:t>
      </w:r>
      <w:r w:rsidR="00987D49">
        <w:t xml:space="preserve"> ». </w:t>
      </w:r>
      <w:r>
        <w:t>Mais chacun de ces petits pas couvrait une dizaine de mètres</w:t>
      </w:r>
      <w:r w:rsidR="00987D49">
        <w:t xml:space="preserve">. </w:t>
      </w:r>
      <w:r>
        <w:t>En tout cas</w:t>
      </w:r>
      <w:r w:rsidR="00987D49">
        <w:t xml:space="preserve">, </w:t>
      </w:r>
      <w:r>
        <w:t>ni l</w:t>
      </w:r>
      <w:r w:rsidR="00987D49">
        <w:t>’</w:t>
      </w:r>
      <w:r>
        <w:t>un</w:t>
      </w:r>
      <w:r w:rsidR="00987D49">
        <w:t xml:space="preserve">, </w:t>
      </w:r>
      <w:r>
        <w:t>ni l</w:t>
      </w:r>
      <w:r w:rsidR="00987D49">
        <w:t>’</w:t>
      </w:r>
      <w:r>
        <w:t xml:space="preserve">autre ne </w:t>
      </w:r>
      <w:r>
        <w:lastRenderedPageBreak/>
        <w:t>faisait de chute</w:t>
      </w:r>
      <w:r w:rsidR="00987D49">
        <w:t xml:space="preserve">, </w:t>
      </w:r>
      <w:r>
        <w:t>et l</w:t>
      </w:r>
      <w:r w:rsidR="00987D49">
        <w:t>’</w:t>
      </w:r>
      <w:r>
        <w:t>on sentait bien qu</w:t>
      </w:r>
      <w:r w:rsidR="00987D49">
        <w:t>’</w:t>
      </w:r>
      <w:r>
        <w:t>ils se dirigeaient normalement</w:t>
      </w:r>
      <w:r w:rsidR="00987D49">
        <w:t>…</w:t>
      </w:r>
    </w:p>
    <w:p w14:paraId="40B2E120" w14:textId="77777777" w:rsidR="00987D49" w:rsidRDefault="00B27708" w:rsidP="00B27708">
      <w:r>
        <w:t>De loin</w:t>
      </w:r>
      <w:r w:rsidR="00987D49">
        <w:t xml:space="preserve">, </w:t>
      </w:r>
      <w:r>
        <w:t>les trois hommes ressemblaient à des ours</w:t>
      </w:r>
      <w:r w:rsidR="00987D49">
        <w:t xml:space="preserve">, </w:t>
      </w:r>
      <w:r>
        <w:t>qui auraient porté masque et lunettes</w:t>
      </w:r>
      <w:r w:rsidR="00987D49">
        <w:t xml:space="preserve"> ! </w:t>
      </w:r>
      <w:r>
        <w:t>La surface cristalline devait être fort glissante</w:t>
      </w:r>
      <w:r w:rsidR="00987D49">
        <w:t xml:space="preserve">, </w:t>
      </w:r>
      <w:r>
        <w:t>à en juger par leurs dérapages</w:t>
      </w:r>
      <w:r w:rsidR="00987D49">
        <w:t>.</w:t>
      </w:r>
    </w:p>
    <w:p w14:paraId="4BAEF43A" w14:textId="77777777" w:rsidR="00987D49" w:rsidRDefault="00B27708" w:rsidP="00B27708">
      <w:r>
        <w:t>Auprès de moi</w:t>
      </w:r>
      <w:r w:rsidR="00987D49">
        <w:t xml:space="preserve">, </w:t>
      </w:r>
      <w:r>
        <w:t>Hélène semblait s</w:t>
      </w:r>
      <w:r w:rsidR="00987D49">
        <w:t>’</w:t>
      </w:r>
      <w:r>
        <w:t>amuser beaucoup de cet étrange spectacle</w:t>
      </w:r>
      <w:r w:rsidR="00987D49">
        <w:t xml:space="preserve">, </w:t>
      </w:r>
      <w:r>
        <w:t xml:space="preserve">et surtout des évolutions grotesques de </w:t>
      </w:r>
      <w:r w:rsidR="00987D49">
        <w:t>« </w:t>
      </w:r>
      <w:r>
        <w:t>l</w:t>
      </w:r>
      <w:r w:rsidR="00987D49">
        <w:t>’</w:t>
      </w:r>
      <w:r>
        <w:t>Ours de tête</w:t>
      </w:r>
      <w:r w:rsidR="00987D49">
        <w:t> »</w:t>
      </w:r>
      <w:r>
        <w:t xml:space="preserve"> ainsi qu</w:t>
      </w:r>
      <w:r w:rsidR="00987D49">
        <w:t>’</w:t>
      </w:r>
      <w:r>
        <w:t xml:space="preserve">elle désigna plaisamment </w:t>
      </w:r>
      <w:proofErr w:type="spellStart"/>
      <w:r>
        <w:t>Grimaille</w:t>
      </w:r>
      <w:proofErr w:type="spellEnd"/>
      <w:r w:rsidR="00987D49">
        <w:t xml:space="preserve">. </w:t>
      </w:r>
      <w:r>
        <w:t>Certes</w:t>
      </w:r>
      <w:r w:rsidR="00987D49">
        <w:t xml:space="preserve">, </w:t>
      </w:r>
      <w:r>
        <w:t>si le vaniteux milliardaire avait voulu</w:t>
      </w:r>
      <w:r w:rsidR="00987D49">
        <w:t xml:space="preserve">, </w:t>
      </w:r>
      <w:r>
        <w:t>en prenant indûment la tête de la première sortie</w:t>
      </w:r>
      <w:r w:rsidR="00987D49">
        <w:t xml:space="preserve">, </w:t>
      </w:r>
      <w:r>
        <w:t>accroître son prestige aux yeux de la jeune fille</w:t>
      </w:r>
      <w:r w:rsidR="00987D49">
        <w:t xml:space="preserve">, </w:t>
      </w:r>
      <w:r>
        <w:t>il obtenait exactement l</w:t>
      </w:r>
      <w:r w:rsidR="00987D49">
        <w:t>’</w:t>
      </w:r>
      <w:r>
        <w:t>effet contraire</w:t>
      </w:r>
      <w:r w:rsidR="00987D49">
        <w:t>…</w:t>
      </w:r>
    </w:p>
    <w:p w14:paraId="49A6D3CC" w14:textId="77777777" w:rsidR="00987D49" w:rsidRDefault="00B27708" w:rsidP="00B27708">
      <w:r>
        <w:t>Ainsi que Pierre l</w:t>
      </w:r>
      <w:r w:rsidR="00987D49">
        <w:t>’</w:t>
      </w:r>
      <w:r>
        <w:t>avait décidé</w:t>
      </w:r>
      <w:r w:rsidR="00987D49">
        <w:t xml:space="preserve">, </w:t>
      </w:r>
      <w:r>
        <w:t>cette première sortie devait être très brève</w:t>
      </w:r>
      <w:r w:rsidR="00987D49">
        <w:t xml:space="preserve">. </w:t>
      </w:r>
      <w:r>
        <w:t>Elle le fut</w:t>
      </w:r>
      <w:r w:rsidR="00987D49">
        <w:t xml:space="preserve">, </w:t>
      </w:r>
      <w:r>
        <w:t>en effet</w:t>
      </w:r>
      <w:r w:rsidR="00987D49">
        <w:t xml:space="preserve">, </w:t>
      </w:r>
      <w:r>
        <w:t>non point</w:t>
      </w:r>
      <w:r w:rsidR="00987D49">
        <w:t xml:space="preserve">, </w:t>
      </w:r>
      <w:r>
        <w:t>assurément</w:t>
      </w:r>
      <w:r w:rsidR="00987D49">
        <w:t xml:space="preserve">, </w:t>
      </w:r>
      <w:r>
        <w:t xml:space="preserve">que </w:t>
      </w:r>
      <w:proofErr w:type="spellStart"/>
      <w:r>
        <w:t>Grimaille</w:t>
      </w:r>
      <w:proofErr w:type="spellEnd"/>
      <w:r>
        <w:t xml:space="preserve"> eût le souci de se montrer discipliné</w:t>
      </w:r>
      <w:r w:rsidR="00987D49">
        <w:t xml:space="preserve">, </w:t>
      </w:r>
      <w:r>
        <w:t>mais parce qu</w:t>
      </w:r>
      <w:r w:rsidR="00987D49">
        <w:t>’</w:t>
      </w:r>
      <w:r>
        <w:t>il se lassa vite des décevantes cabrioles dues à l</w:t>
      </w:r>
      <w:r w:rsidR="00987D49">
        <w:t>’</w:t>
      </w:r>
      <w:r>
        <w:t>imparfaite stabilité de l</w:t>
      </w:r>
      <w:r w:rsidR="00987D49">
        <w:t>’</w:t>
      </w:r>
      <w:r>
        <w:t xml:space="preserve">équilibre à la surface de </w:t>
      </w:r>
      <w:r w:rsidR="00987D49">
        <w:t xml:space="preserve">Phœbé II. </w:t>
      </w:r>
      <w:r>
        <w:t>Le retour ne fut pas d</w:t>
      </w:r>
      <w:r w:rsidR="00987D49">
        <w:t>’</w:t>
      </w:r>
      <w:r>
        <w:t>apparence moins comique que l</w:t>
      </w:r>
      <w:r w:rsidR="00987D49">
        <w:t>’</w:t>
      </w:r>
      <w:r>
        <w:t>aller</w:t>
      </w:r>
      <w:r w:rsidR="00987D49">
        <w:t xml:space="preserve">, </w:t>
      </w:r>
      <w:r>
        <w:t xml:space="preserve">bien que </w:t>
      </w:r>
      <w:proofErr w:type="spellStart"/>
      <w:r>
        <w:t>Grimaille</w:t>
      </w:r>
      <w:proofErr w:type="spellEnd"/>
      <w:r>
        <w:t xml:space="preserve"> un peu assagi par l</w:t>
      </w:r>
      <w:r w:rsidR="00987D49">
        <w:t>’</w:t>
      </w:r>
      <w:r>
        <w:t>expérience</w:t>
      </w:r>
      <w:r w:rsidR="00987D49">
        <w:t xml:space="preserve">, </w:t>
      </w:r>
      <w:r>
        <w:t>commençât à mieux calculer ses mouvements</w:t>
      </w:r>
      <w:r w:rsidR="00987D49">
        <w:t>.</w:t>
      </w:r>
    </w:p>
    <w:p w14:paraId="54851E01" w14:textId="77777777" w:rsidR="00987D49" w:rsidRDefault="00B27708" w:rsidP="00B27708">
      <w:r>
        <w:t>Moins d</w:t>
      </w:r>
      <w:r w:rsidR="00987D49">
        <w:t>’</w:t>
      </w:r>
      <w:r>
        <w:t>une heure après leur départ</w:t>
      </w:r>
      <w:r w:rsidR="00987D49">
        <w:t xml:space="preserve">, </w:t>
      </w:r>
      <w:r>
        <w:t>nos trois compagnons effectuèrent leur rentrée</w:t>
      </w:r>
      <w:r w:rsidR="00987D49">
        <w:t xml:space="preserve">. </w:t>
      </w:r>
      <w:r>
        <w:t>Sur les indications de Pierre</w:t>
      </w:r>
      <w:r w:rsidR="00987D49">
        <w:t xml:space="preserve">, </w:t>
      </w:r>
      <w:r>
        <w:t>je manœuvrai de l</w:t>
      </w:r>
      <w:r w:rsidR="00987D49">
        <w:t>’</w:t>
      </w:r>
      <w:r>
        <w:t>intérieur</w:t>
      </w:r>
      <w:r w:rsidR="00987D49">
        <w:t xml:space="preserve">, </w:t>
      </w:r>
      <w:r>
        <w:t>la porte donnant sur le vide</w:t>
      </w:r>
      <w:r w:rsidR="00987D49">
        <w:t xml:space="preserve">, </w:t>
      </w:r>
      <w:r>
        <w:t>puis</w:t>
      </w:r>
      <w:r w:rsidR="00987D49">
        <w:t xml:space="preserve">, </w:t>
      </w:r>
      <w:r>
        <w:t>quand chacun des explorateurs fut engagé dans l</w:t>
      </w:r>
      <w:r w:rsidR="00987D49">
        <w:t>’</w:t>
      </w:r>
      <w:r>
        <w:t>écluse d</w:t>
      </w:r>
      <w:r w:rsidR="00987D49">
        <w:t>’</w:t>
      </w:r>
      <w:r>
        <w:t>air</w:t>
      </w:r>
      <w:r w:rsidR="00987D49">
        <w:t xml:space="preserve">, </w:t>
      </w:r>
      <w:r>
        <w:t>je refermai cette porte extérieure</w:t>
      </w:r>
      <w:r w:rsidR="00987D49">
        <w:t xml:space="preserve">, </w:t>
      </w:r>
      <w:r>
        <w:t>avant d</w:t>
      </w:r>
      <w:r w:rsidR="00987D49">
        <w:t>’</w:t>
      </w:r>
      <w:r>
        <w:t>ouvrir l</w:t>
      </w:r>
      <w:r w:rsidR="00987D49">
        <w:t>’</w:t>
      </w:r>
      <w:r>
        <w:t>autre</w:t>
      </w:r>
      <w:r w:rsidR="00987D49">
        <w:t xml:space="preserve">, </w:t>
      </w:r>
      <w:r>
        <w:t>celle qui permettait l</w:t>
      </w:r>
      <w:r w:rsidR="00987D49">
        <w:t>’</w:t>
      </w:r>
      <w:r>
        <w:t xml:space="preserve">accès dans le </w:t>
      </w:r>
      <w:r w:rsidR="00987D49">
        <w:t>« </w:t>
      </w:r>
      <w:r>
        <w:t>Bolide</w:t>
      </w:r>
      <w:r w:rsidR="00987D49">
        <w:t xml:space="preserve"> »… </w:t>
      </w:r>
      <w:r>
        <w:t>Je dus procéder ainsi trois fois de suite l</w:t>
      </w:r>
      <w:r w:rsidR="00987D49">
        <w:t>’</w:t>
      </w:r>
      <w:r>
        <w:t>écluse d</w:t>
      </w:r>
      <w:r w:rsidR="00987D49">
        <w:t>’</w:t>
      </w:r>
      <w:r>
        <w:t>air étant juste assez grande pour un homme</w:t>
      </w:r>
      <w:r w:rsidR="00987D49">
        <w:t>.</w:t>
      </w:r>
    </w:p>
    <w:p w14:paraId="624A2CA1" w14:textId="77777777" w:rsidR="00987D49" w:rsidRDefault="00B27708" w:rsidP="00B27708">
      <w:r>
        <w:t>Il y avait là une série de manœuvres assez simples</w:t>
      </w:r>
      <w:r w:rsidR="00987D49">
        <w:t xml:space="preserve">, </w:t>
      </w:r>
      <w:r>
        <w:t>mais qu</w:t>
      </w:r>
      <w:r w:rsidR="00987D49">
        <w:t>’</w:t>
      </w:r>
      <w:r>
        <w:t>il fallait exécuter minutieusement</w:t>
      </w:r>
      <w:r w:rsidR="00987D49">
        <w:t xml:space="preserve">. </w:t>
      </w:r>
      <w:r>
        <w:t>Je m</w:t>
      </w:r>
      <w:r w:rsidR="00987D49">
        <w:t>’</w:t>
      </w:r>
      <w:r>
        <w:t>en tirai à mon honneur</w:t>
      </w:r>
      <w:r w:rsidR="00987D49">
        <w:t xml:space="preserve">, </w:t>
      </w:r>
      <w:r>
        <w:t>ce qui me valut un compliment de Pierre</w:t>
      </w:r>
      <w:r w:rsidR="00987D49">
        <w:t xml:space="preserve">. </w:t>
      </w:r>
      <w:r>
        <w:t>Mais</w:t>
      </w:r>
      <w:r w:rsidR="00987D49">
        <w:t xml:space="preserve">, </w:t>
      </w:r>
      <w:r>
        <w:t>par la suite</w:t>
      </w:r>
      <w:r w:rsidR="00987D49">
        <w:t xml:space="preserve">, </w:t>
      </w:r>
      <w:r>
        <w:t>chacun s</w:t>
      </w:r>
      <w:r w:rsidR="00987D49">
        <w:t>’</w:t>
      </w:r>
      <w:r>
        <w:t>exerça à rentrer sans aide</w:t>
      </w:r>
      <w:r w:rsidR="00987D49">
        <w:t xml:space="preserve">, </w:t>
      </w:r>
      <w:r>
        <w:t>grâce à l</w:t>
      </w:r>
      <w:r w:rsidR="00987D49">
        <w:t>’</w:t>
      </w:r>
      <w:r>
        <w:t>agencement des deux portes</w:t>
      </w:r>
      <w:r w:rsidR="00987D49">
        <w:t xml:space="preserve">, </w:t>
      </w:r>
      <w:r>
        <w:t>que l</w:t>
      </w:r>
      <w:r w:rsidR="00987D49">
        <w:t>’</w:t>
      </w:r>
      <w:r>
        <w:t xml:space="preserve">on </w:t>
      </w:r>
      <w:r>
        <w:lastRenderedPageBreak/>
        <w:t>pouvait commander de l</w:t>
      </w:r>
      <w:r w:rsidR="00987D49">
        <w:t>’</w:t>
      </w:r>
      <w:r>
        <w:t>extérieur à condition que la première ne fût pas verrouillée en dedans</w:t>
      </w:r>
      <w:r w:rsidR="00987D49">
        <w:t xml:space="preserve">. </w:t>
      </w:r>
      <w:r>
        <w:t>Moi qui étais si fier de me rendre utile</w:t>
      </w:r>
      <w:r w:rsidR="00987D49">
        <w:t> !…</w:t>
      </w:r>
    </w:p>
    <w:p w14:paraId="3B6D575F" w14:textId="77777777" w:rsidR="00987D49" w:rsidRDefault="00B27708" w:rsidP="00B27708">
      <w:r>
        <w:t>Dès que les trois explorateurs se furent dépouillés de leur curieux équipement et eurent repris leur apparence habituelle</w:t>
      </w:r>
      <w:r w:rsidR="00987D49">
        <w:t xml:space="preserve">, </w:t>
      </w:r>
      <w:r>
        <w:t xml:space="preserve">le premier soin de </w:t>
      </w:r>
      <w:proofErr w:type="spellStart"/>
      <w:r>
        <w:t>Grimaille</w:t>
      </w:r>
      <w:proofErr w:type="spellEnd"/>
      <w:r>
        <w:t xml:space="preserve"> fut de chercher noise à Pierre et à René </w:t>
      </w:r>
      <w:r w:rsidR="00987D49">
        <w:t>« </w:t>
      </w:r>
      <w:r>
        <w:t>qui auraient bien pu le prévenir des conséquences de la diminution de la pesanteur</w:t>
      </w:r>
      <w:r w:rsidR="00987D49">
        <w:t> »…</w:t>
      </w:r>
    </w:p>
    <w:p w14:paraId="44DF14A4" w14:textId="77777777" w:rsidR="00987D49" w:rsidRDefault="00987D49" w:rsidP="00B27708">
      <w:r>
        <w:rPr>
          <w:rFonts w:eastAsia="Georgia"/>
        </w:rPr>
        <w:t>— </w:t>
      </w:r>
      <w:r w:rsidR="00B27708">
        <w:t>J</w:t>
      </w:r>
      <w:r>
        <w:t>’</w:t>
      </w:r>
      <w:r w:rsidR="00B27708">
        <w:t>ai dû avoir l</w:t>
      </w:r>
      <w:r>
        <w:t>’</w:t>
      </w:r>
      <w:r w:rsidR="00B27708">
        <w:t>air ridicule</w:t>
      </w:r>
      <w:r>
        <w:t xml:space="preserve">, </w:t>
      </w:r>
      <w:r w:rsidR="00B27708">
        <w:t>conclut-il</w:t>
      </w:r>
      <w:r>
        <w:t xml:space="preserve">, </w:t>
      </w:r>
      <w:r w:rsidR="00B27708">
        <w:t>non sans amertume et en quêtant visiblement un démenti</w:t>
      </w:r>
      <w:r>
        <w:t>.</w:t>
      </w:r>
    </w:p>
    <w:p w14:paraId="39240CA5" w14:textId="77777777" w:rsidR="00987D49" w:rsidRDefault="00987D49" w:rsidP="00B27708">
      <w:r>
        <w:rPr>
          <w:rFonts w:eastAsia="Georgia"/>
        </w:rPr>
        <w:t>— </w:t>
      </w:r>
      <w:r w:rsidR="00B27708">
        <w:t>Le fait est</w:t>
      </w:r>
      <w:r>
        <w:t xml:space="preserve">, </w:t>
      </w:r>
      <w:r w:rsidR="00B27708">
        <w:t>dit malicieusement Hélène</w:t>
      </w:r>
      <w:r>
        <w:t xml:space="preserve">, </w:t>
      </w:r>
      <w:r w:rsidR="00B27708">
        <w:t>que vous étiez bien amusant</w:t>
      </w:r>
      <w:r>
        <w:t>…</w:t>
      </w:r>
    </w:p>
    <w:p w14:paraId="77C174DD" w14:textId="77777777" w:rsidR="00987D49" w:rsidRDefault="00B27708" w:rsidP="00B27708">
      <w:r>
        <w:t>Je crus que notre armateur allait s</w:t>
      </w:r>
      <w:r w:rsidR="00987D49">
        <w:t>’</w:t>
      </w:r>
      <w:r>
        <w:t>étrangler de fureur</w:t>
      </w:r>
      <w:r w:rsidR="00987D49">
        <w:t xml:space="preserve">. </w:t>
      </w:r>
      <w:r>
        <w:t>Amusant</w:t>
      </w:r>
      <w:r w:rsidR="00987D49">
        <w:t xml:space="preserve"> ! </w:t>
      </w:r>
      <w:r>
        <w:t>On osait le trouver amusant</w:t>
      </w:r>
      <w:r w:rsidR="00987D49">
        <w:t xml:space="preserve"> ! </w:t>
      </w:r>
      <w:r>
        <w:t>Et le dire</w:t>
      </w:r>
      <w:r w:rsidR="00987D49">
        <w:t xml:space="preserve"> ! </w:t>
      </w:r>
      <w:r>
        <w:t>Cette petite pécore sans le sou se permettait de rire d</w:t>
      </w:r>
      <w:r w:rsidR="00987D49">
        <w:t>’</w:t>
      </w:r>
      <w:r>
        <w:t>un homme tel que lui</w:t>
      </w:r>
      <w:r w:rsidR="00987D49">
        <w:t xml:space="preserve"> ! </w:t>
      </w:r>
      <w:r>
        <w:t xml:space="preserve">Rire de Victor </w:t>
      </w:r>
      <w:proofErr w:type="spellStart"/>
      <w:r>
        <w:t>Grimaille</w:t>
      </w:r>
      <w:proofErr w:type="spellEnd"/>
      <w:r w:rsidR="00987D49">
        <w:t xml:space="preserve">, </w:t>
      </w:r>
      <w:r>
        <w:t>quel sacrilège</w:t>
      </w:r>
      <w:r w:rsidR="00987D49">
        <w:t> !…</w:t>
      </w:r>
    </w:p>
    <w:p w14:paraId="363625AE" w14:textId="77777777" w:rsidR="00987D49" w:rsidRDefault="00B27708" w:rsidP="00B27708">
      <w:r>
        <w:t>S</w:t>
      </w:r>
      <w:r w:rsidR="00987D49">
        <w:t>’</w:t>
      </w:r>
      <w:r>
        <w:t>il ne prononça point exactement ce discours</w:t>
      </w:r>
      <w:r w:rsidR="00987D49">
        <w:t xml:space="preserve">, </w:t>
      </w:r>
      <w:r>
        <w:t>on en put aisément deviner le sens</w:t>
      </w:r>
      <w:r w:rsidR="00987D49">
        <w:t xml:space="preserve">, </w:t>
      </w:r>
      <w:r>
        <w:t>mais cette colère ne faisait que redoubler la gaieté d</w:t>
      </w:r>
      <w:r w:rsidR="00987D49">
        <w:t>’</w:t>
      </w:r>
      <w:r>
        <w:t>Hélène</w:t>
      </w:r>
      <w:r w:rsidR="00987D49">
        <w:t xml:space="preserve">, </w:t>
      </w:r>
      <w:r>
        <w:t>tandis que Pierre</w:t>
      </w:r>
      <w:r w:rsidR="00987D49">
        <w:t xml:space="preserve">, </w:t>
      </w:r>
      <w:r>
        <w:t>René et moi-même</w:t>
      </w:r>
      <w:r w:rsidR="00987D49">
        <w:t xml:space="preserve">, </w:t>
      </w:r>
      <w:r>
        <w:t>avions quelque peine à demeurer sérieux</w:t>
      </w:r>
      <w:r w:rsidR="00987D49">
        <w:t>.</w:t>
      </w:r>
    </w:p>
    <w:p w14:paraId="6174AA14" w14:textId="77777777" w:rsidR="00987D49" w:rsidRDefault="00B27708" w:rsidP="00B27708">
      <w:r>
        <w:t>Mais le plus drôle</w:t>
      </w:r>
      <w:r w:rsidR="00987D49">
        <w:t xml:space="preserve">, </w:t>
      </w:r>
      <w:r>
        <w:t>c</w:t>
      </w:r>
      <w:r w:rsidR="00987D49">
        <w:t>’</w:t>
      </w:r>
      <w:r>
        <w:t>était la figure que faisait Fernand</w:t>
      </w:r>
      <w:r w:rsidR="00987D49">
        <w:t xml:space="preserve">. </w:t>
      </w:r>
      <w:r>
        <w:t>Gravement</w:t>
      </w:r>
      <w:r w:rsidR="00987D49">
        <w:t xml:space="preserve">, </w:t>
      </w:r>
      <w:r>
        <w:t>il hochait la tête comme pour approuver les paroles de son patron</w:t>
      </w:r>
      <w:r w:rsidR="00987D49">
        <w:t xml:space="preserve">, </w:t>
      </w:r>
      <w:r>
        <w:t>et il s</w:t>
      </w:r>
      <w:r w:rsidR="00987D49">
        <w:t>’</w:t>
      </w:r>
      <w:r>
        <w:t>efforçait d</w:t>
      </w:r>
      <w:r w:rsidR="00987D49">
        <w:t>’</w:t>
      </w:r>
      <w:r>
        <w:t>exprimer</w:t>
      </w:r>
      <w:r w:rsidR="00987D49">
        <w:t xml:space="preserve">, </w:t>
      </w:r>
      <w:r>
        <w:t>par son attitude</w:t>
      </w:r>
      <w:r w:rsidR="00987D49">
        <w:t xml:space="preserve">, </w:t>
      </w:r>
      <w:r>
        <w:t>toute l</w:t>
      </w:r>
      <w:r w:rsidR="00987D49">
        <w:t>’</w:t>
      </w:r>
      <w:r>
        <w:t>indignation qu</w:t>
      </w:r>
      <w:r w:rsidR="00987D49">
        <w:t>’</w:t>
      </w:r>
      <w:r>
        <w:t>il feignait d</w:t>
      </w:r>
      <w:r w:rsidR="00987D49">
        <w:t>’</w:t>
      </w:r>
      <w:r>
        <w:t>éprouver</w:t>
      </w:r>
      <w:r w:rsidR="00987D49">
        <w:t>.</w:t>
      </w:r>
    </w:p>
    <w:p w14:paraId="47E7782D" w14:textId="77777777" w:rsidR="00987D49" w:rsidRDefault="00B27708" w:rsidP="00B27708">
      <w:r>
        <w:t>Pierre mit fin à cette scène grotesque</w:t>
      </w:r>
      <w:r w:rsidR="00987D49">
        <w:t xml:space="preserve">, </w:t>
      </w:r>
      <w:r>
        <w:t>en déclarant</w:t>
      </w:r>
      <w:r w:rsidR="00987D49">
        <w:t> :</w:t>
      </w:r>
    </w:p>
    <w:p w14:paraId="3ACC8AF6" w14:textId="77777777" w:rsidR="00987D49" w:rsidRDefault="00987D49" w:rsidP="00B27708">
      <w:r>
        <w:rPr>
          <w:rFonts w:eastAsia="Georgia"/>
        </w:rPr>
        <w:t>— </w:t>
      </w:r>
      <w:r w:rsidR="00B27708">
        <w:t>Si vous n</w:t>
      </w:r>
      <w:r>
        <w:t>’</w:t>
      </w:r>
      <w:r w:rsidR="00B27708">
        <w:t>aviez pas été si pressé</w:t>
      </w:r>
      <w:r>
        <w:t xml:space="preserve">, </w:t>
      </w:r>
      <w:r w:rsidR="00B27708">
        <w:t>mon cher</w:t>
      </w:r>
      <w:r>
        <w:t xml:space="preserve">, </w:t>
      </w:r>
      <w:r w:rsidR="00B27708">
        <w:t>on vous aurait donné d</w:t>
      </w:r>
      <w:r>
        <w:t>’</w:t>
      </w:r>
      <w:r w:rsidR="00B27708">
        <w:t>utiles conseils</w:t>
      </w:r>
      <w:r>
        <w:t xml:space="preserve">. </w:t>
      </w:r>
      <w:r w:rsidR="00B27708">
        <w:t>Cela posé</w:t>
      </w:r>
      <w:r>
        <w:t xml:space="preserve">, </w:t>
      </w:r>
      <w:r w:rsidR="00B27708">
        <w:t>il est certain qu</w:t>
      </w:r>
      <w:r>
        <w:t>’</w:t>
      </w:r>
      <w:r w:rsidR="00B27708">
        <w:t>il faut</w:t>
      </w:r>
      <w:r>
        <w:t xml:space="preserve">, </w:t>
      </w:r>
      <w:r w:rsidR="00B27708">
        <w:t>pour la prochaine exploration</w:t>
      </w:r>
      <w:r>
        <w:t xml:space="preserve">, </w:t>
      </w:r>
      <w:r w:rsidR="00B27708">
        <w:t>parer aux inconvénients subis lors de cette première sortie</w:t>
      </w:r>
      <w:r>
        <w:t xml:space="preserve">. </w:t>
      </w:r>
      <w:r w:rsidR="00B27708">
        <w:t>Nous avons heureusement ce qu</w:t>
      </w:r>
      <w:r>
        <w:t>’</w:t>
      </w:r>
      <w:r w:rsidR="00B27708">
        <w:t>il faut pour compléter utilement l</w:t>
      </w:r>
      <w:r>
        <w:t>’</w:t>
      </w:r>
      <w:r w:rsidR="00B27708">
        <w:t xml:space="preserve">équipement des patrouilleurs de </w:t>
      </w:r>
      <w:r>
        <w:t>Phœbé II.</w:t>
      </w:r>
    </w:p>
    <w:p w14:paraId="010D6951" w14:textId="77777777" w:rsidR="00987D49" w:rsidRDefault="00B27708" w:rsidP="00B27708">
      <w:r>
        <w:lastRenderedPageBreak/>
        <w:t>Il tira d</w:t>
      </w:r>
      <w:r w:rsidR="00987D49">
        <w:t>’</w:t>
      </w:r>
      <w:r>
        <w:t>une des malles fixées au sol des raquettes semblables à celles que portent</w:t>
      </w:r>
      <w:r w:rsidR="00987D49">
        <w:t xml:space="preserve">, </w:t>
      </w:r>
      <w:r>
        <w:t>dans les plaines glacées du grand Nord</w:t>
      </w:r>
      <w:r w:rsidR="00987D49">
        <w:t xml:space="preserve">, </w:t>
      </w:r>
      <w:r>
        <w:t>les chasseurs canadiens</w:t>
      </w:r>
      <w:r w:rsidR="00987D49">
        <w:t xml:space="preserve">, </w:t>
      </w:r>
      <w:r>
        <w:t>mais considérablement plus lourdes</w:t>
      </w:r>
      <w:r w:rsidR="00987D49">
        <w:t xml:space="preserve">, </w:t>
      </w:r>
      <w:r>
        <w:t>grâce à l</w:t>
      </w:r>
      <w:r w:rsidR="00987D49">
        <w:t>’</w:t>
      </w:r>
      <w:r>
        <w:t>adjonction de lamelles de plomb</w:t>
      </w:r>
      <w:r w:rsidR="00987D49">
        <w:t>…</w:t>
      </w:r>
    </w:p>
    <w:p w14:paraId="3328488D" w14:textId="77777777" w:rsidR="00987D49" w:rsidRDefault="00B27708" w:rsidP="00B27708">
      <w:r>
        <w:t>Ce que voyant</w:t>
      </w:r>
      <w:r w:rsidR="00987D49">
        <w:t xml:space="preserve">, </w:t>
      </w:r>
      <w:r>
        <w:t>notre éternel mécontent se prit à insinuer que Pierre avait volontairement dissimulé ces accessoires</w:t>
      </w:r>
      <w:r w:rsidR="00987D49">
        <w:t xml:space="preserve">, </w:t>
      </w:r>
      <w:r>
        <w:t>afin qu</w:t>
      </w:r>
      <w:r w:rsidR="00987D49">
        <w:t>’</w:t>
      </w:r>
      <w:r>
        <w:t>ils ne pussent servir que pour la seconde sortie</w:t>
      </w:r>
      <w:r w:rsidR="00987D49">
        <w:t xml:space="preserve">, </w:t>
      </w:r>
      <w:r>
        <w:t>et que lui</w:t>
      </w:r>
      <w:r w:rsidR="00987D49">
        <w:t xml:space="preserve">, </w:t>
      </w:r>
      <w:proofErr w:type="spellStart"/>
      <w:r>
        <w:t>Grimaille</w:t>
      </w:r>
      <w:proofErr w:type="spellEnd"/>
      <w:r w:rsidR="00987D49">
        <w:t xml:space="preserve">, </w:t>
      </w:r>
      <w:r>
        <w:t>fût ridiculisé au cours de la première</w:t>
      </w:r>
      <w:r w:rsidR="00987D49">
        <w:t>.</w:t>
      </w:r>
    </w:p>
    <w:p w14:paraId="1EEE0B75" w14:textId="77777777" w:rsidR="00987D49" w:rsidRDefault="00B27708" w:rsidP="00B27708">
      <w:r>
        <w:t>Fernand approuvait du geste</w:t>
      </w:r>
      <w:r w:rsidR="00987D49">
        <w:t xml:space="preserve">, </w:t>
      </w:r>
      <w:r>
        <w:t>mais Pierre et René adoptèrent le meilleur parti</w:t>
      </w:r>
      <w:r w:rsidR="00987D49">
        <w:t xml:space="preserve">, </w:t>
      </w:r>
      <w:r>
        <w:t>celui de ne pas entendre ces récriminations</w:t>
      </w:r>
      <w:r w:rsidR="00987D49">
        <w:t>.</w:t>
      </w:r>
    </w:p>
    <w:p w14:paraId="2E403D7F" w14:textId="77777777" w:rsidR="00987D49" w:rsidRDefault="00B27708" w:rsidP="00B27708">
      <w:r>
        <w:t>Le chef avait bien autre chose à faire</w:t>
      </w:r>
      <w:r w:rsidR="00987D49">
        <w:t xml:space="preserve">. </w:t>
      </w:r>
      <w:r>
        <w:t>Tout d</w:t>
      </w:r>
      <w:r w:rsidR="00987D49">
        <w:t>’</w:t>
      </w:r>
      <w:r>
        <w:t>abord</w:t>
      </w:r>
      <w:r w:rsidR="00987D49">
        <w:t xml:space="preserve">, </w:t>
      </w:r>
      <w:r>
        <w:t>instruit</w:t>
      </w:r>
      <w:r w:rsidR="00987D49">
        <w:t xml:space="preserve">, </w:t>
      </w:r>
      <w:r>
        <w:t>lui aussi</w:t>
      </w:r>
      <w:r w:rsidR="00987D49">
        <w:t xml:space="preserve">, </w:t>
      </w:r>
      <w:r>
        <w:t>par l</w:t>
      </w:r>
      <w:r w:rsidR="00987D49">
        <w:t>’</w:t>
      </w:r>
      <w:r>
        <w:t>expérience de la première exploration</w:t>
      </w:r>
      <w:r w:rsidR="00987D49">
        <w:t xml:space="preserve">, </w:t>
      </w:r>
      <w:r>
        <w:t>vraiment trop improvisée</w:t>
      </w:r>
      <w:r w:rsidR="00987D49">
        <w:t xml:space="preserve">, </w:t>
      </w:r>
      <w:r>
        <w:t>et accomplie dans l</w:t>
      </w:r>
      <w:r w:rsidR="00987D49">
        <w:t>’</w:t>
      </w:r>
      <w:r>
        <w:t>ivresse de l</w:t>
      </w:r>
      <w:r w:rsidR="00987D49">
        <w:t>’</w:t>
      </w:r>
      <w:r>
        <w:t>atterrissage</w:t>
      </w:r>
      <w:r w:rsidR="00987D49">
        <w:t xml:space="preserve">, </w:t>
      </w:r>
      <w:r>
        <w:t>il entendait préparer minutieusement la seconde</w:t>
      </w:r>
      <w:r w:rsidR="00987D49">
        <w:t xml:space="preserve">. </w:t>
      </w:r>
      <w:r>
        <w:t>Il établit donc avec René</w:t>
      </w:r>
      <w:r w:rsidR="00987D49">
        <w:t xml:space="preserve">, </w:t>
      </w:r>
      <w:r>
        <w:t>un petit code de signaux</w:t>
      </w:r>
      <w:r w:rsidR="00987D49">
        <w:t xml:space="preserve">, </w:t>
      </w:r>
      <w:r>
        <w:t>qui seraient faits à l</w:t>
      </w:r>
      <w:r w:rsidR="00987D49">
        <w:t>’</w:t>
      </w:r>
      <w:r>
        <w:t>aide d</w:t>
      </w:r>
      <w:r w:rsidR="00987D49">
        <w:t>’</w:t>
      </w:r>
      <w:r>
        <w:t>un disque qu</w:t>
      </w:r>
      <w:r w:rsidR="00987D49">
        <w:t>’</w:t>
      </w:r>
      <w:r>
        <w:t>emporterait la patrouille et qui pourraient transmettre à la bordée de garde dans l</w:t>
      </w:r>
      <w:r w:rsidR="00987D49">
        <w:t>’</w:t>
      </w:r>
      <w:r>
        <w:t>astronef</w:t>
      </w:r>
      <w:r w:rsidR="00987D49">
        <w:t xml:space="preserve">, </w:t>
      </w:r>
      <w:r>
        <w:t>quelques messages très simples et notamment demander de l</w:t>
      </w:r>
      <w:r w:rsidR="00987D49">
        <w:t>’</w:t>
      </w:r>
      <w:r>
        <w:t>aide</w:t>
      </w:r>
      <w:r w:rsidR="00987D49">
        <w:t xml:space="preserve">, </w:t>
      </w:r>
      <w:r>
        <w:t>le cas échéant</w:t>
      </w:r>
      <w:r w:rsidR="00987D49">
        <w:t>…</w:t>
      </w:r>
    </w:p>
    <w:p w14:paraId="6D059FC6" w14:textId="77777777" w:rsidR="00987D49" w:rsidRDefault="00B27708" w:rsidP="00B27708">
      <w:r>
        <w:t>De plus</w:t>
      </w:r>
      <w:r w:rsidR="00987D49">
        <w:t xml:space="preserve">, </w:t>
      </w:r>
      <w:r>
        <w:t>il fut convenu que</w:t>
      </w:r>
      <w:r w:rsidR="00987D49">
        <w:t xml:space="preserve">, </w:t>
      </w:r>
      <w:r>
        <w:t>pendant l</w:t>
      </w:r>
      <w:r w:rsidR="00987D49">
        <w:t>’</w:t>
      </w:r>
      <w:r>
        <w:t>absence d</w:t>
      </w:r>
      <w:r w:rsidR="00987D49">
        <w:t>’</w:t>
      </w:r>
      <w:r>
        <w:t>une bordée</w:t>
      </w:r>
      <w:r w:rsidR="00987D49">
        <w:t xml:space="preserve">, </w:t>
      </w:r>
      <w:r>
        <w:t>l</w:t>
      </w:r>
      <w:r w:rsidR="00987D49">
        <w:t>’</w:t>
      </w:r>
      <w:r>
        <w:t>autre aurait toujours un veilleur</w:t>
      </w:r>
      <w:r w:rsidR="00987D49">
        <w:t xml:space="preserve">, </w:t>
      </w:r>
      <w:r>
        <w:t>soit au cœlostat soit aux hublots</w:t>
      </w:r>
      <w:r w:rsidR="00987D49">
        <w:t xml:space="preserve">, </w:t>
      </w:r>
      <w:r>
        <w:t>pour prendre éventuellement connaissance des messages</w:t>
      </w:r>
      <w:r w:rsidR="00987D49">
        <w:t>.</w:t>
      </w:r>
    </w:p>
    <w:p w14:paraId="2B976EC3" w14:textId="77777777" w:rsidR="00987D49" w:rsidRDefault="00B27708" w:rsidP="00B27708">
      <w:r>
        <w:t>Tout cela une fois réglé</w:t>
      </w:r>
      <w:r w:rsidR="00987D49">
        <w:t xml:space="preserve">, </w:t>
      </w:r>
      <w:r>
        <w:t>la seconde patrouille</w:t>
      </w:r>
      <w:r w:rsidR="00987D49">
        <w:t xml:space="preserve">, </w:t>
      </w:r>
      <w:r>
        <w:t>dont je devais faire partie</w:t>
      </w:r>
      <w:r w:rsidR="00987D49">
        <w:t xml:space="preserve">, </w:t>
      </w:r>
      <w:r>
        <w:t>se prépara à sortir</w:t>
      </w:r>
      <w:r w:rsidR="00987D49">
        <w:t xml:space="preserve">. </w:t>
      </w:r>
      <w:r>
        <w:t>Pierre aida Hélène à s</w:t>
      </w:r>
      <w:r w:rsidR="00987D49">
        <w:t>’</w:t>
      </w:r>
      <w:r>
        <w:t>équiper</w:t>
      </w:r>
      <w:r w:rsidR="00987D49">
        <w:t xml:space="preserve">, </w:t>
      </w:r>
      <w:r>
        <w:t>avant de le faire lui-même</w:t>
      </w:r>
      <w:r w:rsidR="00987D49">
        <w:t xml:space="preserve"> ; </w:t>
      </w:r>
      <w:r>
        <w:t>il ne voulait laisser</w:t>
      </w:r>
      <w:r w:rsidR="00987D49">
        <w:t xml:space="preserve">, </w:t>
      </w:r>
      <w:r>
        <w:t>à personne</w:t>
      </w:r>
      <w:r w:rsidR="00987D49">
        <w:t xml:space="preserve">, </w:t>
      </w:r>
      <w:r>
        <w:t>pas même au frère de la jeune fille</w:t>
      </w:r>
      <w:r w:rsidR="00987D49">
        <w:t xml:space="preserve">, </w:t>
      </w:r>
      <w:r>
        <w:t>le soin de vérifier si l</w:t>
      </w:r>
      <w:r w:rsidR="00987D49">
        <w:t>’</w:t>
      </w:r>
      <w:r>
        <w:t>appareil respiratoire était bien en place et si Hélène était garantie au maximum contre tout danger éventuel</w:t>
      </w:r>
      <w:r w:rsidR="00987D49">
        <w:t>.</w:t>
      </w:r>
    </w:p>
    <w:p w14:paraId="4CE1134B" w14:textId="77777777" w:rsidR="00987D49" w:rsidRDefault="00B27708" w:rsidP="00B27708">
      <w:r>
        <w:t>Ce fut touchant de voir cet homme rude</w:t>
      </w:r>
      <w:r w:rsidR="00987D49">
        <w:t xml:space="preserve">, </w:t>
      </w:r>
      <w:r>
        <w:t>énergique</w:t>
      </w:r>
      <w:r w:rsidR="00987D49">
        <w:t xml:space="preserve">, </w:t>
      </w:r>
      <w:r>
        <w:t>animé d</w:t>
      </w:r>
      <w:r w:rsidR="00987D49">
        <w:t>’</w:t>
      </w:r>
      <w:r>
        <w:t>ordinaire du seul fanatisme de la science et de la seule mystique de l</w:t>
      </w:r>
      <w:r w:rsidR="00987D49">
        <w:t>’</w:t>
      </w:r>
      <w:r>
        <w:t>action en cours</w:t>
      </w:r>
      <w:r w:rsidR="00987D49">
        <w:t xml:space="preserve">, </w:t>
      </w:r>
      <w:r>
        <w:t>s</w:t>
      </w:r>
      <w:r w:rsidR="00987D49">
        <w:t>’</w:t>
      </w:r>
      <w:r>
        <w:t>humaniser auprès de la fille aux yeux noirs</w:t>
      </w:r>
      <w:r w:rsidR="00987D49">
        <w:t xml:space="preserve">. </w:t>
      </w:r>
      <w:r>
        <w:t xml:space="preserve">Il eut </w:t>
      </w:r>
      <w:r>
        <w:lastRenderedPageBreak/>
        <w:t>des gestes délicats</w:t>
      </w:r>
      <w:r w:rsidR="00987D49">
        <w:t xml:space="preserve">, </w:t>
      </w:r>
      <w:r>
        <w:t>une expression tendre</w:t>
      </w:r>
      <w:r w:rsidR="00987D49">
        <w:t xml:space="preserve">, </w:t>
      </w:r>
      <w:r>
        <w:t>un élan pudique et contenu</w:t>
      </w:r>
      <w:r w:rsidR="00987D49">
        <w:t xml:space="preserve">, </w:t>
      </w:r>
      <w:r>
        <w:t>toutes choses inusitées chez lui</w:t>
      </w:r>
      <w:r w:rsidR="00987D49">
        <w:t xml:space="preserve">, </w:t>
      </w:r>
      <w:r>
        <w:t>et dont les témoins de cette scène conçurent un étonnement qu</w:t>
      </w:r>
      <w:r w:rsidR="00987D49">
        <w:t>’</w:t>
      </w:r>
      <w:r>
        <w:t>ils se gardèrent de manifester</w:t>
      </w:r>
      <w:r w:rsidR="00987D49">
        <w:t xml:space="preserve">, </w:t>
      </w:r>
      <w:r>
        <w:t>mais qui se lisait malgré eux dans leurs yeux</w:t>
      </w:r>
      <w:r w:rsidR="00987D49">
        <w:t>…</w:t>
      </w:r>
    </w:p>
    <w:p w14:paraId="3A5E2AA6" w14:textId="77777777" w:rsidR="00987D49" w:rsidRDefault="00B27708" w:rsidP="00B27708">
      <w:r>
        <w:t>Comme je le comprenais</w:t>
      </w:r>
      <w:r w:rsidR="00987D49">
        <w:t xml:space="preserve">, </w:t>
      </w:r>
      <w:r>
        <w:t>moi</w:t>
      </w:r>
      <w:r w:rsidR="00987D49">
        <w:t xml:space="preserve">, </w:t>
      </w:r>
      <w:r>
        <w:t>notre chef</w:t>
      </w:r>
      <w:r w:rsidR="00987D49">
        <w:t xml:space="preserve"> !… </w:t>
      </w:r>
      <w:r>
        <w:t>Comme j</w:t>
      </w:r>
      <w:r w:rsidR="00987D49">
        <w:t>’</w:t>
      </w:r>
      <w:r>
        <w:t>aurais voulu être à sa place et prodiguer à l</w:t>
      </w:r>
      <w:r w:rsidR="00987D49">
        <w:t>’</w:t>
      </w:r>
      <w:r>
        <w:t>adorable Hélène ces menus soins</w:t>
      </w:r>
      <w:r w:rsidR="00987D49">
        <w:t xml:space="preserve">, </w:t>
      </w:r>
      <w:r>
        <w:t>ces attentions</w:t>
      </w:r>
      <w:r w:rsidR="00987D49">
        <w:t xml:space="preserve">, </w:t>
      </w:r>
      <w:r>
        <w:t>qui créent autant de liens entre deux êtres</w:t>
      </w:r>
      <w:r w:rsidR="00987D49">
        <w:t xml:space="preserve">… </w:t>
      </w:r>
      <w:r>
        <w:t>Mais je savais bien que</w:t>
      </w:r>
      <w:r w:rsidR="00987D49">
        <w:t xml:space="preserve">, </w:t>
      </w:r>
      <w:r>
        <w:t>pour tout autre que Pierre</w:t>
      </w:r>
      <w:r w:rsidR="00987D49">
        <w:t xml:space="preserve">, </w:t>
      </w:r>
      <w:r>
        <w:t>le sourire de remerciement de la jeune fille eût été différent</w:t>
      </w:r>
      <w:r w:rsidR="00987D49">
        <w:t xml:space="preserve">. </w:t>
      </w:r>
      <w:r>
        <w:t>Son regard n</w:t>
      </w:r>
      <w:r w:rsidR="00987D49">
        <w:t>’</w:t>
      </w:r>
      <w:r>
        <w:t>aurait pas eu cet éclat</w:t>
      </w:r>
      <w:r w:rsidR="00987D49">
        <w:t xml:space="preserve">, </w:t>
      </w:r>
      <w:r>
        <w:t>sa bouche cette expression</w:t>
      </w:r>
      <w:r w:rsidR="00987D49">
        <w:t xml:space="preserve">, </w:t>
      </w:r>
      <w:r>
        <w:t>ses gestes cet abandon</w:t>
      </w:r>
      <w:r w:rsidR="00987D49">
        <w:t>…</w:t>
      </w:r>
    </w:p>
    <w:p w14:paraId="3F1D7715" w14:textId="77777777" w:rsidR="00987D49" w:rsidRDefault="00B27708" w:rsidP="00B27708">
      <w:r>
        <w:t>Je le constatai une fois de plus en soupirant</w:t>
      </w:r>
      <w:r w:rsidR="00987D49">
        <w:t xml:space="preserve"> : </w:t>
      </w:r>
      <w:r>
        <w:t>Hélène aimait Pierre</w:t>
      </w:r>
      <w:r w:rsidR="00987D49">
        <w:t xml:space="preserve">, </w:t>
      </w:r>
      <w:r>
        <w:t>et Pierre aimait Hélène</w:t>
      </w:r>
      <w:r w:rsidR="00987D49">
        <w:t xml:space="preserve">. </w:t>
      </w:r>
      <w:r>
        <w:t>Depuis longtemps</w:t>
      </w:r>
      <w:r w:rsidR="00987D49">
        <w:t xml:space="preserve">, </w:t>
      </w:r>
      <w:r>
        <w:t>je m</w:t>
      </w:r>
      <w:r w:rsidR="00987D49">
        <w:t>’</w:t>
      </w:r>
      <w:r>
        <w:t>étais résigné et j</w:t>
      </w:r>
      <w:r w:rsidR="00987D49">
        <w:t>’</w:t>
      </w:r>
      <w:r>
        <w:t>avais renoncé à être</w:t>
      </w:r>
      <w:r w:rsidR="00987D49">
        <w:t xml:space="preserve">, </w:t>
      </w:r>
      <w:r>
        <w:t xml:space="preserve">pour la sœur de René </w:t>
      </w:r>
      <w:proofErr w:type="spellStart"/>
      <w:r>
        <w:t>Lesmond</w:t>
      </w:r>
      <w:proofErr w:type="spellEnd"/>
      <w:r w:rsidR="00987D49">
        <w:t xml:space="preserve">, </w:t>
      </w:r>
      <w:r>
        <w:t>autre chose qu</w:t>
      </w:r>
      <w:r w:rsidR="00987D49">
        <w:t>’</w:t>
      </w:r>
      <w:r>
        <w:t>un ami</w:t>
      </w:r>
      <w:r w:rsidR="00987D49">
        <w:t xml:space="preserve">. </w:t>
      </w:r>
      <w:r>
        <w:t>Plus que jamais</w:t>
      </w:r>
      <w:r w:rsidR="00987D49">
        <w:t xml:space="preserve">, </w:t>
      </w:r>
      <w:r>
        <w:t>en cet instant</w:t>
      </w:r>
      <w:r w:rsidR="00987D49">
        <w:t xml:space="preserve">, </w:t>
      </w:r>
      <w:r>
        <w:t>je me convainquis de la sagesse d</w:t>
      </w:r>
      <w:r w:rsidR="00987D49">
        <w:t>’</w:t>
      </w:r>
      <w:r>
        <w:t>une telle résolution</w:t>
      </w:r>
      <w:r w:rsidR="00987D49">
        <w:t>…</w:t>
      </w:r>
    </w:p>
    <w:p w14:paraId="656A3A6C" w14:textId="77777777" w:rsidR="00987D49" w:rsidRDefault="00B27708" w:rsidP="00B27708">
      <w:r>
        <w:t>Malheureusement</w:t>
      </w:r>
      <w:r w:rsidR="00987D49">
        <w:t xml:space="preserve">, </w:t>
      </w:r>
      <w:r>
        <w:t>il n</w:t>
      </w:r>
      <w:r w:rsidR="00987D49">
        <w:t>’</w:t>
      </w:r>
      <w:r>
        <w:t xml:space="preserve">en était pas de même pour </w:t>
      </w:r>
      <w:proofErr w:type="spellStart"/>
      <w:r>
        <w:t>Grimaille</w:t>
      </w:r>
      <w:proofErr w:type="spellEnd"/>
      <w:r w:rsidR="00987D49">
        <w:t xml:space="preserve">. </w:t>
      </w:r>
      <w:r>
        <w:t>Sa surprise de voir l</w:t>
      </w:r>
      <w:r w:rsidR="00987D49">
        <w:t>’</w:t>
      </w:r>
      <w:r>
        <w:t xml:space="preserve">austère Pierre </w:t>
      </w:r>
      <w:proofErr w:type="spellStart"/>
      <w:r>
        <w:t>Saravine</w:t>
      </w:r>
      <w:proofErr w:type="spellEnd"/>
      <w:r>
        <w:t xml:space="preserve"> transformé en galant courtisan d</w:t>
      </w:r>
      <w:r w:rsidR="00987D49">
        <w:t>’</w:t>
      </w:r>
      <w:r>
        <w:t>une belle</w:t>
      </w:r>
      <w:r w:rsidR="00987D49">
        <w:t xml:space="preserve">, </w:t>
      </w:r>
      <w:r>
        <w:t>se mêlait visiblement d</w:t>
      </w:r>
      <w:r w:rsidR="00987D49">
        <w:t>’</w:t>
      </w:r>
      <w:r>
        <w:t>un vif dépit</w:t>
      </w:r>
      <w:r w:rsidR="00987D49">
        <w:t xml:space="preserve">, </w:t>
      </w:r>
      <w:r>
        <w:t>devant l</w:t>
      </w:r>
      <w:r w:rsidR="00987D49">
        <w:t>’</w:t>
      </w:r>
      <w:r>
        <w:t>accueil tendre et joyeux que faisait Hélène à ce nouveau personnage</w:t>
      </w:r>
      <w:r w:rsidR="00987D49">
        <w:t xml:space="preserve">, </w:t>
      </w:r>
      <w:r>
        <w:t>jusqu</w:t>
      </w:r>
      <w:r w:rsidR="00987D49">
        <w:t>’</w:t>
      </w:r>
      <w:r>
        <w:t>alors inconnu</w:t>
      </w:r>
      <w:r w:rsidR="00987D49">
        <w:t xml:space="preserve">, </w:t>
      </w:r>
      <w:r>
        <w:t>et qui venait de se révéler</w:t>
      </w:r>
      <w:r w:rsidR="00987D49">
        <w:t>…</w:t>
      </w:r>
    </w:p>
    <w:p w14:paraId="20599376" w14:textId="686E2ABB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34" w:name="__RefHeading__91166_553960937"/>
      <w:bookmarkStart w:id="35" w:name="bookmark17"/>
      <w:bookmarkStart w:id="36" w:name="_Toc194838870"/>
      <w:bookmarkEnd w:id="34"/>
      <w:r>
        <w:lastRenderedPageBreak/>
        <w:t>X</w:t>
      </w:r>
      <w:bookmarkEnd w:id="35"/>
      <w:r>
        <w:t>II</w:t>
      </w:r>
      <w:r>
        <w:br/>
      </w:r>
      <w:r>
        <w:br/>
        <w:t xml:space="preserve">Les nuits de </w:t>
      </w:r>
      <w:r w:rsidR="00987D49">
        <w:t>Phœbé II</w:t>
      </w:r>
      <w:bookmarkEnd w:id="36"/>
    </w:p>
    <w:p w14:paraId="502A2766" w14:textId="77777777" w:rsidR="00987D49" w:rsidRDefault="00B27708" w:rsidP="00B27708">
      <w:r>
        <w:t>Grâce aux raquettes</w:t>
      </w:r>
      <w:r w:rsidR="00987D49">
        <w:t xml:space="preserve">, </w:t>
      </w:r>
      <w:r>
        <w:t>la seconde sortie fut moins fantaisiste que la première</w:t>
      </w:r>
      <w:r w:rsidR="00987D49">
        <w:t xml:space="preserve">. </w:t>
      </w:r>
      <w:r>
        <w:t>Leur poids nous retenait au sol</w:t>
      </w:r>
      <w:r w:rsidR="00987D49">
        <w:t xml:space="preserve">, </w:t>
      </w:r>
      <w:r>
        <w:t>comme le font les lourds accessoires des scaphandriers</w:t>
      </w:r>
      <w:r w:rsidR="00987D49">
        <w:t xml:space="preserve">. </w:t>
      </w:r>
      <w:r>
        <w:t>Leur large surface atténuait les glissades</w:t>
      </w:r>
      <w:r w:rsidR="00987D49">
        <w:t xml:space="preserve">. </w:t>
      </w:r>
      <w:r>
        <w:t>En somme</w:t>
      </w:r>
      <w:r w:rsidR="00987D49">
        <w:t xml:space="preserve">, </w:t>
      </w:r>
      <w:r>
        <w:t>au bout de quelques minutes</w:t>
      </w:r>
      <w:r w:rsidR="00987D49">
        <w:t xml:space="preserve">, </w:t>
      </w:r>
      <w:r>
        <w:t>on se sentait presque à l</w:t>
      </w:r>
      <w:r w:rsidR="00987D49">
        <w:t>’</w:t>
      </w:r>
      <w:r>
        <w:t>aise</w:t>
      </w:r>
      <w:r w:rsidR="00987D49">
        <w:t xml:space="preserve">. </w:t>
      </w:r>
      <w:r>
        <w:t>Je fus bien plus gêné par le masque respiratoire</w:t>
      </w:r>
      <w:r w:rsidR="00987D49">
        <w:t xml:space="preserve">, </w:t>
      </w:r>
      <w:r>
        <w:t>et j</w:t>
      </w:r>
      <w:r w:rsidR="00987D49">
        <w:t>’</w:t>
      </w:r>
      <w:r>
        <w:t>eus quelque mal à m</w:t>
      </w:r>
      <w:r w:rsidR="00987D49">
        <w:t>’</w:t>
      </w:r>
      <w:r>
        <w:t>y accoutumer</w:t>
      </w:r>
      <w:r w:rsidR="00987D49">
        <w:t xml:space="preserve">, </w:t>
      </w:r>
      <w:r>
        <w:t>malgré les essais auxquels nous nous étions astreints avant le départ</w:t>
      </w:r>
      <w:r w:rsidR="00987D49">
        <w:t xml:space="preserve">. </w:t>
      </w:r>
      <w:r>
        <w:t>Mais enfin</w:t>
      </w:r>
      <w:r w:rsidR="00987D49">
        <w:t xml:space="preserve">, </w:t>
      </w:r>
      <w:r>
        <w:t>je dus m</w:t>
      </w:r>
      <w:r w:rsidR="00987D49">
        <w:t>’</w:t>
      </w:r>
      <w:r>
        <w:t>y faire</w:t>
      </w:r>
      <w:r w:rsidR="00987D49">
        <w:t>.</w:t>
      </w:r>
    </w:p>
    <w:p w14:paraId="4988252D" w14:textId="77777777" w:rsidR="00987D49" w:rsidRDefault="00B27708" w:rsidP="00B27708">
      <w:r>
        <w:t>Pierre et Hélène allaient</w:t>
      </w:r>
      <w:r w:rsidR="00987D49">
        <w:t xml:space="preserve">, </w:t>
      </w:r>
      <w:r>
        <w:t>non loin de moi</w:t>
      </w:r>
      <w:r w:rsidR="00987D49">
        <w:t xml:space="preserve">, </w:t>
      </w:r>
      <w:r>
        <w:t>le premier guidant la seconde</w:t>
      </w:r>
      <w:r w:rsidR="00987D49">
        <w:t xml:space="preserve">. </w:t>
      </w:r>
      <w:r>
        <w:t>Ils avaient emporté</w:t>
      </w:r>
      <w:r w:rsidR="00987D49">
        <w:t xml:space="preserve">, </w:t>
      </w:r>
      <w:r>
        <w:t>outre l</w:t>
      </w:r>
      <w:r w:rsidR="00987D49">
        <w:t>’</w:t>
      </w:r>
      <w:r>
        <w:t>appareil photographique et la caméra</w:t>
      </w:r>
      <w:r w:rsidR="00987D49">
        <w:t xml:space="preserve">, </w:t>
      </w:r>
      <w:r>
        <w:t>dont la première patrouille ne s</w:t>
      </w:r>
      <w:r w:rsidR="00987D49">
        <w:t>’</w:t>
      </w:r>
      <w:r>
        <w:t>était pas servie</w:t>
      </w:r>
      <w:r w:rsidR="00987D49">
        <w:t xml:space="preserve">, </w:t>
      </w:r>
      <w:r>
        <w:t>un marteau géologique et des tubes</w:t>
      </w:r>
      <w:r w:rsidR="00987D49">
        <w:t xml:space="preserve">, </w:t>
      </w:r>
      <w:r>
        <w:t>destinés à recueillir la poussière ou les fragments du sol transparent de la singulière planète</w:t>
      </w:r>
      <w:r w:rsidR="00987D49">
        <w:t xml:space="preserve">. </w:t>
      </w:r>
      <w:r>
        <w:t>Pour le moment</w:t>
      </w:r>
      <w:r w:rsidR="00987D49">
        <w:t xml:space="preserve">, </w:t>
      </w:r>
      <w:r>
        <w:t>ce sol</w:t>
      </w:r>
      <w:r w:rsidR="00987D49">
        <w:t xml:space="preserve">, </w:t>
      </w:r>
      <w:r>
        <w:t>à perte de vue</w:t>
      </w:r>
      <w:r w:rsidR="00987D49">
        <w:t xml:space="preserve">, </w:t>
      </w:r>
      <w:r>
        <w:t>demeurait plat et lisse</w:t>
      </w:r>
      <w:r w:rsidR="00987D49">
        <w:t xml:space="preserve">. </w:t>
      </w:r>
      <w:r>
        <w:t>Quant à moi</w:t>
      </w:r>
      <w:r w:rsidR="00987D49">
        <w:t xml:space="preserve">, </w:t>
      </w:r>
      <w:r>
        <w:t>je portais une longue perche surmontée d</w:t>
      </w:r>
      <w:r w:rsidR="00987D49">
        <w:t>’</w:t>
      </w:r>
      <w:r>
        <w:t>un disque-signal et une fusée au magnésium</w:t>
      </w:r>
      <w:r w:rsidR="00987D49">
        <w:t>.</w:t>
      </w:r>
    </w:p>
    <w:p w14:paraId="3265DA37" w14:textId="77777777" w:rsidR="00987D49" w:rsidRDefault="00B27708" w:rsidP="00B27708">
      <w:r>
        <w:t>Cette fusée</w:t>
      </w:r>
      <w:r w:rsidR="00987D49">
        <w:t xml:space="preserve">, </w:t>
      </w:r>
      <w:r>
        <w:t>dont je n</w:t>
      </w:r>
      <w:r w:rsidR="00987D49">
        <w:t>’</w:t>
      </w:r>
      <w:r>
        <w:t>ai pas encore eu l</w:t>
      </w:r>
      <w:r w:rsidR="00987D49">
        <w:t>’</w:t>
      </w:r>
      <w:r>
        <w:t>occasion de parler avait pour objet</w:t>
      </w:r>
      <w:r w:rsidR="00987D49">
        <w:t xml:space="preserve">, </w:t>
      </w:r>
      <w:r>
        <w:t>ainsi que plusieurs de ses pareilles</w:t>
      </w:r>
      <w:r w:rsidR="00987D49">
        <w:t xml:space="preserve">, </w:t>
      </w:r>
      <w:r>
        <w:t>que nous avions en réserve dans l</w:t>
      </w:r>
      <w:r w:rsidR="00987D49">
        <w:t>’</w:t>
      </w:r>
      <w:r>
        <w:t>astronef</w:t>
      </w:r>
      <w:r w:rsidR="00987D49">
        <w:t xml:space="preserve">, </w:t>
      </w:r>
      <w:r>
        <w:t>de lancer dans l</w:t>
      </w:r>
      <w:r w:rsidR="00987D49">
        <w:t>’</w:t>
      </w:r>
      <w:r>
        <w:t>espace un jet de flamme que nous espérions pouvoir être aperçu de la Terre</w:t>
      </w:r>
      <w:r w:rsidR="00987D49">
        <w:t xml:space="preserve">. </w:t>
      </w:r>
      <w:r>
        <w:t>Je note tout de suite que cette expérience</w:t>
      </w:r>
      <w:r w:rsidR="00987D49">
        <w:t xml:space="preserve">, </w:t>
      </w:r>
      <w:r>
        <w:t>ainsi que nous devions l</w:t>
      </w:r>
      <w:r w:rsidR="00987D49">
        <w:t>’</w:t>
      </w:r>
      <w:r>
        <w:t>apprendre plus tard</w:t>
      </w:r>
      <w:r w:rsidR="00987D49">
        <w:t xml:space="preserve">, </w:t>
      </w:r>
      <w:r>
        <w:t>ne donna aucun résultat positif</w:t>
      </w:r>
      <w:r w:rsidR="00987D49">
        <w:t>…</w:t>
      </w:r>
    </w:p>
    <w:p w14:paraId="7D520D26" w14:textId="77777777" w:rsidR="00987D49" w:rsidRDefault="00B27708" w:rsidP="00B27708">
      <w:r>
        <w:t>Quant au disque</w:t>
      </w:r>
      <w:r w:rsidR="00987D49">
        <w:t xml:space="preserve">, </w:t>
      </w:r>
      <w:r>
        <w:t xml:space="preserve">il servait à nous maintenir en liaison optique avec nos compagnons demeurés à bord du </w:t>
      </w:r>
      <w:r w:rsidR="00987D49">
        <w:t>« </w:t>
      </w:r>
      <w:r>
        <w:t>Bolide</w:t>
      </w:r>
      <w:r w:rsidR="00987D49">
        <w:t> ».</w:t>
      </w:r>
    </w:p>
    <w:p w14:paraId="60521F9D" w14:textId="77777777" w:rsidR="00987D49" w:rsidRDefault="00B27708" w:rsidP="00B27708">
      <w:r>
        <w:t>Ce qui nous gêna encore</w:t>
      </w:r>
      <w:r w:rsidR="00987D49">
        <w:t xml:space="preserve">, </w:t>
      </w:r>
      <w:r>
        <w:t>au cours de cette première sortie</w:t>
      </w:r>
      <w:r w:rsidR="00987D49">
        <w:t xml:space="preserve">, </w:t>
      </w:r>
      <w:r>
        <w:t>ce fut la difficulté</w:t>
      </w:r>
      <w:r w:rsidR="00987D49">
        <w:t xml:space="preserve">, </w:t>
      </w:r>
      <w:r>
        <w:t>en raison de nos masques respiratoires</w:t>
      </w:r>
      <w:r w:rsidR="00987D49">
        <w:t xml:space="preserve">, </w:t>
      </w:r>
      <w:r>
        <w:t>d</w:t>
      </w:r>
      <w:r w:rsidR="00987D49">
        <w:t>’</w:t>
      </w:r>
      <w:r>
        <w:t xml:space="preserve">échanger </w:t>
      </w:r>
      <w:r>
        <w:lastRenderedPageBreak/>
        <w:t>librement nos impressions</w:t>
      </w:r>
      <w:r w:rsidR="00987D49">
        <w:t xml:space="preserve">. </w:t>
      </w:r>
      <w:r>
        <w:t>Nous avions bien créé une sorte de langage mimé</w:t>
      </w:r>
      <w:r w:rsidR="00987D49">
        <w:t xml:space="preserve">, </w:t>
      </w:r>
      <w:r>
        <w:t>par gestes</w:t>
      </w:r>
      <w:r w:rsidR="00987D49">
        <w:t xml:space="preserve">, </w:t>
      </w:r>
      <w:r>
        <w:t>à l</w:t>
      </w:r>
      <w:r w:rsidR="00987D49">
        <w:t>’</w:t>
      </w:r>
      <w:r>
        <w:t>instar du langage des sourds-muets</w:t>
      </w:r>
      <w:r w:rsidR="00987D49">
        <w:t xml:space="preserve">, </w:t>
      </w:r>
      <w:r>
        <w:t>mais il nous fallut un certain temps et quelque expérience pour nous y accoutumer</w:t>
      </w:r>
      <w:r w:rsidR="00987D49">
        <w:t xml:space="preserve">. </w:t>
      </w:r>
      <w:r>
        <w:t>Là encore</w:t>
      </w:r>
      <w:r w:rsidR="00987D49">
        <w:t xml:space="preserve">, </w:t>
      </w:r>
      <w:r>
        <w:t>les exercices faits avant le départ ne nous furent pas d</w:t>
      </w:r>
      <w:r w:rsidR="00987D49">
        <w:t>’</w:t>
      </w:r>
      <w:r>
        <w:t>un grand secours</w:t>
      </w:r>
      <w:r w:rsidR="00987D49">
        <w:t xml:space="preserve">. </w:t>
      </w:r>
      <w:r>
        <w:t>Tous ces essais à blanc ressemblaient un peu aux exercices de natation effectués à terre</w:t>
      </w:r>
      <w:r w:rsidR="00987D49">
        <w:t xml:space="preserve">, </w:t>
      </w:r>
      <w:r>
        <w:t>lorsque le futur nageur exécute les mouvements de bras et de jambes</w:t>
      </w:r>
      <w:r w:rsidR="00987D49">
        <w:t xml:space="preserve">, </w:t>
      </w:r>
      <w:r>
        <w:t>le ventre sur un tabouret</w:t>
      </w:r>
      <w:r w:rsidR="00987D49">
        <w:t xml:space="preserve">. </w:t>
      </w:r>
      <w:r>
        <w:t>Il lui faut se jeter à l</w:t>
      </w:r>
      <w:r w:rsidR="00987D49">
        <w:t>’</w:t>
      </w:r>
      <w:r>
        <w:t>eau pour apprendre réellement à nager</w:t>
      </w:r>
      <w:r w:rsidR="00987D49">
        <w:t xml:space="preserve">. </w:t>
      </w:r>
      <w:r>
        <w:t>De même</w:t>
      </w:r>
      <w:r w:rsidR="00987D49">
        <w:t xml:space="preserve">, </w:t>
      </w:r>
      <w:r>
        <w:t xml:space="preserve">ce ne fut que sur </w:t>
      </w:r>
      <w:r w:rsidR="00987D49">
        <w:t>Phœbé II</w:t>
      </w:r>
      <w:r>
        <w:t xml:space="preserve"> que nous apprîmes pour de bon à vivre dans un milieu dépourvu d</w:t>
      </w:r>
      <w:r w:rsidR="00987D49">
        <w:t>’</w:t>
      </w:r>
      <w:r>
        <w:t>oxygène</w:t>
      </w:r>
      <w:r w:rsidR="00987D49">
        <w:t>…</w:t>
      </w:r>
    </w:p>
    <w:p w14:paraId="430D9700" w14:textId="77777777" w:rsidR="00987D49" w:rsidRDefault="00B27708" w:rsidP="00B27708">
      <w:r>
        <w:t>Au cours de cette première sortie</w:t>
      </w:r>
      <w:r w:rsidR="00987D49">
        <w:t xml:space="preserve">, </w:t>
      </w:r>
      <w:r>
        <w:t>les photos et les films cinématographiques que nous prîmes ne furent pas extrêmement sensationnels</w:t>
      </w:r>
      <w:r w:rsidR="00987D49">
        <w:t xml:space="preserve">. </w:t>
      </w:r>
      <w:r>
        <w:t>Nos observations demeurèrent sans grand intérêt scientifique</w:t>
      </w:r>
      <w:r w:rsidR="00987D49">
        <w:t xml:space="preserve">. </w:t>
      </w:r>
      <w:r>
        <w:t>Ce ne fut que plus tard que survint l</w:t>
      </w:r>
      <w:r w:rsidR="00987D49">
        <w:t>’</w:t>
      </w:r>
      <w:r>
        <w:t>effarante révélation</w:t>
      </w:r>
      <w:r w:rsidR="00987D49">
        <w:t>…</w:t>
      </w:r>
    </w:p>
    <w:p w14:paraId="2D7F55ED" w14:textId="77777777" w:rsidR="00987D49" w:rsidRDefault="00B27708" w:rsidP="00B27708">
      <w:r>
        <w:t>Mais j</w:t>
      </w:r>
      <w:r w:rsidR="00987D49">
        <w:t>’</w:t>
      </w:r>
      <w:r>
        <w:t>en reviens à cet ordre chronologique que je me suis promis de respecter</w:t>
      </w:r>
      <w:r w:rsidR="00987D49">
        <w:t xml:space="preserve">… </w:t>
      </w:r>
      <w:r>
        <w:t>Quand je relis mes notes</w:t>
      </w:r>
      <w:r w:rsidR="00987D49">
        <w:t xml:space="preserve"> (</w:t>
      </w:r>
      <w:r>
        <w:t>car je tenais avec conscience mon rôle d</w:t>
      </w:r>
      <w:r w:rsidR="00987D49">
        <w:t>’</w:t>
      </w:r>
      <w:r>
        <w:t>historiographe</w:t>
      </w:r>
      <w:r w:rsidR="00987D49">
        <w:t xml:space="preserve">) </w:t>
      </w:r>
      <w:r>
        <w:t>je retrouve seulement la décevante impression de néant que me laissa ma première et brève promenade sur la planète de cristal</w:t>
      </w:r>
      <w:r w:rsidR="00987D49">
        <w:t>.</w:t>
      </w:r>
    </w:p>
    <w:p w14:paraId="4DE6DEE5" w14:textId="77777777" w:rsidR="00987D49" w:rsidRDefault="00B27708" w:rsidP="00B27708">
      <w:r>
        <w:t>Cette exploration monotone dans un paysage toujours désolé et invariablement plat</w:t>
      </w:r>
      <w:r w:rsidR="00987D49">
        <w:t xml:space="preserve">, </w:t>
      </w:r>
      <w:r>
        <w:t>manquait décidément d</w:t>
      </w:r>
      <w:r w:rsidR="00987D49">
        <w:t>’</w:t>
      </w:r>
      <w:r>
        <w:t>attrait</w:t>
      </w:r>
      <w:r w:rsidR="00987D49">
        <w:t xml:space="preserve">. </w:t>
      </w:r>
      <w:r>
        <w:t>Les sorties suivantes ne furent guère plus passionnantes</w:t>
      </w:r>
      <w:r w:rsidR="00987D49">
        <w:t xml:space="preserve">. </w:t>
      </w:r>
      <w:r>
        <w:t>L</w:t>
      </w:r>
      <w:r w:rsidR="00987D49">
        <w:t>’</w:t>
      </w:r>
      <w:r>
        <w:t>empressement du début</w:t>
      </w:r>
      <w:r w:rsidR="00987D49">
        <w:t xml:space="preserve">, </w:t>
      </w:r>
      <w:r>
        <w:t>la lutte à qui sortirait le premier</w:t>
      </w:r>
      <w:r w:rsidR="00987D49">
        <w:t xml:space="preserve">, </w:t>
      </w:r>
      <w:r>
        <w:t>firent place à une tiédeur paresseuse</w:t>
      </w:r>
      <w:r w:rsidR="00987D49">
        <w:t xml:space="preserve">. </w:t>
      </w:r>
      <w:r>
        <w:t>Chaque équipe voyait arriver sans joie son tour de patrouille</w:t>
      </w:r>
      <w:r w:rsidR="00987D49">
        <w:t xml:space="preserve">. </w:t>
      </w:r>
      <w:r>
        <w:t>Je relis à chaque page</w:t>
      </w:r>
      <w:r w:rsidR="00987D49">
        <w:t xml:space="preserve">, </w:t>
      </w:r>
      <w:r>
        <w:t>sur mes notes</w:t>
      </w:r>
      <w:r w:rsidR="00987D49">
        <w:t xml:space="preserve">, </w:t>
      </w:r>
      <w:r>
        <w:t>la mention</w:t>
      </w:r>
      <w:r w:rsidR="00987D49">
        <w:t> : « </w:t>
      </w:r>
      <w:r>
        <w:t>Rien de nouveau</w:t>
      </w:r>
      <w:r w:rsidR="00987D49">
        <w:t> »…</w:t>
      </w:r>
    </w:p>
    <w:p w14:paraId="3B831D25" w14:textId="77777777" w:rsidR="00987D49" w:rsidRDefault="00B27708" w:rsidP="00B27708">
      <w:r>
        <w:t>Toutefois</w:t>
      </w:r>
      <w:r w:rsidR="00987D49">
        <w:t xml:space="preserve">, </w:t>
      </w:r>
      <w:r>
        <w:t>sans même nous en rendre compte</w:t>
      </w:r>
      <w:r w:rsidR="00987D49">
        <w:t xml:space="preserve">, </w:t>
      </w:r>
      <w:r>
        <w:t>nous acquérions insensiblement une grande habileté à nous servir de notre accoutrement</w:t>
      </w:r>
      <w:r w:rsidR="00987D49">
        <w:t xml:space="preserve">. </w:t>
      </w:r>
      <w:r>
        <w:t>Nous nous familiarisions avec nos vêtements</w:t>
      </w:r>
      <w:r w:rsidR="00987D49">
        <w:t xml:space="preserve">, </w:t>
      </w:r>
      <w:r>
        <w:t>nos raquettes</w:t>
      </w:r>
      <w:r w:rsidR="00987D49">
        <w:t xml:space="preserve">, </w:t>
      </w:r>
      <w:r>
        <w:t>nos masques</w:t>
      </w:r>
      <w:r w:rsidR="00987D49">
        <w:t xml:space="preserve">. </w:t>
      </w:r>
      <w:r>
        <w:t>Nous apprenions à exprimer par gestes quelques idées de moins en moins sommaires</w:t>
      </w:r>
      <w:r w:rsidR="00987D49">
        <w:t xml:space="preserve">. </w:t>
      </w:r>
      <w:r>
        <w:t xml:space="preserve">Et nous arrivions à fort bien nous </w:t>
      </w:r>
      <w:r>
        <w:lastRenderedPageBreak/>
        <w:t>comprendre</w:t>
      </w:r>
      <w:r w:rsidR="00987D49">
        <w:t xml:space="preserve">. </w:t>
      </w:r>
      <w:r>
        <w:t>Je remarquai notamment que Pierre et Hélène tenaient de véritables conversations mimées</w:t>
      </w:r>
      <w:r w:rsidR="00987D49">
        <w:t>.</w:t>
      </w:r>
    </w:p>
    <w:p w14:paraId="553610CB" w14:textId="77777777" w:rsidR="00987D49" w:rsidRDefault="00B27708" w:rsidP="00B27708">
      <w:r>
        <w:t>Il fallut d</w:t>
      </w:r>
      <w:r w:rsidR="00987D49">
        <w:t>’</w:t>
      </w:r>
      <w:r>
        <w:t>assez nombreuses expéditions</w:t>
      </w:r>
      <w:r w:rsidR="00987D49">
        <w:t xml:space="preserve">, </w:t>
      </w:r>
      <w:r>
        <w:t xml:space="preserve">dont les observations servirent de base aux calculs de notre savant ami René </w:t>
      </w:r>
      <w:proofErr w:type="spellStart"/>
      <w:r>
        <w:t>Lesmond</w:t>
      </w:r>
      <w:proofErr w:type="spellEnd"/>
      <w:r w:rsidR="00987D49">
        <w:t xml:space="preserve">, </w:t>
      </w:r>
      <w:r>
        <w:t>pour nous faire connaître quelques-unes des particularités de la singulière planète</w:t>
      </w:r>
      <w:r w:rsidR="00987D49">
        <w:t>.</w:t>
      </w:r>
    </w:p>
    <w:p w14:paraId="2819A4A1" w14:textId="77777777" w:rsidR="00987D49" w:rsidRDefault="00B27708" w:rsidP="00B27708">
      <w:r>
        <w:t>Parmi les bizarreries que j</w:t>
      </w:r>
      <w:r w:rsidR="00987D49">
        <w:t>’</w:t>
      </w:r>
      <w:r>
        <w:t>ai ainsi notées</w:t>
      </w:r>
      <w:r w:rsidR="00987D49">
        <w:t xml:space="preserve">, </w:t>
      </w:r>
      <w:r>
        <w:t>durant notre extraordinaire séjour</w:t>
      </w:r>
      <w:r w:rsidR="00987D49">
        <w:t xml:space="preserve">, </w:t>
      </w:r>
      <w:r>
        <w:t xml:space="preserve">celle des nuits de </w:t>
      </w:r>
      <w:r w:rsidR="00987D49">
        <w:t>Phœbé II</w:t>
      </w:r>
      <w:r>
        <w:t xml:space="preserve"> est certes parmi les plus surprenantes</w:t>
      </w:r>
      <w:r w:rsidR="00987D49">
        <w:t xml:space="preserve">. </w:t>
      </w:r>
      <w:r>
        <w:t>Selon les calculs de René</w:t>
      </w:r>
      <w:r w:rsidR="00987D49">
        <w:t xml:space="preserve">, </w:t>
      </w:r>
      <w:r>
        <w:t>le second satellite de la Terre</w:t>
      </w:r>
      <w:r w:rsidR="00987D49">
        <w:t xml:space="preserve">, </w:t>
      </w:r>
      <w:r>
        <w:t>animé du mouvement de rotation qui régit tous les astres</w:t>
      </w:r>
      <w:r w:rsidR="00987D49">
        <w:t xml:space="preserve">, </w:t>
      </w:r>
      <w:proofErr w:type="gramStart"/>
      <w:r>
        <w:t>de par</w:t>
      </w:r>
      <w:proofErr w:type="gramEnd"/>
      <w:r>
        <w:t xml:space="preserve"> la Loi de l</w:t>
      </w:r>
      <w:r w:rsidR="00987D49">
        <w:t>’</w:t>
      </w:r>
      <w:r>
        <w:t>attraction universelle</w:t>
      </w:r>
      <w:r w:rsidR="00987D49">
        <w:t xml:space="preserve">, </w:t>
      </w:r>
      <w:r>
        <w:t>tourne sur lui-même en trois heures terrestres</w:t>
      </w:r>
      <w:r w:rsidR="00987D49">
        <w:t xml:space="preserve">. </w:t>
      </w:r>
      <w:r>
        <w:t>C</w:t>
      </w:r>
      <w:r w:rsidR="00987D49">
        <w:t>’</w:t>
      </w:r>
      <w:r>
        <w:t>est-à-dire que le jour</w:t>
      </w:r>
      <w:r w:rsidR="00987D49">
        <w:t xml:space="preserve">, </w:t>
      </w:r>
      <w:r>
        <w:t>comme la nuit</w:t>
      </w:r>
      <w:r w:rsidR="00987D49">
        <w:t xml:space="preserve">, </w:t>
      </w:r>
      <w:r>
        <w:t>durent environ une heure et demie</w:t>
      </w:r>
      <w:r w:rsidR="00987D49">
        <w:t xml:space="preserve">, </w:t>
      </w:r>
      <w:r>
        <w:t>du moins dans la région et à la saison où nous nous trouvions</w:t>
      </w:r>
      <w:r w:rsidR="00987D49">
        <w:t>.</w:t>
      </w:r>
    </w:p>
    <w:p w14:paraId="3A4484EA" w14:textId="77777777" w:rsidR="00987D49" w:rsidRDefault="00B27708" w:rsidP="00B27708">
      <w:r>
        <w:t>Nos premières expériences avaient été trop courtes et nous nous y étions trop occupés de notre équilibre</w:t>
      </w:r>
      <w:r w:rsidR="00987D49">
        <w:t xml:space="preserve">, </w:t>
      </w:r>
      <w:r>
        <w:t>de notre respiration</w:t>
      </w:r>
      <w:r w:rsidR="00987D49">
        <w:t xml:space="preserve">, </w:t>
      </w:r>
      <w:r>
        <w:t>et de nos difficultés à communiquer ensemble</w:t>
      </w:r>
      <w:r w:rsidR="00987D49">
        <w:t xml:space="preserve">, </w:t>
      </w:r>
      <w:r>
        <w:t>pour pouvoir observer l</w:t>
      </w:r>
      <w:r w:rsidR="00987D49">
        <w:t>’</w:t>
      </w:r>
      <w:r>
        <w:t>étonnant passage du jour à la nuit</w:t>
      </w:r>
      <w:r w:rsidR="00987D49">
        <w:t xml:space="preserve">. </w:t>
      </w:r>
      <w:r>
        <w:t>Ce ne fut qu</w:t>
      </w:r>
      <w:r w:rsidR="00987D49">
        <w:t>’</w:t>
      </w:r>
      <w:r>
        <w:t>à la sixième sortie que notre équipe se trouva</w:t>
      </w:r>
      <w:r w:rsidR="00987D49">
        <w:t xml:space="preserve">, </w:t>
      </w:r>
      <w:r>
        <w:t>si l</w:t>
      </w:r>
      <w:r w:rsidR="00987D49">
        <w:t>’</w:t>
      </w:r>
      <w:r>
        <w:t>on peut dire</w:t>
      </w:r>
      <w:r w:rsidR="00987D49">
        <w:t xml:space="preserve">, </w:t>
      </w:r>
      <w:r>
        <w:t>surprise par le crépuscule</w:t>
      </w:r>
      <w:r w:rsidR="00987D49">
        <w:t>.</w:t>
      </w:r>
    </w:p>
    <w:p w14:paraId="67241870" w14:textId="77777777" w:rsidR="00987D49" w:rsidRDefault="00B27708" w:rsidP="00B27708">
      <w:pPr>
        <w:rPr>
          <w:i/>
          <w:iCs/>
        </w:rPr>
      </w:pPr>
      <w:r>
        <w:t>Le changement qui s</w:t>
      </w:r>
      <w:r w:rsidR="00987D49">
        <w:t>’</w:t>
      </w:r>
      <w:r>
        <w:t>opéra progressivement ne ressembla en rien à ce qui se produit sur notre Terre</w:t>
      </w:r>
      <w:r w:rsidR="00987D49">
        <w:t xml:space="preserve">, </w:t>
      </w:r>
      <w:r>
        <w:t>quand vient le soir</w:t>
      </w:r>
      <w:r w:rsidR="00987D49">
        <w:t xml:space="preserve">. </w:t>
      </w:r>
      <w:r>
        <w:t xml:space="preserve">Sur </w:t>
      </w:r>
      <w:r w:rsidR="00987D49">
        <w:t xml:space="preserve">Phœbé II, </w:t>
      </w:r>
      <w:r>
        <w:t>en effet</w:t>
      </w:r>
      <w:r w:rsidR="00987D49">
        <w:t xml:space="preserve">, </w:t>
      </w:r>
      <w:r>
        <w:t>la nuit est presque aussi lumineuse que le jour</w:t>
      </w:r>
      <w:r w:rsidR="00987D49">
        <w:t xml:space="preserve">, </w:t>
      </w:r>
      <w:r>
        <w:t>en raison de la transparence de l</w:t>
      </w:r>
      <w:r w:rsidR="00987D49">
        <w:t>’</w:t>
      </w:r>
      <w:r>
        <w:t>étrange planète</w:t>
      </w:r>
      <w:r w:rsidR="00987D49">
        <w:t xml:space="preserve">. </w:t>
      </w:r>
      <w:r>
        <w:t>Seulement</w:t>
      </w:r>
      <w:r w:rsidR="00987D49">
        <w:t xml:space="preserve">, </w:t>
      </w:r>
      <w:r>
        <w:t>nous remarquâmes que le soleil</w:t>
      </w:r>
      <w:r w:rsidR="00987D49">
        <w:t xml:space="preserve">, </w:t>
      </w:r>
      <w:r>
        <w:t>après s</w:t>
      </w:r>
      <w:r w:rsidR="00987D49">
        <w:t>’</w:t>
      </w:r>
      <w:r>
        <w:t>être abaissé à l</w:t>
      </w:r>
      <w:r w:rsidR="00987D49">
        <w:t>’</w:t>
      </w:r>
      <w:r>
        <w:t>horizon</w:t>
      </w:r>
      <w:r w:rsidR="00987D49">
        <w:t xml:space="preserve">, </w:t>
      </w:r>
      <w:r>
        <w:t xml:space="preserve">se mettait à nous éclairer </w:t>
      </w:r>
      <w:r>
        <w:rPr>
          <w:i/>
          <w:iCs/>
        </w:rPr>
        <w:t>par en dessous</w:t>
      </w:r>
      <w:r w:rsidR="00987D49">
        <w:rPr>
          <w:i/>
          <w:iCs/>
        </w:rPr>
        <w:t>.</w:t>
      </w:r>
    </w:p>
    <w:p w14:paraId="651F31C8" w14:textId="77777777" w:rsidR="00987D49" w:rsidRDefault="00B27708" w:rsidP="00B27708">
      <w:r>
        <w:t>Ses rayons</w:t>
      </w:r>
      <w:r w:rsidR="00987D49">
        <w:t xml:space="preserve">, </w:t>
      </w:r>
      <w:r>
        <w:t>d</w:t>
      </w:r>
      <w:r w:rsidR="00987D49">
        <w:t>’</w:t>
      </w:r>
      <w:r>
        <w:t>abord obliques</w:t>
      </w:r>
      <w:r w:rsidR="00987D49">
        <w:t xml:space="preserve">, </w:t>
      </w:r>
      <w:r>
        <w:t>se firent peu à peu plus proches de la perpendiculaire</w:t>
      </w:r>
      <w:r w:rsidR="00987D49">
        <w:t xml:space="preserve">, </w:t>
      </w:r>
      <w:r>
        <w:t>si bien que la clarté augmenta au fur et à mesure que s</w:t>
      </w:r>
      <w:r w:rsidR="00987D49">
        <w:t>’</w:t>
      </w:r>
      <w:r>
        <w:t>avançait la courte nuit</w:t>
      </w:r>
      <w:r w:rsidR="00987D49">
        <w:t xml:space="preserve">, </w:t>
      </w:r>
      <w:r>
        <w:t>pour atteindre son maximum vers le milieu de cette phase</w:t>
      </w:r>
      <w:r w:rsidR="00987D49">
        <w:t xml:space="preserve">, </w:t>
      </w:r>
      <w:r>
        <w:t>et diminuer ensuite</w:t>
      </w:r>
      <w:r w:rsidR="00987D49">
        <w:t xml:space="preserve">. </w:t>
      </w:r>
      <w:r>
        <w:t>En somme</w:t>
      </w:r>
      <w:r w:rsidR="00987D49">
        <w:t xml:space="preserve">, </w:t>
      </w:r>
      <w:r>
        <w:t xml:space="preserve">sur </w:t>
      </w:r>
      <w:r w:rsidR="00987D49">
        <w:t xml:space="preserve">Phœbé II, </w:t>
      </w:r>
      <w:r>
        <w:lastRenderedPageBreak/>
        <w:t>les heures les plus sombres sont celles qui correspondent à nos soirs et à nos matins</w:t>
      </w:r>
      <w:r w:rsidR="00987D49">
        <w:t xml:space="preserve">, </w:t>
      </w:r>
      <w:r>
        <w:t>le milieu de la nuit étant à peu près aussi clair que le milieu du jour</w:t>
      </w:r>
      <w:r w:rsidR="00987D49">
        <w:t>…</w:t>
      </w:r>
    </w:p>
    <w:p w14:paraId="51F48C41" w14:textId="77777777" w:rsidR="00987D49" w:rsidRDefault="00B27708" w:rsidP="00B27708">
      <w:r>
        <w:t>Quant à décrire le bizarre aspect que présentait notre petite troupe</w:t>
      </w:r>
      <w:r w:rsidR="00987D49">
        <w:t xml:space="preserve">, </w:t>
      </w:r>
      <w:r>
        <w:t>éclairée par en dessous</w:t>
      </w:r>
      <w:r w:rsidR="00987D49">
        <w:t xml:space="preserve">, </w:t>
      </w:r>
      <w:r>
        <w:t>je ne saurais le faire avec exactitude</w:t>
      </w:r>
      <w:r w:rsidR="00987D49">
        <w:t xml:space="preserve">. </w:t>
      </w:r>
      <w:r>
        <w:t>Pierre et Hélène me parurent soudain grandis</w:t>
      </w:r>
      <w:r w:rsidR="00987D49">
        <w:t xml:space="preserve">, </w:t>
      </w:r>
      <w:r>
        <w:t>et ma silhouette dut leur donner la même impression</w:t>
      </w:r>
      <w:r w:rsidR="00987D49">
        <w:t xml:space="preserve">. </w:t>
      </w:r>
      <w:r>
        <w:t>Les proportions des êtres et des choses se trouvèrent modifiées</w:t>
      </w:r>
      <w:r w:rsidR="00987D49">
        <w:t xml:space="preserve">. </w:t>
      </w:r>
      <w:r>
        <w:t>Notre allure</w:t>
      </w:r>
      <w:r w:rsidR="00987D49">
        <w:t xml:space="preserve">, </w:t>
      </w:r>
      <w:r>
        <w:t>déjà si différente d</w:t>
      </w:r>
      <w:r w:rsidR="00987D49">
        <w:t>’</w:t>
      </w:r>
      <w:r>
        <w:t>une marche normale sur la Terre</w:t>
      </w:r>
      <w:r w:rsidR="00987D49">
        <w:t xml:space="preserve">, </w:t>
      </w:r>
      <w:r>
        <w:t xml:space="preserve">en raison de notre accoutrement et de la faible accélération de la pesanteur sur </w:t>
      </w:r>
      <w:r w:rsidR="00987D49">
        <w:t xml:space="preserve">Phœbé II, </w:t>
      </w:r>
      <w:r>
        <w:t>apparut encore plus irréelle</w:t>
      </w:r>
      <w:r w:rsidR="00987D49">
        <w:t>.</w:t>
      </w:r>
    </w:p>
    <w:p w14:paraId="267F6AC7" w14:textId="77777777" w:rsidR="00987D49" w:rsidRDefault="00B27708" w:rsidP="00B27708">
      <w:r>
        <w:t>La sensation de vivre sur un monde nouveau fut pour nous plus forte qu</w:t>
      </w:r>
      <w:r w:rsidR="00987D49">
        <w:t>’</w:t>
      </w:r>
      <w:r>
        <w:t>elle ne l</w:t>
      </w:r>
      <w:r w:rsidR="00987D49">
        <w:t>’</w:t>
      </w:r>
      <w:r>
        <w:t>avait encore jamais été</w:t>
      </w:r>
      <w:r w:rsidR="00987D49">
        <w:t>…</w:t>
      </w:r>
    </w:p>
    <w:p w14:paraId="2E7DF603" w14:textId="77777777" w:rsidR="00987D49" w:rsidRDefault="00B27708" w:rsidP="00B27708">
      <w:r>
        <w:t>Ce ne sont là que des détails</w:t>
      </w:r>
      <w:r w:rsidR="00987D49">
        <w:t xml:space="preserve">, </w:t>
      </w:r>
      <w:r>
        <w:t>assurément</w:t>
      </w:r>
      <w:r w:rsidR="00987D49">
        <w:t xml:space="preserve">. </w:t>
      </w:r>
      <w:r>
        <w:t>Mais cette sensation d</w:t>
      </w:r>
      <w:r w:rsidR="00987D49">
        <w:t>’</w:t>
      </w:r>
      <w:r>
        <w:t>un monde nouveau et entièrement différent devait devenir si obsédante par la suite qu</w:t>
      </w:r>
      <w:r w:rsidR="00987D49">
        <w:t>’</w:t>
      </w:r>
      <w:r>
        <w:t>il n</w:t>
      </w:r>
      <w:r w:rsidR="00987D49">
        <w:t>’</w:t>
      </w:r>
      <w:r>
        <w:t>est peut-être pas mauvais de noter ici que ces détails</w:t>
      </w:r>
      <w:r w:rsidR="00987D49">
        <w:t xml:space="preserve">, </w:t>
      </w:r>
      <w:r>
        <w:t>en apparence insignifiants et simplement curieux</w:t>
      </w:r>
      <w:r w:rsidR="00987D49">
        <w:t xml:space="preserve">, </w:t>
      </w:r>
      <w:r>
        <w:t>nous y avaient préparés</w:t>
      </w:r>
      <w:r w:rsidR="00987D49">
        <w:t>…</w:t>
      </w:r>
    </w:p>
    <w:p w14:paraId="6D817B4B" w14:textId="77777777" w:rsidR="00987D49" w:rsidRDefault="00B27708" w:rsidP="00B27708">
      <w:r>
        <w:t>Ce qui était également surprenant</w:t>
      </w:r>
      <w:r w:rsidR="00987D49">
        <w:t xml:space="preserve">, </w:t>
      </w:r>
      <w:r>
        <w:t>au moins pour mon esprit profane</w:t>
      </w:r>
      <w:r w:rsidR="00987D49">
        <w:t xml:space="preserve">, </w:t>
      </w:r>
      <w:r>
        <w:t>c</w:t>
      </w:r>
      <w:r w:rsidR="00987D49">
        <w:t>’</w:t>
      </w:r>
      <w:r>
        <w:t>était ce froid persistant et terrible sur un globe où le soleil ne s</w:t>
      </w:r>
      <w:r w:rsidR="00987D49">
        <w:t>’</w:t>
      </w:r>
      <w:r>
        <w:t>éteint jamais</w:t>
      </w:r>
      <w:r w:rsidR="00987D49">
        <w:t xml:space="preserve">. </w:t>
      </w:r>
      <w:r>
        <w:t xml:space="preserve">René </w:t>
      </w:r>
      <w:proofErr w:type="spellStart"/>
      <w:r>
        <w:t>Lesmond</w:t>
      </w:r>
      <w:proofErr w:type="spellEnd"/>
      <w:r>
        <w:t xml:space="preserve"> me fournit une explication de ce phénomène</w:t>
      </w:r>
      <w:r w:rsidR="00987D49">
        <w:t xml:space="preserve">. </w:t>
      </w:r>
      <w:r>
        <w:t>Selon lui</w:t>
      </w:r>
      <w:r w:rsidR="00987D49">
        <w:t xml:space="preserve">, </w:t>
      </w:r>
      <w:r>
        <w:t xml:space="preserve">cette température extrêmement basse est due au fait que </w:t>
      </w:r>
      <w:r w:rsidR="00987D49">
        <w:t>Phœbé II</w:t>
      </w:r>
      <w:r>
        <w:t xml:space="preserve"> n</w:t>
      </w:r>
      <w:r w:rsidR="00987D49">
        <w:t>’</w:t>
      </w:r>
      <w:r>
        <w:t>a ni atmosphère</w:t>
      </w:r>
      <w:r w:rsidR="00987D49">
        <w:t xml:space="preserve">, </w:t>
      </w:r>
      <w:r>
        <w:t>ni rayonnement</w:t>
      </w:r>
      <w:r w:rsidR="00987D49">
        <w:t xml:space="preserve">. </w:t>
      </w:r>
      <w:r>
        <w:t>Pour employer l</w:t>
      </w:r>
      <w:r w:rsidR="00987D49">
        <w:t>’</w:t>
      </w:r>
      <w:r>
        <w:t>expression même dont il se servit pour mieux se faire comprendre de moi</w:t>
      </w:r>
      <w:r w:rsidR="00987D49">
        <w:t xml:space="preserve">, </w:t>
      </w:r>
      <w:r>
        <w:t>le soleil</w:t>
      </w:r>
      <w:r w:rsidR="00987D49">
        <w:t xml:space="preserve">, </w:t>
      </w:r>
      <w:r>
        <w:t xml:space="preserve">sur </w:t>
      </w:r>
      <w:r w:rsidR="00987D49">
        <w:t>Phœbé II, « </w:t>
      </w:r>
      <w:r>
        <w:t>brûle sans chauffer</w:t>
      </w:r>
      <w:r w:rsidR="00987D49">
        <w:t> ».</w:t>
      </w:r>
    </w:p>
    <w:p w14:paraId="6143B2B7" w14:textId="77777777" w:rsidR="00987D49" w:rsidRDefault="00B27708" w:rsidP="00B27708">
      <w:r>
        <w:t>Je donne cette explication pour ce qu</w:t>
      </w:r>
      <w:r w:rsidR="00987D49">
        <w:t>’</w:t>
      </w:r>
      <w:r>
        <w:t>elle vaut</w:t>
      </w:r>
      <w:r w:rsidR="00987D49">
        <w:t xml:space="preserve">. </w:t>
      </w:r>
      <w:r>
        <w:t>Mais il est certain que les vêtements appropriés que nous portions</w:t>
      </w:r>
      <w:r w:rsidR="00987D49">
        <w:t xml:space="preserve">, </w:t>
      </w:r>
      <w:r>
        <w:t>le tissu spécial de nos masques</w:t>
      </w:r>
      <w:r w:rsidR="00987D49">
        <w:t xml:space="preserve">, </w:t>
      </w:r>
      <w:r>
        <w:t>nos lunettes convenablement teintées</w:t>
      </w:r>
      <w:r w:rsidR="00987D49">
        <w:t xml:space="preserve">, </w:t>
      </w:r>
      <w:r>
        <w:t>tout cela avait été sagement prévu pour nous préserver</w:t>
      </w:r>
      <w:r w:rsidR="00987D49">
        <w:t xml:space="preserve">, </w:t>
      </w:r>
      <w:r>
        <w:t xml:space="preserve">non seulement du </w:t>
      </w:r>
      <w:r>
        <w:lastRenderedPageBreak/>
        <w:t>froid</w:t>
      </w:r>
      <w:r w:rsidR="00987D49">
        <w:t xml:space="preserve">, </w:t>
      </w:r>
      <w:r>
        <w:t>mais de la morsure des rayons ultra-violets</w:t>
      </w:r>
      <w:r w:rsidR="00987D49">
        <w:t xml:space="preserve">, </w:t>
      </w:r>
      <w:r>
        <w:t>qu</w:t>
      </w:r>
      <w:r w:rsidR="00987D49">
        <w:t>’</w:t>
      </w:r>
      <w:r>
        <w:t>aucune atmosphère ne filtrait</w:t>
      </w:r>
      <w:r w:rsidR="00987D49">
        <w:t>.</w:t>
      </w:r>
    </w:p>
    <w:p w14:paraId="1A92613F" w14:textId="77777777" w:rsidR="00987D49" w:rsidRDefault="00B27708" w:rsidP="00B27708">
      <w:r>
        <w:t xml:space="preserve">Dans notre </w:t>
      </w:r>
      <w:r w:rsidR="00987D49">
        <w:t>« </w:t>
      </w:r>
      <w:r>
        <w:t>Bolide</w:t>
      </w:r>
      <w:r w:rsidR="00987D49">
        <w:t xml:space="preserve"> », </w:t>
      </w:r>
      <w:r>
        <w:t>judicieusement chauffé</w:t>
      </w:r>
      <w:r w:rsidR="00987D49">
        <w:t xml:space="preserve">, </w:t>
      </w:r>
      <w:r>
        <w:t>nous vivions</w:t>
      </w:r>
      <w:r w:rsidR="00987D49">
        <w:t xml:space="preserve">, </w:t>
      </w:r>
      <w:r>
        <w:t>entre les expéditions</w:t>
      </w:r>
      <w:r w:rsidR="00987D49">
        <w:t xml:space="preserve">, </w:t>
      </w:r>
      <w:r>
        <w:t>une existence normale de Terriens</w:t>
      </w:r>
      <w:r w:rsidR="00987D49">
        <w:t xml:space="preserve">. </w:t>
      </w:r>
      <w:r>
        <w:t>Munis de chronomètres précis</w:t>
      </w:r>
      <w:r w:rsidR="00987D49">
        <w:t xml:space="preserve">, </w:t>
      </w:r>
      <w:r>
        <w:t>nous avions conservé la division du temps à laquelle nous avions été habitués</w:t>
      </w:r>
      <w:r w:rsidR="00987D49">
        <w:t xml:space="preserve">, </w:t>
      </w:r>
      <w:r>
        <w:t>dormant huit heures sur vingt-quatre</w:t>
      </w:r>
      <w:r w:rsidR="00987D49">
        <w:t xml:space="preserve">, </w:t>
      </w:r>
      <w:r>
        <w:t>et prenant les repas aux heures normales de la Terre</w:t>
      </w:r>
      <w:r w:rsidR="00987D49">
        <w:t xml:space="preserve">. </w:t>
      </w:r>
      <w:r>
        <w:t>Il en fut ainsi durant tout notre séjour</w:t>
      </w:r>
      <w:r w:rsidR="00987D49">
        <w:t>.</w:t>
      </w:r>
    </w:p>
    <w:p w14:paraId="0BEE9D18" w14:textId="77777777" w:rsidR="00987D49" w:rsidRDefault="00B27708" w:rsidP="00B27708">
      <w:r>
        <w:t>Les velléités d</w:t>
      </w:r>
      <w:r w:rsidR="00987D49">
        <w:t>’</w:t>
      </w:r>
      <w:r>
        <w:t>indiscipline</w:t>
      </w:r>
      <w:r w:rsidR="00987D49">
        <w:t xml:space="preserve">, </w:t>
      </w:r>
      <w:r>
        <w:t xml:space="preserve">manifestées par </w:t>
      </w:r>
      <w:proofErr w:type="spellStart"/>
      <w:r>
        <w:t>Grimaille</w:t>
      </w:r>
      <w:proofErr w:type="spellEnd"/>
      <w:r w:rsidR="00987D49">
        <w:t xml:space="preserve">, </w:t>
      </w:r>
      <w:r>
        <w:t>le jour de notre arrivée sur le satellite</w:t>
      </w:r>
      <w:r w:rsidR="00987D49">
        <w:t xml:space="preserve">, </w:t>
      </w:r>
      <w:r>
        <w:t>semblaient avoir cessé</w:t>
      </w:r>
      <w:r w:rsidR="00987D49">
        <w:t xml:space="preserve">. </w:t>
      </w:r>
      <w:r>
        <w:t>L</w:t>
      </w:r>
      <w:r w:rsidR="00987D49">
        <w:t>’</w:t>
      </w:r>
      <w:r>
        <w:t>ombrageux commanditaire</w:t>
      </w:r>
      <w:r w:rsidR="00987D49">
        <w:t xml:space="preserve">, </w:t>
      </w:r>
      <w:r>
        <w:t>pour des raisons obscures</w:t>
      </w:r>
      <w:r w:rsidR="00987D49">
        <w:t xml:space="preserve">, </w:t>
      </w:r>
      <w:r>
        <w:t>affectait d</w:t>
      </w:r>
      <w:r w:rsidR="00987D49">
        <w:t>’</w:t>
      </w:r>
      <w:r>
        <w:t xml:space="preserve">obéir passivement aux directives de René </w:t>
      </w:r>
      <w:proofErr w:type="spellStart"/>
      <w:r>
        <w:t>Lesmond</w:t>
      </w:r>
      <w:proofErr w:type="spellEnd"/>
      <w:r w:rsidR="00987D49">
        <w:t xml:space="preserve">, </w:t>
      </w:r>
      <w:r>
        <w:t>son chef de bordée</w:t>
      </w:r>
      <w:r w:rsidR="00987D49">
        <w:t xml:space="preserve">, </w:t>
      </w:r>
      <w:r>
        <w:t>bien que celui-ci eût infiniment moins d</w:t>
      </w:r>
      <w:r w:rsidR="00987D49">
        <w:t>’</w:t>
      </w:r>
      <w:r>
        <w:t>autorité personnelle que Pierre</w:t>
      </w:r>
      <w:r w:rsidR="00987D49">
        <w:t xml:space="preserve">. </w:t>
      </w:r>
      <w:r>
        <w:t xml:space="preserve">Sans doute </w:t>
      </w:r>
      <w:proofErr w:type="spellStart"/>
      <w:r>
        <w:t>Grimaille</w:t>
      </w:r>
      <w:proofErr w:type="spellEnd"/>
      <w:r>
        <w:t xml:space="preserve"> voulait-il marquer </w:t>
      </w:r>
      <w:proofErr w:type="spellStart"/>
      <w:r>
        <w:t>par là</w:t>
      </w:r>
      <w:proofErr w:type="spellEnd"/>
      <w:r w:rsidR="00987D49">
        <w:t xml:space="preserve">, </w:t>
      </w:r>
      <w:r>
        <w:t>que c</w:t>
      </w:r>
      <w:r w:rsidR="00987D49">
        <w:t>’</w:t>
      </w:r>
      <w:r>
        <w:t>était précisément devant la personnalité de notre chef d</w:t>
      </w:r>
      <w:r w:rsidR="00987D49">
        <w:t>’</w:t>
      </w:r>
      <w:r>
        <w:t>expédition qu</w:t>
      </w:r>
      <w:r w:rsidR="00987D49">
        <w:t>’</w:t>
      </w:r>
      <w:r>
        <w:t>il lui répugnait de plier</w:t>
      </w:r>
      <w:r w:rsidR="00987D49">
        <w:t>.</w:t>
      </w:r>
    </w:p>
    <w:p w14:paraId="081C9EBC" w14:textId="77777777" w:rsidR="00987D49" w:rsidRDefault="00B27708" w:rsidP="00B27708">
      <w:r>
        <w:t>Il est vrai que ce chef lui-même</w:t>
      </w:r>
      <w:r w:rsidR="00987D49">
        <w:t xml:space="preserve">, </w:t>
      </w:r>
      <w:r>
        <w:t>maintenant qu</w:t>
      </w:r>
      <w:r w:rsidR="00987D49">
        <w:t>’</w:t>
      </w:r>
      <w:r>
        <w:t>il n</w:t>
      </w:r>
      <w:r w:rsidR="00987D49">
        <w:t>’</w:t>
      </w:r>
      <w:r>
        <w:t>avait plus le souci et la responsabilité de la bonne marche du vaisseau aérien</w:t>
      </w:r>
      <w:r w:rsidR="00987D49">
        <w:t xml:space="preserve">, </w:t>
      </w:r>
      <w:r>
        <w:t>immobile pour quelque temps</w:t>
      </w:r>
      <w:r w:rsidR="00987D49">
        <w:t xml:space="preserve">, </w:t>
      </w:r>
      <w:r>
        <w:t>semblait se détendre</w:t>
      </w:r>
      <w:r w:rsidR="00987D49">
        <w:t xml:space="preserve">. </w:t>
      </w:r>
      <w:r>
        <w:t>Il se montrait moins strict et moins sec</w:t>
      </w:r>
      <w:r w:rsidR="00987D49">
        <w:t xml:space="preserve">. </w:t>
      </w:r>
      <w:r>
        <w:t>Parfois</w:t>
      </w:r>
      <w:r w:rsidR="00987D49">
        <w:t xml:space="preserve">, </w:t>
      </w:r>
      <w:r>
        <w:t>il manifestait une bonne humeur</w:t>
      </w:r>
      <w:r w:rsidR="00987D49">
        <w:t xml:space="preserve">, </w:t>
      </w:r>
      <w:r>
        <w:t>une gaieté</w:t>
      </w:r>
      <w:r w:rsidR="00987D49">
        <w:t xml:space="preserve">, </w:t>
      </w:r>
      <w:r>
        <w:t>qui surprenaient chez cet homme naguère entièrement attaché à son idée fixe</w:t>
      </w:r>
      <w:r w:rsidR="00987D49">
        <w:t>.</w:t>
      </w:r>
    </w:p>
    <w:p w14:paraId="6AF0D1F6" w14:textId="77777777" w:rsidR="00987D49" w:rsidRDefault="00B27708" w:rsidP="00B27708">
      <w:r>
        <w:t>En réalité</w:t>
      </w:r>
      <w:r w:rsidR="00987D49">
        <w:t xml:space="preserve">, </w:t>
      </w:r>
      <w:r>
        <w:t>il faut bien le dire</w:t>
      </w:r>
      <w:r w:rsidR="00987D49">
        <w:t xml:space="preserve">, </w:t>
      </w:r>
      <w:r>
        <w:t>il s</w:t>
      </w:r>
      <w:r w:rsidR="00987D49">
        <w:t>’</w:t>
      </w:r>
      <w:r>
        <w:t>efforçait surtout de plaire à Hélène</w:t>
      </w:r>
      <w:r w:rsidR="00987D49">
        <w:t xml:space="preserve">, </w:t>
      </w:r>
      <w:r>
        <w:t>et il y réussissait parfaitement</w:t>
      </w:r>
      <w:r w:rsidR="00987D49">
        <w:t xml:space="preserve">. </w:t>
      </w:r>
      <w:r>
        <w:t>La sécurité d</w:t>
      </w:r>
      <w:r w:rsidR="00987D49">
        <w:t>’</w:t>
      </w:r>
      <w:r>
        <w:t>Hélène</w:t>
      </w:r>
      <w:r w:rsidR="00987D49">
        <w:t xml:space="preserve">, </w:t>
      </w:r>
      <w:r>
        <w:t>le confort d</w:t>
      </w:r>
      <w:r w:rsidR="00987D49">
        <w:t>’</w:t>
      </w:r>
      <w:r>
        <w:t>Hélène</w:t>
      </w:r>
      <w:r w:rsidR="00987D49">
        <w:t xml:space="preserve">, </w:t>
      </w:r>
      <w:r>
        <w:t>le bonheur d</w:t>
      </w:r>
      <w:r w:rsidR="00987D49">
        <w:t>’</w:t>
      </w:r>
      <w:r>
        <w:t>Hélène</w:t>
      </w:r>
      <w:r w:rsidR="00987D49">
        <w:t xml:space="preserve">, </w:t>
      </w:r>
      <w:r>
        <w:t>telles étaient apparemment les seules préoccupations présentes du chef de la plus audacieuse expédition de tous les temps</w:t>
      </w:r>
      <w:r w:rsidR="00987D49">
        <w:t xml:space="preserve">. </w:t>
      </w:r>
      <w:r>
        <w:t>Dans mon esprit</w:t>
      </w:r>
      <w:r w:rsidR="00987D49">
        <w:t xml:space="preserve">, </w:t>
      </w:r>
      <w:r>
        <w:t>ils étaient fiancés</w:t>
      </w:r>
      <w:r w:rsidR="00987D49">
        <w:t xml:space="preserve">. </w:t>
      </w:r>
      <w:r>
        <w:t>Je ne sais si tous les membres de l</w:t>
      </w:r>
      <w:r w:rsidR="00987D49">
        <w:t>’</w:t>
      </w:r>
      <w:r>
        <w:t>équipage pensaient comme moi</w:t>
      </w:r>
      <w:r w:rsidR="00987D49">
        <w:t xml:space="preserve">. </w:t>
      </w:r>
      <w:r>
        <w:t>Ils n</w:t>
      </w:r>
      <w:r w:rsidR="00987D49">
        <w:t>’</w:t>
      </w:r>
      <w:r>
        <w:t>en faisaient rien paraître</w:t>
      </w:r>
      <w:r w:rsidR="00987D49">
        <w:t xml:space="preserve">. </w:t>
      </w:r>
      <w:r>
        <w:t>J</w:t>
      </w:r>
      <w:r w:rsidR="00987D49">
        <w:t>’</w:t>
      </w:r>
      <w:r>
        <w:t>étais bien sûr</w:t>
      </w:r>
      <w:r w:rsidR="00987D49">
        <w:t xml:space="preserve">, </w:t>
      </w:r>
      <w:r>
        <w:t>cependant</w:t>
      </w:r>
      <w:r w:rsidR="00987D49">
        <w:t xml:space="preserve">, </w:t>
      </w:r>
      <w:r>
        <w:t>qu</w:t>
      </w:r>
      <w:r w:rsidR="00987D49">
        <w:t>’</w:t>
      </w:r>
      <w:r>
        <w:t>une telle éventualité ne pouvait déplaire à René</w:t>
      </w:r>
      <w:r w:rsidR="00987D49">
        <w:t xml:space="preserve">, </w:t>
      </w:r>
      <w:r>
        <w:t>qui témoignait à Pierre autant d</w:t>
      </w:r>
      <w:r w:rsidR="00987D49">
        <w:t>’</w:t>
      </w:r>
      <w:r>
        <w:t>amitié que d</w:t>
      </w:r>
      <w:r w:rsidR="00987D49">
        <w:t>’</w:t>
      </w:r>
      <w:r>
        <w:t>admiration</w:t>
      </w:r>
      <w:r w:rsidR="00987D49">
        <w:t>.</w:t>
      </w:r>
    </w:p>
    <w:p w14:paraId="122D2346" w14:textId="77777777" w:rsidR="00987D49" w:rsidRDefault="00B27708" w:rsidP="00B27708">
      <w:r>
        <w:lastRenderedPageBreak/>
        <w:t>Je pensais parfois que</w:t>
      </w:r>
      <w:r w:rsidR="00987D49">
        <w:t xml:space="preserve">, </w:t>
      </w:r>
      <w:r>
        <w:t>si nous n</w:t>
      </w:r>
      <w:r w:rsidR="00987D49">
        <w:t>’</w:t>
      </w:r>
      <w:r>
        <w:t>avions pas connu Pierre</w:t>
      </w:r>
      <w:r w:rsidR="00987D49">
        <w:t xml:space="preserve">, </w:t>
      </w:r>
      <w:r>
        <w:t xml:space="preserve">la découverte de </w:t>
      </w:r>
      <w:r w:rsidR="00987D49">
        <w:t>Phœbé II</w:t>
      </w:r>
      <w:r>
        <w:t xml:space="preserve"> par René </w:t>
      </w:r>
      <w:proofErr w:type="spellStart"/>
      <w:r>
        <w:t>Lesmond</w:t>
      </w:r>
      <w:proofErr w:type="spellEnd"/>
      <w:r>
        <w:t xml:space="preserve"> fût demeurée théorique et invérifiable</w:t>
      </w:r>
      <w:r w:rsidR="00987D49">
        <w:t xml:space="preserve">, </w:t>
      </w:r>
      <w:r>
        <w:t>ce qui eût été dommage pour la science</w:t>
      </w:r>
      <w:r w:rsidR="00987D49">
        <w:t xml:space="preserve">, </w:t>
      </w:r>
      <w:r>
        <w:t>mais que je serais peut-être parvenu à me faire aimer d</w:t>
      </w:r>
      <w:r w:rsidR="00987D49">
        <w:t>’</w:t>
      </w:r>
      <w:r>
        <w:t>Hélène</w:t>
      </w:r>
      <w:r w:rsidR="00987D49">
        <w:t xml:space="preserve">, </w:t>
      </w:r>
      <w:r>
        <w:t>ce qui eût été bien délicieux pour moi</w:t>
      </w:r>
      <w:r w:rsidR="00987D49">
        <w:t>…</w:t>
      </w:r>
    </w:p>
    <w:p w14:paraId="1A2B93A3" w14:textId="77777777" w:rsidR="00987D49" w:rsidRDefault="00B27708" w:rsidP="00B27708">
      <w:r>
        <w:t>Mon affectueuse admiration à l</w:t>
      </w:r>
      <w:r w:rsidR="00987D49">
        <w:t>’</w:t>
      </w:r>
      <w:r>
        <w:t>égard du chef de notre expédition n</w:t>
      </w:r>
      <w:r w:rsidR="00987D49">
        <w:t>’</w:t>
      </w:r>
      <w:r>
        <w:t>en était pas le moins du monde altérée</w:t>
      </w:r>
      <w:r w:rsidR="00987D49">
        <w:t xml:space="preserve">. </w:t>
      </w:r>
      <w:r>
        <w:t>Ma mélancolie ne tourna jamais à l</w:t>
      </w:r>
      <w:r w:rsidR="00987D49">
        <w:t>’</w:t>
      </w:r>
      <w:r>
        <w:t>aigreur</w:t>
      </w:r>
      <w:r w:rsidR="00987D49">
        <w:t xml:space="preserve">. </w:t>
      </w:r>
      <w:r>
        <w:t>Le sentiment de la supériorité de Pierre me garda de la jalousie</w:t>
      </w:r>
      <w:r w:rsidR="00987D49">
        <w:t xml:space="preserve">. </w:t>
      </w:r>
      <w:r>
        <w:t>Il semblait former avec Hélène</w:t>
      </w:r>
      <w:r w:rsidR="00987D49">
        <w:t xml:space="preserve">, </w:t>
      </w:r>
      <w:r>
        <w:t>un couple si parfait</w:t>
      </w:r>
      <w:r w:rsidR="00987D49">
        <w:t xml:space="preserve">, </w:t>
      </w:r>
      <w:r>
        <w:t>que le renoncement à mon rêve à peine ébauché</w:t>
      </w:r>
      <w:r w:rsidR="00987D49">
        <w:t xml:space="preserve">, </w:t>
      </w:r>
      <w:r>
        <w:t>me paraissait tout simple</w:t>
      </w:r>
      <w:r w:rsidR="00987D49">
        <w:t xml:space="preserve">. </w:t>
      </w:r>
      <w:r>
        <w:t>Sans doute en conclura-t-on que je n</w:t>
      </w:r>
      <w:r w:rsidR="00987D49">
        <w:t>’</w:t>
      </w:r>
      <w:r>
        <w:t xml:space="preserve">étais pas véritablement amoureux et que la passion de Victor </w:t>
      </w:r>
      <w:proofErr w:type="spellStart"/>
      <w:r>
        <w:t>Grimaille</w:t>
      </w:r>
      <w:proofErr w:type="spellEnd"/>
      <w:r>
        <w:t xml:space="preserve"> pour Hélène était autrement réelle</w:t>
      </w:r>
      <w:r w:rsidR="00987D49">
        <w:t xml:space="preserve"> ? </w:t>
      </w:r>
      <w:r>
        <w:t>Possible</w:t>
      </w:r>
      <w:r w:rsidR="00987D49">
        <w:t xml:space="preserve"> ! </w:t>
      </w:r>
      <w:r>
        <w:t>J</w:t>
      </w:r>
      <w:r w:rsidR="00987D49">
        <w:t>’</w:t>
      </w:r>
      <w:r>
        <w:t>exprime les choses comme je les sens</w:t>
      </w:r>
      <w:r w:rsidR="00987D49">
        <w:t xml:space="preserve">. </w:t>
      </w:r>
      <w:r>
        <w:t>Si l</w:t>
      </w:r>
      <w:r w:rsidR="00987D49">
        <w:t>’</w:t>
      </w:r>
      <w:r>
        <w:t>amour consiste à déchaîner toutes les fureurs de l</w:t>
      </w:r>
      <w:r w:rsidR="00987D49">
        <w:t>’</w:t>
      </w:r>
      <w:r>
        <w:t>enfer pour troubler le bonheur de l</w:t>
      </w:r>
      <w:r w:rsidR="00987D49">
        <w:t>’</w:t>
      </w:r>
      <w:r>
        <w:t>être aimé</w:t>
      </w:r>
      <w:r w:rsidR="00987D49">
        <w:t xml:space="preserve">, </w:t>
      </w:r>
      <w:r>
        <w:t>que le ciel me garde de l</w:t>
      </w:r>
      <w:r w:rsidR="00987D49">
        <w:t>’</w:t>
      </w:r>
      <w:r>
        <w:t>amour</w:t>
      </w:r>
      <w:r w:rsidR="00987D49">
        <w:t> !…</w:t>
      </w:r>
    </w:p>
    <w:p w14:paraId="5EB14804" w14:textId="77777777" w:rsidR="00987D49" w:rsidRDefault="00B27708" w:rsidP="00B27708">
      <w:r>
        <w:t>N</w:t>
      </w:r>
      <w:r w:rsidR="00987D49">
        <w:t>’</w:t>
      </w:r>
      <w:r>
        <w:t>empêche que je me délectais de la présence d</w:t>
      </w:r>
      <w:r w:rsidR="00987D49">
        <w:t>’</w:t>
      </w:r>
      <w:r>
        <w:t>Hélène</w:t>
      </w:r>
      <w:r w:rsidR="00987D49">
        <w:t xml:space="preserve">, </w:t>
      </w:r>
      <w:r>
        <w:t>soit que je participasse aux patrouilles qu</w:t>
      </w:r>
      <w:r w:rsidR="00987D49">
        <w:t>’</w:t>
      </w:r>
      <w:r>
        <w:t>elle faisait avec Pierre et aux observations réalisées au cours de ces expéditions</w:t>
      </w:r>
      <w:r w:rsidR="00987D49">
        <w:t xml:space="preserve">, </w:t>
      </w:r>
      <w:r>
        <w:t xml:space="preserve">soit que je fusse de garde dans le </w:t>
      </w:r>
      <w:r w:rsidR="00987D49">
        <w:t>« </w:t>
      </w:r>
      <w:r>
        <w:t>Bolide</w:t>
      </w:r>
      <w:r w:rsidR="00987D49">
        <w:t xml:space="preserve"> », </w:t>
      </w:r>
      <w:r>
        <w:t>toujours avec le couple que je qualifiais</w:t>
      </w:r>
      <w:r w:rsidR="00987D49">
        <w:t xml:space="preserve">, </w:t>
      </w:r>
      <w:r>
        <w:t>en moi-même</w:t>
      </w:r>
      <w:r w:rsidR="00987D49">
        <w:t xml:space="preserve">, </w:t>
      </w:r>
      <w:r>
        <w:t xml:space="preserve">de </w:t>
      </w:r>
      <w:r w:rsidR="00987D49">
        <w:t>« </w:t>
      </w:r>
      <w:r>
        <w:t>couple parfait</w:t>
      </w:r>
      <w:r w:rsidR="00987D49">
        <w:t> ».</w:t>
      </w:r>
    </w:p>
    <w:p w14:paraId="626BF226" w14:textId="77777777" w:rsidR="00987D49" w:rsidRDefault="00B27708" w:rsidP="00B27708">
      <w:r>
        <w:t>Ces gardes eussent été monotones</w:t>
      </w:r>
      <w:r w:rsidR="00987D49">
        <w:t xml:space="preserve">, </w:t>
      </w:r>
      <w:r>
        <w:t>et l</w:t>
      </w:r>
      <w:r w:rsidR="00987D49">
        <w:t>’</w:t>
      </w:r>
      <w:r>
        <w:t>ennui aurait pu devenir dangereux pour l</w:t>
      </w:r>
      <w:r w:rsidR="00987D49">
        <w:t>’</w:t>
      </w:r>
      <w:r>
        <w:t>équilibre moral de l</w:t>
      </w:r>
      <w:r w:rsidR="00987D49">
        <w:t>’</w:t>
      </w:r>
      <w:r>
        <w:t>équipage si Pierre n</w:t>
      </w:r>
      <w:r w:rsidR="00987D49">
        <w:t>’</w:t>
      </w:r>
      <w:r>
        <w:t>avait eu une idée ingénieuse et utile</w:t>
      </w:r>
      <w:r w:rsidR="00987D49">
        <w:t xml:space="preserve">. </w:t>
      </w:r>
      <w:r>
        <w:t>Un jour</w:t>
      </w:r>
      <w:r w:rsidR="00987D49">
        <w:t xml:space="preserve">, </w:t>
      </w:r>
      <w:r>
        <w:t>alors que nous étions tous les six réunis dans l</w:t>
      </w:r>
      <w:r w:rsidR="00987D49">
        <w:t>’</w:t>
      </w:r>
      <w:r>
        <w:t>astronef</w:t>
      </w:r>
      <w:r w:rsidR="00987D49">
        <w:t xml:space="preserve">, </w:t>
      </w:r>
      <w:r>
        <w:t>il remarqua</w:t>
      </w:r>
      <w:r w:rsidR="00987D49">
        <w:t> :</w:t>
      </w:r>
    </w:p>
    <w:p w14:paraId="39285E84" w14:textId="77777777" w:rsidR="00987D49" w:rsidRDefault="00987D49" w:rsidP="00B27708">
      <w:r>
        <w:rPr>
          <w:rFonts w:eastAsia="Georgia"/>
        </w:rPr>
        <w:t>— </w:t>
      </w:r>
      <w:r w:rsidR="00B27708">
        <w:t>Je songe de nouveau</w:t>
      </w:r>
      <w:r>
        <w:t xml:space="preserve">, </w:t>
      </w:r>
      <w:r w:rsidR="00B27708">
        <w:t>à ce qui arriverait</w:t>
      </w:r>
      <w:r>
        <w:t xml:space="preserve">, </w:t>
      </w:r>
      <w:r w:rsidR="00B27708">
        <w:t>si René et moi</w:t>
      </w:r>
      <w:r>
        <w:t xml:space="preserve">, </w:t>
      </w:r>
      <w:r w:rsidR="00B27708">
        <w:t>ou même l</w:t>
      </w:r>
      <w:r>
        <w:t>’</w:t>
      </w:r>
      <w:r w:rsidR="00B27708">
        <w:t>un de nous deux</w:t>
      </w:r>
      <w:r>
        <w:t xml:space="preserve">, </w:t>
      </w:r>
      <w:r w:rsidR="00B27708">
        <w:t>venait à manquer</w:t>
      </w:r>
      <w:r>
        <w:t xml:space="preserve">. </w:t>
      </w:r>
      <w:r w:rsidR="00B27708">
        <w:t>Les survivants se trouveraient</w:t>
      </w:r>
      <w:r>
        <w:t>…</w:t>
      </w:r>
    </w:p>
    <w:p w14:paraId="1F9E95ED" w14:textId="77777777" w:rsidR="00987D49" w:rsidRDefault="00B27708" w:rsidP="00B27708">
      <w:r>
        <w:t xml:space="preserve">Ce mot de </w:t>
      </w:r>
      <w:r w:rsidR="00987D49">
        <w:t>« </w:t>
      </w:r>
      <w:r>
        <w:t>survivant</w:t>
      </w:r>
      <w:r w:rsidR="00987D49">
        <w:t> »</w:t>
      </w:r>
      <w:r>
        <w:t xml:space="preserve"> souleva une protestation qui lui coupa la parole</w:t>
      </w:r>
      <w:r w:rsidR="00987D49">
        <w:t xml:space="preserve">. </w:t>
      </w:r>
      <w:r>
        <w:t xml:space="preserve">Je dois noter que </w:t>
      </w:r>
      <w:proofErr w:type="spellStart"/>
      <w:r>
        <w:t>Grimaille</w:t>
      </w:r>
      <w:proofErr w:type="spellEnd"/>
      <w:r>
        <w:t xml:space="preserve"> ne s</w:t>
      </w:r>
      <w:r w:rsidR="00987D49">
        <w:t>’</w:t>
      </w:r>
      <w:r>
        <w:t xml:space="preserve">associa que du bout des </w:t>
      </w:r>
      <w:r>
        <w:lastRenderedPageBreak/>
        <w:t>lèvres à cette protestation</w:t>
      </w:r>
      <w:r w:rsidR="00987D49">
        <w:t xml:space="preserve">. </w:t>
      </w:r>
      <w:r>
        <w:t>Toutefois</w:t>
      </w:r>
      <w:r w:rsidR="00987D49">
        <w:t xml:space="preserve">, </w:t>
      </w:r>
      <w:r>
        <w:t>il eut sa part du sourire de remerciement que nous voua Pierre</w:t>
      </w:r>
      <w:r w:rsidR="00987D49">
        <w:t xml:space="preserve">, </w:t>
      </w:r>
      <w:r>
        <w:t>tout en reprenant</w:t>
      </w:r>
      <w:r w:rsidR="00987D49">
        <w:t> :</w:t>
      </w:r>
    </w:p>
    <w:p w14:paraId="39EF8790" w14:textId="77777777" w:rsidR="00987D49" w:rsidRDefault="00987D49" w:rsidP="00B27708">
      <w:r>
        <w:rPr>
          <w:rFonts w:eastAsia="Georgia"/>
        </w:rPr>
        <w:t>— </w:t>
      </w:r>
      <w:r w:rsidR="00B27708">
        <w:t>Mettons</w:t>
      </w:r>
      <w:r>
        <w:t xml:space="preserve">, </w:t>
      </w:r>
      <w:r w:rsidR="00B27708">
        <w:t>si vous voulez</w:t>
      </w:r>
      <w:r>
        <w:t xml:space="preserve">, </w:t>
      </w:r>
      <w:r w:rsidR="00B27708">
        <w:t>que René ou moi</w:t>
      </w:r>
      <w:r>
        <w:t xml:space="preserve">, </w:t>
      </w:r>
      <w:r w:rsidR="00B27708">
        <w:t>ou nous deux</w:t>
      </w:r>
      <w:r>
        <w:t xml:space="preserve">, </w:t>
      </w:r>
      <w:proofErr w:type="spellStart"/>
      <w:r w:rsidR="00B27708">
        <w:t>pouvons nous</w:t>
      </w:r>
      <w:proofErr w:type="spellEnd"/>
      <w:r w:rsidR="00B27708">
        <w:t xml:space="preserve"> trouver</w:t>
      </w:r>
      <w:r>
        <w:t xml:space="preserve">… </w:t>
      </w:r>
      <w:r w:rsidR="00B27708">
        <w:t>empêchés</w:t>
      </w:r>
      <w:r>
        <w:t xml:space="preserve">. </w:t>
      </w:r>
      <w:r w:rsidR="00B27708">
        <w:t>Dans ce cas</w:t>
      </w:r>
      <w:r>
        <w:t xml:space="preserve"> (</w:t>
      </w:r>
      <w:r w:rsidR="00B27708">
        <w:t>soyons francs</w:t>
      </w:r>
      <w:r>
        <w:t xml:space="preserve">) </w:t>
      </w:r>
      <w:r w:rsidR="00B27708">
        <w:t>aucun des autres ne saurait encore diriger l</w:t>
      </w:r>
      <w:r>
        <w:t>’</w:t>
      </w:r>
      <w:r w:rsidR="00B27708">
        <w:t>appareil</w:t>
      </w:r>
      <w:r>
        <w:t xml:space="preserve">, </w:t>
      </w:r>
      <w:r w:rsidR="00B27708">
        <w:t>ni déterminer la route à suivre pour revenir à notre vieille planète</w:t>
      </w:r>
      <w:r>
        <w:t xml:space="preserve">, </w:t>
      </w:r>
      <w:r w:rsidR="00B27708">
        <w:t>le jour où nos provisions d</w:t>
      </w:r>
      <w:r>
        <w:t>’</w:t>
      </w:r>
      <w:r w:rsidR="00B27708">
        <w:t>oxygène toucheraient à leur fin</w:t>
      </w:r>
      <w:r>
        <w:t xml:space="preserve">, </w:t>
      </w:r>
      <w:r w:rsidR="00B27708">
        <w:t>en même temps que nos provisions tout court</w:t>
      </w:r>
      <w:r>
        <w:t xml:space="preserve">… </w:t>
      </w:r>
      <w:r w:rsidR="00B27708">
        <w:t>Car nous savons maintenant</w:t>
      </w:r>
      <w:r>
        <w:t xml:space="preserve">, </w:t>
      </w:r>
      <w:r w:rsidR="00B27708">
        <w:t>que ce n</w:t>
      </w:r>
      <w:r>
        <w:t>’</w:t>
      </w:r>
      <w:r w:rsidR="00B27708">
        <w:t xml:space="preserve">est pas sur </w:t>
      </w:r>
      <w:r>
        <w:t>Phœbé II</w:t>
      </w:r>
      <w:r w:rsidR="00B27708">
        <w:t xml:space="preserve"> que nous avons la moindre chance de nous ravitailler</w:t>
      </w:r>
      <w:r>
        <w:t>…</w:t>
      </w:r>
    </w:p>
    <w:p w14:paraId="1CCD5F90" w14:textId="77777777" w:rsidR="00987D49" w:rsidRDefault="00B27708" w:rsidP="00B27708">
      <w:r>
        <w:t>À ces mots</w:t>
      </w:r>
      <w:r w:rsidR="00987D49">
        <w:t xml:space="preserve">, </w:t>
      </w:r>
      <w:r>
        <w:t>j</w:t>
      </w:r>
      <w:r w:rsidR="00987D49">
        <w:t>’</w:t>
      </w:r>
      <w:r>
        <w:t>évoquai</w:t>
      </w:r>
      <w:r w:rsidR="00987D49">
        <w:t xml:space="preserve"> – </w:t>
      </w:r>
      <w:r>
        <w:t>et tous mes compagnons durent faire comme moi-même</w:t>
      </w:r>
      <w:r w:rsidR="00987D49">
        <w:t xml:space="preserve"> – </w:t>
      </w:r>
      <w:r>
        <w:t>les résultats plutôt décevants de nos patrouilles</w:t>
      </w:r>
      <w:r w:rsidR="00987D49">
        <w:t xml:space="preserve">. </w:t>
      </w:r>
      <w:r>
        <w:t>Nous avions beau nous familiariser avec les étranges conditions de marche et aller de plus en plus loin</w:t>
      </w:r>
      <w:r w:rsidR="00987D49">
        <w:t xml:space="preserve">, </w:t>
      </w:r>
      <w:r>
        <w:t>nous n</w:t>
      </w:r>
      <w:r w:rsidR="00987D49">
        <w:t>’</w:t>
      </w:r>
      <w:r>
        <w:t>avions encore vu que la même immensité glacée</w:t>
      </w:r>
      <w:r w:rsidR="00987D49">
        <w:t xml:space="preserve">, </w:t>
      </w:r>
      <w:r>
        <w:t>la même plaine morne</w:t>
      </w:r>
      <w:r w:rsidR="00987D49">
        <w:t xml:space="preserve">, </w:t>
      </w:r>
      <w:r>
        <w:t>lisse et nue</w:t>
      </w:r>
      <w:r w:rsidR="00987D49">
        <w:t>…</w:t>
      </w:r>
    </w:p>
    <w:p w14:paraId="2B7FCE10" w14:textId="77777777" w:rsidR="00987D49" w:rsidRDefault="00B27708" w:rsidP="00B27708">
      <w:r>
        <w:t>Cependant</w:t>
      </w:r>
      <w:r w:rsidR="00987D49">
        <w:t xml:space="preserve">, </w:t>
      </w:r>
      <w:r>
        <w:t>Pierre continuait</w:t>
      </w:r>
      <w:r w:rsidR="00987D49">
        <w:t> :</w:t>
      </w:r>
    </w:p>
    <w:p w14:paraId="66A6A2C7" w14:textId="77777777" w:rsidR="00987D49" w:rsidRDefault="00987D49" w:rsidP="00B27708">
      <w:r>
        <w:rPr>
          <w:rFonts w:eastAsia="Georgia"/>
        </w:rPr>
        <w:t>— </w:t>
      </w:r>
      <w:r w:rsidR="00B27708">
        <w:t xml:space="preserve">Il faudrait que chacun de nous fût apte à conduire le </w:t>
      </w:r>
      <w:r>
        <w:t>« </w:t>
      </w:r>
      <w:r w:rsidR="00B27708">
        <w:t>Bolide</w:t>
      </w:r>
      <w:r>
        <w:t xml:space="preserve"> », </w:t>
      </w:r>
      <w:r w:rsidR="00B27708">
        <w:t>ce qui n</w:t>
      </w:r>
      <w:r>
        <w:t>’</w:t>
      </w:r>
      <w:r w:rsidR="00B27708">
        <w:t>est pas très difficile</w:t>
      </w:r>
      <w:r>
        <w:t xml:space="preserve">, </w:t>
      </w:r>
      <w:r w:rsidR="00B27708">
        <w:t>à le maintenir dans la bonne voie</w:t>
      </w:r>
      <w:r>
        <w:t xml:space="preserve">, </w:t>
      </w:r>
      <w:r w:rsidR="00B27708">
        <w:t>ce qui est moins difficile encore</w:t>
      </w:r>
      <w:r>
        <w:t xml:space="preserve">, </w:t>
      </w:r>
      <w:r w:rsidR="00B27708">
        <w:t>et à tracer cette bonne voie</w:t>
      </w:r>
      <w:r>
        <w:t xml:space="preserve">, </w:t>
      </w:r>
      <w:r w:rsidR="00B27708">
        <w:t>ce qui est plus délicat</w:t>
      </w:r>
      <w:r>
        <w:t xml:space="preserve">. </w:t>
      </w:r>
      <w:r w:rsidR="00B27708">
        <w:t>Actuellement</w:t>
      </w:r>
      <w:r>
        <w:t xml:space="preserve">, </w:t>
      </w:r>
      <w:r w:rsidR="00B27708">
        <w:t>malgré les exercices faits avant le départ</w:t>
      </w:r>
      <w:r>
        <w:t xml:space="preserve">, </w:t>
      </w:r>
      <w:r w:rsidR="00B27708">
        <w:t>il n</w:t>
      </w:r>
      <w:r>
        <w:t>’</w:t>
      </w:r>
      <w:r w:rsidR="00B27708">
        <w:t>y a guère que René et moi-même qui possédions à fond cette technique</w:t>
      </w:r>
      <w:r>
        <w:t xml:space="preserve">. </w:t>
      </w:r>
      <w:r w:rsidR="00B27708">
        <w:t>Je serais d</w:t>
      </w:r>
      <w:r>
        <w:t>’</w:t>
      </w:r>
      <w:r w:rsidR="00B27708">
        <w:t>avis que vous preniez tous des leçons</w:t>
      </w:r>
      <w:r>
        <w:t xml:space="preserve">, </w:t>
      </w:r>
      <w:r w:rsidR="00B27708">
        <w:t>soit de René</w:t>
      </w:r>
      <w:r>
        <w:t xml:space="preserve">, </w:t>
      </w:r>
      <w:r w:rsidR="00B27708">
        <w:t>soit de moi-même</w:t>
      </w:r>
      <w:r>
        <w:t xml:space="preserve">, </w:t>
      </w:r>
      <w:r w:rsidR="00B27708">
        <w:t>et les heures de garde à bord me semblent favorables pour cela</w:t>
      </w:r>
      <w:r>
        <w:t xml:space="preserve">. </w:t>
      </w:r>
      <w:r w:rsidR="00B27708">
        <w:t>Qu</w:t>
      </w:r>
      <w:r>
        <w:t>’</w:t>
      </w:r>
      <w:r w:rsidR="00B27708">
        <w:t>en pensez-vous</w:t>
      </w:r>
      <w:r>
        <w:t> ?</w:t>
      </w:r>
    </w:p>
    <w:p w14:paraId="504F410F" w14:textId="77777777" w:rsidR="00987D49" w:rsidRDefault="00B27708" w:rsidP="00B27708">
      <w:r>
        <w:t>Fut-ce parce que le chef nous demandait notre avis</w:t>
      </w:r>
      <w:r w:rsidR="00987D49">
        <w:t xml:space="preserve">, </w:t>
      </w:r>
      <w:r>
        <w:t>fut-ce pour toute autre raison</w:t>
      </w:r>
      <w:r w:rsidR="00987D49">
        <w:t xml:space="preserve"> ? </w:t>
      </w:r>
      <w:r>
        <w:t xml:space="preserve">Toujours est-il que Victor </w:t>
      </w:r>
      <w:proofErr w:type="spellStart"/>
      <w:r>
        <w:t>Grimaille</w:t>
      </w:r>
      <w:proofErr w:type="spellEnd"/>
      <w:r>
        <w:t xml:space="preserve"> accepta cette proposition avec plus d</w:t>
      </w:r>
      <w:r w:rsidR="00987D49">
        <w:t>’</w:t>
      </w:r>
      <w:r>
        <w:t>enthousiasme qu</w:t>
      </w:r>
      <w:r w:rsidR="00987D49">
        <w:t>’</w:t>
      </w:r>
      <w:r>
        <w:t>il ne le faisait d</w:t>
      </w:r>
      <w:r w:rsidR="00987D49">
        <w:t>’</w:t>
      </w:r>
      <w:r>
        <w:t>ordinaire pour approuver les décisions de Pierre</w:t>
      </w:r>
      <w:r w:rsidR="00987D49">
        <w:t>…</w:t>
      </w:r>
    </w:p>
    <w:p w14:paraId="3F6C9071" w14:textId="77777777" w:rsidR="00987D49" w:rsidRDefault="00B27708" w:rsidP="00B27708">
      <w:r>
        <w:t>Celui-ci poursuivit</w:t>
      </w:r>
      <w:r w:rsidR="00987D49">
        <w:t> :</w:t>
      </w:r>
    </w:p>
    <w:p w14:paraId="410D2DB8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Bien entendu</w:t>
      </w:r>
      <w:r>
        <w:t xml:space="preserve">, </w:t>
      </w:r>
      <w:r w:rsidR="00B27708">
        <w:t>il ne s</w:t>
      </w:r>
      <w:r>
        <w:t>’</w:t>
      </w:r>
      <w:r w:rsidR="00B27708">
        <w:t>agira que d</w:t>
      </w:r>
      <w:r>
        <w:t>’</w:t>
      </w:r>
      <w:r w:rsidR="00B27708">
        <w:t>exercices théoriques et de déplacements simulés</w:t>
      </w:r>
      <w:r>
        <w:t xml:space="preserve">. </w:t>
      </w:r>
      <w:r w:rsidR="00B27708">
        <w:t>Nous n</w:t>
      </w:r>
      <w:r>
        <w:t>’</w:t>
      </w:r>
      <w:r w:rsidR="00B27708">
        <w:t>avons pas tant de matière explosive</w:t>
      </w:r>
      <w:r>
        <w:t xml:space="preserve"> : </w:t>
      </w:r>
      <w:r w:rsidR="00B27708">
        <w:t>il faut la ménager comme la chose la plus précieuse qui puisse être</w:t>
      </w:r>
      <w:r>
        <w:t xml:space="preserve">. </w:t>
      </w:r>
      <w:r w:rsidR="00B27708">
        <w:t>Sans elle</w:t>
      </w:r>
      <w:r>
        <w:t xml:space="preserve">, </w:t>
      </w:r>
      <w:r w:rsidR="00B27708">
        <w:t>pas de retour concevable</w:t>
      </w:r>
      <w:r>
        <w:t xml:space="preserve">. </w:t>
      </w:r>
      <w:r w:rsidR="00B27708">
        <w:t>Il faut nous garder des imprudences d</w:t>
      </w:r>
      <w:r>
        <w:t>’</w:t>
      </w:r>
      <w:r w:rsidR="00B27708">
        <w:t>apprentis</w:t>
      </w:r>
      <w:r>
        <w:t xml:space="preserve">, </w:t>
      </w:r>
      <w:r w:rsidR="00B27708">
        <w:t>des excès de zèle de néophytes</w:t>
      </w:r>
      <w:r>
        <w:t xml:space="preserve">, </w:t>
      </w:r>
      <w:r w:rsidR="00B27708">
        <w:t>du gaspillage d</w:t>
      </w:r>
      <w:r>
        <w:t>’</w:t>
      </w:r>
      <w:r w:rsidR="00B27708">
        <w:t>imprévoyants</w:t>
      </w:r>
      <w:r>
        <w:t xml:space="preserve">, </w:t>
      </w:r>
      <w:r w:rsidR="00B27708">
        <w:t>qui pourraient devenir catastrophiques</w:t>
      </w:r>
      <w:r>
        <w:t>.</w:t>
      </w:r>
    </w:p>
    <w:p w14:paraId="5910C083" w14:textId="77777777" w:rsidR="00987D49" w:rsidRDefault="00B27708" w:rsidP="00B27708">
      <w:r>
        <w:t xml:space="preserve">Il me parut alors que Victor </w:t>
      </w:r>
      <w:proofErr w:type="spellStart"/>
      <w:r>
        <w:t>Grimaille</w:t>
      </w:r>
      <w:proofErr w:type="spellEnd"/>
      <w:r>
        <w:t xml:space="preserve"> et Fernand eurent un sourire plus contraint</w:t>
      </w:r>
      <w:r w:rsidR="00987D49">
        <w:t xml:space="preserve">. </w:t>
      </w:r>
      <w:r>
        <w:t>Ce fut peut-être une illusion</w:t>
      </w:r>
      <w:r w:rsidR="00987D49">
        <w:t xml:space="preserve">, </w:t>
      </w:r>
      <w:r>
        <w:t>mais je suis sûr que tous deux dissimulèrent assez mal une grimace de contrariété</w:t>
      </w:r>
      <w:r w:rsidR="00987D49">
        <w:t xml:space="preserve">, </w:t>
      </w:r>
      <w:r>
        <w:t>lorsque le chef expliqua</w:t>
      </w:r>
      <w:r w:rsidR="00987D49">
        <w:t> :</w:t>
      </w:r>
    </w:p>
    <w:p w14:paraId="57237953" w14:textId="77777777" w:rsidR="00987D49" w:rsidRDefault="00987D49" w:rsidP="00B27708">
      <w:r>
        <w:rPr>
          <w:rFonts w:eastAsia="Georgia"/>
        </w:rPr>
        <w:t>— </w:t>
      </w:r>
      <w:r w:rsidR="00B27708">
        <w:t>C</w:t>
      </w:r>
      <w:r>
        <w:t>’</w:t>
      </w:r>
      <w:r w:rsidR="00B27708">
        <w:t>est pourquoi je ne laisserai pas à bord cette clé de contact</w:t>
      </w:r>
      <w:r>
        <w:t xml:space="preserve">, </w:t>
      </w:r>
      <w:r w:rsidR="00B27708">
        <w:t>sans laquelle boutons et manettes demeurent sans action sur les tubes à explosifs</w:t>
      </w:r>
      <w:r>
        <w:t xml:space="preserve">… </w:t>
      </w:r>
      <w:r w:rsidR="00B27708">
        <w:t>S</w:t>
      </w:r>
      <w:r>
        <w:t>’</w:t>
      </w:r>
      <w:r w:rsidR="00B27708">
        <w:t>il m</w:t>
      </w:r>
      <w:r>
        <w:t>’</w:t>
      </w:r>
      <w:r w:rsidR="00B27708">
        <w:t>arrivait quelque chose</w:t>
      </w:r>
      <w:r>
        <w:t xml:space="preserve">, </w:t>
      </w:r>
      <w:r w:rsidR="00B27708">
        <w:t>vous la trouveriez sur moi</w:t>
      </w:r>
      <w:r>
        <w:t xml:space="preserve">, </w:t>
      </w:r>
      <w:r w:rsidR="00B27708">
        <w:t>dans cette poche intérieure</w:t>
      </w:r>
      <w:r>
        <w:t>…</w:t>
      </w:r>
    </w:p>
    <w:p w14:paraId="1A38BBFA" w14:textId="77777777" w:rsidR="00987D49" w:rsidRDefault="00B27708" w:rsidP="00B27708">
      <w:r>
        <w:t>Joignant le geste à la parole</w:t>
      </w:r>
      <w:r w:rsidR="00987D49">
        <w:t xml:space="preserve">, </w:t>
      </w:r>
      <w:r>
        <w:t>il nous montra la clé que nous connaissions bien</w:t>
      </w:r>
      <w:r w:rsidR="00987D49">
        <w:t xml:space="preserve">, </w:t>
      </w:r>
      <w:r>
        <w:t>et qui donnait en effet le contact</w:t>
      </w:r>
      <w:r w:rsidR="00987D49">
        <w:t xml:space="preserve">. </w:t>
      </w:r>
      <w:r>
        <w:t>Il la remit ensuite dans sa poche</w:t>
      </w:r>
      <w:r w:rsidR="00987D49">
        <w:t>…</w:t>
      </w:r>
    </w:p>
    <w:p w14:paraId="6ED36B80" w14:textId="77777777" w:rsidR="00987D49" w:rsidRDefault="00B27708" w:rsidP="00B27708">
      <w:r>
        <w:t>Le désappointement que je fus seul à remarquer chez notre armateur et chez son compère m</w:t>
      </w:r>
      <w:r w:rsidR="00987D49">
        <w:t>’</w:t>
      </w:r>
      <w:r>
        <w:t>intrigua fortement</w:t>
      </w:r>
      <w:r w:rsidR="00987D49">
        <w:t xml:space="preserve">. </w:t>
      </w:r>
      <w:r>
        <w:t>Ces deux personnages</w:t>
      </w:r>
      <w:r w:rsidR="00987D49">
        <w:t xml:space="preserve">, </w:t>
      </w:r>
      <w:r>
        <w:t>dont l</w:t>
      </w:r>
      <w:r w:rsidR="00987D49">
        <w:t>’</w:t>
      </w:r>
      <w:r>
        <w:t>un était fou d</w:t>
      </w:r>
      <w:r w:rsidR="00987D49">
        <w:t>’</w:t>
      </w:r>
      <w:r>
        <w:t>orgueil et l</w:t>
      </w:r>
      <w:r w:rsidR="00987D49">
        <w:t>’</w:t>
      </w:r>
      <w:r>
        <w:t>autre nettement méprisable</w:t>
      </w:r>
      <w:r w:rsidR="00987D49">
        <w:t xml:space="preserve">, </w:t>
      </w:r>
      <w:r>
        <w:t>auraient-ils conçu quelque plan ténébreux</w:t>
      </w:r>
      <w:r w:rsidR="00987D49">
        <w:t xml:space="preserve">, </w:t>
      </w:r>
      <w:r>
        <w:t>que contrecarrait la précaution prise par Pierre</w:t>
      </w:r>
      <w:r w:rsidR="00987D49">
        <w:t xml:space="preserve"> ? </w:t>
      </w:r>
      <w:r>
        <w:t>Je note cependant que je ne tardai pas à oublier ce vague soupçon</w:t>
      </w:r>
      <w:r w:rsidR="00987D49">
        <w:t xml:space="preserve">, </w:t>
      </w:r>
      <w:r>
        <w:t>qui devait</w:t>
      </w:r>
      <w:r w:rsidR="00987D49">
        <w:t xml:space="preserve">, </w:t>
      </w:r>
      <w:r>
        <w:t>toutefois</w:t>
      </w:r>
      <w:r w:rsidR="00987D49">
        <w:t xml:space="preserve">, </w:t>
      </w:r>
      <w:r>
        <w:t>se justifier plus tard</w:t>
      </w:r>
      <w:r w:rsidR="00987D49">
        <w:t xml:space="preserve">, </w:t>
      </w:r>
      <w:r>
        <w:t>ainsi qu</w:t>
      </w:r>
      <w:r w:rsidR="00987D49">
        <w:t>’</w:t>
      </w:r>
      <w:r>
        <w:t>on le verra par la suite de ce récit</w:t>
      </w:r>
      <w:r w:rsidR="00987D49">
        <w:t>.</w:t>
      </w:r>
    </w:p>
    <w:p w14:paraId="2857AA6B" w14:textId="77777777" w:rsidR="00987D49" w:rsidRDefault="00B27708" w:rsidP="00B27708">
      <w:r>
        <w:t>Malgré tout</w:t>
      </w:r>
      <w:r w:rsidR="00987D49">
        <w:t xml:space="preserve">, </w:t>
      </w:r>
      <w:r>
        <w:t xml:space="preserve">je dus noter que </w:t>
      </w:r>
      <w:proofErr w:type="spellStart"/>
      <w:r>
        <w:t>Grimaille</w:t>
      </w:r>
      <w:proofErr w:type="spellEnd"/>
      <w:r>
        <w:t xml:space="preserve"> et Fernand</w:t>
      </w:r>
      <w:r w:rsidR="00987D49">
        <w:t xml:space="preserve">, </w:t>
      </w:r>
      <w:r>
        <w:t>grâce aux leçons de René</w:t>
      </w:r>
      <w:r w:rsidR="00987D49">
        <w:t xml:space="preserve">, </w:t>
      </w:r>
      <w:r>
        <w:t>leur chef de bordée</w:t>
      </w:r>
      <w:r w:rsidR="00987D49">
        <w:t xml:space="preserve">, </w:t>
      </w:r>
      <w:r>
        <w:t>se perfectionnèrent très vite</w:t>
      </w:r>
      <w:r w:rsidR="00987D49">
        <w:t xml:space="preserve">, </w:t>
      </w:r>
      <w:r>
        <w:t>le premier devenant un pilote accompli</w:t>
      </w:r>
      <w:r w:rsidR="00987D49">
        <w:t xml:space="preserve">, </w:t>
      </w:r>
      <w:r>
        <w:t>et le second se montrant d</w:t>
      </w:r>
      <w:r w:rsidR="00987D49">
        <w:t>’</w:t>
      </w:r>
      <w:r>
        <w:t>une jolie force en navigation</w:t>
      </w:r>
      <w:r w:rsidR="00987D49">
        <w:t xml:space="preserve">, </w:t>
      </w:r>
      <w:r>
        <w:t>autant</w:t>
      </w:r>
      <w:r w:rsidR="00987D49">
        <w:t xml:space="preserve">, </w:t>
      </w:r>
      <w:r>
        <w:t>du moins</w:t>
      </w:r>
      <w:r w:rsidR="00987D49">
        <w:t xml:space="preserve">, </w:t>
      </w:r>
      <w:r>
        <w:t>qu</w:t>
      </w:r>
      <w:r w:rsidR="00987D49">
        <w:t>’</w:t>
      </w:r>
      <w:r>
        <w:t>on en pouvait juger au cours d</w:t>
      </w:r>
      <w:r w:rsidR="00987D49">
        <w:t>’</w:t>
      </w:r>
      <w:r>
        <w:t>exercices purement théoriques</w:t>
      </w:r>
      <w:r w:rsidR="00987D49">
        <w:t>.</w:t>
      </w:r>
    </w:p>
    <w:p w14:paraId="7957CDFC" w14:textId="77777777" w:rsidR="00987D49" w:rsidRDefault="00B27708" w:rsidP="00B27708">
      <w:r>
        <w:lastRenderedPageBreak/>
        <w:t>Leur professeur le constata avec quelque fierté</w:t>
      </w:r>
      <w:r w:rsidR="00987D49">
        <w:t xml:space="preserve">… </w:t>
      </w:r>
      <w:r>
        <w:t>Hélas</w:t>
      </w:r>
      <w:r w:rsidR="00987D49">
        <w:t xml:space="preserve">, </w:t>
      </w:r>
      <w:r>
        <w:t>il n</w:t>
      </w:r>
      <w:r w:rsidR="00987D49">
        <w:t>’</w:t>
      </w:r>
      <w:r>
        <w:t>y avait pas de quoi être fier</w:t>
      </w:r>
      <w:r w:rsidR="00987D49">
        <w:t xml:space="preserve">… </w:t>
      </w:r>
      <w:r>
        <w:t>Mais René ne voyait le mal nulle part</w:t>
      </w:r>
      <w:r w:rsidR="00987D49">
        <w:t xml:space="preserve">. </w:t>
      </w:r>
      <w:r>
        <w:t>Sa nature d</w:t>
      </w:r>
      <w:r w:rsidR="00987D49">
        <w:t>’</w:t>
      </w:r>
      <w:r>
        <w:t>élite était si éloignée de tout ce qui est bas</w:t>
      </w:r>
      <w:r w:rsidR="00987D49">
        <w:t xml:space="preserve">, </w:t>
      </w:r>
      <w:r>
        <w:t>de tout ce qui est mensonger</w:t>
      </w:r>
      <w:r w:rsidR="00987D49">
        <w:t xml:space="preserve">, </w:t>
      </w:r>
      <w:r>
        <w:t>qu</w:t>
      </w:r>
      <w:r w:rsidR="00987D49">
        <w:t>’</w:t>
      </w:r>
      <w:r>
        <w:t>il ne pouvait rien concevoir qui ne fut noble et sincère</w:t>
      </w:r>
      <w:r w:rsidR="00987D49">
        <w:t>…</w:t>
      </w:r>
    </w:p>
    <w:p w14:paraId="0FC44FB6" w14:textId="77777777" w:rsidR="00987D49" w:rsidRDefault="00B27708" w:rsidP="00B27708">
      <w:r>
        <w:t>Pierre</w:t>
      </w:r>
      <w:r w:rsidR="00987D49">
        <w:t xml:space="preserve">, </w:t>
      </w:r>
      <w:r>
        <w:t>au contraire</w:t>
      </w:r>
      <w:r w:rsidR="00987D49">
        <w:t xml:space="preserve">, </w:t>
      </w:r>
      <w:r>
        <w:t>n</w:t>
      </w:r>
      <w:r w:rsidR="00987D49">
        <w:t>’</w:t>
      </w:r>
      <w:r>
        <w:t>eut pas à être satisfait de moi</w:t>
      </w:r>
      <w:r w:rsidR="00987D49">
        <w:t xml:space="preserve">. </w:t>
      </w:r>
      <w:r>
        <w:t>Je demeurai le plus médiocre des élèves-pilotes</w:t>
      </w:r>
      <w:r w:rsidR="00987D49">
        <w:t xml:space="preserve">, </w:t>
      </w:r>
      <w:r>
        <w:t>aussi bien que des élèves-navigateurs</w:t>
      </w:r>
      <w:r w:rsidR="00987D49">
        <w:t xml:space="preserve">, </w:t>
      </w:r>
      <w:r>
        <w:t>tandis que la chère Hélène faisait au contraire des progrès très rapides</w:t>
      </w:r>
      <w:r w:rsidR="00987D49">
        <w:t xml:space="preserve">. </w:t>
      </w:r>
      <w:r>
        <w:t>J</w:t>
      </w:r>
      <w:r w:rsidR="00987D49">
        <w:t>’</w:t>
      </w:r>
      <w:r>
        <w:t>imagine que la leçon est plus facile quand l</w:t>
      </w:r>
      <w:r w:rsidR="00987D49">
        <w:t>’</w:t>
      </w:r>
      <w:r>
        <w:t>élève est amoureuse du maître</w:t>
      </w:r>
      <w:r w:rsidR="00987D49">
        <w:t xml:space="preserve">. </w:t>
      </w:r>
      <w:r>
        <w:t>Et puis</w:t>
      </w:r>
      <w:r w:rsidR="00987D49">
        <w:t xml:space="preserve">, </w:t>
      </w:r>
      <w:r>
        <w:t xml:space="preserve">il faut bien dire que la sœur de René </w:t>
      </w:r>
      <w:proofErr w:type="spellStart"/>
      <w:r>
        <w:t>Lesmond</w:t>
      </w:r>
      <w:proofErr w:type="spellEnd"/>
      <w:r>
        <w:t xml:space="preserve"> était mieux préparée que moi aux calculs de la navigation</w:t>
      </w:r>
      <w:r w:rsidR="00987D49">
        <w:t xml:space="preserve">, </w:t>
      </w:r>
      <w:r>
        <w:t>et plus dégourdie quant aux prouesses de pilotage</w:t>
      </w:r>
      <w:r w:rsidR="00987D49">
        <w:t>…</w:t>
      </w:r>
    </w:p>
    <w:p w14:paraId="2930A817" w14:textId="77777777" w:rsidR="00987D49" w:rsidRDefault="00B27708" w:rsidP="00B27708">
      <w:r>
        <w:t>Ainsi s</w:t>
      </w:r>
      <w:r w:rsidR="00987D49">
        <w:t>’</w:t>
      </w:r>
      <w:r>
        <w:t>écoulèrent les premiers jours terrestres de notre passage sur la planète de cristal</w:t>
      </w:r>
      <w:r w:rsidR="00987D49">
        <w:t xml:space="preserve">. </w:t>
      </w:r>
      <w:r>
        <w:t>Les patrouilles se succédaient régulièrement sans apporter d</w:t>
      </w:r>
      <w:r w:rsidR="00987D49">
        <w:t>’</w:t>
      </w:r>
      <w:r>
        <w:t>éléments bien nouveaux à nos observations</w:t>
      </w:r>
      <w:r w:rsidR="00987D49">
        <w:t xml:space="preserve">. </w:t>
      </w:r>
      <w:r>
        <w:t>Les heures des repas et de sommeil nous trouvaient réunis à bord</w:t>
      </w:r>
      <w:r w:rsidR="00987D49">
        <w:t xml:space="preserve">. </w:t>
      </w:r>
      <w:r>
        <w:t>Dans l</w:t>
      </w:r>
      <w:r w:rsidR="00987D49">
        <w:t>’</w:t>
      </w:r>
      <w:r>
        <w:t>intervalle</w:t>
      </w:r>
      <w:r w:rsidR="00987D49">
        <w:t xml:space="preserve">, </w:t>
      </w:r>
      <w:r>
        <w:t>les non-patrouilleurs étudiaient</w:t>
      </w:r>
      <w:r w:rsidR="00987D49">
        <w:t xml:space="preserve">. </w:t>
      </w:r>
      <w:r>
        <w:t>Je continuais à amasser les notes qui me servent aujourd</w:t>
      </w:r>
      <w:r w:rsidR="00987D49">
        <w:t>’</w:t>
      </w:r>
      <w:r>
        <w:t>hui à composer ce récit</w:t>
      </w:r>
      <w:r w:rsidR="00987D49">
        <w:t xml:space="preserve">. </w:t>
      </w:r>
      <w:r>
        <w:t>Quant aux considérations réellement scientifiques qui pouvaient résulter de nos observations encore sommaires</w:t>
      </w:r>
      <w:r w:rsidR="00987D49">
        <w:t xml:space="preserve">, </w:t>
      </w:r>
      <w:r>
        <w:t>elles étaient du domaine de René</w:t>
      </w:r>
      <w:r w:rsidR="00987D49">
        <w:t xml:space="preserve">, </w:t>
      </w:r>
      <w:r>
        <w:t>qui ne nous communiquait les conclusions qu</w:t>
      </w:r>
      <w:r w:rsidR="00987D49">
        <w:t>’</w:t>
      </w:r>
      <w:r>
        <w:t>il en tirait que lorsque la chose en valait la peine</w:t>
      </w:r>
      <w:r w:rsidR="00987D49">
        <w:t xml:space="preserve">, </w:t>
      </w:r>
      <w:r>
        <w:t>ainsi que cela ne tarda plus à survenir</w:t>
      </w:r>
      <w:r w:rsidR="00987D49">
        <w:t>…</w:t>
      </w:r>
    </w:p>
    <w:p w14:paraId="2F32209B" w14:textId="7932B402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37" w:name="__RefHeading__91168_553960937"/>
      <w:bookmarkStart w:id="38" w:name="bookmark18"/>
      <w:bookmarkStart w:id="39" w:name="_Toc194838871"/>
      <w:bookmarkEnd w:id="37"/>
      <w:r>
        <w:lastRenderedPageBreak/>
        <w:t>X</w:t>
      </w:r>
      <w:bookmarkEnd w:id="38"/>
      <w:r>
        <w:t>III</w:t>
      </w:r>
      <w:r>
        <w:br/>
      </w:r>
      <w:r>
        <w:br/>
        <w:t>Dessins animés</w:t>
      </w:r>
      <w:bookmarkEnd w:id="39"/>
    </w:p>
    <w:p w14:paraId="5017CA0F" w14:textId="77777777" w:rsidR="00987D49" w:rsidRDefault="00B27708" w:rsidP="00B27708">
      <w:r>
        <w:t>Ce fut le sixième jour</w:t>
      </w:r>
      <w:r w:rsidR="00987D49">
        <w:t xml:space="preserve">, </w:t>
      </w:r>
      <w:r>
        <w:t>ou plus exactement au cours de la sixième période de vingt-quatre heures terrestres</w:t>
      </w:r>
      <w:r w:rsidR="00987D49">
        <w:t xml:space="preserve">, </w:t>
      </w:r>
      <w:r>
        <w:t>qu</w:t>
      </w:r>
      <w:r w:rsidR="00987D49">
        <w:t>’</w:t>
      </w:r>
      <w:r>
        <w:t>advinrent en même temps l</w:t>
      </w:r>
      <w:r w:rsidR="00987D49">
        <w:t>’</w:t>
      </w:r>
      <w:r>
        <w:t>événement considérable qui devait jeter une éblouissante lumière sur le secret du second satellite</w:t>
      </w:r>
      <w:r w:rsidR="00987D49">
        <w:t xml:space="preserve">, </w:t>
      </w:r>
      <w:r>
        <w:t>et la misérable querelle qui devait désorganiser l</w:t>
      </w:r>
      <w:r w:rsidR="00987D49">
        <w:t>’</w:t>
      </w:r>
      <w:r>
        <w:t>expédition et marquer le commencement des mortelles dissensions entre les hommes de la Terre</w:t>
      </w:r>
      <w:r w:rsidR="00987D49">
        <w:t xml:space="preserve">, </w:t>
      </w:r>
      <w:r>
        <w:t>perdus dans un monde extraordinaire où la solidarité s</w:t>
      </w:r>
      <w:r w:rsidR="00987D49">
        <w:t>’</w:t>
      </w:r>
      <w:r>
        <w:t>imposait pourtant</w:t>
      </w:r>
      <w:r w:rsidR="00987D49">
        <w:t xml:space="preserve">, </w:t>
      </w:r>
      <w:r>
        <w:t>plus que partout ailleurs</w:t>
      </w:r>
      <w:r w:rsidR="00987D49">
        <w:t>.</w:t>
      </w:r>
    </w:p>
    <w:p w14:paraId="568F7240" w14:textId="77777777" w:rsidR="00987D49" w:rsidRDefault="00B27708" w:rsidP="00B27708">
      <w:r>
        <w:t>Je parlerai d</w:t>
      </w:r>
      <w:r w:rsidR="00987D49">
        <w:t>’</w:t>
      </w:r>
      <w:r>
        <w:t>abord du plus important de ces deux faits</w:t>
      </w:r>
      <w:r w:rsidR="00987D49">
        <w:t xml:space="preserve">, </w:t>
      </w:r>
      <w:r>
        <w:t>celui qui intéresse la science pure</w:t>
      </w:r>
      <w:r w:rsidR="00987D49">
        <w:t xml:space="preserve">, </w:t>
      </w:r>
      <w:r>
        <w:t>et qui nous fit entrevoir un domaine étrange</w:t>
      </w:r>
      <w:r w:rsidR="00987D49">
        <w:t xml:space="preserve">, </w:t>
      </w:r>
      <w:r>
        <w:t>jamais encore exploré</w:t>
      </w:r>
      <w:r w:rsidR="00987D49">
        <w:t xml:space="preserve">, </w:t>
      </w:r>
      <w:r>
        <w:t>et d</w:t>
      </w:r>
      <w:r w:rsidR="00987D49">
        <w:t>’</w:t>
      </w:r>
      <w:r>
        <w:t>une richesse infinie</w:t>
      </w:r>
      <w:r w:rsidR="00987D49">
        <w:t xml:space="preserve">, </w:t>
      </w:r>
      <w:r>
        <w:t>quant aux aperçus qu</w:t>
      </w:r>
      <w:r w:rsidR="00987D49">
        <w:t>’</w:t>
      </w:r>
      <w:r>
        <w:t>il peut nous ouvrir sur la vraie figure de l</w:t>
      </w:r>
      <w:r w:rsidR="00987D49">
        <w:t>’</w:t>
      </w:r>
      <w:r>
        <w:t>univers</w:t>
      </w:r>
      <w:r w:rsidR="00987D49">
        <w:t>.</w:t>
      </w:r>
    </w:p>
    <w:p w14:paraId="36234C5C" w14:textId="77777777" w:rsidR="00987D49" w:rsidRDefault="00B27708" w:rsidP="00B27708">
      <w:r>
        <w:t>Nous étions partis</w:t>
      </w:r>
      <w:r w:rsidR="00987D49">
        <w:t xml:space="preserve">, </w:t>
      </w:r>
      <w:r>
        <w:t>Pierre</w:t>
      </w:r>
      <w:r w:rsidR="00987D49">
        <w:t xml:space="preserve">, </w:t>
      </w:r>
      <w:r>
        <w:t>Hélène et moi</w:t>
      </w:r>
      <w:r w:rsidR="00987D49">
        <w:t xml:space="preserve">, </w:t>
      </w:r>
      <w:r>
        <w:t>en expédition</w:t>
      </w:r>
      <w:r w:rsidR="00987D49">
        <w:t xml:space="preserve">, </w:t>
      </w:r>
      <w:r>
        <w:t>sans grand espoir de découvrir autre chose que la plaine transparente et parfaitement unie</w:t>
      </w:r>
      <w:r w:rsidR="00987D49">
        <w:t xml:space="preserve">, </w:t>
      </w:r>
      <w:r>
        <w:t>où régnaient l</w:t>
      </w:r>
      <w:r w:rsidR="00987D49">
        <w:t>’</w:t>
      </w:r>
      <w:r>
        <w:t>immobilité absolue et la mort totale</w:t>
      </w:r>
      <w:r w:rsidR="00987D49">
        <w:t xml:space="preserve">. </w:t>
      </w:r>
      <w:r>
        <w:t>Nous avions laissé à bord nos trois compagnons</w:t>
      </w:r>
      <w:r w:rsidR="00987D49">
        <w:t xml:space="preserve">, </w:t>
      </w:r>
      <w:r>
        <w:t>qui devaient sortir dès notre retour</w:t>
      </w:r>
      <w:r w:rsidR="00987D49">
        <w:t xml:space="preserve">, </w:t>
      </w:r>
      <w:r>
        <w:t>sans plus d</w:t>
      </w:r>
      <w:r w:rsidR="00987D49">
        <w:t>’</w:t>
      </w:r>
      <w:r>
        <w:t>espoir que nous</w:t>
      </w:r>
      <w:r w:rsidR="00987D49">
        <w:t xml:space="preserve">, </w:t>
      </w:r>
      <w:r>
        <w:t>j</w:t>
      </w:r>
      <w:r w:rsidR="00987D49">
        <w:t>’</w:t>
      </w:r>
      <w:r>
        <w:t>imagine</w:t>
      </w:r>
      <w:r w:rsidR="00987D49">
        <w:t>…</w:t>
      </w:r>
    </w:p>
    <w:p w14:paraId="2C0827AE" w14:textId="77777777" w:rsidR="00987D49" w:rsidRDefault="00B27708" w:rsidP="00B27708">
      <w:r>
        <w:t>Nous avions de l</w:t>
      </w:r>
      <w:r w:rsidR="00987D49">
        <w:t>’</w:t>
      </w:r>
      <w:r>
        <w:t>air pour six heures au moins</w:t>
      </w:r>
      <w:r w:rsidR="00987D49">
        <w:t xml:space="preserve">, </w:t>
      </w:r>
      <w:r>
        <w:t>et l</w:t>
      </w:r>
      <w:r w:rsidR="00987D49">
        <w:t>’</w:t>
      </w:r>
      <w:r>
        <w:t>exploration pouvait être plus longue que de coutume</w:t>
      </w:r>
      <w:r w:rsidR="00987D49">
        <w:t xml:space="preserve">… </w:t>
      </w:r>
      <w:r>
        <w:t>Un grand panneau tricolore</w:t>
      </w:r>
      <w:r w:rsidR="00987D49">
        <w:t xml:space="preserve">, </w:t>
      </w:r>
      <w:r>
        <w:t xml:space="preserve">monté sur le </w:t>
      </w:r>
      <w:r w:rsidR="00987D49">
        <w:t>« </w:t>
      </w:r>
      <w:r>
        <w:t>Bolide</w:t>
      </w:r>
      <w:r w:rsidR="00987D49">
        <w:t> »</w:t>
      </w:r>
      <w:r>
        <w:t xml:space="preserve"> nous servait de point de ralliement</w:t>
      </w:r>
      <w:r w:rsidR="00987D49">
        <w:t xml:space="preserve">. </w:t>
      </w:r>
      <w:r>
        <w:t>Ce panneau tricolore</w:t>
      </w:r>
      <w:r w:rsidR="00987D49">
        <w:t xml:space="preserve">, </w:t>
      </w:r>
      <w:r>
        <w:t>que nous devions laisser plus tard</w:t>
      </w:r>
      <w:r w:rsidR="00987D49">
        <w:t xml:space="preserve">, </w:t>
      </w:r>
      <w:r>
        <w:t xml:space="preserve">planté dans le sol transparent de </w:t>
      </w:r>
      <w:r w:rsidR="00987D49">
        <w:t xml:space="preserve">Phœbé II, </w:t>
      </w:r>
      <w:r>
        <w:t>pour marquer l</w:t>
      </w:r>
      <w:r w:rsidR="00987D49">
        <w:t>’</w:t>
      </w:r>
      <w:r>
        <w:t>antériorité de la présence française</w:t>
      </w:r>
      <w:r w:rsidR="00987D49">
        <w:t xml:space="preserve">, </w:t>
      </w:r>
      <w:r>
        <w:t>nous permettait</w:t>
      </w:r>
      <w:r w:rsidR="00987D49">
        <w:t xml:space="preserve">, </w:t>
      </w:r>
      <w:r>
        <w:t>pour l</w:t>
      </w:r>
      <w:r w:rsidR="00987D49">
        <w:t>’</w:t>
      </w:r>
      <w:r>
        <w:t>instant</w:t>
      </w:r>
      <w:r w:rsidR="00987D49">
        <w:t xml:space="preserve">, </w:t>
      </w:r>
      <w:r>
        <w:t>de revenir sans difficulté</w:t>
      </w:r>
      <w:r w:rsidR="00987D49">
        <w:t xml:space="preserve">, </w:t>
      </w:r>
      <w:r>
        <w:t>une fois atteint le point le plus éloigné de chaque expédition</w:t>
      </w:r>
      <w:r w:rsidR="00987D49">
        <w:t xml:space="preserve">. </w:t>
      </w:r>
      <w:r>
        <w:t>On pouvait le voir de très loin</w:t>
      </w:r>
      <w:r w:rsidR="00987D49">
        <w:t xml:space="preserve">, </w:t>
      </w:r>
      <w:r>
        <w:t>dans cette plaine immuable</w:t>
      </w:r>
      <w:r w:rsidR="00987D49">
        <w:t xml:space="preserve">, </w:t>
      </w:r>
      <w:r>
        <w:t>grâce aux excellentes jumelles dont chacun de nous était muni</w:t>
      </w:r>
      <w:r w:rsidR="00987D49">
        <w:t>.</w:t>
      </w:r>
    </w:p>
    <w:p w14:paraId="6AE3E953" w14:textId="77777777" w:rsidR="00987D49" w:rsidRDefault="00B27708" w:rsidP="00B27708">
      <w:r>
        <w:lastRenderedPageBreak/>
        <w:t>Le processus ne variait guère</w:t>
      </w:r>
      <w:r w:rsidR="00987D49">
        <w:t xml:space="preserve">. </w:t>
      </w:r>
      <w:r>
        <w:t>Chaque sortie se faisait dans une direction différente de la précédente</w:t>
      </w:r>
      <w:r w:rsidR="00987D49">
        <w:t xml:space="preserve">, </w:t>
      </w:r>
      <w:r>
        <w:t>et s</w:t>
      </w:r>
      <w:r w:rsidR="00987D49">
        <w:t>’</w:t>
      </w:r>
      <w:r>
        <w:t>efforçait d</w:t>
      </w:r>
      <w:r w:rsidR="00987D49">
        <w:t>’</w:t>
      </w:r>
      <w:r>
        <w:t>être un peu plus longue</w:t>
      </w:r>
      <w:r w:rsidR="00987D49">
        <w:t xml:space="preserve">. </w:t>
      </w:r>
      <w:r>
        <w:t>Ce jour-là</w:t>
      </w:r>
      <w:r w:rsidR="00987D49">
        <w:t xml:space="preserve">, </w:t>
      </w:r>
      <w:r>
        <w:t>avec nos six heures d</w:t>
      </w:r>
      <w:r w:rsidR="00987D49">
        <w:t>’</w:t>
      </w:r>
      <w:r>
        <w:t>air</w:t>
      </w:r>
      <w:r w:rsidR="00987D49">
        <w:t xml:space="preserve">, </w:t>
      </w:r>
      <w:r>
        <w:t>nous comptions</w:t>
      </w:r>
      <w:r w:rsidR="00987D49">
        <w:t xml:space="preserve">, </w:t>
      </w:r>
      <w:r>
        <w:t>bien aller assez loin</w:t>
      </w:r>
      <w:r w:rsidR="00987D49">
        <w:t xml:space="preserve">, </w:t>
      </w:r>
      <w:r>
        <w:t>mais sans grand espoir de voir du nouveau</w:t>
      </w:r>
      <w:r w:rsidR="00987D49">
        <w:t xml:space="preserve">. </w:t>
      </w:r>
      <w:r>
        <w:t>Notre programme comportait</w:t>
      </w:r>
      <w:r w:rsidR="00987D49">
        <w:t xml:space="preserve">, </w:t>
      </w:r>
      <w:r>
        <w:t>au maximum</w:t>
      </w:r>
      <w:r w:rsidR="00987D49">
        <w:t xml:space="preserve">, </w:t>
      </w:r>
      <w:r>
        <w:t>deux heures et demie de marche pour l</w:t>
      </w:r>
      <w:r w:rsidR="00987D49">
        <w:t>’</w:t>
      </w:r>
      <w:r>
        <w:t>aller</w:t>
      </w:r>
      <w:r w:rsidR="00987D49">
        <w:t xml:space="preserve">, </w:t>
      </w:r>
      <w:r>
        <w:t>autant pour le retour</w:t>
      </w:r>
      <w:r w:rsidR="00987D49">
        <w:t xml:space="preserve">, </w:t>
      </w:r>
      <w:r>
        <w:t>avec une bonne heure de loisir ou d</w:t>
      </w:r>
      <w:r w:rsidR="00987D49">
        <w:t>’</w:t>
      </w:r>
      <w:r>
        <w:t>observation</w:t>
      </w:r>
      <w:r w:rsidR="00987D49">
        <w:t>.</w:t>
      </w:r>
    </w:p>
    <w:p w14:paraId="3E5433CF" w14:textId="77777777" w:rsidR="00987D49" w:rsidRDefault="00B27708" w:rsidP="00B27708">
      <w:r>
        <w:t>Deux heures et demie de marche</w:t>
      </w:r>
      <w:r w:rsidR="00987D49">
        <w:t xml:space="preserve">, </w:t>
      </w:r>
      <w:r>
        <w:t>ce n</w:t>
      </w:r>
      <w:r w:rsidR="00987D49">
        <w:t>’</w:t>
      </w:r>
      <w:r>
        <w:t>est guère</w:t>
      </w:r>
      <w:r w:rsidR="00987D49">
        <w:t xml:space="preserve">, </w:t>
      </w:r>
      <w:r>
        <w:t>sur la Terre</w:t>
      </w:r>
      <w:r w:rsidR="00987D49">
        <w:t xml:space="preserve">. </w:t>
      </w:r>
      <w:r>
        <w:t xml:space="preserve">Sur </w:t>
      </w:r>
      <w:r w:rsidR="00987D49">
        <w:t xml:space="preserve">Phœbé II, </w:t>
      </w:r>
      <w:r>
        <w:t>grâce aux rapides glissades en lesquelles nous étions devenus experts</w:t>
      </w:r>
      <w:r w:rsidR="00987D49">
        <w:t xml:space="preserve">, </w:t>
      </w:r>
      <w:r>
        <w:t>cela permettait déjà une longue randonnée</w:t>
      </w:r>
      <w:r w:rsidR="00987D49">
        <w:t>.</w:t>
      </w:r>
    </w:p>
    <w:p w14:paraId="2462793A" w14:textId="77777777" w:rsidR="00987D49" w:rsidRDefault="00B27708" w:rsidP="00B27708">
      <w:r>
        <w:t>Ce fut avant la fin de la deuxième heure</w:t>
      </w:r>
      <w:r w:rsidR="00987D49">
        <w:t xml:space="preserve">, </w:t>
      </w:r>
      <w:r>
        <w:t>que nous fîmes l</w:t>
      </w:r>
      <w:r w:rsidR="00987D49">
        <w:t>’</w:t>
      </w:r>
      <w:r>
        <w:t>étrange rencontre</w:t>
      </w:r>
      <w:r w:rsidR="00987D49">
        <w:t>.</w:t>
      </w:r>
    </w:p>
    <w:p w14:paraId="2FCBC354" w14:textId="77777777" w:rsidR="00987D49" w:rsidRDefault="00B27708" w:rsidP="00B27708">
      <w:r>
        <w:t>Pierre allait en avant</w:t>
      </w:r>
      <w:r w:rsidR="00987D49">
        <w:t xml:space="preserve">, </w:t>
      </w:r>
      <w:r>
        <w:t>avec Hélène</w:t>
      </w:r>
      <w:r w:rsidR="00987D49">
        <w:t xml:space="preserve">. </w:t>
      </w:r>
      <w:r>
        <w:t>Je les suivais fidèlement</w:t>
      </w:r>
      <w:r w:rsidR="00987D49">
        <w:t xml:space="preserve">, </w:t>
      </w:r>
      <w:r>
        <w:t>en faisant de mon mieux pour régler mon allure sur la leur</w:t>
      </w:r>
      <w:r w:rsidR="00987D49">
        <w:t xml:space="preserve">, </w:t>
      </w:r>
      <w:r>
        <w:t>afin de n</w:t>
      </w:r>
      <w:r w:rsidR="00987D49">
        <w:t>’</w:t>
      </w:r>
      <w:r>
        <w:t>être pas trop distancé</w:t>
      </w:r>
      <w:r w:rsidR="00987D49">
        <w:t xml:space="preserve">. </w:t>
      </w:r>
      <w:r>
        <w:t>Dans l</w:t>
      </w:r>
      <w:r w:rsidR="00987D49">
        <w:t>’</w:t>
      </w:r>
      <w:r>
        <w:t>éther pur</w:t>
      </w:r>
      <w:r w:rsidR="00987D49">
        <w:t xml:space="preserve">, </w:t>
      </w:r>
      <w:r>
        <w:t>je distinguais leurs gestes avec une netteté dont les Terriens qui n</w:t>
      </w:r>
      <w:r w:rsidR="00987D49">
        <w:t>’</w:t>
      </w:r>
      <w:r>
        <w:t>ont connu que leur planète ne peuvent avoir une idée</w:t>
      </w:r>
      <w:r w:rsidR="00987D49">
        <w:t xml:space="preserve">, </w:t>
      </w:r>
      <w:r>
        <w:t>même approximative</w:t>
      </w:r>
      <w:r w:rsidR="00987D49">
        <w:t>…</w:t>
      </w:r>
    </w:p>
    <w:p w14:paraId="2902ECBD" w14:textId="77777777" w:rsidR="00987D49" w:rsidRDefault="00B27708" w:rsidP="00B27708">
      <w:r>
        <w:t>Je cherche une comparaison pour me faire comprendre</w:t>
      </w:r>
      <w:r w:rsidR="00987D49">
        <w:t xml:space="preserve">… </w:t>
      </w:r>
      <w:r>
        <w:t>Ah</w:t>
      </w:r>
      <w:r w:rsidR="00987D49">
        <w:t xml:space="preserve"> ! </w:t>
      </w:r>
      <w:r>
        <w:t>voici</w:t>
      </w:r>
      <w:r w:rsidR="00987D49">
        <w:t xml:space="preserve">. </w:t>
      </w:r>
      <w:r>
        <w:t>J</w:t>
      </w:r>
      <w:r w:rsidR="00987D49">
        <w:t>’</w:t>
      </w:r>
      <w:r>
        <w:t>ai toujours été un peu myope</w:t>
      </w:r>
      <w:r w:rsidR="00987D49">
        <w:t xml:space="preserve">. </w:t>
      </w:r>
      <w:r>
        <w:t>Mais je l</w:t>
      </w:r>
      <w:r w:rsidR="00987D49">
        <w:t>’</w:t>
      </w:r>
      <w:r>
        <w:t>ai ignoré durant toute une partie de ma jeunesse</w:t>
      </w:r>
      <w:r w:rsidR="00987D49">
        <w:t xml:space="preserve">. </w:t>
      </w:r>
      <w:r>
        <w:t>Vers seize ans</w:t>
      </w:r>
      <w:r w:rsidR="00987D49">
        <w:t xml:space="preserve">, </w:t>
      </w:r>
      <w:r>
        <w:t>seulement</w:t>
      </w:r>
      <w:r w:rsidR="00987D49">
        <w:t xml:space="preserve">, </w:t>
      </w:r>
      <w:r>
        <w:t>je me suis mis à porter des verres</w:t>
      </w:r>
      <w:r w:rsidR="00987D49">
        <w:t xml:space="preserve">. </w:t>
      </w:r>
      <w:r>
        <w:t>Eh bien</w:t>
      </w:r>
      <w:r w:rsidR="00987D49">
        <w:t xml:space="preserve"> ! </w:t>
      </w:r>
      <w:r>
        <w:t>le premier jour que j</w:t>
      </w:r>
      <w:r w:rsidR="00987D49">
        <w:t>’</w:t>
      </w:r>
      <w:r>
        <w:t>ai mis des lunettes</w:t>
      </w:r>
      <w:r w:rsidR="00987D49">
        <w:t xml:space="preserve">, </w:t>
      </w:r>
      <w:r>
        <w:t>le monde extérieur m</w:t>
      </w:r>
      <w:r w:rsidR="00987D49">
        <w:t>’</w:t>
      </w:r>
      <w:r>
        <w:t>a paru transfiguré</w:t>
      </w:r>
      <w:r w:rsidR="00987D49">
        <w:t xml:space="preserve">, </w:t>
      </w:r>
      <w:r>
        <w:t>plus clair</w:t>
      </w:r>
      <w:r w:rsidR="00987D49">
        <w:t xml:space="preserve">, </w:t>
      </w:r>
      <w:r>
        <w:t>plus lumineux</w:t>
      </w:r>
      <w:r w:rsidR="00987D49">
        <w:t xml:space="preserve">. </w:t>
      </w:r>
      <w:r>
        <w:t>Les contours des objets se sont précisés</w:t>
      </w:r>
      <w:r w:rsidR="00987D49">
        <w:t xml:space="preserve">. </w:t>
      </w:r>
      <w:r>
        <w:t>Tout ce qui</w:t>
      </w:r>
      <w:r w:rsidR="00987D49">
        <w:t xml:space="preserve">, </w:t>
      </w:r>
      <w:r>
        <w:t>jusqu</w:t>
      </w:r>
      <w:r w:rsidR="00987D49">
        <w:t>’</w:t>
      </w:r>
      <w:r>
        <w:t>alors</w:t>
      </w:r>
      <w:r w:rsidR="00987D49">
        <w:t xml:space="preserve">, </w:t>
      </w:r>
      <w:r>
        <w:t>me semblait flou</w:t>
      </w:r>
      <w:r w:rsidR="00987D49">
        <w:t xml:space="preserve">, </w:t>
      </w:r>
      <w:r>
        <w:t>incertain</w:t>
      </w:r>
      <w:r w:rsidR="00987D49">
        <w:t xml:space="preserve">, </w:t>
      </w:r>
      <w:r>
        <w:t>indécis</w:t>
      </w:r>
      <w:r w:rsidR="00987D49">
        <w:t xml:space="preserve">, </w:t>
      </w:r>
      <w:r>
        <w:t>est devenu soudain plus ferme</w:t>
      </w:r>
      <w:r w:rsidR="00987D49">
        <w:t>.</w:t>
      </w:r>
    </w:p>
    <w:p w14:paraId="0186B1D2" w14:textId="77777777" w:rsidR="00987D49" w:rsidRDefault="00B27708" w:rsidP="00B27708">
      <w:r>
        <w:t xml:space="preserve">Une métamorphose analogue du monde visible se produit à la surface de </w:t>
      </w:r>
      <w:r w:rsidR="00987D49">
        <w:t xml:space="preserve">Phœbé II. </w:t>
      </w:r>
      <w:r>
        <w:t>Tout ce que l</w:t>
      </w:r>
      <w:r w:rsidR="00987D49">
        <w:t>’</w:t>
      </w:r>
      <w:r>
        <w:t>on perçoit est net et dur</w:t>
      </w:r>
      <w:r w:rsidR="00987D49">
        <w:t xml:space="preserve">. </w:t>
      </w:r>
      <w:r>
        <w:t>Tous les myopes me comprendront</w:t>
      </w:r>
      <w:r w:rsidR="00987D49">
        <w:t xml:space="preserve">, </w:t>
      </w:r>
      <w:r>
        <w:t>en évoquant comme je viens de le faire</w:t>
      </w:r>
      <w:r w:rsidR="00987D49">
        <w:t xml:space="preserve">, </w:t>
      </w:r>
      <w:r>
        <w:t>leurs premières lunettes</w:t>
      </w:r>
      <w:r w:rsidR="00987D49">
        <w:t xml:space="preserve">. </w:t>
      </w:r>
      <w:r>
        <w:t>Quant aux autres</w:t>
      </w:r>
      <w:r w:rsidR="00987D49">
        <w:t xml:space="preserve">, </w:t>
      </w:r>
      <w:r>
        <w:t>qu</w:t>
      </w:r>
      <w:r w:rsidR="00987D49">
        <w:t>’</w:t>
      </w:r>
      <w:r>
        <w:t>ils imaginent une figure tracée par un apprenti dessinateur</w:t>
      </w:r>
      <w:r w:rsidR="00987D49">
        <w:t xml:space="preserve">, </w:t>
      </w:r>
      <w:r>
        <w:t>puis retouchée par un maître</w:t>
      </w:r>
      <w:r w:rsidR="00987D49">
        <w:t xml:space="preserve">, </w:t>
      </w:r>
      <w:r>
        <w:t>et le remplacement du trait hésitant</w:t>
      </w:r>
      <w:r w:rsidR="00987D49">
        <w:t xml:space="preserve">, </w:t>
      </w:r>
      <w:r>
        <w:t>balbutiant</w:t>
      </w:r>
      <w:r w:rsidR="00987D49">
        <w:t xml:space="preserve">, </w:t>
      </w:r>
      <w:r>
        <w:t>timide</w:t>
      </w:r>
      <w:r w:rsidR="00987D49">
        <w:t xml:space="preserve">, </w:t>
      </w:r>
      <w:r>
        <w:t xml:space="preserve">par </w:t>
      </w:r>
      <w:r>
        <w:lastRenderedPageBreak/>
        <w:t>un trait sûr</w:t>
      </w:r>
      <w:r w:rsidR="00987D49">
        <w:t xml:space="preserve">. </w:t>
      </w:r>
      <w:r>
        <w:t>Ainsi pourront-ils saisir la différence de la vision sur la Terre et sur son second satellite</w:t>
      </w:r>
      <w:r w:rsidR="00987D49">
        <w:t>.</w:t>
      </w:r>
    </w:p>
    <w:p w14:paraId="3898E4D0" w14:textId="77777777" w:rsidR="00987D49" w:rsidRDefault="00B27708" w:rsidP="00B27708">
      <w:r>
        <w:t>Donc</w:t>
      </w:r>
      <w:r w:rsidR="00987D49">
        <w:t xml:space="preserve">, </w:t>
      </w:r>
      <w:r>
        <w:t>j</w:t>
      </w:r>
      <w:r w:rsidR="00987D49">
        <w:t>’</w:t>
      </w:r>
      <w:r>
        <w:t>assistais</w:t>
      </w:r>
      <w:r w:rsidR="00987D49">
        <w:t xml:space="preserve">, </w:t>
      </w:r>
      <w:r>
        <w:t>de loin</w:t>
      </w:r>
      <w:r w:rsidR="00987D49">
        <w:t xml:space="preserve">, </w:t>
      </w:r>
      <w:r>
        <w:t>à la conversation par gestes entre Pierre et Hélène</w:t>
      </w:r>
      <w:r w:rsidR="00987D49">
        <w:t xml:space="preserve">, </w:t>
      </w:r>
      <w:r>
        <w:t>et</w:t>
      </w:r>
      <w:r w:rsidR="00987D49">
        <w:t xml:space="preserve">, </w:t>
      </w:r>
      <w:r>
        <w:t>grâce à cette vision si particulière</w:t>
      </w:r>
      <w:r w:rsidR="00987D49">
        <w:t xml:space="preserve">, </w:t>
      </w:r>
      <w:r>
        <w:t>je n</w:t>
      </w:r>
      <w:r w:rsidR="00987D49">
        <w:t>’</w:t>
      </w:r>
      <w:r>
        <w:t>en perdais pas une nuance</w:t>
      </w:r>
      <w:r w:rsidR="00987D49">
        <w:t xml:space="preserve">. </w:t>
      </w:r>
      <w:r>
        <w:t>Cela aurait pu être gênant</w:t>
      </w:r>
      <w:r w:rsidR="00987D49">
        <w:t xml:space="preserve">, </w:t>
      </w:r>
      <w:r>
        <w:t>si les deux amoureux se fussent avisés d</w:t>
      </w:r>
      <w:r w:rsidR="00987D49">
        <w:t>’</w:t>
      </w:r>
      <w:r>
        <w:t>échanger des mots tendres</w:t>
      </w:r>
      <w:r w:rsidR="00987D49">
        <w:t xml:space="preserve">. </w:t>
      </w:r>
      <w:r>
        <w:t>Mais leur entretien était purement objectif</w:t>
      </w:r>
      <w:r w:rsidR="00987D49">
        <w:t xml:space="preserve">. </w:t>
      </w:r>
      <w:r>
        <w:t>Il s</w:t>
      </w:r>
      <w:r w:rsidR="00987D49">
        <w:t>’</w:t>
      </w:r>
      <w:r>
        <w:t>agissait de l</w:t>
      </w:r>
      <w:r w:rsidR="00987D49">
        <w:t>’</w:t>
      </w:r>
      <w:r>
        <w:t>expédition en cours et de la déception éprouvée durant nos randonnées toujours semblables</w:t>
      </w:r>
      <w:r w:rsidR="00987D49">
        <w:t xml:space="preserve">. </w:t>
      </w:r>
      <w:r>
        <w:t>Tous deux souhaitaient avec la même ardeur une découverte propre à rompre cette monotonie</w:t>
      </w:r>
      <w:r w:rsidR="00987D49">
        <w:t xml:space="preserve">. </w:t>
      </w:r>
      <w:r>
        <w:t>Ni l</w:t>
      </w:r>
      <w:r w:rsidR="00987D49">
        <w:t>’</w:t>
      </w:r>
      <w:r>
        <w:t>un</w:t>
      </w:r>
      <w:r w:rsidR="00987D49">
        <w:t xml:space="preserve">, </w:t>
      </w:r>
      <w:r>
        <w:t>ni l</w:t>
      </w:r>
      <w:r w:rsidR="00987D49">
        <w:t>’</w:t>
      </w:r>
      <w:r>
        <w:t>autre</w:t>
      </w:r>
      <w:r w:rsidR="00987D49">
        <w:t xml:space="preserve">, </w:t>
      </w:r>
      <w:r>
        <w:t>assurément</w:t>
      </w:r>
      <w:r w:rsidR="00987D49">
        <w:t xml:space="preserve">, </w:t>
      </w:r>
      <w:r>
        <w:t>ne se doutait que ce souhait était si près de se réaliser</w:t>
      </w:r>
      <w:r w:rsidR="00987D49">
        <w:t xml:space="preserve">, </w:t>
      </w:r>
      <w:r>
        <w:t>et de façon si éclatante</w:t>
      </w:r>
      <w:r w:rsidR="00987D49">
        <w:t> !</w:t>
      </w:r>
    </w:p>
    <w:p w14:paraId="6C4A47D0" w14:textId="77777777" w:rsidR="00987D49" w:rsidRDefault="00B27708" w:rsidP="00B27708">
      <w:r>
        <w:t>Tout à coup</w:t>
      </w:r>
      <w:r w:rsidR="00987D49">
        <w:t xml:space="preserve">, </w:t>
      </w:r>
      <w:r>
        <w:t>je vis Pierre s</w:t>
      </w:r>
      <w:r w:rsidR="00987D49">
        <w:t>’</w:t>
      </w:r>
      <w:r>
        <w:t>arrêter brusquement</w:t>
      </w:r>
      <w:r w:rsidR="00987D49">
        <w:t xml:space="preserve">. </w:t>
      </w:r>
      <w:r>
        <w:t>Hélène fit de même</w:t>
      </w:r>
      <w:r w:rsidR="00987D49">
        <w:t xml:space="preserve">. </w:t>
      </w:r>
      <w:r>
        <w:t>Tous deux considérèrent curieusement le sol</w:t>
      </w:r>
      <w:r w:rsidR="00987D49">
        <w:t xml:space="preserve">, </w:t>
      </w:r>
      <w:r>
        <w:t>à leurs pieds</w:t>
      </w:r>
      <w:r w:rsidR="00987D49">
        <w:t xml:space="preserve">. </w:t>
      </w:r>
      <w:r>
        <w:t>Leurs gestes</w:t>
      </w:r>
      <w:r w:rsidR="00987D49">
        <w:t xml:space="preserve">, </w:t>
      </w:r>
      <w:r>
        <w:t>traduisirent la plus profonde surprise</w:t>
      </w:r>
      <w:r w:rsidR="00987D49">
        <w:t>.</w:t>
      </w:r>
    </w:p>
    <w:p w14:paraId="5EB08ACF" w14:textId="77777777" w:rsidR="00987D49" w:rsidRDefault="00B27708" w:rsidP="00B27708">
      <w:r>
        <w:t>En trois glissades</w:t>
      </w:r>
      <w:r w:rsidR="00987D49">
        <w:t xml:space="preserve">, </w:t>
      </w:r>
      <w:r>
        <w:t>je les rejoignis</w:t>
      </w:r>
      <w:r w:rsidR="00987D49">
        <w:t xml:space="preserve">. </w:t>
      </w:r>
      <w:r>
        <w:t>À mon tour</w:t>
      </w:r>
      <w:r w:rsidR="00987D49">
        <w:t xml:space="preserve">, </w:t>
      </w:r>
      <w:r>
        <w:t>je regardai le sol</w:t>
      </w:r>
      <w:r w:rsidR="00987D49">
        <w:t xml:space="preserve">. </w:t>
      </w:r>
      <w:r>
        <w:t>À mon tour</w:t>
      </w:r>
      <w:r w:rsidR="00987D49">
        <w:t xml:space="preserve">, </w:t>
      </w:r>
      <w:r>
        <w:t>je fus pétrifié d</w:t>
      </w:r>
      <w:r w:rsidR="00987D49">
        <w:t>’</w:t>
      </w:r>
      <w:r>
        <w:t>étonnement</w:t>
      </w:r>
      <w:r w:rsidR="00987D49">
        <w:t>…</w:t>
      </w:r>
    </w:p>
    <w:p w14:paraId="25CF7DAE" w14:textId="77777777" w:rsidR="00987D49" w:rsidRDefault="00B27708" w:rsidP="00B27708">
      <w:r>
        <w:t>Devant nous</w:t>
      </w:r>
      <w:r w:rsidR="00987D49">
        <w:t xml:space="preserve">, </w:t>
      </w:r>
      <w:r>
        <w:t>à perte de vue</w:t>
      </w:r>
      <w:r w:rsidR="00987D49">
        <w:t xml:space="preserve">, </w:t>
      </w:r>
      <w:r>
        <w:t>des taches bizarres</w:t>
      </w:r>
      <w:r w:rsidR="00987D49">
        <w:t xml:space="preserve">, </w:t>
      </w:r>
      <w:r>
        <w:t>de vives couleurs</w:t>
      </w:r>
      <w:r w:rsidR="00987D49">
        <w:t xml:space="preserve">, </w:t>
      </w:r>
      <w:r>
        <w:t>en nombre incalculable</w:t>
      </w:r>
      <w:r w:rsidR="00987D49">
        <w:t xml:space="preserve">, </w:t>
      </w:r>
      <w:r>
        <w:t>se mouvaient curieusement sur la surface polie de la plaine</w:t>
      </w:r>
      <w:r w:rsidR="00987D49">
        <w:t xml:space="preserve">. </w:t>
      </w:r>
      <w:r>
        <w:t>Elles glissaient dans tous les sens avec une inconcevable rapidité</w:t>
      </w:r>
      <w:r w:rsidR="00987D49">
        <w:t>.</w:t>
      </w:r>
    </w:p>
    <w:p w14:paraId="5F42DD09" w14:textId="77777777" w:rsidR="00987D49" w:rsidRDefault="00B27708" w:rsidP="00B27708">
      <w:r>
        <w:t>Il y en avait des bleues</w:t>
      </w:r>
      <w:r w:rsidR="00987D49">
        <w:t xml:space="preserve">, </w:t>
      </w:r>
      <w:r>
        <w:t>des vertes</w:t>
      </w:r>
      <w:r w:rsidR="00987D49">
        <w:t xml:space="preserve">, </w:t>
      </w:r>
      <w:r>
        <w:t>des jaunes</w:t>
      </w:r>
      <w:r w:rsidR="00987D49">
        <w:t xml:space="preserve">, </w:t>
      </w:r>
      <w:r>
        <w:t>des rouges</w:t>
      </w:r>
      <w:r w:rsidR="00987D49">
        <w:t xml:space="preserve">, </w:t>
      </w:r>
      <w:r>
        <w:t>ces dernières dominant nettement par le nombre</w:t>
      </w:r>
      <w:r w:rsidR="00987D49">
        <w:t xml:space="preserve">, </w:t>
      </w:r>
      <w:r>
        <w:t>et de très rares</w:t>
      </w:r>
      <w:r w:rsidR="00987D49">
        <w:t xml:space="preserve">, </w:t>
      </w:r>
      <w:r>
        <w:t>de couleur violette</w:t>
      </w:r>
      <w:r w:rsidR="00987D49">
        <w:t xml:space="preserve">. </w:t>
      </w:r>
      <w:r>
        <w:t>Quant à leur forme</w:t>
      </w:r>
      <w:r w:rsidR="00987D49">
        <w:t xml:space="preserve">, </w:t>
      </w:r>
      <w:r>
        <w:t>elle variait</w:t>
      </w:r>
      <w:r w:rsidR="00987D49">
        <w:t xml:space="preserve">, </w:t>
      </w:r>
      <w:r>
        <w:t>mais demeurait parfaitement régulière</w:t>
      </w:r>
      <w:r w:rsidR="00987D49">
        <w:t>.</w:t>
      </w:r>
    </w:p>
    <w:p w14:paraId="17208816" w14:textId="77777777" w:rsidR="00987D49" w:rsidRDefault="00B27708" w:rsidP="00B27708">
      <w:r>
        <w:t>On voyait</w:t>
      </w:r>
      <w:r w:rsidR="00987D49">
        <w:t xml:space="preserve">, </w:t>
      </w:r>
      <w:r>
        <w:t>en très grande quantité</w:t>
      </w:r>
      <w:r w:rsidR="00987D49">
        <w:t xml:space="preserve">, </w:t>
      </w:r>
      <w:r>
        <w:t>des décagones et des octogones</w:t>
      </w:r>
      <w:r w:rsidR="00987D49">
        <w:t xml:space="preserve"> ; </w:t>
      </w:r>
      <w:r>
        <w:t>un peu moins</w:t>
      </w:r>
      <w:r w:rsidR="00987D49">
        <w:t xml:space="preserve">, </w:t>
      </w:r>
      <w:r>
        <w:t>peut-être</w:t>
      </w:r>
      <w:r w:rsidR="00987D49">
        <w:t xml:space="preserve">, </w:t>
      </w:r>
      <w:r>
        <w:t>d</w:t>
      </w:r>
      <w:r w:rsidR="00987D49">
        <w:t>’</w:t>
      </w:r>
      <w:r>
        <w:t>hexagones</w:t>
      </w:r>
      <w:r w:rsidR="00987D49">
        <w:t xml:space="preserve"> ; </w:t>
      </w:r>
      <w:r>
        <w:t>quelques pentagones</w:t>
      </w:r>
      <w:r w:rsidR="00987D49">
        <w:t xml:space="preserve">, </w:t>
      </w:r>
      <w:r>
        <w:t>moins encore de carrés</w:t>
      </w:r>
      <w:r w:rsidR="00987D49">
        <w:t xml:space="preserve">, </w:t>
      </w:r>
      <w:r>
        <w:t>et un très petit nombre de triangles équilatéraux</w:t>
      </w:r>
      <w:r w:rsidR="00987D49">
        <w:t xml:space="preserve">. </w:t>
      </w:r>
      <w:r>
        <w:t>Pas un seul cercle</w:t>
      </w:r>
      <w:r w:rsidR="00987D49">
        <w:t xml:space="preserve"> : </w:t>
      </w:r>
      <w:r>
        <w:t>la ligne courbe était bannie de cette farandole géométrique</w:t>
      </w:r>
      <w:r w:rsidR="00987D49">
        <w:t>…</w:t>
      </w:r>
    </w:p>
    <w:p w14:paraId="77DA544F" w14:textId="77777777" w:rsidR="00987D49" w:rsidRDefault="00B27708" w:rsidP="00B27708">
      <w:r>
        <w:lastRenderedPageBreak/>
        <w:t>Je viens d</w:t>
      </w:r>
      <w:r w:rsidR="00987D49">
        <w:t>’</w:t>
      </w:r>
      <w:r>
        <w:t>écrire machinalement</w:t>
      </w:r>
      <w:r w:rsidR="00987D49">
        <w:t> : « </w:t>
      </w:r>
      <w:r>
        <w:t>farandole</w:t>
      </w:r>
      <w:r w:rsidR="00987D49">
        <w:t xml:space="preserve"> », </w:t>
      </w:r>
      <w:r>
        <w:t>et ce mot exprime assez bien la sensation première que j</w:t>
      </w:r>
      <w:r w:rsidR="00987D49">
        <w:t>’</w:t>
      </w:r>
      <w:r>
        <w:t>éprouvai en contemplant les bizarres évolutions des taches sur le sol poli</w:t>
      </w:r>
      <w:r w:rsidR="00987D49">
        <w:t xml:space="preserve">. </w:t>
      </w:r>
      <w:r>
        <w:t>Elles avaient réellement l</w:t>
      </w:r>
      <w:r w:rsidR="00987D49">
        <w:t>’</w:t>
      </w:r>
      <w:r>
        <w:t>air de danser selon un rythme régulièrement cadencé</w:t>
      </w:r>
      <w:r w:rsidR="00987D49">
        <w:t xml:space="preserve">. </w:t>
      </w:r>
      <w:r>
        <w:t>On eût dit des dessins animés comme on en voit au cinéma</w:t>
      </w:r>
      <w:r w:rsidR="00987D49">
        <w:t xml:space="preserve">, </w:t>
      </w:r>
      <w:r>
        <w:t>et ce fut ainsi que je les qualifiai en moi-même</w:t>
      </w:r>
      <w:r w:rsidR="00987D49">
        <w:t> : « </w:t>
      </w:r>
      <w:r>
        <w:t>dessins animés</w:t>
      </w:r>
      <w:r w:rsidR="00987D49">
        <w:t> »…</w:t>
      </w:r>
    </w:p>
    <w:p w14:paraId="1A211964" w14:textId="77777777" w:rsidR="00987D49" w:rsidRDefault="00B27708" w:rsidP="00B27708">
      <w:r>
        <w:t>Nous devions</w:t>
      </w:r>
      <w:r w:rsidR="00987D49">
        <w:t xml:space="preserve">, </w:t>
      </w:r>
      <w:r>
        <w:t>par la suite</w:t>
      </w:r>
      <w:r w:rsidR="00987D49">
        <w:t xml:space="preserve">, </w:t>
      </w:r>
      <w:r>
        <w:t>considérer durant des heures</w:t>
      </w:r>
      <w:r w:rsidR="00987D49">
        <w:t xml:space="preserve">, </w:t>
      </w:r>
      <w:r>
        <w:t>l</w:t>
      </w:r>
      <w:r w:rsidR="00987D49">
        <w:t>’</w:t>
      </w:r>
      <w:r>
        <w:t>étonnante sarabande</w:t>
      </w:r>
      <w:r w:rsidR="00987D49">
        <w:t xml:space="preserve">, </w:t>
      </w:r>
      <w:r>
        <w:t>échafauder des hypothèses étranges sur la nature des taches mobiles</w:t>
      </w:r>
      <w:r w:rsidR="00987D49">
        <w:t xml:space="preserve">, </w:t>
      </w:r>
      <w:r>
        <w:t>vérifier</w:t>
      </w:r>
      <w:r w:rsidR="00987D49">
        <w:t xml:space="preserve">, </w:t>
      </w:r>
      <w:r>
        <w:t>autant que nous le permettaient nos observations</w:t>
      </w:r>
      <w:r w:rsidR="00987D49">
        <w:t xml:space="preserve">, </w:t>
      </w:r>
      <w:r>
        <w:t>la valeur de ces hypothèses</w:t>
      </w:r>
      <w:r w:rsidR="00987D49">
        <w:t xml:space="preserve">. </w:t>
      </w:r>
      <w:r>
        <w:t>Mais</w:t>
      </w:r>
      <w:r w:rsidR="00987D49">
        <w:t xml:space="preserve">, </w:t>
      </w:r>
      <w:r>
        <w:t>lors de cette première rencontre avec les dessins animés</w:t>
      </w:r>
      <w:r w:rsidR="00987D49">
        <w:t xml:space="preserve">, </w:t>
      </w:r>
      <w:r>
        <w:t>je fus très loin de la vérité</w:t>
      </w:r>
      <w:r w:rsidR="00987D49">
        <w:t xml:space="preserve">, </w:t>
      </w:r>
      <w:r>
        <w:t>si loin</w:t>
      </w:r>
      <w:r w:rsidR="00987D49">
        <w:t xml:space="preserve">, </w:t>
      </w:r>
      <w:r>
        <w:t>que je cherchai machinalement des yeux l</w:t>
      </w:r>
      <w:r w:rsidR="00987D49">
        <w:t>’</w:t>
      </w:r>
      <w:r>
        <w:t>appareil de projection capable de produire ce film</w:t>
      </w:r>
      <w:r w:rsidR="00987D49">
        <w:t>.</w:t>
      </w:r>
    </w:p>
    <w:p w14:paraId="2C57F0FB" w14:textId="77777777" w:rsidR="00987D49" w:rsidRDefault="00B27708" w:rsidP="00B27708">
      <w:r>
        <w:t>Je ne trouvai rien</w:t>
      </w:r>
      <w:r w:rsidR="00987D49">
        <w:t xml:space="preserve">. </w:t>
      </w:r>
      <w:r>
        <w:t>Aux gestes de Pierre et d</w:t>
      </w:r>
      <w:r w:rsidR="00987D49">
        <w:t>’</w:t>
      </w:r>
      <w:r>
        <w:t>Hélène</w:t>
      </w:r>
      <w:r w:rsidR="00987D49">
        <w:t xml:space="preserve">, </w:t>
      </w:r>
      <w:r>
        <w:t>je compris qu</w:t>
      </w:r>
      <w:r w:rsidR="00987D49">
        <w:t>’</w:t>
      </w:r>
      <w:r>
        <w:t>ils avaient la même pensée que moi</w:t>
      </w:r>
      <w:r w:rsidR="00987D49">
        <w:t xml:space="preserve">, </w:t>
      </w:r>
      <w:r>
        <w:t>et qu</w:t>
      </w:r>
      <w:r w:rsidR="00987D49">
        <w:t>’</w:t>
      </w:r>
      <w:r>
        <w:t>ils ne trouvaient rien non plus</w:t>
      </w:r>
      <w:r w:rsidR="00987D49">
        <w:t xml:space="preserve">. </w:t>
      </w:r>
      <w:r>
        <w:t>Ni au-dessus</w:t>
      </w:r>
      <w:r w:rsidR="00987D49">
        <w:t xml:space="preserve">, </w:t>
      </w:r>
      <w:r>
        <w:t>ni au-dessous de la surface transparente qui servait d</w:t>
      </w:r>
      <w:r w:rsidR="00987D49">
        <w:t>’</w:t>
      </w:r>
      <w:r>
        <w:t>écran à cet extraordinaire cinéma naturel</w:t>
      </w:r>
      <w:r w:rsidR="00987D49">
        <w:t xml:space="preserve">, </w:t>
      </w:r>
      <w:r>
        <w:t>aucun faisceau lumineux ne permettait de déceler la présence d</w:t>
      </w:r>
      <w:r w:rsidR="00987D49">
        <w:t>’</w:t>
      </w:r>
      <w:r>
        <w:t>un appareil</w:t>
      </w:r>
      <w:r w:rsidR="00987D49">
        <w:t>.</w:t>
      </w:r>
    </w:p>
    <w:p w14:paraId="45F2693F" w14:textId="77777777" w:rsidR="00987D49" w:rsidRDefault="00B27708" w:rsidP="00B27708">
      <w:r>
        <w:t>Très vite</w:t>
      </w:r>
      <w:r w:rsidR="00987D49">
        <w:t xml:space="preserve">, </w:t>
      </w:r>
      <w:r>
        <w:t>d</w:t>
      </w:r>
      <w:r w:rsidR="00987D49">
        <w:t>’</w:t>
      </w:r>
      <w:r>
        <w:t>ailleurs</w:t>
      </w:r>
      <w:r w:rsidR="00987D49">
        <w:t xml:space="preserve">, </w:t>
      </w:r>
      <w:r>
        <w:t>cette recherche me parut puérile</w:t>
      </w:r>
      <w:r w:rsidR="00987D49">
        <w:t xml:space="preserve">. </w:t>
      </w:r>
      <w:r>
        <w:t>Le phénomène se produisait sur une immense étendue de plaine</w:t>
      </w:r>
      <w:r w:rsidR="00987D49">
        <w:t xml:space="preserve">. </w:t>
      </w:r>
      <w:r>
        <w:t>À perte de vue</w:t>
      </w:r>
      <w:r w:rsidR="00987D49">
        <w:t xml:space="preserve">, </w:t>
      </w:r>
      <w:r>
        <w:t>ai-je écrit plus haut</w:t>
      </w:r>
      <w:r w:rsidR="00987D49">
        <w:t xml:space="preserve">, </w:t>
      </w:r>
      <w:r>
        <w:t>et cette expression n</w:t>
      </w:r>
      <w:r w:rsidR="00987D49">
        <w:t>’</w:t>
      </w:r>
      <w:r>
        <w:t>a rien d</w:t>
      </w:r>
      <w:r w:rsidR="00987D49">
        <w:t>’</w:t>
      </w:r>
      <w:r>
        <w:t>hyperbolique</w:t>
      </w:r>
      <w:r w:rsidR="00987D49">
        <w:t xml:space="preserve">. </w:t>
      </w:r>
      <w:r>
        <w:t>Aussi loin que je pouvais percevoir ce qui se passait sur le sol</w:t>
      </w:r>
      <w:r w:rsidR="00987D49">
        <w:t xml:space="preserve">, </w:t>
      </w:r>
      <w:r>
        <w:t>mes regards étaient sollicités par la farandole bigarrée</w:t>
      </w:r>
      <w:r w:rsidR="00987D49">
        <w:t xml:space="preserve">. </w:t>
      </w:r>
      <w:r>
        <w:t>Cette immensité même excluait donc l</w:t>
      </w:r>
      <w:r w:rsidR="00987D49">
        <w:t>’</w:t>
      </w:r>
      <w:r>
        <w:t>hypothèse que le phénomène fut produit par un appareil de projection</w:t>
      </w:r>
      <w:r w:rsidR="00987D49">
        <w:t>.</w:t>
      </w:r>
    </w:p>
    <w:p w14:paraId="786AE305" w14:textId="77777777" w:rsidR="00987D49" w:rsidRDefault="00B27708" w:rsidP="00B27708">
      <w:r>
        <w:t>Il y avait donc là</w:t>
      </w:r>
      <w:r w:rsidR="00987D49">
        <w:t xml:space="preserve">, </w:t>
      </w:r>
      <w:r>
        <w:t>ou bien un phénomène sans cause</w:t>
      </w:r>
      <w:r w:rsidR="00987D49">
        <w:t xml:space="preserve">, </w:t>
      </w:r>
      <w:r>
        <w:t>ce qui était absurde</w:t>
      </w:r>
      <w:r w:rsidR="00987D49">
        <w:t xml:space="preserve">, </w:t>
      </w:r>
      <w:r>
        <w:t>ou bien une chose vivante</w:t>
      </w:r>
      <w:r w:rsidR="00987D49">
        <w:t xml:space="preserve">, </w:t>
      </w:r>
      <w:r>
        <w:t>ayant une existence et une réalité intrinsèques</w:t>
      </w:r>
      <w:r w:rsidR="00987D49">
        <w:t xml:space="preserve">, </w:t>
      </w:r>
      <w:r>
        <w:t>ce qui était bouleversant</w:t>
      </w:r>
      <w:r w:rsidR="00987D49">
        <w:t>…</w:t>
      </w:r>
    </w:p>
    <w:p w14:paraId="49802A0D" w14:textId="77777777" w:rsidR="00987D49" w:rsidRDefault="00B27708" w:rsidP="00B27708">
      <w:r>
        <w:t>Aux gestes de Pierre et d</w:t>
      </w:r>
      <w:r w:rsidR="00987D49">
        <w:t>’</w:t>
      </w:r>
      <w:r>
        <w:t>Hélène</w:t>
      </w:r>
      <w:r w:rsidR="00987D49">
        <w:t xml:space="preserve">, </w:t>
      </w:r>
      <w:r>
        <w:t>je compris sans peine qu</w:t>
      </w:r>
      <w:r w:rsidR="00987D49">
        <w:t>’</w:t>
      </w:r>
      <w:r>
        <w:t>ils faisaient les mêmes réflexions que moi</w:t>
      </w:r>
      <w:r w:rsidR="00987D49">
        <w:t xml:space="preserve">. </w:t>
      </w:r>
      <w:r>
        <w:t>Soudain</w:t>
      </w:r>
      <w:r w:rsidR="00987D49">
        <w:t xml:space="preserve">, </w:t>
      </w:r>
      <w:r>
        <w:t xml:space="preserve">je vis le premier se </w:t>
      </w:r>
      <w:r>
        <w:lastRenderedPageBreak/>
        <w:t>baisser et</w:t>
      </w:r>
      <w:r w:rsidR="00987D49">
        <w:t xml:space="preserve">, </w:t>
      </w:r>
      <w:r>
        <w:t>en dépit du froid</w:t>
      </w:r>
      <w:r w:rsidR="00987D49">
        <w:t xml:space="preserve">, </w:t>
      </w:r>
      <w:r>
        <w:t>déganter sa main droite</w:t>
      </w:r>
      <w:r w:rsidR="00987D49">
        <w:t xml:space="preserve">, </w:t>
      </w:r>
      <w:r>
        <w:t>puis passer cette main successivement</w:t>
      </w:r>
      <w:r w:rsidR="00987D49">
        <w:t xml:space="preserve">, </w:t>
      </w:r>
      <w:r>
        <w:t>sur un triangle bleu</w:t>
      </w:r>
      <w:r w:rsidR="00987D49">
        <w:t xml:space="preserve">, </w:t>
      </w:r>
      <w:r>
        <w:t>sur un hexagone rouge</w:t>
      </w:r>
      <w:r w:rsidR="00987D49">
        <w:t xml:space="preserve">, </w:t>
      </w:r>
      <w:r>
        <w:t>et</w:t>
      </w:r>
      <w:r w:rsidR="00987D49">
        <w:t xml:space="preserve">, </w:t>
      </w:r>
      <w:r>
        <w:t>enfin</w:t>
      </w:r>
      <w:r w:rsidR="00987D49">
        <w:t xml:space="preserve">, </w:t>
      </w:r>
      <w:r>
        <w:t>au hasard</w:t>
      </w:r>
      <w:r w:rsidR="00987D49">
        <w:t xml:space="preserve">, </w:t>
      </w:r>
      <w:r>
        <w:t>sur un grand nombre de polygones animés</w:t>
      </w:r>
      <w:r w:rsidR="00987D49">
        <w:t>.</w:t>
      </w:r>
    </w:p>
    <w:p w14:paraId="4A7C325B" w14:textId="77777777" w:rsidR="00987D49" w:rsidRDefault="00B27708" w:rsidP="00B27708">
      <w:r>
        <w:t>Il fit ensuite quelques pas</w:t>
      </w:r>
      <w:r w:rsidR="00987D49">
        <w:t xml:space="preserve">, </w:t>
      </w:r>
      <w:r>
        <w:t>recommença plus loin</w:t>
      </w:r>
      <w:r w:rsidR="00987D49">
        <w:t xml:space="preserve">, </w:t>
      </w:r>
      <w:r>
        <w:t>se redressa et demeura quelques instants immobile</w:t>
      </w:r>
      <w:r w:rsidR="00987D49">
        <w:t xml:space="preserve">, </w:t>
      </w:r>
      <w:r>
        <w:t>comme un homme profondément absorbé</w:t>
      </w:r>
      <w:r w:rsidR="00987D49">
        <w:t>.</w:t>
      </w:r>
    </w:p>
    <w:p w14:paraId="5FEDD155" w14:textId="77777777" w:rsidR="00987D49" w:rsidRDefault="00B27708" w:rsidP="00B27708">
      <w:r>
        <w:t>Je me demandai ce qu</w:t>
      </w:r>
      <w:r w:rsidR="00987D49">
        <w:t>’</w:t>
      </w:r>
      <w:r>
        <w:t>il avait constaté qui l</w:t>
      </w:r>
      <w:r w:rsidR="00987D49">
        <w:t>’</w:t>
      </w:r>
      <w:r>
        <w:t>intéressait si prodigieusement</w:t>
      </w:r>
      <w:r w:rsidR="00987D49">
        <w:t xml:space="preserve">. </w:t>
      </w:r>
      <w:r>
        <w:t>À mon tour</w:t>
      </w:r>
      <w:r w:rsidR="00987D49">
        <w:t xml:space="preserve">, </w:t>
      </w:r>
      <w:r>
        <w:t>je me dégantai</w:t>
      </w:r>
      <w:r w:rsidR="00987D49">
        <w:t xml:space="preserve">, </w:t>
      </w:r>
      <w:r>
        <w:t>et je vis sans étonnement que la chère Hélène faisait le même geste</w:t>
      </w:r>
      <w:r w:rsidR="00987D49">
        <w:t xml:space="preserve">. </w:t>
      </w:r>
      <w:r>
        <w:t>En même temps qu</w:t>
      </w:r>
      <w:r w:rsidR="00987D49">
        <w:t>’</w:t>
      </w:r>
      <w:r>
        <w:t>elle</w:t>
      </w:r>
      <w:r w:rsidR="00987D49">
        <w:t xml:space="preserve">, </w:t>
      </w:r>
      <w:r>
        <w:t>je me baissai vers les dessins</w:t>
      </w:r>
      <w:r w:rsidR="00987D49">
        <w:t xml:space="preserve">, </w:t>
      </w:r>
      <w:r>
        <w:t>je cherchai à palper un triangle qui avait bien 30 centimètres de côté</w:t>
      </w:r>
      <w:r w:rsidR="00987D49">
        <w:t xml:space="preserve">, </w:t>
      </w:r>
      <w:r>
        <w:t>puis un octogone dont le côté ne dépassait pas 10 centimètres</w:t>
      </w:r>
      <w:r w:rsidR="00987D49">
        <w:t xml:space="preserve">, </w:t>
      </w:r>
      <w:r>
        <w:t>c</w:t>
      </w:r>
      <w:r w:rsidR="00987D49">
        <w:t>’</w:t>
      </w:r>
      <w:r>
        <w:t>est-à-dire</w:t>
      </w:r>
      <w:r w:rsidR="00987D49">
        <w:t xml:space="preserve">, </w:t>
      </w:r>
      <w:r>
        <w:t>en somme</w:t>
      </w:r>
      <w:r w:rsidR="00987D49">
        <w:t xml:space="preserve">, </w:t>
      </w:r>
      <w:r>
        <w:t>la plus grande et la plus petite des images qui passaient à ma portée</w:t>
      </w:r>
      <w:r w:rsidR="00987D49">
        <w:t>…</w:t>
      </w:r>
    </w:p>
    <w:p w14:paraId="16B1F981" w14:textId="77777777" w:rsidR="00987D49" w:rsidRDefault="00B27708" w:rsidP="00B27708">
      <w:r>
        <w:t>Or</w:t>
      </w:r>
      <w:r w:rsidR="00987D49">
        <w:t xml:space="preserve">, </w:t>
      </w:r>
      <w:r>
        <w:t>je ne sentis rigoureusement rien</w:t>
      </w:r>
      <w:r w:rsidR="00987D49">
        <w:t xml:space="preserve">… </w:t>
      </w:r>
      <w:r>
        <w:t>J</w:t>
      </w:r>
      <w:r w:rsidR="00987D49">
        <w:t>’</w:t>
      </w:r>
      <w:r>
        <w:t>eus seulement l</w:t>
      </w:r>
      <w:r w:rsidR="00987D49">
        <w:t>’</w:t>
      </w:r>
      <w:r>
        <w:t>impression de toucher la surface froide</w:t>
      </w:r>
      <w:r w:rsidR="00987D49">
        <w:t xml:space="preserve">, </w:t>
      </w:r>
      <w:r>
        <w:t>dure et polie d</w:t>
      </w:r>
      <w:r w:rsidR="00987D49">
        <w:t>’</w:t>
      </w:r>
      <w:r>
        <w:t>un miroir immobile</w:t>
      </w:r>
      <w:r w:rsidR="00987D49">
        <w:t xml:space="preserve">. </w:t>
      </w:r>
      <w:r>
        <w:t>Cependant</w:t>
      </w:r>
      <w:r w:rsidR="00987D49">
        <w:t xml:space="preserve">, </w:t>
      </w:r>
      <w:r>
        <w:t>les figures que je tentai de palper continuaient leurs évolutions</w:t>
      </w:r>
      <w:r w:rsidR="00987D49">
        <w:t xml:space="preserve">, </w:t>
      </w:r>
      <w:r>
        <w:t>glissaient sous mes doigts sans que je les sentisse passer</w:t>
      </w:r>
      <w:r w:rsidR="00987D49">
        <w:t xml:space="preserve">, </w:t>
      </w:r>
      <w:r>
        <w:t>exactement comme si je n</w:t>
      </w:r>
      <w:r w:rsidR="00987D49">
        <w:t>’</w:t>
      </w:r>
      <w:r>
        <w:t>avais pas été là</w:t>
      </w:r>
      <w:r w:rsidR="00987D49">
        <w:t xml:space="preserve">. </w:t>
      </w:r>
      <w:r>
        <w:t>Hélène éprouva les mêmes sensations</w:t>
      </w:r>
      <w:r w:rsidR="00987D49">
        <w:t xml:space="preserve">, </w:t>
      </w:r>
      <w:r>
        <w:t>et me le fit comprendre par gestes</w:t>
      </w:r>
      <w:r w:rsidR="00987D49">
        <w:t xml:space="preserve">, </w:t>
      </w:r>
      <w:r>
        <w:t>lorsque nous fûmes tous deux redressés</w:t>
      </w:r>
      <w:r w:rsidR="00987D49">
        <w:t xml:space="preserve">. </w:t>
      </w:r>
      <w:r>
        <w:t>Et Pierre</w:t>
      </w:r>
      <w:r w:rsidR="00987D49">
        <w:t xml:space="preserve">, </w:t>
      </w:r>
      <w:r>
        <w:t>tiré enfin de sa méditation</w:t>
      </w:r>
      <w:r w:rsidR="00987D49">
        <w:t xml:space="preserve">, </w:t>
      </w:r>
      <w:r>
        <w:t>nous confirma que son impression avait été identique</w:t>
      </w:r>
      <w:r w:rsidR="00987D49">
        <w:t>…</w:t>
      </w:r>
    </w:p>
    <w:p w14:paraId="38B9F386" w14:textId="77777777" w:rsidR="00987D49" w:rsidRDefault="00B27708" w:rsidP="00B27708">
      <w:r>
        <w:t>Durant une bonne heure</w:t>
      </w:r>
      <w:r w:rsidR="00987D49">
        <w:t xml:space="preserve">, </w:t>
      </w:r>
      <w:r>
        <w:t>nous demeurâmes en contemplation devant les figures impalpables et mouvantes</w:t>
      </w:r>
      <w:r w:rsidR="00987D49">
        <w:t xml:space="preserve">. </w:t>
      </w:r>
      <w:r>
        <w:t>À plusieurs reprises</w:t>
      </w:r>
      <w:r w:rsidR="00987D49">
        <w:t xml:space="preserve">, </w:t>
      </w:r>
      <w:r>
        <w:t>nous tentâmes vainement d</w:t>
      </w:r>
      <w:r w:rsidR="00987D49">
        <w:t>’</w:t>
      </w:r>
      <w:r>
        <w:t>en arrêter quelqu</w:t>
      </w:r>
      <w:r w:rsidR="00987D49">
        <w:t>’</w:t>
      </w:r>
      <w:r>
        <w:t>une dans sa course</w:t>
      </w:r>
      <w:r w:rsidR="00987D49">
        <w:t xml:space="preserve">. </w:t>
      </w:r>
      <w:r>
        <w:t>Nous ne réussîmes qu</w:t>
      </w:r>
      <w:r w:rsidR="00987D49">
        <w:t>’</w:t>
      </w:r>
      <w:r>
        <w:t>à nous geler les doigts qui ne reprenaient ensuite leur sensibilité qu</w:t>
      </w:r>
      <w:r w:rsidR="00987D49">
        <w:t>’</w:t>
      </w:r>
      <w:r>
        <w:t>à l</w:t>
      </w:r>
      <w:r w:rsidR="00987D49">
        <w:t>’</w:t>
      </w:r>
      <w:r>
        <w:t>aide de vigoureux massages</w:t>
      </w:r>
      <w:r w:rsidR="00987D49">
        <w:t>.</w:t>
      </w:r>
    </w:p>
    <w:p w14:paraId="75E3C2BD" w14:textId="77777777" w:rsidR="00987D49" w:rsidRDefault="00B27708" w:rsidP="00B27708">
      <w:r>
        <w:t>J</w:t>
      </w:r>
      <w:r w:rsidR="00987D49">
        <w:t>’</w:t>
      </w:r>
      <w:r>
        <w:t>en vins à penser que les étranges polygones se mouvaient à l</w:t>
      </w:r>
      <w:r w:rsidR="00987D49">
        <w:t>’</w:t>
      </w:r>
      <w:r>
        <w:t>intérieur du sol</w:t>
      </w:r>
      <w:r w:rsidR="00987D49">
        <w:t xml:space="preserve">, </w:t>
      </w:r>
      <w:r>
        <w:t>à quelques millimètres de profondeur</w:t>
      </w:r>
      <w:r w:rsidR="00987D49">
        <w:t xml:space="preserve">, </w:t>
      </w:r>
      <w:r>
        <w:t>et que c</w:t>
      </w:r>
      <w:r w:rsidR="00987D49">
        <w:t>’</w:t>
      </w:r>
      <w:r>
        <w:t xml:space="preserve">était </w:t>
      </w:r>
      <w:r>
        <w:lastRenderedPageBreak/>
        <w:t>la transparence de la surface qui nous les faisait paraître exactement superficiels</w:t>
      </w:r>
      <w:r w:rsidR="00987D49">
        <w:t>.</w:t>
      </w:r>
    </w:p>
    <w:p w14:paraId="0F8F6A47" w14:textId="77777777" w:rsidR="00987D49" w:rsidRDefault="00B27708" w:rsidP="00B27708">
      <w:r>
        <w:t>Sans doute</w:t>
      </w:r>
      <w:r w:rsidR="00987D49">
        <w:t xml:space="preserve">, </w:t>
      </w:r>
      <w:r>
        <w:t>Pierre fit-il la même supposition</w:t>
      </w:r>
      <w:r w:rsidR="00987D49">
        <w:t xml:space="preserve">. </w:t>
      </w:r>
      <w:r>
        <w:t>Car il tenta une nouvelle expérience qui ruina d</w:t>
      </w:r>
      <w:r w:rsidR="00987D49">
        <w:t>’</w:t>
      </w:r>
      <w:r>
        <w:t>un seul coup et définitivement cette hypothèse</w:t>
      </w:r>
      <w:r w:rsidR="00987D49">
        <w:t xml:space="preserve">, </w:t>
      </w:r>
      <w:r>
        <w:t>et qui devait nous engager sur la voie de l</w:t>
      </w:r>
      <w:r w:rsidR="00987D49">
        <w:t>’</w:t>
      </w:r>
      <w:r>
        <w:t>extravagante vérité</w:t>
      </w:r>
      <w:r w:rsidR="00987D49">
        <w:t xml:space="preserve">. </w:t>
      </w:r>
      <w:r>
        <w:t>Se mettant à genoux</w:t>
      </w:r>
      <w:r w:rsidR="00987D49">
        <w:t xml:space="preserve">, </w:t>
      </w:r>
      <w:r>
        <w:t>et ayant de nouveau déganté sa main droite</w:t>
      </w:r>
      <w:r w:rsidR="00987D49">
        <w:t xml:space="preserve">, </w:t>
      </w:r>
      <w:r>
        <w:t>il appuya</w:t>
      </w:r>
      <w:r w:rsidR="00987D49">
        <w:t xml:space="preserve">, </w:t>
      </w:r>
      <w:r>
        <w:t>fortement</w:t>
      </w:r>
      <w:r w:rsidR="00987D49">
        <w:t xml:space="preserve">, </w:t>
      </w:r>
      <w:r>
        <w:t>cette fois</w:t>
      </w:r>
      <w:r w:rsidR="00987D49">
        <w:t xml:space="preserve">, </w:t>
      </w:r>
      <w:r>
        <w:t>et bien à plat</w:t>
      </w:r>
      <w:r w:rsidR="00987D49">
        <w:t xml:space="preserve">, </w:t>
      </w:r>
      <w:r>
        <w:t>sa paume tout entière sur le sol</w:t>
      </w:r>
      <w:r w:rsidR="00987D49">
        <w:t xml:space="preserve">, </w:t>
      </w:r>
      <w:r>
        <w:t>en dépit du froid</w:t>
      </w:r>
      <w:r w:rsidR="00987D49">
        <w:t xml:space="preserve">, </w:t>
      </w:r>
      <w:r>
        <w:t>de manière à obtenir une adhérence parfaite</w:t>
      </w:r>
      <w:r w:rsidR="00987D49">
        <w:t>.</w:t>
      </w:r>
    </w:p>
    <w:p w14:paraId="1BBEF68E" w14:textId="77777777" w:rsidR="00987D49" w:rsidRDefault="00B27708" w:rsidP="00B27708">
      <w:r>
        <w:t>Et ce fut alors que se produisit le fait merveilleux</w:t>
      </w:r>
      <w:r w:rsidR="00987D49">
        <w:t xml:space="preserve">. </w:t>
      </w:r>
      <w:r>
        <w:t>L</w:t>
      </w:r>
      <w:r w:rsidR="00987D49">
        <w:t>’</w:t>
      </w:r>
      <w:r>
        <w:t>image sur laquelle posait cette main</w:t>
      </w:r>
      <w:r w:rsidR="00987D49">
        <w:t xml:space="preserve">, </w:t>
      </w:r>
      <w:r>
        <w:t>un grand octogone jaune</w:t>
      </w:r>
      <w:r w:rsidR="00987D49">
        <w:t xml:space="preserve">, </w:t>
      </w:r>
      <w:r>
        <w:t>s</w:t>
      </w:r>
      <w:r w:rsidR="00987D49">
        <w:t>’</w:t>
      </w:r>
      <w:r>
        <w:t>immobilisa subitement</w:t>
      </w:r>
      <w:r w:rsidR="00987D49">
        <w:t xml:space="preserve">. </w:t>
      </w:r>
      <w:r>
        <w:t>Et toutes les figures voisines se rassemblèrent autour de l</w:t>
      </w:r>
      <w:r w:rsidR="00987D49">
        <w:t>’</w:t>
      </w:r>
      <w:r>
        <w:t>octogone</w:t>
      </w:r>
      <w:r w:rsidR="00987D49">
        <w:t xml:space="preserve">, </w:t>
      </w:r>
      <w:r>
        <w:t>se touchant sans se confondre</w:t>
      </w:r>
      <w:r w:rsidR="00987D49">
        <w:t xml:space="preserve">, </w:t>
      </w:r>
      <w:r>
        <w:t>formant une sorte de multitude plate</w:t>
      </w:r>
      <w:r w:rsidR="00987D49">
        <w:t xml:space="preserve">, </w:t>
      </w:r>
      <w:r>
        <w:t>bientôt immobile à son tour</w:t>
      </w:r>
      <w:r w:rsidR="00987D49">
        <w:t>…</w:t>
      </w:r>
    </w:p>
    <w:p w14:paraId="52BD4F63" w14:textId="77777777" w:rsidR="00987D49" w:rsidRDefault="00B27708" w:rsidP="00B27708">
      <w:r>
        <w:t>Pierre souleva légèrement la main</w:t>
      </w:r>
      <w:r w:rsidR="00987D49">
        <w:t xml:space="preserve">, </w:t>
      </w:r>
      <w:r>
        <w:t>d</w:t>
      </w:r>
      <w:r w:rsidR="00987D49">
        <w:t>’</w:t>
      </w:r>
      <w:r>
        <w:t>un dixième de millimètre peut-être</w:t>
      </w:r>
      <w:r w:rsidR="00987D49">
        <w:t xml:space="preserve">. </w:t>
      </w:r>
      <w:r>
        <w:t>Prestement</w:t>
      </w:r>
      <w:r w:rsidR="00987D49">
        <w:t xml:space="preserve">, </w:t>
      </w:r>
      <w:r>
        <w:t>l</w:t>
      </w:r>
      <w:r w:rsidR="00987D49">
        <w:t>’</w:t>
      </w:r>
      <w:r>
        <w:t>octogone jaune glissa</w:t>
      </w:r>
      <w:r w:rsidR="00987D49">
        <w:t xml:space="preserve">, </w:t>
      </w:r>
      <w:r>
        <w:t>s</w:t>
      </w:r>
      <w:r w:rsidR="00987D49">
        <w:t>’</w:t>
      </w:r>
      <w:r>
        <w:t>échappa</w:t>
      </w:r>
      <w:r w:rsidR="00987D49">
        <w:t xml:space="preserve">, </w:t>
      </w:r>
      <w:r>
        <w:t>tandis que s</w:t>
      </w:r>
      <w:r w:rsidR="00987D49">
        <w:t>’</w:t>
      </w:r>
      <w:r>
        <w:t>agitait</w:t>
      </w:r>
      <w:r w:rsidR="00987D49">
        <w:t xml:space="preserve">, </w:t>
      </w:r>
      <w:r>
        <w:t>se désagrégeait</w:t>
      </w:r>
      <w:r w:rsidR="00987D49">
        <w:t xml:space="preserve">, </w:t>
      </w:r>
      <w:r>
        <w:t>se remettait à danser</w:t>
      </w:r>
      <w:r w:rsidR="00987D49">
        <w:t xml:space="preserve">, </w:t>
      </w:r>
      <w:r>
        <w:t>la foule des dessins</w:t>
      </w:r>
      <w:r w:rsidR="00987D49">
        <w:t xml:space="preserve">, </w:t>
      </w:r>
      <w:r>
        <w:t>un instant figés autour du captif</w:t>
      </w:r>
      <w:r w:rsidR="00987D49">
        <w:t>.</w:t>
      </w:r>
    </w:p>
    <w:p w14:paraId="3A1EF689" w14:textId="77777777" w:rsidR="00987D49" w:rsidRDefault="00B27708" w:rsidP="00B27708">
      <w:r>
        <w:t>Il voulut recommencer l</w:t>
      </w:r>
      <w:r w:rsidR="00987D49">
        <w:t>’</w:t>
      </w:r>
      <w:r>
        <w:t>expérience</w:t>
      </w:r>
      <w:r w:rsidR="00987D49">
        <w:t xml:space="preserve">. </w:t>
      </w:r>
      <w:r>
        <w:t>Mais sa main était apparemment paralysée par le froid</w:t>
      </w:r>
      <w:r w:rsidR="00987D49">
        <w:t xml:space="preserve">, </w:t>
      </w:r>
      <w:r>
        <w:t>et la chère Hélène s</w:t>
      </w:r>
      <w:r w:rsidR="00987D49">
        <w:t>’</w:t>
      </w:r>
      <w:r>
        <w:t>opposa énergiquement à son dessein</w:t>
      </w:r>
      <w:r w:rsidR="00987D49">
        <w:t xml:space="preserve">. </w:t>
      </w:r>
      <w:r>
        <w:t>Dégantée à son tour</w:t>
      </w:r>
      <w:r w:rsidR="00987D49">
        <w:t xml:space="preserve">, </w:t>
      </w:r>
      <w:r>
        <w:t>elle se mit à masser la paume gelée jusqu</w:t>
      </w:r>
      <w:r w:rsidR="00987D49">
        <w:t>’</w:t>
      </w:r>
      <w:r>
        <w:t>à ce que la circulation y eût repris ses droits</w:t>
      </w:r>
      <w:r w:rsidR="00987D49">
        <w:t>.</w:t>
      </w:r>
    </w:p>
    <w:p w14:paraId="7277F6C3" w14:textId="77777777" w:rsidR="00987D49" w:rsidRDefault="00B27708" w:rsidP="00B27708">
      <w:r>
        <w:t>Pendant ce temps</w:t>
      </w:r>
      <w:r w:rsidR="00987D49">
        <w:t xml:space="preserve">, </w:t>
      </w:r>
      <w:r>
        <w:t>ce fut moi qui entrepris de refaire le geste si passionnant</w:t>
      </w:r>
      <w:r w:rsidR="00987D49">
        <w:t xml:space="preserve">. </w:t>
      </w:r>
      <w:r>
        <w:t>Toutefois</w:t>
      </w:r>
      <w:r w:rsidR="00987D49">
        <w:t xml:space="preserve">, </w:t>
      </w:r>
      <w:r>
        <w:t>je tentai une variante</w:t>
      </w:r>
      <w:r w:rsidR="00987D49">
        <w:t xml:space="preserve">. </w:t>
      </w:r>
      <w:r>
        <w:t>Ce fut sur un point où ne se trouvait aucune image que j</w:t>
      </w:r>
      <w:r w:rsidR="00987D49">
        <w:t>’</w:t>
      </w:r>
      <w:r>
        <w:t>appuyai fortement ma paume nue</w:t>
      </w:r>
      <w:r w:rsidR="00987D49">
        <w:t xml:space="preserve">. </w:t>
      </w:r>
      <w:r>
        <w:t>Et j</w:t>
      </w:r>
      <w:r w:rsidR="00987D49">
        <w:t>’</w:t>
      </w:r>
      <w:r>
        <w:t>attendis</w:t>
      </w:r>
      <w:r w:rsidR="00987D49">
        <w:t>…</w:t>
      </w:r>
    </w:p>
    <w:p w14:paraId="39A36791" w14:textId="77777777" w:rsidR="00987D49" w:rsidRDefault="00B27708" w:rsidP="00B27708">
      <w:r>
        <w:t>Un triangle</w:t>
      </w:r>
      <w:r w:rsidR="00987D49">
        <w:t xml:space="preserve">, </w:t>
      </w:r>
      <w:r>
        <w:t>puis un hexagone</w:t>
      </w:r>
      <w:r w:rsidR="00987D49">
        <w:t xml:space="preserve">, </w:t>
      </w:r>
      <w:r>
        <w:t>puis un carré</w:t>
      </w:r>
      <w:r w:rsidR="00987D49">
        <w:t xml:space="preserve">, </w:t>
      </w:r>
      <w:r>
        <w:t>vinrent se coller le long des contours de ma main</w:t>
      </w:r>
      <w:r w:rsidR="00987D49">
        <w:t xml:space="preserve">. </w:t>
      </w:r>
      <w:r>
        <w:t>Tout un agglomérat de dessins</w:t>
      </w:r>
      <w:r w:rsidR="00987D49">
        <w:t xml:space="preserve">, </w:t>
      </w:r>
      <w:r>
        <w:t>arrêtés autour de ma paume</w:t>
      </w:r>
      <w:r w:rsidR="00987D49">
        <w:t xml:space="preserve">, </w:t>
      </w:r>
      <w:r>
        <w:t>se collèrent aux premiers arrivants</w:t>
      </w:r>
      <w:r w:rsidR="00987D49">
        <w:t xml:space="preserve">, </w:t>
      </w:r>
      <w:r>
        <w:t>à la manière d</w:t>
      </w:r>
      <w:r w:rsidR="00987D49">
        <w:t>’</w:t>
      </w:r>
      <w:r>
        <w:t>une foule curieuse</w:t>
      </w:r>
      <w:r w:rsidR="00987D49">
        <w:t xml:space="preserve">. </w:t>
      </w:r>
      <w:r>
        <w:t xml:space="preserve">On eut dit que les premiers avaient </w:t>
      </w:r>
      <w:r>
        <w:lastRenderedPageBreak/>
        <w:t>appelé les camarades par quelque moyen mystérieux</w:t>
      </w:r>
      <w:r w:rsidR="00987D49">
        <w:t xml:space="preserve">, </w:t>
      </w:r>
      <w:r>
        <w:t>pour les convier à venir voir une chose inusitée</w:t>
      </w:r>
      <w:r w:rsidR="00987D49">
        <w:t>…</w:t>
      </w:r>
    </w:p>
    <w:p w14:paraId="560ABC1B" w14:textId="77777777" w:rsidR="00987D49" w:rsidRDefault="00B27708" w:rsidP="00B27708">
      <w:r>
        <w:t>Au bout d</w:t>
      </w:r>
      <w:r w:rsidR="00987D49">
        <w:t>’</w:t>
      </w:r>
      <w:r>
        <w:t>un instant</w:t>
      </w:r>
      <w:r w:rsidR="00987D49">
        <w:t xml:space="preserve">, </w:t>
      </w:r>
      <w:r>
        <w:t>ce fut comme si cette foule se lassait d</w:t>
      </w:r>
      <w:r w:rsidR="00987D49">
        <w:t>’</w:t>
      </w:r>
      <w:r>
        <w:t>un spectacle monotone</w:t>
      </w:r>
      <w:r w:rsidR="00987D49">
        <w:t xml:space="preserve">. </w:t>
      </w:r>
      <w:r>
        <w:t>Elle se dispersa</w:t>
      </w:r>
      <w:r w:rsidR="00987D49">
        <w:t xml:space="preserve">. </w:t>
      </w:r>
      <w:r>
        <w:t>Les mouvements des images reprirent</w:t>
      </w:r>
      <w:r w:rsidR="00987D49">
        <w:t xml:space="preserve">. </w:t>
      </w:r>
      <w:r>
        <w:t>Parfois</w:t>
      </w:r>
      <w:r w:rsidR="00987D49">
        <w:t xml:space="preserve">, </w:t>
      </w:r>
      <w:r>
        <w:t>isolément</w:t>
      </w:r>
      <w:r w:rsidR="00987D49">
        <w:t xml:space="preserve">, </w:t>
      </w:r>
      <w:r>
        <w:t>quelque triangle rouge ou quelque carré vert s</w:t>
      </w:r>
      <w:r w:rsidR="00987D49">
        <w:t>’</w:t>
      </w:r>
      <w:r>
        <w:t>approchait</w:t>
      </w:r>
      <w:r w:rsidR="00987D49">
        <w:t xml:space="preserve">, </w:t>
      </w:r>
      <w:r>
        <w:t>s</w:t>
      </w:r>
      <w:r w:rsidR="00987D49">
        <w:t>’</w:t>
      </w:r>
      <w:r>
        <w:t>arrêtait</w:t>
      </w:r>
      <w:r w:rsidR="00987D49">
        <w:t xml:space="preserve">, </w:t>
      </w:r>
      <w:r>
        <w:t>puis repartait</w:t>
      </w:r>
      <w:r w:rsidR="00987D49">
        <w:t xml:space="preserve">. </w:t>
      </w:r>
      <w:r>
        <w:t>J</w:t>
      </w:r>
      <w:r w:rsidR="00987D49">
        <w:t>’</w:t>
      </w:r>
      <w:r>
        <w:t>observai que tous passaient autour de ma paume</w:t>
      </w:r>
      <w:r w:rsidR="00987D49">
        <w:t xml:space="preserve">, </w:t>
      </w:r>
      <w:r>
        <w:t>sans jamais pénétrer sous elle</w:t>
      </w:r>
      <w:r w:rsidR="00987D49">
        <w:t xml:space="preserve">. </w:t>
      </w:r>
      <w:r>
        <w:t>Le contact des dessins me laissait insensible</w:t>
      </w:r>
      <w:r w:rsidR="00987D49">
        <w:t xml:space="preserve">. </w:t>
      </w:r>
      <w:r>
        <w:t>Si je ne les avais vus</w:t>
      </w:r>
      <w:r w:rsidR="00987D49">
        <w:t xml:space="preserve">, </w:t>
      </w:r>
      <w:r>
        <w:t>j</w:t>
      </w:r>
      <w:r w:rsidR="00987D49">
        <w:t>’</w:t>
      </w:r>
      <w:r>
        <w:t>aurais pu croire qu</w:t>
      </w:r>
      <w:r w:rsidR="00987D49">
        <w:t>’</w:t>
      </w:r>
      <w:r>
        <w:t>ils n</w:t>
      </w:r>
      <w:r w:rsidR="00987D49">
        <w:t>’</w:t>
      </w:r>
      <w:r>
        <w:t>existaient pas</w:t>
      </w:r>
      <w:r w:rsidR="00987D49">
        <w:t xml:space="preserve">. </w:t>
      </w:r>
      <w:r>
        <w:t>Je pensai attribuer cette insensibilité au froid qui engourdissait progressivement mes doigts</w:t>
      </w:r>
      <w:r w:rsidR="00987D49">
        <w:t xml:space="preserve">, </w:t>
      </w:r>
      <w:r>
        <w:t>puis toute ma main et enfin</w:t>
      </w:r>
      <w:r w:rsidR="00987D49">
        <w:t xml:space="preserve">, </w:t>
      </w:r>
      <w:r>
        <w:t>mon avant-bras</w:t>
      </w:r>
      <w:r w:rsidR="00987D49">
        <w:t xml:space="preserve">, </w:t>
      </w:r>
      <w:r>
        <w:t>sans que je me décide à soulever la paume</w:t>
      </w:r>
      <w:r w:rsidR="00987D49">
        <w:t>.</w:t>
      </w:r>
    </w:p>
    <w:p w14:paraId="34B699FE" w14:textId="77777777" w:rsidR="00987D49" w:rsidRDefault="00B27708" w:rsidP="00B27708">
      <w:r>
        <w:t>Ce fut Hélène qui m</w:t>
      </w:r>
      <w:r w:rsidR="00987D49">
        <w:t>’</w:t>
      </w:r>
      <w:r>
        <w:t>arracha à cette dangereuse contemplation et qui me contraignit à me soumettre au bienfaisant massage</w:t>
      </w:r>
      <w:r w:rsidR="00987D49">
        <w:t xml:space="preserve">, </w:t>
      </w:r>
      <w:r>
        <w:t>puis à remettre mes gants</w:t>
      </w:r>
      <w:r w:rsidR="00987D49">
        <w:t xml:space="preserve">, </w:t>
      </w:r>
      <w:r>
        <w:t>tout en exprimant par gestes à Pierre qu</w:t>
      </w:r>
      <w:r w:rsidR="00987D49">
        <w:t>’</w:t>
      </w:r>
      <w:r>
        <w:t>elle lui interdisait de refaire</w:t>
      </w:r>
      <w:r w:rsidR="00987D49">
        <w:t xml:space="preserve">, </w:t>
      </w:r>
      <w:r>
        <w:t>pour son compte</w:t>
      </w:r>
      <w:r w:rsidR="00987D49">
        <w:t xml:space="preserve">, </w:t>
      </w:r>
      <w:r>
        <w:t>l</w:t>
      </w:r>
      <w:r w:rsidR="00987D49">
        <w:t>’</w:t>
      </w:r>
      <w:r>
        <w:t>expérience</w:t>
      </w:r>
      <w:r w:rsidR="00987D49">
        <w:t>.</w:t>
      </w:r>
    </w:p>
    <w:p w14:paraId="60667DD5" w14:textId="77777777" w:rsidR="00987D49" w:rsidRDefault="00B27708" w:rsidP="00B27708">
      <w:r>
        <w:t>Elle ajouta que l</w:t>
      </w:r>
      <w:r w:rsidR="00987D49">
        <w:t>’</w:t>
      </w:r>
      <w:r>
        <w:t>heure du retour approchait</w:t>
      </w:r>
      <w:r w:rsidR="00987D49">
        <w:t xml:space="preserve">. </w:t>
      </w:r>
      <w:r>
        <w:t>Il ne fallait pas risquer de manquer d</w:t>
      </w:r>
      <w:r w:rsidR="00987D49">
        <w:t>’</w:t>
      </w:r>
      <w:r>
        <w:t xml:space="preserve">air et de se trouver sur la route du </w:t>
      </w:r>
      <w:r w:rsidR="00987D49">
        <w:t>« </w:t>
      </w:r>
      <w:r>
        <w:t>Bolide</w:t>
      </w:r>
      <w:r w:rsidR="00987D49">
        <w:t> »</w:t>
      </w:r>
      <w:r>
        <w:t xml:space="preserve"> avec un réservoir vide et inutile sur nos épaules</w:t>
      </w:r>
      <w:r w:rsidR="00987D49">
        <w:t xml:space="preserve">. </w:t>
      </w:r>
      <w:r>
        <w:t>C</w:t>
      </w:r>
      <w:r w:rsidR="00987D49">
        <w:t>’</w:t>
      </w:r>
      <w:r>
        <w:t>eût été la fin de l</w:t>
      </w:r>
      <w:r w:rsidR="00987D49">
        <w:t>’</w:t>
      </w:r>
      <w:r>
        <w:t>aventure</w:t>
      </w:r>
      <w:r w:rsidR="00987D49">
        <w:t xml:space="preserve">, </w:t>
      </w:r>
      <w:r>
        <w:t>et une fin tragique</w:t>
      </w:r>
      <w:r w:rsidR="00987D49">
        <w:t xml:space="preserve">. </w:t>
      </w:r>
      <w:r>
        <w:t>Or</w:t>
      </w:r>
      <w:r w:rsidR="00987D49">
        <w:t xml:space="preserve">, </w:t>
      </w:r>
      <w:r>
        <w:t>non seulement nous avions de bonnes raisons pour tenir à la vie</w:t>
      </w:r>
      <w:r w:rsidR="00987D49">
        <w:t xml:space="preserve">, </w:t>
      </w:r>
      <w:r>
        <w:t>mais encore nous voulions</w:t>
      </w:r>
      <w:r w:rsidR="00987D49">
        <w:t xml:space="preserve">, </w:t>
      </w:r>
      <w:r>
        <w:t>de toutes nos forces</w:t>
      </w:r>
      <w:r w:rsidR="00987D49">
        <w:t xml:space="preserve">, </w:t>
      </w:r>
      <w:r>
        <w:t>revoir les extraordinaires images animées</w:t>
      </w:r>
      <w:r w:rsidR="00987D49">
        <w:t>.</w:t>
      </w:r>
    </w:p>
    <w:p w14:paraId="3F8592ED" w14:textId="77777777" w:rsidR="00987D49" w:rsidRDefault="00B27708" w:rsidP="00B27708">
      <w:r>
        <w:t>Pierre</w:t>
      </w:r>
      <w:r w:rsidR="00987D49">
        <w:t xml:space="preserve">, </w:t>
      </w:r>
      <w:r>
        <w:t>tout passionné qu</w:t>
      </w:r>
      <w:r w:rsidR="00987D49">
        <w:t>’</w:t>
      </w:r>
      <w:r>
        <w:t>il fût par la surprenante découverte</w:t>
      </w:r>
      <w:r w:rsidR="00987D49">
        <w:t xml:space="preserve">, </w:t>
      </w:r>
      <w:r>
        <w:t>et moi-même</w:t>
      </w:r>
      <w:r w:rsidR="00987D49">
        <w:t xml:space="preserve">, </w:t>
      </w:r>
      <w:r>
        <w:t>à peine moins exalté</w:t>
      </w:r>
      <w:r w:rsidR="00987D49">
        <w:t xml:space="preserve">, </w:t>
      </w:r>
      <w:r>
        <w:t>ne pûmes qu</w:t>
      </w:r>
      <w:r w:rsidR="00987D49">
        <w:t>’</w:t>
      </w:r>
      <w:r>
        <w:t>approuver les sages conseils inclus dans les gestes d</w:t>
      </w:r>
      <w:r w:rsidR="00987D49">
        <w:t>’</w:t>
      </w:r>
      <w:r>
        <w:t>Hélène</w:t>
      </w:r>
      <w:r w:rsidR="00987D49">
        <w:t xml:space="preserve">. </w:t>
      </w:r>
      <w:r>
        <w:t>Il fallait s</w:t>
      </w:r>
      <w:r w:rsidR="00987D49">
        <w:t>’</w:t>
      </w:r>
      <w:r>
        <w:t>éloigner des étranges dessins</w:t>
      </w:r>
      <w:r w:rsidR="00987D49">
        <w:t xml:space="preserve">, </w:t>
      </w:r>
      <w:r>
        <w:t>remettre à plus tard les nouvelles expériences</w:t>
      </w:r>
      <w:r w:rsidR="00987D49">
        <w:t xml:space="preserve">, </w:t>
      </w:r>
      <w:r>
        <w:t>propres à en percer le mystère</w:t>
      </w:r>
      <w:r w:rsidR="00987D49">
        <w:t xml:space="preserve">, </w:t>
      </w:r>
      <w:r>
        <w:t>avant de poursuivre l</w:t>
      </w:r>
      <w:r w:rsidR="00987D49">
        <w:t>’</w:t>
      </w:r>
      <w:r>
        <w:t>attachante étude</w:t>
      </w:r>
      <w:r w:rsidR="00987D49">
        <w:t>.</w:t>
      </w:r>
    </w:p>
    <w:p w14:paraId="1514AA09" w14:textId="77777777" w:rsidR="00987D49" w:rsidRDefault="00B27708" w:rsidP="00B27708">
      <w:r>
        <w:t>Au moment de quitter ce lieu</w:t>
      </w:r>
      <w:r w:rsidR="00987D49">
        <w:t xml:space="preserve">, </w:t>
      </w:r>
      <w:r>
        <w:t>nous eûmes tous trois la même pensée</w:t>
      </w:r>
      <w:r w:rsidR="00987D49">
        <w:t xml:space="preserve"> : </w:t>
      </w:r>
      <w:r>
        <w:t>le marquer</w:t>
      </w:r>
      <w:r w:rsidR="00987D49">
        <w:t xml:space="preserve">, </w:t>
      </w:r>
      <w:r>
        <w:t xml:space="preserve">afin de le retrouver sans perdre de temps à des </w:t>
      </w:r>
      <w:r>
        <w:lastRenderedPageBreak/>
        <w:t>tâtonnements et à des recherches</w:t>
      </w:r>
      <w:r w:rsidR="00987D49">
        <w:t xml:space="preserve">. </w:t>
      </w:r>
      <w:r>
        <w:t>Je m</w:t>
      </w:r>
      <w:r w:rsidR="00987D49">
        <w:t>’</w:t>
      </w:r>
      <w:r>
        <w:t>efforçai donc de planter dans le sol dur le signal à disque dont je m</w:t>
      </w:r>
      <w:r w:rsidR="00987D49">
        <w:t>’</w:t>
      </w:r>
      <w:r>
        <w:t>étais heureusement chargé</w:t>
      </w:r>
      <w:r w:rsidR="00987D49">
        <w:t>.</w:t>
      </w:r>
    </w:p>
    <w:p w14:paraId="28C4A9B4" w14:textId="77777777" w:rsidR="00987D49" w:rsidRDefault="00B27708" w:rsidP="00B27708">
      <w:r>
        <w:t>Je dus</w:t>
      </w:r>
      <w:r w:rsidR="00987D49">
        <w:t xml:space="preserve">, </w:t>
      </w:r>
      <w:r>
        <w:t>pour y parvenir</w:t>
      </w:r>
      <w:r w:rsidR="00987D49">
        <w:t xml:space="preserve">, </w:t>
      </w:r>
      <w:r>
        <w:t>briser</w:t>
      </w:r>
      <w:r w:rsidR="00987D49">
        <w:t xml:space="preserve">, </w:t>
      </w:r>
      <w:r>
        <w:t>à l</w:t>
      </w:r>
      <w:r w:rsidR="00987D49">
        <w:t>’</w:t>
      </w:r>
      <w:r>
        <w:t>aide du marteau géologique</w:t>
      </w:r>
      <w:r w:rsidR="00987D49">
        <w:t xml:space="preserve">, </w:t>
      </w:r>
      <w:r>
        <w:t>quelques centimètres carrés de glace et y faire un trou assez profond</w:t>
      </w:r>
      <w:r w:rsidR="00987D49">
        <w:t xml:space="preserve">. </w:t>
      </w:r>
      <w:r>
        <w:t>Je n</w:t>
      </w:r>
      <w:r w:rsidR="00987D49">
        <w:t>’</w:t>
      </w:r>
      <w:r>
        <w:t>y parvins pas sans peine</w:t>
      </w:r>
      <w:r w:rsidR="00987D49">
        <w:t xml:space="preserve">. </w:t>
      </w:r>
      <w:r>
        <w:t>Cette glace était diablement dure</w:t>
      </w:r>
      <w:r w:rsidR="00987D49">
        <w:t xml:space="preserve">. </w:t>
      </w:r>
      <w:r>
        <w:t>Enfin</w:t>
      </w:r>
      <w:r w:rsidR="00987D49">
        <w:t xml:space="preserve">, </w:t>
      </w:r>
      <w:r>
        <w:t>mon signal tint debout</w:t>
      </w:r>
      <w:r w:rsidR="00987D49">
        <w:t xml:space="preserve">. </w:t>
      </w:r>
      <w:r>
        <w:t>Autour du point où il rencontrait le sol et y formait une section ronde de deux centimètres de diamètre environ</w:t>
      </w:r>
      <w:r w:rsidR="00987D49">
        <w:t xml:space="preserve">, </w:t>
      </w:r>
      <w:r>
        <w:t>les figures mouvantes vinrent exécuter une petite danse</w:t>
      </w:r>
      <w:r w:rsidR="00987D49">
        <w:t xml:space="preserve">… </w:t>
      </w:r>
      <w:r>
        <w:t>Quelques-unes s</w:t>
      </w:r>
      <w:r w:rsidR="00987D49">
        <w:t>’</w:t>
      </w:r>
      <w:r>
        <w:t>y collèrent un instant</w:t>
      </w:r>
      <w:r w:rsidR="00987D49">
        <w:t xml:space="preserve">, </w:t>
      </w:r>
      <w:r>
        <w:t>puis se dégagèrent</w:t>
      </w:r>
      <w:r w:rsidR="00987D49">
        <w:t xml:space="preserve">, </w:t>
      </w:r>
      <w:r>
        <w:t>s</w:t>
      </w:r>
      <w:r w:rsidR="00987D49">
        <w:t>’</w:t>
      </w:r>
      <w:r>
        <w:t>éloignèrent</w:t>
      </w:r>
      <w:r w:rsidR="00987D49">
        <w:t xml:space="preserve">, </w:t>
      </w:r>
      <w:r>
        <w:t>ramenèrent des congénères</w:t>
      </w:r>
      <w:r w:rsidR="00987D49">
        <w:t xml:space="preserve">, </w:t>
      </w:r>
      <w:r>
        <w:t>et nous pûmes assister à une réédition des scènes précédentes</w:t>
      </w:r>
      <w:r w:rsidR="00987D49">
        <w:t xml:space="preserve">, </w:t>
      </w:r>
      <w:r>
        <w:t>sans risquer d</w:t>
      </w:r>
      <w:r w:rsidR="00987D49">
        <w:t>’</w:t>
      </w:r>
      <w:r>
        <w:t>avoir une main complètement glacée</w:t>
      </w:r>
      <w:r w:rsidR="00987D49">
        <w:t>.</w:t>
      </w:r>
    </w:p>
    <w:p w14:paraId="28B74784" w14:textId="77777777" w:rsidR="00987D49" w:rsidRDefault="00B27708" w:rsidP="00B27708">
      <w:r>
        <w:t>Mais il fallait partir</w:t>
      </w:r>
      <w:r w:rsidR="00987D49">
        <w:t xml:space="preserve">. </w:t>
      </w:r>
      <w:r>
        <w:t>Rester plus longtemps eût été imprudent</w:t>
      </w:r>
      <w:r w:rsidR="00987D49">
        <w:t xml:space="preserve">. </w:t>
      </w:r>
      <w:r>
        <w:t>Avec peine</w:t>
      </w:r>
      <w:r w:rsidR="00987D49">
        <w:t xml:space="preserve">, </w:t>
      </w:r>
      <w:r>
        <w:t>nous nous résignâmes</w:t>
      </w:r>
      <w:r w:rsidR="00987D49">
        <w:t xml:space="preserve">. </w:t>
      </w:r>
      <w:r>
        <w:t>Comme nous allions prendre le départ</w:t>
      </w:r>
      <w:r w:rsidR="00987D49">
        <w:t xml:space="preserve">, </w:t>
      </w:r>
      <w:r>
        <w:t>la nuit survint</w:t>
      </w:r>
      <w:r w:rsidR="00987D49">
        <w:t xml:space="preserve">. </w:t>
      </w:r>
      <w:r>
        <w:t>J</w:t>
      </w:r>
      <w:r w:rsidR="00987D49">
        <w:t>’</w:t>
      </w:r>
      <w:r>
        <w:t>ai dit ce qu</w:t>
      </w:r>
      <w:r w:rsidR="00987D49">
        <w:t>’</w:t>
      </w:r>
      <w:r>
        <w:t xml:space="preserve">est cette </w:t>
      </w:r>
      <w:r w:rsidR="00987D49">
        <w:t>« </w:t>
      </w:r>
      <w:r>
        <w:t>nuit</w:t>
      </w:r>
      <w:r w:rsidR="00987D49">
        <w:t> »</w:t>
      </w:r>
      <w:r>
        <w:t xml:space="preserve"> sur </w:t>
      </w:r>
      <w:r w:rsidR="00987D49">
        <w:t xml:space="preserve">Phœbé II, </w:t>
      </w:r>
      <w:r>
        <w:t>et comment la lumière solaire s</w:t>
      </w:r>
      <w:r w:rsidR="00987D49">
        <w:t>’</w:t>
      </w:r>
      <w:r>
        <w:t>y affaiblit à peine</w:t>
      </w:r>
      <w:r w:rsidR="00987D49">
        <w:t xml:space="preserve">, </w:t>
      </w:r>
      <w:r>
        <w:t>avant d</w:t>
      </w:r>
      <w:r w:rsidR="00987D49">
        <w:t>’</w:t>
      </w:r>
      <w:r>
        <w:t>arriver par en dessous</w:t>
      </w:r>
      <w:r w:rsidR="00987D49">
        <w:t xml:space="preserve">, </w:t>
      </w:r>
      <w:r>
        <w:t>à travers le sol</w:t>
      </w:r>
      <w:r w:rsidR="00987D49">
        <w:t>…</w:t>
      </w:r>
    </w:p>
    <w:p w14:paraId="0D9F6089" w14:textId="77777777" w:rsidR="00987D49" w:rsidRDefault="00B27708" w:rsidP="00B27708">
      <w:r>
        <w:t>Nous avions trop souvent déjà observé ce phénomène pour qu</w:t>
      </w:r>
      <w:r w:rsidR="00987D49">
        <w:t>’</w:t>
      </w:r>
      <w:r>
        <w:t>il nous passionnât</w:t>
      </w:r>
      <w:r w:rsidR="00987D49">
        <w:t xml:space="preserve">. </w:t>
      </w:r>
      <w:r>
        <w:t>Mais</w:t>
      </w:r>
      <w:r w:rsidR="00987D49">
        <w:t xml:space="preserve">, </w:t>
      </w:r>
      <w:r>
        <w:t>cette fois</w:t>
      </w:r>
      <w:r w:rsidR="00987D49">
        <w:t xml:space="preserve">, </w:t>
      </w:r>
      <w:r>
        <w:t>il coïncida avec une conjoncture si surprenante que j</w:t>
      </w:r>
      <w:r w:rsidR="00987D49">
        <w:t>’</w:t>
      </w:r>
      <w:r>
        <w:t>en éprouvai une sorte de terreur sacrée</w:t>
      </w:r>
      <w:r w:rsidR="00987D49">
        <w:t>…</w:t>
      </w:r>
    </w:p>
    <w:p w14:paraId="6054B869" w14:textId="77777777" w:rsidR="00987D49" w:rsidRDefault="00B27708" w:rsidP="00B27708">
      <w:r>
        <w:t>Au fur et à mesure que se transformait la lumière les évolutions de nos images devenaient de plus en plus lentes</w:t>
      </w:r>
      <w:r w:rsidR="00987D49">
        <w:t xml:space="preserve">. </w:t>
      </w:r>
      <w:r>
        <w:t xml:space="preserve">Quand </w:t>
      </w:r>
      <w:r w:rsidR="00987D49">
        <w:t>« </w:t>
      </w:r>
      <w:r>
        <w:t>la nuit</w:t>
      </w:r>
      <w:r w:rsidR="00987D49">
        <w:t> »</w:t>
      </w:r>
      <w:r>
        <w:t xml:space="preserve"> fut totale</w:t>
      </w:r>
      <w:r w:rsidR="00987D49">
        <w:t xml:space="preserve">, </w:t>
      </w:r>
      <w:r>
        <w:t>et que toute la clarté vint par-dessous le sol</w:t>
      </w:r>
      <w:r w:rsidR="00987D49">
        <w:t xml:space="preserve">, </w:t>
      </w:r>
      <w:r>
        <w:t>ces évolutions cessèrent complètement</w:t>
      </w:r>
      <w:r w:rsidR="00987D49">
        <w:t xml:space="preserve">. </w:t>
      </w:r>
      <w:r>
        <w:t>Du même coup</w:t>
      </w:r>
      <w:r w:rsidR="00987D49">
        <w:t xml:space="preserve">, </w:t>
      </w:r>
      <w:r>
        <w:t>les figures perdirent leurs belles couleurs</w:t>
      </w:r>
      <w:r w:rsidR="00987D49">
        <w:t xml:space="preserve">, </w:t>
      </w:r>
      <w:r>
        <w:t>pour prendre toutes la même teinte uniforme</w:t>
      </w:r>
      <w:r w:rsidR="00987D49">
        <w:t xml:space="preserve">, </w:t>
      </w:r>
      <w:r>
        <w:t>grisâtre</w:t>
      </w:r>
      <w:r w:rsidR="00987D49">
        <w:t xml:space="preserve">, </w:t>
      </w:r>
      <w:r>
        <w:t>à peine visible</w:t>
      </w:r>
      <w:r w:rsidR="00987D49">
        <w:t>…</w:t>
      </w:r>
    </w:p>
    <w:p w14:paraId="2CFA6116" w14:textId="77777777" w:rsidR="00987D49" w:rsidRDefault="00B27708" w:rsidP="00B27708">
      <w:r>
        <w:t>Nous n</w:t>
      </w:r>
      <w:r w:rsidR="00987D49">
        <w:t>’</w:t>
      </w:r>
      <w:r>
        <w:t>eûmes pas le loisir de poursuivre l</w:t>
      </w:r>
      <w:r w:rsidR="00987D49">
        <w:t>’</w:t>
      </w:r>
      <w:r>
        <w:t>observation</w:t>
      </w:r>
      <w:r w:rsidR="00987D49">
        <w:t xml:space="preserve">. </w:t>
      </w:r>
      <w:r>
        <w:t>Il fallait nous arracher à l</w:t>
      </w:r>
      <w:r w:rsidR="00987D49">
        <w:t>’</w:t>
      </w:r>
      <w:r>
        <w:t>étonnant spectacle</w:t>
      </w:r>
      <w:r w:rsidR="00987D49">
        <w:t xml:space="preserve">. </w:t>
      </w:r>
      <w:r>
        <w:t>Il n</w:t>
      </w:r>
      <w:r w:rsidR="00987D49">
        <w:t>’</w:t>
      </w:r>
      <w:r>
        <w:t>était que temps de revenir à l</w:t>
      </w:r>
      <w:r w:rsidR="00987D49">
        <w:t>’</w:t>
      </w:r>
      <w:r>
        <w:t>astronef</w:t>
      </w:r>
      <w:r w:rsidR="00987D49">
        <w:t xml:space="preserve">, </w:t>
      </w:r>
      <w:r>
        <w:t>pour renouveler notre provision d</w:t>
      </w:r>
      <w:r w:rsidR="00987D49">
        <w:t>’</w:t>
      </w:r>
      <w:r>
        <w:t>oxygène</w:t>
      </w:r>
      <w:r w:rsidR="00987D49">
        <w:t xml:space="preserve">. </w:t>
      </w:r>
      <w:r>
        <w:t>Mais</w:t>
      </w:r>
      <w:r w:rsidR="00987D49">
        <w:t xml:space="preserve">, </w:t>
      </w:r>
      <w:r>
        <w:t xml:space="preserve">dans le dernier regard que nous jetâmes sur les formes maintenant </w:t>
      </w:r>
      <w:r>
        <w:lastRenderedPageBreak/>
        <w:t>immobiles</w:t>
      </w:r>
      <w:r w:rsidR="00987D49">
        <w:t xml:space="preserve">, </w:t>
      </w:r>
      <w:r>
        <w:t>la même pensée brillait</w:t>
      </w:r>
      <w:r w:rsidR="00987D49">
        <w:t xml:space="preserve">. </w:t>
      </w:r>
      <w:r>
        <w:t>Cette pensée</w:t>
      </w:r>
      <w:r w:rsidR="00987D49">
        <w:t xml:space="preserve">, </w:t>
      </w:r>
      <w:r>
        <w:t>que j</w:t>
      </w:r>
      <w:r w:rsidR="00987D49">
        <w:t>’</w:t>
      </w:r>
      <w:r>
        <w:t>aurais peut-être hésité à exprimer à haute voix</w:t>
      </w:r>
      <w:r w:rsidR="00987D49">
        <w:t xml:space="preserve">, </w:t>
      </w:r>
      <w:r>
        <w:t>c</w:t>
      </w:r>
      <w:r w:rsidR="00987D49">
        <w:t>’</w:t>
      </w:r>
      <w:r>
        <w:t>était</w:t>
      </w:r>
      <w:r w:rsidR="00987D49">
        <w:t> : « </w:t>
      </w:r>
      <w:r>
        <w:t>Ils dorment</w:t>
      </w:r>
      <w:r w:rsidR="00987D49">
        <w:t> ! »…</w:t>
      </w:r>
    </w:p>
    <w:p w14:paraId="216943A6" w14:textId="2D338823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40" w:name="__RefHeading__91170_553960937"/>
      <w:bookmarkStart w:id="41" w:name="bookmark19"/>
      <w:bookmarkStart w:id="42" w:name="_Toc194838872"/>
      <w:bookmarkEnd w:id="40"/>
      <w:r>
        <w:lastRenderedPageBreak/>
        <w:t>X</w:t>
      </w:r>
      <w:bookmarkEnd w:id="41"/>
      <w:r>
        <w:t>IV</w:t>
      </w:r>
      <w:r>
        <w:br/>
      </w:r>
      <w:r>
        <w:br/>
        <w:t>Ivresse et bagarre</w:t>
      </w:r>
      <w:bookmarkEnd w:id="42"/>
    </w:p>
    <w:p w14:paraId="1C77B565" w14:textId="77777777" w:rsidR="00987D49" w:rsidRDefault="00B27708" w:rsidP="00B27708">
      <w:r>
        <w:t>En fonçant droit sur le grand panneau de signalisation que l</w:t>
      </w:r>
      <w:r w:rsidR="00987D49">
        <w:t>’</w:t>
      </w:r>
      <w:r>
        <w:t>on voyait de très loin</w:t>
      </w:r>
      <w:r w:rsidR="00987D49">
        <w:t xml:space="preserve">, </w:t>
      </w:r>
      <w:r>
        <w:t>il était heureusement facile d</w:t>
      </w:r>
      <w:r w:rsidR="00987D49">
        <w:t>’</w:t>
      </w:r>
      <w:r>
        <w:t xml:space="preserve">arriver rapidement au </w:t>
      </w:r>
      <w:r w:rsidR="00987D49">
        <w:t>« </w:t>
      </w:r>
      <w:r>
        <w:t>Bolide</w:t>
      </w:r>
      <w:r w:rsidR="00987D49">
        <w:t xml:space="preserve"> ». </w:t>
      </w:r>
      <w:r>
        <w:t>Nous ne musâmes pas en chemin</w:t>
      </w:r>
      <w:r w:rsidR="00987D49">
        <w:t xml:space="preserve">. </w:t>
      </w:r>
      <w:r>
        <w:t>Il était urgent de renouveler notre provision d</w:t>
      </w:r>
      <w:r w:rsidR="00987D49">
        <w:t>’</w:t>
      </w:r>
      <w:r>
        <w:t>air</w:t>
      </w:r>
      <w:r w:rsidR="00987D49">
        <w:t xml:space="preserve">. </w:t>
      </w:r>
      <w:r>
        <w:t>Le temps gagné compensait l</w:t>
      </w:r>
      <w:r w:rsidR="00987D49">
        <w:t>’</w:t>
      </w:r>
      <w:r>
        <w:t>usure du contenu de nos réservoirs</w:t>
      </w:r>
      <w:r w:rsidR="00987D49">
        <w:t xml:space="preserve">, </w:t>
      </w:r>
      <w:r>
        <w:t>dont la consommation s</w:t>
      </w:r>
      <w:r w:rsidR="00987D49">
        <w:t>’</w:t>
      </w:r>
      <w:r>
        <w:t>accélérait</w:t>
      </w:r>
      <w:r w:rsidR="00987D49">
        <w:t xml:space="preserve">, </w:t>
      </w:r>
      <w:r>
        <w:t>du fait que notre respiration était activée par la vitesse de notre course</w:t>
      </w:r>
      <w:r w:rsidR="00987D49">
        <w:t xml:space="preserve">. </w:t>
      </w:r>
      <w:r>
        <w:t>Au surplus</w:t>
      </w:r>
      <w:r w:rsidR="00987D49">
        <w:t xml:space="preserve">, </w:t>
      </w:r>
      <w:r>
        <w:t>nous avions hâte d</w:t>
      </w:r>
      <w:r w:rsidR="00987D49">
        <w:t>’</w:t>
      </w:r>
      <w:r>
        <w:t>échanger nos impressions sur les mystérieux dessins animés</w:t>
      </w:r>
      <w:r w:rsidR="00987D49">
        <w:t xml:space="preserve">, </w:t>
      </w:r>
      <w:r>
        <w:t>et de connaître l</w:t>
      </w:r>
      <w:r w:rsidR="00987D49">
        <w:t>’</w:t>
      </w:r>
      <w:r>
        <w:t xml:space="preserve">opinion de René </w:t>
      </w:r>
      <w:proofErr w:type="spellStart"/>
      <w:r>
        <w:t>Lesmond</w:t>
      </w:r>
      <w:proofErr w:type="spellEnd"/>
      <w:r w:rsidR="00987D49">
        <w:t xml:space="preserve">, </w:t>
      </w:r>
      <w:r>
        <w:t>le plus savant de l</w:t>
      </w:r>
      <w:r w:rsidR="00987D49">
        <w:t>’</w:t>
      </w:r>
      <w:r>
        <w:t>équipe</w:t>
      </w:r>
      <w:r w:rsidR="00987D49">
        <w:t xml:space="preserve">, </w:t>
      </w:r>
      <w:r>
        <w:t>quant à leur nature</w:t>
      </w:r>
      <w:r w:rsidR="00987D49">
        <w:t>.</w:t>
      </w:r>
    </w:p>
    <w:p w14:paraId="5B8F3E6C" w14:textId="77777777" w:rsidR="00987D49" w:rsidRDefault="00B27708" w:rsidP="00B27708">
      <w:r>
        <w:t>Mais une désagréable surprise nous attendait au logis</w:t>
      </w:r>
      <w:r w:rsidR="00987D49">
        <w:t xml:space="preserve">… </w:t>
      </w:r>
      <w:r>
        <w:t>Lorsque nous eûmes franchi</w:t>
      </w:r>
      <w:r w:rsidR="00987D49">
        <w:t xml:space="preserve">, </w:t>
      </w:r>
      <w:r>
        <w:t>à tour de rôle</w:t>
      </w:r>
      <w:r w:rsidR="00987D49">
        <w:t xml:space="preserve">, </w:t>
      </w:r>
      <w:r>
        <w:t>l</w:t>
      </w:r>
      <w:r w:rsidR="00987D49">
        <w:t>’</w:t>
      </w:r>
      <w:r>
        <w:t>écluse d</w:t>
      </w:r>
      <w:r w:rsidR="00987D49">
        <w:t>’</w:t>
      </w:r>
      <w:r>
        <w:t>air</w:t>
      </w:r>
      <w:r w:rsidR="00987D49">
        <w:t xml:space="preserve">, </w:t>
      </w:r>
      <w:r>
        <w:t>et que nous eûmes dépouillé masques et équipements de patrouilleurs</w:t>
      </w:r>
      <w:r w:rsidR="00987D49">
        <w:t xml:space="preserve">, </w:t>
      </w:r>
      <w:r>
        <w:t>nous constatâmes</w:t>
      </w:r>
      <w:r w:rsidR="00987D49">
        <w:t xml:space="preserve">, </w:t>
      </w:r>
      <w:r>
        <w:t>avec un pénible étonnement</w:t>
      </w:r>
      <w:r w:rsidR="00987D49">
        <w:t xml:space="preserve">, </w:t>
      </w:r>
      <w:r>
        <w:t>que le plus grand désordre régnait à bord</w:t>
      </w:r>
      <w:r w:rsidR="00987D49">
        <w:t xml:space="preserve">. </w:t>
      </w:r>
      <w:r>
        <w:t>Des objets</w:t>
      </w:r>
      <w:r w:rsidR="00987D49">
        <w:t xml:space="preserve">, </w:t>
      </w:r>
      <w:r>
        <w:t>qui auraient dû être soigneusement arrimés</w:t>
      </w:r>
      <w:r w:rsidR="00987D49">
        <w:t xml:space="preserve">, </w:t>
      </w:r>
      <w:r>
        <w:t>gisaient sur le parquet</w:t>
      </w:r>
      <w:r w:rsidR="00987D49">
        <w:t xml:space="preserve">. </w:t>
      </w:r>
      <w:r>
        <w:t>L</w:t>
      </w:r>
      <w:r w:rsidR="00987D49">
        <w:t>’</w:t>
      </w:r>
      <w:r>
        <w:t>un des fauteuils</w:t>
      </w:r>
      <w:r w:rsidR="00987D49">
        <w:t xml:space="preserve">, </w:t>
      </w:r>
      <w:r>
        <w:t>arraché à ses rails</w:t>
      </w:r>
      <w:r w:rsidR="00987D49">
        <w:t xml:space="preserve">, </w:t>
      </w:r>
      <w:r>
        <w:t>était renversé</w:t>
      </w:r>
      <w:r w:rsidR="00987D49">
        <w:t xml:space="preserve">. </w:t>
      </w:r>
      <w:r>
        <w:t>Sur un autre</w:t>
      </w:r>
      <w:r w:rsidR="00987D49">
        <w:t xml:space="preserve">, </w:t>
      </w:r>
      <w:r>
        <w:t>Fernand</w:t>
      </w:r>
      <w:r w:rsidR="00987D49">
        <w:t xml:space="preserve">, </w:t>
      </w:r>
      <w:r>
        <w:t>pâle et défait</w:t>
      </w:r>
      <w:r w:rsidR="00987D49">
        <w:t xml:space="preserve">, </w:t>
      </w:r>
      <w:r>
        <w:t>était attaché</w:t>
      </w:r>
      <w:r w:rsidR="00987D49">
        <w:t xml:space="preserve">. </w:t>
      </w:r>
      <w:proofErr w:type="spellStart"/>
      <w:r>
        <w:t>Grimaille</w:t>
      </w:r>
      <w:proofErr w:type="spellEnd"/>
      <w:r w:rsidR="00987D49">
        <w:t xml:space="preserve">, </w:t>
      </w:r>
      <w:r>
        <w:t>affalé sur un troisième siège</w:t>
      </w:r>
      <w:r w:rsidR="00987D49">
        <w:t xml:space="preserve">, </w:t>
      </w:r>
      <w:r>
        <w:t>boudait visiblement</w:t>
      </w:r>
      <w:r w:rsidR="00987D49">
        <w:t xml:space="preserve">. </w:t>
      </w:r>
      <w:r>
        <w:t>Enfin</w:t>
      </w:r>
      <w:r w:rsidR="00987D49">
        <w:t xml:space="preserve">, </w:t>
      </w:r>
      <w:r>
        <w:t>René</w:t>
      </w:r>
      <w:r w:rsidR="00987D49">
        <w:t xml:space="preserve">, </w:t>
      </w:r>
      <w:r>
        <w:t>le visage bouleversé</w:t>
      </w:r>
      <w:r w:rsidR="00987D49">
        <w:t xml:space="preserve">, </w:t>
      </w:r>
      <w:r>
        <w:t xml:space="preserve">tenait à la main un énorme pistolet automatique du genre </w:t>
      </w:r>
      <w:r w:rsidR="00987D49">
        <w:t>« </w:t>
      </w:r>
      <w:r>
        <w:t>mitraillette</w:t>
      </w:r>
      <w:r w:rsidR="00987D49">
        <w:t> ».</w:t>
      </w:r>
    </w:p>
    <w:p w14:paraId="2ABC773D" w14:textId="77777777" w:rsidR="00987D49" w:rsidRDefault="00B27708" w:rsidP="00B27708">
      <w:r>
        <w:t>La présence</w:t>
      </w:r>
      <w:r w:rsidR="00987D49">
        <w:t xml:space="preserve">, </w:t>
      </w:r>
      <w:r>
        <w:t>aux mains de René</w:t>
      </w:r>
      <w:r w:rsidR="00987D49">
        <w:t xml:space="preserve">, </w:t>
      </w:r>
      <w:r>
        <w:t>l</w:t>
      </w:r>
      <w:r w:rsidR="00987D49">
        <w:t>’</w:t>
      </w:r>
      <w:r>
        <w:t>homme le plus pacifique du monde</w:t>
      </w:r>
      <w:r w:rsidR="00987D49">
        <w:t xml:space="preserve">, </w:t>
      </w:r>
      <w:r>
        <w:t>de cet attribut homicide</w:t>
      </w:r>
      <w:r w:rsidR="00987D49">
        <w:t xml:space="preserve">, </w:t>
      </w:r>
      <w:r>
        <w:t>me stupéfia au moins autant que la vue de l</w:t>
      </w:r>
      <w:r w:rsidR="00987D49">
        <w:t>’</w:t>
      </w:r>
      <w:r>
        <w:t>homme ligoté sur son fauteuil</w:t>
      </w:r>
      <w:r w:rsidR="00987D49">
        <w:t>…</w:t>
      </w:r>
    </w:p>
    <w:p w14:paraId="2EFD38E8" w14:textId="77777777" w:rsidR="00987D49" w:rsidRDefault="00B27708" w:rsidP="00B27708">
      <w:r>
        <w:t>Pierre</w:t>
      </w:r>
      <w:r w:rsidR="00987D49">
        <w:t xml:space="preserve">, </w:t>
      </w:r>
      <w:r>
        <w:t>le sourcil froncé</w:t>
      </w:r>
      <w:r w:rsidR="00987D49">
        <w:t xml:space="preserve">, </w:t>
      </w:r>
      <w:r>
        <w:t>l</w:t>
      </w:r>
      <w:r w:rsidR="00987D49">
        <w:t>’</w:t>
      </w:r>
      <w:r>
        <w:t>air mécontent</w:t>
      </w:r>
      <w:r w:rsidR="00987D49">
        <w:t xml:space="preserve">, </w:t>
      </w:r>
      <w:r>
        <w:t>fit</w:t>
      </w:r>
      <w:r w:rsidR="00987D49">
        <w:t xml:space="preserve">, </w:t>
      </w:r>
      <w:r>
        <w:t>d</w:t>
      </w:r>
      <w:r w:rsidR="00987D49">
        <w:t>’</w:t>
      </w:r>
      <w:r>
        <w:t>une voix grave</w:t>
      </w:r>
      <w:r w:rsidR="00987D49">
        <w:t> :</w:t>
      </w:r>
    </w:p>
    <w:p w14:paraId="2CC12C03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Que veut dire cette mise en scène</w:t>
      </w:r>
      <w:r>
        <w:t xml:space="preserve"> ? </w:t>
      </w:r>
      <w:r w:rsidR="00B27708">
        <w:t>Que s</w:t>
      </w:r>
      <w:r>
        <w:t>’</w:t>
      </w:r>
      <w:r w:rsidR="00B27708">
        <w:t>est-il passé</w:t>
      </w:r>
      <w:r>
        <w:t xml:space="preserve"> ? </w:t>
      </w:r>
      <w:r w:rsidR="00B27708">
        <w:t>Que fait ici ce pistolet</w:t>
      </w:r>
      <w:r>
        <w:t xml:space="preserve"> ? </w:t>
      </w:r>
      <w:r w:rsidR="00B27708">
        <w:t>J</w:t>
      </w:r>
      <w:r>
        <w:t>’</w:t>
      </w:r>
      <w:r w:rsidR="00B27708">
        <w:t>avais défendu que l</w:t>
      </w:r>
      <w:r>
        <w:t>’</w:t>
      </w:r>
      <w:r w:rsidR="00B27708">
        <w:t>on emportât des armes</w:t>
      </w:r>
      <w:r>
        <w:t xml:space="preserve">. </w:t>
      </w:r>
      <w:r w:rsidR="00B27708">
        <w:t>Qui a enfreint ma défense</w:t>
      </w:r>
      <w:r>
        <w:t> ?</w:t>
      </w:r>
    </w:p>
    <w:p w14:paraId="7B04E031" w14:textId="77777777" w:rsidR="00987D49" w:rsidRDefault="00B27708" w:rsidP="00B27708">
      <w:r>
        <w:t xml:space="preserve">Il regardait tour à tour </w:t>
      </w:r>
      <w:proofErr w:type="spellStart"/>
      <w:r>
        <w:t>Grimaille</w:t>
      </w:r>
      <w:proofErr w:type="spellEnd"/>
      <w:r>
        <w:t xml:space="preserve"> et Fernand</w:t>
      </w:r>
      <w:r w:rsidR="00987D49">
        <w:t xml:space="preserve">, </w:t>
      </w:r>
      <w:r>
        <w:t>tous deux décontenancés</w:t>
      </w:r>
      <w:r w:rsidR="00987D49">
        <w:t xml:space="preserve">. </w:t>
      </w:r>
      <w:r>
        <w:t>Mais ce fut René qui répondit</w:t>
      </w:r>
      <w:r w:rsidR="00987D49">
        <w:t> :</w:t>
      </w:r>
    </w:p>
    <w:p w14:paraId="486C9C40" w14:textId="77777777" w:rsidR="00987D49" w:rsidRDefault="00987D49" w:rsidP="00B27708">
      <w:r>
        <w:rPr>
          <w:rFonts w:eastAsia="Georgia"/>
        </w:rPr>
        <w:t>— </w:t>
      </w:r>
      <w:r w:rsidR="00B27708">
        <w:t>Aussitôt après votre départ</w:t>
      </w:r>
      <w:r>
        <w:t xml:space="preserve">, </w:t>
      </w:r>
      <w:r w:rsidR="00B27708">
        <w:t>Fernand s</w:t>
      </w:r>
      <w:r>
        <w:t>’</w:t>
      </w:r>
      <w:r w:rsidR="00B27708">
        <w:t>est mis à boire</w:t>
      </w:r>
      <w:r>
        <w:t xml:space="preserve">, </w:t>
      </w:r>
      <w:r w:rsidR="00B27708">
        <w:t>en dépit de mes remontrances</w:t>
      </w:r>
      <w:r>
        <w:t xml:space="preserve">. </w:t>
      </w:r>
      <w:r w:rsidR="00B27708">
        <w:t xml:space="preserve">Je dois préciser que </w:t>
      </w:r>
      <w:proofErr w:type="spellStart"/>
      <w:r w:rsidR="00B27708">
        <w:t>Grimaille</w:t>
      </w:r>
      <w:proofErr w:type="spellEnd"/>
      <w:r w:rsidR="00B27708">
        <w:t xml:space="preserve"> l</w:t>
      </w:r>
      <w:r>
        <w:t>’</w:t>
      </w:r>
      <w:r w:rsidR="00B27708">
        <w:t>encourageait</w:t>
      </w:r>
      <w:r>
        <w:t xml:space="preserve">, </w:t>
      </w:r>
      <w:r w:rsidR="00B27708">
        <w:t>par son attitude</w:t>
      </w:r>
      <w:r>
        <w:t xml:space="preserve">, </w:t>
      </w:r>
      <w:r w:rsidR="00B27708">
        <w:t>à la désobéissance</w:t>
      </w:r>
      <w:r>
        <w:t xml:space="preserve">. </w:t>
      </w:r>
      <w:r w:rsidR="00B27708">
        <w:t>Fernand</w:t>
      </w:r>
      <w:r>
        <w:t xml:space="preserve">, </w:t>
      </w:r>
      <w:r w:rsidR="00B27708">
        <w:t>donc</w:t>
      </w:r>
      <w:r>
        <w:t xml:space="preserve">, </w:t>
      </w:r>
      <w:r w:rsidR="00B27708">
        <w:t>absorba</w:t>
      </w:r>
      <w:r>
        <w:t xml:space="preserve">, </w:t>
      </w:r>
      <w:r w:rsidR="00B27708">
        <w:t>par petits verres successifs</w:t>
      </w:r>
      <w:r>
        <w:t xml:space="preserve">, </w:t>
      </w:r>
      <w:r w:rsidR="00B27708">
        <w:t>ce qui restait dans la bouteille de fine</w:t>
      </w:r>
      <w:r>
        <w:t xml:space="preserve">, </w:t>
      </w:r>
      <w:r w:rsidR="00B27708">
        <w:t>à peine entamée par le toast de notre arrivée</w:t>
      </w:r>
      <w:r>
        <w:t>.</w:t>
      </w:r>
    </w:p>
    <w:p w14:paraId="34DD8AA5" w14:textId="77777777" w:rsidR="00987D49" w:rsidRDefault="00987D49" w:rsidP="00B27708">
      <w:r>
        <w:t>« </w:t>
      </w:r>
      <w:r w:rsidR="00B27708">
        <w:t>À la suite de ce bel exploit</w:t>
      </w:r>
      <w:r>
        <w:t xml:space="preserve">, </w:t>
      </w:r>
      <w:r w:rsidR="00B27708">
        <w:t>complètement ivre</w:t>
      </w:r>
      <w:r>
        <w:t xml:space="preserve">, </w:t>
      </w:r>
      <w:r w:rsidR="00B27708">
        <w:t xml:space="preserve">il a tenu des propos inadmissibles et dont </w:t>
      </w:r>
      <w:proofErr w:type="spellStart"/>
      <w:r w:rsidR="00B27708">
        <w:t>Grimaille</w:t>
      </w:r>
      <w:proofErr w:type="spellEnd"/>
      <w:r w:rsidR="00B27708">
        <w:t xml:space="preserve"> affectait de rire</w:t>
      </w:r>
      <w:r>
        <w:t xml:space="preserve">, </w:t>
      </w:r>
      <w:r w:rsidR="00B27708">
        <w:t>mais qui finirent par m</w:t>
      </w:r>
      <w:r>
        <w:t>’</w:t>
      </w:r>
      <w:r w:rsidR="00B27708">
        <w:t>échauffer les oreilles</w:t>
      </w:r>
      <w:r>
        <w:t xml:space="preserve">. </w:t>
      </w:r>
      <w:r w:rsidR="00B27708">
        <w:t>Provoqué par l</w:t>
      </w:r>
      <w:r>
        <w:t>’</w:t>
      </w:r>
      <w:r w:rsidR="00B27708">
        <w:t>ivrogne</w:t>
      </w:r>
      <w:r>
        <w:t xml:space="preserve">, </w:t>
      </w:r>
      <w:r w:rsidR="00B27708">
        <w:t>grossièrement injurié</w:t>
      </w:r>
      <w:r>
        <w:t xml:space="preserve">, </w:t>
      </w:r>
      <w:r w:rsidR="00B27708">
        <w:t>j</w:t>
      </w:r>
      <w:r>
        <w:t>’</w:t>
      </w:r>
      <w:r w:rsidR="00B27708">
        <w:t>ai voulu le mettre à la raison</w:t>
      </w:r>
      <w:r>
        <w:t>.</w:t>
      </w:r>
    </w:p>
    <w:p w14:paraId="1018069E" w14:textId="77777777" w:rsidR="00987D49" w:rsidRDefault="00987D49" w:rsidP="00B27708">
      <w:r>
        <w:t>« </w:t>
      </w:r>
      <w:r w:rsidR="00B27708">
        <w:t xml:space="preserve">Je dois dire que </w:t>
      </w:r>
      <w:proofErr w:type="spellStart"/>
      <w:r w:rsidR="00B27708">
        <w:t>Grimaille</w:t>
      </w:r>
      <w:proofErr w:type="spellEnd"/>
      <w:r>
        <w:t xml:space="preserve">, </w:t>
      </w:r>
      <w:r w:rsidR="00B27708">
        <w:t>à partir de ce moment</w:t>
      </w:r>
      <w:r>
        <w:t xml:space="preserve">, </w:t>
      </w:r>
      <w:r w:rsidR="00B27708">
        <w:t>m</w:t>
      </w:r>
      <w:r>
        <w:t>’</w:t>
      </w:r>
      <w:r w:rsidR="00B27708">
        <w:t>a aidé à le maîtriser</w:t>
      </w:r>
      <w:r>
        <w:t xml:space="preserve">. </w:t>
      </w:r>
      <w:r w:rsidR="00B27708">
        <w:t>Mais soudain</w:t>
      </w:r>
      <w:r>
        <w:t xml:space="preserve">, </w:t>
      </w:r>
      <w:r w:rsidR="00B27708">
        <w:t>l</w:t>
      </w:r>
      <w:r>
        <w:t>’</w:t>
      </w:r>
      <w:r w:rsidR="00B27708">
        <w:t>énergumène a pris dans son paquetage personnel</w:t>
      </w:r>
      <w:r>
        <w:t xml:space="preserve">, </w:t>
      </w:r>
      <w:r w:rsidR="00B27708">
        <w:t>cette arme</w:t>
      </w:r>
      <w:r>
        <w:t xml:space="preserve">, </w:t>
      </w:r>
      <w:r w:rsidR="00B27708">
        <w:t>que nous avons eu toutes les peines du monde à lui arracher sans dommage</w:t>
      </w:r>
      <w:r>
        <w:t xml:space="preserve">, </w:t>
      </w:r>
      <w:r w:rsidR="00B27708">
        <w:t>tandis qu</w:t>
      </w:r>
      <w:r>
        <w:t>’</w:t>
      </w:r>
      <w:r w:rsidR="00B27708">
        <w:t>il la brandissait et se répandait en menaces</w:t>
      </w:r>
      <w:r>
        <w:t>.</w:t>
      </w:r>
    </w:p>
    <w:p w14:paraId="3AB2EDB9" w14:textId="77777777" w:rsidR="00987D49" w:rsidRDefault="00987D49" w:rsidP="00B27708">
      <w:r>
        <w:t>« </w:t>
      </w:r>
      <w:r w:rsidR="00B27708">
        <w:t>Il ne s</w:t>
      </w:r>
      <w:r>
        <w:t>’</w:t>
      </w:r>
      <w:r w:rsidR="00B27708">
        <w:t>est calmé que lorsque j</w:t>
      </w:r>
      <w:r>
        <w:t>’</w:t>
      </w:r>
      <w:r w:rsidR="00B27708">
        <w:t>ai tenu l</w:t>
      </w:r>
      <w:r>
        <w:t>’</w:t>
      </w:r>
      <w:r w:rsidR="00B27708">
        <w:t>arme à mon tour et que je l</w:t>
      </w:r>
      <w:r>
        <w:t>’</w:t>
      </w:r>
      <w:r w:rsidR="00B27708">
        <w:t>ai braquée sur lui</w:t>
      </w:r>
      <w:r>
        <w:t xml:space="preserve">, </w:t>
      </w:r>
      <w:r w:rsidR="00B27708">
        <w:t xml:space="preserve">cependant que </w:t>
      </w:r>
      <w:proofErr w:type="spellStart"/>
      <w:r w:rsidR="00B27708">
        <w:t>Grimaille</w:t>
      </w:r>
      <w:proofErr w:type="spellEnd"/>
      <w:r>
        <w:t xml:space="preserve">, </w:t>
      </w:r>
      <w:r w:rsidR="00B27708">
        <w:t>sur mes indications</w:t>
      </w:r>
      <w:r>
        <w:t xml:space="preserve">, </w:t>
      </w:r>
      <w:r w:rsidR="00B27708">
        <w:t>l</w:t>
      </w:r>
      <w:r>
        <w:t>’</w:t>
      </w:r>
      <w:r w:rsidR="00B27708">
        <w:t>attachait sur son fauteuil</w:t>
      </w:r>
      <w:r>
        <w:t xml:space="preserve">, </w:t>
      </w:r>
      <w:r w:rsidR="00B27708">
        <w:t>où j</w:t>
      </w:r>
      <w:r>
        <w:t>’</w:t>
      </w:r>
      <w:r w:rsidR="00B27708">
        <w:t>estime qu</w:t>
      </w:r>
      <w:r>
        <w:t>’</w:t>
      </w:r>
      <w:r w:rsidR="00B27708">
        <w:t>il serait prudent de le laisser cuver son ivresse</w:t>
      </w:r>
      <w:r>
        <w:t>…</w:t>
      </w:r>
    </w:p>
    <w:p w14:paraId="0115F9E8" w14:textId="77777777" w:rsidR="00987D49" w:rsidRDefault="00987D49" w:rsidP="00B27708">
      <w:r>
        <w:t>« </w:t>
      </w:r>
      <w:r w:rsidR="00B27708">
        <w:t xml:space="preserve">Quant à </w:t>
      </w:r>
      <w:proofErr w:type="spellStart"/>
      <w:r w:rsidR="00B27708">
        <w:t>Grimaille</w:t>
      </w:r>
      <w:proofErr w:type="spellEnd"/>
      <w:r>
        <w:t xml:space="preserve">, </w:t>
      </w:r>
      <w:r w:rsidR="00B27708">
        <w:t>lorsque son secrétaire a été mis hors d</w:t>
      </w:r>
      <w:r>
        <w:t>’</w:t>
      </w:r>
      <w:r w:rsidR="00B27708">
        <w:t>état de nuire</w:t>
      </w:r>
      <w:r>
        <w:t xml:space="preserve">, </w:t>
      </w:r>
      <w:r w:rsidR="00B27708">
        <w:t>il m</w:t>
      </w:r>
      <w:r>
        <w:t>’</w:t>
      </w:r>
      <w:r w:rsidR="00B27708">
        <w:t>a demandé</w:t>
      </w:r>
      <w:r>
        <w:t xml:space="preserve">, </w:t>
      </w:r>
      <w:r w:rsidR="00B27708">
        <w:t>sur un ton qui m</w:t>
      </w:r>
      <w:r>
        <w:t>’</w:t>
      </w:r>
      <w:r w:rsidR="00B27708">
        <w:t>a déplu</w:t>
      </w:r>
      <w:r>
        <w:t xml:space="preserve">, </w:t>
      </w:r>
      <w:r w:rsidR="00B27708">
        <w:t>de lui remettre le pistolet</w:t>
      </w:r>
      <w:r>
        <w:t xml:space="preserve">, </w:t>
      </w:r>
      <w:r w:rsidR="00B27708">
        <w:t>qui</w:t>
      </w:r>
      <w:r>
        <w:t xml:space="preserve">, </w:t>
      </w:r>
      <w:r w:rsidR="00B27708">
        <w:t>dit-il</w:t>
      </w:r>
      <w:r>
        <w:t xml:space="preserve">, </w:t>
      </w:r>
      <w:r w:rsidR="00B27708">
        <w:t>lui appartient</w:t>
      </w:r>
      <w:r>
        <w:t xml:space="preserve">. </w:t>
      </w:r>
      <w:r w:rsidR="00B27708">
        <w:t>Comme j</w:t>
      </w:r>
      <w:r>
        <w:t>’</w:t>
      </w:r>
      <w:r w:rsidR="00B27708">
        <w:t>ai répondu que je ne le remettrais qu</w:t>
      </w:r>
      <w:r>
        <w:t>’</w:t>
      </w:r>
      <w:r w:rsidR="00B27708">
        <w:t>au chef de l</w:t>
      </w:r>
      <w:r>
        <w:t>’</w:t>
      </w:r>
      <w:r w:rsidR="00B27708">
        <w:t>expédition</w:t>
      </w:r>
      <w:r>
        <w:t xml:space="preserve">, </w:t>
      </w:r>
      <w:r w:rsidR="00B27708">
        <w:t>il s</w:t>
      </w:r>
      <w:r>
        <w:t>’</w:t>
      </w:r>
      <w:r w:rsidR="00B27708">
        <w:t>est fâché</w:t>
      </w:r>
      <w:r>
        <w:t xml:space="preserve">, </w:t>
      </w:r>
      <w:r w:rsidR="00B27708">
        <w:t>et</w:t>
      </w:r>
      <w:r>
        <w:t xml:space="preserve">, </w:t>
      </w:r>
      <w:r w:rsidR="00B27708">
        <w:t>depuis</w:t>
      </w:r>
      <w:r>
        <w:t xml:space="preserve">, </w:t>
      </w:r>
      <w:r w:rsidR="00B27708">
        <w:t>nous n</w:t>
      </w:r>
      <w:r>
        <w:t>’</w:t>
      </w:r>
      <w:r w:rsidR="00B27708">
        <w:t>avons pas échangé une parole</w:t>
      </w:r>
      <w:r>
        <w:t>…</w:t>
      </w:r>
    </w:p>
    <w:p w14:paraId="607B27E8" w14:textId="77777777" w:rsidR="00987D49" w:rsidRDefault="00B27708" w:rsidP="00B27708">
      <w:proofErr w:type="spellStart"/>
      <w:r>
        <w:t>Grimaille</w:t>
      </w:r>
      <w:proofErr w:type="spellEnd"/>
      <w:r>
        <w:t xml:space="preserve"> se leva</w:t>
      </w:r>
      <w:r w:rsidR="00987D49">
        <w:t xml:space="preserve">. </w:t>
      </w:r>
      <w:r>
        <w:t>Il répliqua</w:t>
      </w:r>
      <w:r w:rsidR="00987D49">
        <w:t> :</w:t>
      </w:r>
    </w:p>
    <w:p w14:paraId="56846B6F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Mon secrétaire a eu tort</w:t>
      </w:r>
      <w:r>
        <w:t xml:space="preserve">, </w:t>
      </w:r>
      <w:r w:rsidR="00B27708">
        <w:t>bien sûr</w:t>
      </w:r>
      <w:r>
        <w:t xml:space="preserve">, </w:t>
      </w:r>
      <w:r w:rsidR="00B27708">
        <w:t>de s</w:t>
      </w:r>
      <w:r>
        <w:t>’</w:t>
      </w:r>
      <w:r w:rsidR="00B27708">
        <w:t>enivrer de façon aussi répugnante et je me charge de le réprimander de telle sorte</w:t>
      </w:r>
      <w:r>
        <w:t xml:space="preserve">, </w:t>
      </w:r>
      <w:r w:rsidR="00B27708">
        <w:t>quand il sera en état de comprendre</w:t>
      </w:r>
      <w:r>
        <w:t xml:space="preserve">, </w:t>
      </w:r>
      <w:r w:rsidR="00B27708">
        <w:t>qu</w:t>
      </w:r>
      <w:r>
        <w:t>’</w:t>
      </w:r>
      <w:r w:rsidR="00B27708">
        <w:t>il n</w:t>
      </w:r>
      <w:r>
        <w:t>’</w:t>
      </w:r>
      <w:r w:rsidR="00B27708">
        <w:t>aura plus envie de recommencer</w:t>
      </w:r>
      <w:r>
        <w:t xml:space="preserve">. </w:t>
      </w:r>
      <w:r w:rsidR="00B27708">
        <w:t>En cas de récidive</w:t>
      </w:r>
      <w:r>
        <w:t xml:space="preserve">, </w:t>
      </w:r>
      <w:r w:rsidR="00B27708">
        <w:t>il sera congédié</w:t>
      </w:r>
      <w:r>
        <w:t xml:space="preserve">. </w:t>
      </w:r>
      <w:r w:rsidR="00B27708">
        <w:t>Mais quant à la mitraillette</w:t>
      </w:r>
      <w:r>
        <w:t xml:space="preserve">, </w:t>
      </w:r>
      <w:r w:rsidR="00B27708">
        <w:t>elle m</w:t>
      </w:r>
      <w:r>
        <w:t>’</w:t>
      </w:r>
      <w:r w:rsidR="00B27708">
        <w:t>appartient et j</w:t>
      </w:r>
      <w:r>
        <w:t>’</w:t>
      </w:r>
      <w:r w:rsidR="00B27708">
        <w:t>exige qu</w:t>
      </w:r>
      <w:r>
        <w:t>’</w:t>
      </w:r>
      <w:r w:rsidR="00B27708">
        <w:t>elle me soit rendue</w:t>
      </w:r>
      <w:r>
        <w:t>…</w:t>
      </w:r>
    </w:p>
    <w:p w14:paraId="5F38BD1D" w14:textId="77777777" w:rsidR="00987D49" w:rsidRDefault="00987D49" w:rsidP="00B27708">
      <w:r>
        <w:rPr>
          <w:rFonts w:eastAsia="Georgia"/>
        </w:rPr>
        <w:t>— </w:t>
      </w:r>
      <w:r w:rsidR="00B27708">
        <w:t>Vous exigez</w:t>
      </w:r>
      <w:r>
        <w:t xml:space="preserve"> ? </w:t>
      </w:r>
      <w:r w:rsidR="00B27708">
        <w:t>fit Pierre</w:t>
      </w:r>
      <w:r>
        <w:t xml:space="preserve">, </w:t>
      </w:r>
      <w:r w:rsidR="00B27708">
        <w:t>d</w:t>
      </w:r>
      <w:r>
        <w:t>’</w:t>
      </w:r>
      <w:r w:rsidR="00B27708">
        <w:t>un ton à la fois ironique et courroucé</w:t>
      </w:r>
      <w:r>
        <w:t xml:space="preserve">. </w:t>
      </w:r>
      <w:r w:rsidR="00B27708">
        <w:t>Vous exigez</w:t>
      </w:r>
      <w:r>
        <w:t xml:space="preserve"> ? </w:t>
      </w:r>
      <w:r w:rsidR="00B27708">
        <w:t>Voici</w:t>
      </w:r>
      <w:r>
        <w:t xml:space="preserve">, </w:t>
      </w:r>
      <w:r w:rsidR="00B27708">
        <w:t xml:space="preserve">Monsieur </w:t>
      </w:r>
      <w:proofErr w:type="spellStart"/>
      <w:r w:rsidR="00B27708">
        <w:t>Grimaille</w:t>
      </w:r>
      <w:proofErr w:type="spellEnd"/>
      <w:r>
        <w:t xml:space="preserve">, </w:t>
      </w:r>
      <w:r w:rsidR="00B27708">
        <w:t>une expression que vous ferez bien de rayer de votre vocabulaire tant que nous serons à bord de cet astronef dont j</w:t>
      </w:r>
      <w:r>
        <w:t>’</w:t>
      </w:r>
      <w:r w:rsidR="00B27708">
        <w:t>ai seul le commandement</w:t>
      </w:r>
      <w:r>
        <w:t>…</w:t>
      </w:r>
    </w:p>
    <w:p w14:paraId="28713CD3" w14:textId="77777777" w:rsidR="00987D49" w:rsidRDefault="00987D49" w:rsidP="00B27708">
      <w:r>
        <w:rPr>
          <w:rFonts w:eastAsia="Georgia"/>
        </w:rPr>
        <w:t>— </w:t>
      </w:r>
      <w:r w:rsidR="00B27708">
        <w:t>Mais que j</w:t>
      </w:r>
      <w:r>
        <w:t>’</w:t>
      </w:r>
      <w:r w:rsidR="00B27708">
        <w:t>ai payé de mes deniers</w:t>
      </w:r>
      <w:r>
        <w:t xml:space="preserve">, </w:t>
      </w:r>
      <w:r w:rsidR="00B27708">
        <w:t>coupa vivement l</w:t>
      </w:r>
      <w:r>
        <w:t>’</w:t>
      </w:r>
      <w:r w:rsidR="00B27708">
        <w:t>armateur</w:t>
      </w:r>
      <w:r>
        <w:t>.</w:t>
      </w:r>
    </w:p>
    <w:p w14:paraId="2EDBCF05" w14:textId="77777777" w:rsidR="00987D49" w:rsidRDefault="00987D49" w:rsidP="00B27708">
      <w:r>
        <w:rPr>
          <w:rFonts w:eastAsia="Georgia"/>
        </w:rPr>
        <w:t>— </w:t>
      </w:r>
      <w:r w:rsidR="00B27708">
        <w:t>Vos deniers</w:t>
      </w:r>
      <w:r>
        <w:t xml:space="preserve"> ! </w:t>
      </w:r>
      <w:r w:rsidR="00B27708">
        <w:t>N</w:t>
      </w:r>
      <w:r>
        <w:t>’</w:t>
      </w:r>
      <w:r w:rsidR="00B27708">
        <w:t>ai-je pas</w:t>
      </w:r>
      <w:r>
        <w:t xml:space="preserve">, </w:t>
      </w:r>
      <w:r w:rsidR="00B27708">
        <w:t>moi-même</w:t>
      </w:r>
      <w:r>
        <w:t xml:space="preserve">, </w:t>
      </w:r>
      <w:r w:rsidR="00B27708">
        <w:t>consacré ma fortune aux recherches dont l</w:t>
      </w:r>
      <w:r>
        <w:t>’</w:t>
      </w:r>
      <w:r w:rsidR="00B27708">
        <w:t>aboutissement est réalisé dans cet appareil entièrement imaginé par moi</w:t>
      </w:r>
      <w:r>
        <w:t xml:space="preserve"> ? </w:t>
      </w:r>
      <w:r w:rsidR="00B27708">
        <w:t>Mais ce n</w:t>
      </w:r>
      <w:r>
        <w:t>’</w:t>
      </w:r>
      <w:r w:rsidR="00B27708">
        <w:t>est pas l</w:t>
      </w:r>
      <w:r>
        <w:t>’</w:t>
      </w:r>
      <w:r w:rsidR="00B27708">
        <w:t>heure de discuter de la part de chacun dans cette réalisation</w:t>
      </w:r>
      <w:r>
        <w:t xml:space="preserve">. </w:t>
      </w:r>
      <w:r w:rsidR="00B27708">
        <w:t>Il y a un fait brutal</w:t>
      </w:r>
      <w:r>
        <w:t xml:space="preserve">, </w:t>
      </w:r>
      <w:r w:rsidR="00B27708">
        <w:t>c</w:t>
      </w:r>
      <w:r>
        <w:t>’</w:t>
      </w:r>
      <w:r w:rsidR="00B27708">
        <w:t>est qu</w:t>
      </w:r>
      <w:r>
        <w:t>’</w:t>
      </w:r>
      <w:r w:rsidR="00B27708">
        <w:t>une expédition telle que la nôtre ne peut se soutenir qu</w:t>
      </w:r>
      <w:r>
        <w:t>’</w:t>
      </w:r>
      <w:r w:rsidR="00B27708">
        <w:t>avec le secours d</w:t>
      </w:r>
      <w:r>
        <w:t>’</w:t>
      </w:r>
      <w:r w:rsidR="00B27708">
        <w:t>une stricte discipline</w:t>
      </w:r>
      <w:r>
        <w:t xml:space="preserve">. </w:t>
      </w:r>
      <w:r w:rsidR="00B27708">
        <w:t>Il faut un chef dont l</w:t>
      </w:r>
      <w:r>
        <w:t>’</w:t>
      </w:r>
      <w:r w:rsidR="00B27708">
        <w:t>autorité soit indiscutée</w:t>
      </w:r>
      <w:r>
        <w:t xml:space="preserve">. </w:t>
      </w:r>
      <w:r w:rsidR="00B27708">
        <w:t>Ce titre m</w:t>
      </w:r>
      <w:r>
        <w:t>’</w:t>
      </w:r>
      <w:r w:rsidR="00B27708">
        <w:t>a été conféré</w:t>
      </w:r>
      <w:r>
        <w:t xml:space="preserve">. </w:t>
      </w:r>
      <w:r w:rsidR="00B27708">
        <w:t xml:space="preserve">Vous-même avez accepté cette subordination durant le voyage du </w:t>
      </w:r>
      <w:r>
        <w:t>« </w:t>
      </w:r>
      <w:r w:rsidR="00B27708">
        <w:t>Bolide</w:t>
      </w:r>
      <w:r>
        <w:t xml:space="preserve"> ». </w:t>
      </w:r>
      <w:r w:rsidR="00B27708">
        <w:t>Tant que ce voyage n</w:t>
      </w:r>
      <w:r>
        <w:t>’</w:t>
      </w:r>
      <w:r w:rsidR="00B27708">
        <w:t>est pas terminé</w:t>
      </w:r>
      <w:r>
        <w:t xml:space="preserve">, </w:t>
      </w:r>
      <w:r w:rsidR="00B27708">
        <w:t xml:space="preserve">vous ne </w:t>
      </w:r>
      <w:proofErr w:type="spellStart"/>
      <w:r w:rsidR="00B27708">
        <w:t>pouvez vous</w:t>
      </w:r>
      <w:proofErr w:type="spellEnd"/>
      <w:r w:rsidR="00B27708">
        <w:t xml:space="preserve"> dégager des obligations qu</w:t>
      </w:r>
      <w:r>
        <w:t>’</w:t>
      </w:r>
      <w:r w:rsidR="00B27708">
        <w:t>elle comporte</w:t>
      </w:r>
      <w:r>
        <w:t>.</w:t>
      </w:r>
    </w:p>
    <w:p w14:paraId="76662403" w14:textId="77777777" w:rsidR="00987D49" w:rsidRDefault="00987D49" w:rsidP="00B27708">
      <w:r>
        <w:t>» </w:t>
      </w:r>
      <w:r w:rsidR="00B27708">
        <w:t>En particulier</w:t>
      </w:r>
      <w:r>
        <w:t xml:space="preserve">, </w:t>
      </w:r>
      <w:r w:rsidR="00B27708">
        <w:t>j</w:t>
      </w:r>
      <w:r>
        <w:t>’</w:t>
      </w:r>
      <w:r w:rsidR="00B27708">
        <w:t>avais interdit que l</w:t>
      </w:r>
      <w:r>
        <w:t>’</w:t>
      </w:r>
      <w:r w:rsidR="00B27708">
        <w:t>on emportât des armes</w:t>
      </w:r>
      <w:r>
        <w:t xml:space="preserve">. </w:t>
      </w:r>
      <w:r w:rsidR="00B27708">
        <w:t>Vous n</w:t>
      </w:r>
      <w:r>
        <w:t>’</w:t>
      </w:r>
      <w:r w:rsidR="00B27708">
        <w:t>avez pas observé cet ordre</w:t>
      </w:r>
      <w:r>
        <w:t xml:space="preserve">. </w:t>
      </w:r>
      <w:r w:rsidR="00B27708">
        <w:t>Je confisque donc le pistolet illicite</w:t>
      </w:r>
      <w:r>
        <w:t xml:space="preserve">, </w:t>
      </w:r>
      <w:r w:rsidR="00B27708">
        <w:t>et je vous inflige un avertissement</w:t>
      </w:r>
      <w:r>
        <w:t xml:space="preserve">, </w:t>
      </w:r>
      <w:r w:rsidR="00B27708">
        <w:t>qui se transformerait</w:t>
      </w:r>
      <w:r>
        <w:t xml:space="preserve">, </w:t>
      </w:r>
      <w:r w:rsidR="00B27708">
        <w:t>en cas de nouvelle velléité d</w:t>
      </w:r>
      <w:r>
        <w:t>’</w:t>
      </w:r>
      <w:r w:rsidR="00B27708">
        <w:t>insoumission en une punition plus grave</w:t>
      </w:r>
      <w:r>
        <w:t xml:space="preserve">. </w:t>
      </w:r>
      <w:r w:rsidR="00B27708">
        <w:t>Quant à Fernand</w:t>
      </w:r>
      <w:r>
        <w:t xml:space="preserve">, </w:t>
      </w:r>
      <w:r w:rsidR="00B27708">
        <w:t>il restera aux fers jusqu</w:t>
      </w:r>
      <w:r>
        <w:t>’</w:t>
      </w:r>
      <w:r w:rsidR="00B27708">
        <w:t>à notre retour</w:t>
      </w:r>
      <w:r>
        <w:t xml:space="preserve">. </w:t>
      </w:r>
      <w:r w:rsidR="00B27708">
        <w:t>Il m</w:t>
      </w:r>
      <w:r>
        <w:t>’</w:t>
      </w:r>
      <w:r w:rsidR="00B27708">
        <w:t>est très pénible de prononcer cette sanction</w:t>
      </w:r>
      <w:r>
        <w:t xml:space="preserve">. </w:t>
      </w:r>
      <w:r w:rsidR="00B27708">
        <w:t>Mais un alcoolique est</w:t>
      </w:r>
      <w:r>
        <w:t xml:space="preserve">, </w:t>
      </w:r>
      <w:r w:rsidR="00B27708">
        <w:t>dans notre équipage</w:t>
      </w:r>
      <w:r>
        <w:t xml:space="preserve">, </w:t>
      </w:r>
      <w:r w:rsidR="00B27708">
        <w:t>un élément très dangereux</w:t>
      </w:r>
      <w:r>
        <w:t xml:space="preserve">, </w:t>
      </w:r>
      <w:r w:rsidR="00B27708">
        <w:t>et que l</w:t>
      </w:r>
      <w:r>
        <w:t>’</w:t>
      </w:r>
      <w:r w:rsidR="00B27708">
        <w:t>on ne saurait laisser libre de mal faire</w:t>
      </w:r>
      <w:r>
        <w:t>…</w:t>
      </w:r>
    </w:p>
    <w:p w14:paraId="273AEC5C" w14:textId="77777777" w:rsidR="00987D49" w:rsidRDefault="00B27708" w:rsidP="00B27708">
      <w:r>
        <w:lastRenderedPageBreak/>
        <w:t>Cette fois</w:t>
      </w:r>
      <w:r w:rsidR="00987D49">
        <w:t xml:space="preserve">, </w:t>
      </w:r>
      <w:proofErr w:type="spellStart"/>
      <w:r>
        <w:t>Grimaille</w:t>
      </w:r>
      <w:proofErr w:type="spellEnd"/>
      <w:r>
        <w:t xml:space="preserve"> parut mâté</w:t>
      </w:r>
      <w:r w:rsidR="00987D49">
        <w:t xml:space="preserve">. </w:t>
      </w:r>
      <w:r>
        <w:t>Pâle de rage impuissante</w:t>
      </w:r>
      <w:r w:rsidR="00987D49">
        <w:t xml:space="preserve">, </w:t>
      </w:r>
      <w:r>
        <w:t>il ne risqua aucune protestation nouvelle</w:t>
      </w:r>
      <w:r w:rsidR="00987D49">
        <w:t xml:space="preserve">. </w:t>
      </w:r>
      <w:r>
        <w:t>Il concevait très bien les désagréments de la position dans laquelle Fernand était condamné à demeurer jusqu</w:t>
      </w:r>
      <w:r w:rsidR="00987D49">
        <w:t>’</w:t>
      </w:r>
      <w:r>
        <w:t>au retour de l</w:t>
      </w:r>
      <w:r w:rsidR="00987D49">
        <w:t>’</w:t>
      </w:r>
      <w:r>
        <w:t>astronef sur la Terre</w:t>
      </w:r>
      <w:r w:rsidR="00987D49">
        <w:t xml:space="preserve">, </w:t>
      </w:r>
      <w:r>
        <w:t>et la perspective de subir un sort analogue l</w:t>
      </w:r>
      <w:r w:rsidR="00987D49">
        <w:t>’</w:t>
      </w:r>
      <w:r>
        <w:t>incitait à une prudente réserve</w:t>
      </w:r>
      <w:r w:rsidR="00987D49">
        <w:t>.</w:t>
      </w:r>
    </w:p>
    <w:p w14:paraId="4625652A" w14:textId="77777777" w:rsidR="00987D49" w:rsidRDefault="00B27708" w:rsidP="00B27708">
      <w:r>
        <w:t>Toutefois</w:t>
      </w:r>
      <w:r w:rsidR="00987D49">
        <w:t xml:space="preserve">, </w:t>
      </w:r>
      <w:r>
        <w:t>je lus dans son regard injecté de sang</w:t>
      </w:r>
      <w:r w:rsidR="00987D49">
        <w:t xml:space="preserve">, </w:t>
      </w:r>
      <w:r>
        <w:t>une haine accrue contre Pierre</w:t>
      </w:r>
      <w:r w:rsidR="00987D49">
        <w:t>.</w:t>
      </w:r>
    </w:p>
    <w:p w14:paraId="50960418" w14:textId="77777777" w:rsidR="00987D49" w:rsidRDefault="00B27708" w:rsidP="00B27708">
      <w:r>
        <w:t>Durant cette scène douloureuse</w:t>
      </w:r>
      <w:r w:rsidR="00987D49">
        <w:t xml:space="preserve">, </w:t>
      </w:r>
      <w:r>
        <w:t>ni René</w:t>
      </w:r>
      <w:r w:rsidR="00987D49">
        <w:t xml:space="preserve">, </w:t>
      </w:r>
      <w:r>
        <w:t>ni Hélène</w:t>
      </w:r>
      <w:r w:rsidR="00987D49">
        <w:t xml:space="preserve">, </w:t>
      </w:r>
      <w:r>
        <w:t>ni moi-même n</w:t>
      </w:r>
      <w:r w:rsidR="00987D49">
        <w:t>’</w:t>
      </w:r>
      <w:r>
        <w:t>eûmes même l</w:t>
      </w:r>
      <w:r w:rsidR="00987D49">
        <w:t>’</w:t>
      </w:r>
      <w:r>
        <w:t>idée d</w:t>
      </w:r>
      <w:r w:rsidR="00987D49">
        <w:t>’</w:t>
      </w:r>
      <w:r>
        <w:t>intervenir</w:t>
      </w:r>
      <w:r w:rsidR="00987D49">
        <w:t xml:space="preserve">. </w:t>
      </w:r>
      <w:r>
        <w:t>L</w:t>
      </w:r>
      <w:r w:rsidR="00987D49">
        <w:t>’</w:t>
      </w:r>
      <w:r>
        <w:t>autorité que revendiquait Pierre</w:t>
      </w:r>
      <w:r w:rsidR="00987D49">
        <w:t xml:space="preserve">, </w:t>
      </w:r>
      <w:r>
        <w:t>il l</w:t>
      </w:r>
      <w:r w:rsidR="00987D49">
        <w:t>’</w:t>
      </w:r>
      <w:r>
        <w:t>imposait sans effort</w:t>
      </w:r>
      <w:r w:rsidR="00987D49">
        <w:t xml:space="preserve">. </w:t>
      </w:r>
      <w:r>
        <w:t>Elle émanait de son air</w:t>
      </w:r>
      <w:r w:rsidR="00987D49">
        <w:t xml:space="preserve">, </w:t>
      </w:r>
      <w:r>
        <w:t>de son regard clair et dur</w:t>
      </w:r>
      <w:r w:rsidR="00987D49">
        <w:t xml:space="preserve">, </w:t>
      </w:r>
      <w:r>
        <w:t>de sa voix métallique</w:t>
      </w:r>
      <w:r w:rsidR="00987D49">
        <w:t xml:space="preserve">, </w:t>
      </w:r>
      <w:r>
        <w:t>de toute sa personne</w:t>
      </w:r>
      <w:r w:rsidR="00987D49">
        <w:t xml:space="preserve">. </w:t>
      </w:r>
      <w:r>
        <w:t>Qu</w:t>
      </w:r>
      <w:r w:rsidR="00987D49">
        <w:t>’</w:t>
      </w:r>
      <w:r>
        <w:t>il ressemblait peu</w:t>
      </w:r>
      <w:r w:rsidR="00987D49">
        <w:t xml:space="preserve">, </w:t>
      </w:r>
      <w:r>
        <w:t>en cet instant</w:t>
      </w:r>
      <w:r w:rsidR="00987D49">
        <w:t xml:space="preserve">, </w:t>
      </w:r>
      <w:r>
        <w:t>à l</w:t>
      </w:r>
      <w:r w:rsidR="00987D49">
        <w:t>’</w:t>
      </w:r>
      <w:r>
        <w:t>homme aimant</w:t>
      </w:r>
      <w:r w:rsidR="00987D49">
        <w:t xml:space="preserve">, </w:t>
      </w:r>
      <w:r>
        <w:t>attentif</w:t>
      </w:r>
      <w:r w:rsidR="00987D49">
        <w:t xml:space="preserve">, </w:t>
      </w:r>
      <w:r>
        <w:t>plein de tendres prévenances</w:t>
      </w:r>
      <w:r w:rsidR="00987D49">
        <w:t xml:space="preserve">, </w:t>
      </w:r>
      <w:r>
        <w:t>dont j</w:t>
      </w:r>
      <w:r w:rsidR="00987D49">
        <w:t>’</w:t>
      </w:r>
      <w:r>
        <w:t>avais remarqué les gestes doux et mesurés</w:t>
      </w:r>
      <w:r w:rsidR="00987D49">
        <w:t xml:space="preserve">, </w:t>
      </w:r>
      <w:r>
        <w:t>quand il aidait Hélène à revêtir son équipement d</w:t>
      </w:r>
      <w:r w:rsidR="00987D49">
        <w:t>’</w:t>
      </w:r>
      <w:r>
        <w:t>exploratrice</w:t>
      </w:r>
      <w:r w:rsidR="00987D49">
        <w:t> !</w:t>
      </w:r>
    </w:p>
    <w:p w14:paraId="621E40A1" w14:textId="77777777" w:rsidR="00987D49" w:rsidRDefault="00B27708" w:rsidP="00B27708">
      <w:r>
        <w:t>Sur l</w:t>
      </w:r>
      <w:r w:rsidR="00987D49">
        <w:t>’</w:t>
      </w:r>
      <w:r>
        <w:t>indication du chef</w:t>
      </w:r>
      <w:r w:rsidR="00987D49">
        <w:t xml:space="preserve">, </w:t>
      </w:r>
      <w:r>
        <w:t>je me mis en devoir</w:t>
      </w:r>
      <w:r w:rsidR="00987D49">
        <w:t xml:space="preserve">, </w:t>
      </w:r>
      <w:r>
        <w:t>aidé par René</w:t>
      </w:r>
      <w:r w:rsidR="00987D49">
        <w:t xml:space="preserve">, </w:t>
      </w:r>
      <w:r>
        <w:t>de remplacer les cordes qui ligotaient Fernand par des crampons en fer</w:t>
      </w:r>
      <w:r w:rsidR="00987D49">
        <w:t xml:space="preserve">, </w:t>
      </w:r>
      <w:r>
        <w:t>qui permettraient de fixer l</w:t>
      </w:r>
      <w:r w:rsidR="00987D49">
        <w:t>’</w:t>
      </w:r>
      <w:r>
        <w:t>homme à son fauteuil</w:t>
      </w:r>
      <w:r w:rsidR="00987D49">
        <w:t xml:space="preserve">, </w:t>
      </w:r>
      <w:r>
        <w:t>et qui étaient prévus pour des cas bien différents</w:t>
      </w:r>
      <w:r w:rsidR="00987D49">
        <w:t xml:space="preserve">. </w:t>
      </w:r>
      <w:r>
        <w:t>Les mains du mutin demeurant liées</w:t>
      </w:r>
      <w:r w:rsidR="00987D49">
        <w:t xml:space="preserve">, </w:t>
      </w:r>
      <w:r>
        <w:t>il aurait fallu l</w:t>
      </w:r>
      <w:r w:rsidR="00987D49">
        <w:t>’</w:t>
      </w:r>
      <w:r>
        <w:t>intervention d</w:t>
      </w:r>
      <w:r w:rsidR="00987D49">
        <w:t>’</w:t>
      </w:r>
      <w:r>
        <w:t>une autre personne pour le délivrer des crampons</w:t>
      </w:r>
      <w:r w:rsidR="00987D49">
        <w:t>.</w:t>
      </w:r>
    </w:p>
    <w:p w14:paraId="181F6697" w14:textId="77777777" w:rsidR="00987D49" w:rsidRDefault="00987D49" w:rsidP="00B27708">
      <w:r>
        <w:rPr>
          <w:rFonts w:eastAsia="Georgia"/>
        </w:rPr>
        <w:t>— </w:t>
      </w:r>
      <w:r w:rsidR="00B27708">
        <w:t>On ne lui déliera les mains qu</w:t>
      </w:r>
      <w:r>
        <w:t>’</w:t>
      </w:r>
      <w:r w:rsidR="00B27708">
        <w:t>aux heures des repas</w:t>
      </w:r>
      <w:r>
        <w:t xml:space="preserve">, </w:t>
      </w:r>
      <w:r w:rsidR="00B27708">
        <w:t>qu</w:t>
      </w:r>
      <w:r>
        <w:t>’</w:t>
      </w:r>
      <w:r w:rsidR="00B27708">
        <w:t>il prendra sous surveillance</w:t>
      </w:r>
      <w:r>
        <w:t xml:space="preserve">, </w:t>
      </w:r>
      <w:r w:rsidR="00B27708">
        <w:t>décréta encore le chef</w:t>
      </w:r>
      <w:r>
        <w:t>.</w:t>
      </w:r>
    </w:p>
    <w:p w14:paraId="6F170024" w14:textId="77777777" w:rsidR="00987D49" w:rsidRDefault="00B27708" w:rsidP="00B27708">
      <w:r>
        <w:t>Ce point réglé</w:t>
      </w:r>
      <w:r w:rsidR="00987D49">
        <w:t xml:space="preserve">, </w:t>
      </w:r>
      <w:r>
        <w:t>et la punition acceptée avec servilité par Fernand</w:t>
      </w:r>
      <w:r w:rsidR="00987D49">
        <w:t xml:space="preserve">, </w:t>
      </w:r>
      <w:r>
        <w:t>qui commençait à rentrer dans son état normal</w:t>
      </w:r>
      <w:r w:rsidR="00987D49">
        <w:t xml:space="preserve">, </w:t>
      </w:r>
      <w:r>
        <w:t>nous eûmes enfin la faculté de nous entretenir de l</w:t>
      </w:r>
      <w:r w:rsidR="00987D49">
        <w:t>’</w:t>
      </w:r>
      <w:r>
        <w:t>étonnante découverte que nous venions de faire</w:t>
      </w:r>
      <w:r w:rsidR="00987D49">
        <w:t xml:space="preserve">, </w:t>
      </w:r>
      <w:r>
        <w:t>au cours de notre dernière exploration</w:t>
      </w:r>
      <w:r w:rsidR="00987D49">
        <w:t>.</w:t>
      </w:r>
    </w:p>
    <w:p w14:paraId="4AE4705F" w14:textId="07AF6735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43" w:name="__RefHeading__91172_553960937"/>
      <w:bookmarkStart w:id="44" w:name="bookmark20"/>
      <w:bookmarkStart w:id="45" w:name="_Toc194838873"/>
      <w:bookmarkEnd w:id="43"/>
      <w:r>
        <w:lastRenderedPageBreak/>
        <w:t>X</w:t>
      </w:r>
      <w:bookmarkEnd w:id="44"/>
      <w:r>
        <w:t>V</w:t>
      </w:r>
      <w:r>
        <w:br/>
      </w:r>
      <w:r>
        <w:br/>
        <w:t>Un monde à deux dimensions</w:t>
      </w:r>
      <w:bookmarkEnd w:id="45"/>
    </w:p>
    <w:p w14:paraId="7E68101D" w14:textId="77777777" w:rsidR="00987D49" w:rsidRDefault="00B27708" w:rsidP="00B27708">
      <w:r>
        <w:t>Notre exposé ramena la paix à bord de l</w:t>
      </w:r>
      <w:r w:rsidR="00987D49">
        <w:t>’</w:t>
      </w:r>
      <w:r>
        <w:t>astronef</w:t>
      </w:r>
      <w:r w:rsidR="00987D49">
        <w:t xml:space="preserve">. </w:t>
      </w:r>
      <w:proofErr w:type="spellStart"/>
      <w:r>
        <w:t>Grimaille</w:t>
      </w:r>
      <w:proofErr w:type="spellEnd"/>
      <w:r w:rsidR="00987D49">
        <w:t xml:space="preserve">, </w:t>
      </w:r>
      <w:r>
        <w:t>lui-même</w:t>
      </w:r>
      <w:r w:rsidR="00987D49">
        <w:t xml:space="preserve">, </w:t>
      </w:r>
      <w:r>
        <w:t>écouta le récit avec un intérêt qui n</w:t>
      </w:r>
      <w:r w:rsidR="00987D49">
        <w:t>’</w:t>
      </w:r>
      <w:r>
        <w:t>était pas joué</w:t>
      </w:r>
      <w:r w:rsidR="00987D49">
        <w:t xml:space="preserve">. </w:t>
      </w:r>
      <w:r>
        <w:t>Il en profita</w:t>
      </w:r>
      <w:r w:rsidR="00987D49">
        <w:t xml:space="preserve">, </w:t>
      </w:r>
      <w:r>
        <w:t>d</w:t>
      </w:r>
      <w:r w:rsidR="00987D49">
        <w:t>’</w:t>
      </w:r>
      <w:r>
        <w:t>ailleurs</w:t>
      </w:r>
      <w:r w:rsidR="00987D49">
        <w:t xml:space="preserve">, </w:t>
      </w:r>
      <w:r>
        <w:t>pour affecter de ne plus penser à la semonce de Pierre</w:t>
      </w:r>
      <w:r w:rsidR="00987D49">
        <w:t xml:space="preserve">. </w:t>
      </w:r>
      <w:r>
        <w:t>Et Fernand</w:t>
      </w:r>
      <w:r w:rsidR="00987D49">
        <w:t xml:space="preserve">, </w:t>
      </w:r>
      <w:r>
        <w:t>peu à peu dégrisé</w:t>
      </w:r>
      <w:r w:rsidR="00987D49">
        <w:t xml:space="preserve">, </w:t>
      </w:r>
      <w:r>
        <w:t>semblait oublier les liens de fer qui le garrottaient</w:t>
      </w:r>
      <w:r w:rsidR="00987D49">
        <w:t xml:space="preserve">, </w:t>
      </w:r>
      <w:r>
        <w:t>pour tendre l</w:t>
      </w:r>
      <w:r w:rsidR="00987D49">
        <w:t>’</w:t>
      </w:r>
      <w:r>
        <w:t>oreille à l</w:t>
      </w:r>
      <w:r w:rsidR="00987D49">
        <w:t>’</w:t>
      </w:r>
      <w:r>
        <w:t>histoire</w:t>
      </w:r>
      <w:r w:rsidR="00987D49">
        <w:t xml:space="preserve">, </w:t>
      </w:r>
      <w:r>
        <w:t>plus passionnante que les plus merveilleux contes de fées</w:t>
      </w:r>
      <w:r w:rsidR="00987D49">
        <w:t xml:space="preserve">, </w:t>
      </w:r>
      <w:r>
        <w:t>de ces images sans relief</w:t>
      </w:r>
      <w:r w:rsidR="00987D49">
        <w:t xml:space="preserve">, </w:t>
      </w:r>
      <w:r>
        <w:t>mais non sans couleur</w:t>
      </w:r>
      <w:r w:rsidR="00987D49">
        <w:t xml:space="preserve">, </w:t>
      </w:r>
      <w:r>
        <w:t>qui se mouvaient</w:t>
      </w:r>
      <w:r w:rsidR="00987D49">
        <w:t xml:space="preserve">, </w:t>
      </w:r>
      <w:r>
        <w:t>comme des figures vivantes</w:t>
      </w:r>
      <w:r w:rsidR="00987D49">
        <w:t xml:space="preserve">, </w:t>
      </w:r>
      <w:r>
        <w:t>à la surface de la planète de cristal</w:t>
      </w:r>
      <w:r w:rsidR="00987D49">
        <w:t>.</w:t>
      </w:r>
    </w:p>
    <w:p w14:paraId="08833B8B" w14:textId="77777777" w:rsidR="00987D49" w:rsidRDefault="00B27708" w:rsidP="00B27708">
      <w:r>
        <w:t>Pierre relata nos tentatives</w:t>
      </w:r>
      <w:r w:rsidR="00987D49">
        <w:t xml:space="preserve">, </w:t>
      </w:r>
      <w:r>
        <w:t>d</w:t>
      </w:r>
      <w:r w:rsidR="00987D49">
        <w:t>’</w:t>
      </w:r>
      <w:r>
        <w:t>abord vaines</w:t>
      </w:r>
      <w:r w:rsidR="00987D49">
        <w:t xml:space="preserve">, </w:t>
      </w:r>
      <w:r>
        <w:t>puis couronnées de succès</w:t>
      </w:r>
      <w:r w:rsidR="00987D49">
        <w:t xml:space="preserve">, </w:t>
      </w:r>
      <w:r>
        <w:t>ayant pour objet de retenir captifs quelques-uns des dessins animés</w:t>
      </w:r>
      <w:r w:rsidR="00987D49">
        <w:t xml:space="preserve">. </w:t>
      </w:r>
      <w:r>
        <w:t>Il expliqua</w:t>
      </w:r>
      <w:r w:rsidR="00987D49">
        <w:t> :</w:t>
      </w:r>
    </w:p>
    <w:p w14:paraId="08A06D82" w14:textId="77777777" w:rsidR="00987D49" w:rsidRDefault="00987D49" w:rsidP="00B27708">
      <w:r>
        <w:rPr>
          <w:rFonts w:eastAsia="Georgia"/>
        </w:rPr>
        <w:t>— </w:t>
      </w:r>
      <w:r w:rsidR="00B27708">
        <w:t>Sous ma paume</w:t>
      </w:r>
      <w:r>
        <w:t xml:space="preserve">, </w:t>
      </w:r>
      <w:r w:rsidR="00B27708">
        <w:t>je ne sentais absolument que le sol lisse</w:t>
      </w:r>
      <w:r>
        <w:t xml:space="preserve">. </w:t>
      </w:r>
      <w:r w:rsidR="00B27708">
        <w:t>Aucune aspérité</w:t>
      </w:r>
      <w:r>
        <w:t xml:space="preserve">, </w:t>
      </w:r>
      <w:r w:rsidR="00B27708">
        <w:t>aucun relief</w:t>
      </w:r>
      <w:r>
        <w:t xml:space="preserve">, </w:t>
      </w:r>
      <w:r w:rsidR="00B27708">
        <w:t>n</w:t>
      </w:r>
      <w:r>
        <w:t>’</w:t>
      </w:r>
      <w:r w:rsidR="00B27708">
        <w:t>était sensible</w:t>
      </w:r>
      <w:r>
        <w:t xml:space="preserve">. </w:t>
      </w:r>
      <w:r w:rsidR="00B27708">
        <w:t>J</w:t>
      </w:r>
      <w:r>
        <w:t>’</w:t>
      </w:r>
      <w:r w:rsidR="00B27708">
        <w:t>ai essayé de saisir un polygone</w:t>
      </w:r>
      <w:r>
        <w:t xml:space="preserve">. </w:t>
      </w:r>
      <w:r w:rsidR="00B27708">
        <w:t>Impossible</w:t>
      </w:r>
      <w:r>
        <w:t xml:space="preserve">. </w:t>
      </w:r>
      <w:r w:rsidR="00B27708">
        <w:t>Tous étaient infiniment plats</w:t>
      </w:r>
      <w:r>
        <w:t xml:space="preserve">. </w:t>
      </w:r>
      <w:r w:rsidR="00B27708">
        <w:t>Il n</w:t>
      </w:r>
      <w:r>
        <w:t>’</w:t>
      </w:r>
      <w:r w:rsidR="00B27708">
        <w:t>y eut contact apparent que lorsque ma paume fut totalement collée sur la glace</w:t>
      </w:r>
      <w:r>
        <w:t xml:space="preserve">. </w:t>
      </w:r>
      <w:r w:rsidR="00B27708">
        <w:t>Au moindre relâchement</w:t>
      </w:r>
      <w:r>
        <w:t xml:space="preserve">, </w:t>
      </w:r>
      <w:r w:rsidR="00B27708">
        <w:t>le dessin filait</w:t>
      </w:r>
      <w:r>
        <w:t>…</w:t>
      </w:r>
    </w:p>
    <w:p w14:paraId="4917B3A9" w14:textId="77777777" w:rsidR="00987D49" w:rsidRDefault="00B27708" w:rsidP="00B27708">
      <w:r>
        <w:t>J</w:t>
      </w:r>
      <w:r w:rsidR="00987D49">
        <w:t>’</w:t>
      </w:r>
      <w:r>
        <w:t>approuvai ces explications</w:t>
      </w:r>
      <w:r w:rsidR="00987D49">
        <w:t xml:space="preserve">. </w:t>
      </w:r>
      <w:r>
        <w:t>J</w:t>
      </w:r>
      <w:r w:rsidR="00987D49">
        <w:t>’</w:t>
      </w:r>
      <w:r>
        <w:t>avais connu exactement les mêmes sensations</w:t>
      </w:r>
      <w:r w:rsidR="00987D49">
        <w:t xml:space="preserve">. </w:t>
      </w:r>
      <w:r>
        <w:t>Pierre poursuivit</w:t>
      </w:r>
      <w:r w:rsidR="00987D49">
        <w:t> :</w:t>
      </w:r>
    </w:p>
    <w:p w14:paraId="14C6180E" w14:textId="77777777" w:rsidR="00987D49" w:rsidRDefault="00987D49" w:rsidP="00B27708">
      <w:r>
        <w:rPr>
          <w:rFonts w:eastAsia="Georgia"/>
        </w:rPr>
        <w:t>— </w:t>
      </w:r>
      <w:r w:rsidR="00B27708">
        <w:t>Même quand le dessin était immobile</w:t>
      </w:r>
      <w:r>
        <w:t xml:space="preserve">, </w:t>
      </w:r>
      <w:r w:rsidR="00B27708">
        <w:t>je ne sentais rien</w:t>
      </w:r>
      <w:r>
        <w:t xml:space="preserve">. </w:t>
      </w:r>
      <w:r w:rsidR="00B27708">
        <w:t>Quand il s</w:t>
      </w:r>
      <w:r>
        <w:t>’</w:t>
      </w:r>
      <w:r w:rsidR="00B27708">
        <w:t>échappait</w:t>
      </w:r>
      <w:r>
        <w:t xml:space="preserve">, </w:t>
      </w:r>
      <w:r w:rsidR="00B27708">
        <w:t>je ne sentais non plus</w:t>
      </w:r>
      <w:r>
        <w:t xml:space="preserve">, </w:t>
      </w:r>
      <w:r w:rsidR="00B27708">
        <w:t>absolument rien</w:t>
      </w:r>
      <w:r>
        <w:t>…</w:t>
      </w:r>
    </w:p>
    <w:p w14:paraId="1A478BC3" w14:textId="77777777" w:rsidR="00987D49" w:rsidRDefault="00987D49" w:rsidP="00B27708">
      <w:r>
        <w:rPr>
          <w:rFonts w:eastAsia="Georgia"/>
        </w:rPr>
        <w:t>— </w:t>
      </w:r>
      <w:r w:rsidR="00B27708">
        <w:t>Et moi</w:t>
      </w:r>
      <w:r>
        <w:t xml:space="preserve">, </w:t>
      </w:r>
      <w:r w:rsidR="00B27708">
        <w:t>insistai-je</w:t>
      </w:r>
      <w:r>
        <w:t xml:space="preserve">, </w:t>
      </w:r>
      <w:r w:rsidR="00B27708">
        <w:t>lorsque les figures se collèrent autour de ma paume</w:t>
      </w:r>
      <w:r>
        <w:t xml:space="preserve">, </w:t>
      </w:r>
      <w:r w:rsidR="00B27708">
        <w:t>je n</w:t>
      </w:r>
      <w:r>
        <w:t>’</w:t>
      </w:r>
      <w:r w:rsidR="00B27708">
        <w:t>éprouvai le sentiment d</w:t>
      </w:r>
      <w:r>
        <w:t>’</w:t>
      </w:r>
      <w:r w:rsidR="00B27708">
        <w:t>aucune présence</w:t>
      </w:r>
      <w:r>
        <w:t xml:space="preserve">. </w:t>
      </w:r>
      <w:r w:rsidR="00B27708">
        <w:t>Sans le témoignage de mes yeux</w:t>
      </w:r>
      <w:r>
        <w:t xml:space="preserve">, </w:t>
      </w:r>
      <w:r w:rsidR="00B27708">
        <w:t>j</w:t>
      </w:r>
      <w:r>
        <w:t>’</w:t>
      </w:r>
      <w:r w:rsidR="00B27708">
        <w:t>aurais eu l</w:t>
      </w:r>
      <w:r>
        <w:t>’</w:t>
      </w:r>
      <w:r w:rsidR="00B27708">
        <w:t>impression que rien n</w:t>
      </w:r>
      <w:r>
        <w:t>’</w:t>
      </w:r>
      <w:r w:rsidR="00B27708">
        <w:t>existait de ces étranges figures géométriques</w:t>
      </w:r>
      <w:r>
        <w:t>…</w:t>
      </w:r>
    </w:p>
    <w:p w14:paraId="5C23C8B7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Quelle est</w:t>
      </w:r>
      <w:r>
        <w:t xml:space="preserve">, </w:t>
      </w:r>
      <w:r w:rsidR="00B27708">
        <w:t>reprit Pierre</w:t>
      </w:r>
      <w:r>
        <w:t xml:space="preserve">, </w:t>
      </w:r>
      <w:r w:rsidR="00B27708">
        <w:t>la nature de ces choses</w:t>
      </w:r>
      <w:r>
        <w:t xml:space="preserve"> ? </w:t>
      </w:r>
      <w:r w:rsidR="00B27708">
        <w:t>Tel est le problème</w:t>
      </w:r>
      <w:r>
        <w:t xml:space="preserve">, </w:t>
      </w:r>
      <w:r w:rsidR="00B27708">
        <w:t>sans doute insoluble</w:t>
      </w:r>
      <w:r>
        <w:t xml:space="preserve">, </w:t>
      </w:r>
      <w:r w:rsidR="00B27708">
        <w:t>que pose leur apparition</w:t>
      </w:r>
      <w:r>
        <w:t>.</w:t>
      </w:r>
    </w:p>
    <w:p w14:paraId="70F22E06" w14:textId="77777777" w:rsidR="00987D49" w:rsidRDefault="00987D49" w:rsidP="00B27708">
      <w:r>
        <w:rPr>
          <w:rFonts w:eastAsia="Georgia"/>
        </w:rPr>
        <w:t>— </w:t>
      </w:r>
      <w:r w:rsidR="00B27708">
        <w:t>Insoluble</w:t>
      </w:r>
      <w:r>
        <w:t xml:space="preserve"> ? </w:t>
      </w:r>
      <w:r w:rsidR="00B27708">
        <w:t>murmura René</w:t>
      </w:r>
      <w:r>
        <w:t xml:space="preserve">… </w:t>
      </w:r>
      <w:r w:rsidR="00B27708">
        <w:t>Peut-être</w:t>
      </w:r>
      <w:r>
        <w:t xml:space="preserve">… </w:t>
      </w:r>
      <w:r w:rsidR="00B27708">
        <w:t>Je voudrais les voir à mon tour</w:t>
      </w:r>
      <w:r>
        <w:t xml:space="preserve">. </w:t>
      </w:r>
      <w:r w:rsidR="00B27708">
        <w:t>Vous avez prononcé</w:t>
      </w:r>
      <w:r>
        <w:t xml:space="preserve">, </w:t>
      </w:r>
      <w:r w:rsidR="00B27708">
        <w:t>sans y attacher sans doute autrement d</w:t>
      </w:r>
      <w:r>
        <w:t>’</w:t>
      </w:r>
      <w:r w:rsidR="00B27708">
        <w:t>importance</w:t>
      </w:r>
      <w:r>
        <w:t xml:space="preserve">, </w:t>
      </w:r>
      <w:r w:rsidR="00B27708">
        <w:t>un mot qui m</w:t>
      </w:r>
      <w:r>
        <w:t>’</w:t>
      </w:r>
      <w:r w:rsidR="00B27708">
        <w:t>a ouvert d</w:t>
      </w:r>
      <w:r>
        <w:t>’</w:t>
      </w:r>
      <w:r w:rsidR="00B27708">
        <w:t>étranges horizons</w:t>
      </w:r>
      <w:r>
        <w:t xml:space="preserve">. </w:t>
      </w:r>
      <w:r w:rsidR="00B27708">
        <w:t>Vous avez dit</w:t>
      </w:r>
      <w:r>
        <w:t> : « </w:t>
      </w:r>
      <w:r w:rsidR="00B27708">
        <w:rPr>
          <w:i/>
          <w:iCs/>
        </w:rPr>
        <w:t>infiniment plats</w:t>
      </w:r>
      <w:r>
        <w:t> »…</w:t>
      </w:r>
    </w:p>
    <w:p w14:paraId="48D8CAD6" w14:textId="77777777" w:rsidR="00987D49" w:rsidRDefault="00987D49" w:rsidP="00B27708">
      <w:r>
        <w:rPr>
          <w:rFonts w:eastAsia="Georgia"/>
        </w:rPr>
        <w:t>— </w:t>
      </w:r>
      <w:r w:rsidR="00B27708">
        <w:t>C</w:t>
      </w:r>
      <w:r>
        <w:t>’</w:t>
      </w:r>
      <w:r w:rsidR="00B27708">
        <w:t>est ce qui traduit le mieux mon impression</w:t>
      </w:r>
      <w:r>
        <w:t xml:space="preserve">, </w:t>
      </w:r>
      <w:r w:rsidR="00B27708">
        <w:t>dit Pierre</w:t>
      </w:r>
      <w:r>
        <w:t>.</w:t>
      </w:r>
    </w:p>
    <w:p w14:paraId="18BDD52D" w14:textId="77777777" w:rsidR="00987D49" w:rsidRDefault="00987D49" w:rsidP="00B27708">
      <w:r>
        <w:rPr>
          <w:rFonts w:eastAsia="Georgia"/>
        </w:rPr>
        <w:t>— </w:t>
      </w:r>
      <w:r w:rsidR="00B27708">
        <w:t>Exactement</w:t>
      </w:r>
      <w:r>
        <w:t xml:space="preserve">, </w:t>
      </w:r>
      <w:r w:rsidR="00B27708">
        <w:t>approuvais-je</w:t>
      </w:r>
      <w:r>
        <w:t>.</w:t>
      </w:r>
    </w:p>
    <w:p w14:paraId="5599F46E" w14:textId="77777777" w:rsidR="00987D49" w:rsidRDefault="00987D49" w:rsidP="00B27708">
      <w:r>
        <w:rPr>
          <w:rFonts w:eastAsia="Georgia"/>
        </w:rPr>
        <w:t>— </w:t>
      </w:r>
      <w:r w:rsidR="00B27708">
        <w:t>Eh bien</w:t>
      </w:r>
      <w:r>
        <w:t xml:space="preserve">, </w:t>
      </w:r>
      <w:r w:rsidR="00B27708">
        <w:t>reprit René</w:t>
      </w:r>
      <w:r>
        <w:t xml:space="preserve">, </w:t>
      </w:r>
      <w:r w:rsidR="00B27708">
        <w:t>cette expression doit cesser d</w:t>
      </w:r>
      <w:r>
        <w:t>’</w:t>
      </w:r>
      <w:r w:rsidR="00B27708">
        <w:t>être figurée</w:t>
      </w:r>
      <w:r>
        <w:t xml:space="preserve">. </w:t>
      </w:r>
      <w:r w:rsidR="00B27708">
        <w:t>Il est probable qu</w:t>
      </w:r>
      <w:r>
        <w:t>’</w:t>
      </w:r>
      <w:r w:rsidR="00B27708">
        <w:t>elle a un sens réel et propre</w:t>
      </w:r>
      <w:r>
        <w:t xml:space="preserve">. </w:t>
      </w:r>
      <w:r w:rsidR="00B27708">
        <w:t>Vos polygones sont apparemment des êtres vivants</w:t>
      </w:r>
      <w:r>
        <w:t xml:space="preserve">, </w:t>
      </w:r>
      <w:r w:rsidR="00B27708">
        <w:t>habitant cette extraordinaire planète</w:t>
      </w:r>
      <w:r>
        <w:t xml:space="preserve">. </w:t>
      </w:r>
      <w:r w:rsidR="00B27708">
        <w:t>Ces êtres vivants sont très différents de nous</w:t>
      </w:r>
      <w:r>
        <w:t xml:space="preserve">, </w:t>
      </w:r>
      <w:r w:rsidR="00B27708">
        <w:t>en ce sens qu</w:t>
      </w:r>
      <w:r>
        <w:t>’</w:t>
      </w:r>
      <w:r w:rsidR="00B27708">
        <w:t>ils se présentent sous cette forme infiniment plate</w:t>
      </w:r>
      <w:r>
        <w:t xml:space="preserve">. </w:t>
      </w:r>
      <w:r w:rsidR="00B27708">
        <w:t xml:space="preserve">Ce sont des </w:t>
      </w:r>
      <w:r w:rsidR="00B27708">
        <w:rPr>
          <w:i/>
          <w:iCs/>
        </w:rPr>
        <w:t>êtres à deux dimensions</w:t>
      </w:r>
      <w:r w:rsidR="00B27708">
        <w:t xml:space="preserve"> n</w:t>
      </w:r>
      <w:r>
        <w:t>’</w:t>
      </w:r>
      <w:r w:rsidR="00B27708">
        <w:t>ayant ni le sens</w:t>
      </w:r>
      <w:r>
        <w:t xml:space="preserve">, </w:t>
      </w:r>
      <w:r w:rsidR="00B27708">
        <w:t>ni la notion du relief</w:t>
      </w:r>
      <w:r>
        <w:t xml:space="preserve">, </w:t>
      </w:r>
      <w:r w:rsidR="00B27708">
        <w:t>aussi incapables de concevoir notre troisième dimension que nous le sommes de concevoir nous-mêmes cette quatrième dimension</w:t>
      </w:r>
      <w:r>
        <w:t xml:space="preserve">, </w:t>
      </w:r>
      <w:r w:rsidR="00B27708">
        <w:t>chère aux adeptes de la philosophie mathématique</w:t>
      </w:r>
      <w:r>
        <w:t xml:space="preserve">, </w:t>
      </w:r>
      <w:r w:rsidR="00B27708">
        <w:t xml:space="preserve">et où se meuvent peut-être des êtres aussi éloignés de nous par leur structure que nous le sommes des infiniment plats qui peuplent </w:t>
      </w:r>
      <w:r>
        <w:t>Phœbé II…</w:t>
      </w:r>
    </w:p>
    <w:p w14:paraId="3D69FD22" w14:textId="77777777" w:rsidR="00987D49" w:rsidRDefault="00B27708" w:rsidP="00B27708">
      <w:r>
        <w:t>Cette prodigieuse hypothèse nous transporta d</w:t>
      </w:r>
      <w:r w:rsidR="00987D49">
        <w:t>’</w:t>
      </w:r>
      <w:r>
        <w:t>enthousiasme</w:t>
      </w:r>
      <w:r w:rsidR="00987D49">
        <w:t xml:space="preserve">. </w:t>
      </w:r>
      <w:r>
        <w:t>Bien que mes études de droit n</w:t>
      </w:r>
      <w:r w:rsidR="00987D49">
        <w:t>’</w:t>
      </w:r>
      <w:r>
        <w:t>eussent jamais ouvert particulièrement mon esprit aux hautes spéculations de la mathématique</w:t>
      </w:r>
      <w:r w:rsidR="00987D49">
        <w:t xml:space="preserve">, </w:t>
      </w:r>
      <w:r>
        <w:t>je n</w:t>
      </w:r>
      <w:r w:rsidR="00987D49">
        <w:t>’</w:t>
      </w:r>
      <w:r>
        <w:t>ignorais pas complètement cette fantastique conception de la quatrième dimension</w:t>
      </w:r>
      <w:r w:rsidR="00987D49">
        <w:t xml:space="preserve">, </w:t>
      </w:r>
      <w:r>
        <w:t>et je comprenais fort bien ce que René voulait dire</w:t>
      </w:r>
      <w:r w:rsidR="00987D49">
        <w:t xml:space="preserve">. </w:t>
      </w:r>
      <w:r>
        <w:t>L</w:t>
      </w:r>
      <w:r w:rsidR="00987D49">
        <w:t>’</w:t>
      </w:r>
      <w:r>
        <w:t>analogie qu</w:t>
      </w:r>
      <w:r w:rsidR="00987D49">
        <w:t>’</w:t>
      </w:r>
      <w:r>
        <w:t>il venait d</w:t>
      </w:r>
      <w:r w:rsidR="00987D49">
        <w:t>’</w:t>
      </w:r>
      <w:r>
        <w:t>exprimer clairement avait même effleuré mon esprit</w:t>
      </w:r>
      <w:r w:rsidR="00987D49">
        <w:t xml:space="preserve">, </w:t>
      </w:r>
      <w:r>
        <w:t>alors que je contemplais les évolutions des figures animées</w:t>
      </w:r>
      <w:r w:rsidR="00987D49">
        <w:t xml:space="preserve">. </w:t>
      </w:r>
      <w:r>
        <w:t>Des êtres à deux dimensions</w:t>
      </w:r>
      <w:r w:rsidR="00987D49">
        <w:t xml:space="preserve"> ? </w:t>
      </w:r>
      <w:r>
        <w:t>Pourquoi pas</w:t>
      </w:r>
      <w:r w:rsidR="00987D49">
        <w:t> ?</w:t>
      </w:r>
    </w:p>
    <w:p w14:paraId="5401A9EE" w14:textId="77777777" w:rsidR="00987D49" w:rsidRDefault="00B27708" w:rsidP="00B27708">
      <w:r>
        <w:t>Hélène</w:t>
      </w:r>
      <w:r w:rsidR="00987D49">
        <w:t xml:space="preserve">, </w:t>
      </w:r>
      <w:r>
        <w:t>de son côté</w:t>
      </w:r>
      <w:r w:rsidR="00987D49">
        <w:t xml:space="preserve">, </w:t>
      </w:r>
      <w:r>
        <w:t>considérait son frère avec une sincère admiration</w:t>
      </w:r>
      <w:r w:rsidR="00987D49">
        <w:t xml:space="preserve">. </w:t>
      </w:r>
      <w:r>
        <w:t>Que le jeune astronome</w:t>
      </w:r>
      <w:r w:rsidR="00987D49">
        <w:t xml:space="preserve">, </w:t>
      </w:r>
      <w:r>
        <w:t>avant même d</w:t>
      </w:r>
      <w:r w:rsidR="00987D49">
        <w:t>’</w:t>
      </w:r>
      <w:r>
        <w:t>avoir vu de ses yeux la troublante farandole</w:t>
      </w:r>
      <w:r w:rsidR="00987D49">
        <w:t xml:space="preserve">, </w:t>
      </w:r>
      <w:r>
        <w:t xml:space="preserve">eût en quelques mots clarifié les </w:t>
      </w:r>
      <w:r>
        <w:lastRenderedPageBreak/>
        <w:t>pensées si diverses</w:t>
      </w:r>
      <w:r w:rsidR="00987D49">
        <w:t xml:space="preserve">, </w:t>
      </w:r>
      <w:r>
        <w:t>si enchevêtrées</w:t>
      </w:r>
      <w:r w:rsidR="00987D49">
        <w:t xml:space="preserve">, </w:t>
      </w:r>
      <w:r>
        <w:t>si confuses</w:t>
      </w:r>
      <w:r w:rsidR="00987D49">
        <w:t xml:space="preserve">, </w:t>
      </w:r>
      <w:r>
        <w:t>inspirées aux spectateurs de l</w:t>
      </w:r>
      <w:r w:rsidR="00987D49">
        <w:t>’</w:t>
      </w:r>
      <w:r>
        <w:t>émouvante vision</w:t>
      </w:r>
      <w:r w:rsidR="00987D49">
        <w:t xml:space="preserve">, </w:t>
      </w:r>
      <w:r>
        <w:t>qu</w:t>
      </w:r>
      <w:r w:rsidR="00987D49">
        <w:t>’</w:t>
      </w:r>
      <w:r>
        <w:t>il eut qualifié d</w:t>
      </w:r>
      <w:r w:rsidR="00987D49">
        <w:t>’</w:t>
      </w:r>
      <w:r>
        <w:t>êtres à deux dimensions</w:t>
      </w:r>
      <w:r w:rsidR="00987D49">
        <w:t xml:space="preserve">, </w:t>
      </w:r>
      <w:r>
        <w:t xml:space="preserve">ce que nous appelions bonnement </w:t>
      </w:r>
      <w:r w:rsidR="00987D49">
        <w:t>« </w:t>
      </w:r>
      <w:r>
        <w:t>dessins animés</w:t>
      </w:r>
      <w:r w:rsidR="00987D49">
        <w:t xml:space="preserve"> », </w:t>
      </w:r>
      <w:r>
        <w:t>cela l</w:t>
      </w:r>
      <w:r w:rsidR="00987D49">
        <w:t>’</w:t>
      </w:r>
      <w:r>
        <w:t>enivrait</w:t>
      </w:r>
      <w:r w:rsidR="00987D49">
        <w:t>.</w:t>
      </w:r>
    </w:p>
    <w:p w14:paraId="7834802E" w14:textId="77777777" w:rsidR="00987D49" w:rsidRDefault="00B27708" w:rsidP="00B27708">
      <w:r>
        <w:t>Pierre n</w:t>
      </w:r>
      <w:r w:rsidR="00987D49">
        <w:t>’</w:t>
      </w:r>
      <w:r>
        <w:t>était pas moins admiratif</w:t>
      </w:r>
      <w:r w:rsidR="00987D49">
        <w:t xml:space="preserve">. </w:t>
      </w:r>
      <w:proofErr w:type="spellStart"/>
      <w:r>
        <w:t>Grimaille</w:t>
      </w:r>
      <w:proofErr w:type="spellEnd"/>
      <w:r>
        <w:t xml:space="preserve"> fixait sur le savant des regards étonnés</w:t>
      </w:r>
      <w:r w:rsidR="00987D49">
        <w:t xml:space="preserve">. </w:t>
      </w:r>
      <w:r>
        <w:t>Fernand ne parvenait pas à affecter une indifférence qui était bien loin de son esprit</w:t>
      </w:r>
      <w:r w:rsidR="00987D49">
        <w:t xml:space="preserve">, </w:t>
      </w:r>
      <w:r>
        <w:t>et il s</w:t>
      </w:r>
      <w:r w:rsidR="00987D49">
        <w:t>’</w:t>
      </w:r>
      <w:r>
        <w:t>agitait dans ses fers</w:t>
      </w:r>
      <w:r w:rsidR="00987D49">
        <w:t>…</w:t>
      </w:r>
    </w:p>
    <w:p w14:paraId="091F9501" w14:textId="77777777" w:rsidR="00987D49" w:rsidRDefault="00B27708" w:rsidP="00B27708">
      <w:r>
        <w:t>Timidement</w:t>
      </w:r>
      <w:r w:rsidR="00987D49">
        <w:t xml:space="preserve">, </w:t>
      </w:r>
      <w:r>
        <w:t>toutefois</w:t>
      </w:r>
      <w:r w:rsidR="00987D49">
        <w:t xml:space="preserve">, </w:t>
      </w:r>
      <w:r>
        <w:t>je soulevai une objection</w:t>
      </w:r>
      <w:r w:rsidR="00987D49">
        <w:t> :</w:t>
      </w:r>
    </w:p>
    <w:p w14:paraId="7A8216CE" w14:textId="77777777" w:rsidR="00987D49" w:rsidRDefault="00987D49" w:rsidP="00B27708">
      <w:r>
        <w:rPr>
          <w:rFonts w:eastAsia="Georgia"/>
        </w:rPr>
        <w:t>— </w:t>
      </w:r>
      <w:r w:rsidR="00B27708">
        <w:t>Croyez-vous que des figures géométriques si régulières puissent être l</w:t>
      </w:r>
      <w:r>
        <w:t>’</w:t>
      </w:r>
      <w:r w:rsidR="00B27708">
        <w:t>œuvre de la nature</w:t>
      </w:r>
      <w:r>
        <w:t> ?</w:t>
      </w:r>
    </w:p>
    <w:p w14:paraId="1E409F6C" w14:textId="77777777" w:rsidR="00987D49" w:rsidRDefault="00987D49" w:rsidP="00B27708">
      <w:r>
        <w:rPr>
          <w:rFonts w:eastAsia="Georgia"/>
        </w:rPr>
        <w:t>— </w:t>
      </w:r>
      <w:r w:rsidR="00B27708">
        <w:t>Vous n</w:t>
      </w:r>
      <w:r>
        <w:t>’</w:t>
      </w:r>
      <w:r w:rsidR="00B27708">
        <w:t>avez jamais vu de cristaux</w:t>
      </w:r>
      <w:r>
        <w:t xml:space="preserve"> ? </w:t>
      </w:r>
      <w:r w:rsidR="00B27708">
        <w:t>rétorqua René</w:t>
      </w:r>
      <w:r>
        <w:t xml:space="preserve">. </w:t>
      </w:r>
      <w:r w:rsidR="00B27708">
        <w:t>Ce sont des prismes</w:t>
      </w:r>
      <w:r>
        <w:t xml:space="preserve">, </w:t>
      </w:r>
      <w:r w:rsidR="00B27708">
        <w:t>des pyramides</w:t>
      </w:r>
      <w:r>
        <w:t xml:space="preserve">, </w:t>
      </w:r>
      <w:r w:rsidR="00B27708">
        <w:t>des octaèdres</w:t>
      </w:r>
      <w:r>
        <w:t xml:space="preserve">, </w:t>
      </w:r>
      <w:r w:rsidR="00B27708">
        <w:t>rigoureusement réguliers</w:t>
      </w:r>
      <w:r>
        <w:t>…</w:t>
      </w:r>
    </w:p>
    <w:p w14:paraId="5A095279" w14:textId="77777777" w:rsidR="00987D49" w:rsidRDefault="00987D49" w:rsidP="00B27708">
      <w:r>
        <w:rPr>
          <w:rFonts w:eastAsia="Georgia"/>
        </w:rPr>
        <w:t>— </w:t>
      </w:r>
      <w:r w:rsidR="00B27708">
        <w:t>Ils ne vivent pas</w:t>
      </w:r>
      <w:r>
        <w:t> !</w:t>
      </w:r>
    </w:p>
    <w:p w14:paraId="4ECC3D51" w14:textId="77777777" w:rsidR="00987D49" w:rsidRDefault="00987D49" w:rsidP="00B27708">
      <w:r>
        <w:rPr>
          <w:rFonts w:eastAsia="Georgia"/>
        </w:rPr>
        <w:t>— </w:t>
      </w:r>
      <w:r w:rsidR="00B27708">
        <w:t>Qu</w:t>
      </w:r>
      <w:r>
        <w:t>’</w:t>
      </w:r>
      <w:r w:rsidR="00B27708">
        <w:t>en savez-vous</w:t>
      </w:r>
      <w:r>
        <w:t xml:space="preserve"> ? </w:t>
      </w:r>
      <w:r w:rsidR="00B27708">
        <w:t>Et comment définissez-vous la vie</w:t>
      </w:r>
      <w:r>
        <w:t xml:space="preserve"> ? </w:t>
      </w:r>
      <w:r w:rsidR="00B27708">
        <w:t>D</w:t>
      </w:r>
      <w:r>
        <w:t>’</w:t>
      </w:r>
      <w:r w:rsidR="00B27708">
        <w:t>ailleurs</w:t>
      </w:r>
      <w:r>
        <w:t xml:space="preserve">, </w:t>
      </w:r>
      <w:r w:rsidR="00B27708">
        <w:t>l</w:t>
      </w:r>
      <w:r>
        <w:t>’</w:t>
      </w:r>
      <w:r w:rsidR="00B27708">
        <w:t>analogie n</w:t>
      </w:r>
      <w:r>
        <w:t>’</w:t>
      </w:r>
      <w:r w:rsidR="00B27708">
        <w:t>existe que dans la régularité naturelle des formes</w:t>
      </w:r>
      <w:r>
        <w:t xml:space="preserve">. </w:t>
      </w:r>
      <w:r w:rsidR="00B27708">
        <w:t>Vos polygones se meuvent</w:t>
      </w:r>
      <w:r>
        <w:t xml:space="preserve">, </w:t>
      </w:r>
      <w:r w:rsidR="00B27708">
        <w:t>et vos premières et rudimentaires expériences ont assez montré que ce mouvement n</w:t>
      </w:r>
      <w:r>
        <w:t>’</w:t>
      </w:r>
      <w:r w:rsidR="00B27708">
        <w:t>était pas purement machinal</w:t>
      </w:r>
      <w:r>
        <w:t>…</w:t>
      </w:r>
    </w:p>
    <w:p w14:paraId="5390CB33" w14:textId="77777777" w:rsidR="00987D49" w:rsidRDefault="00B27708" w:rsidP="00B27708">
      <w:r>
        <w:t>Certes</w:t>
      </w:r>
      <w:r w:rsidR="00987D49">
        <w:t xml:space="preserve">, </w:t>
      </w:r>
      <w:r>
        <w:t>ils n</w:t>
      </w:r>
      <w:r w:rsidR="00987D49">
        <w:t>’</w:t>
      </w:r>
      <w:r>
        <w:t>avaient rien de machinal</w:t>
      </w:r>
      <w:r w:rsidR="00987D49">
        <w:t xml:space="preserve">, </w:t>
      </w:r>
      <w:r>
        <w:t>ces mouvements</w:t>
      </w:r>
      <w:r w:rsidR="00987D49">
        <w:t xml:space="preserve">. </w:t>
      </w:r>
      <w:r>
        <w:t>Lorsque les polygones allaient chercher leurs camarades pour leur signaler le fait</w:t>
      </w:r>
      <w:r w:rsidR="00987D49">
        <w:t xml:space="preserve">, </w:t>
      </w:r>
      <w:r>
        <w:t>mystérieux pour eux</w:t>
      </w:r>
      <w:r w:rsidR="00987D49">
        <w:t xml:space="preserve">, </w:t>
      </w:r>
      <w:r>
        <w:t>d</w:t>
      </w:r>
      <w:r w:rsidR="00987D49">
        <w:t>’</w:t>
      </w:r>
      <w:r>
        <w:t>un obstacle inconnu</w:t>
      </w:r>
      <w:r w:rsidR="00987D49">
        <w:t xml:space="preserve">, </w:t>
      </w:r>
      <w:r>
        <w:t>surgi sans cause apparente dans leur espace à deux dimensions</w:t>
      </w:r>
      <w:r w:rsidR="00987D49">
        <w:t xml:space="preserve">, </w:t>
      </w:r>
      <w:r>
        <w:t>ils faisaient preuve</w:t>
      </w:r>
      <w:r w:rsidR="00987D49">
        <w:t xml:space="preserve">, </w:t>
      </w:r>
      <w:r>
        <w:t>non seulement de vie propre</w:t>
      </w:r>
      <w:r w:rsidR="00987D49">
        <w:t xml:space="preserve">, </w:t>
      </w:r>
      <w:r>
        <w:t>mais d</w:t>
      </w:r>
      <w:r w:rsidR="00987D49">
        <w:t>’</w:t>
      </w:r>
      <w:r>
        <w:t>initiative et de volonté</w:t>
      </w:r>
      <w:r w:rsidR="00987D49">
        <w:t xml:space="preserve">. </w:t>
      </w:r>
      <w:r>
        <w:t>C</w:t>
      </w:r>
      <w:r w:rsidR="00987D49">
        <w:t>’</w:t>
      </w:r>
      <w:r>
        <w:t>était cela</w:t>
      </w:r>
      <w:r w:rsidR="00987D49">
        <w:t xml:space="preserve">, </w:t>
      </w:r>
      <w:r>
        <w:t>que nous n</w:t>
      </w:r>
      <w:r w:rsidR="00987D49">
        <w:t>’</w:t>
      </w:r>
      <w:r>
        <w:t>avions fait qu</w:t>
      </w:r>
      <w:r w:rsidR="00987D49">
        <w:t>’</w:t>
      </w:r>
      <w:r>
        <w:t>entrevoir</w:t>
      </w:r>
      <w:r w:rsidR="00987D49">
        <w:t xml:space="preserve">, </w:t>
      </w:r>
      <w:r>
        <w:t>et que la parole de René nous rendait sensible et simple</w:t>
      </w:r>
      <w:r w:rsidR="00987D49">
        <w:t>…</w:t>
      </w:r>
    </w:p>
    <w:p w14:paraId="77C8A309" w14:textId="77777777" w:rsidR="00987D49" w:rsidRDefault="00987D49" w:rsidP="00B27708">
      <w:r>
        <w:rPr>
          <w:rFonts w:eastAsia="Georgia"/>
        </w:rPr>
        <w:t>— </w:t>
      </w:r>
      <w:r w:rsidR="00B27708">
        <w:t>À présent</w:t>
      </w:r>
      <w:r>
        <w:t xml:space="preserve">, </w:t>
      </w:r>
      <w:r w:rsidR="00B27708">
        <w:t>reprit le jeune savant</w:t>
      </w:r>
      <w:r>
        <w:t xml:space="preserve">, </w:t>
      </w:r>
      <w:r w:rsidR="00B27708">
        <w:t>il nous reste à établir ce qu</w:t>
      </w:r>
      <w:r>
        <w:t>’</w:t>
      </w:r>
      <w:r w:rsidR="00B27708">
        <w:t>est la vie</w:t>
      </w:r>
      <w:r>
        <w:t xml:space="preserve">, </w:t>
      </w:r>
      <w:r w:rsidR="00B27708">
        <w:t>pour ces êtres étranges</w:t>
      </w:r>
      <w:r>
        <w:t xml:space="preserve">. </w:t>
      </w:r>
      <w:r w:rsidR="00B27708">
        <w:t>Elle ne ressemble assurément pas à notre vie terrestre</w:t>
      </w:r>
      <w:r>
        <w:t xml:space="preserve">. </w:t>
      </w:r>
      <w:r w:rsidR="00B27708">
        <w:t>Elle n</w:t>
      </w:r>
      <w:r>
        <w:t>’</w:t>
      </w:r>
      <w:r w:rsidR="00B27708">
        <w:t xml:space="preserve">est pas un phénomène de combustion </w:t>
      </w:r>
      <w:r w:rsidR="00B27708">
        <w:lastRenderedPageBreak/>
        <w:t>naturelle</w:t>
      </w:r>
      <w:r>
        <w:t xml:space="preserve">. </w:t>
      </w:r>
      <w:r w:rsidR="00B27708">
        <w:t>Elle se passe d</w:t>
      </w:r>
      <w:r>
        <w:t>’</w:t>
      </w:r>
      <w:r w:rsidR="00B27708">
        <w:t>atmosphère</w:t>
      </w:r>
      <w:r>
        <w:t xml:space="preserve">. </w:t>
      </w:r>
      <w:r w:rsidR="00B27708">
        <w:t>Elle n</w:t>
      </w:r>
      <w:r>
        <w:t>’</w:t>
      </w:r>
      <w:r w:rsidR="00B27708">
        <w:t>est apparemment que mouvement</w:t>
      </w:r>
      <w:r>
        <w:t xml:space="preserve">, </w:t>
      </w:r>
      <w:r w:rsidR="00B27708">
        <w:t>un mouvement plus étroitement borné encore que celui que nous connaissons sur la Terre</w:t>
      </w:r>
      <w:r>
        <w:t xml:space="preserve">, </w:t>
      </w:r>
      <w:r w:rsidR="00B27708">
        <w:t>puisqu</w:t>
      </w:r>
      <w:r>
        <w:t>’</w:t>
      </w:r>
      <w:r w:rsidR="00B27708">
        <w:t>il ignore la troisième dimension</w:t>
      </w:r>
      <w:r>
        <w:t>…</w:t>
      </w:r>
    </w:p>
    <w:p w14:paraId="5A30C64A" w14:textId="77777777" w:rsidR="00987D49" w:rsidRDefault="00987D49" w:rsidP="00B27708">
      <w:r>
        <w:rPr>
          <w:rFonts w:eastAsia="Georgia"/>
        </w:rPr>
        <w:t>— </w:t>
      </w:r>
      <w:r w:rsidR="00B27708">
        <w:t>Une vie sans atmosphère</w:t>
      </w:r>
      <w:r>
        <w:t xml:space="preserve">, </w:t>
      </w:r>
      <w:r w:rsidR="00B27708">
        <w:t>sans respiration</w:t>
      </w:r>
      <w:r>
        <w:t xml:space="preserve">, </w:t>
      </w:r>
      <w:r w:rsidR="00B27708">
        <w:t>murmurai-je</w:t>
      </w:r>
      <w:r>
        <w:t xml:space="preserve">, </w:t>
      </w:r>
      <w:r w:rsidR="00B27708">
        <w:t>est-ce bien une vie</w:t>
      </w:r>
      <w:r>
        <w:t> ?</w:t>
      </w:r>
    </w:p>
    <w:p w14:paraId="0EC8BBCD" w14:textId="77777777" w:rsidR="00987D49" w:rsidRDefault="00B27708" w:rsidP="00B27708">
      <w:r>
        <w:t>Cette fois</w:t>
      </w:r>
      <w:r w:rsidR="00987D49">
        <w:t xml:space="preserve">, </w:t>
      </w:r>
      <w:r>
        <w:t>ce fut Pierre qui répondit</w:t>
      </w:r>
      <w:r w:rsidR="00987D49">
        <w:t> :</w:t>
      </w:r>
    </w:p>
    <w:p w14:paraId="41432E44" w14:textId="77777777" w:rsidR="00987D49" w:rsidRDefault="00987D49" w:rsidP="00B27708">
      <w:r>
        <w:rPr>
          <w:rFonts w:eastAsia="Georgia"/>
        </w:rPr>
        <w:t>— </w:t>
      </w:r>
      <w:r w:rsidR="00B27708">
        <w:t>Qu</w:t>
      </w:r>
      <w:r>
        <w:t>’</w:t>
      </w:r>
      <w:r w:rsidR="00B27708">
        <w:t>est-ce qui caractérise la vie d</w:t>
      </w:r>
      <w:r>
        <w:t>’</w:t>
      </w:r>
      <w:r w:rsidR="00B27708">
        <w:t>un être</w:t>
      </w:r>
      <w:r>
        <w:t xml:space="preserve">, </w:t>
      </w:r>
      <w:r w:rsidR="00B27708">
        <w:t>même sur la terre</w:t>
      </w:r>
      <w:r>
        <w:t xml:space="preserve"> ? </w:t>
      </w:r>
      <w:r w:rsidR="00B27708">
        <w:t>C</w:t>
      </w:r>
      <w:r>
        <w:t>’</w:t>
      </w:r>
      <w:r w:rsidR="00B27708">
        <w:t>est la naissance</w:t>
      </w:r>
      <w:r>
        <w:t xml:space="preserve">, </w:t>
      </w:r>
      <w:r w:rsidR="00B27708">
        <w:t>la croissance</w:t>
      </w:r>
      <w:r>
        <w:t xml:space="preserve">, </w:t>
      </w:r>
      <w:r w:rsidR="00B27708">
        <w:t>le déclin et la mort</w:t>
      </w:r>
      <w:r>
        <w:t xml:space="preserve">… </w:t>
      </w:r>
      <w:r w:rsidR="00B27708">
        <w:t>Nos observations</w:t>
      </w:r>
      <w:r>
        <w:t xml:space="preserve">, </w:t>
      </w:r>
      <w:r w:rsidR="00B27708">
        <w:t>judicieusement poursuivies</w:t>
      </w:r>
      <w:r>
        <w:t xml:space="preserve">, </w:t>
      </w:r>
      <w:r w:rsidR="00B27708">
        <w:t>doivent nous apporter le témoignage s</w:t>
      </w:r>
      <w:r>
        <w:t>’</w:t>
      </w:r>
      <w:r w:rsidR="00B27708">
        <w:t>il en est</w:t>
      </w:r>
      <w:r>
        <w:t xml:space="preserve">, </w:t>
      </w:r>
      <w:r w:rsidR="00B27708">
        <w:t>ou non</w:t>
      </w:r>
      <w:r>
        <w:t xml:space="preserve">, </w:t>
      </w:r>
      <w:r w:rsidR="00B27708">
        <w:t>ainsi pour les infiniment plats</w:t>
      </w:r>
      <w:r>
        <w:t>…</w:t>
      </w:r>
    </w:p>
    <w:p w14:paraId="04CB9C07" w14:textId="77777777" w:rsidR="00987D49" w:rsidRDefault="00987D49" w:rsidP="00B27708">
      <w:r>
        <w:rPr>
          <w:rFonts w:eastAsia="Georgia"/>
        </w:rPr>
        <w:t>— </w:t>
      </w:r>
      <w:r w:rsidR="00B27708">
        <w:t>Et c</w:t>
      </w:r>
      <w:r>
        <w:t>’</w:t>
      </w:r>
      <w:r w:rsidR="00B27708">
        <w:t>est ce que je veux commencer à vérifier tout de suite</w:t>
      </w:r>
      <w:r>
        <w:t xml:space="preserve">, </w:t>
      </w:r>
      <w:r w:rsidR="00B27708">
        <w:t>s</w:t>
      </w:r>
      <w:r>
        <w:t>’</w:t>
      </w:r>
      <w:r w:rsidR="00B27708">
        <w:t>écria René</w:t>
      </w:r>
      <w:r>
        <w:t xml:space="preserve">, </w:t>
      </w:r>
      <w:r w:rsidR="00B27708">
        <w:t>en commençant à endosser son fourniment de patrouilleur</w:t>
      </w:r>
      <w:r>
        <w:t>…</w:t>
      </w:r>
    </w:p>
    <w:p w14:paraId="7467A40B" w14:textId="77777777" w:rsidR="00987D49" w:rsidRDefault="00B27708" w:rsidP="00B27708">
      <w:r>
        <w:t>Ce fut alors qu</w:t>
      </w:r>
      <w:r w:rsidR="00987D49">
        <w:t>’</w:t>
      </w:r>
      <w:r>
        <w:t>une difficulté imprévue se présenta dans l</w:t>
      </w:r>
      <w:r w:rsidR="00987D49">
        <w:t>’</w:t>
      </w:r>
      <w:r>
        <w:t>organisation des patrouilles</w:t>
      </w:r>
      <w:r w:rsidR="00987D49">
        <w:t xml:space="preserve">. </w:t>
      </w:r>
      <w:r>
        <w:t>Pierre exprima sa volonté d</w:t>
      </w:r>
      <w:r w:rsidR="00987D49">
        <w:t>’</w:t>
      </w:r>
      <w:r>
        <w:t>être de toutes les expéditions</w:t>
      </w:r>
      <w:r w:rsidR="00987D49">
        <w:t xml:space="preserve">, </w:t>
      </w:r>
      <w:r>
        <w:t>en sa qualité de chef</w:t>
      </w:r>
      <w:r w:rsidR="00987D49">
        <w:t xml:space="preserve">. </w:t>
      </w:r>
      <w:r>
        <w:t>René</w:t>
      </w:r>
      <w:r w:rsidR="00987D49">
        <w:t xml:space="preserve">, </w:t>
      </w:r>
      <w:r>
        <w:t>avide d</w:t>
      </w:r>
      <w:r w:rsidR="00987D49">
        <w:t>’</w:t>
      </w:r>
      <w:r>
        <w:t>employer à des expériences les quelques jours qui nous restaient à séjourner sur l</w:t>
      </w:r>
      <w:r w:rsidR="00987D49">
        <w:t>’</w:t>
      </w:r>
      <w:r>
        <w:t>astre transparent</w:t>
      </w:r>
      <w:r w:rsidR="00987D49">
        <w:t xml:space="preserve">, </w:t>
      </w:r>
      <w:r>
        <w:t>exprima le même désir</w:t>
      </w:r>
      <w:r w:rsidR="00987D49">
        <w:t xml:space="preserve">. </w:t>
      </w:r>
      <w:r>
        <w:t>Nul ne fit d</w:t>
      </w:r>
      <w:r w:rsidR="00987D49">
        <w:t>’</w:t>
      </w:r>
      <w:r>
        <w:t>objection</w:t>
      </w:r>
      <w:r w:rsidR="00987D49">
        <w:t>.</w:t>
      </w:r>
    </w:p>
    <w:p w14:paraId="62561EA6" w14:textId="77777777" w:rsidR="00987D49" w:rsidRDefault="00B27708" w:rsidP="00B27708">
      <w:r>
        <w:t>Mais il fallait</w:t>
      </w:r>
      <w:r w:rsidR="00987D49">
        <w:t xml:space="preserve">, </w:t>
      </w:r>
      <w:r>
        <w:t>par mesure de sécurité</w:t>
      </w:r>
      <w:r w:rsidR="00987D49">
        <w:t xml:space="preserve">, </w:t>
      </w:r>
      <w:r>
        <w:t>laisser à bord</w:t>
      </w:r>
      <w:r w:rsidR="00987D49">
        <w:t xml:space="preserve">, </w:t>
      </w:r>
      <w:r>
        <w:t>avec Fernand aux fers</w:t>
      </w:r>
      <w:r w:rsidR="00987D49">
        <w:t xml:space="preserve">, </w:t>
      </w:r>
      <w:r>
        <w:t>au moins deux membres de l</w:t>
      </w:r>
      <w:r w:rsidR="00987D49">
        <w:t>’</w:t>
      </w:r>
      <w:r>
        <w:t>équipage</w:t>
      </w:r>
      <w:r w:rsidR="00987D49">
        <w:t xml:space="preserve">. </w:t>
      </w:r>
      <w:r>
        <w:t>Ce seraient donc</w:t>
      </w:r>
      <w:r w:rsidR="00987D49">
        <w:t xml:space="preserve">, </w:t>
      </w:r>
      <w:r>
        <w:t xml:space="preserve">soit </w:t>
      </w:r>
      <w:proofErr w:type="spellStart"/>
      <w:r>
        <w:t>Grimaille</w:t>
      </w:r>
      <w:proofErr w:type="spellEnd"/>
      <w:r>
        <w:t xml:space="preserve"> et moi</w:t>
      </w:r>
      <w:r w:rsidR="00987D49">
        <w:t xml:space="preserve">, </w:t>
      </w:r>
      <w:r>
        <w:t>soit Hélène et moi</w:t>
      </w:r>
      <w:r w:rsidR="00987D49">
        <w:t xml:space="preserve">, </w:t>
      </w:r>
      <w:r>
        <w:t>ce qui m</w:t>
      </w:r>
      <w:r w:rsidR="00987D49">
        <w:t>’</w:t>
      </w:r>
      <w:r>
        <w:t>agréait le mieux</w:t>
      </w:r>
      <w:r w:rsidR="00987D49">
        <w:t xml:space="preserve"> ; </w:t>
      </w:r>
      <w:r>
        <w:t>soit enfin</w:t>
      </w:r>
      <w:r w:rsidR="00987D49">
        <w:t xml:space="preserve">, </w:t>
      </w:r>
      <w:r>
        <w:t xml:space="preserve">Hélène et </w:t>
      </w:r>
      <w:proofErr w:type="spellStart"/>
      <w:r>
        <w:t>Grimaille</w:t>
      </w:r>
      <w:proofErr w:type="spellEnd"/>
      <w:r w:rsidR="00987D49">
        <w:t xml:space="preserve">, </w:t>
      </w:r>
      <w:r>
        <w:t>ce qui ne me plaisait guère</w:t>
      </w:r>
      <w:r w:rsidR="00987D49">
        <w:t>…</w:t>
      </w:r>
    </w:p>
    <w:p w14:paraId="3ED88996" w14:textId="77777777" w:rsidR="00987D49" w:rsidRDefault="00B27708" w:rsidP="00B27708">
      <w:r>
        <w:t>Ainsi</w:t>
      </w:r>
      <w:r w:rsidR="00987D49">
        <w:t xml:space="preserve">, </w:t>
      </w:r>
      <w:r>
        <w:t>je ne devais plus prendre part qu</w:t>
      </w:r>
      <w:r w:rsidR="00987D49">
        <w:t>’</w:t>
      </w:r>
      <w:r>
        <w:t xml:space="preserve">à une sortie sur trois et il en fut de même pour Hélène et </w:t>
      </w:r>
      <w:proofErr w:type="spellStart"/>
      <w:r>
        <w:t>Grimaille</w:t>
      </w:r>
      <w:proofErr w:type="spellEnd"/>
      <w:r w:rsidR="00987D49">
        <w:t xml:space="preserve">. </w:t>
      </w:r>
      <w:r>
        <w:t>Je ne sus ce que mes compagnons pensèrent de cet arrangement</w:t>
      </w:r>
      <w:r w:rsidR="00987D49">
        <w:t xml:space="preserve">. </w:t>
      </w:r>
      <w:r>
        <w:t>Quant à moi</w:t>
      </w:r>
      <w:r w:rsidR="00987D49">
        <w:t xml:space="preserve">, </w:t>
      </w:r>
      <w:r>
        <w:t>je le trouvai bien désagréable</w:t>
      </w:r>
      <w:r w:rsidR="00987D49">
        <w:t xml:space="preserve">. </w:t>
      </w:r>
      <w:r>
        <w:t>Toutes les fois que je pouvais satisfaire ma curiosité en participant aux patrouilles</w:t>
      </w:r>
      <w:r w:rsidR="00987D49">
        <w:t xml:space="preserve">, </w:t>
      </w:r>
      <w:r>
        <w:t>j</w:t>
      </w:r>
      <w:r w:rsidR="00987D49">
        <w:t>’</w:t>
      </w:r>
      <w:r>
        <w:t>étais dévoré d</w:t>
      </w:r>
      <w:r w:rsidR="00987D49">
        <w:t>’</w:t>
      </w:r>
      <w:r>
        <w:t>inquiétude</w:t>
      </w:r>
      <w:r w:rsidR="00987D49">
        <w:t xml:space="preserve">, </w:t>
      </w:r>
      <w:r>
        <w:t>pour avoir laissé la chère Hélène</w:t>
      </w:r>
      <w:r w:rsidR="00987D49">
        <w:t xml:space="preserve">, </w:t>
      </w:r>
      <w:r>
        <w:t>sans protection en compagnie d</w:t>
      </w:r>
      <w:r w:rsidR="00987D49">
        <w:t>’</w:t>
      </w:r>
      <w:r>
        <w:t xml:space="preserve">un </w:t>
      </w:r>
      <w:r>
        <w:lastRenderedPageBreak/>
        <w:t>homme aussi peu sûr</w:t>
      </w:r>
      <w:r w:rsidR="00987D49">
        <w:t xml:space="preserve">, </w:t>
      </w:r>
      <w:r>
        <w:t>à mon gré</w:t>
      </w:r>
      <w:r w:rsidR="00987D49">
        <w:t xml:space="preserve">, </w:t>
      </w:r>
      <w:r>
        <w:t xml:space="preserve">que </w:t>
      </w:r>
      <w:proofErr w:type="spellStart"/>
      <w:r>
        <w:t>Grimaille</w:t>
      </w:r>
      <w:proofErr w:type="spellEnd"/>
      <w:r w:rsidR="00987D49">
        <w:t xml:space="preserve">. </w:t>
      </w:r>
      <w:r>
        <w:t>Je m</w:t>
      </w:r>
      <w:r w:rsidR="00987D49">
        <w:t>’</w:t>
      </w:r>
      <w:r>
        <w:t>étonnai que Pierre et René fussent exempts d</w:t>
      </w:r>
      <w:r w:rsidR="00987D49">
        <w:t>’</w:t>
      </w:r>
      <w:r>
        <w:t>une alarme semblable</w:t>
      </w:r>
      <w:r w:rsidR="00987D49">
        <w:t xml:space="preserve">. </w:t>
      </w:r>
      <w:r>
        <w:t xml:space="preserve">Sans doute jugeaient-ils </w:t>
      </w:r>
      <w:proofErr w:type="spellStart"/>
      <w:r>
        <w:t>Grimaille</w:t>
      </w:r>
      <w:proofErr w:type="spellEnd"/>
      <w:r>
        <w:t xml:space="preserve"> moins sévèrement que je le faisais moi-même</w:t>
      </w:r>
      <w:r w:rsidR="00987D49">
        <w:t xml:space="preserve">. </w:t>
      </w:r>
      <w:r>
        <w:t>Sans doute encore la passion de la découverte était-elle en eux trop puissante pour laisser une place aux sentiments purement humains</w:t>
      </w:r>
      <w:r w:rsidR="00987D49">
        <w:t>…</w:t>
      </w:r>
    </w:p>
    <w:p w14:paraId="203992F1" w14:textId="77777777" w:rsidR="00987D49" w:rsidRDefault="00B27708" w:rsidP="00B27708">
      <w:r>
        <w:t>Toutes les sorties se firent désormais dans la même direction</w:t>
      </w:r>
      <w:r w:rsidR="00987D49">
        <w:t xml:space="preserve">, </w:t>
      </w:r>
      <w:r>
        <w:t>celle qui menait à la région peuplée d</w:t>
      </w:r>
      <w:r w:rsidR="00987D49">
        <w:t>’</w:t>
      </w:r>
      <w:r>
        <w:t>êtres infiniment plats</w:t>
      </w:r>
      <w:r w:rsidR="00987D49">
        <w:t xml:space="preserve">. </w:t>
      </w:r>
      <w:r>
        <w:t>Et les observations succédèrent aux observations</w:t>
      </w:r>
      <w:r w:rsidR="00987D49">
        <w:t xml:space="preserve">, </w:t>
      </w:r>
      <w:r>
        <w:t>les expériences aux expériences</w:t>
      </w:r>
      <w:r w:rsidR="00987D49">
        <w:t xml:space="preserve">, </w:t>
      </w:r>
      <w:r>
        <w:t>si bien que nous acquérions chaque jour quelque clarté nouvelle</w:t>
      </w:r>
      <w:r w:rsidR="00987D49">
        <w:t xml:space="preserve">, </w:t>
      </w:r>
      <w:r>
        <w:t>quant à l</w:t>
      </w:r>
      <w:r w:rsidR="00987D49">
        <w:t>’</w:t>
      </w:r>
      <w:r>
        <w:t xml:space="preserve">étrange vie des habitants de </w:t>
      </w:r>
      <w:r w:rsidR="00987D49">
        <w:t xml:space="preserve">Phœbé II. </w:t>
      </w:r>
      <w:r>
        <w:t>À la fin de chaque période correspondant à une journée terrestre</w:t>
      </w:r>
      <w:r w:rsidR="00987D49">
        <w:t xml:space="preserve">, </w:t>
      </w:r>
      <w:r>
        <w:t>et avant de chercher</w:t>
      </w:r>
      <w:r w:rsidR="00987D49">
        <w:t xml:space="preserve">, </w:t>
      </w:r>
      <w:r>
        <w:t>dans nos fauteuils-lits</w:t>
      </w:r>
      <w:r w:rsidR="00987D49">
        <w:t xml:space="preserve">, </w:t>
      </w:r>
      <w:r>
        <w:t>le sommeil nécessaire</w:t>
      </w:r>
      <w:r w:rsidR="00987D49">
        <w:t xml:space="preserve">, </w:t>
      </w:r>
      <w:r>
        <w:t>nous mettions en commun les observations et les notes de la journée</w:t>
      </w:r>
      <w:r w:rsidR="00987D49">
        <w:t>.</w:t>
      </w:r>
    </w:p>
    <w:p w14:paraId="7B3CDA21" w14:textId="77777777" w:rsidR="00987D49" w:rsidRDefault="00B27708" w:rsidP="00B27708">
      <w:r>
        <w:t>Notre documentation s</w:t>
      </w:r>
      <w:r w:rsidR="00987D49">
        <w:t>’</w:t>
      </w:r>
      <w:r>
        <w:t>enrichissait ainsi sans cesse</w:t>
      </w:r>
      <w:r w:rsidR="00987D49">
        <w:t xml:space="preserve">, </w:t>
      </w:r>
      <w:r>
        <w:t>chacun apportant sa pierre à l</w:t>
      </w:r>
      <w:r w:rsidR="00987D49">
        <w:t>’</w:t>
      </w:r>
      <w:r>
        <w:t>édifice</w:t>
      </w:r>
      <w:r w:rsidR="00987D49">
        <w:t xml:space="preserve">. </w:t>
      </w:r>
      <w:r>
        <w:t>Peu à peu</w:t>
      </w:r>
      <w:r w:rsidR="00987D49">
        <w:t xml:space="preserve">, </w:t>
      </w:r>
      <w:r>
        <w:t>je me laissais prendre au charme de cette chasse à la vérité scientifique</w:t>
      </w:r>
      <w:r w:rsidR="00987D49">
        <w:t xml:space="preserve">. </w:t>
      </w:r>
      <w:r>
        <w:t>J</w:t>
      </w:r>
      <w:r w:rsidR="00987D49">
        <w:t>’</w:t>
      </w:r>
      <w:r>
        <w:t>aimais cette poursuite des solutions de l</w:t>
      </w:r>
      <w:r w:rsidR="00987D49">
        <w:t>’</w:t>
      </w:r>
      <w:r>
        <w:t>effarant mystère</w:t>
      </w:r>
      <w:r w:rsidR="00987D49">
        <w:t xml:space="preserve">. </w:t>
      </w:r>
      <w:proofErr w:type="spellStart"/>
      <w:r>
        <w:t>Grimaille</w:t>
      </w:r>
      <w:proofErr w:type="spellEnd"/>
      <w:r>
        <w:t xml:space="preserve"> n</w:t>
      </w:r>
      <w:r w:rsidR="00987D49">
        <w:t>’</w:t>
      </w:r>
      <w:r>
        <w:t>était</w:t>
      </w:r>
      <w:r w:rsidR="00987D49">
        <w:t xml:space="preserve">, </w:t>
      </w:r>
      <w:r>
        <w:t>en apparence</w:t>
      </w:r>
      <w:r w:rsidR="00987D49">
        <w:t xml:space="preserve">, </w:t>
      </w:r>
      <w:r>
        <w:t>pas moins passionné que moi</w:t>
      </w:r>
      <w:r w:rsidR="00987D49">
        <w:t xml:space="preserve">. </w:t>
      </w:r>
      <w:r>
        <w:t>Il apportait une contribution réelle aux travaux de l</w:t>
      </w:r>
      <w:r w:rsidR="00987D49">
        <w:t>’</w:t>
      </w:r>
      <w:r>
        <w:t>équipe</w:t>
      </w:r>
      <w:r w:rsidR="00987D49">
        <w:t xml:space="preserve">, </w:t>
      </w:r>
      <w:r>
        <w:t>et semblait bien assagi</w:t>
      </w:r>
      <w:r w:rsidR="00987D49">
        <w:t xml:space="preserve">. </w:t>
      </w:r>
      <w:r>
        <w:t>Quant à Fernand</w:t>
      </w:r>
      <w:r w:rsidR="00987D49">
        <w:t xml:space="preserve">, </w:t>
      </w:r>
      <w:r>
        <w:t>il avait</w:t>
      </w:r>
      <w:r w:rsidR="00987D49">
        <w:t xml:space="preserve">, </w:t>
      </w:r>
      <w:r>
        <w:t>un soir</w:t>
      </w:r>
      <w:r w:rsidR="00987D49">
        <w:t xml:space="preserve">, </w:t>
      </w:r>
      <w:r>
        <w:t>demandé humblement sa grâce</w:t>
      </w:r>
      <w:r w:rsidR="00987D49">
        <w:t xml:space="preserve">, </w:t>
      </w:r>
      <w:r>
        <w:t>que Pierre avait durement refusée</w:t>
      </w:r>
      <w:r w:rsidR="00987D49">
        <w:t>.</w:t>
      </w:r>
    </w:p>
    <w:p w14:paraId="6DB1BAD4" w14:textId="77777777" w:rsidR="00987D49" w:rsidRDefault="00987D49" w:rsidP="00B27708">
      <w:r>
        <w:rPr>
          <w:rFonts w:eastAsia="Georgia"/>
        </w:rPr>
        <w:t>— </w:t>
      </w:r>
      <w:r w:rsidR="00B27708">
        <w:t>Laissez-moi sortir avec vous</w:t>
      </w:r>
      <w:r>
        <w:t xml:space="preserve">, </w:t>
      </w:r>
      <w:r w:rsidR="00B27708">
        <w:t>au moins une fois</w:t>
      </w:r>
      <w:r>
        <w:t xml:space="preserve">, </w:t>
      </w:r>
      <w:r w:rsidR="00B27708">
        <w:t>supplia encore le prisonnier</w:t>
      </w:r>
      <w:r>
        <w:t xml:space="preserve">. </w:t>
      </w:r>
      <w:r w:rsidR="00B27708">
        <w:t>Je voudrais tant voir à mon tour</w:t>
      </w:r>
      <w:r>
        <w:t xml:space="preserve">, </w:t>
      </w:r>
      <w:r w:rsidR="00B27708">
        <w:t>les mystérieux polygones</w:t>
      </w:r>
      <w:r>
        <w:t> !</w:t>
      </w:r>
    </w:p>
    <w:p w14:paraId="38D91AAE" w14:textId="77777777" w:rsidR="00987D49" w:rsidRDefault="00987D49" w:rsidP="00B27708">
      <w:r>
        <w:rPr>
          <w:rFonts w:eastAsia="Georgia"/>
        </w:rPr>
        <w:t>— </w:t>
      </w:r>
      <w:r w:rsidR="00B27708">
        <w:t>Non</w:t>
      </w:r>
      <w:r>
        <w:t xml:space="preserve">, </w:t>
      </w:r>
      <w:r w:rsidR="00B27708">
        <w:t>décida le chef</w:t>
      </w:r>
      <w:r>
        <w:t xml:space="preserve">. </w:t>
      </w:r>
      <w:r w:rsidR="00B27708">
        <w:t xml:space="preserve">Vous êtes un indésirable et je regrette seulement de vous avoir emmené avec nous dans le </w:t>
      </w:r>
      <w:r>
        <w:t>« </w:t>
      </w:r>
      <w:r w:rsidR="00B27708">
        <w:t>Bolide</w:t>
      </w:r>
      <w:r>
        <w:t> ».</w:t>
      </w:r>
    </w:p>
    <w:p w14:paraId="0F13F264" w14:textId="77777777" w:rsidR="00987D49" w:rsidRDefault="00B27708" w:rsidP="00B27708">
      <w:r>
        <w:t>Hélène fit un mouvement comme pour intervenir en faveur de Fernand</w:t>
      </w:r>
      <w:r w:rsidR="00987D49">
        <w:t xml:space="preserve"> ; </w:t>
      </w:r>
      <w:r>
        <w:t>mais elle se ravisa aussitôt en soupirant</w:t>
      </w:r>
      <w:r w:rsidR="00987D49">
        <w:t xml:space="preserve">. </w:t>
      </w:r>
      <w:proofErr w:type="spellStart"/>
      <w:r>
        <w:t>Grimaille</w:t>
      </w:r>
      <w:proofErr w:type="spellEnd"/>
      <w:r>
        <w:t xml:space="preserve"> ne </w:t>
      </w:r>
      <w:r>
        <w:lastRenderedPageBreak/>
        <w:t>manifesta pas son sentiment</w:t>
      </w:r>
      <w:r w:rsidR="00987D49">
        <w:t xml:space="preserve"> ; </w:t>
      </w:r>
      <w:r>
        <w:t>mais je crus remarquer un rapide échange de regards entre lui et le captif</w:t>
      </w:r>
      <w:r w:rsidR="00987D49">
        <w:t>.</w:t>
      </w:r>
    </w:p>
    <w:p w14:paraId="2F397D7E" w14:textId="77777777" w:rsidR="00987D49" w:rsidRDefault="00B27708" w:rsidP="00B27708">
      <w:r>
        <w:t>Je n</w:t>
      </w:r>
      <w:r w:rsidR="00987D49">
        <w:t>’</w:t>
      </w:r>
      <w:r>
        <w:t>approuvai point entièrement la rigueur de Pierre</w:t>
      </w:r>
      <w:r w:rsidR="00987D49">
        <w:t xml:space="preserve">. </w:t>
      </w:r>
      <w:r>
        <w:t>Je craignais toujours que</w:t>
      </w:r>
      <w:r w:rsidR="00987D49">
        <w:t xml:space="preserve">, </w:t>
      </w:r>
      <w:r>
        <w:t>l</w:t>
      </w:r>
      <w:r w:rsidR="00987D49">
        <w:t>’</w:t>
      </w:r>
      <w:r>
        <w:t>exaspération et la rancune aidant</w:t>
      </w:r>
      <w:r w:rsidR="00987D49">
        <w:t xml:space="preserve">, </w:t>
      </w:r>
      <w:r>
        <w:t xml:space="preserve">Fernand ne parvînt à inciter </w:t>
      </w:r>
      <w:proofErr w:type="spellStart"/>
      <w:r>
        <w:t>Grimaille</w:t>
      </w:r>
      <w:proofErr w:type="spellEnd"/>
      <w:r>
        <w:t xml:space="preserve"> à se joindre à lui pour l</w:t>
      </w:r>
      <w:r w:rsidR="00987D49">
        <w:t>’</w:t>
      </w:r>
      <w:r>
        <w:t>exécution de ténébreux desseins</w:t>
      </w:r>
      <w:r w:rsidR="00987D49">
        <w:t xml:space="preserve">, </w:t>
      </w:r>
      <w:r>
        <w:t>en dépit du calme qu</w:t>
      </w:r>
      <w:r w:rsidR="00987D49">
        <w:t>’</w:t>
      </w:r>
      <w:r>
        <w:t>affectait maintenant notre bouillant capitaliste</w:t>
      </w:r>
      <w:r w:rsidR="00987D49">
        <w:t>.</w:t>
      </w:r>
    </w:p>
    <w:p w14:paraId="6FFC9931" w14:textId="77777777" w:rsidR="00987D49" w:rsidRDefault="00B27708" w:rsidP="00B27708">
      <w:r>
        <w:t>Au cours de chaque patrouille à laquelle je participais</w:t>
      </w:r>
      <w:r w:rsidR="00987D49">
        <w:t xml:space="preserve">, </w:t>
      </w:r>
      <w:r>
        <w:t>j</w:t>
      </w:r>
      <w:r w:rsidR="00987D49">
        <w:t>’</w:t>
      </w:r>
      <w:r>
        <w:t>étais sollicité par un souvenir d</w:t>
      </w:r>
      <w:r w:rsidR="00987D49">
        <w:t>’</w:t>
      </w:r>
      <w:r>
        <w:t>enfance</w:t>
      </w:r>
      <w:r w:rsidR="00987D49">
        <w:t xml:space="preserve">, </w:t>
      </w:r>
      <w:r>
        <w:t>le problème du loup</w:t>
      </w:r>
      <w:r w:rsidR="00987D49">
        <w:t xml:space="preserve">, </w:t>
      </w:r>
      <w:r>
        <w:t>de la chèvre et du chou</w:t>
      </w:r>
      <w:r w:rsidR="00987D49">
        <w:t xml:space="preserve">, </w:t>
      </w:r>
      <w:r>
        <w:t>et je comparais notre situation à celle qu</w:t>
      </w:r>
      <w:r w:rsidR="00987D49">
        <w:t>’</w:t>
      </w:r>
      <w:r>
        <w:t>expose plaisamment ce problème</w:t>
      </w:r>
      <w:r w:rsidR="00987D49">
        <w:t xml:space="preserve">. </w:t>
      </w:r>
      <w:r>
        <w:t>J</w:t>
      </w:r>
      <w:r w:rsidR="00987D49">
        <w:t>’</w:t>
      </w:r>
      <w:r>
        <w:t>eus un instant la velléité de le résoudre en renonçant à prendre part aux sorties et en m</w:t>
      </w:r>
      <w:r w:rsidR="00987D49">
        <w:t>’</w:t>
      </w:r>
      <w:r>
        <w:t>assujettissant à demeurer toujours à bord</w:t>
      </w:r>
      <w:r w:rsidR="00987D49">
        <w:t xml:space="preserve">. </w:t>
      </w:r>
      <w:r>
        <w:t>Mais je ne pus vaincre le démon de la curiosité</w:t>
      </w:r>
      <w:r w:rsidR="00987D49">
        <w:t xml:space="preserve">, </w:t>
      </w:r>
      <w:r>
        <w:t xml:space="preserve">qui me soufflait que les habitants de </w:t>
      </w:r>
      <w:r w:rsidR="00987D49">
        <w:t>Phœbé II</w:t>
      </w:r>
      <w:r>
        <w:t xml:space="preserve"> attendaient ma visite</w:t>
      </w:r>
      <w:r w:rsidR="00987D49">
        <w:t> !…</w:t>
      </w:r>
    </w:p>
    <w:p w14:paraId="0773D4FE" w14:textId="77777777" w:rsidR="00987D49" w:rsidRDefault="00B27708" w:rsidP="00B27708">
      <w:r>
        <w:t>D</w:t>
      </w:r>
      <w:r w:rsidR="00987D49">
        <w:t>’</w:t>
      </w:r>
      <w:r>
        <w:t>ailleurs</w:t>
      </w:r>
      <w:r w:rsidR="00987D49">
        <w:t xml:space="preserve">, </w:t>
      </w:r>
      <w:r>
        <w:t>les expéditions n</w:t>
      </w:r>
      <w:r w:rsidR="00987D49">
        <w:t>’</w:t>
      </w:r>
      <w:r>
        <w:t>étaient ni sans fatigue ni sans danger</w:t>
      </w:r>
      <w:r w:rsidR="00987D49">
        <w:t xml:space="preserve">. </w:t>
      </w:r>
      <w:r>
        <w:t>Déjà</w:t>
      </w:r>
      <w:r w:rsidR="00987D49">
        <w:t xml:space="preserve">, </w:t>
      </w:r>
      <w:r>
        <w:t>je n</w:t>
      </w:r>
      <w:r w:rsidR="00987D49">
        <w:t>’</w:t>
      </w:r>
      <w:r>
        <w:t>avais pas fait très bonne figure au début du voyage</w:t>
      </w:r>
      <w:r w:rsidR="00987D49">
        <w:t xml:space="preserve">. </w:t>
      </w:r>
      <w:r>
        <w:t>Je ne voulais pas avoir l</w:t>
      </w:r>
      <w:r w:rsidR="00987D49">
        <w:t>’</w:t>
      </w:r>
      <w:r>
        <w:t>air de me dérober</w:t>
      </w:r>
      <w:r w:rsidR="00987D49">
        <w:t xml:space="preserve">. </w:t>
      </w:r>
      <w:r>
        <w:t>Je ne donnai donc pas suite à mon projet</w:t>
      </w:r>
      <w:r w:rsidR="00987D49">
        <w:t xml:space="preserve">, </w:t>
      </w:r>
      <w:r>
        <w:t>et les patrouilles se firent</w:t>
      </w:r>
      <w:r w:rsidR="00987D49">
        <w:t xml:space="preserve">, </w:t>
      </w:r>
      <w:r>
        <w:t>jusqu</w:t>
      </w:r>
      <w:r w:rsidR="00987D49">
        <w:t>’</w:t>
      </w:r>
      <w:r>
        <w:t>à la fin</w:t>
      </w:r>
      <w:r w:rsidR="00987D49">
        <w:t xml:space="preserve">, </w:t>
      </w:r>
      <w:r>
        <w:t>dans l</w:t>
      </w:r>
      <w:r w:rsidR="00987D49">
        <w:t>’</w:t>
      </w:r>
      <w:r>
        <w:t>ordre que j</w:t>
      </w:r>
      <w:r w:rsidR="00987D49">
        <w:t>’</w:t>
      </w:r>
      <w:r>
        <w:t>ai indiqué</w:t>
      </w:r>
      <w:r w:rsidR="00987D49">
        <w:t>…</w:t>
      </w:r>
    </w:p>
    <w:p w14:paraId="1143A86E" w14:textId="77777777" w:rsidR="00987D49" w:rsidRDefault="00B27708" w:rsidP="00B27708">
      <w:r>
        <w:t>Ainsi que je l</w:t>
      </w:r>
      <w:r w:rsidR="00987D49">
        <w:t>’</w:t>
      </w:r>
      <w:r>
        <w:t>ai signalé</w:t>
      </w:r>
      <w:r w:rsidR="00987D49">
        <w:t xml:space="preserve">, </w:t>
      </w:r>
      <w:r>
        <w:t>chacun de nous découvrit quelques particularités de la vie des infiniment plats</w:t>
      </w:r>
      <w:r w:rsidR="00987D49">
        <w:t xml:space="preserve">. </w:t>
      </w:r>
      <w:r>
        <w:t>Ainsi</w:t>
      </w:r>
      <w:r w:rsidR="00987D49">
        <w:t xml:space="preserve">, </w:t>
      </w:r>
      <w:r>
        <w:t>ce fut moi qui</w:t>
      </w:r>
      <w:r w:rsidR="00987D49">
        <w:t xml:space="preserve">, </w:t>
      </w:r>
      <w:r>
        <w:t>le premier</w:t>
      </w:r>
      <w:r w:rsidR="00987D49">
        <w:t xml:space="preserve">, </w:t>
      </w:r>
      <w:r>
        <w:t>fus le témoin d</w:t>
      </w:r>
      <w:r w:rsidR="00987D49">
        <w:t>’</w:t>
      </w:r>
      <w:r>
        <w:t>une naissance</w:t>
      </w:r>
      <w:r w:rsidR="00987D49">
        <w:t>.</w:t>
      </w:r>
    </w:p>
    <w:p w14:paraId="2520321C" w14:textId="77777777" w:rsidR="00987D49" w:rsidRDefault="00B27708" w:rsidP="00B27708">
      <w:r>
        <w:t>Je me penchais sur un groupe d</w:t>
      </w:r>
      <w:r w:rsidR="00987D49">
        <w:t>’</w:t>
      </w:r>
      <w:r>
        <w:t>hexagones rouges</w:t>
      </w:r>
      <w:r w:rsidR="00987D49">
        <w:t xml:space="preserve">, </w:t>
      </w:r>
      <w:r>
        <w:t>qui se livraient à des évolutions</w:t>
      </w:r>
      <w:r w:rsidR="00987D49">
        <w:t xml:space="preserve">, </w:t>
      </w:r>
      <w:r>
        <w:t>dénuées de sens pour l</w:t>
      </w:r>
      <w:r w:rsidR="00987D49">
        <w:t>’</w:t>
      </w:r>
      <w:r>
        <w:t>observateur terrien</w:t>
      </w:r>
      <w:r w:rsidR="00987D49">
        <w:t xml:space="preserve">, </w:t>
      </w:r>
      <w:r>
        <w:t>mais qui devaient avoir une raison logique pour eux</w:t>
      </w:r>
      <w:r w:rsidR="00987D49">
        <w:t xml:space="preserve">, </w:t>
      </w:r>
      <w:r>
        <w:t>lorsque je remarquai que l</w:t>
      </w:r>
      <w:r w:rsidR="00987D49">
        <w:t>’</w:t>
      </w:r>
      <w:r>
        <w:t>un de ces hexagones s</w:t>
      </w:r>
      <w:r w:rsidR="00987D49">
        <w:t>’</w:t>
      </w:r>
      <w:r>
        <w:t>écartait du groupe</w:t>
      </w:r>
      <w:r w:rsidR="00987D49">
        <w:t xml:space="preserve">. </w:t>
      </w:r>
      <w:r>
        <w:t>Je le suivis</w:t>
      </w:r>
      <w:r w:rsidR="00987D49">
        <w:t xml:space="preserve">. </w:t>
      </w:r>
      <w:r>
        <w:t>Il m</w:t>
      </w:r>
      <w:r w:rsidR="00987D49">
        <w:t>’</w:t>
      </w:r>
      <w:r>
        <w:t>entraîna assez loin</w:t>
      </w:r>
      <w:r w:rsidR="00987D49">
        <w:t xml:space="preserve">. </w:t>
      </w:r>
      <w:r>
        <w:t>Fort heureusement</w:t>
      </w:r>
      <w:r w:rsidR="00987D49">
        <w:t xml:space="preserve">, </w:t>
      </w:r>
      <w:r>
        <w:t>les silhouettes noires de mes compagnons</w:t>
      </w:r>
      <w:r w:rsidR="00987D49">
        <w:t xml:space="preserve">, </w:t>
      </w:r>
      <w:r>
        <w:t>et le signal-disque</w:t>
      </w:r>
      <w:r w:rsidR="00987D49">
        <w:t xml:space="preserve">, </w:t>
      </w:r>
      <w:r>
        <w:t>et le vaste panneau de l</w:t>
      </w:r>
      <w:r w:rsidR="00987D49">
        <w:t>’</w:t>
      </w:r>
      <w:r>
        <w:t>astronef</w:t>
      </w:r>
      <w:r w:rsidR="00987D49">
        <w:t xml:space="preserve">, </w:t>
      </w:r>
      <w:r>
        <w:t>demeurèrent dans le champ de ma vision</w:t>
      </w:r>
      <w:r w:rsidR="00987D49">
        <w:t xml:space="preserve">, </w:t>
      </w:r>
      <w:r>
        <w:t>renforcée par la lorgnette</w:t>
      </w:r>
      <w:r w:rsidR="00987D49">
        <w:t xml:space="preserve">. </w:t>
      </w:r>
      <w:r>
        <w:t>Mon hexagone parvint enfin à s</w:t>
      </w:r>
      <w:r w:rsidR="00987D49">
        <w:t>’</w:t>
      </w:r>
      <w:r>
        <w:t>isoler</w:t>
      </w:r>
      <w:r w:rsidR="00987D49">
        <w:t>.</w:t>
      </w:r>
    </w:p>
    <w:p w14:paraId="30E76662" w14:textId="77777777" w:rsidR="00987D49" w:rsidRDefault="00B27708" w:rsidP="00B27708">
      <w:r>
        <w:lastRenderedPageBreak/>
        <w:t>Il s</w:t>
      </w:r>
      <w:r w:rsidR="00987D49">
        <w:t>’</w:t>
      </w:r>
      <w:r>
        <w:t>immobilisa</w:t>
      </w:r>
      <w:r w:rsidR="00987D49">
        <w:t xml:space="preserve">, </w:t>
      </w:r>
      <w:r>
        <w:t>prit une teinte plus foncée</w:t>
      </w:r>
      <w:r w:rsidR="00987D49">
        <w:t xml:space="preserve">, </w:t>
      </w:r>
      <w:r>
        <w:t>devint pourpre</w:t>
      </w:r>
      <w:r w:rsidR="00987D49">
        <w:t xml:space="preserve">, </w:t>
      </w:r>
      <w:r>
        <w:t>et je le vis soudain se dédoubler</w:t>
      </w:r>
      <w:r w:rsidR="00987D49">
        <w:t xml:space="preserve">. </w:t>
      </w:r>
      <w:r>
        <w:t>Un second hexagone</w:t>
      </w:r>
      <w:r w:rsidR="00987D49">
        <w:t xml:space="preserve">, </w:t>
      </w:r>
      <w:r>
        <w:t>de même taille</w:t>
      </w:r>
      <w:r w:rsidR="00987D49">
        <w:t xml:space="preserve">, </w:t>
      </w:r>
      <w:r>
        <w:t>mais de couleur rose tendre</w:t>
      </w:r>
      <w:r w:rsidR="00987D49">
        <w:t xml:space="preserve">, </w:t>
      </w:r>
      <w:r>
        <w:t>glissait doucement hors du premier</w:t>
      </w:r>
      <w:r w:rsidR="00987D49">
        <w:t xml:space="preserve">. </w:t>
      </w:r>
      <w:r>
        <w:t>Au fur et à mesure qu</w:t>
      </w:r>
      <w:r w:rsidR="00987D49">
        <w:t>’</w:t>
      </w:r>
      <w:r>
        <w:t>il se détachait</w:t>
      </w:r>
      <w:r w:rsidR="00987D49">
        <w:t xml:space="preserve">, </w:t>
      </w:r>
      <w:r>
        <w:t>les zones libérées du premier cessaient d</w:t>
      </w:r>
      <w:r w:rsidR="00987D49">
        <w:t>’</w:t>
      </w:r>
      <w:r>
        <w:t>être pourpres pour redevenir simplement rouges</w:t>
      </w:r>
      <w:r w:rsidR="00987D49">
        <w:t xml:space="preserve">. </w:t>
      </w:r>
      <w:r>
        <w:t>Au bout d</w:t>
      </w:r>
      <w:r w:rsidR="00987D49">
        <w:t>’</w:t>
      </w:r>
      <w:r>
        <w:t>un quart d</w:t>
      </w:r>
      <w:r w:rsidR="00987D49">
        <w:t>’</w:t>
      </w:r>
      <w:r>
        <w:t>heure</w:t>
      </w:r>
      <w:r w:rsidR="00987D49">
        <w:t xml:space="preserve">, </w:t>
      </w:r>
      <w:r>
        <w:t>il y eut</w:t>
      </w:r>
      <w:r w:rsidR="00987D49">
        <w:t xml:space="preserve">, </w:t>
      </w:r>
      <w:r>
        <w:t>devant mes yeux</w:t>
      </w:r>
      <w:r w:rsidR="00987D49">
        <w:t xml:space="preserve">, </w:t>
      </w:r>
      <w:r>
        <w:t>deux hexagones semblables dont l</w:t>
      </w:r>
      <w:r w:rsidR="00987D49">
        <w:t>’</w:t>
      </w:r>
      <w:r>
        <w:t>un était seulement plus clair que l</w:t>
      </w:r>
      <w:r w:rsidR="00987D49">
        <w:t>’</w:t>
      </w:r>
      <w:r>
        <w:t>autre</w:t>
      </w:r>
      <w:r w:rsidR="00987D49">
        <w:t>…</w:t>
      </w:r>
    </w:p>
    <w:p w14:paraId="606BDBFB" w14:textId="77777777" w:rsidR="00987D49" w:rsidRDefault="00B27708" w:rsidP="00B27708">
      <w:r>
        <w:t>Je fus très fier du succès que je remportai</w:t>
      </w:r>
      <w:r w:rsidR="00987D49">
        <w:t xml:space="preserve">, </w:t>
      </w:r>
      <w:r>
        <w:t>quand je contai à mes compagnons ce que j</w:t>
      </w:r>
      <w:r w:rsidR="00987D49">
        <w:t>’</w:t>
      </w:r>
      <w:r>
        <w:t>avais vu</w:t>
      </w:r>
      <w:r w:rsidR="00987D49">
        <w:t xml:space="preserve">. </w:t>
      </w:r>
      <w:r>
        <w:t>Chacun d</w:t>
      </w:r>
      <w:r w:rsidR="00987D49">
        <w:t>’</w:t>
      </w:r>
      <w:r>
        <w:t>eux put assister</w:t>
      </w:r>
      <w:r w:rsidR="00987D49">
        <w:t xml:space="preserve">, </w:t>
      </w:r>
      <w:r>
        <w:t>par la suite</w:t>
      </w:r>
      <w:r w:rsidR="00987D49">
        <w:t xml:space="preserve">, </w:t>
      </w:r>
      <w:r>
        <w:t>à des naissances identiques</w:t>
      </w:r>
      <w:r w:rsidR="00987D49">
        <w:t xml:space="preserve">. </w:t>
      </w:r>
      <w:r>
        <w:t>Mais j</w:t>
      </w:r>
      <w:r w:rsidR="00987D49">
        <w:t>’</w:t>
      </w:r>
      <w:r>
        <w:t>étais tout de même le premier</w:t>
      </w:r>
      <w:r w:rsidR="00987D49">
        <w:t>…</w:t>
      </w:r>
    </w:p>
    <w:p w14:paraId="3595D867" w14:textId="77777777" w:rsidR="00987D49" w:rsidRDefault="00B27708" w:rsidP="00B27708">
      <w:r>
        <w:t>À la sortie suivante</w:t>
      </w:r>
      <w:r w:rsidR="00987D49">
        <w:t xml:space="preserve">, </w:t>
      </w:r>
      <w:proofErr w:type="spellStart"/>
      <w:r>
        <w:t>Grimaille</w:t>
      </w:r>
      <w:proofErr w:type="spellEnd"/>
      <w:r>
        <w:t xml:space="preserve"> obtint un succès du même ordre</w:t>
      </w:r>
      <w:r w:rsidR="00987D49">
        <w:t xml:space="preserve">, </w:t>
      </w:r>
      <w:r>
        <w:t>en exposant comment il avait assisté à un mariage d</w:t>
      </w:r>
      <w:r w:rsidR="00987D49">
        <w:t>’</w:t>
      </w:r>
      <w:r>
        <w:t>octogones</w:t>
      </w:r>
      <w:r w:rsidR="00987D49">
        <w:t xml:space="preserve">. </w:t>
      </w:r>
      <w:r>
        <w:t>Les deux figures s</w:t>
      </w:r>
      <w:r w:rsidR="00987D49">
        <w:t>’</w:t>
      </w:r>
      <w:r>
        <w:t>étaient fondues en une seule</w:t>
      </w:r>
      <w:r w:rsidR="00987D49">
        <w:t xml:space="preserve">, </w:t>
      </w:r>
      <w:r>
        <w:t>de la même couleur verte que les mariés</w:t>
      </w:r>
      <w:r w:rsidR="00987D49">
        <w:t>.</w:t>
      </w:r>
    </w:p>
    <w:p w14:paraId="01439ECF" w14:textId="77777777" w:rsidR="00987D49" w:rsidRDefault="00B27708" w:rsidP="00B27708">
      <w:r>
        <w:t>Mais je renonce à discriminer la part de chacun dans les découvertes de tous</w:t>
      </w:r>
      <w:r w:rsidR="00987D49">
        <w:t>…</w:t>
      </w:r>
    </w:p>
    <w:p w14:paraId="43941ED5" w14:textId="77777777" w:rsidR="00987D49" w:rsidRDefault="00B27708" w:rsidP="00B27708">
      <w:r>
        <w:t>Des mariages</w:t>
      </w:r>
      <w:r w:rsidR="00987D49">
        <w:t xml:space="preserve">, </w:t>
      </w:r>
      <w:r>
        <w:t>des naissances</w:t>
      </w:r>
      <w:r w:rsidR="00987D49">
        <w:t xml:space="preserve">, </w:t>
      </w:r>
      <w:r>
        <w:t>nous en vîmes tant</w:t>
      </w:r>
      <w:r w:rsidR="00987D49">
        <w:t xml:space="preserve">, </w:t>
      </w:r>
      <w:r>
        <w:t>que ces spectacles cessèrent de nous émouvoir</w:t>
      </w:r>
      <w:r w:rsidR="00987D49">
        <w:t xml:space="preserve">. </w:t>
      </w:r>
      <w:r>
        <w:t>La mort elle-même des êtres infiniment plats ne nous toucha bientôt plus que médiocrement</w:t>
      </w:r>
      <w:r w:rsidR="00987D49">
        <w:t>.</w:t>
      </w:r>
    </w:p>
    <w:p w14:paraId="68830216" w14:textId="77777777" w:rsidR="00987D49" w:rsidRDefault="00B27708" w:rsidP="00B27708">
      <w:r>
        <w:t>Toutefois</w:t>
      </w:r>
      <w:r w:rsidR="00987D49">
        <w:t xml:space="preserve">, </w:t>
      </w:r>
      <w:r>
        <w:t>la première fois que nous pûmes voir disparaître un polygone</w:t>
      </w:r>
      <w:r w:rsidR="00987D49">
        <w:t xml:space="preserve">, </w:t>
      </w:r>
      <w:r>
        <w:t>quelque tristesse assombrit le regard de la chère Hélène</w:t>
      </w:r>
      <w:r w:rsidR="00987D49">
        <w:t xml:space="preserve">. </w:t>
      </w:r>
      <w:r>
        <w:t>L</w:t>
      </w:r>
      <w:r w:rsidR="00987D49">
        <w:t>’</w:t>
      </w:r>
      <w:r>
        <w:t>image était immobile</w:t>
      </w:r>
      <w:r w:rsidR="00987D49">
        <w:t xml:space="preserve">, </w:t>
      </w:r>
      <w:r>
        <w:t>parmi un groupe extraordinairement mouvant</w:t>
      </w:r>
      <w:r w:rsidR="00987D49">
        <w:t xml:space="preserve">. </w:t>
      </w:r>
      <w:r>
        <w:t>C</w:t>
      </w:r>
      <w:r w:rsidR="00987D49">
        <w:t>’</w:t>
      </w:r>
      <w:r>
        <w:t>était un beau pentagone jaune</w:t>
      </w:r>
      <w:r w:rsidR="00987D49">
        <w:t xml:space="preserve">, </w:t>
      </w:r>
      <w:r>
        <w:t>de première grandeur</w:t>
      </w:r>
      <w:r w:rsidR="00987D49">
        <w:t xml:space="preserve">. </w:t>
      </w:r>
      <w:r>
        <w:t>Il pâlit progressivement</w:t>
      </w:r>
      <w:r w:rsidR="00987D49">
        <w:t xml:space="preserve">, </w:t>
      </w:r>
      <w:r>
        <w:t>changea de couleur</w:t>
      </w:r>
      <w:r w:rsidR="00987D49">
        <w:t xml:space="preserve">, </w:t>
      </w:r>
      <w:r>
        <w:t>prit peu à peu cette teinte grisâtre qui était</w:t>
      </w:r>
      <w:r w:rsidR="00987D49">
        <w:t xml:space="preserve">, </w:t>
      </w:r>
      <w:r>
        <w:t>pour le peuple à deux dimensions</w:t>
      </w:r>
      <w:r w:rsidR="00987D49">
        <w:t xml:space="preserve">, </w:t>
      </w:r>
      <w:r>
        <w:t>celle du sommeil</w:t>
      </w:r>
      <w:r w:rsidR="00987D49">
        <w:t xml:space="preserve">. </w:t>
      </w:r>
      <w:r>
        <w:t>Puis</w:t>
      </w:r>
      <w:r w:rsidR="00987D49">
        <w:t xml:space="preserve">, </w:t>
      </w:r>
      <w:r>
        <w:t>il pâlit davantage</w:t>
      </w:r>
      <w:r w:rsidR="00987D49">
        <w:t xml:space="preserve">, </w:t>
      </w:r>
      <w:r>
        <w:t>s</w:t>
      </w:r>
      <w:r w:rsidR="00987D49">
        <w:t>’</w:t>
      </w:r>
      <w:r>
        <w:t>atténua lentement</w:t>
      </w:r>
      <w:r w:rsidR="00987D49">
        <w:t xml:space="preserve">, </w:t>
      </w:r>
      <w:r>
        <w:t>devint presque transparent</w:t>
      </w:r>
      <w:r w:rsidR="00987D49">
        <w:t xml:space="preserve">, </w:t>
      </w:r>
      <w:r>
        <w:t>et enfin</w:t>
      </w:r>
      <w:r w:rsidR="00987D49">
        <w:t xml:space="preserve">, </w:t>
      </w:r>
      <w:r>
        <w:t>s</w:t>
      </w:r>
      <w:r w:rsidR="00987D49">
        <w:t>’</w:t>
      </w:r>
      <w:r>
        <w:t>effaça tout à fait</w:t>
      </w:r>
      <w:r w:rsidR="00987D49">
        <w:t>…</w:t>
      </w:r>
    </w:p>
    <w:p w14:paraId="1BFE331F" w14:textId="77777777" w:rsidR="00987D49" w:rsidRDefault="00B27708" w:rsidP="00B27708">
      <w:r>
        <w:t>Nous devions avoir</w:t>
      </w:r>
      <w:r w:rsidR="00987D49">
        <w:t xml:space="preserve">, </w:t>
      </w:r>
      <w:r>
        <w:t>par la suite</w:t>
      </w:r>
      <w:r w:rsidR="00987D49">
        <w:t xml:space="preserve">, </w:t>
      </w:r>
      <w:r>
        <w:t>plusieurs occasions d</w:t>
      </w:r>
      <w:r w:rsidR="00987D49">
        <w:t>’</w:t>
      </w:r>
      <w:r>
        <w:t>assister à des spectacles semblables</w:t>
      </w:r>
      <w:r w:rsidR="00987D49">
        <w:t xml:space="preserve">. </w:t>
      </w:r>
      <w:r>
        <w:t>C</w:t>
      </w:r>
      <w:r w:rsidR="00987D49">
        <w:t>’</w:t>
      </w:r>
      <w:r>
        <w:t>était toujours</w:t>
      </w:r>
      <w:r>
        <w:rPr>
          <w:i/>
          <w:iCs/>
        </w:rPr>
        <w:t xml:space="preserve"> </w:t>
      </w:r>
      <w:r>
        <w:t>assez pénible</w:t>
      </w:r>
      <w:r w:rsidR="00987D49">
        <w:t xml:space="preserve">, </w:t>
      </w:r>
      <w:r>
        <w:t xml:space="preserve">mais ces </w:t>
      </w:r>
      <w:r>
        <w:lastRenderedPageBreak/>
        <w:t>êtres étaient si loin de nous</w:t>
      </w:r>
      <w:r w:rsidR="00987D49">
        <w:t xml:space="preserve">, </w:t>
      </w:r>
      <w:r>
        <w:t>que notre émoi restait</w:t>
      </w:r>
      <w:r w:rsidR="00987D49">
        <w:t xml:space="preserve">, </w:t>
      </w:r>
      <w:r>
        <w:t>comme je l</w:t>
      </w:r>
      <w:r w:rsidR="00987D49">
        <w:t>’</w:t>
      </w:r>
      <w:r>
        <w:t>ai noté</w:t>
      </w:r>
      <w:r w:rsidR="00987D49">
        <w:t xml:space="preserve">, </w:t>
      </w:r>
      <w:r>
        <w:t>très superficiel</w:t>
      </w:r>
      <w:r w:rsidR="00987D49">
        <w:t>…</w:t>
      </w:r>
    </w:p>
    <w:p w14:paraId="382D570A" w14:textId="77777777" w:rsidR="00987D49" w:rsidRDefault="00B27708" w:rsidP="00B27708">
      <w:r>
        <w:t>Au total</w:t>
      </w:r>
      <w:r w:rsidR="00987D49">
        <w:t xml:space="preserve">, </w:t>
      </w:r>
      <w:r>
        <w:t>des attributs de la vie</w:t>
      </w:r>
      <w:r w:rsidR="00987D49">
        <w:t xml:space="preserve">, </w:t>
      </w:r>
      <w:r>
        <w:t>tels que Pierre les avait exposés</w:t>
      </w:r>
      <w:r w:rsidR="00987D49">
        <w:t xml:space="preserve">, </w:t>
      </w:r>
      <w:r>
        <w:t>le jour de notre première rencontre avec les polygones</w:t>
      </w:r>
      <w:r w:rsidR="00987D49">
        <w:t xml:space="preserve">, </w:t>
      </w:r>
      <w:r>
        <w:t>deux étaient possédés par le peuple à deux dimensions</w:t>
      </w:r>
      <w:r w:rsidR="00987D49">
        <w:t xml:space="preserve"> : </w:t>
      </w:r>
      <w:r>
        <w:t>la naissance et la mort</w:t>
      </w:r>
      <w:r w:rsidR="00987D49">
        <w:t>.</w:t>
      </w:r>
    </w:p>
    <w:p w14:paraId="0B3AD2D9" w14:textId="77777777" w:rsidR="00987D49" w:rsidRDefault="00B27708" w:rsidP="00B27708">
      <w:r>
        <w:t>Quant à la croissance</w:t>
      </w:r>
      <w:r w:rsidR="00987D49">
        <w:t xml:space="preserve">, </w:t>
      </w:r>
      <w:r>
        <w:t>René</w:t>
      </w:r>
      <w:r w:rsidR="00987D49">
        <w:t xml:space="preserve">, </w:t>
      </w:r>
      <w:r>
        <w:t>après de multiples observations</w:t>
      </w:r>
      <w:r w:rsidR="00987D49">
        <w:t xml:space="preserve">, </w:t>
      </w:r>
      <w:r>
        <w:t>la plaça dans la progression des couleurs</w:t>
      </w:r>
      <w:r w:rsidR="00987D49">
        <w:t xml:space="preserve">, </w:t>
      </w:r>
      <w:r>
        <w:t>allant du clair au foncé</w:t>
      </w:r>
      <w:r w:rsidR="00987D49">
        <w:t xml:space="preserve">, </w:t>
      </w:r>
      <w:r>
        <w:t>puis redevenant plus claires vers la fin de l</w:t>
      </w:r>
      <w:r w:rsidR="00987D49">
        <w:t>’</w:t>
      </w:r>
      <w:r>
        <w:t xml:space="preserve">existence des êtres de </w:t>
      </w:r>
      <w:r w:rsidR="00987D49">
        <w:t xml:space="preserve">Phœbé II. </w:t>
      </w:r>
      <w:r>
        <w:t>En réalité</w:t>
      </w:r>
      <w:r w:rsidR="00987D49">
        <w:t xml:space="preserve">, </w:t>
      </w:r>
      <w:r>
        <w:t>il ne put jamais vérifier complètement cette hypothèse</w:t>
      </w:r>
      <w:r w:rsidR="00987D49">
        <w:t>.</w:t>
      </w:r>
    </w:p>
    <w:p w14:paraId="1C14CDA0" w14:textId="77777777" w:rsidR="00987D49" w:rsidRDefault="00B27708" w:rsidP="00B27708">
      <w:r>
        <w:t>Pour ce qui concerne les autres résultats de nos recherches</w:t>
      </w:r>
      <w:r w:rsidR="00987D49">
        <w:t xml:space="preserve">, </w:t>
      </w:r>
      <w:r>
        <w:t>j</w:t>
      </w:r>
      <w:r w:rsidR="00987D49">
        <w:t>’</w:t>
      </w:r>
      <w:r>
        <w:t>ai dit</w:t>
      </w:r>
      <w:r w:rsidR="00987D49">
        <w:t xml:space="preserve">, </w:t>
      </w:r>
      <w:r>
        <w:t>et je ne répéterai plus</w:t>
      </w:r>
      <w:r w:rsidR="00987D49">
        <w:t xml:space="preserve">, </w:t>
      </w:r>
      <w:r>
        <w:t>que je renonce à préciser à quel membre de l</w:t>
      </w:r>
      <w:r w:rsidR="00987D49">
        <w:t>’</w:t>
      </w:r>
      <w:r>
        <w:t>équipage chacune d</w:t>
      </w:r>
      <w:r w:rsidR="00987D49">
        <w:t>’</w:t>
      </w:r>
      <w:r>
        <w:t>elle fut particulièrement due</w:t>
      </w:r>
      <w:r w:rsidR="00987D49">
        <w:t xml:space="preserve">, </w:t>
      </w:r>
      <w:r>
        <w:t>tant cette équipe devint homogène dans le travail</w:t>
      </w:r>
      <w:r w:rsidR="00987D49">
        <w:t xml:space="preserve">. </w:t>
      </w:r>
      <w:r>
        <w:t>Je me contenterai de résumer ici le sens général de ces résultats</w:t>
      </w:r>
      <w:r w:rsidR="00987D49">
        <w:t>.</w:t>
      </w:r>
    </w:p>
    <w:p w14:paraId="45BE3D81" w14:textId="77777777" w:rsidR="00987D49" w:rsidRDefault="00B27708" w:rsidP="00B27708">
      <w:r>
        <w:t>Les figures les plus simples constituaient l</w:t>
      </w:r>
      <w:r w:rsidR="00987D49">
        <w:t>’</w:t>
      </w:r>
      <w:r>
        <w:t>élite de l</w:t>
      </w:r>
      <w:r w:rsidR="00987D49">
        <w:t>’</w:t>
      </w:r>
      <w:r>
        <w:t>étrange société</w:t>
      </w:r>
      <w:r w:rsidR="00987D49">
        <w:t xml:space="preserve">. </w:t>
      </w:r>
      <w:r>
        <w:t>Souvent</w:t>
      </w:r>
      <w:r w:rsidR="00987D49">
        <w:t xml:space="preserve">, </w:t>
      </w:r>
      <w:r>
        <w:t>en effet</w:t>
      </w:r>
      <w:r w:rsidR="00987D49">
        <w:t xml:space="preserve">, </w:t>
      </w:r>
      <w:r>
        <w:t>l</w:t>
      </w:r>
      <w:r w:rsidR="00987D49">
        <w:t>’</w:t>
      </w:r>
      <w:r>
        <w:t>on pouvait voir des troupes de décagones ou de pentagones</w:t>
      </w:r>
      <w:r w:rsidR="00987D49">
        <w:t xml:space="preserve">, </w:t>
      </w:r>
      <w:r>
        <w:t>encadrées par un petit nombre d</w:t>
      </w:r>
      <w:r w:rsidR="00987D49">
        <w:t>’</w:t>
      </w:r>
      <w:r>
        <w:t>hexagones</w:t>
      </w:r>
      <w:r w:rsidR="00987D49">
        <w:t xml:space="preserve">, </w:t>
      </w:r>
      <w:r>
        <w:t>et précédées par quelques carrés</w:t>
      </w:r>
      <w:r w:rsidR="00987D49">
        <w:t xml:space="preserve">, </w:t>
      </w:r>
      <w:r>
        <w:t>menés eux-mêmes par un seul triangle</w:t>
      </w:r>
      <w:r w:rsidR="00987D49">
        <w:t>.</w:t>
      </w:r>
    </w:p>
    <w:p w14:paraId="72E2DF47" w14:textId="77777777" w:rsidR="00987D49" w:rsidRDefault="00B27708" w:rsidP="00B27708">
      <w:r>
        <w:t>Parmi les polygones semblables</w:t>
      </w:r>
      <w:r w:rsidR="00987D49">
        <w:t xml:space="preserve">, </w:t>
      </w:r>
      <w:r>
        <w:t>il y avait encore une hiérarchie</w:t>
      </w:r>
      <w:r w:rsidR="00987D49">
        <w:t xml:space="preserve">, </w:t>
      </w:r>
      <w:r>
        <w:t>caractérisée par la taille et par la couleur</w:t>
      </w:r>
      <w:r w:rsidR="00987D49">
        <w:t xml:space="preserve">, </w:t>
      </w:r>
      <w:r>
        <w:t>les grandes figures l</w:t>
      </w:r>
      <w:r w:rsidR="00987D49">
        <w:t>’</w:t>
      </w:r>
      <w:r>
        <w:t>emportant sur les petites dans chaque groupe de même couleur et de même forme</w:t>
      </w:r>
      <w:r w:rsidR="00987D49">
        <w:t xml:space="preserve">. </w:t>
      </w:r>
      <w:r>
        <w:t>Quant à la</w:t>
      </w:r>
      <w:r>
        <w:rPr>
          <w:bCs/>
        </w:rPr>
        <w:t xml:space="preserve"> </w:t>
      </w:r>
      <w:r>
        <w:t>hiérarchie des couleurs</w:t>
      </w:r>
      <w:r w:rsidR="00987D49">
        <w:t xml:space="preserve">, </w:t>
      </w:r>
      <w:r>
        <w:t>elle allait dans cet ordre décroissant</w:t>
      </w:r>
      <w:r w:rsidR="00987D49">
        <w:t xml:space="preserve"> : </w:t>
      </w:r>
      <w:r>
        <w:t>violet</w:t>
      </w:r>
      <w:r w:rsidR="00987D49">
        <w:t xml:space="preserve">, </w:t>
      </w:r>
      <w:r>
        <w:t>bleu</w:t>
      </w:r>
      <w:r w:rsidR="00987D49">
        <w:t xml:space="preserve">, </w:t>
      </w:r>
      <w:r>
        <w:t>vert</w:t>
      </w:r>
      <w:r w:rsidR="00987D49">
        <w:t xml:space="preserve">, </w:t>
      </w:r>
      <w:r>
        <w:t>jaune</w:t>
      </w:r>
      <w:r w:rsidR="00987D49">
        <w:t xml:space="preserve">, </w:t>
      </w:r>
      <w:r>
        <w:t>rouge</w:t>
      </w:r>
      <w:r w:rsidR="00987D49">
        <w:t xml:space="preserve">. </w:t>
      </w:r>
      <w:r>
        <w:t>Les images rouges étaient d</w:t>
      </w:r>
      <w:r w:rsidR="00987D49">
        <w:t>’</w:t>
      </w:r>
      <w:r>
        <w:t>ailleurs les plus nombreuses</w:t>
      </w:r>
      <w:r w:rsidR="00987D49">
        <w:t xml:space="preserve">, </w:t>
      </w:r>
      <w:r>
        <w:t>et les violettes les plus rares</w:t>
      </w:r>
      <w:r w:rsidR="00987D49">
        <w:t>.</w:t>
      </w:r>
    </w:p>
    <w:p w14:paraId="08607ABB" w14:textId="77777777" w:rsidR="00987D49" w:rsidRDefault="00B27708" w:rsidP="00B27708">
      <w:r>
        <w:t>Nous n</w:t>
      </w:r>
      <w:r w:rsidR="00987D49">
        <w:t>’</w:t>
      </w:r>
      <w:r>
        <w:t>eûmes pas grand mérite à faire ces découvertes</w:t>
      </w:r>
      <w:r w:rsidR="00987D49">
        <w:t xml:space="preserve">. </w:t>
      </w:r>
      <w:r>
        <w:t>Toujours</w:t>
      </w:r>
      <w:r w:rsidR="00987D49">
        <w:t xml:space="preserve">, </w:t>
      </w:r>
      <w:r>
        <w:t>un polygone à multiples côtés cédait la place à un plus simple</w:t>
      </w:r>
      <w:r w:rsidR="00987D49">
        <w:t xml:space="preserve"> ; </w:t>
      </w:r>
      <w:r>
        <w:t>un petit à un grand</w:t>
      </w:r>
      <w:r w:rsidR="00987D49">
        <w:t xml:space="preserve"> ; </w:t>
      </w:r>
      <w:r>
        <w:t>un rouge à un jaune</w:t>
      </w:r>
      <w:r w:rsidR="00987D49">
        <w:t xml:space="preserve"> ; </w:t>
      </w:r>
      <w:r>
        <w:t>un jaune à un vert</w:t>
      </w:r>
      <w:r w:rsidR="00987D49">
        <w:t xml:space="preserve"> ; </w:t>
      </w:r>
      <w:r>
        <w:t>un vert à un bleu</w:t>
      </w:r>
      <w:r w:rsidR="00987D49">
        <w:t xml:space="preserve">, </w:t>
      </w:r>
      <w:r>
        <w:t>et un bleu à un violet</w:t>
      </w:r>
      <w:r w:rsidR="00987D49">
        <w:t>…</w:t>
      </w:r>
    </w:p>
    <w:p w14:paraId="579733AB" w14:textId="77777777" w:rsidR="00987D49" w:rsidRDefault="00B27708" w:rsidP="00B27708">
      <w:r>
        <w:lastRenderedPageBreak/>
        <w:t>Au cours de toutes nos observations</w:t>
      </w:r>
      <w:r w:rsidR="00987D49">
        <w:t xml:space="preserve">, </w:t>
      </w:r>
      <w:r>
        <w:t>nous ne pûmes voir qu</w:t>
      </w:r>
      <w:r w:rsidR="00987D49">
        <w:t>’</w:t>
      </w:r>
      <w:r>
        <w:t>un seul triangle violet</w:t>
      </w:r>
      <w:r w:rsidR="00987D49">
        <w:t xml:space="preserve">. </w:t>
      </w:r>
      <w:r>
        <w:t>Il était de la plus grande taille</w:t>
      </w:r>
      <w:r w:rsidR="00987D49">
        <w:t xml:space="preserve">, </w:t>
      </w:r>
      <w:r>
        <w:t>généralement entouré de polygones de même couleur</w:t>
      </w:r>
      <w:r w:rsidR="00987D49">
        <w:t xml:space="preserve">, </w:t>
      </w:r>
      <w:r>
        <w:t>les carrés étant les plus proches et les décagones les plus éloignés</w:t>
      </w:r>
      <w:r w:rsidR="00987D49">
        <w:t>.</w:t>
      </w:r>
    </w:p>
    <w:p w14:paraId="256DC1C7" w14:textId="77777777" w:rsidR="00987D49" w:rsidRDefault="00B27708" w:rsidP="00B27708">
      <w:r>
        <w:t>Notre conclusion fut que ce triangle violet était le chef ou le roi du peuple polygonal</w:t>
      </w:r>
      <w:r w:rsidR="00987D49">
        <w:t xml:space="preserve">, </w:t>
      </w:r>
      <w:r>
        <w:t>et que les figures violettes étaient les dignitaires ou les gardes de ce chef ou de ce roi</w:t>
      </w:r>
      <w:r w:rsidR="00987D49">
        <w:t>.</w:t>
      </w:r>
    </w:p>
    <w:p w14:paraId="35431760" w14:textId="77777777" w:rsidR="00987D49" w:rsidRDefault="00B27708" w:rsidP="00B27708">
      <w:r>
        <w:t>Les hexagones</w:t>
      </w:r>
      <w:r w:rsidR="00987D49">
        <w:t xml:space="preserve">, </w:t>
      </w:r>
      <w:r>
        <w:t>octogones</w:t>
      </w:r>
      <w:r w:rsidR="00987D49">
        <w:t xml:space="preserve">, </w:t>
      </w:r>
      <w:r>
        <w:t>et décagones rouges</w:t>
      </w:r>
      <w:r w:rsidR="00987D49">
        <w:t xml:space="preserve">, </w:t>
      </w:r>
      <w:r>
        <w:t xml:space="preserve">qui pullulaient sur la surface transparente de </w:t>
      </w:r>
      <w:r w:rsidR="00987D49">
        <w:t>Phœbé II</w:t>
      </w:r>
      <w:r>
        <w:t xml:space="preserve"> constituaient assurément le menu peuple</w:t>
      </w:r>
      <w:r w:rsidR="00987D49">
        <w:t>…</w:t>
      </w:r>
    </w:p>
    <w:p w14:paraId="7EC8B9BD" w14:textId="77777777" w:rsidR="00987D49" w:rsidRDefault="00B27708" w:rsidP="00B27708">
      <w:r>
        <w:t>À quels résultats serions-nous arrivés si notre séjour sur l</w:t>
      </w:r>
      <w:r w:rsidR="00987D49">
        <w:t>’</w:t>
      </w:r>
      <w:r>
        <w:t>astre de cristal</w:t>
      </w:r>
      <w:r w:rsidR="00987D49">
        <w:t xml:space="preserve">, </w:t>
      </w:r>
      <w:r>
        <w:t>avait pu se prolonger</w:t>
      </w:r>
      <w:r w:rsidR="00987D49">
        <w:t xml:space="preserve"> ? </w:t>
      </w:r>
      <w:r>
        <w:t>Le grand désir de Pierre et de René</w:t>
      </w:r>
      <w:r w:rsidR="00987D49">
        <w:t xml:space="preserve">, </w:t>
      </w:r>
      <w:r>
        <w:t>c</w:t>
      </w:r>
      <w:r w:rsidR="00987D49">
        <w:t>’</w:t>
      </w:r>
      <w:r>
        <w:t>était d</w:t>
      </w:r>
      <w:r w:rsidR="00987D49">
        <w:t>’</w:t>
      </w:r>
      <w:r>
        <w:t>entrer en relations avec le peuple polygonal</w:t>
      </w:r>
      <w:r w:rsidR="00987D49">
        <w:t xml:space="preserve">. </w:t>
      </w:r>
      <w:r>
        <w:t>Par quels moyens établir la communication entre des hommes à trois dimensions et des êtres à deux dimensions</w:t>
      </w:r>
      <w:r w:rsidR="00987D49">
        <w:t> ?</w:t>
      </w:r>
    </w:p>
    <w:p w14:paraId="5EE13727" w14:textId="77777777" w:rsidR="00987D49" w:rsidRDefault="00B27708" w:rsidP="00B27708">
      <w:r>
        <w:t>Ainsi qu</w:t>
      </w:r>
      <w:r w:rsidR="00987D49">
        <w:t>’</w:t>
      </w:r>
      <w:r>
        <w:t>on va le voir</w:t>
      </w:r>
      <w:r w:rsidR="00987D49">
        <w:t xml:space="preserve">, </w:t>
      </w:r>
      <w:r>
        <w:t xml:space="preserve">René </w:t>
      </w:r>
      <w:proofErr w:type="spellStart"/>
      <w:r>
        <w:t>Lesmond</w:t>
      </w:r>
      <w:proofErr w:type="spellEnd"/>
      <w:r>
        <w:t xml:space="preserve"> tenta d</w:t>
      </w:r>
      <w:r w:rsidR="00987D49">
        <w:t>’</w:t>
      </w:r>
      <w:r>
        <w:t>employer les ondes hertziennes</w:t>
      </w:r>
      <w:r w:rsidR="00987D49">
        <w:t xml:space="preserve">. </w:t>
      </w:r>
      <w:r>
        <w:t>Si l</w:t>
      </w:r>
      <w:r w:rsidR="00987D49">
        <w:t>’</w:t>
      </w:r>
      <w:r>
        <w:t>expérience ne fut pas entièrement probante</w:t>
      </w:r>
      <w:r w:rsidR="00987D49">
        <w:t xml:space="preserve">, </w:t>
      </w:r>
      <w:r>
        <w:t>du moins aurait-elle permis tous les espoirs</w:t>
      </w:r>
      <w:r w:rsidR="00987D49">
        <w:t xml:space="preserve">, </w:t>
      </w:r>
      <w:r>
        <w:t>si notre séjour n</w:t>
      </w:r>
      <w:r w:rsidR="00987D49">
        <w:t>’</w:t>
      </w:r>
      <w:r>
        <w:t>avait touché à sa fin</w:t>
      </w:r>
      <w:r w:rsidR="00987D49">
        <w:t xml:space="preserve">. </w:t>
      </w:r>
      <w:r>
        <w:t>Il y avait douze jours terrestres que nous étions sur le satellite</w:t>
      </w:r>
      <w:r w:rsidR="00987D49">
        <w:t xml:space="preserve">, </w:t>
      </w:r>
      <w:r>
        <w:t>six que nous observions le peuple à deux dimensions</w:t>
      </w:r>
      <w:r w:rsidR="00987D49">
        <w:t xml:space="preserve">, </w:t>
      </w:r>
      <w:r>
        <w:t>et il fallait songer à préparer notre retour</w:t>
      </w:r>
      <w:r w:rsidR="00987D49">
        <w:t>.</w:t>
      </w:r>
    </w:p>
    <w:p w14:paraId="04683AC4" w14:textId="77777777" w:rsidR="00987D49" w:rsidRDefault="00B27708" w:rsidP="00B27708">
      <w:r>
        <w:t>Nos provisions de bouche ne tarderaient pas à s</w:t>
      </w:r>
      <w:r w:rsidR="00987D49">
        <w:t>’</w:t>
      </w:r>
      <w:r>
        <w:t>épuiser</w:t>
      </w:r>
      <w:r w:rsidR="00987D49">
        <w:t xml:space="preserve">, </w:t>
      </w:r>
      <w:r>
        <w:t xml:space="preserve">ainsi que notre réserve de </w:t>
      </w:r>
      <w:proofErr w:type="spellStart"/>
      <w:r>
        <w:t>péroxyde</w:t>
      </w:r>
      <w:proofErr w:type="spellEnd"/>
      <w:r w:rsidR="00987D49">
        <w:t xml:space="preserve">, </w:t>
      </w:r>
      <w:r>
        <w:t>d</w:t>
      </w:r>
      <w:r w:rsidR="00987D49">
        <w:t>’</w:t>
      </w:r>
      <w:r>
        <w:t>où nous tirions l</w:t>
      </w:r>
      <w:r w:rsidR="00987D49">
        <w:t>’</w:t>
      </w:r>
      <w:r>
        <w:t>air et l</w:t>
      </w:r>
      <w:r w:rsidR="00987D49">
        <w:t>’</w:t>
      </w:r>
      <w:r>
        <w:t>eau</w:t>
      </w:r>
      <w:r w:rsidR="00987D49">
        <w:t>.</w:t>
      </w:r>
    </w:p>
    <w:p w14:paraId="658112DD" w14:textId="77777777" w:rsidR="00987D49" w:rsidRDefault="00B27708" w:rsidP="00B27708">
      <w:r>
        <w:t>Nous devions avoir le temps</w:t>
      </w:r>
      <w:r w:rsidR="00987D49">
        <w:t xml:space="preserve">, </w:t>
      </w:r>
      <w:r>
        <w:t>tout de même</w:t>
      </w:r>
      <w:r w:rsidR="00987D49">
        <w:t xml:space="preserve">, </w:t>
      </w:r>
      <w:r>
        <w:t>d</w:t>
      </w:r>
      <w:r w:rsidR="00987D49">
        <w:t>’</w:t>
      </w:r>
      <w:r>
        <w:t>amorcer l</w:t>
      </w:r>
      <w:r w:rsidR="00987D49">
        <w:t>’</w:t>
      </w:r>
      <w:r>
        <w:t xml:space="preserve">expérience conçue par René </w:t>
      </w:r>
      <w:proofErr w:type="spellStart"/>
      <w:r>
        <w:t>Lesmond</w:t>
      </w:r>
      <w:proofErr w:type="spellEnd"/>
      <w:r w:rsidR="00987D49">
        <w:t xml:space="preserve">, </w:t>
      </w:r>
      <w:r>
        <w:t>avec l</w:t>
      </w:r>
      <w:r w:rsidR="00987D49">
        <w:t>’</w:t>
      </w:r>
      <w:r>
        <w:t>espoir de la mener plus loin</w:t>
      </w:r>
      <w:r w:rsidR="00987D49">
        <w:t xml:space="preserve">. </w:t>
      </w:r>
      <w:r>
        <w:t>Cet espoir devait être déçu</w:t>
      </w:r>
      <w:r w:rsidR="00987D49">
        <w:t xml:space="preserve">. </w:t>
      </w:r>
      <w:r>
        <w:t>Mais nous ne pouvions prévoir les terribles événements qui suivirent et qui me restent à narrer</w:t>
      </w:r>
      <w:r w:rsidR="00987D49">
        <w:t>.</w:t>
      </w:r>
    </w:p>
    <w:p w14:paraId="74EA0F07" w14:textId="2DA31C4A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46" w:name="__RefHeading__91174_553960937"/>
      <w:bookmarkStart w:id="47" w:name="bookmark21"/>
      <w:bookmarkStart w:id="48" w:name="_Toc194838874"/>
      <w:bookmarkEnd w:id="46"/>
      <w:r>
        <w:lastRenderedPageBreak/>
        <w:t>X</w:t>
      </w:r>
      <w:bookmarkEnd w:id="47"/>
      <w:r>
        <w:t>VI</w:t>
      </w:r>
      <w:r>
        <w:br/>
      </w:r>
      <w:r>
        <w:br/>
        <w:t>La guerre des images</w:t>
      </w:r>
      <w:bookmarkEnd w:id="48"/>
    </w:p>
    <w:p w14:paraId="79C56521" w14:textId="77777777" w:rsidR="00987D49" w:rsidRDefault="00B27708" w:rsidP="00B27708">
      <w:r>
        <w:t>Cette journée</w:t>
      </w:r>
      <w:r w:rsidR="00987D49">
        <w:t xml:space="preserve">, </w:t>
      </w:r>
      <w:r>
        <w:t xml:space="preserve">au cours de laquelle René </w:t>
      </w:r>
      <w:proofErr w:type="spellStart"/>
      <w:r>
        <w:t>Lesmond</w:t>
      </w:r>
      <w:proofErr w:type="spellEnd"/>
      <w:r>
        <w:t xml:space="preserve"> amorça l</w:t>
      </w:r>
      <w:r w:rsidR="00987D49">
        <w:t>’</w:t>
      </w:r>
      <w:r>
        <w:t>expérience qui devait rester inachevée</w:t>
      </w:r>
      <w:r w:rsidR="00987D49">
        <w:t xml:space="preserve">, </w:t>
      </w:r>
      <w:r>
        <w:t>fut si fertile en événements</w:t>
      </w:r>
      <w:r w:rsidR="00987D49">
        <w:t xml:space="preserve">, </w:t>
      </w:r>
      <w:r>
        <w:t>que je dois la conter</w:t>
      </w:r>
      <w:r w:rsidR="00987D49">
        <w:t xml:space="preserve">, </w:t>
      </w:r>
      <w:r>
        <w:t>par le menu depuis le début jusqu</w:t>
      </w:r>
      <w:r w:rsidR="00987D49">
        <w:t>’</w:t>
      </w:r>
      <w:r>
        <w:t>à la fin</w:t>
      </w:r>
      <w:r w:rsidR="00987D49">
        <w:t>.</w:t>
      </w:r>
    </w:p>
    <w:p w14:paraId="4A0483B9" w14:textId="77777777" w:rsidR="00987D49" w:rsidRDefault="00B27708" w:rsidP="00B27708">
      <w:r>
        <w:t>Dès le matin</w:t>
      </w:r>
      <w:r w:rsidR="00987D49">
        <w:t xml:space="preserve"> – </w:t>
      </w:r>
      <w:r>
        <w:t>notre matin terrestre indiqué par les chronomètres</w:t>
      </w:r>
      <w:r w:rsidR="00987D49">
        <w:t xml:space="preserve"> – </w:t>
      </w:r>
      <w:proofErr w:type="spellStart"/>
      <w:r>
        <w:t>Grimaille</w:t>
      </w:r>
      <w:proofErr w:type="spellEnd"/>
      <w:r>
        <w:t xml:space="preserve"> interpella Pierre avec une affectation de courtoisie qui ne me plut qu</w:t>
      </w:r>
      <w:r w:rsidR="00987D49">
        <w:t>’</w:t>
      </w:r>
      <w:r>
        <w:t>à moitié</w:t>
      </w:r>
      <w:r w:rsidR="00987D49">
        <w:t>.</w:t>
      </w:r>
    </w:p>
    <w:p w14:paraId="301BE64C" w14:textId="77777777" w:rsidR="00987D49" w:rsidRDefault="00987D49" w:rsidP="00B27708">
      <w:r>
        <w:rPr>
          <w:rFonts w:eastAsia="Georgia"/>
        </w:rPr>
        <w:t>— </w:t>
      </w:r>
      <w:r w:rsidR="00B27708">
        <w:t>Mon cher ami</w:t>
      </w:r>
      <w:r>
        <w:t xml:space="preserve">, </w:t>
      </w:r>
      <w:r w:rsidR="00B27708">
        <w:t>lui dit-il</w:t>
      </w:r>
      <w:r>
        <w:t xml:space="preserve">, </w:t>
      </w:r>
      <w:r w:rsidR="00B27708">
        <w:t>j</w:t>
      </w:r>
      <w:r>
        <w:t>’</w:t>
      </w:r>
      <w:r w:rsidR="00B27708">
        <w:t>ai une requête à vous présenter</w:t>
      </w:r>
      <w:r>
        <w:t xml:space="preserve">… </w:t>
      </w:r>
      <w:r w:rsidR="00B27708">
        <w:t>Je n</w:t>
      </w:r>
      <w:r>
        <w:t>’</w:t>
      </w:r>
      <w:r w:rsidR="00B27708">
        <w:t>ai pas voulu intervenir</w:t>
      </w:r>
      <w:r>
        <w:t xml:space="preserve">, </w:t>
      </w:r>
      <w:r w:rsidR="00B27708">
        <w:t>lorsque mon secrétaire a demandé à être libéré de ses fers</w:t>
      </w:r>
      <w:r>
        <w:t xml:space="preserve"> ; </w:t>
      </w:r>
      <w:r w:rsidR="00B27708">
        <w:t>il n</w:t>
      </w:r>
      <w:r>
        <w:t>’</w:t>
      </w:r>
      <w:r w:rsidR="00B27708">
        <w:t>était pas mauvais qu</w:t>
      </w:r>
      <w:r>
        <w:t>’</w:t>
      </w:r>
      <w:r w:rsidR="00B27708">
        <w:t>il subisse le châtiment de sa fâcheuse conduite</w:t>
      </w:r>
      <w:r>
        <w:t xml:space="preserve">. </w:t>
      </w:r>
      <w:r w:rsidR="00B27708">
        <w:t>Mais je sais qu</w:t>
      </w:r>
      <w:r>
        <w:t>’</w:t>
      </w:r>
      <w:r w:rsidR="00B27708">
        <w:t>il regrette d</w:t>
      </w:r>
      <w:r>
        <w:t>’</w:t>
      </w:r>
      <w:r w:rsidR="00B27708">
        <w:t>avoir mal agi</w:t>
      </w:r>
      <w:r>
        <w:t xml:space="preserve">. </w:t>
      </w:r>
      <w:r w:rsidR="00B27708">
        <w:t>Il est le seul d</w:t>
      </w:r>
      <w:r>
        <w:t>’</w:t>
      </w:r>
      <w:r w:rsidR="00B27708">
        <w:t>entre nous à n</w:t>
      </w:r>
      <w:r>
        <w:t>’</w:t>
      </w:r>
      <w:r w:rsidR="00B27708">
        <w:t xml:space="preserve">avoir point vu les étranges habitants de </w:t>
      </w:r>
      <w:r>
        <w:t xml:space="preserve">Phœbé II. </w:t>
      </w:r>
      <w:r w:rsidR="00B27708">
        <w:t>Il a couru pourtant les mêmes dangers que nous tous</w:t>
      </w:r>
      <w:r>
        <w:t xml:space="preserve">. </w:t>
      </w:r>
      <w:r w:rsidR="00B27708">
        <w:t>Est-il juste de le priver totalement</w:t>
      </w:r>
      <w:r>
        <w:t xml:space="preserve">, </w:t>
      </w:r>
      <w:r w:rsidR="00B27708">
        <w:t>pour un instant d</w:t>
      </w:r>
      <w:r>
        <w:t>’</w:t>
      </w:r>
      <w:r w:rsidR="00B27708">
        <w:t>égarement</w:t>
      </w:r>
      <w:r>
        <w:t xml:space="preserve">, </w:t>
      </w:r>
      <w:r w:rsidR="00B27708">
        <w:t>du fruit du périlleux voyage qu</w:t>
      </w:r>
      <w:r>
        <w:t>’</w:t>
      </w:r>
      <w:r w:rsidR="00B27708">
        <w:t>il a fait avec nous</w:t>
      </w:r>
      <w:r>
        <w:t xml:space="preserve"> ? </w:t>
      </w:r>
      <w:r w:rsidR="00B27708">
        <w:t>Je laisse à votre esprit d</w:t>
      </w:r>
      <w:r>
        <w:t>’</w:t>
      </w:r>
      <w:r w:rsidR="00B27708">
        <w:t>équité le soin de prendre une décision bienveillante à son égard</w:t>
      </w:r>
      <w:r>
        <w:t xml:space="preserve">, </w:t>
      </w:r>
      <w:r w:rsidR="00B27708">
        <w:t>avant l</w:t>
      </w:r>
      <w:r>
        <w:t>’</w:t>
      </w:r>
      <w:r w:rsidR="00B27708">
        <w:t>heure du retour</w:t>
      </w:r>
      <w:r>
        <w:t>…</w:t>
      </w:r>
    </w:p>
    <w:p w14:paraId="0273C630" w14:textId="77777777" w:rsidR="00987D49" w:rsidRDefault="00B27708" w:rsidP="00B27708">
      <w:r>
        <w:t>Pierre</w:t>
      </w:r>
      <w:r w:rsidR="00987D49">
        <w:t xml:space="preserve">, </w:t>
      </w:r>
      <w:r>
        <w:t>surpris par ce ton conciliant</w:t>
      </w:r>
      <w:r w:rsidR="00987D49">
        <w:t xml:space="preserve">, </w:t>
      </w:r>
      <w:r>
        <w:t>si différent du ton habituel de son vaniteux commanditaire</w:t>
      </w:r>
      <w:r w:rsidR="00987D49">
        <w:t xml:space="preserve">, </w:t>
      </w:r>
      <w:r>
        <w:t>hésita un instant avant de répondre</w:t>
      </w:r>
      <w:r w:rsidR="00987D49">
        <w:t xml:space="preserve">. </w:t>
      </w:r>
      <w:r>
        <w:t>Il regarda successivement Hélène et René</w:t>
      </w:r>
      <w:r w:rsidR="00987D49">
        <w:t xml:space="preserve">, </w:t>
      </w:r>
      <w:r>
        <w:t>comme pour lire dans leurs yeux ce qu</w:t>
      </w:r>
      <w:r w:rsidR="00987D49">
        <w:t>’</w:t>
      </w:r>
      <w:r>
        <w:t xml:space="preserve">ils pensaient des paroles de </w:t>
      </w:r>
      <w:proofErr w:type="spellStart"/>
      <w:r>
        <w:t>Grimaille</w:t>
      </w:r>
      <w:proofErr w:type="spellEnd"/>
      <w:r w:rsidR="00987D49">
        <w:t xml:space="preserve">. </w:t>
      </w:r>
      <w:r>
        <w:t>Puis il déclara</w:t>
      </w:r>
      <w:r w:rsidR="00987D49">
        <w:t> :</w:t>
      </w:r>
    </w:p>
    <w:p w14:paraId="076FB480" w14:textId="77777777" w:rsidR="00987D49" w:rsidRDefault="00987D49" w:rsidP="00B27708">
      <w:r>
        <w:rPr>
          <w:rFonts w:eastAsia="Georgia"/>
        </w:rPr>
        <w:t>— </w:t>
      </w:r>
      <w:r w:rsidR="00B27708">
        <w:t>Je suis responsable du succès de notre expédition et de la vie de tous mes compagnons</w:t>
      </w:r>
      <w:r>
        <w:t xml:space="preserve">. </w:t>
      </w:r>
      <w:r w:rsidR="00B27708">
        <w:t>Or</w:t>
      </w:r>
      <w:r>
        <w:t xml:space="preserve">, </w:t>
      </w:r>
      <w:r w:rsidR="00B27708">
        <w:t>j</w:t>
      </w:r>
      <w:r>
        <w:t>’</w:t>
      </w:r>
      <w:r w:rsidR="00B27708">
        <w:t>estime que la mise en liberté de Fernand reste un danger</w:t>
      </w:r>
      <w:r>
        <w:t xml:space="preserve">, </w:t>
      </w:r>
      <w:r w:rsidR="00B27708">
        <w:t>aussi bien pour la réussite de notre entreprise que pour l</w:t>
      </w:r>
      <w:r>
        <w:t>’</w:t>
      </w:r>
      <w:r w:rsidR="00B27708">
        <w:t>existence de tous</w:t>
      </w:r>
      <w:r>
        <w:t xml:space="preserve">. </w:t>
      </w:r>
      <w:r w:rsidR="00B27708">
        <w:t>Je consens toutefois à l</w:t>
      </w:r>
      <w:r>
        <w:t>’</w:t>
      </w:r>
      <w:r w:rsidR="00B27708">
        <w:t xml:space="preserve">emmener avec </w:t>
      </w:r>
      <w:r w:rsidR="00B27708">
        <w:lastRenderedPageBreak/>
        <w:t>moi</w:t>
      </w:r>
      <w:r>
        <w:t xml:space="preserve">, </w:t>
      </w:r>
      <w:r w:rsidR="00B27708">
        <w:t>sous ma surveillance</w:t>
      </w:r>
      <w:r>
        <w:t xml:space="preserve">, </w:t>
      </w:r>
      <w:r w:rsidR="00B27708">
        <w:t>lors de la dernière sortie que je ferai avant notre départ pour la Terre</w:t>
      </w:r>
      <w:r>
        <w:t xml:space="preserve">. </w:t>
      </w:r>
      <w:r w:rsidR="00B27708">
        <w:t>Ainsi verra-t-il</w:t>
      </w:r>
      <w:r>
        <w:t xml:space="preserve">, </w:t>
      </w:r>
      <w:r w:rsidR="00B27708">
        <w:t>comme il le souhaite</w:t>
      </w:r>
      <w:r>
        <w:t xml:space="preserve">, </w:t>
      </w:r>
      <w:r w:rsidR="00B27708">
        <w:t>les êtres à deux dimensions</w:t>
      </w:r>
      <w:r>
        <w:t xml:space="preserve">. </w:t>
      </w:r>
      <w:r w:rsidR="00B27708">
        <w:t>Jusque-là</w:t>
      </w:r>
      <w:r>
        <w:t xml:space="preserve">, </w:t>
      </w:r>
      <w:r w:rsidR="00B27708">
        <w:t>il restera aux fers et on l</w:t>
      </w:r>
      <w:r>
        <w:t>’</w:t>
      </w:r>
      <w:r w:rsidR="00B27708">
        <w:t>y remettra dès le retour de cette ultime patrouille</w:t>
      </w:r>
      <w:r>
        <w:t xml:space="preserve">. </w:t>
      </w:r>
      <w:r w:rsidR="00B27708">
        <w:t>Une fois sur la Terre</w:t>
      </w:r>
      <w:r>
        <w:t xml:space="preserve">, </w:t>
      </w:r>
      <w:r w:rsidR="00B27708">
        <w:t>si nous parvenons à y revenir</w:t>
      </w:r>
      <w:r>
        <w:t xml:space="preserve">, </w:t>
      </w:r>
      <w:r w:rsidR="00B27708">
        <w:t>j</w:t>
      </w:r>
      <w:r>
        <w:t>’</w:t>
      </w:r>
      <w:r w:rsidR="00B27708">
        <w:t>oublierai mes griefs</w:t>
      </w:r>
      <w:r>
        <w:t xml:space="preserve">. </w:t>
      </w:r>
      <w:r w:rsidR="00B27708">
        <w:t>C</w:t>
      </w:r>
      <w:r>
        <w:t>’</w:t>
      </w:r>
      <w:r w:rsidR="00B27708">
        <w:t>est tout ce que je peux faire pour lui</w:t>
      </w:r>
      <w:r>
        <w:t>…</w:t>
      </w:r>
    </w:p>
    <w:p w14:paraId="4EA53862" w14:textId="77777777" w:rsidR="00987D49" w:rsidRDefault="00B27708" w:rsidP="00B27708">
      <w:r>
        <w:t>J</w:t>
      </w:r>
      <w:r w:rsidR="00987D49">
        <w:t>’</w:t>
      </w:r>
      <w:r>
        <w:t xml:space="preserve">attendais une riposte de </w:t>
      </w:r>
      <w:proofErr w:type="spellStart"/>
      <w:r>
        <w:t>Grimaille</w:t>
      </w:r>
      <w:proofErr w:type="spellEnd"/>
      <w:r>
        <w:t xml:space="preserve"> que cette solution ne devait certes pas satisfaire</w:t>
      </w:r>
      <w:r w:rsidR="00987D49">
        <w:t xml:space="preserve">. </w:t>
      </w:r>
      <w:r>
        <w:t>À ma grande surprise</w:t>
      </w:r>
      <w:r w:rsidR="00987D49">
        <w:t xml:space="preserve">, </w:t>
      </w:r>
      <w:r>
        <w:t>il s</w:t>
      </w:r>
      <w:r w:rsidR="00987D49">
        <w:t>’</w:t>
      </w:r>
      <w:r>
        <w:t>inclina devant la décision de Pierre et murmura seulement</w:t>
      </w:r>
      <w:r w:rsidR="00987D49">
        <w:t> : « </w:t>
      </w:r>
      <w:r>
        <w:t>À votre aise</w:t>
      </w:r>
      <w:r w:rsidR="00987D49">
        <w:t> »…</w:t>
      </w:r>
    </w:p>
    <w:p w14:paraId="0F541D65" w14:textId="77777777" w:rsidR="00987D49" w:rsidRDefault="00B27708" w:rsidP="00B27708">
      <w:r>
        <w:t>J</w:t>
      </w:r>
      <w:r w:rsidR="00987D49">
        <w:t>’</w:t>
      </w:r>
      <w:r>
        <w:t>aurais préféré qu</w:t>
      </w:r>
      <w:r w:rsidR="00987D49">
        <w:t>’</w:t>
      </w:r>
      <w:r>
        <w:t>il insistât</w:t>
      </w:r>
      <w:r w:rsidR="00987D49">
        <w:t xml:space="preserve">. </w:t>
      </w:r>
      <w:r>
        <w:t>Cette soumission apparente ne me disait rien de bon</w:t>
      </w:r>
      <w:r w:rsidR="00987D49">
        <w:t>.</w:t>
      </w:r>
    </w:p>
    <w:p w14:paraId="5C2B3D7F" w14:textId="77777777" w:rsidR="00987D49" w:rsidRDefault="00B27708" w:rsidP="00B27708">
      <w:r>
        <w:t>Cependant</w:t>
      </w:r>
      <w:r w:rsidR="00987D49">
        <w:t xml:space="preserve">, </w:t>
      </w:r>
      <w:r>
        <w:t>René nous mit au courant de la tentative qu</w:t>
      </w:r>
      <w:r w:rsidR="00987D49">
        <w:t>’</w:t>
      </w:r>
      <w:r>
        <w:t>il allait faire pour entrer en communication</w:t>
      </w:r>
      <w:r w:rsidR="00987D49">
        <w:t xml:space="preserve">, </w:t>
      </w:r>
      <w:r>
        <w:t>tout au moins sommairement</w:t>
      </w:r>
      <w:r w:rsidR="00987D49">
        <w:t xml:space="preserve">, </w:t>
      </w:r>
      <w:r>
        <w:t>avec le peuple à deux dimensions</w:t>
      </w:r>
      <w:r w:rsidR="00987D49">
        <w:t>.</w:t>
      </w:r>
    </w:p>
    <w:p w14:paraId="0216FD3B" w14:textId="77777777" w:rsidR="00987D49" w:rsidRDefault="00987D49" w:rsidP="00B27708">
      <w:r>
        <w:rPr>
          <w:rFonts w:eastAsia="Georgia"/>
        </w:rPr>
        <w:t>— </w:t>
      </w:r>
      <w:r w:rsidR="00B27708">
        <w:t>L</w:t>
      </w:r>
      <w:r>
        <w:t>’</w:t>
      </w:r>
      <w:r w:rsidR="00B27708">
        <w:t>étrange vie de ce peuple</w:t>
      </w:r>
      <w:r>
        <w:t xml:space="preserve">, </w:t>
      </w:r>
      <w:r w:rsidR="00B27708">
        <w:t>nous dit-il</w:t>
      </w:r>
      <w:r>
        <w:t xml:space="preserve">, </w:t>
      </w:r>
      <w:r w:rsidR="00B27708">
        <w:t>est probablement d</w:t>
      </w:r>
      <w:r>
        <w:t>’</w:t>
      </w:r>
      <w:r w:rsidR="00B27708">
        <w:t xml:space="preserve">essence </w:t>
      </w:r>
      <w:proofErr w:type="spellStart"/>
      <w:r w:rsidR="00B27708">
        <w:t>radio-électrique</w:t>
      </w:r>
      <w:proofErr w:type="spellEnd"/>
      <w:r>
        <w:t xml:space="preserve">. </w:t>
      </w:r>
      <w:r w:rsidR="00B27708">
        <w:t xml:space="preserve">Nous avons emporté dans le </w:t>
      </w:r>
      <w:r>
        <w:t>« </w:t>
      </w:r>
      <w:r w:rsidR="00B27708">
        <w:t>Bolide</w:t>
      </w:r>
      <w:r>
        <w:t> »</w:t>
      </w:r>
      <w:r w:rsidR="00B27708">
        <w:t xml:space="preserve"> à tout hasard</w:t>
      </w:r>
      <w:r>
        <w:t xml:space="preserve">, </w:t>
      </w:r>
      <w:r w:rsidR="00B27708">
        <w:t>un poste émetteur de campagne</w:t>
      </w:r>
      <w:r>
        <w:t xml:space="preserve">, </w:t>
      </w:r>
      <w:r w:rsidR="00B27708">
        <w:t>qui peut fonctionner avec des accus</w:t>
      </w:r>
      <w:r>
        <w:t xml:space="preserve">. </w:t>
      </w:r>
      <w:r w:rsidR="00B27708">
        <w:t>Ceux-ci ont été chargés par mes soins</w:t>
      </w:r>
      <w:r>
        <w:t xml:space="preserve">, </w:t>
      </w:r>
      <w:r w:rsidR="00B27708">
        <w:t>tandis que nous dormions</w:t>
      </w:r>
      <w:r>
        <w:t xml:space="preserve">. </w:t>
      </w:r>
      <w:r w:rsidR="00B27708">
        <w:t>C</w:t>
      </w:r>
      <w:r>
        <w:t>’</w:t>
      </w:r>
      <w:r w:rsidR="00B27708">
        <w:t>est un instrument assurément un peu lourd et assez encombrant</w:t>
      </w:r>
      <w:r>
        <w:t xml:space="preserve">. </w:t>
      </w:r>
      <w:r w:rsidR="00B27708">
        <w:t>Mais il reste tout de même relativement portatif</w:t>
      </w:r>
      <w:r>
        <w:t xml:space="preserve">. </w:t>
      </w:r>
      <w:r w:rsidR="00B27708">
        <w:t>Nous pouvons d</w:t>
      </w:r>
      <w:r>
        <w:t>’</w:t>
      </w:r>
      <w:r w:rsidR="00B27708">
        <w:t>ailleurs le porter à tour de rôle</w:t>
      </w:r>
      <w:r>
        <w:t xml:space="preserve">. </w:t>
      </w:r>
      <w:r w:rsidR="00B27708">
        <w:t>Je me propose de l</w:t>
      </w:r>
      <w:r>
        <w:t>’</w:t>
      </w:r>
      <w:r w:rsidR="00B27708">
        <w:t>installer à proximité de nos polygones</w:t>
      </w:r>
      <w:r>
        <w:t xml:space="preserve">, </w:t>
      </w:r>
      <w:r w:rsidR="00B27708">
        <w:t>et d</w:t>
      </w:r>
      <w:r>
        <w:t>’</w:t>
      </w:r>
      <w:r w:rsidR="00B27708">
        <w:t>arroser de trains d</w:t>
      </w:r>
      <w:r>
        <w:t>’</w:t>
      </w:r>
      <w:r w:rsidR="00B27708">
        <w:t>ondes la surface où ceux-ci se meuvent</w:t>
      </w:r>
      <w:r>
        <w:t xml:space="preserve">. </w:t>
      </w:r>
      <w:r w:rsidR="00B27708">
        <w:t>Nous verrons s</w:t>
      </w:r>
      <w:r>
        <w:t>’</w:t>
      </w:r>
      <w:r w:rsidR="00B27708">
        <w:t>ils réagissent et comment ils réagissent</w:t>
      </w:r>
      <w:r>
        <w:t xml:space="preserve">… </w:t>
      </w:r>
      <w:r w:rsidR="00B27708">
        <w:t>Et peut-être pourrons-nous</w:t>
      </w:r>
      <w:r>
        <w:t xml:space="preserve">, </w:t>
      </w:r>
      <w:r w:rsidR="00B27708">
        <w:t>si cette première partie de l</w:t>
      </w:r>
      <w:r>
        <w:t>’</w:t>
      </w:r>
      <w:r w:rsidR="00B27708">
        <w:t>expérience réussit</w:t>
      </w:r>
      <w:r>
        <w:t xml:space="preserve">, </w:t>
      </w:r>
      <w:r w:rsidR="00B27708">
        <w:t>essayer d</w:t>
      </w:r>
      <w:r>
        <w:t>’</w:t>
      </w:r>
      <w:r w:rsidR="00B27708">
        <w:t>émettre ainsi des signaux très simples</w:t>
      </w:r>
      <w:r>
        <w:t xml:space="preserve">, </w:t>
      </w:r>
      <w:r w:rsidR="00B27708">
        <w:t>qui seraient un commencement d</w:t>
      </w:r>
      <w:r>
        <w:t>’</w:t>
      </w:r>
      <w:r w:rsidR="00B27708">
        <w:t>entrée en relations</w:t>
      </w:r>
      <w:r>
        <w:t>…</w:t>
      </w:r>
    </w:p>
    <w:p w14:paraId="06938074" w14:textId="77777777" w:rsidR="00987D49" w:rsidRDefault="00B27708" w:rsidP="00B27708">
      <w:r>
        <w:t>Je ne sais si mes compagnons furent aussi frappés que moi par la hardiesse de cette conception et par l</w:t>
      </w:r>
      <w:r w:rsidR="00987D49">
        <w:t>’</w:t>
      </w:r>
      <w:r>
        <w:t>ingéniosité de cette idée d</w:t>
      </w:r>
      <w:r w:rsidR="00987D49">
        <w:t>’</w:t>
      </w:r>
      <w:r>
        <w:t>utiliser pour correspondre avec les êtres à deux dimensions</w:t>
      </w:r>
      <w:r w:rsidR="00987D49">
        <w:t xml:space="preserve">, </w:t>
      </w:r>
      <w:r>
        <w:t>un appareil destiné en principe</w:t>
      </w:r>
      <w:r w:rsidR="00987D49">
        <w:t xml:space="preserve">, </w:t>
      </w:r>
      <w:r>
        <w:t xml:space="preserve">à des communications éventuelles avec la </w:t>
      </w:r>
      <w:r>
        <w:lastRenderedPageBreak/>
        <w:t>Terre</w:t>
      </w:r>
      <w:r w:rsidR="00987D49">
        <w:t xml:space="preserve">. </w:t>
      </w:r>
      <w:r>
        <w:t>En tout cas</w:t>
      </w:r>
      <w:r w:rsidR="00987D49">
        <w:t xml:space="preserve">, </w:t>
      </w:r>
      <w:r>
        <w:t>j</w:t>
      </w:r>
      <w:r w:rsidR="00987D49">
        <w:t>’</w:t>
      </w:r>
      <w:r>
        <w:t xml:space="preserve">admirai profondément mon ami René </w:t>
      </w:r>
      <w:proofErr w:type="spellStart"/>
      <w:r>
        <w:t>Lesmond</w:t>
      </w:r>
      <w:proofErr w:type="spellEnd"/>
      <w:r w:rsidR="00987D49">
        <w:t>…</w:t>
      </w:r>
    </w:p>
    <w:p w14:paraId="7BE43B8A" w14:textId="77777777" w:rsidR="00987D49" w:rsidRDefault="00B27708" w:rsidP="00B27708">
      <w:r>
        <w:t>Toutefois</w:t>
      </w:r>
      <w:r w:rsidR="00987D49">
        <w:t xml:space="preserve">, </w:t>
      </w:r>
      <w:r>
        <w:t>lorsque</w:t>
      </w:r>
      <w:r w:rsidR="00987D49">
        <w:t xml:space="preserve">, </w:t>
      </w:r>
      <w:r>
        <w:t>chargé de l</w:t>
      </w:r>
      <w:r w:rsidR="00987D49">
        <w:t>’</w:t>
      </w:r>
      <w:r>
        <w:t>appareil</w:t>
      </w:r>
      <w:r w:rsidR="00987D49">
        <w:t xml:space="preserve">, </w:t>
      </w:r>
      <w:r>
        <w:t>qui eût été terriblement</w:t>
      </w:r>
      <w:r w:rsidR="00987D49">
        <w:t xml:space="preserve">, </w:t>
      </w:r>
      <w:r>
        <w:t>lourd sur la Terre</w:t>
      </w:r>
      <w:r w:rsidR="00987D49">
        <w:t xml:space="preserve">, </w:t>
      </w:r>
      <w:r>
        <w:t xml:space="preserve">et qui était encore bien encombrant sur </w:t>
      </w:r>
      <w:r w:rsidR="00987D49">
        <w:t xml:space="preserve">Phœbé II, </w:t>
      </w:r>
      <w:r>
        <w:t>je sortis par l</w:t>
      </w:r>
      <w:r w:rsidR="00987D49">
        <w:t>’</w:t>
      </w:r>
      <w:r>
        <w:t>écluse d</w:t>
      </w:r>
      <w:r w:rsidR="00987D49">
        <w:t>’</w:t>
      </w:r>
      <w:r>
        <w:t>air avec Pierre et René</w:t>
      </w:r>
      <w:r w:rsidR="00987D49">
        <w:t xml:space="preserve">, </w:t>
      </w:r>
      <w:r>
        <w:t>je ne me sentis pas tranquille à la pensée de laisser derrière nous Hélène</w:t>
      </w:r>
      <w:r w:rsidR="00987D49">
        <w:t xml:space="preserve">, </w:t>
      </w:r>
      <w:r>
        <w:t xml:space="preserve">entre </w:t>
      </w:r>
      <w:proofErr w:type="spellStart"/>
      <w:r>
        <w:t>Grimaille</w:t>
      </w:r>
      <w:proofErr w:type="spellEnd"/>
      <w:r w:rsidR="00987D49">
        <w:t xml:space="preserve">, </w:t>
      </w:r>
      <w:r>
        <w:t>sans doute mécontent</w:t>
      </w:r>
      <w:r w:rsidR="00987D49">
        <w:t xml:space="preserve">, </w:t>
      </w:r>
      <w:r>
        <w:t>et Fernand</w:t>
      </w:r>
      <w:r w:rsidR="00987D49">
        <w:t xml:space="preserve">, </w:t>
      </w:r>
      <w:r>
        <w:t>heureusement hors d</w:t>
      </w:r>
      <w:r w:rsidR="00987D49">
        <w:t>’</w:t>
      </w:r>
      <w:r>
        <w:t>état de nuire</w:t>
      </w:r>
      <w:r w:rsidR="00987D49">
        <w:t xml:space="preserve">, </w:t>
      </w:r>
      <w:r>
        <w:t>mais certainement ulcéré</w:t>
      </w:r>
      <w:r w:rsidR="00987D49">
        <w:t xml:space="preserve">… </w:t>
      </w:r>
      <w:r>
        <w:t>Mais je ne pouvais me dérober</w:t>
      </w:r>
      <w:r w:rsidR="00987D49">
        <w:t xml:space="preserve">. </w:t>
      </w:r>
      <w:r>
        <w:t>Mes deux amis comptaient sur mon aide</w:t>
      </w:r>
      <w:r w:rsidR="00987D49">
        <w:t>.</w:t>
      </w:r>
    </w:p>
    <w:p w14:paraId="423B8EC8" w14:textId="75B48365" w:rsidR="00987D49" w:rsidRDefault="00B27708" w:rsidP="00B27708">
      <w:r>
        <w:t>Cette aide</w:t>
      </w:r>
      <w:r w:rsidR="00987D49">
        <w:t xml:space="preserve">, </w:t>
      </w:r>
      <w:r>
        <w:t>pourtant</w:t>
      </w:r>
      <w:r w:rsidR="00987D49">
        <w:t xml:space="preserve">, </w:t>
      </w:r>
      <w:r>
        <w:t>devait être</w:t>
      </w:r>
      <w:r w:rsidR="00987D49">
        <w:t xml:space="preserve">, </w:t>
      </w:r>
      <w:r>
        <w:t>modeste</w:t>
      </w:r>
      <w:r w:rsidR="00987D49">
        <w:t xml:space="preserve">. </w:t>
      </w:r>
      <w:r>
        <w:t>Je n</w:t>
      </w:r>
      <w:r w:rsidR="00987D49">
        <w:t>’</w:t>
      </w:r>
      <w:r>
        <w:t>ai jamais rien compris à la</w:t>
      </w:r>
      <w:r w:rsidR="00987D49">
        <w:t xml:space="preserve"> T.S.F. </w:t>
      </w:r>
      <w:r>
        <w:t>Tout ce que je sais</w:t>
      </w:r>
      <w:r w:rsidR="00987D49">
        <w:t xml:space="preserve">, </w:t>
      </w:r>
      <w:r>
        <w:t>c</w:t>
      </w:r>
      <w:r w:rsidR="00987D49">
        <w:t>’</w:t>
      </w:r>
      <w:r>
        <w:t>est tourner un bouton afin d</w:t>
      </w:r>
      <w:r w:rsidR="00987D49">
        <w:t>’</w:t>
      </w:r>
      <w:r>
        <w:t>entendre une voix lointaine</w:t>
      </w:r>
      <w:r w:rsidR="00987D49">
        <w:t xml:space="preserve">. </w:t>
      </w:r>
      <w:r>
        <w:t>Mais je ne suis ni bricoleur</w:t>
      </w:r>
      <w:r w:rsidR="00987D49">
        <w:t xml:space="preserve">, </w:t>
      </w:r>
      <w:r>
        <w:t>comme tant de gens</w:t>
      </w:r>
      <w:r w:rsidR="00987D49">
        <w:t xml:space="preserve">, </w:t>
      </w:r>
      <w:r>
        <w:t>ni théoricien comme quelques autres</w:t>
      </w:r>
      <w:r w:rsidR="00987D49">
        <w:t>.</w:t>
      </w:r>
    </w:p>
    <w:p w14:paraId="41DF85E0" w14:textId="77777777" w:rsidR="00987D49" w:rsidRDefault="00B27708" w:rsidP="00B27708">
      <w:r>
        <w:t>C</w:t>
      </w:r>
      <w:r w:rsidR="00987D49">
        <w:t>’</w:t>
      </w:r>
      <w:r>
        <w:t>est pourquoi la suite de ce récit</w:t>
      </w:r>
      <w:r w:rsidR="00987D49">
        <w:t xml:space="preserve">, </w:t>
      </w:r>
      <w:r>
        <w:t>et notamment le compte rendu sommaire de l</w:t>
      </w:r>
      <w:r w:rsidR="00987D49">
        <w:t>’</w:t>
      </w:r>
      <w:r>
        <w:t>expérience de René paraîtra sans doute maladroit aux initiés</w:t>
      </w:r>
      <w:r w:rsidR="00987D49">
        <w:t xml:space="preserve">. </w:t>
      </w:r>
      <w:r>
        <w:t>C</w:t>
      </w:r>
      <w:r w:rsidR="00987D49">
        <w:t>’</w:t>
      </w:r>
      <w:r>
        <w:t>est l</w:t>
      </w:r>
      <w:r w:rsidR="00987D49">
        <w:t>’</w:t>
      </w:r>
      <w:r>
        <w:t>œuvre d</w:t>
      </w:r>
      <w:r w:rsidR="00987D49">
        <w:t>’</w:t>
      </w:r>
      <w:r>
        <w:t>un profane</w:t>
      </w:r>
      <w:r w:rsidR="00987D49">
        <w:t xml:space="preserve">, </w:t>
      </w:r>
      <w:r>
        <w:t>qui narre ce qu</w:t>
      </w:r>
      <w:r w:rsidR="00987D49">
        <w:t>’</w:t>
      </w:r>
      <w:r>
        <w:t>il a vu</w:t>
      </w:r>
      <w:r w:rsidR="00987D49">
        <w:t xml:space="preserve">, </w:t>
      </w:r>
      <w:r>
        <w:t>sans plus</w:t>
      </w:r>
      <w:r w:rsidR="00987D49">
        <w:t>…</w:t>
      </w:r>
    </w:p>
    <w:p w14:paraId="564840E1" w14:textId="77777777" w:rsidR="00987D49" w:rsidRDefault="00B27708" w:rsidP="00B27708">
      <w:r>
        <w:t>Je passe donc sur le détail des opérations</w:t>
      </w:r>
      <w:r w:rsidR="00987D49">
        <w:t xml:space="preserve">, </w:t>
      </w:r>
      <w:r>
        <w:t>pour en donner tout de suite le résultat</w:t>
      </w:r>
      <w:r w:rsidR="00987D49">
        <w:t>.</w:t>
      </w:r>
    </w:p>
    <w:p w14:paraId="3DD266CE" w14:textId="77777777" w:rsidR="00987D49" w:rsidRDefault="00B27708" w:rsidP="00B27708">
      <w:r>
        <w:t>Lorsque le terrain où se mouvaient les êtres à deux dimensions fut arrosé par les ondes hertziennes</w:t>
      </w:r>
      <w:r w:rsidR="00987D49">
        <w:t xml:space="preserve">, </w:t>
      </w:r>
      <w:r>
        <w:t>nous assistâmes à une fuite éperdue des polygones colorés devant ces ondes invisibles</w:t>
      </w:r>
      <w:r w:rsidR="00987D49">
        <w:t xml:space="preserve">, </w:t>
      </w:r>
      <w:r>
        <w:t>mais assurément perceptibles pour eux</w:t>
      </w:r>
      <w:r w:rsidR="00987D49">
        <w:t xml:space="preserve">. </w:t>
      </w:r>
      <w:r>
        <w:t>En tous lieux où elles passaient</w:t>
      </w:r>
      <w:r w:rsidR="00987D49">
        <w:t xml:space="preserve">, </w:t>
      </w:r>
      <w:r>
        <w:t>le vide se faisait</w:t>
      </w:r>
      <w:r w:rsidR="00987D49">
        <w:t xml:space="preserve">. </w:t>
      </w:r>
      <w:r>
        <w:t>On eut dit des feuilles mortes ramassées par un balai gigantesque</w:t>
      </w:r>
      <w:r w:rsidR="00987D49">
        <w:t>.</w:t>
      </w:r>
    </w:p>
    <w:p w14:paraId="6F491E7E" w14:textId="77777777" w:rsidR="00987D49" w:rsidRDefault="00B27708" w:rsidP="00B27708">
      <w:r>
        <w:t>Dans le monde à deux dimensions</w:t>
      </w:r>
      <w:r w:rsidR="00987D49">
        <w:t xml:space="preserve">, </w:t>
      </w:r>
      <w:r>
        <w:t xml:space="preserve">les ondes </w:t>
      </w:r>
      <w:proofErr w:type="spellStart"/>
      <w:r>
        <w:t>radio-électriques</w:t>
      </w:r>
      <w:proofErr w:type="spellEnd"/>
      <w:r w:rsidR="00987D49">
        <w:t xml:space="preserve">, </w:t>
      </w:r>
      <w:r>
        <w:t>ainsi que l</w:t>
      </w:r>
      <w:r w:rsidR="00987D49">
        <w:t>’</w:t>
      </w:r>
      <w:r>
        <w:t>avait prévu René</w:t>
      </w:r>
      <w:r w:rsidR="00987D49">
        <w:t xml:space="preserve">, </w:t>
      </w:r>
      <w:r>
        <w:t>exerçaient donc une influence certaine</w:t>
      </w:r>
      <w:r w:rsidR="00987D49">
        <w:t xml:space="preserve">. </w:t>
      </w:r>
      <w:r>
        <w:t>De quelle nature était cette influence</w:t>
      </w:r>
      <w:r w:rsidR="00987D49">
        <w:t xml:space="preserve"> ? </w:t>
      </w:r>
      <w:r>
        <w:t>De quelle manière pourrions-nous l</w:t>
      </w:r>
      <w:r w:rsidR="00987D49">
        <w:t>’</w:t>
      </w:r>
      <w:r>
        <w:t>utiliser pour établir des signaux</w:t>
      </w:r>
      <w:r w:rsidR="00987D49">
        <w:t xml:space="preserve"> ? </w:t>
      </w:r>
      <w:r>
        <w:t>Nous ne devions jamais le savoir</w:t>
      </w:r>
      <w:r w:rsidR="00987D49">
        <w:t xml:space="preserve">. </w:t>
      </w:r>
      <w:r>
        <w:t>Car</w:t>
      </w:r>
      <w:r w:rsidR="00987D49">
        <w:t xml:space="preserve">, </w:t>
      </w:r>
      <w:r>
        <w:t>tout à coup</w:t>
      </w:r>
      <w:r w:rsidR="00987D49">
        <w:t xml:space="preserve">, </w:t>
      </w:r>
      <w:r>
        <w:t>surgit l</w:t>
      </w:r>
      <w:r w:rsidR="00987D49">
        <w:t>’</w:t>
      </w:r>
      <w:r>
        <w:t>imprévu</w:t>
      </w:r>
      <w:r w:rsidR="00987D49">
        <w:t>…</w:t>
      </w:r>
    </w:p>
    <w:p w14:paraId="6E45B8F1" w14:textId="77777777" w:rsidR="00987D49" w:rsidRDefault="00B27708" w:rsidP="00B27708">
      <w:r>
        <w:lastRenderedPageBreak/>
        <w:t>René venait d</w:t>
      </w:r>
      <w:r w:rsidR="00987D49">
        <w:t>’</w:t>
      </w:r>
      <w:r>
        <w:t>arrêter une première émission d</w:t>
      </w:r>
      <w:r w:rsidR="00987D49">
        <w:t>’</w:t>
      </w:r>
      <w:r>
        <w:t>ondes hertziennes</w:t>
      </w:r>
      <w:r w:rsidR="00987D49">
        <w:t xml:space="preserve">, </w:t>
      </w:r>
      <w:r>
        <w:t>lorsque la surface transparente du sol se peupla d</w:t>
      </w:r>
      <w:r w:rsidR="00987D49">
        <w:t>’</w:t>
      </w:r>
      <w:r>
        <w:t>êtres que nous n</w:t>
      </w:r>
      <w:r w:rsidR="00987D49">
        <w:t>’</w:t>
      </w:r>
      <w:r>
        <w:t>avions encore jamais observés</w:t>
      </w:r>
      <w:r w:rsidR="00987D49">
        <w:t xml:space="preserve">, </w:t>
      </w:r>
      <w:r>
        <w:t xml:space="preserve">et qui venaient de la direction perpendiculaire à celle que nous avions suivie pour venir du </w:t>
      </w:r>
      <w:r w:rsidR="00987D49">
        <w:t>« </w:t>
      </w:r>
      <w:r>
        <w:t>Bolide</w:t>
      </w:r>
      <w:r w:rsidR="00987D49">
        <w:t xml:space="preserve"> ». </w:t>
      </w:r>
      <w:r>
        <w:t>Une nouvelle armée de dessins animés accourait</w:t>
      </w:r>
      <w:r w:rsidR="00987D49">
        <w:t xml:space="preserve">. </w:t>
      </w:r>
      <w:r>
        <w:t xml:space="preserve">Je dis bien </w:t>
      </w:r>
      <w:r w:rsidR="00987D49">
        <w:t>« </w:t>
      </w:r>
      <w:r>
        <w:t>une armée</w:t>
      </w:r>
      <w:r w:rsidR="00987D49">
        <w:t> »</w:t>
      </w:r>
      <w:r>
        <w:t xml:space="preserve"> et même une armée en marche</w:t>
      </w:r>
      <w:r w:rsidR="00987D49">
        <w:t xml:space="preserve">, </w:t>
      </w:r>
      <w:r>
        <w:t>avec ses éclaireurs</w:t>
      </w:r>
      <w:r w:rsidR="00987D49">
        <w:t xml:space="preserve">, </w:t>
      </w:r>
      <w:r>
        <w:t>le gros de la troupe</w:t>
      </w:r>
      <w:r w:rsidR="00987D49">
        <w:t xml:space="preserve">, </w:t>
      </w:r>
      <w:r>
        <w:t>ses chefs</w:t>
      </w:r>
      <w:r w:rsidR="00987D49">
        <w:t xml:space="preserve">… </w:t>
      </w:r>
      <w:r>
        <w:t>Mais cette fois</w:t>
      </w:r>
      <w:r w:rsidR="00987D49">
        <w:t xml:space="preserve">, </w:t>
      </w:r>
      <w:r>
        <w:t>ce n</w:t>
      </w:r>
      <w:r w:rsidR="00987D49">
        <w:t>’</w:t>
      </w:r>
      <w:r>
        <w:t>étaient plus des polygones réguliers que figuraient les dessins</w:t>
      </w:r>
      <w:r w:rsidR="00987D49">
        <w:t xml:space="preserve">. </w:t>
      </w:r>
      <w:r>
        <w:t>C</w:t>
      </w:r>
      <w:r w:rsidR="00987D49">
        <w:t>’</w:t>
      </w:r>
      <w:r>
        <w:t>étaient des cercles</w:t>
      </w:r>
      <w:r w:rsidR="00987D49">
        <w:t xml:space="preserve">, </w:t>
      </w:r>
      <w:r>
        <w:t>presque tous rouge vif</w:t>
      </w:r>
      <w:r w:rsidR="00987D49">
        <w:t xml:space="preserve">. </w:t>
      </w:r>
      <w:r>
        <w:t>Ils étaient encadrés par des cercles jaunes</w:t>
      </w:r>
      <w:r w:rsidR="00987D49">
        <w:t xml:space="preserve">, </w:t>
      </w:r>
      <w:r>
        <w:t>semblables à des officiers subalternes</w:t>
      </w:r>
      <w:r w:rsidR="00987D49">
        <w:t xml:space="preserve">, </w:t>
      </w:r>
      <w:r>
        <w:t>et</w:t>
      </w:r>
      <w:r w:rsidR="00987D49">
        <w:t xml:space="preserve">, </w:t>
      </w:r>
      <w:r>
        <w:t>en plus petit nombre</w:t>
      </w:r>
      <w:r w:rsidR="00987D49">
        <w:t xml:space="preserve">, </w:t>
      </w:r>
      <w:r>
        <w:t>par des cercles verts</w:t>
      </w:r>
      <w:r w:rsidR="00987D49">
        <w:t xml:space="preserve">, </w:t>
      </w:r>
      <w:r>
        <w:t>sans doute les officiers supérieurs</w:t>
      </w:r>
      <w:r w:rsidR="00987D49">
        <w:t>.</w:t>
      </w:r>
    </w:p>
    <w:p w14:paraId="1A7D6F1A" w14:textId="77777777" w:rsidR="00987D49" w:rsidRDefault="00B27708" w:rsidP="00B27708">
      <w:r>
        <w:t>Quelques cercles bleus</w:t>
      </w:r>
      <w:r w:rsidR="00987D49">
        <w:t xml:space="preserve">, </w:t>
      </w:r>
      <w:r>
        <w:t>entourés d</w:t>
      </w:r>
      <w:r w:rsidR="00987D49">
        <w:t>’</w:t>
      </w:r>
      <w:r>
        <w:t>un état-major vert et jaune</w:t>
      </w:r>
      <w:r w:rsidR="00987D49">
        <w:t xml:space="preserve">, </w:t>
      </w:r>
      <w:r>
        <w:t>complétaient cette troupe et</w:t>
      </w:r>
      <w:r w:rsidR="00987D49">
        <w:t xml:space="preserve">, </w:t>
      </w:r>
      <w:r>
        <w:t>enfin</w:t>
      </w:r>
      <w:r w:rsidR="00987D49">
        <w:t xml:space="preserve">, </w:t>
      </w:r>
      <w:r>
        <w:t>tout à l</w:t>
      </w:r>
      <w:r w:rsidR="00987D49">
        <w:t>’</w:t>
      </w:r>
      <w:r>
        <w:t>arrière-garde</w:t>
      </w:r>
      <w:r w:rsidR="00987D49">
        <w:t xml:space="preserve">, </w:t>
      </w:r>
      <w:r>
        <w:t>glissait</w:t>
      </w:r>
      <w:r w:rsidR="00987D49">
        <w:t xml:space="preserve">, </w:t>
      </w:r>
      <w:r>
        <w:t>non sans quelque majesté</w:t>
      </w:r>
      <w:r w:rsidR="00987D49">
        <w:t xml:space="preserve">, </w:t>
      </w:r>
      <w:r>
        <w:t>un grand cercle violet</w:t>
      </w:r>
      <w:r w:rsidR="00987D49">
        <w:t xml:space="preserve">, </w:t>
      </w:r>
      <w:r>
        <w:t>qui avait bien vingt centimètres de rayon</w:t>
      </w:r>
      <w:r w:rsidR="00987D49">
        <w:t xml:space="preserve">, </w:t>
      </w:r>
      <w:r>
        <w:t>et qu</w:t>
      </w:r>
      <w:r w:rsidR="00987D49">
        <w:t>’</w:t>
      </w:r>
      <w:r>
        <w:t>escortait un état-major bleu</w:t>
      </w:r>
      <w:r w:rsidR="00987D49">
        <w:t>…</w:t>
      </w:r>
    </w:p>
    <w:p w14:paraId="23B17ACF" w14:textId="77777777" w:rsidR="00987D49" w:rsidRDefault="00B27708" w:rsidP="00B27708">
      <w:r>
        <w:t>La pensée qui nous vint à tous trois</w:t>
      </w:r>
      <w:r w:rsidR="00987D49">
        <w:t xml:space="preserve">, </w:t>
      </w:r>
      <w:r>
        <w:t>les Terriens</w:t>
      </w:r>
      <w:r w:rsidR="00987D49">
        <w:t xml:space="preserve">, </w:t>
      </w:r>
      <w:r>
        <w:t>et que nous échangeâmes par gestes</w:t>
      </w:r>
      <w:r w:rsidR="00987D49">
        <w:t xml:space="preserve">, </w:t>
      </w:r>
      <w:r>
        <w:t>selon notre code sourd-muet</w:t>
      </w:r>
      <w:r w:rsidR="00987D49">
        <w:t xml:space="preserve">, </w:t>
      </w:r>
      <w:r>
        <w:t>s</w:t>
      </w:r>
      <w:r w:rsidR="00987D49">
        <w:t>’</w:t>
      </w:r>
      <w:r>
        <w:t>imposait tout naturellement</w:t>
      </w:r>
      <w:r w:rsidR="00987D49">
        <w:t xml:space="preserve">. </w:t>
      </w:r>
      <w:r>
        <w:t>Ces images circulaires constituaient l</w:t>
      </w:r>
      <w:r w:rsidR="00987D49">
        <w:t>’</w:t>
      </w:r>
      <w:r>
        <w:t>armée d</w:t>
      </w:r>
      <w:r w:rsidR="00987D49">
        <w:t>’</w:t>
      </w:r>
      <w:r>
        <w:t>un autre peuple à deux dimensions et elles venaient porter la guerre au sein de la nation polygonale</w:t>
      </w:r>
      <w:r w:rsidR="00987D49">
        <w:t>.</w:t>
      </w:r>
    </w:p>
    <w:p w14:paraId="0B7E381E" w14:textId="77777777" w:rsidR="00987D49" w:rsidRDefault="00B27708" w:rsidP="00B27708">
      <w:r>
        <w:t>En proie à la plus vive curiosité</w:t>
      </w:r>
      <w:r w:rsidR="00987D49">
        <w:t xml:space="preserve">, </w:t>
      </w:r>
      <w:r>
        <w:t>nous cessâmes pour un temps nos émissions d</w:t>
      </w:r>
      <w:r w:rsidR="00987D49">
        <w:t>’</w:t>
      </w:r>
      <w:r>
        <w:t>ondes hertziennes</w:t>
      </w:r>
      <w:r w:rsidR="00987D49">
        <w:t xml:space="preserve">, </w:t>
      </w:r>
      <w:r>
        <w:t>afin d</w:t>
      </w:r>
      <w:r w:rsidR="00987D49">
        <w:t>’</w:t>
      </w:r>
      <w:r>
        <w:t>observer le comportement des nouveaux venus</w:t>
      </w:r>
      <w:r w:rsidR="00987D49">
        <w:t>.</w:t>
      </w:r>
    </w:p>
    <w:p w14:paraId="7B40F628" w14:textId="77777777" w:rsidR="00987D49" w:rsidRDefault="00B27708" w:rsidP="00B27708">
      <w:r>
        <w:t>Nous ne nous étions pas trompés</w:t>
      </w:r>
      <w:r w:rsidR="00987D49">
        <w:t xml:space="preserve">. </w:t>
      </w:r>
      <w:r>
        <w:t>Nous allions assister à une véritable bataille rangée</w:t>
      </w:r>
      <w:r w:rsidR="00987D49">
        <w:t xml:space="preserve">. </w:t>
      </w:r>
      <w:r>
        <w:t>Les cercles</w:t>
      </w:r>
      <w:r w:rsidR="00987D49">
        <w:t xml:space="preserve">, </w:t>
      </w:r>
      <w:r>
        <w:t>ayant adopté une formation enveloppante</w:t>
      </w:r>
      <w:r w:rsidR="00987D49">
        <w:t xml:space="preserve">, </w:t>
      </w:r>
      <w:r>
        <w:t>fondirent sur les polygones</w:t>
      </w:r>
      <w:r w:rsidR="00987D49">
        <w:t xml:space="preserve">. </w:t>
      </w:r>
      <w:r>
        <w:t>Mais ceux-ci avaient perçu l</w:t>
      </w:r>
      <w:r w:rsidR="00987D49">
        <w:t>’</w:t>
      </w:r>
      <w:r>
        <w:t>approche de l</w:t>
      </w:r>
      <w:r w:rsidR="00987D49">
        <w:t>’</w:t>
      </w:r>
      <w:r>
        <w:t>ennemi</w:t>
      </w:r>
      <w:r w:rsidR="00987D49">
        <w:t xml:space="preserve">. </w:t>
      </w:r>
      <w:r>
        <w:t>Depuis quelques minutes</w:t>
      </w:r>
      <w:r w:rsidR="00987D49">
        <w:t xml:space="preserve">, </w:t>
      </w:r>
      <w:r>
        <w:t>une vive inquiétude</w:t>
      </w:r>
      <w:r w:rsidR="00987D49">
        <w:t xml:space="preserve">, </w:t>
      </w:r>
      <w:r>
        <w:t>traduite par des évolutions plus rapides</w:t>
      </w:r>
      <w:r w:rsidR="00987D49">
        <w:t xml:space="preserve">, </w:t>
      </w:r>
      <w:r>
        <w:t>s</w:t>
      </w:r>
      <w:r w:rsidR="00987D49">
        <w:t>’</w:t>
      </w:r>
      <w:r>
        <w:t>était manifestée parmi eux</w:t>
      </w:r>
      <w:r w:rsidR="00987D49">
        <w:t xml:space="preserve">. </w:t>
      </w:r>
      <w:r>
        <w:t>Cette agitation s</w:t>
      </w:r>
      <w:r w:rsidR="00987D49">
        <w:t>’</w:t>
      </w:r>
      <w:r>
        <w:t>était peu à peu ordonnée</w:t>
      </w:r>
      <w:r w:rsidR="00987D49">
        <w:t xml:space="preserve">. </w:t>
      </w:r>
      <w:r>
        <w:t>Des émissaires s</w:t>
      </w:r>
      <w:r w:rsidR="00987D49">
        <w:t>’</w:t>
      </w:r>
      <w:r>
        <w:t>étaient détachés</w:t>
      </w:r>
      <w:r w:rsidR="00987D49">
        <w:t xml:space="preserve">, </w:t>
      </w:r>
      <w:r>
        <w:t xml:space="preserve">qui avaient ramené le grand triangle violet auquel </w:t>
      </w:r>
      <w:r>
        <w:lastRenderedPageBreak/>
        <w:t>obéissait tout le peuple polygonal</w:t>
      </w:r>
      <w:r w:rsidR="00987D49">
        <w:t xml:space="preserve">. </w:t>
      </w:r>
      <w:r>
        <w:t>Un dispositif de défense avait été improvisé en quelques instants</w:t>
      </w:r>
      <w:r w:rsidR="00987D49">
        <w:t>…</w:t>
      </w:r>
    </w:p>
    <w:p w14:paraId="0676E016" w14:textId="77777777" w:rsidR="00987D49" w:rsidRDefault="00B27708" w:rsidP="00B27708">
      <w:r>
        <w:t>Une forte colonne de décagones rouges barrait maintenant</w:t>
      </w:r>
      <w:r w:rsidR="00987D49">
        <w:t xml:space="preserve">, </w:t>
      </w:r>
      <w:r>
        <w:t>le chemin aux cercles et</w:t>
      </w:r>
      <w:r w:rsidR="00987D49">
        <w:t xml:space="preserve">, </w:t>
      </w:r>
      <w:r>
        <w:t>de chaque côté</w:t>
      </w:r>
      <w:r w:rsidR="00987D49">
        <w:t xml:space="preserve">, </w:t>
      </w:r>
      <w:r>
        <w:t>des troupes d</w:t>
      </w:r>
      <w:r w:rsidR="00987D49">
        <w:t>’</w:t>
      </w:r>
      <w:r>
        <w:t>octogones rouges</w:t>
      </w:r>
      <w:r w:rsidR="00987D49">
        <w:t xml:space="preserve">, </w:t>
      </w:r>
      <w:r>
        <w:t>sous la conduite de pentagones jaunes et verts</w:t>
      </w:r>
      <w:r w:rsidR="00987D49">
        <w:t xml:space="preserve">, </w:t>
      </w:r>
      <w:r>
        <w:t>s</w:t>
      </w:r>
      <w:r w:rsidR="00987D49">
        <w:t>’</w:t>
      </w:r>
      <w:r>
        <w:t>élançaient</w:t>
      </w:r>
      <w:r w:rsidR="00987D49">
        <w:t xml:space="preserve">, </w:t>
      </w:r>
      <w:r>
        <w:t>dans le dessin évident de s</w:t>
      </w:r>
      <w:r w:rsidR="00987D49">
        <w:t>’</w:t>
      </w:r>
      <w:r>
        <w:t>opposer à un débordement par les ailes</w:t>
      </w:r>
      <w:r w:rsidR="00987D49">
        <w:t>.</w:t>
      </w:r>
    </w:p>
    <w:p w14:paraId="488C5899" w14:textId="77777777" w:rsidR="00987D49" w:rsidRDefault="00B27708" w:rsidP="00B27708">
      <w:r>
        <w:t>À l</w:t>
      </w:r>
      <w:r w:rsidR="00987D49">
        <w:t>’</w:t>
      </w:r>
      <w:r>
        <w:t>arrière</w:t>
      </w:r>
      <w:r w:rsidR="00987D49">
        <w:t xml:space="preserve">, </w:t>
      </w:r>
      <w:r>
        <w:t>le triangle violet</w:t>
      </w:r>
      <w:r w:rsidR="00987D49">
        <w:t xml:space="preserve">, </w:t>
      </w:r>
      <w:r>
        <w:t>presque immobile</w:t>
      </w:r>
      <w:r w:rsidR="00987D49">
        <w:t xml:space="preserve">, </w:t>
      </w:r>
      <w:r>
        <w:t>s</w:t>
      </w:r>
      <w:r w:rsidR="00987D49">
        <w:t>’</w:t>
      </w:r>
      <w:r>
        <w:t>entourait de carrés bleus</w:t>
      </w:r>
      <w:r w:rsidR="00987D49">
        <w:t xml:space="preserve">, </w:t>
      </w:r>
      <w:r>
        <w:t>qui s</w:t>
      </w:r>
      <w:r w:rsidR="00987D49">
        <w:t>’</w:t>
      </w:r>
      <w:r>
        <w:t>agitaient frénétiquement</w:t>
      </w:r>
      <w:r w:rsidR="00987D49">
        <w:t xml:space="preserve">, </w:t>
      </w:r>
      <w:r>
        <w:t>et dont certains se détachaient par instants pour joindre des pentagones et des hexagones verts</w:t>
      </w:r>
      <w:r w:rsidR="00987D49">
        <w:t xml:space="preserve">, </w:t>
      </w:r>
      <w:r>
        <w:t>qui s</w:t>
      </w:r>
      <w:r w:rsidR="00987D49">
        <w:t>’</w:t>
      </w:r>
      <w:r>
        <w:t>élançaient à leur tour vers l</w:t>
      </w:r>
      <w:r w:rsidR="00987D49">
        <w:t>’</w:t>
      </w:r>
      <w:r>
        <w:t>une ou l</w:t>
      </w:r>
      <w:r w:rsidR="00987D49">
        <w:t>’</w:t>
      </w:r>
      <w:r>
        <w:t>autre des colonnes de l</w:t>
      </w:r>
      <w:r w:rsidR="00987D49">
        <w:t>’</w:t>
      </w:r>
      <w:r>
        <w:t>armée polygonale</w:t>
      </w:r>
      <w:r w:rsidR="00987D49">
        <w:t xml:space="preserve">, </w:t>
      </w:r>
      <w:r>
        <w:t>comme pour transmettre des ordres</w:t>
      </w:r>
      <w:r w:rsidR="00987D49">
        <w:t>.</w:t>
      </w:r>
    </w:p>
    <w:p w14:paraId="03B52E0E" w14:textId="77777777" w:rsidR="00987D49" w:rsidRDefault="00B27708" w:rsidP="00B27708">
      <w:r>
        <w:t>De leur côté</w:t>
      </w:r>
      <w:r w:rsidR="00987D49">
        <w:t xml:space="preserve">, </w:t>
      </w:r>
      <w:r>
        <w:t>les cercles s</w:t>
      </w:r>
      <w:r w:rsidR="00987D49">
        <w:t>’</w:t>
      </w:r>
      <w:r>
        <w:t>étaient arrêtés dans leur élan</w:t>
      </w:r>
      <w:r w:rsidR="00987D49">
        <w:t xml:space="preserve">. </w:t>
      </w:r>
      <w:r>
        <w:t>Leur ruée semblait brisée</w:t>
      </w:r>
      <w:r w:rsidR="00987D49">
        <w:t xml:space="preserve">, </w:t>
      </w:r>
      <w:r>
        <w:t>avant même le contact</w:t>
      </w:r>
      <w:r w:rsidR="00987D49">
        <w:t xml:space="preserve">, </w:t>
      </w:r>
      <w:r>
        <w:t>avec les polygones</w:t>
      </w:r>
      <w:r w:rsidR="00987D49">
        <w:t xml:space="preserve">, </w:t>
      </w:r>
      <w:r>
        <w:t>comme s</w:t>
      </w:r>
      <w:r w:rsidR="00987D49">
        <w:t>’</w:t>
      </w:r>
      <w:r>
        <w:t>ils eussent été décontenancés par la rapidité avec laquelle l</w:t>
      </w:r>
      <w:r w:rsidR="00987D49">
        <w:t>’</w:t>
      </w:r>
      <w:r>
        <w:t>armée adverse s</w:t>
      </w:r>
      <w:r w:rsidR="00987D49">
        <w:t>’</w:t>
      </w:r>
      <w:r>
        <w:t>était mise en position de défense</w:t>
      </w:r>
      <w:r w:rsidR="00987D49">
        <w:t xml:space="preserve">. </w:t>
      </w:r>
      <w:r>
        <w:t>Mais ils reçurent des renforts</w:t>
      </w:r>
      <w:r w:rsidR="00987D49">
        <w:t xml:space="preserve">. </w:t>
      </w:r>
      <w:r>
        <w:t>De nouvelles troupes vinrent grossir leurs rangs</w:t>
      </w:r>
      <w:r w:rsidR="00987D49">
        <w:t xml:space="preserve">, </w:t>
      </w:r>
      <w:r>
        <w:t>et ils reprirent leur marche en avant</w:t>
      </w:r>
      <w:r w:rsidR="00987D49">
        <w:t>.</w:t>
      </w:r>
    </w:p>
    <w:p w14:paraId="1F0D4AFB" w14:textId="77777777" w:rsidR="00987D49" w:rsidRDefault="00B27708" w:rsidP="00B27708">
      <w:r>
        <w:t>Cependant</w:t>
      </w:r>
      <w:r w:rsidR="00987D49">
        <w:t xml:space="preserve">, </w:t>
      </w:r>
      <w:r>
        <w:t>la colonne polygonale du centre se déployait soudain en une ligne</w:t>
      </w:r>
      <w:r w:rsidR="00987D49">
        <w:t xml:space="preserve">, </w:t>
      </w:r>
      <w:r>
        <w:t>qui fit face à tous les cercles attaquant de front</w:t>
      </w:r>
      <w:r w:rsidR="00987D49">
        <w:t xml:space="preserve">. </w:t>
      </w:r>
      <w:r>
        <w:t>Et le choc eut lieu</w:t>
      </w:r>
      <w:r w:rsidR="00987D49">
        <w:t>…</w:t>
      </w:r>
    </w:p>
    <w:p w14:paraId="5C0DA72D" w14:textId="77777777" w:rsidR="00987D49" w:rsidRDefault="00B27708" w:rsidP="00B27708">
      <w:r>
        <w:t>Je me demandais avec curiosité comment ces images sans relief allaient se battre</w:t>
      </w:r>
      <w:r w:rsidR="00987D49">
        <w:t xml:space="preserve">. </w:t>
      </w:r>
      <w:r>
        <w:t>Elles semblaient dépourvues d</w:t>
      </w:r>
      <w:r w:rsidR="00987D49">
        <w:t>’</w:t>
      </w:r>
      <w:r>
        <w:t>armes</w:t>
      </w:r>
      <w:r w:rsidR="00987D49">
        <w:t xml:space="preserve">. </w:t>
      </w:r>
      <w:r>
        <w:t>Notre civilisation terrestre avait apparemment sur la leur le triste avantage d</w:t>
      </w:r>
      <w:r w:rsidR="00987D49">
        <w:t>’</w:t>
      </w:r>
      <w:r>
        <w:t>avoir perfectionné l</w:t>
      </w:r>
      <w:r w:rsidR="00987D49">
        <w:t>’</w:t>
      </w:r>
      <w:r>
        <w:t>art de tuer</w:t>
      </w:r>
      <w:r w:rsidR="00987D49">
        <w:t>…</w:t>
      </w:r>
    </w:p>
    <w:p w14:paraId="50465D45" w14:textId="77777777" w:rsidR="00987D49" w:rsidRDefault="00B27708" w:rsidP="00B27708">
      <w:r>
        <w:t>En vérité</w:t>
      </w:r>
      <w:r w:rsidR="00987D49">
        <w:t xml:space="preserve">, </w:t>
      </w:r>
      <w:r>
        <w:t>polygones et cercles n</w:t>
      </w:r>
      <w:r w:rsidR="00987D49">
        <w:t>’</w:t>
      </w:r>
      <w:r>
        <w:t>utilisèrent que des armes naturelles</w:t>
      </w:r>
      <w:r w:rsidR="00987D49">
        <w:t xml:space="preserve">, </w:t>
      </w:r>
      <w:r>
        <w:t>et seulement dans le corps à corps</w:t>
      </w:r>
      <w:r w:rsidR="00987D49">
        <w:t xml:space="preserve">. </w:t>
      </w:r>
      <w:r>
        <w:t>Chaque figure émettait</w:t>
      </w:r>
      <w:r w:rsidR="00987D49">
        <w:t xml:space="preserve">, </w:t>
      </w:r>
      <w:r>
        <w:t>au moment du choc avec une figure ennemie</w:t>
      </w:r>
      <w:r w:rsidR="00987D49">
        <w:t xml:space="preserve">, </w:t>
      </w:r>
      <w:r>
        <w:t>une sorte de radiation à peine visible</w:t>
      </w:r>
      <w:r w:rsidR="00987D49">
        <w:t xml:space="preserve">, </w:t>
      </w:r>
      <w:r>
        <w:t>et dont le contact faisait pâlir l</w:t>
      </w:r>
      <w:r w:rsidR="00987D49">
        <w:t>’</w:t>
      </w:r>
      <w:r>
        <w:t>adversaire</w:t>
      </w:r>
      <w:r w:rsidR="00987D49">
        <w:t xml:space="preserve">. </w:t>
      </w:r>
      <w:r>
        <w:t>Le plus souvent</w:t>
      </w:r>
      <w:r w:rsidR="00987D49">
        <w:t xml:space="preserve">, </w:t>
      </w:r>
      <w:r>
        <w:t>le combattant touché reprenait rapidement sa couleur après un bond en arrière et se ruait de nouveau sur celui qui l</w:t>
      </w:r>
      <w:r w:rsidR="00987D49">
        <w:t>’</w:t>
      </w:r>
      <w:r>
        <w:t>avait frappé</w:t>
      </w:r>
      <w:r w:rsidR="00987D49">
        <w:t xml:space="preserve">. </w:t>
      </w:r>
      <w:r>
        <w:lastRenderedPageBreak/>
        <w:t>Certains</w:t>
      </w:r>
      <w:r w:rsidR="00987D49">
        <w:t xml:space="preserve">, </w:t>
      </w:r>
      <w:r>
        <w:t>pourtant</w:t>
      </w:r>
      <w:r w:rsidR="00987D49">
        <w:t xml:space="preserve">, </w:t>
      </w:r>
      <w:r>
        <w:t>demeuraient pâles et s</w:t>
      </w:r>
      <w:r w:rsidR="00987D49">
        <w:t>’</w:t>
      </w:r>
      <w:r>
        <w:t>immobilisaient</w:t>
      </w:r>
      <w:r w:rsidR="00987D49">
        <w:t xml:space="preserve">. </w:t>
      </w:r>
      <w:r>
        <w:t>C</w:t>
      </w:r>
      <w:r w:rsidR="00987D49">
        <w:t>’</w:t>
      </w:r>
      <w:r>
        <w:t>étaient les blessés graves</w:t>
      </w:r>
      <w:r w:rsidR="00987D49">
        <w:t xml:space="preserve">. </w:t>
      </w:r>
      <w:r>
        <w:t>D</w:t>
      </w:r>
      <w:r w:rsidR="00987D49">
        <w:t>’</w:t>
      </w:r>
      <w:r>
        <w:t>autres</w:t>
      </w:r>
      <w:r w:rsidR="00987D49">
        <w:t xml:space="preserve">, </w:t>
      </w:r>
      <w:r>
        <w:t>à force de pâlir devenaient bientôt invisibles</w:t>
      </w:r>
      <w:r w:rsidR="00987D49">
        <w:t xml:space="preserve">, </w:t>
      </w:r>
      <w:r>
        <w:t>morts de leurs blessures</w:t>
      </w:r>
      <w:r w:rsidR="00987D49">
        <w:t xml:space="preserve">. </w:t>
      </w:r>
      <w:r>
        <w:t>Quelques-uns</w:t>
      </w:r>
      <w:r w:rsidR="00987D49">
        <w:t xml:space="preserve">, </w:t>
      </w:r>
      <w:r>
        <w:t>enfin</w:t>
      </w:r>
      <w:r w:rsidR="00987D49">
        <w:t xml:space="preserve">, </w:t>
      </w:r>
      <w:r>
        <w:t>s</w:t>
      </w:r>
      <w:r w:rsidR="00987D49">
        <w:t>’</w:t>
      </w:r>
      <w:r>
        <w:t>effaçaient d</w:t>
      </w:r>
      <w:r w:rsidR="00987D49">
        <w:t>’</w:t>
      </w:r>
      <w:r>
        <w:t>un seul coup</w:t>
      </w:r>
      <w:r w:rsidR="00987D49">
        <w:t xml:space="preserve">, </w:t>
      </w:r>
      <w:r>
        <w:t>après avoir été touchés par la radiation d</w:t>
      </w:r>
      <w:r w:rsidR="00987D49">
        <w:t>’</w:t>
      </w:r>
      <w:r>
        <w:t>un ennemi</w:t>
      </w:r>
      <w:r w:rsidR="00987D49">
        <w:t xml:space="preserve">. </w:t>
      </w:r>
      <w:r>
        <w:t>Leur meurtrier courait aussitôt à d</w:t>
      </w:r>
      <w:r w:rsidR="00987D49">
        <w:t>’</w:t>
      </w:r>
      <w:r>
        <w:t>autres prouesses</w:t>
      </w:r>
      <w:r w:rsidR="00987D49">
        <w:t>.</w:t>
      </w:r>
    </w:p>
    <w:p w14:paraId="40D4E8C1" w14:textId="77777777" w:rsidR="00987D49" w:rsidRDefault="00B27708" w:rsidP="00B27708">
      <w:r>
        <w:t>Il n</w:t>
      </w:r>
      <w:r w:rsidR="00987D49">
        <w:t>’</w:t>
      </w:r>
      <w:r>
        <w:t>y avait pas que des combats singuliers</w:t>
      </w:r>
      <w:r w:rsidR="00987D49">
        <w:t xml:space="preserve">. </w:t>
      </w:r>
      <w:r>
        <w:t>L</w:t>
      </w:r>
      <w:r w:rsidR="00987D49">
        <w:t>’</w:t>
      </w:r>
      <w:r>
        <w:t>on voyait des polygones isolés</w:t>
      </w:r>
      <w:r w:rsidR="00987D49">
        <w:t xml:space="preserve">, </w:t>
      </w:r>
      <w:r>
        <w:t>attaqués par trois ou quatre cercles</w:t>
      </w:r>
      <w:r w:rsidR="00987D49">
        <w:t xml:space="preserve">, </w:t>
      </w:r>
      <w:r>
        <w:t>s</w:t>
      </w:r>
      <w:r w:rsidR="00987D49">
        <w:t>’</w:t>
      </w:r>
      <w:r>
        <w:t>effacer aussitôt de la surface du sol</w:t>
      </w:r>
      <w:r w:rsidR="00987D49">
        <w:t xml:space="preserve">. </w:t>
      </w:r>
      <w:r>
        <w:t>En cette extraordinaire contrée</w:t>
      </w:r>
      <w:r w:rsidR="00987D49">
        <w:t xml:space="preserve">, </w:t>
      </w:r>
      <w:r>
        <w:t>les obsèques étaient singulièrement simplifiées</w:t>
      </w:r>
      <w:r w:rsidR="00987D49">
        <w:t xml:space="preserve">… </w:t>
      </w:r>
      <w:r>
        <w:t>L</w:t>
      </w:r>
      <w:r w:rsidR="00987D49">
        <w:t>’</w:t>
      </w:r>
      <w:r>
        <w:t>on voyait également de petits groupes</w:t>
      </w:r>
      <w:r w:rsidR="00987D49">
        <w:t xml:space="preserve">, </w:t>
      </w:r>
      <w:r>
        <w:t>assaillis par des formations plus denses et rapidement anéantis</w:t>
      </w:r>
      <w:r w:rsidR="00987D49">
        <w:t xml:space="preserve">. </w:t>
      </w:r>
      <w:r>
        <w:t>Les cercles étaient presque partout plus nombreux</w:t>
      </w:r>
      <w:r w:rsidR="00987D49">
        <w:t xml:space="preserve">. </w:t>
      </w:r>
      <w:r>
        <w:t>Ils semblaient également plus impétueux et plus forts</w:t>
      </w:r>
      <w:r w:rsidR="00987D49">
        <w:t xml:space="preserve">. </w:t>
      </w:r>
      <w:r>
        <w:t>Les polygones faiblissaient visiblement</w:t>
      </w:r>
      <w:r w:rsidR="00987D49">
        <w:t>.</w:t>
      </w:r>
    </w:p>
    <w:p w14:paraId="5BFCB094" w14:textId="77777777" w:rsidR="00987D49" w:rsidRDefault="00B27708" w:rsidP="00B27708">
      <w:r>
        <w:t>Déjà</w:t>
      </w:r>
      <w:r w:rsidR="00987D49">
        <w:t xml:space="preserve">, </w:t>
      </w:r>
      <w:r>
        <w:t>la ligne de résistance frontale fléchissait et s</w:t>
      </w:r>
      <w:r w:rsidR="00987D49">
        <w:t>’</w:t>
      </w:r>
      <w:r>
        <w:t>incurvait dangereusement</w:t>
      </w:r>
      <w:r w:rsidR="00987D49">
        <w:t xml:space="preserve">. </w:t>
      </w:r>
      <w:r>
        <w:t>Aux ailes</w:t>
      </w:r>
      <w:r w:rsidR="00987D49">
        <w:t xml:space="preserve">, </w:t>
      </w:r>
      <w:r>
        <w:t>les colonnes de protection reculaient sous l</w:t>
      </w:r>
      <w:r w:rsidR="00987D49">
        <w:t>’</w:t>
      </w:r>
      <w:r>
        <w:t>assaut des cercles</w:t>
      </w:r>
      <w:r w:rsidR="00987D49">
        <w:t xml:space="preserve">. </w:t>
      </w:r>
      <w:r>
        <w:t>La manœuvre de débordement se dessinait</w:t>
      </w:r>
      <w:r w:rsidR="00987D49">
        <w:t xml:space="preserve">. </w:t>
      </w:r>
      <w:r>
        <w:t>Les cercles avaient presque bataille gagnée</w:t>
      </w:r>
      <w:r w:rsidR="00987D49">
        <w:t>…</w:t>
      </w:r>
    </w:p>
    <w:p w14:paraId="41A82232" w14:textId="77777777" w:rsidR="00987D49" w:rsidRDefault="00B27708" w:rsidP="00B27708">
      <w:r>
        <w:t>Ce fut alors que</w:t>
      </w:r>
      <w:r w:rsidR="00987D49">
        <w:t xml:space="preserve">, </w:t>
      </w:r>
      <w:r>
        <w:t>d</w:t>
      </w:r>
      <w:r w:rsidR="00987D49">
        <w:t>’</w:t>
      </w:r>
      <w:r>
        <w:t>un commun accord et sans même nous consulter</w:t>
      </w:r>
      <w:r w:rsidR="00987D49">
        <w:t xml:space="preserve">, </w:t>
      </w:r>
      <w:r>
        <w:t>nous résolûmes d</w:t>
      </w:r>
      <w:r w:rsidR="00987D49">
        <w:t>’</w:t>
      </w:r>
      <w:r>
        <w:t>intervenir dans le combat</w:t>
      </w:r>
      <w:r w:rsidR="00987D49">
        <w:t xml:space="preserve">, </w:t>
      </w:r>
      <w:r>
        <w:t>à la manière des divinités de l</w:t>
      </w:r>
      <w:r w:rsidR="00987D49">
        <w:t>’</w:t>
      </w:r>
      <w:r>
        <w:t>Olympe dans la guerre de Troie</w:t>
      </w:r>
      <w:r w:rsidR="00987D49">
        <w:t>.</w:t>
      </w:r>
    </w:p>
    <w:p w14:paraId="02B1C122" w14:textId="77777777" w:rsidR="00987D49" w:rsidRDefault="00B27708" w:rsidP="00B27708">
      <w:r>
        <w:t>Pourquoi prîmes-nous parti pour les polygones</w:t>
      </w:r>
      <w:r w:rsidR="00987D49">
        <w:t xml:space="preserve"> ? </w:t>
      </w:r>
      <w:r>
        <w:t>Sans doute parce que nous les avions connus les premiers et qu</w:t>
      </w:r>
      <w:r w:rsidR="00987D49">
        <w:t>’</w:t>
      </w:r>
      <w:r>
        <w:t>ils nous étaient plus familiers</w:t>
      </w:r>
      <w:r w:rsidR="00987D49">
        <w:t xml:space="preserve"> ; </w:t>
      </w:r>
      <w:r>
        <w:t>ou bien</w:t>
      </w:r>
      <w:r w:rsidR="00987D49">
        <w:t xml:space="preserve">, </w:t>
      </w:r>
      <w:r>
        <w:t>parce que les autres avaient attaqué par surprise</w:t>
      </w:r>
      <w:r w:rsidR="00987D49">
        <w:t xml:space="preserve">. </w:t>
      </w:r>
      <w:r>
        <w:t>Quoi qu</w:t>
      </w:r>
      <w:r w:rsidR="00987D49">
        <w:t>’</w:t>
      </w:r>
      <w:r>
        <w:t>il en soit</w:t>
      </w:r>
      <w:r w:rsidR="00987D49">
        <w:t xml:space="preserve">, </w:t>
      </w:r>
      <w:r>
        <w:t>Pierre</w:t>
      </w:r>
      <w:r w:rsidR="00987D49">
        <w:t xml:space="preserve">, </w:t>
      </w:r>
      <w:r>
        <w:t>de sa paume collée au sol</w:t>
      </w:r>
      <w:r w:rsidR="00987D49">
        <w:t xml:space="preserve">, </w:t>
      </w:r>
      <w:r>
        <w:t>immobilisa le cercle violet</w:t>
      </w:r>
      <w:r w:rsidR="00987D49">
        <w:t xml:space="preserve">, </w:t>
      </w:r>
      <w:r>
        <w:t>généralissime ou roi des agresseurs</w:t>
      </w:r>
      <w:r w:rsidR="00987D49">
        <w:t xml:space="preserve">, </w:t>
      </w:r>
      <w:r>
        <w:t>qui commençait à s</w:t>
      </w:r>
      <w:r w:rsidR="00987D49">
        <w:t>’</w:t>
      </w:r>
      <w:r>
        <w:t>agiter victorieusement</w:t>
      </w:r>
      <w:r w:rsidR="00987D49">
        <w:t xml:space="preserve">. </w:t>
      </w:r>
      <w:r>
        <w:t>En même temps</w:t>
      </w:r>
      <w:r w:rsidR="00987D49">
        <w:t xml:space="preserve">, </w:t>
      </w:r>
      <w:r>
        <w:t>René et moi-même</w:t>
      </w:r>
      <w:r w:rsidR="00987D49">
        <w:t xml:space="preserve">, </w:t>
      </w:r>
      <w:r>
        <w:t>arrêtions l</w:t>
      </w:r>
      <w:r w:rsidR="00987D49">
        <w:t>’</w:t>
      </w:r>
      <w:r>
        <w:t>élan vigoureux des deux plus ardents cercles bleus</w:t>
      </w:r>
      <w:r w:rsidR="00987D49">
        <w:t>…</w:t>
      </w:r>
    </w:p>
    <w:p w14:paraId="6E2EAF0A" w14:textId="77777777" w:rsidR="00987D49" w:rsidRDefault="00B27708" w:rsidP="00B27708">
      <w:r>
        <w:t>À quelle intervention divine ou à quelle arme secrète les cercles attribuèrent-ils cette disgrâce de leurs chefs</w:t>
      </w:r>
      <w:r w:rsidR="00987D49">
        <w:t xml:space="preserve"> ? </w:t>
      </w:r>
      <w:r>
        <w:t>L</w:t>
      </w:r>
      <w:r w:rsidR="00987D49">
        <w:t>’</w:t>
      </w:r>
      <w:r>
        <w:t xml:space="preserve">impossibilité de faire communiquer nos esprits à trois dimensions avec ceux des êtres </w:t>
      </w:r>
      <w:r>
        <w:lastRenderedPageBreak/>
        <w:t>infiniment plats</w:t>
      </w:r>
      <w:r w:rsidR="00987D49">
        <w:t xml:space="preserve">, </w:t>
      </w:r>
      <w:r>
        <w:t>ne nous permit pas de le savoir</w:t>
      </w:r>
      <w:r w:rsidR="00987D49">
        <w:t xml:space="preserve">. </w:t>
      </w:r>
      <w:r>
        <w:t>Toujours est-il que la mésaventure du roi des Cercles et de ses deux meilleurs généraux</w:t>
      </w:r>
      <w:r w:rsidR="00987D49">
        <w:t xml:space="preserve">, </w:t>
      </w:r>
      <w:r>
        <w:t>qui</w:t>
      </w:r>
      <w:r w:rsidR="00987D49">
        <w:t xml:space="preserve">, </w:t>
      </w:r>
      <w:r>
        <w:t>tous trois</w:t>
      </w:r>
      <w:r w:rsidR="00987D49">
        <w:t xml:space="preserve">, </w:t>
      </w:r>
      <w:r>
        <w:t>pâlissaient à vue d</w:t>
      </w:r>
      <w:r w:rsidR="00987D49">
        <w:t>’</w:t>
      </w:r>
      <w:r>
        <w:t>œil</w:t>
      </w:r>
      <w:r w:rsidR="00987D49">
        <w:t xml:space="preserve">, </w:t>
      </w:r>
      <w:r>
        <w:t>jeta tout d</w:t>
      </w:r>
      <w:r w:rsidR="00987D49">
        <w:t>’</w:t>
      </w:r>
      <w:r>
        <w:t>abord quelque désarroi parmi les troupes circulaires</w:t>
      </w:r>
      <w:r w:rsidR="00987D49">
        <w:t xml:space="preserve">, </w:t>
      </w:r>
      <w:r>
        <w:t>qui faiblirent ensuite devant une contre-attaque des polygones</w:t>
      </w:r>
      <w:r w:rsidR="00987D49">
        <w:t>.</w:t>
      </w:r>
    </w:p>
    <w:p w14:paraId="1EC9C8A6" w14:textId="77777777" w:rsidR="00987D49" w:rsidRDefault="00B27708" w:rsidP="00B27708">
      <w:r>
        <w:t>Toutefois</w:t>
      </w:r>
      <w:r w:rsidR="00987D49">
        <w:t xml:space="preserve">, </w:t>
      </w:r>
      <w:r>
        <w:t>notre intervention faillit devenir inopérante</w:t>
      </w:r>
      <w:r w:rsidR="00987D49">
        <w:t xml:space="preserve">. </w:t>
      </w:r>
      <w:r>
        <w:t>De nouveaux renforts circulaires accouraient de la même direction d</w:t>
      </w:r>
      <w:r w:rsidR="00987D49">
        <w:t>’</w:t>
      </w:r>
      <w:r>
        <w:t>où étaient venus les premiers</w:t>
      </w:r>
      <w:r w:rsidR="00987D49">
        <w:t xml:space="preserve">. </w:t>
      </w:r>
      <w:r>
        <w:t>Un grand cercle bleu les commandait et leur fougue</w:t>
      </w:r>
      <w:r w:rsidR="00987D49">
        <w:t xml:space="preserve">, </w:t>
      </w:r>
      <w:r>
        <w:t>leur nombre</w:t>
      </w:r>
      <w:r w:rsidR="00987D49">
        <w:t xml:space="preserve">, </w:t>
      </w:r>
      <w:r>
        <w:t>leur science de la guerre allaient certainement rétablir la situation de leur armée</w:t>
      </w:r>
      <w:r w:rsidR="00987D49">
        <w:t xml:space="preserve">. </w:t>
      </w:r>
      <w:r>
        <w:t>Les polygones</w:t>
      </w:r>
      <w:r w:rsidR="00987D49">
        <w:t xml:space="preserve">, </w:t>
      </w:r>
      <w:r>
        <w:t>moins nombreux</w:t>
      </w:r>
      <w:r w:rsidR="00987D49">
        <w:t xml:space="preserve">, </w:t>
      </w:r>
      <w:r>
        <w:t>devaient succomber</w:t>
      </w:r>
      <w:r w:rsidR="00987D49">
        <w:t xml:space="preserve">, </w:t>
      </w:r>
      <w:r>
        <w:t>malgré leur courageuse défense et malgré l</w:t>
      </w:r>
      <w:r w:rsidR="00987D49">
        <w:t>’</w:t>
      </w:r>
      <w:r>
        <w:t>appui des divinités inconnues que nous incarnions</w:t>
      </w:r>
      <w:r w:rsidR="00987D49">
        <w:t>.</w:t>
      </w:r>
    </w:p>
    <w:p w14:paraId="6CE96916" w14:textId="77777777" w:rsidR="00987D49" w:rsidRDefault="00B27708" w:rsidP="00B27708">
      <w:r>
        <w:t>Notre sympathie instinctive pour le peuple polygonal en souffrît</w:t>
      </w:r>
      <w:r w:rsidR="00987D49">
        <w:t xml:space="preserve">, </w:t>
      </w:r>
      <w:r>
        <w:t>et la même idée nous vint à tous trois</w:t>
      </w:r>
      <w:r w:rsidR="00987D49">
        <w:t xml:space="preserve"> : </w:t>
      </w:r>
      <w:r>
        <w:t>les ondes</w:t>
      </w:r>
      <w:r w:rsidR="00987D49">
        <w:t xml:space="preserve"> !… </w:t>
      </w:r>
      <w:r>
        <w:t>Ce fut René qui opéra</w:t>
      </w:r>
      <w:r w:rsidR="00987D49">
        <w:t xml:space="preserve">. </w:t>
      </w:r>
      <w:r>
        <w:t>S</w:t>
      </w:r>
      <w:r w:rsidR="00987D49">
        <w:t>’</w:t>
      </w:r>
      <w:r>
        <w:t>emparant de l</w:t>
      </w:r>
      <w:r w:rsidR="00987D49">
        <w:t>’</w:t>
      </w:r>
      <w:r>
        <w:t>émetteur</w:t>
      </w:r>
      <w:r w:rsidR="00987D49">
        <w:t xml:space="preserve">, </w:t>
      </w:r>
      <w:r>
        <w:t>il lança</w:t>
      </w:r>
      <w:r w:rsidR="00987D49">
        <w:t xml:space="preserve">, </w:t>
      </w:r>
      <w:r>
        <w:t>dans la direction des cercles</w:t>
      </w:r>
      <w:r w:rsidR="00987D49">
        <w:t xml:space="preserve">, </w:t>
      </w:r>
      <w:r>
        <w:t>des trains d</w:t>
      </w:r>
      <w:r w:rsidR="00987D49">
        <w:t>’</w:t>
      </w:r>
      <w:r>
        <w:t>ondes successifs et précipités</w:t>
      </w:r>
      <w:r w:rsidR="00987D49">
        <w:t>…</w:t>
      </w:r>
    </w:p>
    <w:p w14:paraId="079A824B" w14:textId="77777777" w:rsidR="00987D49" w:rsidRDefault="00B27708" w:rsidP="00B27708">
      <w:r>
        <w:t>Cette fois</w:t>
      </w:r>
      <w:r w:rsidR="00987D49">
        <w:t xml:space="preserve">, </w:t>
      </w:r>
      <w:r>
        <w:t>ce fut</w:t>
      </w:r>
      <w:r w:rsidR="00987D49">
        <w:t xml:space="preserve">, </w:t>
      </w:r>
      <w:r>
        <w:t>chez les cercles</w:t>
      </w:r>
      <w:r w:rsidR="00987D49">
        <w:t xml:space="preserve">, </w:t>
      </w:r>
      <w:r>
        <w:t>une fuite éperdue</w:t>
      </w:r>
      <w:r w:rsidR="00987D49">
        <w:t xml:space="preserve">. </w:t>
      </w:r>
      <w:r>
        <w:t>Le grand cercle violet</w:t>
      </w:r>
      <w:r w:rsidR="00987D49">
        <w:t xml:space="preserve">, </w:t>
      </w:r>
      <w:r>
        <w:t>que Pierre avait lâché</w:t>
      </w:r>
      <w:r w:rsidR="00987D49">
        <w:t xml:space="preserve">, </w:t>
      </w:r>
      <w:r>
        <w:t>ne fut pas le dernier à battre en retraite</w:t>
      </w:r>
      <w:r w:rsidR="00987D49">
        <w:t xml:space="preserve">. </w:t>
      </w:r>
      <w:r>
        <w:t>De leur côté</w:t>
      </w:r>
      <w:r w:rsidR="00987D49">
        <w:t xml:space="preserve">, </w:t>
      </w:r>
      <w:r>
        <w:t>les polygones</w:t>
      </w:r>
      <w:r w:rsidR="00987D49">
        <w:t xml:space="preserve">, </w:t>
      </w:r>
      <w:r>
        <w:t>étonnés</w:t>
      </w:r>
      <w:r w:rsidR="00987D49">
        <w:t xml:space="preserve">, </w:t>
      </w:r>
      <w:r>
        <w:t>mais certainement ravis</w:t>
      </w:r>
      <w:r w:rsidR="00987D49">
        <w:t xml:space="preserve">, </w:t>
      </w:r>
      <w:r>
        <w:t>de ce retournement imprévu de la situation</w:t>
      </w:r>
      <w:r w:rsidR="00987D49">
        <w:t xml:space="preserve">, </w:t>
      </w:r>
      <w:r>
        <w:t>se ressaisirent et s</w:t>
      </w:r>
      <w:r w:rsidR="00987D49">
        <w:t>’</w:t>
      </w:r>
      <w:r>
        <w:t>élancèrent sur les traînards</w:t>
      </w:r>
      <w:r w:rsidR="00987D49">
        <w:t xml:space="preserve">, </w:t>
      </w:r>
      <w:r>
        <w:t>dont un grand nombre fut effacé</w:t>
      </w:r>
      <w:r w:rsidR="00987D49">
        <w:t xml:space="preserve">, </w:t>
      </w:r>
      <w:r>
        <w:t>tandis que les autres disparaissaient</w:t>
      </w:r>
      <w:r w:rsidR="00987D49">
        <w:t xml:space="preserve">, </w:t>
      </w:r>
      <w:r>
        <w:t>dans le lointain</w:t>
      </w:r>
      <w:r w:rsidR="00987D49">
        <w:t xml:space="preserve">, </w:t>
      </w:r>
      <w:r>
        <w:t>sous le puissant coup de balai hertzien</w:t>
      </w:r>
      <w:r w:rsidR="00987D49">
        <w:t>.</w:t>
      </w:r>
    </w:p>
    <w:p w14:paraId="075D7D0C" w14:textId="77777777" w:rsidR="00987D49" w:rsidRDefault="00B27708" w:rsidP="00B27708">
      <w:r>
        <w:t>Je me demandai bien un peu si notre intervention avait été conforme à la justice</w:t>
      </w:r>
      <w:r w:rsidR="00987D49">
        <w:t xml:space="preserve">. </w:t>
      </w:r>
      <w:r>
        <w:t>Peut-être les cercles avaient-ils d</w:t>
      </w:r>
      <w:r w:rsidR="00987D49">
        <w:t>’</w:t>
      </w:r>
      <w:r>
        <w:t>excellentes raisons pour attaquer les polygones</w:t>
      </w:r>
      <w:r w:rsidR="00987D49">
        <w:t xml:space="preserve">. </w:t>
      </w:r>
      <w:r>
        <w:t>Nous avions agi en divinités aveugles</w:t>
      </w:r>
      <w:r w:rsidR="00987D49">
        <w:t xml:space="preserve">, </w:t>
      </w:r>
      <w:r>
        <w:t>jouant le rôle d</w:t>
      </w:r>
      <w:r w:rsidR="00987D49">
        <w:t>’</w:t>
      </w:r>
      <w:r>
        <w:t>une providence hasardeuse</w:t>
      </w:r>
      <w:r w:rsidR="00987D49">
        <w:t xml:space="preserve">, </w:t>
      </w:r>
      <w:r>
        <w:t>qui protégerait ou frapperait au petit bonheur</w:t>
      </w:r>
      <w:r w:rsidR="00987D49">
        <w:t>…</w:t>
      </w:r>
    </w:p>
    <w:p w14:paraId="295F6FDF" w14:textId="77777777" w:rsidR="00987D49" w:rsidRDefault="00B27708" w:rsidP="00B27708">
      <w:r>
        <w:t>Pauvres et faibles divinités</w:t>
      </w:r>
      <w:r w:rsidR="00987D49">
        <w:t xml:space="preserve"> ! </w:t>
      </w:r>
      <w:r>
        <w:t>Il leur fallait</w:t>
      </w:r>
      <w:r w:rsidR="00987D49">
        <w:t xml:space="preserve">, </w:t>
      </w:r>
      <w:r>
        <w:t>à peine terminée la bataille des cercles et des polygones</w:t>
      </w:r>
      <w:r w:rsidR="00987D49">
        <w:t xml:space="preserve">, </w:t>
      </w:r>
      <w:r>
        <w:t>battre en retraite à leur tour</w:t>
      </w:r>
      <w:r w:rsidR="00987D49">
        <w:t xml:space="preserve">, </w:t>
      </w:r>
      <w:r>
        <w:t xml:space="preserve">et </w:t>
      </w:r>
      <w:r>
        <w:lastRenderedPageBreak/>
        <w:t>s</w:t>
      </w:r>
      <w:r w:rsidR="00987D49">
        <w:t>’</w:t>
      </w:r>
      <w:r>
        <w:t>en aller renouveler leur provision d</w:t>
      </w:r>
      <w:r w:rsidR="00987D49">
        <w:t>’</w:t>
      </w:r>
      <w:r>
        <w:t>air</w:t>
      </w:r>
      <w:r w:rsidR="00987D49">
        <w:t xml:space="preserve">, </w:t>
      </w:r>
      <w:r>
        <w:t>sous peine de cesser de compter eux-mêmes parmi les vivants</w:t>
      </w:r>
      <w:r w:rsidR="00987D49">
        <w:t>…</w:t>
      </w:r>
    </w:p>
    <w:p w14:paraId="6773597A" w14:textId="2892F8CC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49" w:name="__RefHeading__91176_553960937"/>
      <w:bookmarkStart w:id="50" w:name="bookmark22"/>
      <w:bookmarkStart w:id="51" w:name="_Toc194838875"/>
      <w:bookmarkEnd w:id="49"/>
      <w:bookmarkEnd w:id="50"/>
      <w:r>
        <w:lastRenderedPageBreak/>
        <w:t>XVII</w:t>
      </w:r>
      <w:r>
        <w:br/>
      </w:r>
      <w:r>
        <w:br/>
        <w:t>Guet-apens</w:t>
      </w:r>
      <w:bookmarkEnd w:id="51"/>
    </w:p>
    <w:p w14:paraId="28E51174" w14:textId="77777777" w:rsidR="00987D49" w:rsidRDefault="00B27708" w:rsidP="00B27708">
      <w:r>
        <w:t xml:space="preserve">En retournant vers le </w:t>
      </w:r>
      <w:r w:rsidR="00987D49">
        <w:t>« </w:t>
      </w:r>
      <w:r>
        <w:t>Bolide</w:t>
      </w:r>
      <w:r w:rsidR="00987D49">
        <w:t> »</w:t>
      </w:r>
      <w:r>
        <w:t xml:space="preserve"> nous étions fort excités par le spectacle auquel nous venions d</w:t>
      </w:r>
      <w:r w:rsidR="00987D49">
        <w:t>’</w:t>
      </w:r>
      <w:r>
        <w:t>assister</w:t>
      </w:r>
      <w:r w:rsidR="00987D49">
        <w:t xml:space="preserve">, </w:t>
      </w:r>
      <w:r>
        <w:t>et je me promettais de régaler d</w:t>
      </w:r>
      <w:r w:rsidR="00987D49">
        <w:t>’</w:t>
      </w:r>
      <w:r>
        <w:t>un récit complet et circonstancié la chère Hélène</w:t>
      </w:r>
      <w:r w:rsidR="00987D49">
        <w:t xml:space="preserve">, </w:t>
      </w:r>
      <w:r>
        <w:t>qui n</w:t>
      </w:r>
      <w:r w:rsidR="00987D49">
        <w:t>’</w:t>
      </w:r>
      <w:r>
        <w:t>avait pas eu l</w:t>
      </w:r>
      <w:r w:rsidR="00987D49">
        <w:t>’</w:t>
      </w:r>
      <w:r>
        <w:t>occasion de voir la grande bataille des êtres à deux dimensions</w:t>
      </w:r>
      <w:r w:rsidR="00987D49">
        <w:t xml:space="preserve">. </w:t>
      </w:r>
      <w:r>
        <w:t>Mes deux compagnons réfléchissaient sans doute aux moyens éventuels de communiquer avec ces êtres</w:t>
      </w:r>
      <w:r w:rsidR="00987D49">
        <w:t xml:space="preserve">, </w:t>
      </w:r>
      <w:r>
        <w:t>en renouvelant l</w:t>
      </w:r>
      <w:r w:rsidR="00987D49">
        <w:t>’</w:t>
      </w:r>
      <w:r>
        <w:t xml:space="preserve">expérience </w:t>
      </w:r>
      <w:proofErr w:type="spellStart"/>
      <w:r>
        <w:t>radio-électrique</w:t>
      </w:r>
      <w:proofErr w:type="spellEnd"/>
      <w:r w:rsidR="00987D49">
        <w:t xml:space="preserve">, </w:t>
      </w:r>
      <w:r>
        <w:t>interrompue par la guerre des images</w:t>
      </w:r>
      <w:r w:rsidR="00987D49">
        <w:t xml:space="preserve">, </w:t>
      </w:r>
      <w:r>
        <w:t>mais dont les premiers résultats permettaient de grandes espérances</w:t>
      </w:r>
      <w:r w:rsidR="00987D49">
        <w:t>…</w:t>
      </w:r>
    </w:p>
    <w:p w14:paraId="58F886A2" w14:textId="77777777" w:rsidR="00987D49" w:rsidRDefault="00B27708" w:rsidP="00B27708">
      <w:r>
        <w:t>Mes modestes connaissances scientifiques ne m</w:t>
      </w:r>
      <w:r w:rsidR="00987D49">
        <w:t>’</w:t>
      </w:r>
      <w:r>
        <w:t>apportaient que de faibles lueurs sur la valeur de l</w:t>
      </w:r>
      <w:r w:rsidR="00987D49">
        <w:t>’</w:t>
      </w:r>
      <w:r>
        <w:t>opération faite à l</w:t>
      </w:r>
      <w:r w:rsidR="00987D49">
        <w:t>’</w:t>
      </w:r>
      <w:r>
        <w:t>aide de l</w:t>
      </w:r>
      <w:r w:rsidR="00987D49">
        <w:t>’</w:t>
      </w:r>
      <w:r>
        <w:t>appareil bien encombrant que je m</w:t>
      </w:r>
      <w:r w:rsidR="00987D49">
        <w:t>’</w:t>
      </w:r>
      <w:r>
        <w:t>obstinais à porter seul</w:t>
      </w:r>
      <w:r w:rsidR="00987D49">
        <w:t xml:space="preserve">, </w:t>
      </w:r>
      <w:r>
        <w:t>voulant me rendre utile de cette façon</w:t>
      </w:r>
      <w:r w:rsidR="00987D49">
        <w:t xml:space="preserve">, </w:t>
      </w:r>
      <w:r>
        <w:t>faute de mieux</w:t>
      </w:r>
      <w:r w:rsidR="00987D49">
        <w:t xml:space="preserve">. </w:t>
      </w:r>
      <w:r>
        <w:t>Plus tard</w:t>
      </w:r>
      <w:r w:rsidR="00987D49">
        <w:t xml:space="preserve">, </w:t>
      </w:r>
      <w:r>
        <w:t>au cours de conversations avec Pierre</w:t>
      </w:r>
      <w:r w:rsidR="00987D49">
        <w:t xml:space="preserve">, </w:t>
      </w:r>
      <w:r>
        <w:t>je devais vaguement comprendre que les infiniment plats se trouvaient être à la fois émetteurs et récepteurs de rayons hertziens</w:t>
      </w:r>
      <w:r w:rsidR="00987D49">
        <w:t xml:space="preserve">, </w:t>
      </w:r>
      <w:r>
        <w:t>ou du moins de radiations s</w:t>
      </w:r>
      <w:r w:rsidR="00987D49">
        <w:t>’</w:t>
      </w:r>
      <w:r>
        <w:t>en rapprochant</w:t>
      </w:r>
      <w:r w:rsidR="00987D49">
        <w:t>.</w:t>
      </w:r>
    </w:p>
    <w:p w14:paraId="4AFD27C4" w14:textId="77777777" w:rsidR="00987D49" w:rsidRDefault="00B27708" w:rsidP="00B27708">
      <w:r>
        <w:t>Des exemples explicatifs me furent donnés</w:t>
      </w:r>
      <w:r w:rsidR="00987D49">
        <w:t xml:space="preserve"> : </w:t>
      </w:r>
      <w:r>
        <w:t>notre cerveau émet et reçoit des radiations psychiques</w:t>
      </w:r>
      <w:r w:rsidR="00987D49">
        <w:t xml:space="preserve"> ; </w:t>
      </w:r>
      <w:r>
        <w:t>notre regard émet et reçoit des rayons lumineux</w:t>
      </w:r>
      <w:r w:rsidR="00987D49">
        <w:t xml:space="preserve"> ; </w:t>
      </w:r>
      <w:r>
        <w:t>notre bouche émet des ondes sonores</w:t>
      </w:r>
      <w:r w:rsidR="00987D49">
        <w:t xml:space="preserve">, </w:t>
      </w:r>
      <w:r>
        <w:t>que reçoit notre oreille</w:t>
      </w:r>
      <w:r w:rsidR="00987D49">
        <w:t xml:space="preserve">. </w:t>
      </w:r>
      <w:r>
        <w:t>Donc</w:t>
      </w:r>
      <w:r w:rsidR="00987D49">
        <w:t xml:space="preserve">, </w:t>
      </w:r>
      <w:r>
        <w:t>rien d</w:t>
      </w:r>
      <w:r w:rsidR="00987D49">
        <w:t>’</w:t>
      </w:r>
      <w:r>
        <w:t>impossible</w:t>
      </w:r>
      <w:r w:rsidR="00987D49">
        <w:t xml:space="preserve">, </w:t>
      </w:r>
      <w:r>
        <w:t>a priori</w:t>
      </w:r>
      <w:r w:rsidR="00987D49">
        <w:t xml:space="preserve">, </w:t>
      </w:r>
      <w:r>
        <w:t>dans la conception d</w:t>
      </w:r>
      <w:r w:rsidR="00987D49">
        <w:t>’</w:t>
      </w:r>
      <w:r>
        <w:t>êtres vivants jouant le rôle de récepteurs et d</w:t>
      </w:r>
      <w:r w:rsidR="00987D49">
        <w:t>’</w:t>
      </w:r>
      <w:r>
        <w:t>émetteurs de certaines ondes</w:t>
      </w:r>
      <w:r w:rsidR="00987D49">
        <w:t>.</w:t>
      </w:r>
    </w:p>
    <w:p w14:paraId="1C7296CB" w14:textId="77777777" w:rsidR="00987D49" w:rsidRDefault="00B27708" w:rsidP="00B27708">
      <w:r>
        <w:t>Les infiniment plats ayant été impressionnés très vivement par les ondes hertziennes et ayant émis</w:t>
      </w:r>
      <w:r w:rsidR="00987D49">
        <w:t xml:space="preserve">, </w:t>
      </w:r>
      <w:r>
        <w:t>de leur côté certains rayons</w:t>
      </w:r>
      <w:r w:rsidR="00987D49">
        <w:t xml:space="preserve">, </w:t>
      </w:r>
      <w:r>
        <w:t>on pouvait en conclure que ces derniers étaient semblables aux radiations de Hertz et espérer ainsi entrer un jour en relations</w:t>
      </w:r>
      <w:r w:rsidR="00987D49">
        <w:t xml:space="preserve">, </w:t>
      </w:r>
      <w:r>
        <w:t>à l</w:t>
      </w:r>
      <w:r w:rsidR="00987D49">
        <w:t>’</w:t>
      </w:r>
      <w:r>
        <w:t>aide de ces radiations</w:t>
      </w:r>
      <w:r w:rsidR="00987D49">
        <w:t xml:space="preserve">, </w:t>
      </w:r>
      <w:r>
        <w:t>avec le peuple à deux dimensions</w:t>
      </w:r>
      <w:r w:rsidR="00987D49">
        <w:t>…</w:t>
      </w:r>
    </w:p>
    <w:p w14:paraId="3A5CD661" w14:textId="77777777" w:rsidR="00987D49" w:rsidRDefault="00B27708" w:rsidP="00B27708">
      <w:r>
        <w:lastRenderedPageBreak/>
        <w:t>Sous cette forme</w:t>
      </w:r>
      <w:r w:rsidR="00987D49">
        <w:t xml:space="preserve">, </w:t>
      </w:r>
      <w:r>
        <w:t>tout cela est bien un peu confus et sommaire</w:t>
      </w:r>
      <w:r w:rsidR="00987D49">
        <w:t xml:space="preserve">. </w:t>
      </w:r>
      <w:r>
        <w:t>On sait que je suis peu versé dans ces sciences et je ne fais que répéter ce que j</w:t>
      </w:r>
      <w:r w:rsidR="00987D49">
        <w:t>’</w:t>
      </w:r>
      <w:r>
        <w:t>ai retenu des savantes explications de Pierre</w:t>
      </w:r>
      <w:r w:rsidR="00987D49">
        <w:t xml:space="preserve">. </w:t>
      </w:r>
      <w:r>
        <w:t>Mais le fait est que ce ne sont là que des hypothèses</w:t>
      </w:r>
      <w:r w:rsidR="00987D49">
        <w:t xml:space="preserve">, </w:t>
      </w:r>
      <w:r>
        <w:t>le temps nous ayant manqué pour renouveler et perfectionner l</w:t>
      </w:r>
      <w:r w:rsidR="00987D49">
        <w:t>’</w:t>
      </w:r>
      <w:r>
        <w:t>expérience</w:t>
      </w:r>
      <w:r w:rsidR="00987D49">
        <w:t xml:space="preserve">. </w:t>
      </w:r>
      <w:r>
        <w:t>Même si nous n</w:t>
      </w:r>
      <w:r w:rsidR="00987D49">
        <w:t>’</w:t>
      </w:r>
      <w:r>
        <w:t>avions pas dû écourter</w:t>
      </w:r>
      <w:r w:rsidR="00987D49">
        <w:t xml:space="preserve">, </w:t>
      </w:r>
      <w:r>
        <w:t>comme on va le voir</w:t>
      </w:r>
      <w:r w:rsidR="00987D49">
        <w:t xml:space="preserve">, </w:t>
      </w:r>
      <w:r>
        <w:t>notre séjour</w:t>
      </w:r>
      <w:r w:rsidR="00987D49">
        <w:t xml:space="preserve">, </w:t>
      </w:r>
      <w:r>
        <w:t>et hâter notre retour</w:t>
      </w:r>
      <w:r w:rsidR="00987D49">
        <w:t xml:space="preserve">, </w:t>
      </w:r>
      <w:r>
        <w:t>les quelques jours qui nous seraient restés</w:t>
      </w:r>
      <w:r w:rsidR="00987D49">
        <w:t xml:space="preserve">, </w:t>
      </w:r>
      <w:r>
        <w:t>auraient-ils suffi à mener à bien nos essais</w:t>
      </w:r>
      <w:r w:rsidR="00987D49">
        <w:t xml:space="preserve"> ? </w:t>
      </w:r>
      <w:r>
        <w:t>Nul ne le saura jamais</w:t>
      </w:r>
      <w:r w:rsidR="00987D49">
        <w:t>…</w:t>
      </w:r>
    </w:p>
    <w:p w14:paraId="08E4ECFB" w14:textId="77777777" w:rsidR="00987D49" w:rsidRDefault="00B27708" w:rsidP="00B27708">
      <w:r>
        <w:t>J</w:t>
      </w:r>
      <w:r w:rsidR="00987D49">
        <w:t>’</w:t>
      </w:r>
      <w:r>
        <w:t>en reviens à mon récit de la journée tragique qui n</w:t>
      </w:r>
      <w:r w:rsidR="00987D49">
        <w:t>’</w:t>
      </w:r>
      <w:r>
        <w:t>était encore qu</w:t>
      </w:r>
      <w:r w:rsidR="00987D49">
        <w:t>’</w:t>
      </w:r>
      <w:r>
        <w:t>à son début</w:t>
      </w:r>
      <w:r w:rsidR="00987D49">
        <w:t xml:space="preserve">, </w:t>
      </w:r>
      <w:r>
        <w:t>après la bataille des images</w:t>
      </w:r>
      <w:r w:rsidR="00987D49">
        <w:t xml:space="preserve">. </w:t>
      </w:r>
      <w:r>
        <w:t xml:space="preserve">Nous avions quitté le </w:t>
      </w:r>
      <w:r w:rsidR="00987D49">
        <w:t>« </w:t>
      </w:r>
      <w:r>
        <w:t>Bolide</w:t>
      </w:r>
      <w:r w:rsidR="00987D49">
        <w:t> »</w:t>
      </w:r>
      <w:r>
        <w:t xml:space="preserve"> selon nos chronomètres terrestres</w:t>
      </w:r>
      <w:r w:rsidR="00987D49">
        <w:t xml:space="preserve">, </w:t>
      </w:r>
      <w:r>
        <w:t>à cinq heures du matin</w:t>
      </w:r>
      <w:r w:rsidR="00987D49">
        <w:t xml:space="preserve">. </w:t>
      </w:r>
      <w:r>
        <w:t>Il pouvait être onze heures</w:t>
      </w:r>
      <w:r w:rsidR="00987D49">
        <w:t xml:space="preserve">, </w:t>
      </w:r>
      <w:r>
        <w:t>lorsque survint le premier incident</w:t>
      </w:r>
      <w:r w:rsidR="00987D49">
        <w:t>.</w:t>
      </w:r>
    </w:p>
    <w:p w14:paraId="04F35055" w14:textId="77777777" w:rsidR="00987D49" w:rsidRDefault="00B27708" w:rsidP="00B27708">
      <w:r>
        <w:t>Nous glissions allègrement sur le sol transparent et uni et nous approchions du but</w:t>
      </w:r>
      <w:r w:rsidR="00987D49">
        <w:t xml:space="preserve">. </w:t>
      </w:r>
      <w:r>
        <w:t>Le grand panneau de signalisation était tout près de nous</w:t>
      </w:r>
      <w:r w:rsidR="00987D49">
        <w:t xml:space="preserve">. </w:t>
      </w:r>
      <w:r>
        <w:t>La porte de l</w:t>
      </w:r>
      <w:r w:rsidR="00987D49">
        <w:t>’</w:t>
      </w:r>
      <w:r>
        <w:t>écluse d</w:t>
      </w:r>
      <w:r w:rsidR="00987D49">
        <w:t>’</w:t>
      </w:r>
      <w:r>
        <w:t>air s</w:t>
      </w:r>
      <w:r w:rsidR="00987D49">
        <w:t>’</w:t>
      </w:r>
      <w:r>
        <w:t>offrait à nous</w:t>
      </w:r>
      <w:r w:rsidR="00987D49">
        <w:t xml:space="preserve">. </w:t>
      </w:r>
      <w:r>
        <w:t>Nous allions entrer</w:t>
      </w:r>
      <w:r w:rsidR="00987D49">
        <w:t xml:space="preserve">. </w:t>
      </w:r>
      <w:r>
        <w:t>Soudain</w:t>
      </w:r>
      <w:r w:rsidR="00987D49">
        <w:t xml:space="preserve">, </w:t>
      </w:r>
      <w:r>
        <w:t>nous vîmes apparaître</w:t>
      </w:r>
      <w:r w:rsidR="00987D49">
        <w:t xml:space="preserve">, </w:t>
      </w:r>
      <w:r>
        <w:t>venant de derrière l</w:t>
      </w:r>
      <w:r w:rsidR="00987D49">
        <w:t>’</w:t>
      </w:r>
      <w:r>
        <w:t>astronef</w:t>
      </w:r>
      <w:r w:rsidR="00987D49">
        <w:t xml:space="preserve">, </w:t>
      </w:r>
      <w:r>
        <w:t>dont la masse les avait jusqu</w:t>
      </w:r>
      <w:r w:rsidR="00987D49">
        <w:t>’</w:t>
      </w:r>
      <w:r>
        <w:t>alors dissimulés à nos regards</w:t>
      </w:r>
      <w:r w:rsidR="00987D49">
        <w:t xml:space="preserve">, </w:t>
      </w:r>
      <w:r>
        <w:t>deux formes humaines</w:t>
      </w:r>
      <w:r w:rsidR="00987D49">
        <w:t xml:space="preserve">, </w:t>
      </w:r>
      <w:r>
        <w:t>équipées comme nous</w:t>
      </w:r>
      <w:r w:rsidR="00987D49">
        <w:t xml:space="preserve">, </w:t>
      </w:r>
      <w:r>
        <w:t>masquées</w:t>
      </w:r>
      <w:r w:rsidR="00987D49">
        <w:t xml:space="preserve">, </w:t>
      </w:r>
      <w:r>
        <w:t>munies de lunettes semblables aux nôtres</w:t>
      </w:r>
      <w:r w:rsidR="00987D49">
        <w:t xml:space="preserve">, </w:t>
      </w:r>
      <w:r>
        <w:t>et dont les mains gantées braquaient sur nous deux mitraillettes semblables à celle qui avait été confisquée à Fernand</w:t>
      </w:r>
      <w:r w:rsidR="00987D49">
        <w:t>.</w:t>
      </w:r>
    </w:p>
    <w:p w14:paraId="6D238AF9" w14:textId="77777777" w:rsidR="00987D49" w:rsidRDefault="00B27708" w:rsidP="00B27708">
      <w:r>
        <w:t>Il ne pouvait s</w:t>
      </w:r>
      <w:r w:rsidR="00987D49">
        <w:t>’</w:t>
      </w:r>
      <w:r>
        <w:t>agir</w:t>
      </w:r>
      <w:r w:rsidR="00987D49">
        <w:t xml:space="preserve">, </w:t>
      </w:r>
      <w:r>
        <w:t>assurément</w:t>
      </w:r>
      <w:r w:rsidR="00987D49">
        <w:t xml:space="preserve">, </w:t>
      </w:r>
      <w:r>
        <w:t xml:space="preserve">que de </w:t>
      </w:r>
      <w:proofErr w:type="spellStart"/>
      <w:r>
        <w:t>Grimaille</w:t>
      </w:r>
      <w:proofErr w:type="spellEnd"/>
      <w:r>
        <w:t xml:space="preserve"> et de son âme damnée</w:t>
      </w:r>
      <w:r w:rsidR="00987D49">
        <w:t xml:space="preserve">. </w:t>
      </w:r>
      <w:r>
        <w:t>Les deux misérables projetaient notre mort</w:t>
      </w:r>
      <w:r w:rsidR="00987D49">
        <w:t xml:space="preserve">, </w:t>
      </w:r>
      <w:r>
        <w:t>ou tout au moins la mort de Pierre et de René</w:t>
      </w:r>
      <w:r w:rsidR="00987D49">
        <w:t xml:space="preserve">, </w:t>
      </w:r>
      <w:r>
        <w:t>car ce fut sur eux qu</w:t>
      </w:r>
      <w:r w:rsidR="00987D49">
        <w:t>’</w:t>
      </w:r>
      <w:r>
        <w:t>ils déchargèrent leurs armes</w:t>
      </w:r>
      <w:r w:rsidR="00987D49">
        <w:t>…</w:t>
      </w:r>
    </w:p>
    <w:p w14:paraId="5502F293" w14:textId="77777777" w:rsidR="00987D49" w:rsidRDefault="00B27708" w:rsidP="00B27708">
      <w:r>
        <w:t>Les tireurs étaient si près de leur but qu</w:t>
      </w:r>
      <w:r w:rsidR="00987D49">
        <w:t>’</w:t>
      </w:r>
      <w:r>
        <w:t>il semblait qu</w:t>
      </w:r>
      <w:r w:rsidR="00987D49">
        <w:t>’</w:t>
      </w:r>
      <w:r>
        <w:t>ils ne pussent le manquer</w:t>
      </w:r>
      <w:r w:rsidR="00987D49">
        <w:t xml:space="preserve">. </w:t>
      </w:r>
      <w:r>
        <w:t>Je n</w:t>
      </w:r>
      <w:r w:rsidR="00987D49">
        <w:t>’</w:t>
      </w:r>
      <w:r>
        <w:t>ignorais pas que les deux révoltés étaient experts en la matière</w:t>
      </w:r>
      <w:r w:rsidR="00987D49">
        <w:t xml:space="preserve">. </w:t>
      </w:r>
      <w:r>
        <w:t>Eux-mêmes s</w:t>
      </w:r>
      <w:r w:rsidR="00987D49">
        <w:t>’</w:t>
      </w:r>
      <w:r>
        <w:t>étaient vantés de faire mouche à tout coup</w:t>
      </w:r>
      <w:r w:rsidR="00987D49">
        <w:t xml:space="preserve">. </w:t>
      </w:r>
      <w:r>
        <w:t>Je m</w:t>
      </w:r>
      <w:r w:rsidR="00987D49">
        <w:t>’</w:t>
      </w:r>
      <w:r>
        <w:t>attendais donc à voir mes deux amis s</w:t>
      </w:r>
      <w:r w:rsidR="00987D49">
        <w:t>’</w:t>
      </w:r>
      <w:r>
        <w:t>effondrer</w:t>
      </w:r>
      <w:r w:rsidR="00987D49">
        <w:t xml:space="preserve">. </w:t>
      </w:r>
      <w:r>
        <w:t>Après eux</w:t>
      </w:r>
      <w:r w:rsidR="00987D49">
        <w:t xml:space="preserve">, </w:t>
      </w:r>
      <w:r>
        <w:t>c</w:t>
      </w:r>
      <w:r w:rsidR="00987D49">
        <w:t>’</w:t>
      </w:r>
      <w:r>
        <w:t>eut été certainement mon tour</w:t>
      </w:r>
      <w:r w:rsidR="00987D49">
        <w:t>.</w:t>
      </w:r>
    </w:p>
    <w:p w14:paraId="219A133C" w14:textId="77777777" w:rsidR="00987D49" w:rsidRDefault="00B27708" w:rsidP="00B27708">
      <w:r>
        <w:lastRenderedPageBreak/>
        <w:t>À ma grande surprise</w:t>
      </w:r>
      <w:r w:rsidR="00987D49">
        <w:t xml:space="preserve">, </w:t>
      </w:r>
      <w:r>
        <w:t>la mitraillade nourrie émanant des armes dirigées sur notre groupe passa au-dessus de nos têtes</w:t>
      </w:r>
      <w:r w:rsidR="00987D49">
        <w:t xml:space="preserve">, </w:t>
      </w:r>
      <w:r>
        <w:t>sans nous atteindre</w:t>
      </w:r>
      <w:r w:rsidR="00987D49">
        <w:t xml:space="preserve">. </w:t>
      </w:r>
      <w:r>
        <w:t>Encore une chose que je ne compris pas immédiatement</w:t>
      </w:r>
      <w:r w:rsidR="00987D49">
        <w:t>.</w:t>
      </w:r>
    </w:p>
    <w:p w14:paraId="7DD35255" w14:textId="77777777" w:rsidR="00987D49" w:rsidRDefault="00B27708" w:rsidP="00B27708">
      <w:r>
        <w:t>Le piteux résultat de leur agression déconcerta les deux assaillants</w:t>
      </w:r>
      <w:r w:rsidR="00987D49">
        <w:t xml:space="preserve">, </w:t>
      </w:r>
      <w:r>
        <w:t>qui n</w:t>
      </w:r>
      <w:r w:rsidR="00987D49">
        <w:t>’</w:t>
      </w:r>
      <w:r>
        <w:t>opposèrent qu</w:t>
      </w:r>
      <w:r w:rsidR="00987D49">
        <w:t>’</w:t>
      </w:r>
      <w:r>
        <w:t>une résistance assez molle</w:t>
      </w:r>
      <w:r w:rsidR="00987D49">
        <w:t xml:space="preserve">, </w:t>
      </w:r>
      <w:r>
        <w:t>lorsque nous nous précipitâmes sur eux</w:t>
      </w:r>
      <w:r w:rsidR="00987D49">
        <w:t xml:space="preserve">… </w:t>
      </w:r>
      <w:r>
        <w:t>En un tournemain</w:t>
      </w:r>
      <w:r w:rsidR="00987D49">
        <w:t xml:space="preserve">, </w:t>
      </w:r>
      <w:r>
        <w:t>ils furent terrassés</w:t>
      </w:r>
      <w:r w:rsidR="00987D49">
        <w:t xml:space="preserve">. </w:t>
      </w:r>
      <w:r>
        <w:t>Puis</w:t>
      </w:r>
      <w:r w:rsidR="00987D49">
        <w:t xml:space="preserve">, </w:t>
      </w:r>
      <w:r>
        <w:t>sur un geste de Pierre</w:t>
      </w:r>
      <w:r w:rsidR="00987D49">
        <w:t xml:space="preserve">, </w:t>
      </w:r>
      <w:r>
        <w:t>nous profitâmes de ce que nos adversaires étaient empêtrés dans leurs fourniments et leurs raquettes et ne se relevaient que lentement</w:t>
      </w:r>
      <w:r w:rsidR="00987D49">
        <w:t xml:space="preserve">, </w:t>
      </w:r>
      <w:r>
        <w:t>et nous franchîmes rapidement l</w:t>
      </w:r>
      <w:r w:rsidR="00987D49">
        <w:t>’</w:t>
      </w:r>
      <w:r>
        <w:t>écluse d</w:t>
      </w:r>
      <w:r w:rsidR="00987D49">
        <w:t>’</w:t>
      </w:r>
      <w:r>
        <w:t>air</w:t>
      </w:r>
      <w:r w:rsidR="00987D49">
        <w:t xml:space="preserve">, </w:t>
      </w:r>
      <w:r>
        <w:t>l</w:t>
      </w:r>
      <w:r w:rsidR="00987D49">
        <w:t>’</w:t>
      </w:r>
      <w:r>
        <w:t>un après l</w:t>
      </w:r>
      <w:r w:rsidR="00987D49">
        <w:t>’</w:t>
      </w:r>
      <w:r>
        <w:t>autre</w:t>
      </w:r>
      <w:r w:rsidR="00987D49">
        <w:t xml:space="preserve">, </w:t>
      </w:r>
      <w:r>
        <w:t>laissant sur le sol glacé</w:t>
      </w:r>
      <w:r w:rsidR="00987D49">
        <w:t xml:space="preserve">, </w:t>
      </w:r>
      <w:r>
        <w:t>auprès des traîtres et de leurs armes déchargées</w:t>
      </w:r>
      <w:r w:rsidR="00987D49">
        <w:t xml:space="preserve">, </w:t>
      </w:r>
      <w:r>
        <w:t>le poste émetteur que j</w:t>
      </w:r>
      <w:r w:rsidR="00987D49">
        <w:t>’</w:t>
      </w:r>
      <w:r>
        <w:t>avais lâché pour me jeter sur eux</w:t>
      </w:r>
      <w:r w:rsidR="00987D49">
        <w:t>…</w:t>
      </w:r>
    </w:p>
    <w:p w14:paraId="42D8B7C5" w14:textId="77777777" w:rsidR="00987D49" w:rsidRDefault="00B27708" w:rsidP="00B27708">
      <w:r>
        <w:t>Pierre</w:t>
      </w:r>
      <w:r w:rsidR="00987D49">
        <w:t xml:space="preserve">, </w:t>
      </w:r>
      <w:r>
        <w:t>en sa qualité de chef</w:t>
      </w:r>
      <w:r w:rsidR="00987D49">
        <w:t xml:space="preserve">, </w:t>
      </w:r>
      <w:r>
        <w:t>était entré le dernier</w:t>
      </w:r>
      <w:r w:rsidR="00987D49">
        <w:t xml:space="preserve">. </w:t>
      </w:r>
      <w:r>
        <w:t>Il ferma de l</w:t>
      </w:r>
      <w:r w:rsidR="00987D49">
        <w:t>’</w:t>
      </w:r>
      <w:r>
        <w:t>intérieur la porte de l</w:t>
      </w:r>
      <w:r w:rsidR="00987D49">
        <w:t>’</w:t>
      </w:r>
      <w:r>
        <w:t>écluse d</w:t>
      </w:r>
      <w:r w:rsidR="00987D49">
        <w:t>’</w:t>
      </w:r>
      <w:r>
        <w:t>air</w:t>
      </w:r>
      <w:r w:rsidR="00987D49">
        <w:t xml:space="preserve">, </w:t>
      </w:r>
      <w:r>
        <w:t>si bien que les deux drôles</w:t>
      </w:r>
      <w:r w:rsidR="00987D49">
        <w:t xml:space="preserve">, </w:t>
      </w:r>
      <w:r>
        <w:t>pris à leur propre piège</w:t>
      </w:r>
      <w:r w:rsidR="00987D49">
        <w:t xml:space="preserve">, </w:t>
      </w:r>
      <w:r>
        <w:t xml:space="preserve">se trouvèrent </w:t>
      </w:r>
      <w:r w:rsidR="00987D49">
        <w:t>« </w:t>
      </w:r>
      <w:r>
        <w:t>prisonniers dehors</w:t>
      </w:r>
      <w:r w:rsidR="00987D49">
        <w:t> »</w:t>
      </w:r>
      <w:r>
        <w:t xml:space="preserve"> si j</w:t>
      </w:r>
      <w:r w:rsidR="00987D49">
        <w:t>’</w:t>
      </w:r>
      <w:r>
        <w:t>ose ainsi m</w:t>
      </w:r>
      <w:r w:rsidR="00987D49">
        <w:t>’</w:t>
      </w:r>
      <w:r>
        <w:t>exprimer</w:t>
      </w:r>
      <w:r w:rsidR="00987D49">
        <w:t>…</w:t>
      </w:r>
    </w:p>
    <w:p w14:paraId="49F16187" w14:textId="77777777" w:rsidR="00987D49" w:rsidRDefault="00B27708" w:rsidP="00B27708">
      <w:r>
        <w:t>Jamais je ne pourrai voir</w:t>
      </w:r>
      <w:r w:rsidR="00987D49">
        <w:t xml:space="preserve">, </w:t>
      </w:r>
      <w:r>
        <w:t>ni même concevoir</w:t>
      </w:r>
      <w:r w:rsidR="00987D49">
        <w:t xml:space="preserve">, </w:t>
      </w:r>
      <w:r>
        <w:t>fureur aussi violente que celle qui s</w:t>
      </w:r>
      <w:r w:rsidR="00987D49">
        <w:t>’</w:t>
      </w:r>
      <w:r>
        <w:t>empara de Pierre</w:t>
      </w:r>
      <w:r w:rsidR="00987D49">
        <w:t xml:space="preserve">, </w:t>
      </w:r>
      <w:r>
        <w:t>quand il aperçut</w:t>
      </w:r>
      <w:r w:rsidR="00987D49">
        <w:t xml:space="preserve">, </w:t>
      </w:r>
      <w:r>
        <w:t>en pénétrant dans la chambre demi-sphérique</w:t>
      </w:r>
      <w:r w:rsidR="00987D49">
        <w:t xml:space="preserve">, </w:t>
      </w:r>
      <w:r>
        <w:t>une forme immobile</w:t>
      </w:r>
      <w:r w:rsidR="00987D49">
        <w:t xml:space="preserve">, </w:t>
      </w:r>
      <w:r>
        <w:t>dans le fauteuil où Fernand avait été enchaîné durant six jours terrestres</w:t>
      </w:r>
      <w:r w:rsidR="00987D49">
        <w:t xml:space="preserve">. </w:t>
      </w:r>
      <w:r>
        <w:t>Car cette silhouette c</w:t>
      </w:r>
      <w:r w:rsidR="00987D49">
        <w:t>’</w:t>
      </w:r>
      <w:r>
        <w:t>était celle d</w:t>
      </w:r>
      <w:r w:rsidR="00987D49">
        <w:t>’</w:t>
      </w:r>
      <w:r>
        <w:t>Hélène</w:t>
      </w:r>
      <w:r w:rsidR="00987D49">
        <w:t>.</w:t>
      </w:r>
    </w:p>
    <w:p w14:paraId="01F6B526" w14:textId="77777777" w:rsidR="00987D49" w:rsidRDefault="00B27708" w:rsidP="00B27708">
      <w:r>
        <w:t>La chère et tendre créature était aux fers</w:t>
      </w:r>
      <w:r w:rsidR="00987D49">
        <w:t xml:space="preserve">, </w:t>
      </w:r>
      <w:r>
        <w:t>à son tour</w:t>
      </w:r>
      <w:r w:rsidR="00987D49">
        <w:t xml:space="preserve">. </w:t>
      </w:r>
      <w:r>
        <w:t>Les deux complices</w:t>
      </w:r>
      <w:r w:rsidR="00987D49">
        <w:t xml:space="preserve">, </w:t>
      </w:r>
      <w:r>
        <w:t>traîtres à l</w:t>
      </w:r>
      <w:r w:rsidR="00987D49">
        <w:t>’</w:t>
      </w:r>
      <w:r>
        <w:t>amitié</w:t>
      </w:r>
      <w:r w:rsidR="00987D49">
        <w:t xml:space="preserve">, </w:t>
      </w:r>
      <w:r>
        <w:t>traîtres à la solidarité humaine</w:t>
      </w:r>
      <w:r w:rsidR="00987D49">
        <w:t xml:space="preserve">, </w:t>
      </w:r>
      <w:r>
        <w:t>traîtres à l</w:t>
      </w:r>
      <w:r w:rsidR="00987D49">
        <w:t>’</w:t>
      </w:r>
      <w:r>
        <w:t>équipe dont ils faisaient volontairement partie</w:t>
      </w:r>
      <w:r w:rsidR="00987D49">
        <w:t xml:space="preserve">, </w:t>
      </w:r>
      <w:r>
        <w:t>avaient ainsi molesté la fiancée du chef</w:t>
      </w:r>
      <w:r w:rsidR="00987D49">
        <w:t xml:space="preserve">, </w:t>
      </w:r>
      <w:r>
        <w:t>pour pouvoir mieux préparer leur guet-apens</w:t>
      </w:r>
      <w:r w:rsidR="00987D49">
        <w:t>…</w:t>
      </w:r>
    </w:p>
    <w:p w14:paraId="6316E0FA" w14:textId="77777777" w:rsidR="00987D49" w:rsidRDefault="00B27708" w:rsidP="00B27708">
      <w:r>
        <w:t>Pierre s</w:t>
      </w:r>
      <w:r w:rsidR="00987D49">
        <w:t>’</w:t>
      </w:r>
      <w:r>
        <w:t>élança en même temps que René et moi vers la jeune fille enchaînée</w:t>
      </w:r>
      <w:r w:rsidR="00987D49">
        <w:t xml:space="preserve">. </w:t>
      </w:r>
      <w:r>
        <w:t>Il se mit en devoir de défaire ses liens</w:t>
      </w:r>
      <w:r w:rsidR="00987D49">
        <w:t xml:space="preserve">. </w:t>
      </w:r>
      <w:r>
        <w:t>À demi évanouie</w:t>
      </w:r>
      <w:r w:rsidR="00987D49">
        <w:t xml:space="preserve">, </w:t>
      </w:r>
      <w:r>
        <w:t>elle souriait pourtant</w:t>
      </w:r>
      <w:r w:rsidR="00987D49">
        <w:t xml:space="preserve">, </w:t>
      </w:r>
      <w:r>
        <w:t>avec une exquise douceur</w:t>
      </w:r>
      <w:r w:rsidR="00987D49">
        <w:t xml:space="preserve">, </w:t>
      </w:r>
      <w:r>
        <w:t xml:space="preserve">à son </w:t>
      </w:r>
      <w:r>
        <w:lastRenderedPageBreak/>
        <w:t>libérateur</w:t>
      </w:r>
      <w:r w:rsidR="00987D49">
        <w:t xml:space="preserve">, </w:t>
      </w:r>
      <w:r>
        <w:t>qui pleurait d</w:t>
      </w:r>
      <w:r w:rsidR="00987D49">
        <w:t>’</w:t>
      </w:r>
      <w:r>
        <w:t>émotion</w:t>
      </w:r>
      <w:r w:rsidR="00987D49">
        <w:t xml:space="preserve">, </w:t>
      </w:r>
      <w:r>
        <w:t>en voyant ces membres délicats</w:t>
      </w:r>
      <w:r w:rsidR="00987D49">
        <w:t xml:space="preserve">, </w:t>
      </w:r>
      <w:r>
        <w:t>meurtris par la rude étreinte des crampons de fer</w:t>
      </w:r>
      <w:r w:rsidR="00987D49">
        <w:t>…</w:t>
      </w:r>
    </w:p>
    <w:p w14:paraId="49549F02" w14:textId="77777777" w:rsidR="00987D49" w:rsidRDefault="00B27708" w:rsidP="00B27708">
      <w:r>
        <w:t>Libérée et réconfortée</w:t>
      </w:r>
      <w:r w:rsidR="00987D49">
        <w:t xml:space="preserve">, </w:t>
      </w:r>
      <w:r>
        <w:t>Hélène nous conta les faits qui avaient précédé l</w:t>
      </w:r>
      <w:r w:rsidR="00987D49">
        <w:t>’</w:t>
      </w:r>
      <w:r>
        <w:t>agression à laquelle nous venions d</w:t>
      </w:r>
      <w:r w:rsidR="00987D49">
        <w:t>’</w:t>
      </w:r>
      <w:r>
        <w:t>échapper miraculeusement</w:t>
      </w:r>
      <w:r w:rsidR="00987D49">
        <w:t>.</w:t>
      </w:r>
    </w:p>
    <w:p w14:paraId="10DFABA9" w14:textId="77777777" w:rsidR="00987D49" w:rsidRDefault="00987D49" w:rsidP="00B27708">
      <w:r>
        <w:rPr>
          <w:rFonts w:eastAsia="Georgia"/>
        </w:rPr>
        <w:t>— </w:t>
      </w:r>
      <w:r w:rsidR="00B27708">
        <w:t>Vous veniez à peine de partir</w:t>
      </w:r>
      <w:r>
        <w:t xml:space="preserve">, </w:t>
      </w:r>
      <w:r w:rsidR="00B27708">
        <w:t>dit-elle</w:t>
      </w:r>
      <w:r>
        <w:t xml:space="preserve">, </w:t>
      </w:r>
      <w:r w:rsidR="00B27708">
        <w:t>lorsque cet homme</w:t>
      </w:r>
      <w:r>
        <w:t xml:space="preserve">, </w:t>
      </w:r>
      <w:r w:rsidR="00B27708">
        <w:t>qui se croit tout permis parce qu</w:t>
      </w:r>
      <w:r>
        <w:t>’</w:t>
      </w:r>
      <w:r w:rsidR="00B27708">
        <w:t>il est riche sur la Terre</w:t>
      </w:r>
      <w:r>
        <w:t xml:space="preserve">, </w:t>
      </w:r>
      <w:r w:rsidR="00B27708">
        <w:t>m</w:t>
      </w:r>
      <w:r>
        <w:t>’</w:t>
      </w:r>
      <w:r w:rsidR="00B27708">
        <w:t>a fait une déclaration insensée</w:t>
      </w:r>
      <w:r>
        <w:t xml:space="preserve">, </w:t>
      </w:r>
      <w:r w:rsidR="00B27708">
        <w:t>et dont je rougis encore</w:t>
      </w:r>
      <w:r>
        <w:t>…</w:t>
      </w:r>
    </w:p>
    <w:p w14:paraId="143FDC5B" w14:textId="77777777" w:rsidR="00987D49" w:rsidRDefault="00987D49" w:rsidP="00B27708">
      <w:r>
        <w:rPr>
          <w:rFonts w:eastAsia="Georgia"/>
        </w:rPr>
        <w:t>— </w:t>
      </w:r>
      <w:r w:rsidR="00B27708">
        <w:t>Le gredin</w:t>
      </w:r>
      <w:r>
        <w:t xml:space="preserve">, </w:t>
      </w:r>
      <w:r w:rsidR="00B27708">
        <w:t>murmura Pierre en serrant les dents</w:t>
      </w:r>
      <w:r>
        <w:t>…</w:t>
      </w:r>
    </w:p>
    <w:p w14:paraId="0F702C21" w14:textId="77777777" w:rsidR="00987D49" w:rsidRDefault="00B27708" w:rsidP="00B27708">
      <w:r>
        <w:t>Le regard de René et le mien exprimèrent une pensée semblable</w:t>
      </w:r>
      <w:r w:rsidR="00987D49">
        <w:t xml:space="preserve">, </w:t>
      </w:r>
      <w:r>
        <w:t>et la chère créature nous remercia par un tendre sourire</w:t>
      </w:r>
      <w:r w:rsidR="00987D49">
        <w:t xml:space="preserve">. </w:t>
      </w:r>
      <w:r>
        <w:t>Elle poursuivit</w:t>
      </w:r>
      <w:r w:rsidR="00987D49">
        <w:t> :</w:t>
      </w:r>
    </w:p>
    <w:p w14:paraId="54828DA8" w14:textId="77777777" w:rsidR="00987D49" w:rsidRDefault="00987D49" w:rsidP="00B27708">
      <w:r>
        <w:rPr>
          <w:rFonts w:eastAsia="Georgia"/>
        </w:rPr>
        <w:t>— </w:t>
      </w:r>
      <w:r w:rsidR="00B27708">
        <w:t>Je ne vous répéterai point ses odieuses paroles</w:t>
      </w:r>
      <w:r>
        <w:t xml:space="preserve">… </w:t>
      </w:r>
      <w:r w:rsidR="00B27708">
        <w:t>Déjà</w:t>
      </w:r>
      <w:r>
        <w:t xml:space="preserve">, </w:t>
      </w:r>
      <w:r w:rsidR="00B27708">
        <w:t>à plusieurs reprises</w:t>
      </w:r>
      <w:r>
        <w:t xml:space="preserve">, </w:t>
      </w:r>
      <w:r w:rsidR="00B27708">
        <w:t>il avait tenté de me faire entendre des sentiments que je ne pouvais accueillir</w:t>
      </w:r>
      <w:r>
        <w:t xml:space="preserve">. </w:t>
      </w:r>
      <w:r w:rsidR="00B27708">
        <w:t>J</w:t>
      </w:r>
      <w:r>
        <w:t>’</w:t>
      </w:r>
      <w:r w:rsidR="00B27708">
        <w:t>avais affecté de ne pas comprendre</w:t>
      </w:r>
      <w:r>
        <w:t xml:space="preserve">. </w:t>
      </w:r>
      <w:r w:rsidR="00B27708">
        <w:t>Mais cette fois</w:t>
      </w:r>
      <w:r>
        <w:t xml:space="preserve">, </w:t>
      </w:r>
      <w:r w:rsidR="00B27708">
        <w:t>je ne pouvais feindre l</w:t>
      </w:r>
      <w:r>
        <w:t>’</w:t>
      </w:r>
      <w:r w:rsidR="00B27708">
        <w:t>incompréhension</w:t>
      </w:r>
      <w:r>
        <w:t xml:space="preserve">. </w:t>
      </w:r>
      <w:r w:rsidR="00B27708">
        <w:t>Il parlait clairement et me proposait crûment et cyniquement de vous abandonner pour lui</w:t>
      </w:r>
      <w:r>
        <w:t>…</w:t>
      </w:r>
    </w:p>
    <w:p w14:paraId="0F6D3DCE" w14:textId="77777777" w:rsidR="00987D49" w:rsidRDefault="00B27708" w:rsidP="00B27708">
      <w:r>
        <w:t>À son tour</w:t>
      </w:r>
      <w:r w:rsidR="00987D49">
        <w:t xml:space="preserve">, </w:t>
      </w:r>
      <w:r>
        <w:t>René gronda</w:t>
      </w:r>
      <w:r w:rsidR="00987D49">
        <w:t> :</w:t>
      </w:r>
    </w:p>
    <w:p w14:paraId="3680C815" w14:textId="77777777" w:rsidR="00987D49" w:rsidRDefault="00987D49" w:rsidP="00B27708">
      <w:r>
        <w:rPr>
          <w:rFonts w:eastAsia="Georgia"/>
        </w:rPr>
        <w:t>— </w:t>
      </w:r>
      <w:r w:rsidR="00B27708">
        <w:t>Le misérable</w:t>
      </w:r>
      <w:r>
        <w:t> !…</w:t>
      </w:r>
    </w:p>
    <w:p w14:paraId="642C13AE" w14:textId="77777777" w:rsidR="00987D49" w:rsidRDefault="00987D49" w:rsidP="00B27708">
      <w:r>
        <w:rPr>
          <w:rFonts w:eastAsia="Georgia"/>
        </w:rPr>
        <w:t>— </w:t>
      </w:r>
      <w:r w:rsidR="00B27708">
        <w:t xml:space="preserve">Je dis </w:t>
      </w:r>
      <w:r>
        <w:t>« </w:t>
      </w:r>
      <w:r w:rsidR="00B27708">
        <w:t>abandonner</w:t>
      </w:r>
      <w:r>
        <w:t xml:space="preserve"> », </w:t>
      </w:r>
      <w:r w:rsidR="00B27708">
        <w:t>reprit-elle</w:t>
      </w:r>
      <w:r>
        <w:t xml:space="preserve">. </w:t>
      </w:r>
      <w:r w:rsidR="00B27708">
        <w:t>Je ne sais pas si vous m</w:t>
      </w:r>
      <w:r>
        <w:t>’</w:t>
      </w:r>
      <w:r w:rsidR="00B27708">
        <w:t>entendez bien</w:t>
      </w:r>
      <w:r>
        <w:t xml:space="preserve">. </w:t>
      </w:r>
      <w:r w:rsidR="00B27708">
        <w:t>Car son plan</w:t>
      </w:r>
      <w:r>
        <w:t xml:space="preserve">, </w:t>
      </w:r>
      <w:r w:rsidR="00B27708">
        <w:t>c</w:t>
      </w:r>
      <w:r>
        <w:t>’</w:t>
      </w:r>
      <w:r w:rsidR="00B27708">
        <w:t xml:space="preserve">était de voler le </w:t>
      </w:r>
      <w:r>
        <w:t>« </w:t>
      </w:r>
      <w:r w:rsidR="00B27708">
        <w:t>Bolide</w:t>
      </w:r>
      <w:r>
        <w:t> »</w:t>
      </w:r>
      <w:r w:rsidR="00B27708">
        <w:t xml:space="preserve"> et de vous laisser périr tous les trois sur cet astre mort</w:t>
      </w:r>
      <w:r>
        <w:t xml:space="preserve">. </w:t>
      </w:r>
      <w:r w:rsidR="00B27708">
        <w:t>Oui</w:t>
      </w:r>
      <w:r>
        <w:t xml:space="preserve">, </w:t>
      </w:r>
      <w:r w:rsidR="00B27708">
        <w:t>tous les trois</w:t>
      </w:r>
      <w:r>
        <w:t xml:space="preserve">, </w:t>
      </w:r>
      <w:r w:rsidR="00B27708">
        <w:t>vous</w:t>
      </w:r>
      <w:r>
        <w:t xml:space="preserve">, </w:t>
      </w:r>
      <w:r w:rsidR="00B27708">
        <w:t>Pierre</w:t>
      </w:r>
      <w:r>
        <w:t xml:space="preserve">, </w:t>
      </w:r>
      <w:r w:rsidR="00B27708">
        <w:t>parce que je vous aime</w:t>
      </w:r>
      <w:r>
        <w:t xml:space="preserve"> ; </w:t>
      </w:r>
      <w:r w:rsidR="00B27708">
        <w:t>toi</w:t>
      </w:r>
      <w:r>
        <w:t xml:space="preserve">, </w:t>
      </w:r>
      <w:r w:rsidR="00B27708">
        <w:t>René</w:t>
      </w:r>
      <w:r>
        <w:t xml:space="preserve">, </w:t>
      </w:r>
      <w:r w:rsidR="00B27708">
        <w:t>parce que tu es mon frère</w:t>
      </w:r>
      <w:r>
        <w:t xml:space="preserve">, </w:t>
      </w:r>
      <w:r w:rsidR="00B27708">
        <w:t>vous</w:t>
      </w:r>
      <w:r>
        <w:t xml:space="preserve">, </w:t>
      </w:r>
      <w:r w:rsidR="00B27708">
        <w:t>enfin</w:t>
      </w:r>
      <w:r>
        <w:t xml:space="preserve">, </w:t>
      </w:r>
      <w:r w:rsidR="00B27708">
        <w:t>parce que</w:t>
      </w:r>
      <w:r>
        <w:t>…</w:t>
      </w:r>
    </w:p>
    <w:p w14:paraId="2163D5F6" w14:textId="77777777" w:rsidR="00987D49" w:rsidRDefault="00B27708" w:rsidP="00B27708">
      <w:r>
        <w:t>Elle me regardait un peu confuse</w:t>
      </w:r>
      <w:r w:rsidR="00987D49">
        <w:t xml:space="preserve">, </w:t>
      </w:r>
      <w:r>
        <w:t>et n</w:t>
      </w:r>
      <w:r w:rsidR="00987D49">
        <w:t>’</w:t>
      </w:r>
      <w:r>
        <w:t>osait achever</w:t>
      </w:r>
      <w:r w:rsidR="00987D49">
        <w:t xml:space="preserve">. </w:t>
      </w:r>
      <w:r>
        <w:t>Mentalement</w:t>
      </w:r>
      <w:r w:rsidR="00987D49">
        <w:t xml:space="preserve">, </w:t>
      </w:r>
      <w:r>
        <w:t>je complétai</w:t>
      </w:r>
      <w:r w:rsidR="00987D49">
        <w:t> : « </w:t>
      </w:r>
      <w:r>
        <w:t>parce que vous m</w:t>
      </w:r>
      <w:r w:rsidR="00987D49">
        <w:t>’</w:t>
      </w:r>
      <w:r>
        <w:t>aimez</w:t>
      </w:r>
      <w:r w:rsidR="00987D49">
        <w:t xml:space="preserve"> »… </w:t>
      </w:r>
      <w:r>
        <w:t>Car c</w:t>
      </w:r>
      <w:r w:rsidR="00987D49">
        <w:t>’</w:t>
      </w:r>
      <w:r>
        <w:t>était là ce qu</w:t>
      </w:r>
      <w:r w:rsidR="00987D49">
        <w:t>’</w:t>
      </w:r>
      <w:r>
        <w:t>elle ne pouvait exprimer</w:t>
      </w:r>
      <w:r w:rsidR="00987D49">
        <w:t xml:space="preserve">. </w:t>
      </w:r>
      <w:r>
        <w:t>Tout haut</w:t>
      </w:r>
      <w:r w:rsidR="00987D49">
        <w:t xml:space="preserve">, </w:t>
      </w:r>
      <w:r>
        <w:t>je prononçai</w:t>
      </w:r>
      <w:r w:rsidR="00987D49">
        <w:t> :</w:t>
      </w:r>
    </w:p>
    <w:p w14:paraId="2EBBB6EF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Parce que je suis votre ami</w:t>
      </w:r>
      <w:r>
        <w:t xml:space="preserve">, </w:t>
      </w:r>
      <w:r w:rsidR="00B27708">
        <w:t>et celui de Pierre et de René</w:t>
      </w:r>
      <w:r>
        <w:t>…</w:t>
      </w:r>
    </w:p>
    <w:p w14:paraId="44D8BE8D" w14:textId="77777777" w:rsidR="00987D49" w:rsidRDefault="00B27708" w:rsidP="00B27708">
      <w:r>
        <w:t>Un sourire encore fut ma récompense</w:t>
      </w:r>
      <w:r w:rsidR="00987D49">
        <w:t xml:space="preserve">, </w:t>
      </w:r>
      <w:r>
        <w:t>tandis qu</w:t>
      </w:r>
      <w:r w:rsidR="00987D49">
        <w:t>’</w:t>
      </w:r>
      <w:r>
        <w:t>elle continuait</w:t>
      </w:r>
      <w:r w:rsidR="00987D49">
        <w:t> :</w:t>
      </w:r>
    </w:p>
    <w:p w14:paraId="576A057B" w14:textId="77777777" w:rsidR="00987D49" w:rsidRDefault="00987D49" w:rsidP="00B27708">
      <w:r>
        <w:rPr>
          <w:rFonts w:eastAsia="Georgia"/>
        </w:rPr>
        <w:t>— </w:t>
      </w:r>
      <w:r w:rsidR="00B27708">
        <w:t>S</w:t>
      </w:r>
      <w:r>
        <w:t>’</w:t>
      </w:r>
      <w:r w:rsidR="00B27708">
        <w:t>emparer de l</w:t>
      </w:r>
      <w:r>
        <w:t>’</w:t>
      </w:r>
      <w:r w:rsidR="00B27708">
        <w:t>astronef était facile</w:t>
      </w:r>
      <w:r>
        <w:t xml:space="preserve">, </w:t>
      </w:r>
      <w:r w:rsidR="00B27708">
        <w:t>en votre absence</w:t>
      </w:r>
      <w:r>
        <w:t xml:space="preserve">. </w:t>
      </w:r>
      <w:r w:rsidR="00B27708">
        <w:t>Le diriger vers la Terre</w:t>
      </w:r>
      <w:r>
        <w:t xml:space="preserve">, </w:t>
      </w:r>
      <w:r w:rsidR="00B27708">
        <w:t>il pouvait le faire</w:t>
      </w:r>
      <w:r>
        <w:t xml:space="preserve">, </w:t>
      </w:r>
      <w:r w:rsidR="00B27708">
        <w:t>avec mon aide et celle de Fernand</w:t>
      </w:r>
      <w:r>
        <w:t xml:space="preserve">. </w:t>
      </w:r>
      <w:r w:rsidR="00B27708">
        <w:t>Mais il lui fallait d</w:t>
      </w:r>
      <w:r>
        <w:t>’</w:t>
      </w:r>
      <w:r w:rsidR="00B27708">
        <w:t>abord la clé de contact sans laquelle il est impossible d</w:t>
      </w:r>
      <w:r>
        <w:t>’</w:t>
      </w:r>
      <w:r w:rsidR="00B27708">
        <w:t>agir sur les commandes</w:t>
      </w:r>
      <w:r>
        <w:t xml:space="preserve">. </w:t>
      </w:r>
      <w:r w:rsidR="00B27708">
        <w:t>Il osa me demander de l</w:t>
      </w:r>
      <w:r>
        <w:t>’</w:t>
      </w:r>
      <w:r w:rsidR="00B27708">
        <w:t>aider à la dérober</w:t>
      </w:r>
      <w:r>
        <w:t xml:space="preserve">. </w:t>
      </w:r>
      <w:r w:rsidR="00B27708">
        <w:t>Vous devinez quel accueil j</w:t>
      </w:r>
      <w:r>
        <w:t>’</w:t>
      </w:r>
      <w:r w:rsidR="00B27708">
        <w:t>ai fait à cette proposition aussi ridicule que criminelle</w:t>
      </w:r>
      <w:r>
        <w:t xml:space="preserve">. </w:t>
      </w:r>
      <w:r w:rsidR="00B27708">
        <w:t>Il insista</w:t>
      </w:r>
      <w:r>
        <w:t xml:space="preserve">, </w:t>
      </w:r>
      <w:r w:rsidR="00B27708">
        <w:t>en me faisant un tableau du prétendu bonheur que m</w:t>
      </w:r>
      <w:r>
        <w:t>’</w:t>
      </w:r>
      <w:r w:rsidR="00B27708">
        <w:t>assurerait une union avec lui</w:t>
      </w:r>
      <w:r>
        <w:t xml:space="preserve">, </w:t>
      </w:r>
      <w:r w:rsidR="00B27708">
        <w:t>après notre retour sur la Terre</w:t>
      </w:r>
      <w:r>
        <w:t xml:space="preserve">, </w:t>
      </w:r>
      <w:r w:rsidR="00B27708">
        <w:t>où</w:t>
      </w:r>
      <w:r>
        <w:t xml:space="preserve">, </w:t>
      </w:r>
      <w:r w:rsidR="00B27708">
        <w:t>riches de la gloire usurpée et de son immense fortune</w:t>
      </w:r>
      <w:r>
        <w:t xml:space="preserve">, </w:t>
      </w:r>
      <w:r w:rsidR="00B27708">
        <w:t>nous connaîtrions les joies les plus exquises</w:t>
      </w:r>
      <w:r>
        <w:t xml:space="preserve">… </w:t>
      </w:r>
      <w:r w:rsidR="00B27708">
        <w:t>C</w:t>
      </w:r>
      <w:r>
        <w:t>’</w:t>
      </w:r>
      <w:r w:rsidR="00B27708">
        <w:t>est lui qui parle</w:t>
      </w:r>
      <w:r>
        <w:t xml:space="preserve">, </w:t>
      </w:r>
      <w:r w:rsidR="00B27708">
        <w:t>bien entendu</w:t>
      </w:r>
      <w:r>
        <w:t xml:space="preserve">… </w:t>
      </w:r>
      <w:r w:rsidR="00B27708">
        <w:t>En présence de mon refus indigné</w:t>
      </w:r>
      <w:r>
        <w:t xml:space="preserve">, </w:t>
      </w:r>
      <w:r w:rsidR="00B27708">
        <w:t>et à l</w:t>
      </w:r>
      <w:r>
        <w:t>’</w:t>
      </w:r>
      <w:r w:rsidR="00B27708">
        <w:t>audition des mots outrageants que je lui jetai dans ma colère</w:t>
      </w:r>
      <w:r>
        <w:t xml:space="preserve">, </w:t>
      </w:r>
      <w:r w:rsidR="00B27708">
        <w:t>il a changé de thèse et m</w:t>
      </w:r>
      <w:r>
        <w:t>’</w:t>
      </w:r>
      <w:r w:rsidR="00B27708">
        <w:t>a menacée</w:t>
      </w:r>
      <w:r>
        <w:t xml:space="preserve">. </w:t>
      </w:r>
      <w:r w:rsidR="00B27708">
        <w:t>C</w:t>
      </w:r>
      <w:r>
        <w:t>’</w:t>
      </w:r>
      <w:r w:rsidR="00B27708">
        <w:t>est alors que l</w:t>
      </w:r>
      <w:r>
        <w:t>’</w:t>
      </w:r>
      <w:r w:rsidR="00B27708">
        <w:t>infâme Fernand est intervenu et a dit à son maître</w:t>
      </w:r>
      <w:r>
        <w:t> : « </w:t>
      </w:r>
      <w:r w:rsidR="00B27708">
        <w:t>Délivrez-moi</w:t>
      </w:r>
      <w:r>
        <w:t xml:space="preserve">, </w:t>
      </w:r>
      <w:r w:rsidR="00B27708">
        <w:t>et je vous indiquerai un moyen de mater cette enragée</w:t>
      </w:r>
      <w:r>
        <w:t> »…</w:t>
      </w:r>
    </w:p>
    <w:p w14:paraId="4025186F" w14:textId="77777777" w:rsidR="00987D49" w:rsidRDefault="00987D49" w:rsidP="00B27708">
      <w:r>
        <w:rPr>
          <w:rFonts w:eastAsia="Georgia"/>
        </w:rPr>
        <w:t>— </w:t>
      </w:r>
      <w:r w:rsidR="00B27708">
        <w:t>Et il a accepté</w:t>
      </w:r>
      <w:r>
        <w:t xml:space="preserve"> ? </w:t>
      </w:r>
      <w:r w:rsidR="00B27708">
        <w:t>fit Pierre</w:t>
      </w:r>
      <w:r>
        <w:t xml:space="preserve">, </w:t>
      </w:r>
      <w:r w:rsidR="00B27708">
        <w:t>pâle de courroux</w:t>
      </w:r>
      <w:r>
        <w:t>…</w:t>
      </w:r>
    </w:p>
    <w:p w14:paraId="7CF201F6" w14:textId="77777777" w:rsidR="00987D49" w:rsidRDefault="00987D49" w:rsidP="00B27708">
      <w:r>
        <w:rPr>
          <w:rFonts w:eastAsia="Georgia"/>
        </w:rPr>
        <w:t>— </w:t>
      </w:r>
      <w:r w:rsidR="00B27708">
        <w:t>Il s</w:t>
      </w:r>
      <w:r>
        <w:t>’</w:t>
      </w:r>
      <w:r w:rsidR="00B27708">
        <w:t>est empressé de défaire les liens de Fernand</w:t>
      </w:r>
      <w:r>
        <w:t xml:space="preserve">. </w:t>
      </w:r>
      <w:r w:rsidR="00B27708">
        <w:t>Je tentai bien de l</w:t>
      </w:r>
      <w:r>
        <w:t>’</w:t>
      </w:r>
      <w:r w:rsidR="00B27708">
        <w:t>en empêcher</w:t>
      </w:r>
      <w:r>
        <w:t xml:space="preserve">, </w:t>
      </w:r>
      <w:r w:rsidR="00B27708">
        <w:t>mais mon opposition ne put être que platonique</w:t>
      </w:r>
      <w:r>
        <w:t xml:space="preserve">. </w:t>
      </w:r>
      <w:r w:rsidR="00B27708">
        <w:t>Lorsque le valet fut libéré</w:t>
      </w:r>
      <w:r>
        <w:t xml:space="preserve">, </w:t>
      </w:r>
      <w:r w:rsidR="00B27708">
        <w:t>il chuchota quelques mots à l</w:t>
      </w:r>
      <w:r>
        <w:t>’</w:t>
      </w:r>
      <w:r w:rsidR="00B27708">
        <w:t>oreille de son maître</w:t>
      </w:r>
      <w:r>
        <w:t xml:space="preserve">. </w:t>
      </w:r>
      <w:r w:rsidR="00B27708">
        <w:t>Avec un rire affreux</w:t>
      </w:r>
      <w:r>
        <w:t xml:space="preserve">, </w:t>
      </w:r>
      <w:r w:rsidR="00B27708">
        <w:t>celui-ci acquiesça</w:t>
      </w:r>
      <w:r>
        <w:t xml:space="preserve">. </w:t>
      </w:r>
      <w:r w:rsidR="00B27708">
        <w:t>Tous deux</w:t>
      </w:r>
      <w:r>
        <w:t xml:space="preserve">, </w:t>
      </w:r>
      <w:r w:rsidR="00B27708">
        <w:t>alors se précipitèrent sur moi</w:t>
      </w:r>
      <w:r>
        <w:t xml:space="preserve">, </w:t>
      </w:r>
      <w:r w:rsidR="00B27708">
        <w:t>me réduisirent à l</w:t>
      </w:r>
      <w:r>
        <w:t>’</w:t>
      </w:r>
      <w:r w:rsidR="00B27708">
        <w:t>impuissance</w:t>
      </w:r>
      <w:r>
        <w:t xml:space="preserve">, </w:t>
      </w:r>
      <w:r w:rsidR="00B27708">
        <w:t>malgré ma résistance</w:t>
      </w:r>
      <w:r>
        <w:t xml:space="preserve">, </w:t>
      </w:r>
      <w:r w:rsidR="00B27708">
        <w:t>et me mirent aux fers à la place qu</w:t>
      </w:r>
      <w:r>
        <w:t>’</w:t>
      </w:r>
      <w:r w:rsidR="00B27708">
        <w:t>avait occupée Fernand</w:t>
      </w:r>
      <w:r>
        <w:t xml:space="preserve">… </w:t>
      </w:r>
      <w:r w:rsidR="00B27708">
        <w:t xml:space="preserve">Dès que je fus immobilisée </w:t>
      </w:r>
      <w:proofErr w:type="spellStart"/>
      <w:r w:rsidR="00B27708">
        <w:t>Grimaille</w:t>
      </w:r>
      <w:proofErr w:type="spellEnd"/>
      <w:r w:rsidR="00B27708">
        <w:t xml:space="preserve"> m</w:t>
      </w:r>
      <w:r>
        <w:t>’</w:t>
      </w:r>
      <w:r w:rsidR="00B27708">
        <w:t>injuria bassement</w:t>
      </w:r>
      <w:r>
        <w:t xml:space="preserve">. </w:t>
      </w:r>
      <w:r w:rsidR="00B27708">
        <w:t xml:space="preserve">Il jura de me </w:t>
      </w:r>
      <w:r>
        <w:t>« </w:t>
      </w:r>
      <w:r w:rsidR="00B27708">
        <w:t>dresser</w:t>
      </w:r>
      <w:r>
        <w:t> »</w:t>
      </w:r>
      <w:r w:rsidR="00B27708">
        <w:t xml:space="preserve"> de faire de moi son esclave et proféra mille autres menaces</w:t>
      </w:r>
      <w:r>
        <w:t xml:space="preserve">… </w:t>
      </w:r>
      <w:r w:rsidR="00B27708">
        <w:t>Mais Fernand le rappela à l</w:t>
      </w:r>
      <w:r>
        <w:t>’</w:t>
      </w:r>
      <w:r w:rsidR="00B27708">
        <w:t>ordre</w:t>
      </w:r>
      <w:r>
        <w:t>. « </w:t>
      </w:r>
      <w:r w:rsidR="00B27708">
        <w:t>Vous vous occuperez plus tard de votre belle captive</w:t>
      </w:r>
      <w:r>
        <w:t xml:space="preserve">, </w:t>
      </w:r>
      <w:r w:rsidR="00B27708">
        <w:t>ricana-t-il</w:t>
      </w:r>
      <w:r>
        <w:t xml:space="preserve">. </w:t>
      </w:r>
      <w:r w:rsidR="00B27708">
        <w:t>Vous aurez tout le loisir d</w:t>
      </w:r>
      <w:r>
        <w:t>’</w:t>
      </w:r>
      <w:r w:rsidR="00B27708">
        <w:t>en venir à bout</w:t>
      </w:r>
      <w:r>
        <w:t xml:space="preserve">, </w:t>
      </w:r>
      <w:r w:rsidR="00B27708">
        <w:t>par la famine</w:t>
      </w:r>
      <w:r>
        <w:t xml:space="preserve">, </w:t>
      </w:r>
      <w:r w:rsidR="00B27708">
        <w:t>par exemple</w:t>
      </w:r>
      <w:r>
        <w:t xml:space="preserve">. </w:t>
      </w:r>
      <w:r w:rsidR="00B27708">
        <w:t>Pour l</w:t>
      </w:r>
      <w:r>
        <w:t>’</w:t>
      </w:r>
      <w:r w:rsidR="00B27708">
        <w:t>instant</w:t>
      </w:r>
      <w:r>
        <w:t xml:space="preserve">, </w:t>
      </w:r>
      <w:r w:rsidR="00B27708">
        <w:t>il n</w:t>
      </w:r>
      <w:r>
        <w:t>’</w:t>
      </w:r>
      <w:r w:rsidR="00B27708">
        <w:t>y a pas de temps à perdre</w:t>
      </w:r>
      <w:r>
        <w:t xml:space="preserve">. </w:t>
      </w:r>
      <w:r w:rsidR="00B27708">
        <w:t>Les autres vont revenir</w:t>
      </w:r>
      <w:r>
        <w:t xml:space="preserve">. </w:t>
      </w:r>
      <w:r w:rsidR="00B27708">
        <w:t xml:space="preserve">Il faut prendre la clé à </w:t>
      </w:r>
      <w:proofErr w:type="spellStart"/>
      <w:r w:rsidR="00B27708">
        <w:t>Saravine</w:t>
      </w:r>
      <w:proofErr w:type="spellEnd"/>
      <w:r w:rsidR="00B27708">
        <w:t xml:space="preserve"> et nous défaire de l</w:t>
      </w:r>
      <w:r>
        <w:t>’</w:t>
      </w:r>
      <w:r w:rsidR="00B27708">
        <w:t>équipe</w:t>
      </w:r>
      <w:r>
        <w:t xml:space="preserve"> »… </w:t>
      </w:r>
      <w:r w:rsidR="00B27708">
        <w:t xml:space="preserve">Comme </w:t>
      </w:r>
      <w:proofErr w:type="spellStart"/>
      <w:r w:rsidR="00B27708">
        <w:t>Grimaille</w:t>
      </w:r>
      <w:proofErr w:type="spellEnd"/>
      <w:r w:rsidR="00B27708">
        <w:t xml:space="preserve"> semblait indécis</w:t>
      </w:r>
      <w:r>
        <w:t xml:space="preserve">, </w:t>
      </w:r>
      <w:r w:rsidR="00B27708">
        <w:t>le misérable dit</w:t>
      </w:r>
      <w:r>
        <w:t xml:space="preserve">, </w:t>
      </w:r>
      <w:r w:rsidR="00B27708">
        <w:t>avec un rire qui me fit horreur</w:t>
      </w:r>
      <w:r>
        <w:t xml:space="preserve"> : </w:t>
      </w:r>
      <w:r>
        <w:lastRenderedPageBreak/>
        <w:t>« </w:t>
      </w:r>
      <w:r w:rsidR="00B27708">
        <w:t>Croyez-vous que je n</w:t>
      </w:r>
      <w:r>
        <w:t>’</w:t>
      </w:r>
      <w:r w:rsidR="00B27708">
        <w:t>avais apporté que l</w:t>
      </w:r>
      <w:r>
        <w:t>’</w:t>
      </w:r>
      <w:r w:rsidR="00B27708">
        <w:t>arme que m</w:t>
      </w:r>
      <w:r>
        <w:t>’</w:t>
      </w:r>
      <w:r w:rsidR="00B27708">
        <w:t>a volée l</w:t>
      </w:r>
      <w:r>
        <w:t>’</w:t>
      </w:r>
      <w:r w:rsidR="00B27708">
        <w:t>amoureux de cette fille</w:t>
      </w:r>
      <w:r>
        <w:t xml:space="preserve"> ? </w:t>
      </w:r>
      <w:r w:rsidR="00B27708">
        <w:t>Fernand est plus prévoyant que ça</w:t>
      </w:r>
      <w:r>
        <w:t xml:space="preserve">, </w:t>
      </w:r>
      <w:r w:rsidR="00B27708">
        <w:t>tenez</w:t>
      </w:r>
      <w:r>
        <w:t xml:space="preserve"> ! »… </w:t>
      </w:r>
      <w:r w:rsidR="00B27708">
        <w:t>Il avait fouillé dans son paquetage et en avait tiré deux pistolets semblables à celui qui lui fut confisqué</w:t>
      </w:r>
      <w:r>
        <w:t>.</w:t>
      </w:r>
    </w:p>
    <w:p w14:paraId="65ED8EDF" w14:textId="77777777" w:rsidR="00987D49" w:rsidRDefault="00987D49" w:rsidP="00B27708">
      <w:r>
        <w:rPr>
          <w:rFonts w:eastAsia="Georgia"/>
        </w:rPr>
        <w:t>— </w:t>
      </w:r>
      <w:r w:rsidR="00B27708">
        <w:t>Quel imprudent je fus</w:t>
      </w:r>
      <w:r>
        <w:t xml:space="preserve"> ! </w:t>
      </w:r>
      <w:r w:rsidR="00B27708">
        <w:t>s</w:t>
      </w:r>
      <w:r>
        <w:t>’</w:t>
      </w:r>
      <w:r w:rsidR="00B27708">
        <w:t>écria Pierre</w:t>
      </w:r>
      <w:r>
        <w:t xml:space="preserve">. </w:t>
      </w:r>
      <w:r w:rsidR="00B27708">
        <w:t>Je n</w:t>
      </w:r>
      <w:r>
        <w:t>’</w:t>
      </w:r>
      <w:r w:rsidR="00B27708">
        <w:t>ai pas vérifié ce paquetage</w:t>
      </w:r>
      <w:r>
        <w:t xml:space="preserve">, </w:t>
      </w:r>
      <w:r w:rsidR="00B27708">
        <w:t>après la première scène d</w:t>
      </w:r>
      <w:r>
        <w:t>’</w:t>
      </w:r>
      <w:r w:rsidR="00B27708">
        <w:t>insubordination</w:t>
      </w:r>
      <w:r>
        <w:t>…</w:t>
      </w:r>
    </w:p>
    <w:p w14:paraId="37994A66" w14:textId="77777777" w:rsidR="00987D49" w:rsidRDefault="00987D49" w:rsidP="00B27708">
      <w:r>
        <w:rPr>
          <w:rFonts w:eastAsia="Georgia"/>
        </w:rPr>
        <w:t>— </w:t>
      </w:r>
      <w:r w:rsidR="00B27708">
        <w:t>Qui aurait deviné une telle scélératesse</w:t>
      </w:r>
      <w:r>
        <w:t xml:space="preserve">, </w:t>
      </w:r>
      <w:r w:rsidR="00B27708">
        <w:t>fit Hélène</w:t>
      </w:r>
      <w:r>
        <w:t xml:space="preserve">. </w:t>
      </w:r>
      <w:r w:rsidR="00B27708">
        <w:t>Mais je n</w:t>
      </w:r>
      <w:r>
        <w:t>’</w:t>
      </w:r>
      <w:r w:rsidR="00B27708">
        <w:t>ai plus que peu de chose à vous dire</w:t>
      </w:r>
      <w:r>
        <w:t xml:space="preserve">. </w:t>
      </w:r>
      <w:r w:rsidR="00B27708">
        <w:t>Les deux complices exposèrent leur plan devant moi</w:t>
      </w:r>
      <w:r>
        <w:t xml:space="preserve">. </w:t>
      </w:r>
      <w:r w:rsidR="00B27708">
        <w:t>Il s</w:t>
      </w:r>
      <w:r>
        <w:t>’</w:t>
      </w:r>
      <w:r w:rsidR="00B27708">
        <w:t>agissait de vous tuer tous les trois</w:t>
      </w:r>
      <w:r>
        <w:t xml:space="preserve">, </w:t>
      </w:r>
      <w:r w:rsidR="00B27708">
        <w:t>puis de fouiller les poches de Pierre pour s</w:t>
      </w:r>
      <w:r>
        <w:t>’</w:t>
      </w:r>
      <w:r w:rsidR="00B27708">
        <w:t>emparer de la clé de contact</w:t>
      </w:r>
      <w:r>
        <w:t xml:space="preserve">. </w:t>
      </w:r>
      <w:r w:rsidR="00B27708">
        <w:t>Après quoi</w:t>
      </w:r>
      <w:r>
        <w:t xml:space="preserve">, </w:t>
      </w:r>
      <w:r w:rsidR="00B27708">
        <w:t>laissant vos corps sur le sol</w:t>
      </w:r>
      <w:r>
        <w:t xml:space="preserve">, </w:t>
      </w:r>
      <w:proofErr w:type="spellStart"/>
      <w:r w:rsidR="00B27708">
        <w:t>Grimaille</w:t>
      </w:r>
      <w:proofErr w:type="spellEnd"/>
      <w:r w:rsidR="00B27708">
        <w:t xml:space="preserve"> se proposait de prendre la direction de l</w:t>
      </w:r>
      <w:r>
        <w:t>’</w:t>
      </w:r>
      <w:r w:rsidR="00B27708">
        <w:t>astronef</w:t>
      </w:r>
      <w:r>
        <w:t xml:space="preserve">, </w:t>
      </w:r>
      <w:r w:rsidR="00B27708">
        <w:t>selon les règles que sa future victime elle-même lui avait enseignées et de le ramener vers la Terre</w:t>
      </w:r>
      <w:r>
        <w:t xml:space="preserve">. </w:t>
      </w:r>
      <w:r w:rsidR="00B27708">
        <w:t>Si je n</w:t>
      </w:r>
      <w:r>
        <w:t>’</w:t>
      </w:r>
      <w:r w:rsidR="00B27708">
        <w:t>étais devenue souple et docile</w:t>
      </w:r>
      <w:r>
        <w:t xml:space="preserve">, </w:t>
      </w:r>
      <w:r w:rsidR="00B27708">
        <w:t>j</w:t>
      </w:r>
      <w:r>
        <w:t>’</w:t>
      </w:r>
      <w:r w:rsidR="00B27708">
        <w:t>aurais été assassinée à mon tour</w:t>
      </w:r>
      <w:r>
        <w:t>…</w:t>
      </w:r>
    </w:p>
    <w:p w14:paraId="28B02B0A" w14:textId="77777777" w:rsidR="00987D49" w:rsidRDefault="00B27708" w:rsidP="00B27708">
      <w:r>
        <w:t>Le même frisson d</w:t>
      </w:r>
      <w:r w:rsidR="00987D49">
        <w:t>’</w:t>
      </w:r>
      <w:r>
        <w:t>horreur et de colère nous parcourut tous les trois</w:t>
      </w:r>
      <w:r w:rsidR="00987D49">
        <w:t xml:space="preserve">, </w:t>
      </w:r>
      <w:r>
        <w:t>à l</w:t>
      </w:r>
      <w:r w:rsidR="00987D49">
        <w:t>’</w:t>
      </w:r>
      <w:r>
        <w:t>audition de cette conclusion</w:t>
      </w:r>
      <w:r w:rsidR="00987D49">
        <w:t xml:space="preserve">. </w:t>
      </w:r>
      <w:r>
        <w:t>Hélène n</w:t>
      </w:r>
      <w:r w:rsidR="00987D49">
        <w:t>’</w:t>
      </w:r>
      <w:r>
        <w:t>eut pas besoin de préciser qu</w:t>
      </w:r>
      <w:r w:rsidR="00987D49">
        <w:t>’</w:t>
      </w:r>
      <w:r>
        <w:t>elle aurait résolu l</w:t>
      </w:r>
      <w:r w:rsidR="00987D49">
        <w:t>’</w:t>
      </w:r>
      <w:r>
        <w:t>alternative en choisissant la mort</w:t>
      </w:r>
      <w:r w:rsidR="00987D49">
        <w:t xml:space="preserve">. </w:t>
      </w:r>
      <w:r>
        <w:t>Elle dit encore</w:t>
      </w:r>
      <w:r w:rsidR="00987D49">
        <w:t xml:space="preserve">, </w:t>
      </w:r>
      <w:r>
        <w:t>cependant</w:t>
      </w:r>
      <w:r w:rsidR="00987D49">
        <w:t> :</w:t>
      </w:r>
    </w:p>
    <w:p w14:paraId="26265C71" w14:textId="77777777" w:rsidR="00987D49" w:rsidRDefault="00987D49" w:rsidP="00B27708">
      <w:r>
        <w:rPr>
          <w:rFonts w:eastAsia="Georgia"/>
        </w:rPr>
        <w:t>— </w:t>
      </w:r>
      <w:r w:rsidR="00B27708">
        <w:t>Croyez-moi</w:t>
      </w:r>
      <w:r>
        <w:t xml:space="preserve">, </w:t>
      </w:r>
      <w:r w:rsidR="00B27708">
        <w:t>mes chers compagnons</w:t>
      </w:r>
      <w:r>
        <w:t xml:space="preserve">. </w:t>
      </w:r>
      <w:r w:rsidR="00B27708">
        <w:t>Même dans les fers</w:t>
      </w:r>
      <w:r>
        <w:t xml:space="preserve">, </w:t>
      </w:r>
      <w:r w:rsidR="00B27708">
        <w:t>même lorsque les deux assassins eurent quitté l</w:t>
      </w:r>
      <w:r>
        <w:t>’</w:t>
      </w:r>
      <w:r w:rsidR="00B27708">
        <w:t>astronef pour aller s</w:t>
      </w:r>
      <w:r>
        <w:t>’</w:t>
      </w:r>
      <w:r w:rsidR="00B27708">
        <w:t>embusquer et vous tendre l</w:t>
      </w:r>
      <w:r>
        <w:t>’</w:t>
      </w:r>
      <w:r w:rsidR="00B27708">
        <w:t>odieux guet-apens</w:t>
      </w:r>
      <w:r>
        <w:t xml:space="preserve">, </w:t>
      </w:r>
      <w:r w:rsidR="00B27708">
        <w:t>je n</w:t>
      </w:r>
      <w:r>
        <w:t>’</w:t>
      </w:r>
      <w:r w:rsidR="00B27708">
        <w:t>ai jamais désespéré</w:t>
      </w:r>
      <w:r>
        <w:t xml:space="preserve">. </w:t>
      </w:r>
      <w:r w:rsidR="00B27708">
        <w:t>On eut dit que je pressentais qu</w:t>
      </w:r>
      <w:r>
        <w:t>’</w:t>
      </w:r>
      <w:r w:rsidR="00B27708">
        <w:t>une circonstance fortuite</w:t>
      </w:r>
      <w:r>
        <w:t xml:space="preserve">, </w:t>
      </w:r>
      <w:r w:rsidR="00B27708">
        <w:t>vous préserverait</w:t>
      </w:r>
      <w:r>
        <w:t xml:space="preserve">. </w:t>
      </w:r>
      <w:r w:rsidR="00B27708">
        <w:t>Mon espoir n</w:t>
      </w:r>
      <w:r>
        <w:t>’</w:t>
      </w:r>
      <w:r w:rsidR="00B27708">
        <w:t>a pas été déçu</w:t>
      </w:r>
      <w:r>
        <w:t>.</w:t>
      </w:r>
    </w:p>
    <w:p w14:paraId="4A75E39A" w14:textId="77777777" w:rsidR="00987D49" w:rsidRDefault="00B27708" w:rsidP="00B27708">
      <w:r>
        <w:t>En quelques phrases</w:t>
      </w:r>
      <w:r w:rsidR="00987D49">
        <w:t xml:space="preserve">, </w:t>
      </w:r>
      <w:r>
        <w:t>Pierre lui expliqua comment nous avions échappé à la tentative d</w:t>
      </w:r>
      <w:r w:rsidR="00987D49">
        <w:t>’</w:t>
      </w:r>
      <w:r>
        <w:t>assassinat dont nous avions failli être victimes</w:t>
      </w:r>
      <w:r w:rsidR="00987D49">
        <w:t>.</w:t>
      </w:r>
    </w:p>
    <w:p w14:paraId="2BCDDF30" w14:textId="77777777" w:rsidR="00987D49" w:rsidRDefault="00987D49" w:rsidP="00B27708">
      <w:r>
        <w:rPr>
          <w:rFonts w:eastAsia="Georgia"/>
        </w:rPr>
        <w:t>— </w:t>
      </w:r>
      <w:r w:rsidR="00B27708">
        <w:t>J</w:t>
      </w:r>
      <w:r>
        <w:t>’</w:t>
      </w:r>
      <w:r w:rsidR="00B27708">
        <w:t>imagine</w:t>
      </w:r>
      <w:r>
        <w:t xml:space="preserve">, </w:t>
      </w:r>
      <w:r w:rsidR="00B27708">
        <w:t>dit-il</w:t>
      </w:r>
      <w:r>
        <w:t xml:space="preserve">, </w:t>
      </w:r>
      <w:r w:rsidR="00B27708">
        <w:t>que ces deux ignorants n</w:t>
      </w:r>
      <w:r>
        <w:t>’</w:t>
      </w:r>
      <w:r w:rsidR="00B27708">
        <w:t>ont pas songé à tenir compte</w:t>
      </w:r>
      <w:r>
        <w:t xml:space="preserve">, </w:t>
      </w:r>
      <w:r w:rsidR="00B27708">
        <w:t>en nous visant</w:t>
      </w:r>
      <w:r>
        <w:t xml:space="preserve">, </w:t>
      </w:r>
      <w:r w:rsidR="00B27708">
        <w:t>de la diminution</w:t>
      </w:r>
      <w:r>
        <w:t xml:space="preserve">, </w:t>
      </w:r>
      <w:r w:rsidR="00B27708">
        <w:t xml:space="preserve">sur </w:t>
      </w:r>
      <w:r>
        <w:t xml:space="preserve">Phœbé II, </w:t>
      </w:r>
      <w:r w:rsidR="00B27708">
        <w:t>de l</w:t>
      </w:r>
      <w:r>
        <w:t>’</w:t>
      </w:r>
      <w:r w:rsidR="00B27708">
        <w:t>accélération de la pesanteur</w:t>
      </w:r>
      <w:r>
        <w:t xml:space="preserve">. </w:t>
      </w:r>
      <w:r w:rsidR="00B27708">
        <w:t>Ils ont tiré comme ils l</w:t>
      </w:r>
      <w:r>
        <w:t>’</w:t>
      </w:r>
      <w:r w:rsidR="00B27708">
        <w:t xml:space="preserve">auraient fait sur la </w:t>
      </w:r>
      <w:r w:rsidR="00B27708">
        <w:lastRenderedPageBreak/>
        <w:t>Terre</w:t>
      </w:r>
      <w:r>
        <w:t xml:space="preserve">. </w:t>
      </w:r>
      <w:r w:rsidR="00B27708">
        <w:t>Ils ont visé trop haut</w:t>
      </w:r>
      <w:r>
        <w:t xml:space="preserve">. </w:t>
      </w:r>
      <w:r w:rsidR="00B27708">
        <w:t>Comme la trajectoire est plus tendue que sur notre planète natale</w:t>
      </w:r>
      <w:r>
        <w:t xml:space="preserve">, </w:t>
      </w:r>
      <w:r w:rsidR="00B27708">
        <w:t>les projectiles ont filé au-dessus de nous</w:t>
      </w:r>
      <w:r>
        <w:t xml:space="preserve">. </w:t>
      </w:r>
      <w:r w:rsidR="00B27708">
        <w:t>Et ces balles</w:t>
      </w:r>
      <w:r>
        <w:t xml:space="preserve">, </w:t>
      </w:r>
      <w:r w:rsidR="00B27708">
        <w:t>à présent</w:t>
      </w:r>
      <w:r>
        <w:t xml:space="preserve">, </w:t>
      </w:r>
      <w:r w:rsidR="00B27708">
        <w:t>se promènent dans l</w:t>
      </w:r>
      <w:r>
        <w:t>’</w:t>
      </w:r>
      <w:r w:rsidR="00B27708">
        <w:t>espace infini</w:t>
      </w:r>
      <w:r>
        <w:t xml:space="preserve">, </w:t>
      </w:r>
      <w:r w:rsidR="00B27708">
        <w:t>à moins qu</w:t>
      </w:r>
      <w:r>
        <w:t>’</w:t>
      </w:r>
      <w:r w:rsidR="00B27708">
        <w:t>elles ne tournent</w:t>
      </w:r>
      <w:r>
        <w:t xml:space="preserve">, </w:t>
      </w:r>
      <w:r w:rsidR="00B27708">
        <w:t>infimes satellites</w:t>
      </w:r>
      <w:r>
        <w:t xml:space="preserve">, </w:t>
      </w:r>
      <w:r w:rsidR="00B27708">
        <w:t>autour de l</w:t>
      </w:r>
      <w:r>
        <w:t>’</w:t>
      </w:r>
      <w:r w:rsidR="00B27708">
        <w:t>astre de cristal</w:t>
      </w:r>
      <w:r>
        <w:t>.</w:t>
      </w:r>
    </w:p>
    <w:p w14:paraId="2D571654" w14:textId="77777777" w:rsidR="00987D49" w:rsidRDefault="00B27708" w:rsidP="00B27708">
      <w:r>
        <w:t>Cette explication me ravit</w:t>
      </w:r>
      <w:r w:rsidR="00987D49">
        <w:t xml:space="preserve">. </w:t>
      </w:r>
      <w:r>
        <w:t>Les deux traîtres étaient victimes de leur propre adresse dans l</w:t>
      </w:r>
      <w:r w:rsidR="00987D49">
        <w:t>’</w:t>
      </w:r>
      <w:r>
        <w:t>art de tuer</w:t>
      </w:r>
      <w:r w:rsidR="00987D49">
        <w:t xml:space="preserve">. </w:t>
      </w:r>
      <w:r>
        <w:t>Un profane comme moi aurait tiré droit devant lui</w:t>
      </w:r>
      <w:r w:rsidR="00987D49">
        <w:t xml:space="preserve">, </w:t>
      </w:r>
      <w:r>
        <w:t>sans calcul</w:t>
      </w:r>
      <w:r w:rsidR="00987D49">
        <w:t xml:space="preserve">, </w:t>
      </w:r>
      <w:r>
        <w:t>et aurait pu toucher le but</w:t>
      </w:r>
      <w:r w:rsidR="00987D49">
        <w:t xml:space="preserve">. </w:t>
      </w:r>
      <w:r>
        <w:t>Eux</w:t>
      </w:r>
      <w:r w:rsidR="00987D49">
        <w:t xml:space="preserve">, </w:t>
      </w:r>
      <w:r>
        <w:t>qui étaient exercés dans le maniement du pistolet</w:t>
      </w:r>
      <w:r w:rsidR="00987D49">
        <w:t xml:space="preserve">, </w:t>
      </w:r>
      <w:r>
        <w:t>avaient tenu leur arme et dirigé leur tir selon les bons principes</w:t>
      </w:r>
      <w:r w:rsidR="00987D49">
        <w:t xml:space="preserve">. </w:t>
      </w:r>
      <w:r>
        <w:t>Or</w:t>
      </w:r>
      <w:r w:rsidR="00987D49">
        <w:t xml:space="preserve">, </w:t>
      </w:r>
      <w:r>
        <w:t>il se trouvait que les bons principes terrestres devenaient mauvais sur le second satellite</w:t>
      </w:r>
      <w:r w:rsidR="00987D49">
        <w:t xml:space="preserve"> ! </w:t>
      </w:r>
      <w:r>
        <w:t>Quelle déception avaient dû éprouver les gredins</w:t>
      </w:r>
      <w:r w:rsidR="00987D49">
        <w:t> !…</w:t>
      </w:r>
    </w:p>
    <w:p w14:paraId="08A7A9F5" w14:textId="77777777" w:rsidR="00987D49" w:rsidRDefault="00B27708" w:rsidP="00B27708">
      <w:r>
        <w:t>Leur attitude présente traduisait bien cette déception</w:t>
      </w:r>
      <w:r w:rsidR="00987D49">
        <w:t xml:space="preserve">. </w:t>
      </w:r>
      <w:r>
        <w:t>Par les hublots ou dans le cœlostat</w:t>
      </w:r>
      <w:r w:rsidR="00987D49">
        <w:t xml:space="preserve">, </w:t>
      </w:r>
      <w:r>
        <w:t>nous pouvions les apercevoir</w:t>
      </w:r>
      <w:r w:rsidR="00987D49">
        <w:t xml:space="preserve">. </w:t>
      </w:r>
      <w:r>
        <w:t>Ils tournaient autour de l</w:t>
      </w:r>
      <w:r w:rsidR="00987D49">
        <w:t>’</w:t>
      </w:r>
      <w:r>
        <w:t>astronef en faisant des gestes suppliants</w:t>
      </w:r>
      <w:r w:rsidR="00987D49">
        <w:t>…</w:t>
      </w:r>
    </w:p>
    <w:p w14:paraId="7E316818" w14:textId="77777777" w:rsidR="00987D49" w:rsidRDefault="00B27708" w:rsidP="00B27708">
      <w:r>
        <w:t>Le sens de cette supplication n</w:t>
      </w:r>
      <w:r w:rsidR="00987D49">
        <w:t>’</w:t>
      </w:r>
      <w:r>
        <w:t>était pas douteux</w:t>
      </w:r>
      <w:r w:rsidR="00987D49">
        <w:t xml:space="preserve">. </w:t>
      </w:r>
      <w:r>
        <w:t xml:space="preserve">Les misérables désiraient rentrer dans le </w:t>
      </w:r>
      <w:r w:rsidR="00987D49">
        <w:t>« </w:t>
      </w:r>
      <w:r>
        <w:t>Bolide</w:t>
      </w:r>
      <w:r w:rsidR="00987D49">
        <w:t xml:space="preserve"> ». </w:t>
      </w:r>
      <w:r>
        <w:t>Sans quoi</w:t>
      </w:r>
      <w:r w:rsidR="00987D49">
        <w:t xml:space="preserve">, </w:t>
      </w:r>
      <w:r>
        <w:t>ils étaient condamnés à une mort affreuse par asphyxie</w:t>
      </w:r>
      <w:r w:rsidR="00987D49">
        <w:t xml:space="preserve">, </w:t>
      </w:r>
      <w:r>
        <w:t>lorsque leur provision d</w:t>
      </w:r>
      <w:r w:rsidR="00987D49">
        <w:t>’</w:t>
      </w:r>
      <w:r>
        <w:t>air serait tarie</w:t>
      </w:r>
      <w:r w:rsidR="00987D49">
        <w:t xml:space="preserve">. </w:t>
      </w:r>
      <w:r>
        <w:t>Aussi imploraient-ils leur pardon</w:t>
      </w:r>
      <w:r w:rsidR="00987D49">
        <w:t xml:space="preserve">. </w:t>
      </w:r>
      <w:r>
        <w:t>Cette lâcheté avait quelque chose d</w:t>
      </w:r>
      <w:r w:rsidR="00987D49">
        <w:t>’</w:t>
      </w:r>
      <w:r>
        <w:t>abject</w:t>
      </w:r>
      <w:r w:rsidR="00987D49">
        <w:t xml:space="preserve">. </w:t>
      </w:r>
      <w:r>
        <w:t>Toutefois</w:t>
      </w:r>
      <w:r w:rsidR="00987D49">
        <w:t xml:space="preserve">, </w:t>
      </w:r>
      <w:r>
        <w:t>il était bien difficile de rester indifférent en présence de ces deux humains que guettait le trépas</w:t>
      </w:r>
      <w:r w:rsidR="00987D49">
        <w:t>…</w:t>
      </w:r>
    </w:p>
    <w:p w14:paraId="0A450306" w14:textId="77777777" w:rsidR="00987D49" w:rsidRDefault="00B27708" w:rsidP="00B27708">
      <w:r>
        <w:t>La chère Hélène s</w:t>
      </w:r>
      <w:r w:rsidR="00987D49">
        <w:t>’</w:t>
      </w:r>
      <w:r>
        <w:t>en émut la première</w:t>
      </w:r>
      <w:r w:rsidR="00987D49">
        <w:t>.</w:t>
      </w:r>
    </w:p>
    <w:p w14:paraId="32C01F63" w14:textId="77777777" w:rsidR="00987D49" w:rsidRDefault="00987D49" w:rsidP="00B27708">
      <w:r>
        <w:rPr>
          <w:rFonts w:eastAsia="Georgia"/>
        </w:rPr>
        <w:t>— </w:t>
      </w:r>
      <w:r w:rsidR="00B27708">
        <w:t>On ne peut pas</w:t>
      </w:r>
      <w:r>
        <w:t xml:space="preserve">, </w:t>
      </w:r>
      <w:r w:rsidR="00B27708">
        <w:t>dit-elle</w:t>
      </w:r>
      <w:r>
        <w:t xml:space="preserve">, </w:t>
      </w:r>
      <w:r w:rsidR="00B27708">
        <w:t>les abandonner</w:t>
      </w:r>
      <w:r>
        <w:t>…</w:t>
      </w:r>
    </w:p>
    <w:p w14:paraId="600C84B9" w14:textId="77777777" w:rsidR="00987D49" w:rsidRDefault="00987D49" w:rsidP="00B27708">
      <w:r>
        <w:rPr>
          <w:rFonts w:eastAsia="Georgia"/>
        </w:rPr>
        <w:t>— </w:t>
      </w:r>
      <w:r w:rsidR="00B27708">
        <w:t>N</w:t>
      </w:r>
      <w:r>
        <w:t>’</w:t>
      </w:r>
      <w:r w:rsidR="00B27708">
        <w:t>est-ce pas</w:t>
      </w:r>
      <w:r>
        <w:t xml:space="preserve">, </w:t>
      </w:r>
      <w:r w:rsidR="00B27708">
        <w:t>justement</w:t>
      </w:r>
      <w:r>
        <w:t xml:space="preserve">, </w:t>
      </w:r>
      <w:r w:rsidR="00B27708">
        <w:t>le sort qu</w:t>
      </w:r>
      <w:r>
        <w:t>’</w:t>
      </w:r>
      <w:r w:rsidR="00B27708">
        <w:t>ils nous réservaient</w:t>
      </w:r>
      <w:r>
        <w:t xml:space="preserve">, </w:t>
      </w:r>
      <w:r w:rsidR="00B27708">
        <w:t>répliqua froidement le chef</w:t>
      </w:r>
      <w:r>
        <w:t>.</w:t>
      </w:r>
    </w:p>
    <w:p w14:paraId="24A0299B" w14:textId="77777777" w:rsidR="00987D49" w:rsidRDefault="00987D49" w:rsidP="00B27708">
      <w:r>
        <w:rPr>
          <w:rFonts w:eastAsia="Georgia"/>
        </w:rPr>
        <w:t>— </w:t>
      </w:r>
      <w:r w:rsidR="00B27708">
        <w:t>Tout de même</w:t>
      </w:r>
      <w:r>
        <w:t xml:space="preserve">, </w:t>
      </w:r>
      <w:r w:rsidR="00B27708">
        <w:t>insista la jeune fille</w:t>
      </w:r>
      <w:r>
        <w:t xml:space="preserve">, </w:t>
      </w:r>
      <w:r w:rsidR="00B27708">
        <w:t>il est barbare de leur appliquer la peine du talion</w:t>
      </w:r>
      <w:r>
        <w:t xml:space="preserve">. </w:t>
      </w:r>
      <w:r w:rsidR="00B27708">
        <w:t>Leur cruauté n</w:t>
      </w:r>
      <w:r>
        <w:t>’</w:t>
      </w:r>
      <w:r w:rsidR="00B27708">
        <w:t>excuserait pas la nôtre</w:t>
      </w:r>
      <w:r>
        <w:t xml:space="preserve">. </w:t>
      </w:r>
      <w:r w:rsidR="00B27708">
        <w:t>Ils méritent d</w:t>
      </w:r>
      <w:r>
        <w:t>’</w:t>
      </w:r>
      <w:r w:rsidR="00B27708">
        <w:t>être jugés et condamnés</w:t>
      </w:r>
      <w:r>
        <w:t xml:space="preserve">. </w:t>
      </w:r>
      <w:r w:rsidR="00B27708">
        <w:t>Mais est-il digne de nous</w:t>
      </w:r>
      <w:r>
        <w:t xml:space="preserve">, </w:t>
      </w:r>
      <w:r w:rsidR="00B27708">
        <w:t>de les condamner sans les juger</w:t>
      </w:r>
      <w:r>
        <w:t> ?</w:t>
      </w:r>
    </w:p>
    <w:p w14:paraId="6881601B" w14:textId="77777777" w:rsidR="00987D49" w:rsidRDefault="00987D49" w:rsidP="00B27708">
      <w:r>
        <w:rPr>
          <w:rFonts w:eastAsia="Georgia"/>
        </w:rPr>
        <w:t>— </w:t>
      </w:r>
      <w:r w:rsidR="00B27708">
        <w:t>Reste-t-il un doute sur leur culpabilité</w:t>
      </w:r>
      <w:r>
        <w:t xml:space="preserve"> ? </w:t>
      </w:r>
      <w:r w:rsidR="00B27708">
        <w:t>dit encore Pierre</w:t>
      </w:r>
      <w:r>
        <w:t>.</w:t>
      </w:r>
    </w:p>
    <w:p w14:paraId="259B4D62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Les condamner</w:t>
      </w:r>
      <w:r>
        <w:t xml:space="preserve">, </w:t>
      </w:r>
      <w:r w:rsidR="00B27708">
        <w:t>soit</w:t>
      </w:r>
      <w:r>
        <w:t xml:space="preserve"> ! </w:t>
      </w:r>
      <w:r w:rsidR="00B27708">
        <w:t>reprit Hélène</w:t>
      </w:r>
      <w:r>
        <w:t xml:space="preserve"> : </w:t>
      </w:r>
      <w:r w:rsidR="00B27708">
        <w:t>Mais les exécuter</w:t>
      </w:r>
      <w:r>
        <w:t xml:space="preserve"> !… </w:t>
      </w:r>
      <w:r w:rsidR="00B27708">
        <w:t>Faire besogne de bourreau</w:t>
      </w:r>
      <w:r>
        <w:t>…</w:t>
      </w:r>
    </w:p>
    <w:p w14:paraId="26C519B5" w14:textId="77777777" w:rsidR="00987D49" w:rsidRDefault="00B27708" w:rsidP="00B27708">
      <w:r>
        <w:t>À mon tour</w:t>
      </w:r>
      <w:r w:rsidR="00987D49">
        <w:t xml:space="preserve">, </w:t>
      </w:r>
      <w:r>
        <w:t>j</w:t>
      </w:r>
      <w:r w:rsidR="00987D49">
        <w:t>’</w:t>
      </w:r>
      <w:r>
        <w:t>intervins</w:t>
      </w:r>
      <w:r w:rsidR="00987D49">
        <w:t xml:space="preserve">, </w:t>
      </w:r>
      <w:r>
        <w:t>dans le même sens</w:t>
      </w:r>
      <w:r w:rsidR="00987D49">
        <w:t> :</w:t>
      </w:r>
    </w:p>
    <w:p w14:paraId="7ED27D0E" w14:textId="77777777" w:rsidR="00987D49" w:rsidRDefault="00987D49" w:rsidP="00B27708">
      <w:r>
        <w:rPr>
          <w:rFonts w:eastAsia="Georgia"/>
        </w:rPr>
        <w:t>— </w:t>
      </w:r>
      <w:r w:rsidR="00B27708">
        <w:t>Tout à l</w:t>
      </w:r>
      <w:r>
        <w:t>’</w:t>
      </w:r>
      <w:r w:rsidR="00B27708">
        <w:t>heure</w:t>
      </w:r>
      <w:r>
        <w:t xml:space="preserve">, </w:t>
      </w:r>
      <w:r w:rsidR="00B27708">
        <w:t>en présence de la bataille qui mettait aux prises les êtres à deux dimensions</w:t>
      </w:r>
      <w:r>
        <w:t xml:space="preserve">, </w:t>
      </w:r>
      <w:r w:rsidR="00B27708">
        <w:t>nous avons joué le rôle d</w:t>
      </w:r>
      <w:r>
        <w:t>’</w:t>
      </w:r>
      <w:r w:rsidR="00B27708">
        <w:t>êtres supérieurs</w:t>
      </w:r>
      <w:r>
        <w:t xml:space="preserve">, </w:t>
      </w:r>
      <w:r w:rsidR="00B27708">
        <w:t>de Providence</w:t>
      </w:r>
      <w:r>
        <w:t xml:space="preserve">… </w:t>
      </w:r>
      <w:r w:rsidR="00B27708">
        <w:t>Serons-nous aussi implacables que les êtres inférieurs qui se massacraient à nos pieds</w:t>
      </w:r>
      <w:r>
        <w:t> ?</w:t>
      </w:r>
    </w:p>
    <w:p w14:paraId="6BCB4C20" w14:textId="77777777" w:rsidR="00987D49" w:rsidRDefault="00987D49" w:rsidP="00B27708">
      <w:r>
        <w:rPr>
          <w:rFonts w:eastAsia="Georgia"/>
        </w:rPr>
        <w:t>— </w:t>
      </w:r>
      <w:r w:rsidR="00B27708">
        <w:t>Qui a commencé</w:t>
      </w:r>
      <w:r>
        <w:t xml:space="preserve"> ? </w:t>
      </w:r>
      <w:r w:rsidR="00B27708">
        <w:t>riposta sèchement Pierre</w:t>
      </w:r>
      <w:r>
        <w:t>.</w:t>
      </w:r>
    </w:p>
    <w:p w14:paraId="7F836429" w14:textId="77777777" w:rsidR="00987D49" w:rsidRDefault="00B27708" w:rsidP="00B27708">
      <w:r>
        <w:t>René proposa un moyen terme</w:t>
      </w:r>
      <w:r w:rsidR="00987D49">
        <w:t>.</w:t>
      </w:r>
    </w:p>
    <w:p w14:paraId="020AD6A5" w14:textId="77777777" w:rsidR="00987D49" w:rsidRDefault="00987D49" w:rsidP="00B27708">
      <w:r>
        <w:rPr>
          <w:rFonts w:eastAsia="Georgia"/>
        </w:rPr>
        <w:t>— </w:t>
      </w:r>
      <w:r w:rsidR="00B27708">
        <w:t>On pourrait</w:t>
      </w:r>
      <w:r>
        <w:t xml:space="preserve">, </w:t>
      </w:r>
      <w:r w:rsidR="00B27708">
        <w:t>peut-être</w:t>
      </w:r>
      <w:r>
        <w:t xml:space="preserve">, </w:t>
      </w:r>
      <w:r w:rsidR="00B27708">
        <w:t>suggéra-t-il</w:t>
      </w:r>
      <w:r>
        <w:t xml:space="preserve">, </w:t>
      </w:r>
      <w:r w:rsidR="00B27708">
        <w:t>se contenter de les mettre dans l</w:t>
      </w:r>
      <w:r>
        <w:t>’</w:t>
      </w:r>
      <w:r w:rsidR="00B27708">
        <w:t>impossibilité de nuire</w:t>
      </w:r>
      <w:r>
        <w:t xml:space="preserve">. </w:t>
      </w:r>
      <w:r w:rsidR="00B27708">
        <w:t>Hélène a raison</w:t>
      </w:r>
      <w:r>
        <w:t xml:space="preserve">. </w:t>
      </w:r>
      <w:r w:rsidR="00B27708">
        <w:t>Il serait indigne de nous de les condamner sans les entendre</w:t>
      </w:r>
      <w:r>
        <w:t xml:space="preserve">, </w:t>
      </w:r>
      <w:r w:rsidR="00B27708">
        <w:t>et surtout de participer à leur exécution</w:t>
      </w:r>
      <w:r>
        <w:t xml:space="preserve">. </w:t>
      </w:r>
      <w:r w:rsidR="00B27708">
        <w:t>En les laissant mourir par asphyxie</w:t>
      </w:r>
      <w:r>
        <w:t xml:space="preserve">, </w:t>
      </w:r>
      <w:r w:rsidR="00B27708">
        <w:t>nous nous ferions exactement leurs bourreaux</w:t>
      </w:r>
      <w:r>
        <w:t xml:space="preserve">. </w:t>
      </w:r>
      <w:r w:rsidR="00B27708">
        <w:t>Et puis nous devrions</w:t>
      </w:r>
      <w:r>
        <w:t xml:space="preserve">, </w:t>
      </w:r>
      <w:r w:rsidR="00B27708">
        <w:t>par les hublots et le cœlostat</w:t>
      </w:r>
      <w:r>
        <w:t xml:space="preserve">, </w:t>
      </w:r>
      <w:r w:rsidR="00B27708">
        <w:t>assister à leur agonie</w:t>
      </w:r>
      <w:r>
        <w:t xml:space="preserve">. </w:t>
      </w:r>
      <w:r w:rsidR="00B27708">
        <w:t>Je doute</w:t>
      </w:r>
      <w:r>
        <w:t xml:space="preserve">, </w:t>
      </w:r>
      <w:r w:rsidR="00B27708">
        <w:t>quant à moi</w:t>
      </w:r>
      <w:r>
        <w:t xml:space="preserve">, </w:t>
      </w:r>
      <w:r w:rsidR="00B27708">
        <w:t>d</w:t>
      </w:r>
      <w:r>
        <w:t>’</w:t>
      </w:r>
      <w:r w:rsidR="00B27708">
        <w:t>en avoir la force</w:t>
      </w:r>
      <w:r>
        <w:t xml:space="preserve">. </w:t>
      </w:r>
      <w:r w:rsidR="00B27708">
        <w:t>Et je suis bien sûr que ma sœur ne peut supporter un tel spectacle</w:t>
      </w:r>
      <w:r>
        <w:t>…</w:t>
      </w:r>
    </w:p>
    <w:p w14:paraId="4B2CB07E" w14:textId="77777777" w:rsidR="00987D49" w:rsidRDefault="00B27708" w:rsidP="00B27708">
      <w:r>
        <w:t>Cet argument parut faire quelque impression sur le chef</w:t>
      </w:r>
      <w:r w:rsidR="00987D49">
        <w:t xml:space="preserve">. </w:t>
      </w:r>
      <w:r>
        <w:t>Il fit un mouvement vers la porte</w:t>
      </w:r>
      <w:r w:rsidR="00987D49">
        <w:t xml:space="preserve">, </w:t>
      </w:r>
      <w:r>
        <w:t>puis s</w:t>
      </w:r>
      <w:r w:rsidR="00987D49">
        <w:t>’</w:t>
      </w:r>
      <w:r>
        <w:t>arrêta hésitant encore</w:t>
      </w:r>
      <w:r w:rsidR="00987D49">
        <w:t xml:space="preserve">. </w:t>
      </w:r>
      <w:r>
        <w:t>Mais Hélène s</w:t>
      </w:r>
      <w:r w:rsidR="00987D49">
        <w:t>’</w:t>
      </w:r>
      <w:r>
        <w:t>écria</w:t>
      </w:r>
      <w:r w:rsidR="00987D49">
        <w:t> :</w:t>
      </w:r>
    </w:p>
    <w:p w14:paraId="7FDAF30C" w14:textId="77777777" w:rsidR="00987D49" w:rsidRDefault="00987D49" w:rsidP="00B27708">
      <w:r>
        <w:rPr>
          <w:rFonts w:eastAsia="Georgia"/>
        </w:rPr>
        <w:t>— </w:t>
      </w:r>
      <w:r w:rsidR="00B27708">
        <w:t>Pierre</w:t>
      </w:r>
      <w:r>
        <w:t xml:space="preserve">, </w:t>
      </w:r>
      <w:r w:rsidR="00B27708">
        <w:t>si vous m</w:t>
      </w:r>
      <w:r>
        <w:t>’</w:t>
      </w:r>
      <w:r w:rsidR="00B27708">
        <w:t>aimez</w:t>
      </w:r>
      <w:r>
        <w:t xml:space="preserve">, </w:t>
      </w:r>
      <w:r w:rsidR="00B27708">
        <w:t>donnez-moi leur grâce</w:t>
      </w:r>
      <w:r>
        <w:t xml:space="preserve"> ! </w:t>
      </w:r>
      <w:r w:rsidR="00B27708">
        <w:t>Je perdrai à jamais le sommeil et la sérénité de la conscience si j</w:t>
      </w:r>
      <w:r>
        <w:t>’</w:t>
      </w:r>
      <w:r w:rsidR="00B27708">
        <w:t>assiste à la mort de ces deux hommes</w:t>
      </w:r>
      <w:r>
        <w:t xml:space="preserve">, </w:t>
      </w:r>
      <w:r w:rsidR="00B27708">
        <w:t>à ce meurtre froidement résolu et accompli</w:t>
      </w:r>
      <w:r>
        <w:t xml:space="preserve">, </w:t>
      </w:r>
      <w:r w:rsidR="00B27708">
        <w:t>même avec la certitude qu</w:t>
      </w:r>
      <w:r>
        <w:t>’</w:t>
      </w:r>
      <w:r w:rsidR="00B27708">
        <w:t>ils ont mérité leur sort</w:t>
      </w:r>
      <w:r>
        <w:t>…</w:t>
      </w:r>
    </w:p>
    <w:p w14:paraId="77CC850A" w14:textId="77777777" w:rsidR="00987D49" w:rsidRDefault="00987D49" w:rsidP="00B27708">
      <w:r>
        <w:rPr>
          <w:rFonts w:eastAsia="Georgia"/>
        </w:rPr>
        <w:t>— </w:t>
      </w:r>
      <w:r w:rsidR="00B27708">
        <w:t>C</w:t>
      </w:r>
      <w:r>
        <w:t>’</w:t>
      </w:r>
      <w:r w:rsidR="00B27708">
        <w:t>est bien</w:t>
      </w:r>
      <w:r>
        <w:t xml:space="preserve">, </w:t>
      </w:r>
      <w:r w:rsidR="00B27708">
        <w:t>dit-il</w:t>
      </w:r>
      <w:r>
        <w:t xml:space="preserve">. </w:t>
      </w:r>
      <w:r w:rsidR="00B27708">
        <w:t>Pour l</w:t>
      </w:r>
      <w:r>
        <w:t>’</w:t>
      </w:r>
      <w:r w:rsidR="00B27708">
        <w:t>amour de vous</w:t>
      </w:r>
      <w:r>
        <w:t xml:space="preserve">, </w:t>
      </w:r>
      <w:r w:rsidR="00B27708">
        <w:t>ma chérie</w:t>
      </w:r>
      <w:r>
        <w:t xml:space="preserve">, </w:t>
      </w:r>
      <w:r w:rsidR="00B27708">
        <w:t>je consens à faire grâce et à permettre à ces assassins l</w:t>
      </w:r>
      <w:r>
        <w:t>’</w:t>
      </w:r>
      <w:r w:rsidR="00B27708">
        <w:t>accès de l</w:t>
      </w:r>
      <w:r>
        <w:t>’</w:t>
      </w:r>
      <w:r w:rsidR="00B27708">
        <w:t>astronef</w:t>
      </w:r>
      <w:r>
        <w:t xml:space="preserve">. </w:t>
      </w:r>
      <w:r w:rsidR="00B27708">
        <w:t>Mais il faut prendre des dispositions pour les mettre désormais tous deux hors d</w:t>
      </w:r>
      <w:r>
        <w:t>’</w:t>
      </w:r>
      <w:r w:rsidR="00B27708">
        <w:t>état de faire le mal</w:t>
      </w:r>
      <w:r>
        <w:t xml:space="preserve">. </w:t>
      </w:r>
      <w:r w:rsidR="00B27708">
        <w:t>Dès l</w:t>
      </w:r>
      <w:r>
        <w:t>’</w:t>
      </w:r>
      <w:r w:rsidR="00B27708">
        <w:t>entrée du premier</w:t>
      </w:r>
      <w:r>
        <w:t xml:space="preserve">, </w:t>
      </w:r>
      <w:r w:rsidR="00B27708">
        <w:t xml:space="preserve">René et Calais le </w:t>
      </w:r>
      <w:r w:rsidR="00B27708">
        <w:lastRenderedPageBreak/>
        <w:t>saisiront et le mettront aux fers</w:t>
      </w:r>
      <w:r>
        <w:t xml:space="preserve">. </w:t>
      </w:r>
      <w:r w:rsidR="00B27708">
        <w:t>L</w:t>
      </w:r>
      <w:r>
        <w:t>’</w:t>
      </w:r>
      <w:r w:rsidR="00B27708">
        <w:t>entrée ne sera permise au deuxième qu</w:t>
      </w:r>
      <w:r>
        <w:t>’</w:t>
      </w:r>
      <w:r w:rsidR="00B27708">
        <w:t>après cette opération</w:t>
      </w:r>
      <w:r>
        <w:t xml:space="preserve">, </w:t>
      </w:r>
      <w:r w:rsidR="00B27708">
        <w:t>qu</w:t>
      </w:r>
      <w:r>
        <w:t>’</w:t>
      </w:r>
      <w:r w:rsidR="00B27708">
        <w:t>il devra subir à son tour</w:t>
      </w:r>
      <w:r>
        <w:t>.</w:t>
      </w:r>
    </w:p>
    <w:p w14:paraId="5C3EF3E0" w14:textId="77777777" w:rsidR="00987D49" w:rsidRDefault="00B27708" w:rsidP="00B27708">
      <w:r>
        <w:t>Ce fut à ce moment que survint la plus terrifiante péripétie de notre fantastique voyage</w:t>
      </w:r>
      <w:r w:rsidR="00987D49">
        <w:t>…</w:t>
      </w:r>
    </w:p>
    <w:p w14:paraId="310DAAA9" w14:textId="7C18BE06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52" w:name="__RefHeading__91178_553960937"/>
      <w:bookmarkStart w:id="53" w:name="bookmark24"/>
      <w:bookmarkStart w:id="54" w:name="_Toc194838876"/>
      <w:bookmarkEnd w:id="52"/>
      <w:r>
        <w:lastRenderedPageBreak/>
        <w:t>X</w:t>
      </w:r>
      <w:bookmarkEnd w:id="53"/>
      <w:r>
        <w:t>VIII</w:t>
      </w:r>
      <w:r>
        <w:br/>
      </w:r>
      <w:r>
        <w:br/>
        <w:t>La quatrième dimension</w:t>
      </w:r>
      <w:bookmarkEnd w:id="54"/>
    </w:p>
    <w:p w14:paraId="18117051" w14:textId="77777777" w:rsidR="00987D49" w:rsidRDefault="00B27708" w:rsidP="00B27708">
      <w:r>
        <w:t>Je me penchai sur le miroir du cœlostat</w:t>
      </w:r>
      <w:r w:rsidR="00987D49">
        <w:t xml:space="preserve">, </w:t>
      </w:r>
      <w:r>
        <w:t>afin de voir où se tenaient les deux condamnés graciés</w:t>
      </w:r>
      <w:r w:rsidR="00987D49">
        <w:t xml:space="preserve">, </w:t>
      </w:r>
      <w:r>
        <w:t>avant d</w:t>
      </w:r>
      <w:r w:rsidR="00987D49">
        <w:t>’</w:t>
      </w:r>
      <w:r>
        <w:t>aller leur ouvrir la porte d</w:t>
      </w:r>
      <w:r w:rsidR="00987D49">
        <w:t>’</w:t>
      </w:r>
      <w:r>
        <w:t>accès à l</w:t>
      </w:r>
      <w:r w:rsidR="00987D49">
        <w:t>’</w:t>
      </w:r>
      <w:r>
        <w:t>écluse d</w:t>
      </w:r>
      <w:r w:rsidR="00987D49">
        <w:t>’</w:t>
      </w:r>
      <w:r>
        <w:t>air</w:t>
      </w:r>
      <w:r w:rsidR="00987D49">
        <w:t>.</w:t>
      </w:r>
    </w:p>
    <w:p w14:paraId="7BE0B4FA" w14:textId="77777777" w:rsidR="00987D49" w:rsidRDefault="00B27708" w:rsidP="00B27708">
      <w:r>
        <w:t>Et je poussai un cri d</w:t>
      </w:r>
      <w:r w:rsidR="00987D49">
        <w:t>’</w:t>
      </w:r>
      <w:r>
        <w:t>horreur</w:t>
      </w:r>
      <w:r w:rsidR="00987D49">
        <w:t>…</w:t>
      </w:r>
    </w:p>
    <w:p w14:paraId="6FD9B5DA" w14:textId="77777777" w:rsidR="00987D49" w:rsidRDefault="00B27708" w:rsidP="00B27708">
      <w:r>
        <w:t>Je venais de voir apparaître</w:t>
      </w:r>
      <w:r w:rsidR="00987D49">
        <w:t xml:space="preserve">, </w:t>
      </w:r>
      <w:r>
        <w:t>à la place même où gesticulaient</w:t>
      </w:r>
      <w:r w:rsidR="00987D49">
        <w:t xml:space="preserve">, </w:t>
      </w:r>
      <w:r>
        <w:t>un instant plus tôt</w:t>
      </w:r>
      <w:r w:rsidR="00987D49">
        <w:t xml:space="preserve">, </w:t>
      </w:r>
      <w:r>
        <w:t>nos deux traîtres</w:t>
      </w:r>
      <w:r w:rsidR="00987D49">
        <w:t xml:space="preserve">, </w:t>
      </w:r>
      <w:r>
        <w:t>une chose innommable</w:t>
      </w:r>
      <w:r w:rsidR="00987D49">
        <w:t xml:space="preserve">, </w:t>
      </w:r>
      <w:r>
        <w:t>énorme</w:t>
      </w:r>
      <w:r w:rsidR="00987D49">
        <w:t xml:space="preserve">, </w:t>
      </w:r>
      <w:r>
        <w:t>indescriptible</w:t>
      </w:r>
      <w:r w:rsidR="00987D49">
        <w:t xml:space="preserve">, </w:t>
      </w:r>
      <w:r>
        <w:t>ne ressemblant en rien à ce que peut concevoir un cerveau d</w:t>
      </w:r>
      <w:r w:rsidR="00987D49">
        <w:t>’</w:t>
      </w:r>
      <w:r>
        <w:t>homme</w:t>
      </w:r>
      <w:r w:rsidR="00987D49">
        <w:t xml:space="preserve">, </w:t>
      </w:r>
      <w:r>
        <w:t>et qui</w:t>
      </w:r>
      <w:r w:rsidR="00987D49">
        <w:t xml:space="preserve">, </w:t>
      </w:r>
      <w:r>
        <w:t>j</w:t>
      </w:r>
      <w:r w:rsidR="00987D49">
        <w:t>’</w:t>
      </w:r>
      <w:r>
        <w:t>étais prêt à le jurer sur mon salut</w:t>
      </w:r>
      <w:r w:rsidR="00987D49">
        <w:t xml:space="preserve">, </w:t>
      </w:r>
      <w:r>
        <w:t>n</w:t>
      </w:r>
      <w:r w:rsidR="00987D49">
        <w:t>’</w:t>
      </w:r>
      <w:r>
        <w:t>était pas présente</w:t>
      </w:r>
      <w:r w:rsidR="00987D49">
        <w:t xml:space="preserve">, </w:t>
      </w:r>
      <w:r>
        <w:t>la seconde précédente</w:t>
      </w:r>
      <w:r w:rsidR="00987D49">
        <w:t>…</w:t>
      </w:r>
    </w:p>
    <w:p w14:paraId="5999D751" w14:textId="77777777" w:rsidR="00987D49" w:rsidRDefault="00B27708" w:rsidP="00B27708">
      <w:r>
        <w:t>Accourus à mon cri</w:t>
      </w:r>
      <w:r w:rsidR="00987D49">
        <w:t xml:space="preserve">, </w:t>
      </w:r>
      <w:r>
        <w:t>mes compagnons regardèrent</w:t>
      </w:r>
      <w:r w:rsidR="00987D49">
        <w:t xml:space="preserve">. </w:t>
      </w:r>
      <w:r>
        <w:t>Comme moi</w:t>
      </w:r>
      <w:r w:rsidR="00987D49">
        <w:t xml:space="preserve">, </w:t>
      </w:r>
      <w:r>
        <w:t>ils furent saisis d</w:t>
      </w:r>
      <w:r w:rsidR="00987D49">
        <w:t>’</w:t>
      </w:r>
      <w:r>
        <w:t>effroi</w:t>
      </w:r>
      <w:r w:rsidR="00987D49">
        <w:t>…</w:t>
      </w:r>
    </w:p>
    <w:p w14:paraId="02B032AD" w14:textId="77777777" w:rsidR="00987D49" w:rsidRDefault="00B27708" w:rsidP="00B27708">
      <w:r>
        <w:t>Que l</w:t>
      </w:r>
      <w:r w:rsidR="00987D49">
        <w:t>’</w:t>
      </w:r>
      <w:r>
        <w:t>on imagine une masse informe</w:t>
      </w:r>
      <w:r w:rsidR="00987D49">
        <w:t xml:space="preserve">, </w:t>
      </w:r>
      <w:r>
        <w:t>mouvante</w:t>
      </w:r>
      <w:r w:rsidR="00987D49">
        <w:t xml:space="preserve">, </w:t>
      </w:r>
      <w:r>
        <w:t>plastique</w:t>
      </w:r>
      <w:r w:rsidR="00987D49">
        <w:t xml:space="preserve">. </w:t>
      </w:r>
      <w:r>
        <w:t>Quelque chose comme un rocher mou qui s</w:t>
      </w:r>
      <w:r w:rsidR="00987D49">
        <w:t>’</w:t>
      </w:r>
      <w:r>
        <w:t>étalait sur le sol et se déplaçait lentement</w:t>
      </w:r>
      <w:r w:rsidR="00987D49">
        <w:t xml:space="preserve">, </w:t>
      </w:r>
      <w:r>
        <w:t>ainsi qu</w:t>
      </w:r>
      <w:r w:rsidR="00987D49">
        <w:t>’</w:t>
      </w:r>
      <w:r>
        <w:t>une larve géante</w:t>
      </w:r>
      <w:r w:rsidR="00987D49">
        <w:t xml:space="preserve">. </w:t>
      </w:r>
      <w:r>
        <w:t>La base du rocher vivant adhérait au sol</w:t>
      </w:r>
      <w:r w:rsidR="00987D49">
        <w:t xml:space="preserve">, </w:t>
      </w:r>
      <w:r>
        <w:t>à la manière d</w:t>
      </w:r>
      <w:r w:rsidR="00987D49">
        <w:t>’</w:t>
      </w:r>
      <w:r>
        <w:t>une limace</w:t>
      </w:r>
      <w:r w:rsidR="00987D49">
        <w:t xml:space="preserve">. </w:t>
      </w:r>
      <w:r>
        <w:t>Ses contours gluants se contractaient et se dilataient tour à tour</w:t>
      </w:r>
      <w:r w:rsidR="00987D49">
        <w:t xml:space="preserve">, </w:t>
      </w:r>
      <w:r>
        <w:t>pour assurer le mouvement de reptation qui permettait cette progression glissante</w:t>
      </w:r>
      <w:r w:rsidR="00987D49">
        <w:t xml:space="preserve">, </w:t>
      </w:r>
      <w:r>
        <w:t>énervante jusqu</w:t>
      </w:r>
      <w:r w:rsidR="00987D49">
        <w:t>’</w:t>
      </w:r>
      <w:r>
        <w:t>à l</w:t>
      </w:r>
      <w:r w:rsidR="00987D49">
        <w:t>’</w:t>
      </w:r>
      <w:r>
        <w:t>écœurement</w:t>
      </w:r>
      <w:r w:rsidR="00987D49">
        <w:t xml:space="preserve">. </w:t>
      </w:r>
      <w:r>
        <w:t>Le sommet de l</w:t>
      </w:r>
      <w:r w:rsidR="00987D49">
        <w:t>’</w:t>
      </w:r>
      <w:r>
        <w:t>objet inconnu était animé d</w:t>
      </w:r>
      <w:r w:rsidR="00987D49">
        <w:t>’</w:t>
      </w:r>
      <w:r>
        <w:t>un mouvement semblable à un hochement de tête</w:t>
      </w:r>
      <w:r w:rsidR="00987D49">
        <w:t xml:space="preserve">, </w:t>
      </w:r>
      <w:r>
        <w:t>et dont la vision était hallucinante</w:t>
      </w:r>
      <w:r w:rsidR="00987D49">
        <w:t>…</w:t>
      </w:r>
    </w:p>
    <w:p w14:paraId="3333E30D" w14:textId="77777777" w:rsidR="00987D49" w:rsidRDefault="00B27708" w:rsidP="00B27708">
      <w:r>
        <w:t>Dans la blancheur totale</w:t>
      </w:r>
      <w:r w:rsidR="00987D49">
        <w:t xml:space="preserve">, </w:t>
      </w:r>
      <w:r>
        <w:t>la transparence parfaite</w:t>
      </w:r>
      <w:r w:rsidR="00987D49">
        <w:t xml:space="preserve">, </w:t>
      </w:r>
      <w:r>
        <w:t xml:space="preserve">qui donnaient à </w:t>
      </w:r>
      <w:r w:rsidR="00987D49">
        <w:t>Phœbé II</w:t>
      </w:r>
      <w:r>
        <w:t xml:space="preserve"> cette pureté sereine et glacée dont s</w:t>
      </w:r>
      <w:r w:rsidR="00987D49">
        <w:t>’</w:t>
      </w:r>
      <w:r>
        <w:t>imprégnaient depuis treize fois vingt-quatre heures nos regards charmés</w:t>
      </w:r>
      <w:r w:rsidR="00987D49">
        <w:t xml:space="preserve">, </w:t>
      </w:r>
      <w:r>
        <w:t>la brusque apparition de la Chose immonde</w:t>
      </w:r>
      <w:r w:rsidR="00987D49">
        <w:t xml:space="preserve">, </w:t>
      </w:r>
      <w:r>
        <w:t>fut comme une insulte abominable et dégradante</w:t>
      </w:r>
      <w:r w:rsidR="00987D49">
        <w:t> :</w:t>
      </w:r>
    </w:p>
    <w:p w14:paraId="00CB60BD" w14:textId="77777777" w:rsidR="00987D49" w:rsidRDefault="00B27708" w:rsidP="00B27708">
      <w:pPr>
        <w:rPr>
          <w:i/>
          <w:iCs/>
        </w:rPr>
      </w:pPr>
      <w:r>
        <w:lastRenderedPageBreak/>
        <w:t>Du même coup</w:t>
      </w:r>
      <w:r w:rsidR="00987D49">
        <w:t xml:space="preserve">, </w:t>
      </w:r>
      <w:r>
        <w:t>nos deux traîtres avaient disparu</w:t>
      </w:r>
      <w:r w:rsidR="00987D49">
        <w:t xml:space="preserve">, </w:t>
      </w:r>
      <w:r>
        <w:t>écrasés</w:t>
      </w:r>
      <w:r w:rsidR="00987D49">
        <w:t xml:space="preserve">, </w:t>
      </w:r>
      <w:r>
        <w:t>absorbés</w:t>
      </w:r>
      <w:r w:rsidR="00987D49">
        <w:t xml:space="preserve">, </w:t>
      </w:r>
      <w:r>
        <w:t>assimilés</w:t>
      </w:r>
      <w:r w:rsidR="00987D49">
        <w:t xml:space="preserve">. </w:t>
      </w:r>
      <w:r>
        <w:rPr>
          <w:i/>
          <w:iCs/>
        </w:rPr>
        <w:t>La Chose se dandinait à l</w:t>
      </w:r>
      <w:r w:rsidR="00987D49">
        <w:rPr>
          <w:i/>
          <w:iCs/>
        </w:rPr>
        <w:t>’</w:t>
      </w:r>
      <w:r>
        <w:rPr>
          <w:i/>
          <w:iCs/>
        </w:rPr>
        <w:t>emplacement où je les avais vus</w:t>
      </w:r>
      <w:r w:rsidR="00987D49">
        <w:rPr>
          <w:i/>
          <w:iCs/>
        </w:rPr>
        <w:t xml:space="preserve">, </w:t>
      </w:r>
      <w:r>
        <w:rPr>
          <w:i/>
          <w:iCs/>
        </w:rPr>
        <w:t>quelques secondes auparavant</w:t>
      </w:r>
      <w:r w:rsidR="00987D49">
        <w:rPr>
          <w:i/>
          <w:iCs/>
        </w:rPr>
        <w:t>…</w:t>
      </w:r>
    </w:p>
    <w:p w14:paraId="7603F788" w14:textId="77777777" w:rsidR="00987D49" w:rsidRDefault="00B27708" w:rsidP="00B27708">
      <w:r>
        <w:t>Et puis</w:t>
      </w:r>
      <w:r w:rsidR="00987D49">
        <w:t xml:space="preserve">, </w:t>
      </w:r>
      <w:r>
        <w:t>brusquement</w:t>
      </w:r>
      <w:r w:rsidR="00987D49">
        <w:t xml:space="preserve">, </w:t>
      </w:r>
      <w:r>
        <w:t>l</w:t>
      </w:r>
      <w:r w:rsidR="00987D49">
        <w:t>’</w:t>
      </w:r>
      <w:r>
        <w:t>affreuse vision s</w:t>
      </w:r>
      <w:r w:rsidR="00987D49">
        <w:t>’</w:t>
      </w:r>
      <w:r>
        <w:t>évanouit</w:t>
      </w:r>
      <w:r w:rsidR="00987D49">
        <w:t xml:space="preserve">. </w:t>
      </w:r>
      <w:r>
        <w:t>L</w:t>
      </w:r>
      <w:r w:rsidR="00987D49">
        <w:t>’</w:t>
      </w:r>
      <w:r>
        <w:t>éther reprit sa pureté</w:t>
      </w:r>
      <w:r w:rsidR="00987D49">
        <w:t xml:space="preserve">, </w:t>
      </w:r>
      <w:r>
        <w:t>l</w:t>
      </w:r>
      <w:r w:rsidR="00987D49">
        <w:t>’</w:t>
      </w:r>
      <w:r>
        <w:t>astre sa blancheur</w:t>
      </w:r>
      <w:r w:rsidR="00987D49">
        <w:t xml:space="preserve">. </w:t>
      </w:r>
      <w:r>
        <w:t>Le miroir du cœlostat cessa d</w:t>
      </w:r>
      <w:r w:rsidR="00987D49">
        <w:t>’</w:t>
      </w:r>
      <w:r>
        <w:t>être souillé par cette abomination</w:t>
      </w:r>
      <w:r w:rsidR="00987D49">
        <w:t xml:space="preserve">. </w:t>
      </w:r>
      <w:r>
        <w:t>Nous aurions pu penser que nous avions été l</w:t>
      </w:r>
      <w:r w:rsidR="00987D49">
        <w:t>’</w:t>
      </w:r>
      <w:r>
        <w:t>objet d</w:t>
      </w:r>
      <w:r w:rsidR="00987D49">
        <w:t>’</w:t>
      </w:r>
      <w:r>
        <w:t>une hallucination collective</w:t>
      </w:r>
      <w:r w:rsidR="00987D49">
        <w:t xml:space="preserve">, </w:t>
      </w:r>
      <w:r>
        <w:t>sans la disparition des deux révoltés auxquels nous nous préparions à permettre l</w:t>
      </w:r>
      <w:r w:rsidR="00987D49">
        <w:t>’</w:t>
      </w:r>
      <w:r>
        <w:t>accès de l</w:t>
      </w:r>
      <w:r w:rsidR="00987D49">
        <w:t>’</w:t>
      </w:r>
      <w:r>
        <w:t>astronef</w:t>
      </w:r>
      <w:r w:rsidR="00987D49">
        <w:t>…</w:t>
      </w:r>
    </w:p>
    <w:p w14:paraId="47CDE937" w14:textId="77777777" w:rsidR="00987D49" w:rsidRDefault="00B27708" w:rsidP="00B27708">
      <w:r>
        <w:t>Où étaient-ils ces deux hommes</w:t>
      </w:r>
      <w:r w:rsidR="00987D49">
        <w:t xml:space="preserve"> ? </w:t>
      </w:r>
      <w:r>
        <w:t>L</w:t>
      </w:r>
      <w:r w:rsidR="00987D49">
        <w:t>’</w:t>
      </w:r>
      <w:r>
        <w:t>immense plaine ensoleillée était nue</w:t>
      </w:r>
      <w:r w:rsidR="00987D49">
        <w:t xml:space="preserve">, </w:t>
      </w:r>
      <w:r>
        <w:t>déserte</w:t>
      </w:r>
      <w:r w:rsidR="00987D49">
        <w:t xml:space="preserve">. </w:t>
      </w:r>
      <w:r>
        <w:t>Aussi loin que la vue pouvait s</w:t>
      </w:r>
      <w:r w:rsidR="00987D49">
        <w:t>’</w:t>
      </w:r>
      <w:r>
        <w:t>étendre</w:t>
      </w:r>
      <w:r w:rsidR="00987D49">
        <w:t xml:space="preserve">, </w:t>
      </w:r>
      <w:r>
        <w:t xml:space="preserve">aucune trace ne subsistait de </w:t>
      </w:r>
      <w:proofErr w:type="spellStart"/>
      <w:r>
        <w:t>Grimaille</w:t>
      </w:r>
      <w:proofErr w:type="spellEnd"/>
      <w:r>
        <w:t xml:space="preserve"> ni de Fernand</w:t>
      </w:r>
      <w:r w:rsidR="00987D49">
        <w:t xml:space="preserve">. </w:t>
      </w:r>
      <w:r>
        <w:t>On eût dit qu</w:t>
      </w:r>
      <w:r w:rsidR="00987D49">
        <w:t>’</w:t>
      </w:r>
      <w:r>
        <w:t>ils s</w:t>
      </w:r>
      <w:r w:rsidR="00987D49">
        <w:t>’</w:t>
      </w:r>
      <w:r>
        <w:t>étaient volatilisés avec tout leur équipement</w:t>
      </w:r>
      <w:r w:rsidR="00987D49">
        <w:t xml:space="preserve">. </w:t>
      </w:r>
      <w:r>
        <w:t>À la vérité</w:t>
      </w:r>
      <w:r w:rsidR="00987D49">
        <w:t xml:space="preserve">, </w:t>
      </w:r>
      <w:r>
        <w:t>nul ne devait jamais revoir</w:t>
      </w:r>
      <w:r w:rsidR="00987D49">
        <w:t xml:space="preserve">, </w:t>
      </w:r>
      <w:r>
        <w:t xml:space="preserve">ni </w:t>
      </w:r>
      <w:proofErr w:type="spellStart"/>
      <w:r>
        <w:t>Grimaille</w:t>
      </w:r>
      <w:proofErr w:type="spellEnd"/>
      <w:r w:rsidR="00987D49">
        <w:t xml:space="preserve">, </w:t>
      </w:r>
      <w:r>
        <w:t>ni Fernand</w:t>
      </w:r>
      <w:r w:rsidR="00987D49">
        <w:t xml:space="preserve">. </w:t>
      </w:r>
      <w:r>
        <w:t>La clémence de Pierre</w:t>
      </w:r>
      <w:r w:rsidR="00987D49">
        <w:t xml:space="preserve">, </w:t>
      </w:r>
      <w:r>
        <w:t>sa concession aux touchantes prières de la tendre Hélène</w:t>
      </w:r>
      <w:r w:rsidR="00987D49">
        <w:t xml:space="preserve">, </w:t>
      </w:r>
      <w:r>
        <w:t>avait été inutile</w:t>
      </w:r>
      <w:r w:rsidR="00987D49">
        <w:t xml:space="preserve">. </w:t>
      </w:r>
      <w:r>
        <w:t>Une mystérieuse fatalité s</w:t>
      </w:r>
      <w:r w:rsidR="00987D49">
        <w:t>’</w:t>
      </w:r>
      <w:r>
        <w:t>était chargée du châtiment</w:t>
      </w:r>
      <w:r w:rsidR="00987D49">
        <w:t xml:space="preserve">. </w:t>
      </w:r>
      <w:r>
        <w:t>Je sentis</w:t>
      </w:r>
      <w:r w:rsidR="00987D49">
        <w:t xml:space="preserve">, </w:t>
      </w:r>
      <w:r>
        <w:t>cependant</w:t>
      </w:r>
      <w:r w:rsidR="00987D49">
        <w:t xml:space="preserve">, </w:t>
      </w:r>
      <w:r>
        <w:t>en cette minute tragique</w:t>
      </w:r>
      <w:r w:rsidR="00987D49">
        <w:t xml:space="preserve">, </w:t>
      </w:r>
      <w:r>
        <w:t>que la chère créature était contente que les dernières résolutions de Pierre envers les deux malheureux n</w:t>
      </w:r>
      <w:r w:rsidR="00987D49">
        <w:t>’</w:t>
      </w:r>
      <w:r>
        <w:t>eussent pas été impitoyables</w:t>
      </w:r>
      <w:r w:rsidR="00987D49">
        <w:t>…</w:t>
      </w:r>
    </w:p>
    <w:p w14:paraId="520FDD84" w14:textId="77777777" w:rsidR="00987D49" w:rsidRDefault="00B27708" w:rsidP="00B27708">
      <w:r>
        <w:t>Notre première réaction</w:t>
      </w:r>
      <w:r w:rsidR="00987D49">
        <w:t xml:space="preserve">, </w:t>
      </w:r>
      <w:r>
        <w:t>après l</w:t>
      </w:r>
      <w:r w:rsidR="00987D49">
        <w:t>’</w:t>
      </w:r>
      <w:r>
        <w:t>inconcevable événement</w:t>
      </w:r>
      <w:r w:rsidR="00987D49">
        <w:t xml:space="preserve">, </w:t>
      </w:r>
      <w:r>
        <w:t>fut de fuir</w:t>
      </w:r>
      <w:r w:rsidR="00987D49">
        <w:t xml:space="preserve">. </w:t>
      </w:r>
      <w:r>
        <w:t>Le regard de Pierre se dirigea vers les leviers de manœuvre</w:t>
      </w:r>
      <w:r w:rsidR="00987D49">
        <w:t xml:space="preserve">. </w:t>
      </w:r>
      <w:r>
        <w:t>Et nul ne songea d</w:t>
      </w:r>
      <w:r w:rsidR="00987D49">
        <w:t>’</w:t>
      </w:r>
      <w:r>
        <w:t>abord à le contredire</w:t>
      </w:r>
      <w:r w:rsidR="00987D49">
        <w:t xml:space="preserve">, </w:t>
      </w:r>
      <w:r>
        <w:t>lorsque sa voix prononça</w:t>
      </w:r>
      <w:r w:rsidR="00987D49">
        <w:t xml:space="preserve">, </w:t>
      </w:r>
      <w:r>
        <w:t>sans trembler</w:t>
      </w:r>
      <w:r w:rsidR="00987D49">
        <w:t xml:space="preserve">, </w:t>
      </w:r>
      <w:r>
        <w:t>mais avec une sorte de frémissement interne</w:t>
      </w:r>
      <w:r w:rsidR="00987D49">
        <w:t> :</w:t>
      </w:r>
    </w:p>
    <w:p w14:paraId="597A3206" w14:textId="77777777" w:rsidR="00987D49" w:rsidRDefault="00987D49" w:rsidP="00B27708">
      <w:r>
        <w:rPr>
          <w:rFonts w:eastAsia="Georgia"/>
        </w:rPr>
        <w:t>— </w:t>
      </w:r>
      <w:r w:rsidR="00B27708">
        <w:t>Il faut partir</w:t>
      </w:r>
      <w:r>
        <w:t>…</w:t>
      </w:r>
    </w:p>
    <w:p w14:paraId="410860BC" w14:textId="77777777" w:rsidR="00987D49" w:rsidRDefault="00B27708" w:rsidP="00B27708">
      <w:r>
        <w:t>René</w:t>
      </w:r>
      <w:r w:rsidR="00987D49">
        <w:t xml:space="preserve">, </w:t>
      </w:r>
      <w:r>
        <w:t>toutefois</w:t>
      </w:r>
      <w:r w:rsidR="00987D49">
        <w:t xml:space="preserve">, </w:t>
      </w:r>
      <w:r>
        <w:t>fit une moue</w:t>
      </w:r>
      <w:r w:rsidR="00987D49">
        <w:t xml:space="preserve">, </w:t>
      </w:r>
      <w:r>
        <w:t>qui ne pouvait s</w:t>
      </w:r>
      <w:r w:rsidR="00987D49">
        <w:t>’</w:t>
      </w:r>
      <w:r>
        <w:t>interpréter comme une approbation sans réserve</w:t>
      </w:r>
      <w:r w:rsidR="00987D49">
        <w:t>.</w:t>
      </w:r>
    </w:p>
    <w:p w14:paraId="70AF2319" w14:textId="77777777" w:rsidR="00987D49" w:rsidRDefault="00987D49" w:rsidP="00B27708">
      <w:r>
        <w:rPr>
          <w:rFonts w:eastAsia="Georgia"/>
        </w:rPr>
        <w:t>— </w:t>
      </w:r>
      <w:r w:rsidR="00B27708">
        <w:t>Tu as une objection</w:t>
      </w:r>
      <w:r>
        <w:t xml:space="preserve"> ? </w:t>
      </w:r>
      <w:r w:rsidR="00B27708">
        <w:t>demanda brièvement Pierre</w:t>
      </w:r>
      <w:r>
        <w:t>…</w:t>
      </w:r>
    </w:p>
    <w:p w14:paraId="4BFE0D03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Ce n</w:t>
      </w:r>
      <w:r>
        <w:t>’</w:t>
      </w:r>
      <w:r w:rsidR="00B27708">
        <w:t>est pas positivement une objection</w:t>
      </w:r>
      <w:r>
        <w:t xml:space="preserve">. </w:t>
      </w:r>
      <w:r w:rsidR="00B27708">
        <w:t>Je pense comme toi</w:t>
      </w:r>
      <w:r>
        <w:t xml:space="preserve">, </w:t>
      </w:r>
      <w:r w:rsidR="00B27708">
        <w:t>qu</w:t>
      </w:r>
      <w:r>
        <w:t>’</w:t>
      </w:r>
      <w:r w:rsidR="00B27708">
        <w:t>il est temps de faire nos préparatifs pour nous éloigner de ce satellite où l</w:t>
      </w:r>
      <w:r>
        <w:t>’</w:t>
      </w:r>
      <w:r w:rsidR="00B27708">
        <w:t>on peut voir de tels</w:t>
      </w:r>
      <w:r>
        <w:t>…</w:t>
      </w:r>
    </w:p>
    <w:p w14:paraId="574F96C2" w14:textId="77777777" w:rsidR="00987D49" w:rsidRDefault="00B27708" w:rsidP="00B27708">
      <w:r>
        <w:t>Il n</w:t>
      </w:r>
      <w:r w:rsidR="00987D49">
        <w:t>’</w:t>
      </w:r>
      <w:r>
        <w:t>acheva pas</w:t>
      </w:r>
      <w:r w:rsidR="00987D49">
        <w:t xml:space="preserve">. </w:t>
      </w:r>
      <w:r>
        <w:t>Le mot lui manquait pour qualifier la vision d</w:t>
      </w:r>
      <w:r w:rsidR="00987D49">
        <w:t>’</w:t>
      </w:r>
      <w:r>
        <w:t>horreur</w:t>
      </w:r>
      <w:r w:rsidR="00987D49">
        <w:t xml:space="preserve">. </w:t>
      </w:r>
      <w:r>
        <w:t>Après une courte pause</w:t>
      </w:r>
      <w:r w:rsidR="00987D49">
        <w:t xml:space="preserve">, </w:t>
      </w:r>
      <w:r>
        <w:t>il enchaîna</w:t>
      </w:r>
      <w:r w:rsidR="00987D49">
        <w:t xml:space="preserve">, </w:t>
      </w:r>
      <w:r>
        <w:t>d</w:t>
      </w:r>
      <w:r w:rsidR="00987D49">
        <w:t>’</w:t>
      </w:r>
      <w:r>
        <w:t>une voix hésitante</w:t>
      </w:r>
      <w:r w:rsidR="00987D49">
        <w:t xml:space="preserve">, </w:t>
      </w:r>
      <w:r>
        <w:t>comme se parlant à lui-même</w:t>
      </w:r>
      <w:r w:rsidR="00987D49">
        <w:t> :</w:t>
      </w:r>
    </w:p>
    <w:p w14:paraId="6DEC5C32" w14:textId="77777777" w:rsidR="00987D49" w:rsidRDefault="00987D49" w:rsidP="00B27708">
      <w:r>
        <w:rPr>
          <w:rFonts w:eastAsia="Georgia"/>
        </w:rPr>
        <w:t>— </w:t>
      </w:r>
      <w:r w:rsidR="00B27708">
        <w:t>Il est temps de toute façon</w:t>
      </w:r>
      <w:r>
        <w:t xml:space="preserve">. </w:t>
      </w:r>
      <w:r w:rsidR="00B27708">
        <w:t>Ce qui nous reste de vivres</w:t>
      </w:r>
      <w:r>
        <w:t xml:space="preserve">, </w:t>
      </w:r>
      <w:r w:rsidR="00B27708">
        <w:t>d</w:t>
      </w:r>
      <w:r>
        <w:t>’</w:t>
      </w:r>
      <w:r w:rsidR="00B27708">
        <w:t>air et d</w:t>
      </w:r>
      <w:r>
        <w:t>’</w:t>
      </w:r>
      <w:r w:rsidR="00B27708">
        <w:t>eau</w:t>
      </w:r>
      <w:r>
        <w:t xml:space="preserve">, </w:t>
      </w:r>
      <w:r w:rsidR="00B27708">
        <w:t>ne nous permettrait pas</w:t>
      </w:r>
      <w:r>
        <w:t xml:space="preserve">, </w:t>
      </w:r>
      <w:r w:rsidR="00B27708">
        <w:t>même après la diminution de notre effectif</w:t>
      </w:r>
      <w:r>
        <w:t xml:space="preserve">, </w:t>
      </w:r>
      <w:r w:rsidR="00B27708">
        <w:t>un séjour beaucoup plus long</w:t>
      </w:r>
      <w:r>
        <w:t xml:space="preserve">. </w:t>
      </w:r>
      <w:r w:rsidR="00B27708">
        <w:t>D</w:t>
      </w:r>
      <w:r>
        <w:t>’</w:t>
      </w:r>
      <w:r w:rsidR="00B27708">
        <w:t>ailleurs</w:t>
      </w:r>
      <w:r>
        <w:t xml:space="preserve">, </w:t>
      </w:r>
      <w:r w:rsidR="00B27708">
        <w:t>je ne vois aucun moyen de vérifier l</w:t>
      </w:r>
      <w:r>
        <w:t>’</w:t>
      </w:r>
      <w:r w:rsidR="00B27708">
        <w:t>hypothèse qui s</w:t>
      </w:r>
      <w:r>
        <w:t>’</w:t>
      </w:r>
      <w:r w:rsidR="00B27708">
        <w:t>impose</w:t>
      </w:r>
      <w:r>
        <w:t xml:space="preserve">, </w:t>
      </w:r>
      <w:r w:rsidR="00B27708">
        <w:t>devant l</w:t>
      </w:r>
      <w:r>
        <w:t>’</w:t>
      </w:r>
      <w:r w:rsidR="00B27708">
        <w:t>être innommable qui a littéralement absorbé nos révoltés</w:t>
      </w:r>
      <w:r>
        <w:t>…</w:t>
      </w:r>
    </w:p>
    <w:p w14:paraId="6CB5C16E" w14:textId="77777777" w:rsidR="00987D49" w:rsidRDefault="00987D49" w:rsidP="00B27708">
      <w:r>
        <w:rPr>
          <w:rFonts w:eastAsia="Georgia"/>
        </w:rPr>
        <w:t>— </w:t>
      </w:r>
      <w:r w:rsidR="00B27708">
        <w:t>Une hypothèse</w:t>
      </w:r>
      <w:r>
        <w:t xml:space="preserve"> ? </w:t>
      </w:r>
      <w:r w:rsidR="00B27708">
        <w:t>fis-je curieux</w:t>
      </w:r>
      <w:r>
        <w:t xml:space="preserve">, </w:t>
      </w:r>
      <w:r w:rsidR="00B27708">
        <w:t>malgré la terreur dont je tremblais encore</w:t>
      </w:r>
      <w:r>
        <w:t>…</w:t>
      </w:r>
    </w:p>
    <w:p w14:paraId="5CC7A46C" w14:textId="77777777" w:rsidR="00987D49" w:rsidRDefault="00B27708" w:rsidP="00B27708">
      <w:r>
        <w:t>Ni Pierre</w:t>
      </w:r>
      <w:r w:rsidR="00987D49">
        <w:t xml:space="preserve">, </w:t>
      </w:r>
      <w:r>
        <w:t>ni Hélène ne parlèrent</w:t>
      </w:r>
      <w:r w:rsidR="00987D49">
        <w:t xml:space="preserve">. </w:t>
      </w:r>
      <w:r>
        <w:t>Mais le feu de leurs regards indiquait assez qu</w:t>
      </w:r>
      <w:r w:rsidR="00987D49">
        <w:t>’</w:t>
      </w:r>
      <w:r>
        <w:t>ils n</w:t>
      </w:r>
      <w:r w:rsidR="00987D49">
        <w:t>’</w:t>
      </w:r>
      <w:r>
        <w:t>étaient pas moins intrigués que moi-même</w:t>
      </w:r>
      <w:r w:rsidR="00987D49">
        <w:t>.</w:t>
      </w:r>
    </w:p>
    <w:p w14:paraId="5EC83C6C" w14:textId="77777777" w:rsidR="00987D49" w:rsidRDefault="00987D49" w:rsidP="00B27708">
      <w:r>
        <w:rPr>
          <w:rFonts w:eastAsia="Georgia"/>
        </w:rPr>
        <w:t>— </w:t>
      </w:r>
      <w:r w:rsidR="00B27708">
        <w:t>Comment</w:t>
      </w:r>
      <w:r>
        <w:t xml:space="preserve"> ! </w:t>
      </w:r>
      <w:r w:rsidR="00B27708">
        <w:t>s</w:t>
      </w:r>
      <w:r>
        <w:t>’</w:t>
      </w:r>
      <w:r w:rsidR="00B27708">
        <w:t>écria René</w:t>
      </w:r>
      <w:r>
        <w:t xml:space="preserve">. </w:t>
      </w:r>
      <w:r w:rsidR="00B27708">
        <w:t>Cela ne vous est pas venu à l</w:t>
      </w:r>
      <w:r>
        <w:t>’</w:t>
      </w:r>
      <w:r w:rsidR="00B27708">
        <w:t>esprit</w:t>
      </w:r>
      <w:r>
        <w:t xml:space="preserve">. </w:t>
      </w:r>
      <w:r w:rsidR="00B27708">
        <w:t>L</w:t>
      </w:r>
      <w:r>
        <w:t>’</w:t>
      </w:r>
      <w:r w:rsidR="00B27708">
        <w:t>analogie est pourtant frappante</w:t>
      </w:r>
      <w:r>
        <w:t>…</w:t>
      </w:r>
    </w:p>
    <w:p w14:paraId="4BD61923" w14:textId="77777777" w:rsidR="00987D49" w:rsidRDefault="00987D49" w:rsidP="00B27708">
      <w:r>
        <w:rPr>
          <w:rFonts w:eastAsia="Georgia"/>
        </w:rPr>
        <w:t>— </w:t>
      </w:r>
      <w:r w:rsidR="00B27708">
        <w:t>L</w:t>
      </w:r>
      <w:r>
        <w:t>’</w:t>
      </w:r>
      <w:r w:rsidR="00B27708">
        <w:t>analogie</w:t>
      </w:r>
      <w:r>
        <w:t xml:space="preserve"> ? </w:t>
      </w:r>
      <w:r w:rsidR="00B27708">
        <w:t>fis-je encore</w:t>
      </w:r>
      <w:r>
        <w:t>…</w:t>
      </w:r>
    </w:p>
    <w:p w14:paraId="635D6C0C" w14:textId="77777777" w:rsidR="00987D49" w:rsidRDefault="00987D49" w:rsidP="00B27708">
      <w:r>
        <w:rPr>
          <w:rFonts w:eastAsia="Georgia"/>
        </w:rPr>
        <w:t>— </w:t>
      </w:r>
      <w:r w:rsidR="00B27708">
        <w:t>Vous ne sentez pas qu</w:t>
      </w:r>
      <w:r>
        <w:t>’</w:t>
      </w:r>
      <w:r w:rsidR="00B27708">
        <w:t>il y a une similitude complète entre l</w:t>
      </w:r>
      <w:r>
        <w:t>’</w:t>
      </w:r>
      <w:r w:rsidR="00B27708">
        <w:t>intervention dans notre destin de la Chose inconnue et notre propre intervention chez les êtres à deux dimensions</w:t>
      </w:r>
      <w:r>
        <w:t xml:space="preserve"> ! </w:t>
      </w:r>
      <w:r w:rsidR="00B27708">
        <w:t>Il est certain que nos polygones infiniment plats ne purent connaître de nous qu</w:t>
      </w:r>
      <w:r>
        <w:t>’</w:t>
      </w:r>
      <w:r w:rsidR="00B27708">
        <w:t>une surface fugitivement imprimée sur leur domaine sans relief</w:t>
      </w:r>
      <w:r>
        <w:t xml:space="preserve">, </w:t>
      </w:r>
      <w:r w:rsidR="00B27708">
        <w:t>par exemple quand nos paumes s</w:t>
      </w:r>
      <w:r>
        <w:t>’</w:t>
      </w:r>
      <w:r w:rsidR="00B27708">
        <w:t>appuyaient fortement sur le sol</w:t>
      </w:r>
      <w:r>
        <w:t xml:space="preserve">. </w:t>
      </w:r>
      <w:r w:rsidR="00B27708">
        <w:t>Les contours de nos mains</w:t>
      </w:r>
      <w:r>
        <w:t xml:space="preserve">, </w:t>
      </w:r>
      <w:r w:rsidR="00B27708">
        <w:t>ceux peut-être de nos raquettes</w:t>
      </w:r>
      <w:r>
        <w:t xml:space="preserve">, </w:t>
      </w:r>
      <w:r w:rsidR="00B27708">
        <w:t>constituaient les seuls perceptions qu</w:t>
      </w:r>
      <w:r>
        <w:t>’</w:t>
      </w:r>
      <w:r w:rsidR="00B27708">
        <w:t>ils pouvaient avoir de nos personnes</w:t>
      </w:r>
      <w:r>
        <w:t>…</w:t>
      </w:r>
    </w:p>
    <w:p w14:paraId="31EED8D9" w14:textId="77777777" w:rsidR="00987D49" w:rsidRDefault="00987D49" w:rsidP="00B27708">
      <w:r>
        <w:t>» </w:t>
      </w:r>
      <w:r w:rsidR="00B27708">
        <w:t>N</w:t>
      </w:r>
      <w:r>
        <w:t>’</w:t>
      </w:r>
      <w:r w:rsidR="00B27708">
        <w:t>ayant pas la sensation</w:t>
      </w:r>
      <w:r>
        <w:t xml:space="preserve">, </w:t>
      </w:r>
      <w:r w:rsidR="00B27708">
        <w:t>ni même la conception du volume</w:t>
      </w:r>
      <w:r>
        <w:t xml:space="preserve">, </w:t>
      </w:r>
      <w:r w:rsidR="00B27708">
        <w:t>mais seulement celle du plan où ils évoluaient ils ont pu s</w:t>
      </w:r>
      <w:r>
        <w:t>’</w:t>
      </w:r>
      <w:r w:rsidR="00B27708">
        <w:t>étonner et s</w:t>
      </w:r>
      <w:r>
        <w:t>’</w:t>
      </w:r>
      <w:r w:rsidR="00B27708">
        <w:t>effrayer</w:t>
      </w:r>
      <w:r>
        <w:t xml:space="preserve">, </w:t>
      </w:r>
      <w:r w:rsidR="00B27708">
        <w:t>de percevoir</w:t>
      </w:r>
      <w:r>
        <w:t xml:space="preserve">, </w:t>
      </w:r>
      <w:r w:rsidR="00B27708">
        <w:t>puis de cesser de percevoir</w:t>
      </w:r>
      <w:r>
        <w:t xml:space="preserve">, </w:t>
      </w:r>
      <w:r w:rsidR="00B27708">
        <w:t>ces contours</w:t>
      </w:r>
      <w:r>
        <w:t xml:space="preserve">. </w:t>
      </w:r>
      <w:r w:rsidR="00B27708">
        <w:t xml:space="preserve">Le </w:t>
      </w:r>
      <w:r w:rsidR="00B27708">
        <w:lastRenderedPageBreak/>
        <w:t>reste de nos individus</w:t>
      </w:r>
      <w:r>
        <w:t xml:space="preserve">, </w:t>
      </w:r>
      <w:r w:rsidR="00B27708">
        <w:t>et le reste de notre univers à trois dimensions demeurait hors de leur possibilité de conception</w:t>
      </w:r>
      <w:r>
        <w:t xml:space="preserve">. </w:t>
      </w:r>
      <w:r w:rsidR="00B27708">
        <w:t>Ils ne pouvaient même pas l</w:t>
      </w:r>
      <w:r>
        <w:t>’</w:t>
      </w:r>
      <w:r w:rsidR="00B27708">
        <w:t>imaginer</w:t>
      </w:r>
      <w:r>
        <w:t xml:space="preserve">. </w:t>
      </w:r>
      <w:r w:rsidR="00B27708">
        <w:t>L</w:t>
      </w:r>
      <w:r>
        <w:t>’</w:t>
      </w:r>
      <w:r w:rsidR="00B27708">
        <w:t>univers</w:t>
      </w:r>
      <w:r>
        <w:t xml:space="preserve">, </w:t>
      </w:r>
      <w:r w:rsidR="00B27708">
        <w:t>pour eux</w:t>
      </w:r>
      <w:r>
        <w:t xml:space="preserve">, </w:t>
      </w:r>
      <w:r w:rsidR="00B27708">
        <w:t>c</w:t>
      </w:r>
      <w:r>
        <w:t>’</w:t>
      </w:r>
      <w:r w:rsidR="00B27708">
        <w:t xml:space="preserve">est la surface de </w:t>
      </w:r>
      <w:r>
        <w:t>Phœbé II…</w:t>
      </w:r>
    </w:p>
    <w:p w14:paraId="68A69561" w14:textId="77777777" w:rsidR="00987D49" w:rsidRDefault="00987D49" w:rsidP="00B27708">
      <w:r>
        <w:t>» </w:t>
      </w:r>
      <w:r w:rsidR="00B27708">
        <w:t>De même le volume massif et hideux sous lequel s</w:t>
      </w:r>
      <w:r>
        <w:t>’</w:t>
      </w:r>
      <w:r w:rsidR="00B27708">
        <w:t xml:space="preserve">anéantirent </w:t>
      </w:r>
      <w:proofErr w:type="spellStart"/>
      <w:r w:rsidR="00B27708">
        <w:t>Grimaille</w:t>
      </w:r>
      <w:proofErr w:type="spellEnd"/>
      <w:r w:rsidR="00B27708">
        <w:t xml:space="preserve"> et Fernand</w:t>
      </w:r>
      <w:r>
        <w:t xml:space="preserve">, </w:t>
      </w:r>
      <w:r w:rsidR="00B27708">
        <w:t>est la seule perception que nous puissions avoir de l</w:t>
      </w:r>
      <w:r>
        <w:t>’</w:t>
      </w:r>
      <w:r w:rsidR="00B27708">
        <w:t>être auquel il appartient</w:t>
      </w:r>
      <w:r>
        <w:t xml:space="preserve">. </w:t>
      </w:r>
      <w:r w:rsidR="00B27708">
        <w:t>Mais il n</w:t>
      </w:r>
      <w:r>
        <w:t>’</w:t>
      </w:r>
      <w:r w:rsidR="00B27708">
        <w:t>est pas tout cet être</w:t>
      </w:r>
      <w:r>
        <w:t xml:space="preserve">. </w:t>
      </w:r>
      <w:r w:rsidR="00B27708">
        <w:t>Nous avons perçu ce rocher mou</w:t>
      </w:r>
      <w:r>
        <w:t xml:space="preserve">, </w:t>
      </w:r>
      <w:r w:rsidR="00B27708">
        <w:t>parce qu</w:t>
      </w:r>
      <w:r>
        <w:t>’</w:t>
      </w:r>
      <w:r w:rsidR="00B27708">
        <w:t>il entre dans les trois dimensions de notre univers</w:t>
      </w:r>
      <w:r>
        <w:t xml:space="preserve">, </w:t>
      </w:r>
      <w:r w:rsidR="00B27708">
        <w:t>comme les polygones ont dû percevoir</w:t>
      </w:r>
      <w:r>
        <w:t xml:space="preserve">, </w:t>
      </w:r>
      <w:r w:rsidR="00B27708">
        <w:t>de nos paumes et de nos raquettes</w:t>
      </w:r>
      <w:r>
        <w:t xml:space="preserve">, </w:t>
      </w:r>
      <w:r w:rsidR="00B27708">
        <w:t>ce qui entre dans les deux dimensions de leur univers</w:t>
      </w:r>
      <w:r>
        <w:t xml:space="preserve">. </w:t>
      </w:r>
      <w:r w:rsidR="00B27708">
        <w:t>Le reste de l</w:t>
      </w:r>
      <w:r>
        <w:t>’</w:t>
      </w:r>
      <w:r w:rsidR="00B27708">
        <w:t>être auquel appartient le rocher mou</w:t>
      </w:r>
      <w:r>
        <w:t xml:space="preserve">, </w:t>
      </w:r>
      <w:r w:rsidR="00B27708">
        <w:t>vit sur un autre plan</w:t>
      </w:r>
      <w:r>
        <w:t xml:space="preserve">, </w:t>
      </w:r>
      <w:r w:rsidR="00B27708">
        <w:t>dont notre cerveau est inapte à concevoir la nature</w:t>
      </w:r>
      <w:r>
        <w:t>.</w:t>
      </w:r>
    </w:p>
    <w:p w14:paraId="587AAE2D" w14:textId="77777777" w:rsidR="00987D49" w:rsidRDefault="00987D49" w:rsidP="00B27708">
      <w:r>
        <w:t>» </w:t>
      </w:r>
      <w:r w:rsidR="00B27708">
        <w:t>Chaque fois qu</w:t>
      </w:r>
      <w:r>
        <w:t>’</w:t>
      </w:r>
      <w:r w:rsidR="00B27708">
        <w:t>il s</w:t>
      </w:r>
      <w:r>
        <w:t>’</w:t>
      </w:r>
      <w:r w:rsidR="00B27708">
        <w:t>insère dans notre monde à trois dimensions sous la forme d</w:t>
      </w:r>
      <w:r>
        <w:t>’</w:t>
      </w:r>
      <w:r w:rsidR="00B27708">
        <w:t>un volume</w:t>
      </w:r>
      <w:r>
        <w:t xml:space="preserve">, </w:t>
      </w:r>
      <w:r w:rsidR="00B27708">
        <w:t>nous percevons ce volume</w:t>
      </w:r>
      <w:r>
        <w:t xml:space="preserve">. </w:t>
      </w:r>
      <w:r w:rsidR="00B27708">
        <w:t>S</w:t>
      </w:r>
      <w:r>
        <w:t>’</w:t>
      </w:r>
      <w:r w:rsidR="00B27708">
        <w:t>il se retire de ce monde</w:t>
      </w:r>
      <w:r>
        <w:t xml:space="preserve"> – </w:t>
      </w:r>
      <w:r w:rsidR="00B27708">
        <w:rPr>
          <w:i/>
          <w:iCs/>
        </w:rPr>
        <w:t>comme nous soulevions notre paume hors de l</w:t>
      </w:r>
      <w:r>
        <w:rPr>
          <w:i/>
          <w:iCs/>
        </w:rPr>
        <w:t>’</w:t>
      </w:r>
      <w:r w:rsidR="00B27708">
        <w:rPr>
          <w:i/>
          <w:iCs/>
        </w:rPr>
        <w:t>univers à deux dimensions</w:t>
      </w:r>
      <w:r>
        <w:rPr>
          <w:i/>
          <w:iCs/>
        </w:rPr>
        <w:t xml:space="preserve">, </w:t>
      </w:r>
      <w:r w:rsidR="00B27708">
        <w:rPr>
          <w:i/>
          <w:iCs/>
        </w:rPr>
        <w:t>des dessins animés</w:t>
      </w:r>
      <w:r>
        <w:t xml:space="preserve"> – </w:t>
      </w:r>
      <w:r w:rsidR="00B27708">
        <w:t>il échappe de nouveau à notre perception comme nous échappions nous-mêmes à la perception de nos polygones et de leurs adversaires</w:t>
      </w:r>
      <w:r>
        <w:t xml:space="preserve">, </w:t>
      </w:r>
      <w:r w:rsidR="00B27708">
        <w:t>les cercles belliqueux</w:t>
      </w:r>
      <w:r>
        <w:t>…</w:t>
      </w:r>
    </w:p>
    <w:p w14:paraId="370393AE" w14:textId="77777777" w:rsidR="00987D49" w:rsidRDefault="00987D49" w:rsidP="00B27708">
      <w:r>
        <w:rPr>
          <w:rFonts w:eastAsia="Georgia"/>
        </w:rPr>
        <w:t>— </w:t>
      </w:r>
      <w:r w:rsidR="00B27708">
        <w:t>Ainsi</w:t>
      </w:r>
      <w:r>
        <w:t xml:space="preserve">, </w:t>
      </w:r>
      <w:r w:rsidR="00B27708">
        <w:t>murmurai-je</w:t>
      </w:r>
      <w:r>
        <w:t xml:space="preserve">, </w:t>
      </w:r>
      <w:r w:rsidR="00B27708">
        <w:t>le rocher mou appartiendrait à</w:t>
      </w:r>
      <w:r>
        <w:t>…</w:t>
      </w:r>
    </w:p>
    <w:p w14:paraId="3EB3EB0E" w14:textId="77777777" w:rsidR="00987D49" w:rsidRDefault="00987D49" w:rsidP="00B27708">
      <w:r>
        <w:rPr>
          <w:rFonts w:eastAsia="Georgia"/>
        </w:rPr>
        <w:t>— </w:t>
      </w:r>
      <w:r w:rsidR="00B27708">
        <w:rPr>
          <w:i/>
          <w:iCs/>
        </w:rPr>
        <w:t>À un être à quatre dimensions</w:t>
      </w:r>
      <w:r>
        <w:rPr>
          <w:i/>
          <w:iCs/>
        </w:rPr>
        <w:t xml:space="preserve">, </w:t>
      </w:r>
      <w:r w:rsidR="00B27708">
        <w:rPr>
          <w:i/>
          <w:iCs/>
        </w:rPr>
        <w:t xml:space="preserve">dont nous ne </w:t>
      </w:r>
      <w:proofErr w:type="spellStart"/>
      <w:r w:rsidR="00B27708">
        <w:rPr>
          <w:i/>
          <w:iCs/>
        </w:rPr>
        <w:t>pouvons nous</w:t>
      </w:r>
      <w:proofErr w:type="spellEnd"/>
      <w:r w:rsidR="00B27708">
        <w:rPr>
          <w:i/>
          <w:iCs/>
        </w:rPr>
        <w:t xml:space="preserve"> faire une représentation exacte</w:t>
      </w:r>
      <w:r>
        <w:rPr>
          <w:i/>
          <w:iCs/>
        </w:rPr>
        <w:t xml:space="preserve">, </w:t>
      </w:r>
      <w:r w:rsidR="00B27708">
        <w:rPr>
          <w:i/>
          <w:iCs/>
        </w:rPr>
        <w:t>ni même une idée approximative</w:t>
      </w:r>
      <w:r>
        <w:t xml:space="preserve">… </w:t>
      </w:r>
      <w:r w:rsidR="00B27708">
        <w:t>De même que nous sommes intervenus</w:t>
      </w:r>
      <w:r>
        <w:t xml:space="preserve">, </w:t>
      </w:r>
      <w:r w:rsidR="00B27708">
        <w:t>maladroitement peut-être</w:t>
      </w:r>
      <w:r>
        <w:t xml:space="preserve">, </w:t>
      </w:r>
      <w:r w:rsidR="00B27708">
        <w:t>mais sans mauvaises intentions</w:t>
      </w:r>
      <w:r>
        <w:t xml:space="preserve">, </w:t>
      </w:r>
      <w:r w:rsidR="00B27708">
        <w:t>dans la destinée des images animées</w:t>
      </w:r>
      <w:r>
        <w:t xml:space="preserve">, </w:t>
      </w:r>
      <w:r w:rsidR="00B27708">
        <w:t>cet être</w:t>
      </w:r>
      <w:r>
        <w:t xml:space="preserve">, </w:t>
      </w:r>
      <w:r w:rsidR="00B27708">
        <w:t>sans pouvoir communiquer avec nous</w:t>
      </w:r>
      <w:r>
        <w:t xml:space="preserve">, </w:t>
      </w:r>
      <w:r w:rsidR="00B27708">
        <w:t>est intervenu dans notre destinée propre</w:t>
      </w:r>
      <w:r>
        <w:t xml:space="preserve">, </w:t>
      </w:r>
      <w:r w:rsidR="00B27708">
        <w:t>sans que rien ne prouve que ses intentions sont hostiles</w:t>
      </w:r>
      <w:r>
        <w:t>…</w:t>
      </w:r>
    </w:p>
    <w:p w14:paraId="0B051184" w14:textId="77777777" w:rsidR="00987D49" w:rsidRDefault="00B27708" w:rsidP="00B27708">
      <w:r>
        <w:t xml:space="preserve">Tandis que René </w:t>
      </w:r>
      <w:proofErr w:type="spellStart"/>
      <w:r>
        <w:t>Lesmond</w:t>
      </w:r>
      <w:proofErr w:type="spellEnd"/>
      <w:r>
        <w:t xml:space="preserve"> exposait ainsi</w:t>
      </w:r>
      <w:r w:rsidR="00987D49">
        <w:t xml:space="preserve">, </w:t>
      </w:r>
      <w:r>
        <w:t>avec la sérénité d</w:t>
      </w:r>
      <w:r w:rsidR="00987D49">
        <w:t>’</w:t>
      </w:r>
      <w:r>
        <w:t>un maître en Sorbonne faisant son cours</w:t>
      </w:r>
      <w:r w:rsidR="00987D49">
        <w:t xml:space="preserve">, </w:t>
      </w:r>
      <w:r>
        <w:t>cette hypothèse d</w:t>
      </w:r>
      <w:r w:rsidR="00987D49">
        <w:t>’</w:t>
      </w:r>
      <w:r>
        <w:t xml:space="preserve">une étourdissante hardiesse sur la nature réelle des masses à éclipses dont le </w:t>
      </w:r>
      <w:r>
        <w:lastRenderedPageBreak/>
        <w:t>seul souvenir me fait</w:t>
      </w:r>
      <w:r w:rsidR="00987D49">
        <w:t xml:space="preserve">, </w:t>
      </w:r>
      <w:r>
        <w:t>aujourd</w:t>
      </w:r>
      <w:r w:rsidR="00987D49">
        <w:t>’</w:t>
      </w:r>
      <w:r>
        <w:t>hui encore</w:t>
      </w:r>
      <w:r w:rsidR="00987D49">
        <w:t xml:space="preserve">, </w:t>
      </w:r>
      <w:r>
        <w:t>frissonner</w:t>
      </w:r>
      <w:r w:rsidR="00987D49">
        <w:t xml:space="preserve">. </w:t>
      </w:r>
      <w:r>
        <w:t>Pierre</w:t>
      </w:r>
      <w:r w:rsidR="00987D49">
        <w:t xml:space="preserve">, </w:t>
      </w:r>
      <w:r>
        <w:t>tout en l</w:t>
      </w:r>
      <w:r w:rsidR="00987D49">
        <w:t>’</w:t>
      </w:r>
      <w:r>
        <w:t>écoutant avec une attention passionnée</w:t>
      </w:r>
      <w:r w:rsidR="00987D49">
        <w:t xml:space="preserve">, </w:t>
      </w:r>
      <w:r>
        <w:t>vérifiait des contacts</w:t>
      </w:r>
      <w:r w:rsidR="00987D49">
        <w:t xml:space="preserve">, </w:t>
      </w:r>
      <w:r>
        <w:t>remuait des manettes</w:t>
      </w:r>
      <w:r w:rsidR="00987D49">
        <w:t xml:space="preserve">, </w:t>
      </w:r>
      <w:r>
        <w:t>se penchait sur des appareils de précision</w:t>
      </w:r>
      <w:r w:rsidR="00987D49">
        <w:t>…</w:t>
      </w:r>
    </w:p>
    <w:p w14:paraId="5D0C461D" w14:textId="77777777" w:rsidR="00987D49" w:rsidRDefault="00B27708" w:rsidP="00B27708">
      <w:r>
        <w:t>Enfin</w:t>
      </w:r>
      <w:r w:rsidR="00987D49">
        <w:t xml:space="preserve">, </w:t>
      </w:r>
      <w:r>
        <w:t>il prononça d</w:t>
      </w:r>
      <w:r w:rsidR="00987D49">
        <w:t>’</w:t>
      </w:r>
      <w:r>
        <w:t>une voix qui s</w:t>
      </w:r>
      <w:r w:rsidR="00987D49">
        <w:t>’</w:t>
      </w:r>
      <w:r>
        <w:t>efforçait sans grand succès de rester enjouée</w:t>
      </w:r>
      <w:r w:rsidR="00987D49">
        <w:t> :</w:t>
      </w:r>
    </w:p>
    <w:p w14:paraId="56A70E14" w14:textId="77777777" w:rsidR="00987D49" w:rsidRDefault="00987D49" w:rsidP="00B27708">
      <w:r>
        <w:rPr>
          <w:rFonts w:eastAsia="Georgia"/>
        </w:rPr>
        <w:t>— </w:t>
      </w:r>
      <w:r w:rsidR="00B27708">
        <w:t>Quelle que soit la constitution mystérieuse de l</w:t>
      </w:r>
      <w:r>
        <w:t>’</w:t>
      </w:r>
      <w:r w:rsidR="00B27708">
        <w:t>horrible chose</w:t>
      </w:r>
      <w:r>
        <w:t xml:space="preserve">, </w:t>
      </w:r>
      <w:r w:rsidR="00B27708">
        <w:t>et malgré tout mon désir de te permettre de vérifier ta splendide hypothèse</w:t>
      </w:r>
      <w:r>
        <w:t xml:space="preserve">, </w:t>
      </w:r>
      <w:r w:rsidR="00B27708">
        <w:t>je suis d</w:t>
      </w:r>
      <w:r>
        <w:t>’</w:t>
      </w:r>
      <w:r w:rsidR="00B27708">
        <w:t xml:space="preserve">avis que nous ne devons pas demeurer sur </w:t>
      </w:r>
      <w:r>
        <w:t>Phœbé II</w:t>
      </w:r>
      <w:r w:rsidR="00B27708">
        <w:t xml:space="preserve"> une minute de plus qu</w:t>
      </w:r>
      <w:r>
        <w:t>’</w:t>
      </w:r>
      <w:r w:rsidR="00B27708">
        <w:t>il n</w:t>
      </w:r>
      <w:r>
        <w:t>’</w:t>
      </w:r>
      <w:r w:rsidR="00B27708">
        <w:t xml:space="preserve">est nécessaire pour mettre le </w:t>
      </w:r>
      <w:r>
        <w:t>« </w:t>
      </w:r>
      <w:r w:rsidR="00B27708">
        <w:t>Bolide</w:t>
      </w:r>
      <w:r>
        <w:t> »</w:t>
      </w:r>
      <w:r w:rsidR="00B27708">
        <w:t xml:space="preserve"> en état de s</w:t>
      </w:r>
      <w:r>
        <w:t>’</w:t>
      </w:r>
      <w:r w:rsidR="00B27708">
        <w:t>appareiller</w:t>
      </w:r>
      <w:r>
        <w:t>…</w:t>
      </w:r>
    </w:p>
    <w:p w14:paraId="1E15079E" w14:textId="77777777" w:rsidR="00987D49" w:rsidRDefault="00B27708" w:rsidP="00B27708">
      <w:r>
        <w:t>Avec cette tranquillité que je ne me lassais pas d</w:t>
      </w:r>
      <w:r w:rsidR="00987D49">
        <w:t>’</w:t>
      </w:r>
      <w:r>
        <w:t>admirer et qui était le privilège de notre jeune savant depuis que les résultats de notre expédition avaient confirmé l</w:t>
      </w:r>
      <w:r w:rsidR="00987D49">
        <w:t>’</w:t>
      </w:r>
      <w:r>
        <w:t>exactitude de ses théories sur l</w:t>
      </w:r>
      <w:r w:rsidR="00987D49">
        <w:t>’</w:t>
      </w:r>
      <w:r>
        <w:t>existence du second satellite</w:t>
      </w:r>
      <w:r w:rsidR="00987D49">
        <w:t xml:space="preserve">, </w:t>
      </w:r>
      <w:r>
        <w:t>René demanda</w:t>
      </w:r>
      <w:r w:rsidR="00987D49">
        <w:t> :</w:t>
      </w:r>
    </w:p>
    <w:p w14:paraId="3B91FF34" w14:textId="77777777" w:rsidR="00987D49" w:rsidRDefault="00987D49" w:rsidP="00B27708">
      <w:r>
        <w:rPr>
          <w:rFonts w:eastAsia="Georgia"/>
        </w:rPr>
        <w:t>— </w:t>
      </w:r>
      <w:r w:rsidR="00B27708">
        <w:t>Eh bien</w:t>
      </w:r>
      <w:r>
        <w:t xml:space="preserve">, </w:t>
      </w:r>
      <w:r w:rsidR="00B27708">
        <w:t>veux-tu répondre à deux questions</w:t>
      </w:r>
      <w:r>
        <w:t xml:space="preserve"> : </w:t>
      </w:r>
      <w:r w:rsidR="00B27708">
        <w:t>Primo</w:t>
      </w:r>
      <w:r>
        <w:t xml:space="preserve">, </w:t>
      </w:r>
      <w:r w:rsidR="00B27708">
        <w:t>combien faut-il de temps pour faire ces préparatifs d</w:t>
      </w:r>
      <w:r>
        <w:t>’</w:t>
      </w:r>
      <w:r w:rsidR="00B27708">
        <w:t>appareillage</w:t>
      </w:r>
      <w:r>
        <w:t xml:space="preserve"> ? </w:t>
      </w:r>
      <w:r w:rsidR="00B27708">
        <w:t>Secundo</w:t>
      </w:r>
      <w:r>
        <w:t xml:space="preserve">, </w:t>
      </w:r>
      <w:r w:rsidR="00B27708">
        <w:t>as-tu besoin de moi pour en venir à bout</w:t>
      </w:r>
      <w:r>
        <w:t> ?</w:t>
      </w:r>
    </w:p>
    <w:p w14:paraId="4FBCBB6F" w14:textId="77777777" w:rsidR="00987D49" w:rsidRDefault="00987D49" w:rsidP="00B27708">
      <w:r>
        <w:rPr>
          <w:rFonts w:eastAsia="Georgia"/>
        </w:rPr>
        <w:t>— </w:t>
      </w:r>
      <w:r w:rsidR="00B27708">
        <w:t>Primo</w:t>
      </w:r>
      <w:r>
        <w:t xml:space="preserve">, </w:t>
      </w:r>
      <w:r w:rsidR="00B27708">
        <w:t>répondit Pierre</w:t>
      </w:r>
      <w:r>
        <w:t xml:space="preserve">, </w:t>
      </w:r>
      <w:r w:rsidR="00B27708">
        <w:t>six heures suffiront pour recharger les accus du système d</w:t>
      </w:r>
      <w:r>
        <w:t>’</w:t>
      </w:r>
      <w:r w:rsidR="00B27708">
        <w:t>allumage</w:t>
      </w:r>
      <w:r>
        <w:t xml:space="preserve"> ; </w:t>
      </w:r>
      <w:r w:rsidR="00B27708">
        <w:t>secundo</w:t>
      </w:r>
      <w:r>
        <w:t xml:space="preserve">, </w:t>
      </w:r>
      <w:r w:rsidR="00B27708">
        <w:t>il suffit de les brancher et ils se rechargeront tout seuls</w:t>
      </w:r>
      <w:r>
        <w:t>…</w:t>
      </w:r>
    </w:p>
    <w:p w14:paraId="4EFB5310" w14:textId="77777777" w:rsidR="00987D49" w:rsidRDefault="00987D49" w:rsidP="00B27708">
      <w:r>
        <w:rPr>
          <w:rFonts w:eastAsia="Georgia"/>
        </w:rPr>
        <w:t>— </w:t>
      </w:r>
      <w:r w:rsidR="00B27708">
        <w:t>C</w:t>
      </w:r>
      <w:r>
        <w:t>’</w:t>
      </w:r>
      <w:r w:rsidR="00B27708">
        <w:t>est bien ce que je pensais</w:t>
      </w:r>
      <w:r>
        <w:t xml:space="preserve">, </w:t>
      </w:r>
      <w:r w:rsidR="00B27708">
        <w:t>fit alors René</w:t>
      </w:r>
      <w:r>
        <w:t xml:space="preserve">, </w:t>
      </w:r>
      <w:r w:rsidR="00B27708">
        <w:t>et cela me donne le temps</w:t>
      </w:r>
      <w:r>
        <w:t>…</w:t>
      </w:r>
    </w:p>
    <w:p w14:paraId="2FE4237F" w14:textId="77777777" w:rsidR="00987D49" w:rsidRDefault="00B27708" w:rsidP="00B27708">
      <w:r>
        <w:t>Il hésita un instant</w:t>
      </w:r>
      <w:r w:rsidR="00987D49">
        <w:t xml:space="preserve">, </w:t>
      </w:r>
      <w:r>
        <w:t>et termina enfin</w:t>
      </w:r>
      <w:r w:rsidR="00987D49">
        <w:t> :</w:t>
      </w:r>
    </w:p>
    <w:p w14:paraId="53FB9952" w14:textId="77777777" w:rsidR="00987D49" w:rsidRDefault="00987D49" w:rsidP="00B27708">
      <w:r>
        <w:rPr>
          <w:rFonts w:eastAsia="Georgia"/>
        </w:rPr>
        <w:t xml:space="preserve">— … </w:t>
      </w:r>
      <w:r w:rsidR="00B27708">
        <w:t>de faire une course</w:t>
      </w:r>
      <w:r>
        <w:t>…</w:t>
      </w:r>
    </w:p>
    <w:p w14:paraId="097F618E" w14:textId="77777777" w:rsidR="00987D49" w:rsidRDefault="00B27708" w:rsidP="00B27708">
      <w:r>
        <w:t>Nous le considérâmes avec stupeur</w:t>
      </w:r>
      <w:r w:rsidR="00987D49">
        <w:t xml:space="preserve">, </w:t>
      </w:r>
      <w:r>
        <w:t>tandis qu</w:t>
      </w:r>
      <w:r w:rsidR="00987D49">
        <w:t>’</w:t>
      </w:r>
      <w:r>
        <w:t>il atteignait son équipement de patrouilleur et se préparait à s</w:t>
      </w:r>
      <w:r w:rsidR="00987D49">
        <w:t>’</w:t>
      </w:r>
      <w:r>
        <w:t>en affubler</w:t>
      </w:r>
      <w:r w:rsidR="00987D49">
        <w:t>.</w:t>
      </w:r>
    </w:p>
    <w:p w14:paraId="61C4FE69" w14:textId="77777777" w:rsidR="00987D49" w:rsidRDefault="00B27708" w:rsidP="00B27708">
      <w:r>
        <w:t>Il expliqua</w:t>
      </w:r>
      <w:r w:rsidR="00987D49">
        <w:t xml:space="preserve">, </w:t>
      </w:r>
      <w:r>
        <w:t>avant de mettre son masque</w:t>
      </w:r>
      <w:r w:rsidR="00987D49">
        <w:t> :</w:t>
      </w:r>
    </w:p>
    <w:p w14:paraId="6C8FEE6B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Oui</w:t>
      </w:r>
      <w:r>
        <w:t xml:space="preserve">, </w:t>
      </w:r>
      <w:r w:rsidR="00B27708">
        <w:t>je voudrais essayer</w:t>
      </w:r>
      <w:r>
        <w:t xml:space="preserve">, </w:t>
      </w:r>
      <w:r w:rsidR="00B27708">
        <w:t>avant de partir</w:t>
      </w:r>
      <w:r>
        <w:t xml:space="preserve">, </w:t>
      </w:r>
      <w:r w:rsidR="00B27708">
        <w:t>d</w:t>
      </w:r>
      <w:r>
        <w:t>’</w:t>
      </w:r>
      <w:r w:rsidR="00B27708">
        <w:t>emporter un</w:t>
      </w:r>
      <w:r>
        <w:t>…</w:t>
      </w:r>
    </w:p>
    <w:p w14:paraId="51A4BBF2" w14:textId="77777777" w:rsidR="00987D49" w:rsidRDefault="00B27708" w:rsidP="00B27708">
      <w:r>
        <w:t>De nouveau</w:t>
      </w:r>
      <w:r w:rsidR="00987D49">
        <w:t xml:space="preserve">, </w:t>
      </w:r>
      <w:r>
        <w:t>il chercha un peu</w:t>
      </w:r>
      <w:r w:rsidR="00987D49">
        <w:t xml:space="preserve">, </w:t>
      </w:r>
      <w:r>
        <w:t>avant de conclure</w:t>
      </w:r>
      <w:r w:rsidR="00987D49">
        <w:t> :</w:t>
      </w:r>
    </w:p>
    <w:p w14:paraId="074FD046" w14:textId="77777777" w:rsidR="00987D49" w:rsidRDefault="00987D49" w:rsidP="00B27708">
      <w:r>
        <w:rPr>
          <w:rFonts w:eastAsia="Georgia"/>
        </w:rPr>
        <w:t xml:space="preserve">— … </w:t>
      </w:r>
      <w:r w:rsidR="00B27708">
        <w:t>un polygone</w:t>
      </w:r>
      <w:r>
        <w:t>.</w:t>
      </w:r>
    </w:p>
    <w:p w14:paraId="40DED475" w14:textId="77777777" w:rsidR="00987D49" w:rsidRDefault="00B27708" w:rsidP="00B27708">
      <w:r>
        <w:t>Pierre s</w:t>
      </w:r>
      <w:r w:rsidR="00987D49">
        <w:t>’</w:t>
      </w:r>
      <w:r>
        <w:t>écria</w:t>
      </w:r>
      <w:r w:rsidR="00987D49">
        <w:t> :</w:t>
      </w:r>
    </w:p>
    <w:p w14:paraId="161C64A7" w14:textId="77777777" w:rsidR="00987D49" w:rsidRDefault="00987D49" w:rsidP="00B27708">
      <w:r>
        <w:rPr>
          <w:rFonts w:eastAsia="Georgia"/>
        </w:rPr>
        <w:t>— </w:t>
      </w:r>
      <w:r w:rsidR="00B27708">
        <w:t>Tu sais bien que c</w:t>
      </w:r>
      <w:r>
        <w:t>’</w:t>
      </w:r>
      <w:r w:rsidR="00B27708">
        <w:t>est impossible et que nous avons vainement tenté de saisir l</w:t>
      </w:r>
      <w:r>
        <w:t>’</w:t>
      </w:r>
      <w:r w:rsidR="00B27708">
        <w:t>un de ces êtres sans relief</w:t>
      </w:r>
      <w:r>
        <w:t xml:space="preserve">, </w:t>
      </w:r>
      <w:r w:rsidR="00B27708">
        <w:t>dont le contact n</w:t>
      </w:r>
      <w:r>
        <w:t>’</w:t>
      </w:r>
      <w:r w:rsidR="00B27708">
        <w:t>impressionne même pas notre sens du toucher</w:t>
      </w:r>
      <w:r>
        <w:t>…</w:t>
      </w:r>
    </w:p>
    <w:p w14:paraId="7EAF9C8D" w14:textId="77777777" w:rsidR="00987D49" w:rsidRDefault="00987D49" w:rsidP="00B27708">
      <w:r>
        <w:rPr>
          <w:rFonts w:eastAsia="Georgia"/>
        </w:rPr>
        <w:t>— </w:t>
      </w:r>
      <w:r w:rsidR="00B27708">
        <w:t>J</w:t>
      </w:r>
      <w:r>
        <w:t>’</w:t>
      </w:r>
      <w:r w:rsidR="00B27708">
        <w:t>ai mon idée</w:t>
      </w:r>
      <w:r>
        <w:t xml:space="preserve">… </w:t>
      </w:r>
      <w:r w:rsidR="00B27708">
        <w:t>Qui veut m</w:t>
      </w:r>
      <w:r>
        <w:t>’</w:t>
      </w:r>
      <w:r w:rsidR="00B27708">
        <w:t>accompagner</w:t>
      </w:r>
      <w:r>
        <w:t> ?</w:t>
      </w:r>
    </w:p>
    <w:p w14:paraId="087C8B86" w14:textId="77777777" w:rsidR="00987D49" w:rsidRDefault="00B27708" w:rsidP="00B27708">
      <w:r>
        <w:t>Au regard d</w:t>
      </w:r>
      <w:r w:rsidR="00987D49">
        <w:t>’</w:t>
      </w:r>
      <w:r>
        <w:t>Hélène</w:t>
      </w:r>
      <w:r w:rsidR="00987D49">
        <w:t xml:space="preserve">, </w:t>
      </w:r>
      <w:r>
        <w:t>je compris que la vision d</w:t>
      </w:r>
      <w:r w:rsidR="00987D49">
        <w:t>’</w:t>
      </w:r>
      <w:r>
        <w:t>épouvante vivait si terriblement en elle</w:t>
      </w:r>
      <w:r w:rsidR="00987D49">
        <w:t xml:space="preserve">, </w:t>
      </w:r>
      <w:r>
        <w:t>qu</w:t>
      </w:r>
      <w:r w:rsidR="00987D49">
        <w:t>’</w:t>
      </w:r>
      <w:r>
        <w:t>elle ne concevait pas la possibilité de quitter l</w:t>
      </w:r>
      <w:r w:rsidR="00987D49">
        <w:t>’</w:t>
      </w:r>
      <w:r>
        <w:t>abri</w:t>
      </w:r>
      <w:r w:rsidR="00987D49">
        <w:t xml:space="preserve">, </w:t>
      </w:r>
      <w:r>
        <w:t>même précaire</w:t>
      </w:r>
      <w:r w:rsidR="00987D49">
        <w:t xml:space="preserve">, </w:t>
      </w:r>
      <w:r>
        <w:t>de l</w:t>
      </w:r>
      <w:r w:rsidR="00987D49">
        <w:t>’</w:t>
      </w:r>
      <w:r>
        <w:t>astronef</w:t>
      </w:r>
      <w:r w:rsidR="00987D49">
        <w:t xml:space="preserve">, </w:t>
      </w:r>
      <w:r>
        <w:t>pour aller dans cette plaine où elle avait aperçu</w:t>
      </w:r>
      <w:r w:rsidR="00987D49">
        <w:t xml:space="preserve">, </w:t>
      </w:r>
      <w:r>
        <w:t>l</w:t>
      </w:r>
      <w:r w:rsidR="00987D49">
        <w:t>’</w:t>
      </w:r>
      <w:r>
        <w:t>espace d</w:t>
      </w:r>
      <w:r w:rsidR="00987D49">
        <w:t>’</w:t>
      </w:r>
      <w:r>
        <w:t>un instant</w:t>
      </w:r>
      <w:r w:rsidR="00987D49">
        <w:t xml:space="preserve">, </w:t>
      </w:r>
      <w:r>
        <w:t>la Chose immonde et fantastique</w:t>
      </w:r>
      <w:r w:rsidR="00987D49">
        <w:t>.</w:t>
      </w:r>
    </w:p>
    <w:p w14:paraId="26FF2517" w14:textId="77777777" w:rsidR="00987D49" w:rsidRDefault="00B27708" w:rsidP="00B27708">
      <w:r>
        <w:t>Ce même regard se fit suppliant en rencontrant celui de Pierre</w:t>
      </w:r>
      <w:r w:rsidR="00987D49">
        <w:t xml:space="preserve">, </w:t>
      </w:r>
      <w:r>
        <w:t>et l</w:t>
      </w:r>
      <w:r w:rsidR="00987D49">
        <w:t>’</w:t>
      </w:r>
      <w:r>
        <w:t>ingénieur saisit apparemment le sens de cette supplication</w:t>
      </w:r>
      <w:r w:rsidR="00987D49">
        <w:t> : « </w:t>
      </w:r>
      <w:r>
        <w:t>Ne me quittez pas</w:t>
      </w:r>
      <w:r w:rsidR="00987D49">
        <w:t xml:space="preserve"> ! »… </w:t>
      </w:r>
      <w:r>
        <w:t>Et il laissa sans réponse l</w:t>
      </w:r>
      <w:r w:rsidR="00987D49">
        <w:t>’</w:t>
      </w:r>
      <w:r>
        <w:t>invite de René</w:t>
      </w:r>
      <w:r w:rsidR="00987D49">
        <w:t>.</w:t>
      </w:r>
    </w:p>
    <w:p w14:paraId="70BC720D" w14:textId="77777777" w:rsidR="00987D49" w:rsidRDefault="00B27708" w:rsidP="00B27708">
      <w:r>
        <w:t>Un silence gêné plana</w:t>
      </w:r>
      <w:r w:rsidR="00987D49">
        <w:t xml:space="preserve">. </w:t>
      </w:r>
      <w:r>
        <w:t>René</w:t>
      </w:r>
      <w:r w:rsidR="00987D49">
        <w:t xml:space="preserve">, </w:t>
      </w:r>
      <w:r>
        <w:t>en soupirant</w:t>
      </w:r>
      <w:r w:rsidR="00987D49">
        <w:t xml:space="preserve">, </w:t>
      </w:r>
      <w:r>
        <w:t>se remit à s</w:t>
      </w:r>
      <w:r w:rsidR="00987D49">
        <w:t>’</w:t>
      </w:r>
      <w:r>
        <w:t>équiper</w:t>
      </w:r>
      <w:r w:rsidR="00987D49">
        <w:t xml:space="preserve">, </w:t>
      </w:r>
      <w:r>
        <w:t>sans un mot de plus</w:t>
      </w:r>
      <w:r w:rsidR="00987D49">
        <w:t>…</w:t>
      </w:r>
    </w:p>
    <w:p w14:paraId="594AE630" w14:textId="77777777" w:rsidR="00987D49" w:rsidRDefault="00B27708" w:rsidP="00B27708">
      <w:r>
        <w:t>J</w:t>
      </w:r>
      <w:r w:rsidR="00987D49">
        <w:t>’</w:t>
      </w:r>
      <w:r>
        <w:t>ai déjà noté</w:t>
      </w:r>
      <w:r w:rsidR="00987D49">
        <w:t xml:space="preserve">, </w:t>
      </w:r>
      <w:r>
        <w:t>au début de ce récit</w:t>
      </w:r>
      <w:r w:rsidR="00987D49">
        <w:t xml:space="preserve">, </w:t>
      </w:r>
      <w:r>
        <w:t>que je n</w:t>
      </w:r>
      <w:r w:rsidR="00987D49">
        <w:t>’</w:t>
      </w:r>
      <w:r>
        <w:t>ai pas de prétention à la bravoure</w:t>
      </w:r>
      <w:r w:rsidR="00987D49">
        <w:t xml:space="preserve">, </w:t>
      </w:r>
      <w:r>
        <w:t>et que je ne cours pas volontiers au-devant du danger</w:t>
      </w:r>
      <w:r w:rsidR="00987D49">
        <w:t xml:space="preserve">. </w:t>
      </w:r>
      <w:r>
        <w:t xml:space="preserve">Mais ce départ solitaire de René </w:t>
      </w:r>
      <w:proofErr w:type="spellStart"/>
      <w:r>
        <w:t>Lesmond</w:t>
      </w:r>
      <w:proofErr w:type="spellEnd"/>
      <w:r>
        <w:t xml:space="preserve"> vers le lieu où l</w:t>
      </w:r>
      <w:r w:rsidR="00987D49">
        <w:t>’</w:t>
      </w:r>
      <w:r>
        <w:t>appelait la curiosité scientifique avait quelque chose de si poignant</w:t>
      </w:r>
      <w:r w:rsidR="00987D49">
        <w:t xml:space="preserve">, </w:t>
      </w:r>
      <w:r>
        <w:t xml:space="preserve">que je ne </w:t>
      </w:r>
      <w:proofErr w:type="spellStart"/>
      <w:r>
        <w:t>pus</w:t>
      </w:r>
      <w:proofErr w:type="spellEnd"/>
      <w:r>
        <w:t xml:space="preserve"> y tenir</w:t>
      </w:r>
      <w:r w:rsidR="00987D49">
        <w:t xml:space="preserve">. </w:t>
      </w:r>
      <w:r>
        <w:t>Que sa propre sœur le laissât braver sans elle le péril inconnu</w:t>
      </w:r>
      <w:r w:rsidR="00987D49">
        <w:t xml:space="preserve">, </w:t>
      </w:r>
      <w:r>
        <w:t>c</w:t>
      </w:r>
      <w:r w:rsidR="00987D49">
        <w:t>’</w:t>
      </w:r>
      <w:r>
        <w:t>était assez explicable</w:t>
      </w:r>
      <w:r w:rsidR="00987D49">
        <w:t xml:space="preserve"> : </w:t>
      </w:r>
      <w:r>
        <w:t>elle avait des nerfs féminins et elle avait bien droit à une défaillance</w:t>
      </w:r>
      <w:r w:rsidR="00987D49">
        <w:t xml:space="preserve">, </w:t>
      </w:r>
      <w:r>
        <w:t>après avoir</w:t>
      </w:r>
      <w:r w:rsidR="00987D49">
        <w:t xml:space="preserve">, </w:t>
      </w:r>
      <w:r>
        <w:t>à de nombreuses reprises</w:t>
      </w:r>
      <w:r w:rsidR="00987D49">
        <w:t xml:space="preserve">, </w:t>
      </w:r>
      <w:r>
        <w:t>montré tant de courage</w:t>
      </w:r>
      <w:r w:rsidR="00987D49">
        <w:t xml:space="preserve">. </w:t>
      </w:r>
      <w:r>
        <w:t>Que Pierre</w:t>
      </w:r>
      <w:r w:rsidR="00987D49">
        <w:t xml:space="preserve">, </w:t>
      </w:r>
      <w:r>
        <w:t>dont la vaillance ne pouvait être mise en doute</w:t>
      </w:r>
      <w:r w:rsidR="00987D49">
        <w:t xml:space="preserve">, </w:t>
      </w:r>
      <w:r>
        <w:t>tînt à rester auprès d</w:t>
      </w:r>
      <w:r w:rsidR="00987D49">
        <w:t>’</w:t>
      </w:r>
      <w:r>
        <w:t>elle</w:t>
      </w:r>
      <w:r w:rsidR="00987D49">
        <w:t xml:space="preserve">, </w:t>
      </w:r>
      <w:r>
        <w:t>dans ce désarroi</w:t>
      </w:r>
      <w:r w:rsidR="00987D49">
        <w:t xml:space="preserve">, </w:t>
      </w:r>
      <w:r>
        <w:lastRenderedPageBreak/>
        <w:t>c</w:t>
      </w:r>
      <w:r w:rsidR="00987D49">
        <w:t>’</w:t>
      </w:r>
      <w:r>
        <w:t>était encore naturel</w:t>
      </w:r>
      <w:r w:rsidR="00987D49">
        <w:t xml:space="preserve">. </w:t>
      </w:r>
      <w:r>
        <w:t>Mais que moi</w:t>
      </w:r>
      <w:r w:rsidR="00987D49">
        <w:t xml:space="preserve">, </w:t>
      </w:r>
      <w:r>
        <w:t>je suivisse leur exemple</w:t>
      </w:r>
      <w:r w:rsidR="00987D49">
        <w:t xml:space="preserve">, </w:t>
      </w:r>
      <w:r>
        <w:t>était-ce normal</w:t>
      </w:r>
      <w:r w:rsidR="00987D49">
        <w:t> ?</w:t>
      </w:r>
    </w:p>
    <w:p w14:paraId="6C05B151" w14:textId="77777777" w:rsidR="00987D49" w:rsidRDefault="00B27708" w:rsidP="00B27708">
      <w:r>
        <w:t>À vrai dire</w:t>
      </w:r>
      <w:r w:rsidR="00987D49">
        <w:t xml:space="preserve">, </w:t>
      </w:r>
      <w:r>
        <w:t>je ne me posai pas tant de questions et ce fut presque instinctivement que je m</w:t>
      </w:r>
      <w:r w:rsidR="00987D49">
        <w:t>’</w:t>
      </w:r>
      <w:r>
        <w:t>élançai auprès de René pour passer hâtivement mon équipement de patrouilleur</w:t>
      </w:r>
      <w:r w:rsidR="00987D49">
        <w:t>.</w:t>
      </w:r>
    </w:p>
    <w:p w14:paraId="3FC9173E" w14:textId="77777777" w:rsidR="00987D49" w:rsidRDefault="00B27708" w:rsidP="00B27708">
      <w:r>
        <w:t>Il sembla que mon geste eût soudainement délié les langues muettes de Pierre et d</w:t>
      </w:r>
      <w:r w:rsidR="00987D49">
        <w:t>’</w:t>
      </w:r>
      <w:r>
        <w:t>Hélène</w:t>
      </w:r>
      <w:r w:rsidR="00987D49">
        <w:t xml:space="preserve">. </w:t>
      </w:r>
      <w:r>
        <w:t>Tous deux se mirent à nous exhorter à la prudence</w:t>
      </w:r>
      <w:r w:rsidR="00987D49">
        <w:t xml:space="preserve">. </w:t>
      </w:r>
      <w:r>
        <w:t>La jeune fille</w:t>
      </w:r>
      <w:r w:rsidR="00987D49">
        <w:t xml:space="preserve">, </w:t>
      </w:r>
      <w:r>
        <w:t>surtout</w:t>
      </w:r>
      <w:r w:rsidR="00987D49">
        <w:t xml:space="preserve">, </w:t>
      </w:r>
      <w:r>
        <w:t>trouva dans son inquiétude</w:t>
      </w:r>
      <w:r w:rsidR="00987D49">
        <w:t xml:space="preserve">, </w:t>
      </w:r>
      <w:r>
        <w:t>tous les arguments aptes à détourner son frère de son dangereux dessein</w:t>
      </w:r>
      <w:r w:rsidR="00987D49">
        <w:t xml:space="preserve">. </w:t>
      </w:r>
      <w:r>
        <w:t>Il ne l</w:t>
      </w:r>
      <w:r w:rsidR="00987D49">
        <w:t>’</w:t>
      </w:r>
      <w:r>
        <w:t>écoutait pas</w:t>
      </w:r>
      <w:r w:rsidR="00987D49">
        <w:t xml:space="preserve">. </w:t>
      </w:r>
      <w:r>
        <w:t>Sa résolution était prise</w:t>
      </w:r>
      <w:r w:rsidR="00987D49">
        <w:t xml:space="preserve">. </w:t>
      </w:r>
      <w:r>
        <w:t>Avec le doux entêtement dont il avait donné toute sa vie</w:t>
      </w:r>
      <w:r w:rsidR="00987D49">
        <w:t xml:space="preserve">, </w:t>
      </w:r>
      <w:r>
        <w:t>de si nombreuses preuves</w:t>
      </w:r>
      <w:r w:rsidR="00987D49">
        <w:t xml:space="preserve">, </w:t>
      </w:r>
      <w:r>
        <w:t>il acheva de s</w:t>
      </w:r>
      <w:r w:rsidR="00987D49">
        <w:t>’</w:t>
      </w:r>
      <w:r>
        <w:t>équiper</w:t>
      </w:r>
      <w:r w:rsidR="00987D49">
        <w:t xml:space="preserve">, </w:t>
      </w:r>
      <w:r>
        <w:t xml:space="preserve">et je ne </w:t>
      </w:r>
      <w:proofErr w:type="spellStart"/>
      <w:r>
        <w:t>pus</w:t>
      </w:r>
      <w:proofErr w:type="spellEnd"/>
      <w:r>
        <w:t xml:space="preserve"> faire autrement que de l</w:t>
      </w:r>
      <w:r w:rsidR="00987D49">
        <w:t>’</w:t>
      </w:r>
      <w:r>
        <w:t>imiter</w:t>
      </w:r>
      <w:r w:rsidR="00987D49">
        <w:t>…</w:t>
      </w:r>
    </w:p>
    <w:p w14:paraId="6C7925B1" w14:textId="77777777" w:rsidR="00987D49" w:rsidRDefault="00B27708" w:rsidP="00B27708">
      <w:r>
        <w:t xml:space="preserve">Ma dernière vision de la cabine du </w:t>
      </w:r>
      <w:r w:rsidR="00987D49">
        <w:t>« </w:t>
      </w:r>
      <w:r>
        <w:t>Bolide</w:t>
      </w:r>
      <w:r w:rsidR="00987D49">
        <w:t> »</w:t>
      </w:r>
      <w:r>
        <w:t xml:space="preserve"> avant de gagner</w:t>
      </w:r>
      <w:r w:rsidR="00987D49">
        <w:t xml:space="preserve">, </w:t>
      </w:r>
      <w:r>
        <w:t>à la suite de mon ami</w:t>
      </w:r>
      <w:r w:rsidR="00987D49">
        <w:t xml:space="preserve">, </w:t>
      </w:r>
      <w:r>
        <w:t>l</w:t>
      </w:r>
      <w:r w:rsidR="00987D49">
        <w:t>’</w:t>
      </w:r>
      <w:r>
        <w:t>écluse d</w:t>
      </w:r>
      <w:r w:rsidR="00987D49">
        <w:t>’</w:t>
      </w:r>
      <w:r>
        <w:t>air</w:t>
      </w:r>
      <w:r w:rsidR="00987D49">
        <w:t xml:space="preserve">, </w:t>
      </w:r>
      <w:r>
        <w:t>ce fut le visage angoissé d</w:t>
      </w:r>
      <w:r w:rsidR="00987D49">
        <w:t>’</w:t>
      </w:r>
      <w:r>
        <w:t>Hélène</w:t>
      </w:r>
      <w:r w:rsidR="00987D49">
        <w:t xml:space="preserve">, </w:t>
      </w:r>
      <w:r>
        <w:t>ses joues pâlies</w:t>
      </w:r>
      <w:r w:rsidR="00987D49">
        <w:t xml:space="preserve">, </w:t>
      </w:r>
      <w:r>
        <w:t>ses grands yeux tristes</w:t>
      </w:r>
      <w:r w:rsidR="00987D49">
        <w:t xml:space="preserve">, </w:t>
      </w:r>
      <w:r>
        <w:t>sa bouche crispée</w:t>
      </w:r>
      <w:r w:rsidR="00987D49">
        <w:t>…</w:t>
      </w:r>
    </w:p>
    <w:p w14:paraId="0EFAABB3" w14:textId="208D6C1C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55" w:name="__RefHeading__91180_553960937"/>
      <w:bookmarkStart w:id="56" w:name="bookmark25"/>
      <w:bookmarkStart w:id="57" w:name="_Toc194838877"/>
      <w:bookmarkEnd w:id="55"/>
      <w:r>
        <w:lastRenderedPageBreak/>
        <w:t>X</w:t>
      </w:r>
      <w:bookmarkEnd w:id="56"/>
      <w:r>
        <w:t>IX</w:t>
      </w:r>
      <w:r>
        <w:br/>
      </w:r>
      <w:r>
        <w:br/>
        <w:t>L</w:t>
      </w:r>
      <w:r w:rsidR="00987D49">
        <w:t>’</w:t>
      </w:r>
      <w:r>
        <w:t>épouvante</w:t>
      </w:r>
      <w:bookmarkEnd w:id="57"/>
    </w:p>
    <w:p w14:paraId="6BE909FF" w14:textId="77777777" w:rsidR="00987D49" w:rsidRDefault="00B27708" w:rsidP="00B27708">
      <w:r>
        <w:t>Je me suis juré d</w:t>
      </w:r>
      <w:r w:rsidR="00987D49">
        <w:t>’</w:t>
      </w:r>
      <w:r>
        <w:t>être franc</w:t>
      </w:r>
      <w:r w:rsidR="00987D49">
        <w:t xml:space="preserve">. </w:t>
      </w:r>
      <w:r>
        <w:t>Dès que je me trouvai avec mon compagnon</w:t>
      </w:r>
      <w:r w:rsidR="00987D49">
        <w:t xml:space="preserve">, </w:t>
      </w:r>
      <w:r>
        <w:t>dans la plaine glacée</w:t>
      </w:r>
      <w:r w:rsidR="00987D49">
        <w:t xml:space="preserve">, </w:t>
      </w:r>
      <w:r>
        <w:t>je regrettai le mouvement irréfléchi qui m</w:t>
      </w:r>
      <w:r w:rsidR="00987D49">
        <w:t>’</w:t>
      </w:r>
      <w:r>
        <w:t>avait jeté auprès de lui</w:t>
      </w:r>
      <w:r w:rsidR="00987D49">
        <w:t xml:space="preserve">. </w:t>
      </w:r>
      <w:r>
        <w:t>Un long frisson glaça mon échine</w:t>
      </w:r>
      <w:r w:rsidR="00987D49">
        <w:t xml:space="preserve">. </w:t>
      </w:r>
      <w:r>
        <w:t>Rien</w:t>
      </w:r>
      <w:r w:rsidR="00987D49">
        <w:t xml:space="preserve">, </w:t>
      </w:r>
      <w:r>
        <w:t>pourtant</w:t>
      </w:r>
      <w:r w:rsidR="00987D49">
        <w:t xml:space="preserve">, </w:t>
      </w:r>
      <w:r>
        <w:t>ne semblait justifier mon émoi</w:t>
      </w:r>
      <w:r w:rsidR="00987D49">
        <w:t xml:space="preserve">. </w:t>
      </w:r>
      <w:r>
        <w:t>Tout était calme et tranquille</w:t>
      </w:r>
      <w:r w:rsidR="00987D49">
        <w:t xml:space="preserve">. </w:t>
      </w:r>
      <w:r>
        <w:t>À perte de vue</w:t>
      </w:r>
      <w:r w:rsidR="00987D49">
        <w:t xml:space="preserve">, </w:t>
      </w:r>
      <w:r>
        <w:t>s</w:t>
      </w:r>
      <w:r w:rsidR="00987D49">
        <w:t>’</w:t>
      </w:r>
      <w:r>
        <w:t>étendait le désert</w:t>
      </w:r>
      <w:r w:rsidR="00987D49">
        <w:t xml:space="preserve">, </w:t>
      </w:r>
      <w:r>
        <w:t>dont aucune ombre ne troublait le néant glacé</w:t>
      </w:r>
      <w:r w:rsidR="00987D49">
        <w:t xml:space="preserve">. </w:t>
      </w:r>
      <w:r>
        <w:t>Mais il me suffisait de jeter le regard vers la place</w:t>
      </w:r>
      <w:r w:rsidR="00987D49">
        <w:t xml:space="preserve">, </w:t>
      </w:r>
      <w:r>
        <w:t>vide maintenant</w:t>
      </w:r>
      <w:r w:rsidR="00987D49">
        <w:t xml:space="preserve">, </w:t>
      </w:r>
      <w:r>
        <w:t>où l</w:t>
      </w:r>
      <w:r w:rsidR="00987D49">
        <w:t>’</w:t>
      </w:r>
      <w:r>
        <w:t>horrible Chose était passée</w:t>
      </w:r>
      <w:r w:rsidR="00987D49">
        <w:t xml:space="preserve">, </w:t>
      </w:r>
      <w:r>
        <w:t>où deux hommes s</w:t>
      </w:r>
      <w:r w:rsidR="00987D49">
        <w:t>’</w:t>
      </w:r>
      <w:r>
        <w:t>étaient volatilisés</w:t>
      </w:r>
      <w:r w:rsidR="00987D49">
        <w:t xml:space="preserve">, </w:t>
      </w:r>
      <w:r>
        <w:t>pour revivre l</w:t>
      </w:r>
      <w:r w:rsidR="00987D49">
        <w:t>’</w:t>
      </w:r>
      <w:r>
        <w:t>inoubliable minute dont l</w:t>
      </w:r>
      <w:r w:rsidR="00987D49">
        <w:t>’</w:t>
      </w:r>
      <w:r>
        <w:t>évocation me faisait trembler</w:t>
      </w:r>
      <w:r w:rsidR="00987D49">
        <w:t>…</w:t>
      </w:r>
    </w:p>
    <w:p w14:paraId="1351B9E4" w14:textId="77777777" w:rsidR="00987D49" w:rsidRDefault="00B27708" w:rsidP="00B27708">
      <w:r>
        <w:t>Là-bas</w:t>
      </w:r>
      <w:r w:rsidR="00987D49">
        <w:t xml:space="preserve">, </w:t>
      </w:r>
      <w:r>
        <w:t>le disque planté par moi lors de la découverte des images vivantes semblait nous faire signe</w:t>
      </w:r>
      <w:r w:rsidR="00987D49">
        <w:t xml:space="preserve">. </w:t>
      </w:r>
      <w:r>
        <w:t>René</w:t>
      </w:r>
      <w:r w:rsidR="00987D49">
        <w:t xml:space="preserve">, </w:t>
      </w:r>
      <w:r>
        <w:t>déjà</w:t>
      </w:r>
      <w:r w:rsidR="00987D49">
        <w:t xml:space="preserve">, </w:t>
      </w:r>
      <w:r>
        <w:t>se dirigeait vers lui</w:t>
      </w:r>
      <w:r w:rsidR="00987D49">
        <w:t xml:space="preserve">. </w:t>
      </w:r>
      <w:r>
        <w:t>Je suivis le même chemin</w:t>
      </w:r>
      <w:r w:rsidR="00987D49">
        <w:t xml:space="preserve">, </w:t>
      </w:r>
      <w:r>
        <w:t>le cœur serré d</w:t>
      </w:r>
      <w:r w:rsidR="00987D49">
        <w:t>’</w:t>
      </w:r>
      <w:r>
        <w:t>une inexprimable angoisse</w:t>
      </w:r>
      <w:r w:rsidR="00987D49">
        <w:t>.</w:t>
      </w:r>
    </w:p>
    <w:p w14:paraId="77FD8711" w14:textId="77777777" w:rsidR="00987D49" w:rsidRDefault="00B27708" w:rsidP="00B27708">
      <w:r>
        <w:t>Cependant</w:t>
      </w:r>
      <w:r w:rsidR="00987D49">
        <w:t xml:space="preserve">, </w:t>
      </w:r>
      <w:r>
        <w:t>aucun fait anormal ne vint troubler notre marche vers le signal</w:t>
      </w:r>
      <w:r w:rsidR="00987D49">
        <w:t xml:space="preserve">. </w:t>
      </w:r>
      <w:r>
        <w:t>Au fur et à mesure que s</w:t>
      </w:r>
      <w:r w:rsidR="00987D49">
        <w:t>’</w:t>
      </w:r>
      <w:r>
        <w:t>écoulait le temps</w:t>
      </w:r>
      <w:r w:rsidR="00987D49">
        <w:t xml:space="preserve">, </w:t>
      </w:r>
      <w:r>
        <w:t>je reprenais quelque assurance</w:t>
      </w:r>
      <w:r w:rsidR="00987D49">
        <w:t xml:space="preserve">. </w:t>
      </w:r>
      <w:r>
        <w:t>Je voulais espérer que la vision formidable ne se reproduirait plus</w:t>
      </w:r>
      <w:r w:rsidR="00987D49">
        <w:t xml:space="preserve">, </w:t>
      </w:r>
      <w:r>
        <w:t>et j</w:t>
      </w:r>
      <w:r w:rsidR="00987D49">
        <w:t>’</w:t>
      </w:r>
      <w:r>
        <w:t>y parvenais à peu près</w:t>
      </w:r>
      <w:r w:rsidR="00987D49">
        <w:t>…</w:t>
      </w:r>
    </w:p>
    <w:p w14:paraId="56AE3F2A" w14:textId="77777777" w:rsidR="00987D49" w:rsidRDefault="00B27708" w:rsidP="00B27708">
      <w:r>
        <w:t>Enfin</w:t>
      </w:r>
      <w:r w:rsidR="00987D49">
        <w:t xml:space="preserve">, </w:t>
      </w:r>
      <w:r>
        <w:t>nous arrivâmes au pied du disque</w:t>
      </w:r>
      <w:r w:rsidR="00987D49">
        <w:t xml:space="preserve">, </w:t>
      </w:r>
      <w:r>
        <w:t>en pleine zone des polygones</w:t>
      </w:r>
      <w:r w:rsidR="00987D49">
        <w:t xml:space="preserve">. </w:t>
      </w:r>
      <w:r>
        <w:t>Les êtres à deux dimensions semblaient avoir oublié l</w:t>
      </w:r>
      <w:r w:rsidR="00987D49">
        <w:t>’</w:t>
      </w:r>
      <w:r>
        <w:t>alerte et le péril dont les avait sauvés l</w:t>
      </w:r>
      <w:r w:rsidR="00987D49">
        <w:t>’</w:t>
      </w:r>
      <w:r>
        <w:t>intervention miraculeuse d</w:t>
      </w:r>
      <w:r w:rsidR="00987D49">
        <w:t>’</w:t>
      </w:r>
      <w:r>
        <w:t>autres êtres</w:t>
      </w:r>
      <w:r w:rsidR="00987D49">
        <w:t xml:space="preserve">, </w:t>
      </w:r>
      <w:r>
        <w:t>dont ils ne pouvaient concevoir la structure</w:t>
      </w:r>
      <w:r w:rsidR="00987D49">
        <w:t xml:space="preserve">. </w:t>
      </w:r>
      <w:r>
        <w:t>Les dessins animés étaient plus remuants et leurs couleurs plus vives que jamais</w:t>
      </w:r>
      <w:r w:rsidR="00987D49">
        <w:t>.</w:t>
      </w:r>
    </w:p>
    <w:p w14:paraId="7E4E07CF" w14:textId="77777777" w:rsidR="00987D49" w:rsidRDefault="00B27708" w:rsidP="00B27708">
      <w:r>
        <w:t>L</w:t>
      </w:r>
      <w:r w:rsidR="00987D49">
        <w:t>’</w:t>
      </w:r>
      <w:r>
        <w:t xml:space="preserve">idée de René </w:t>
      </w:r>
      <w:proofErr w:type="spellStart"/>
      <w:r>
        <w:t>Lesmond</w:t>
      </w:r>
      <w:proofErr w:type="spellEnd"/>
      <w:r>
        <w:t xml:space="preserve"> était en apparence fort simple</w:t>
      </w:r>
      <w:r w:rsidR="00987D49">
        <w:t xml:space="preserve">, </w:t>
      </w:r>
      <w:r>
        <w:t>et</w:t>
      </w:r>
      <w:r w:rsidR="00987D49">
        <w:t xml:space="preserve">, </w:t>
      </w:r>
      <w:r>
        <w:t>dès qu</w:t>
      </w:r>
      <w:r w:rsidR="00987D49">
        <w:t>’</w:t>
      </w:r>
      <w:r>
        <w:t xml:space="preserve">il me </w:t>
      </w:r>
      <w:proofErr w:type="gramStart"/>
      <w:r>
        <w:t>l</w:t>
      </w:r>
      <w:r w:rsidR="00987D49">
        <w:t>’</w:t>
      </w:r>
      <w:r>
        <w:t>eût</w:t>
      </w:r>
      <w:proofErr w:type="gramEnd"/>
      <w:r>
        <w:t xml:space="preserve"> exposée par gestes</w:t>
      </w:r>
      <w:r w:rsidR="00987D49">
        <w:t xml:space="preserve">, </w:t>
      </w:r>
      <w:r>
        <w:t>j</w:t>
      </w:r>
      <w:r w:rsidR="00987D49">
        <w:t>’</w:t>
      </w:r>
      <w:r>
        <w:t>eus l</w:t>
      </w:r>
      <w:r w:rsidR="00987D49">
        <w:t>’</w:t>
      </w:r>
      <w:r>
        <w:t>impression qu</w:t>
      </w:r>
      <w:r w:rsidR="00987D49">
        <w:t>’</w:t>
      </w:r>
      <w:r>
        <w:t>elle était réalisable</w:t>
      </w:r>
      <w:r w:rsidR="00987D49">
        <w:t>.</w:t>
      </w:r>
    </w:p>
    <w:p w14:paraId="01CDD69A" w14:textId="77777777" w:rsidR="00987D49" w:rsidRDefault="00B27708" w:rsidP="00B27708">
      <w:r>
        <w:lastRenderedPageBreak/>
        <w:t>Il s</w:t>
      </w:r>
      <w:r w:rsidR="00987D49">
        <w:t>’</w:t>
      </w:r>
      <w:r>
        <w:t>agissait d</w:t>
      </w:r>
      <w:r w:rsidR="00987D49">
        <w:t>’</w:t>
      </w:r>
      <w:r>
        <w:t>emporter le support avec le polygone</w:t>
      </w:r>
      <w:r w:rsidR="00987D49">
        <w:t xml:space="preserve">, </w:t>
      </w:r>
      <w:r>
        <w:t>c</w:t>
      </w:r>
      <w:r w:rsidR="00987D49">
        <w:t>’</w:t>
      </w:r>
      <w:r>
        <w:t>est-à-dire de détacher du sol un bloc</w:t>
      </w:r>
      <w:r w:rsidR="00987D49">
        <w:t xml:space="preserve">, </w:t>
      </w:r>
      <w:r>
        <w:t>avec l</w:t>
      </w:r>
      <w:r w:rsidR="00987D49">
        <w:t>’</w:t>
      </w:r>
      <w:r>
        <w:t>image fixée à sa surface</w:t>
      </w:r>
      <w:r w:rsidR="00987D49">
        <w:t xml:space="preserve">. </w:t>
      </w:r>
      <w:r>
        <w:t>Dans ce dessein</w:t>
      </w:r>
      <w:r w:rsidR="00987D49">
        <w:t xml:space="preserve">, </w:t>
      </w:r>
      <w:r>
        <w:t>je devais maintenir un polygone avec ma paume dûment collée au sol</w:t>
      </w:r>
      <w:r w:rsidR="00987D49">
        <w:t xml:space="preserve">, </w:t>
      </w:r>
      <w:r>
        <w:t>tandis que mon compagnon creuserait tout autour à l</w:t>
      </w:r>
      <w:r w:rsidR="00987D49">
        <w:t>’</w:t>
      </w:r>
      <w:r>
        <w:t>aide du marteau géologique</w:t>
      </w:r>
      <w:r w:rsidR="00987D49">
        <w:t xml:space="preserve">, </w:t>
      </w:r>
      <w:r>
        <w:t>de manière à isoler</w:t>
      </w:r>
      <w:r w:rsidR="00987D49">
        <w:t xml:space="preserve">, </w:t>
      </w:r>
      <w:r>
        <w:t>comme dans une île</w:t>
      </w:r>
      <w:r w:rsidR="00987D49">
        <w:t xml:space="preserve">, </w:t>
      </w:r>
      <w:r>
        <w:t>l</w:t>
      </w:r>
      <w:r w:rsidR="00987D49">
        <w:t>’</w:t>
      </w:r>
      <w:r>
        <w:t>être à deux dimensions</w:t>
      </w:r>
      <w:r w:rsidR="00987D49">
        <w:t xml:space="preserve">. </w:t>
      </w:r>
      <w:r>
        <w:t>Après quoi</w:t>
      </w:r>
      <w:r w:rsidR="00987D49">
        <w:t xml:space="preserve">, </w:t>
      </w:r>
      <w:r>
        <w:t>nous aviserions à arracher le bloc de pierre transparente</w:t>
      </w:r>
      <w:r w:rsidR="00987D49">
        <w:t>.</w:t>
      </w:r>
    </w:p>
    <w:p w14:paraId="506CC6FD" w14:textId="77777777" w:rsidR="00987D49" w:rsidRDefault="00B27708" w:rsidP="00B27708">
      <w:r>
        <w:t>Je savais par expérience que ce cristal de roche était extrêmement dur</w:t>
      </w:r>
      <w:r w:rsidR="00987D49">
        <w:t xml:space="preserve">, </w:t>
      </w:r>
      <w:r>
        <w:t>mais qu</w:t>
      </w:r>
      <w:r w:rsidR="00987D49">
        <w:t>’</w:t>
      </w:r>
      <w:r>
        <w:t>il n</w:t>
      </w:r>
      <w:r w:rsidR="00987D49">
        <w:t>’</w:t>
      </w:r>
      <w:r>
        <w:t>était pas impossible de l</w:t>
      </w:r>
      <w:r w:rsidR="00987D49">
        <w:t>’</w:t>
      </w:r>
      <w:r>
        <w:t>entamer</w:t>
      </w:r>
      <w:r w:rsidR="00987D49">
        <w:t xml:space="preserve">. </w:t>
      </w:r>
      <w:r>
        <w:t>Je me mis donc en devoir d</w:t>
      </w:r>
      <w:r w:rsidR="00987D49">
        <w:t>’</w:t>
      </w:r>
      <w:r>
        <w:t>aider René</w:t>
      </w:r>
      <w:r w:rsidR="00987D49">
        <w:t xml:space="preserve">, </w:t>
      </w:r>
      <w:r>
        <w:t>selon ses indications</w:t>
      </w:r>
      <w:r w:rsidR="00987D49">
        <w:t xml:space="preserve">. </w:t>
      </w:r>
      <w:r>
        <w:t>Il avait songé à emporter une plaque de caoutchouc que je pouvais maintenir sous ma main gantée et qui assurait l</w:t>
      </w:r>
      <w:r w:rsidR="00987D49">
        <w:t>’</w:t>
      </w:r>
      <w:r>
        <w:t>adhérence parfaite sans geler ma main</w:t>
      </w:r>
      <w:r w:rsidR="00987D49">
        <w:t>.</w:t>
      </w:r>
    </w:p>
    <w:p w14:paraId="33B19DF5" w14:textId="77777777" w:rsidR="00987D49" w:rsidRDefault="00B27708" w:rsidP="00B27708">
      <w:r>
        <w:t>Ainsi s</w:t>
      </w:r>
      <w:r w:rsidR="00987D49">
        <w:t>’</w:t>
      </w:r>
      <w:r>
        <w:t>accomplit la première partie du programme</w:t>
      </w:r>
      <w:r w:rsidR="00987D49">
        <w:t xml:space="preserve">, </w:t>
      </w:r>
      <w:r>
        <w:t>non sans difficultés</w:t>
      </w:r>
      <w:r w:rsidR="00987D49">
        <w:t xml:space="preserve">. </w:t>
      </w:r>
      <w:r>
        <w:t>Le polygone</w:t>
      </w:r>
      <w:r w:rsidR="00987D49">
        <w:t xml:space="preserve">, </w:t>
      </w:r>
      <w:r>
        <w:t>un beau triangle bleu</w:t>
      </w:r>
      <w:r w:rsidR="00987D49">
        <w:t xml:space="preserve">, </w:t>
      </w:r>
      <w:r>
        <w:t>fut isolé</w:t>
      </w:r>
      <w:r w:rsidR="00987D49">
        <w:t xml:space="preserve">. </w:t>
      </w:r>
      <w:r>
        <w:t>Il était un peu pâli</w:t>
      </w:r>
      <w:r w:rsidR="00987D49">
        <w:t xml:space="preserve">, </w:t>
      </w:r>
      <w:r>
        <w:t>mais semblait encore loin de l</w:t>
      </w:r>
      <w:r w:rsidR="00987D49">
        <w:t>’</w:t>
      </w:r>
      <w:r>
        <w:t>effacement définitif</w:t>
      </w:r>
      <w:r w:rsidR="00987D49">
        <w:t xml:space="preserve">, </w:t>
      </w:r>
      <w:r>
        <w:t>lorsque cette opération préliminaire fut terminée</w:t>
      </w:r>
      <w:r w:rsidR="00987D49">
        <w:t>.</w:t>
      </w:r>
    </w:p>
    <w:p w14:paraId="2FB85E7D" w14:textId="77777777" w:rsidR="00987D49" w:rsidRDefault="00B27708" w:rsidP="00B27708">
      <w:r>
        <w:t>Mais quand il fallut essayer de détacher le bloc de roche transparente</w:t>
      </w:r>
      <w:r w:rsidR="00987D49">
        <w:t xml:space="preserve">, </w:t>
      </w:r>
      <w:r>
        <w:t>ce fut une bien autre histoire</w:t>
      </w:r>
      <w:r w:rsidR="00987D49">
        <w:t xml:space="preserve">. </w:t>
      </w:r>
      <w:r>
        <w:t>Nous nous heurtâmes à une résistance inébranlable</w:t>
      </w:r>
      <w:r w:rsidR="00987D49">
        <w:t xml:space="preserve">. </w:t>
      </w:r>
      <w:r>
        <w:t>La roche était plus dure encore que je croyais le savoir</w:t>
      </w:r>
      <w:r w:rsidR="00987D49">
        <w:t xml:space="preserve">. </w:t>
      </w:r>
      <w:r>
        <w:t>J</w:t>
      </w:r>
      <w:r w:rsidR="00987D49">
        <w:t>’</w:t>
      </w:r>
      <w:r>
        <w:t>eus l</w:t>
      </w:r>
      <w:r w:rsidR="00987D49">
        <w:t>’</w:t>
      </w:r>
      <w:r>
        <w:t>impression qu</w:t>
      </w:r>
      <w:r w:rsidR="00987D49">
        <w:t>’</w:t>
      </w:r>
      <w:r>
        <w:t xml:space="preserve">il aurait </w:t>
      </w:r>
      <w:proofErr w:type="spellStart"/>
      <w:r>
        <w:t>fallut</w:t>
      </w:r>
      <w:proofErr w:type="spellEnd"/>
      <w:r>
        <w:t xml:space="preserve"> employer un explosif pour en venir à bout</w:t>
      </w:r>
      <w:r w:rsidR="00987D49">
        <w:t>.</w:t>
      </w:r>
    </w:p>
    <w:p w14:paraId="5D149513" w14:textId="77777777" w:rsidR="00987D49" w:rsidRDefault="00B27708" w:rsidP="00B27708">
      <w:r>
        <w:t>Toujours par gestes</w:t>
      </w:r>
      <w:r w:rsidR="00987D49">
        <w:t xml:space="preserve">, </w:t>
      </w:r>
      <w:r>
        <w:t>René exprima qu</w:t>
      </w:r>
      <w:r w:rsidR="00987D49">
        <w:t>’</w:t>
      </w:r>
      <w:r>
        <w:t>il se proposait de revenir avec d</w:t>
      </w:r>
      <w:r w:rsidR="00987D49">
        <w:t>’</w:t>
      </w:r>
      <w:r>
        <w:t>autres outils</w:t>
      </w:r>
      <w:r w:rsidR="00987D49">
        <w:t xml:space="preserve">. </w:t>
      </w:r>
      <w:r>
        <w:t>Je ne m</w:t>
      </w:r>
      <w:r w:rsidR="00987D49">
        <w:t>’</w:t>
      </w:r>
      <w:r>
        <w:t>attardai pas à lui expliquer que ce n</w:t>
      </w:r>
      <w:r w:rsidR="00987D49">
        <w:t>’</w:t>
      </w:r>
      <w:r>
        <w:t>était guère possible</w:t>
      </w:r>
      <w:r w:rsidR="00987D49">
        <w:t xml:space="preserve">, </w:t>
      </w:r>
      <w:r>
        <w:t>que l</w:t>
      </w:r>
      <w:r w:rsidR="00987D49">
        <w:t>’</w:t>
      </w:r>
      <w:r>
        <w:t>heure fixée pour le départ définitif approchait</w:t>
      </w:r>
      <w:r w:rsidR="00987D49">
        <w:t xml:space="preserve">. </w:t>
      </w:r>
      <w:r>
        <w:t>Car une circonstance imprévue rendit vain tout projet et superflue toute objection</w:t>
      </w:r>
      <w:r w:rsidR="00987D49">
        <w:t>.</w:t>
      </w:r>
    </w:p>
    <w:p w14:paraId="3A0AC850" w14:textId="77777777" w:rsidR="00987D49" w:rsidRDefault="00B27708" w:rsidP="00B27708">
      <w:r>
        <w:t>Le triangle isolé</w:t>
      </w:r>
      <w:r w:rsidR="00987D49">
        <w:t xml:space="preserve">, </w:t>
      </w:r>
      <w:r>
        <w:t>en effet</w:t>
      </w:r>
      <w:r w:rsidR="00987D49">
        <w:t xml:space="preserve">, </w:t>
      </w:r>
      <w:r>
        <w:t>perdait peu à peu sa belle couleur</w:t>
      </w:r>
      <w:r w:rsidR="00987D49">
        <w:t xml:space="preserve">, </w:t>
      </w:r>
      <w:r>
        <w:t>devenait successivement bleu d</w:t>
      </w:r>
      <w:r w:rsidR="00987D49">
        <w:t>’</w:t>
      </w:r>
      <w:r>
        <w:t>azur</w:t>
      </w:r>
      <w:r w:rsidR="00987D49">
        <w:t xml:space="preserve">, </w:t>
      </w:r>
      <w:r>
        <w:t>bleu lavande</w:t>
      </w:r>
      <w:r w:rsidR="00987D49">
        <w:t xml:space="preserve">, </w:t>
      </w:r>
      <w:r>
        <w:t>à peine teinté</w:t>
      </w:r>
      <w:r w:rsidR="00987D49">
        <w:t xml:space="preserve">, </w:t>
      </w:r>
      <w:r>
        <w:t>presque blanc</w:t>
      </w:r>
      <w:r w:rsidR="00987D49">
        <w:t xml:space="preserve">… </w:t>
      </w:r>
      <w:r>
        <w:t>Enfin</w:t>
      </w:r>
      <w:r w:rsidR="00987D49">
        <w:t xml:space="preserve">, </w:t>
      </w:r>
      <w:r>
        <w:t>il s</w:t>
      </w:r>
      <w:r w:rsidR="00987D49">
        <w:t>’</w:t>
      </w:r>
      <w:r>
        <w:t>effaça complètement</w:t>
      </w:r>
      <w:r w:rsidR="00987D49">
        <w:t xml:space="preserve">. </w:t>
      </w:r>
      <w:r>
        <w:t>Il mourut</w:t>
      </w:r>
      <w:r w:rsidR="00987D49">
        <w:t xml:space="preserve">, </w:t>
      </w:r>
      <w:r>
        <w:t xml:space="preserve">pour ainsi </w:t>
      </w:r>
      <w:r>
        <w:lastRenderedPageBreak/>
        <w:t>dire</w:t>
      </w:r>
      <w:r w:rsidR="00987D49">
        <w:t xml:space="preserve">, </w:t>
      </w:r>
      <w:r>
        <w:t>asphyxié</w:t>
      </w:r>
      <w:r w:rsidR="00987D49">
        <w:t xml:space="preserve">, </w:t>
      </w:r>
      <w:r>
        <w:t>dans l</w:t>
      </w:r>
      <w:r w:rsidR="00987D49">
        <w:t>’</w:t>
      </w:r>
      <w:r>
        <w:t>îlot où nous l</w:t>
      </w:r>
      <w:r w:rsidR="00987D49">
        <w:t>’</w:t>
      </w:r>
      <w:r>
        <w:t>avions enfermé</w:t>
      </w:r>
      <w:r w:rsidR="00987D49">
        <w:t xml:space="preserve">. </w:t>
      </w:r>
      <w:r>
        <w:t>Même si nous parvenions à détacher</w:t>
      </w:r>
      <w:r w:rsidR="00987D49">
        <w:t xml:space="preserve">, </w:t>
      </w:r>
      <w:r>
        <w:t>comme l</w:t>
      </w:r>
      <w:r w:rsidR="00987D49">
        <w:t>’</w:t>
      </w:r>
      <w:r>
        <w:t>avait souhaité René</w:t>
      </w:r>
      <w:r w:rsidR="00987D49">
        <w:t xml:space="preserve">, </w:t>
      </w:r>
      <w:r>
        <w:t>le support avec le polygone</w:t>
      </w:r>
      <w:r w:rsidR="00987D49">
        <w:t xml:space="preserve">, </w:t>
      </w:r>
      <w:r>
        <w:t>ce dernier ne pourrait continuer à vivre de la vie mystérieuse de ses semblables</w:t>
      </w:r>
      <w:r w:rsidR="00987D49">
        <w:t xml:space="preserve">, </w:t>
      </w:r>
      <w:r>
        <w:t>hors de la surface qui est son univers et son milieu nécessaire</w:t>
      </w:r>
      <w:r w:rsidR="00987D49">
        <w:t>.</w:t>
      </w:r>
    </w:p>
    <w:p w14:paraId="60E4CEF0" w14:textId="77777777" w:rsidR="00987D49" w:rsidRDefault="00B27708" w:rsidP="00B27708">
      <w:r>
        <w:t>Ainsi se poursuivait l</w:t>
      </w:r>
      <w:r w:rsidR="00987D49">
        <w:t>’</w:t>
      </w:r>
      <w:r>
        <w:t>analogie invoquée par René à l</w:t>
      </w:r>
      <w:r w:rsidR="00987D49">
        <w:t>’</w:t>
      </w:r>
      <w:r>
        <w:t>appui de son hypothèse sur l</w:t>
      </w:r>
      <w:r w:rsidR="00987D49">
        <w:t>’</w:t>
      </w:r>
      <w:r>
        <w:t>être à quatre dimensions</w:t>
      </w:r>
      <w:r w:rsidR="00987D49">
        <w:t xml:space="preserve">. </w:t>
      </w:r>
      <w:r>
        <w:t>La troisième dimension était inaccessible aux infiniment plats comme la quatrième l</w:t>
      </w:r>
      <w:r w:rsidR="00987D49">
        <w:t>’</w:t>
      </w:r>
      <w:r>
        <w:t>était aux hommes</w:t>
      </w:r>
      <w:r w:rsidR="00987D49">
        <w:t xml:space="preserve">, </w:t>
      </w:r>
      <w:r>
        <w:t>et ils disparaissaient à notre contact</w:t>
      </w:r>
      <w:r w:rsidR="00987D49">
        <w:t xml:space="preserve">, </w:t>
      </w:r>
      <w:r>
        <w:t>comme deux hommes avaient disparu au contact du rocher mou</w:t>
      </w:r>
      <w:r w:rsidR="00987D49">
        <w:t>.</w:t>
      </w:r>
    </w:p>
    <w:p w14:paraId="6CCAC65E" w14:textId="77777777" w:rsidR="00987D49" w:rsidRDefault="00B27708" w:rsidP="00B27708">
      <w:r>
        <w:t>Telles étaient les pensées qui me hantaient</w:t>
      </w:r>
      <w:r w:rsidR="00987D49">
        <w:t xml:space="preserve">, </w:t>
      </w:r>
      <w:r>
        <w:t>comme nous revenions vers l</w:t>
      </w:r>
      <w:r w:rsidR="00987D49">
        <w:t>’</w:t>
      </w:r>
      <w:r>
        <w:t>astronef</w:t>
      </w:r>
      <w:r w:rsidR="00987D49">
        <w:t xml:space="preserve">. </w:t>
      </w:r>
      <w:r>
        <w:t>J</w:t>
      </w:r>
      <w:r w:rsidR="00987D49">
        <w:t>’</w:t>
      </w:r>
      <w:r>
        <w:t>étais un peu dépité de l</w:t>
      </w:r>
      <w:r w:rsidR="00987D49">
        <w:t>’</w:t>
      </w:r>
      <w:r>
        <w:t>expérience manquée</w:t>
      </w:r>
      <w:r w:rsidR="00987D49">
        <w:t xml:space="preserve">, </w:t>
      </w:r>
      <w:r>
        <w:t>mais content tout de même</w:t>
      </w:r>
      <w:r w:rsidR="00987D49">
        <w:t xml:space="preserve">, </w:t>
      </w:r>
      <w:r>
        <w:t>en me disant que</w:t>
      </w:r>
      <w:r w:rsidR="00987D49">
        <w:t xml:space="preserve">, </w:t>
      </w:r>
      <w:r>
        <w:t>maintenant</w:t>
      </w:r>
      <w:r w:rsidR="00987D49">
        <w:t xml:space="preserve">, </w:t>
      </w:r>
      <w:r>
        <w:t>René ne ferait plus d</w:t>
      </w:r>
      <w:r w:rsidR="00987D49">
        <w:t>’</w:t>
      </w:r>
      <w:r>
        <w:t>objection à un appareillage immédiat</w:t>
      </w:r>
      <w:r w:rsidR="00987D49">
        <w:t xml:space="preserve">. </w:t>
      </w:r>
      <w:r>
        <w:t>Au fond de moi-même</w:t>
      </w:r>
      <w:r w:rsidR="00987D49">
        <w:t xml:space="preserve">, </w:t>
      </w:r>
      <w:r>
        <w:t>pourtant</w:t>
      </w:r>
      <w:r w:rsidR="00987D49">
        <w:t xml:space="preserve">, </w:t>
      </w:r>
      <w:r>
        <w:t>je n</w:t>
      </w:r>
      <w:r w:rsidR="00987D49">
        <w:t>’</w:t>
      </w:r>
      <w:r>
        <w:t>en étais pas aussi sûr que je l</w:t>
      </w:r>
      <w:r w:rsidR="00987D49">
        <w:t>’</w:t>
      </w:r>
      <w:r>
        <w:t>aurais voulu</w:t>
      </w:r>
      <w:r w:rsidR="00987D49">
        <w:t xml:space="preserve">. </w:t>
      </w:r>
      <w:r>
        <w:t>Ces savants sont si curieux</w:t>
      </w:r>
      <w:r w:rsidR="00987D49">
        <w:t xml:space="preserve"> ! </w:t>
      </w:r>
      <w:r>
        <w:t>Celui-là serait bien encore capable de demander un nouveau sursis au départ</w:t>
      </w:r>
      <w:r w:rsidR="00987D49">
        <w:t xml:space="preserve">, </w:t>
      </w:r>
      <w:r>
        <w:t>pour tenter une dernière expérience</w:t>
      </w:r>
      <w:r w:rsidR="00987D49">
        <w:t xml:space="preserve">. </w:t>
      </w:r>
      <w:r>
        <w:t>Il avait peut-être une autre idée</w:t>
      </w:r>
      <w:r w:rsidR="00987D49">
        <w:t xml:space="preserve">, </w:t>
      </w:r>
      <w:r>
        <w:t>non moins ingénieuse</w:t>
      </w:r>
      <w:r w:rsidR="00987D49">
        <w:t xml:space="preserve">, </w:t>
      </w:r>
      <w:r>
        <w:t>mais plus praticable que celle dont la réalisation venait de le décevoir</w:t>
      </w:r>
      <w:r w:rsidR="00987D49">
        <w:t>…</w:t>
      </w:r>
    </w:p>
    <w:p w14:paraId="5070DB46" w14:textId="77777777" w:rsidR="00987D49" w:rsidRDefault="00B27708" w:rsidP="00B27708">
      <w:r>
        <w:t>Ce que pensait</w:t>
      </w:r>
      <w:r w:rsidR="00987D49">
        <w:t xml:space="preserve">, </w:t>
      </w:r>
      <w:r>
        <w:t>en cet instant</w:t>
      </w:r>
      <w:r w:rsidR="00987D49">
        <w:t xml:space="preserve">, </w:t>
      </w:r>
      <w:r>
        <w:t>sur ce sujet ou sur d</w:t>
      </w:r>
      <w:r w:rsidR="00987D49">
        <w:t>’</w:t>
      </w:r>
      <w:r>
        <w:t>autres</w:t>
      </w:r>
      <w:r w:rsidR="00987D49">
        <w:t xml:space="preserve">, </w:t>
      </w:r>
      <w:r>
        <w:t xml:space="preserve">mon ami René </w:t>
      </w:r>
      <w:proofErr w:type="spellStart"/>
      <w:r>
        <w:t>Lesmond</w:t>
      </w:r>
      <w:proofErr w:type="spellEnd"/>
      <w:r w:rsidR="00987D49">
        <w:t xml:space="preserve">, </w:t>
      </w:r>
      <w:r>
        <w:t>je ne devais jamais</w:t>
      </w:r>
      <w:r w:rsidR="00987D49">
        <w:t xml:space="preserve">, </w:t>
      </w:r>
      <w:r>
        <w:t>hélas</w:t>
      </w:r>
      <w:r w:rsidR="00987D49">
        <w:t xml:space="preserve">, </w:t>
      </w:r>
      <w:r>
        <w:t>le savoir</w:t>
      </w:r>
      <w:r w:rsidR="00987D49">
        <w:t xml:space="preserve">. </w:t>
      </w:r>
      <w:r>
        <w:t>Nul ne devait jamais le savoir</w:t>
      </w:r>
      <w:r w:rsidR="00987D49">
        <w:t>.</w:t>
      </w:r>
    </w:p>
    <w:p w14:paraId="4798E451" w14:textId="77777777" w:rsidR="00987D49" w:rsidRDefault="00B27708" w:rsidP="00B27708">
      <w:r>
        <w:t>Je revois</w:t>
      </w:r>
      <w:r w:rsidR="00987D49">
        <w:t xml:space="preserve">, </w:t>
      </w:r>
      <w:r>
        <w:t>comme si l</w:t>
      </w:r>
      <w:r w:rsidR="00987D49">
        <w:t>’</w:t>
      </w:r>
      <w:r>
        <w:t>événement datait d</w:t>
      </w:r>
      <w:r w:rsidR="00987D49">
        <w:t>’</w:t>
      </w:r>
      <w:r>
        <w:t>hier</w:t>
      </w:r>
      <w:r w:rsidR="00987D49">
        <w:t xml:space="preserve">, </w:t>
      </w:r>
      <w:r>
        <w:t>la scène horrible qui se joua devant moi</w:t>
      </w:r>
      <w:r w:rsidR="00987D49">
        <w:t xml:space="preserve">… </w:t>
      </w:r>
      <w:r>
        <w:t>Voici le large panneau aux trois couleurs françaises</w:t>
      </w:r>
      <w:r w:rsidR="00987D49">
        <w:t xml:space="preserve">, </w:t>
      </w:r>
      <w:r>
        <w:t>qui indique l</w:t>
      </w:r>
      <w:r w:rsidR="00987D49">
        <w:t>’</w:t>
      </w:r>
      <w:r>
        <w:t xml:space="preserve">emplacement du </w:t>
      </w:r>
      <w:r w:rsidR="00987D49">
        <w:t>« </w:t>
      </w:r>
      <w:r>
        <w:t>Bolide</w:t>
      </w:r>
      <w:r w:rsidR="00987D49">
        <w:t xml:space="preserve"> ». </w:t>
      </w:r>
      <w:r>
        <w:t>L</w:t>
      </w:r>
      <w:r w:rsidR="00987D49">
        <w:t>’</w:t>
      </w:r>
      <w:r>
        <w:t>astronef est là</w:t>
      </w:r>
      <w:r w:rsidR="00987D49">
        <w:t xml:space="preserve">, </w:t>
      </w:r>
      <w:r>
        <w:t>devant nous</w:t>
      </w:r>
      <w:r w:rsidR="00987D49">
        <w:t xml:space="preserve">. </w:t>
      </w:r>
      <w:r>
        <w:t>Nous allons l</w:t>
      </w:r>
      <w:r w:rsidR="00987D49">
        <w:t>’</w:t>
      </w:r>
      <w:r>
        <w:t>atteindre</w:t>
      </w:r>
      <w:r w:rsidR="00987D49">
        <w:t xml:space="preserve">. </w:t>
      </w:r>
      <w:r>
        <w:t>Pierre et Hélène</w:t>
      </w:r>
      <w:r w:rsidR="00987D49">
        <w:t xml:space="preserve">, </w:t>
      </w:r>
      <w:r>
        <w:t>assurément</w:t>
      </w:r>
      <w:r w:rsidR="00987D49">
        <w:t xml:space="preserve">, </w:t>
      </w:r>
      <w:r>
        <w:t>se penchent sur le cœlostat pour nous voir revenir</w:t>
      </w:r>
      <w:r w:rsidR="00987D49">
        <w:t xml:space="preserve">. </w:t>
      </w:r>
      <w:r>
        <w:t>Tout est calme</w:t>
      </w:r>
      <w:r w:rsidR="00987D49">
        <w:t xml:space="preserve">. </w:t>
      </w:r>
      <w:r>
        <w:t>La surface du satellite est immaculée</w:t>
      </w:r>
      <w:r w:rsidR="00987D49">
        <w:t xml:space="preserve">. </w:t>
      </w:r>
      <w:r>
        <w:t>Son cristal est d</w:t>
      </w:r>
      <w:r w:rsidR="00987D49">
        <w:t>’</w:t>
      </w:r>
      <w:r>
        <w:t>une pureté éblouissante</w:t>
      </w:r>
      <w:r w:rsidR="00987D49">
        <w:t xml:space="preserve">. </w:t>
      </w:r>
      <w:r>
        <w:t>Encore une minute</w:t>
      </w:r>
      <w:r w:rsidR="00987D49">
        <w:t xml:space="preserve">, </w:t>
      </w:r>
      <w:r>
        <w:t>et nous serons auprès de nos compagnons</w:t>
      </w:r>
      <w:r w:rsidR="00987D49">
        <w:t xml:space="preserve">, </w:t>
      </w:r>
      <w:r>
        <w:t>dans la chambre demi-sphérique</w:t>
      </w:r>
      <w:r w:rsidR="00987D49">
        <w:t xml:space="preserve">. </w:t>
      </w:r>
      <w:r>
        <w:t>Une minute encore</w:t>
      </w:r>
      <w:r w:rsidR="00987D49">
        <w:t xml:space="preserve">, </w:t>
      </w:r>
      <w:r>
        <w:t xml:space="preserve">et </w:t>
      </w:r>
      <w:r>
        <w:lastRenderedPageBreak/>
        <w:t>nous repartirons vers la Terre</w:t>
      </w:r>
      <w:r w:rsidR="00987D49">
        <w:t xml:space="preserve">. </w:t>
      </w:r>
      <w:r>
        <w:t>J</w:t>
      </w:r>
      <w:r w:rsidR="00987D49">
        <w:t>’</w:t>
      </w:r>
      <w:r>
        <w:t>agite les bras</w:t>
      </w:r>
      <w:r w:rsidR="00987D49">
        <w:t xml:space="preserve">, </w:t>
      </w:r>
      <w:r>
        <w:t>à l</w:t>
      </w:r>
      <w:r w:rsidR="00987D49">
        <w:t>’</w:t>
      </w:r>
      <w:r>
        <w:t>adresse de Pierre et d</w:t>
      </w:r>
      <w:r w:rsidR="00987D49">
        <w:t>’</w:t>
      </w:r>
      <w:r>
        <w:t>Hélène</w:t>
      </w:r>
      <w:r w:rsidR="00987D49">
        <w:t xml:space="preserve">, </w:t>
      </w:r>
      <w:r>
        <w:t>que je ne peux voir</w:t>
      </w:r>
      <w:r w:rsidR="00987D49">
        <w:t xml:space="preserve">, </w:t>
      </w:r>
      <w:r>
        <w:t>mais qui me voient</w:t>
      </w:r>
      <w:r w:rsidR="00987D49">
        <w:t xml:space="preserve">, </w:t>
      </w:r>
      <w:r>
        <w:t>je le sais</w:t>
      </w:r>
      <w:r w:rsidR="00987D49">
        <w:t>…</w:t>
      </w:r>
    </w:p>
    <w:p w14:paraId="5DA1BDA8" w14:textId="77777777" w:rsidR="00987D49" w:rsidRDefault="00B27708" w:rsidP="00B27708">
      <w:r>
        <w:t>Et soudain</w:t>
      </w:r>
      <w:r w:rsidR="00987D49">
        <w:t xml:space="preserve">, </w:t>
      </w:r>
      <w:r>
        <w:t>c</w:t>
      </w:r>
      <w:r w:rsidR="00987D49">
        <w:t>’</w:t>
      </w:r>
      <w:r>
        <w:t>est l</w:t>
      </w:r>
      <w:r w:rsidR="00987D49">
        <w:t>’</w:t>
      </w:r>
      <w:r>
        <w:t>épouvante</w:t>
      </w:r>
      <w:r w:rsidR="00987D49">
        <w:t xml:space="preserve">. </w:t>
      </w:r>
      <w:r>
        <w:t>La forme immonde se dresse à mon côté</w:t>
      </w:r>
      <w:r w:rsidR="00987D49">
        <w:t xml:space="preserve">, </w:t>
      </w:r>
      <w:r>
        <w:t>sans que rien ait fait prévoir sa réapparition</w:t>
      </w:r>
      <w:r w:rsidR="00987D49">
        <w:t xml:space="preserve">. </w:t>
      </w:r>
      <w:r>
        <w:t>Je ne vois plus René</w:t>
      </w:r>
      <w:r w:rsidR="00987D49">
        <w:t xml:space="preserve">. </w:t>
      </w:r>
      <w:r>
        <w:t>Il était là</w:t>
      </w:r>
      <w:r w:rsidR="00987D49">
        <w:t xml:space="preserve">, </w:t>
      </w:r>
      <w:r>
        <w:t>tout à l</w:t>
      </w:r>
      <w:r w:rsidR="00987D49">
        <w:t>’</w:t>
      </w:r>
      <w:r>
        <w:t>heure</w:t>
      </w:r>
      <w:r w:rsidR="00987D49">
        <w:t xml:space="preserve">, </w:t>
      </w:r>
      <w:r>
        <w:t xml:space="preserve">au point précis où se dandine à présent la </w:t>
      </w:r>
      <w:r>
        <w:rPr>
          <w:i/>
          <w:iCs/>
        </w:rPr>
        <w:t>Chose</w:t>
      </w:r>
      <w:r w:rsidR="00987D49">
        <w:rPr>
          <w:i/>
          <w:iCs/>
        </w:rPr>
        <w:t xml:space="preserve">. </w:t>
      </w:r>
      <w:r>
        <w:t>Je ne peux détacher mes regards de ce dandinement grotesque et tragique</w:t>
      </w:r>
      <w:r w:rsidR="00987D49">
        <w:t xml:space="preserve">. </w:t>
      </w:r>
      <w:r>
        <w:t>Je suis comme hypnotisé et frappé de stupeur</w:t>
      </w:r>
      <w:r w:rsidR="00987D49">
        <w:t xml:space="preserve">. </w:t>
      </w:r>
      <w:r>
        <w:t>Horreur</w:t>
      </w:r>
      <w:r w:rsidR="00987D49">
        <w:t xml:space="preserve"> ! </w:t>
      </w:r>
      <w:r>
        <w:rPr>
          <w:i/>
          <w:iCs/>
        </w:rPr>
        <w:t>Cela</w:t>
      </w:r>
      <w:r>
        <w:t xml:space="preserve"> me frôle</w:t>
      </w:r>
      <w:r w:rsidR="00987D49">
        <w:t xml:space="preserve">. </w:t>
      </w:r>
      <w:r>
        <w:rPr>
          <w:i/>
          <w:iCs/>
        </w:rPr>
        <w:t>Cela</w:t>
      </w:r>
      <w:r>
        <w:t xml:space="preserve"> me touche</w:t>
      </w:r>
      <w:r w:rsidR="00987D49">
        <w:t xml:space="preserve">… </w:t>
      </w:r>
      <w:r>
        <w:t>Je vais être englouti à mon tour</w:t>
      </w:r>
      <w:r w:rsidR="00987D49">
        <w:t xml:space="preserve">, </w:t>
      </w:r>
      <w:r>
        <w:t>sous cette masse mouvante et molle</w:t>
      </w:r>
      <w:r w:rsidR="00987D49">
        <w:t>…</w:t>
      </w:r>
    </w:p>
    <w:p w14:paraId="0DF85DB6" w14:textId="77777777" w:rsidR="00987D49" w:rsidRDefault="00B27708" w:rsidP="00B27708">
      <w:r>
        <w:t>La peur la plus abjecte s</w:t>
      </w:r>
      <w:r w:rsidR="00987D49">
        <w:t>’</w:t>
      </w:r>
      <w:r>
        <w:t>empare de mon être</w:t>
      </w:r>
      <w:r w:rsidR="00987D49">
        <w:t xml:space="preserve">. </w:t>
      </w:r>
      <w:r>
        <w:t>Je hurle</w:t>
      </w:r>
      <w:r w:rsidR="00987D49">
        <w:t xml:space="preserve">, </w:t>
      </w:r>
      <w:r>
        <w:t>bien que nul ne puisse m</w:t>
      </w:r>
      <w:r w:rsidR="00987D49">
        <w:t>’</w:t>
      </w:r>
      <w:r>
        <w:t>entendre</w:t>
      </w:r>
      <w:r w:rsidR="00987D49">
        <w:t xml:space="preserve">. </w:t>
      </w:r>
      <w:r>
        <w:t>Mes membres sont paralysés</w:t>
      </w:r>
      <w:r w:rsidR="00987D49">
        <w:t xml:space="preserve">. </w:t>
      </w:r>
      <w:r>
        <w:t>Je suis engourdi</w:t>
      </w:r>
      <w:r w:rsidR="00987D49">
        <w:t xml:space="preserve">. </w:t>
      </w:r>
      <w:r>
        <w:t>Je suis à demi mort</w:t>
      </w:r>
      <w:r w:rsidR="00987D49">
        <w:t xml:space="preserve">. </w:t>
      </w:r>
      <w:r>
        <w:t>Je vais mourir</w:t>
      </w:r>
      <w:r w:rsidR="00987D49">
        <w:t xml:space="preserve">. </w:t>
      </w:r>
      <w:r>
        <w:t>Comme un film rapide</w:t>
      </w:r>
      <w:r w:rsidR="00987D49">
        <w:t xml:space="preserve">, </w:t>
      </w:r>
      <w:r>
        <w:t>passe dans mon esprit le souvenir de l</w:t>
      </w:r>
      <w:r w:rsidR="00987D49">
        <w:t>’</w:t>
      </w:r>
      <w:r>
        <w:t>agonie du triangle bleu</w:t>
      </w:r>
      <w:r w:rsidR="00987D49">
        <w:t xml:space="preserve">. </w:t>
      </w:r>
      <w:r>
        <w:t>C</w:t>
      </w:r>
      <w:r w:rsidR="00987D49">
        <w:t>’</w:t>
      </w:r>
      <w:r>
        <w:t>est le tour des hommes d</w:t>
      </w:r>
      <w:r w:rsidR="00987D49">
        <w:t>’</w:t>
      </w:r>
      <w:r>
        <w:t>être les victimes</w:t>
      </w:r>
      <w:r w:rsidR="00987D49">
        <w:t xml:space="preserve">. </w:t>
      </w:r>
      <w:r>
        <w:t>Je vais m</w:t>
      </w:r>
      <w:r w:rsidR="00987D49">
        <w:t>’</w:t>
      </w:r>
      <w:r>
        <w:t>évaporer</w:t>
      </w:r>
      <w:r w:rsidR="00987D49">
        <w:t xml:space="preserve">, </w:t>
      </w:r>
      <w:r>
        <w:t>m</w:t>
      </w:r>
      <w:r w:rsidR="00987D49">
        <w:t>’</w:t>
      </w:r>
      <w:r>
        <w:t>annihiler dans la quatrième dimension</w:t>
      </w:r>
      <w:r w:rsidR="00987D49">
        <w:t xml:space="preserve">… </w:t>
      </w:r>
      <w:r>
        <w:t>Seigneur</w:t>
      </w:r>
      <w:r w:rsidR="00987D49">
        <w:t xml:space="preserve">, </w:t>
      </w:r>
      <w:r>
        <w:t>faites que je perde connaissance</w:t>
      </w:r>
      <w:r w:rsidR="00987D49">
        <w:t> !…</w:t>
      </w:r>
    </w:p>
    <w:p w14:paraId="1F9C6F24" w14:textId="77777777" w:rsidR="00987D49" w:rsidRDefault="00B27708" w:rsidP="00B27708">
      <w:r>
        <w:t>Et puis</w:t>
      </w:r>
      <w:r w:rsidR="00987D49">
        <w:t xml:space="preserve">, </w:t>
      </w:r>
      <w:r>
        <w:t>je respire</w:t>
      </w:r>
      <w:r w:rsidR="00987D49">
        <w:t xml:space="preserve">, </w:t>
      </w:r>
      <w:r>
        <w:t>comme un homme que l</w:t>
      </w:r>
      <w:r w:rsidR="00987D49">
        <w:t>’</w:t>
      </w:r>
      <w:r>
        <w:t>on vient de tirer de l</w:t>
      </w:r>
      <w:r w:rsidR="00987D49">
        <w:t>’</w:t>
      </w:r>
      <w:r>
        <w:t>eau avant qu</w:t>
      </w:r>
      <w:r w:rsidR="00987D49">
        <w:t>’</w:t>
      </w:r>
      <w:r>
        <w:t>il ne soit tout à fait noyé</w:t>
      </w:r>
      <w:r w:rsidR="00987D49">
        <w:t xml:space="preserve">, </w:t>
      </w:r>
      <w:r>
        <w:t>ou comme un dormeur qui s</w:t>
      </w:r>
      <w:r w:rsidR="00987D49">
        <w:t>’</w:t>
      </w:r>
      <w:r>
        <w:t>éveille d</w:t>
      </w:r>
      <w:r w:rsidR="00987D49">
        <w:t>’</w:t>
      </w:r>
      <w:r>
        <w:t>un affreux cauchemar</w:t>
      </w:r>
      <w:r w:rsidR="00987D49">
        <w:t xml:space="preserve">. </w:t>
      </w:r>
      <w:r>
        <w:t xml:space="preserve">La </w:t>
      </w:r>
      <w:r>
        <w:rPr>
          <w:i/>
          <w:iCs/>
        </w:rPr>
        <w:t>Chose</w:t>
      </w:r>
      <w:r>
        <w:t xml:space="preserve"> a disparu</w:t>
      </w:r>
      <w:r w:rsidR="00987D49">
        <w:t xml:space="preserve">, </w:t>
      </w:r>
      <w:r>
        <w:t>et quelqu</w:t>
      </w:r>
      <w:r w:rsidR="00987D49">
        <w:t>’</w:t>
      </w:r>
      <w:r>
        <w:t>un m</w:t>
      </w:r>
      <w:r w:rsidR="00987D49">
        <w:t>’</w:t>
      </w:r>
      <w:r>
        <w:t>entraîne vers l</w:t>
      </w:r>
      <w:r w:rsidR="00987D49">
        <w:t>’</w:t>
      </w:r>
      <w:r>
        <w:t>astronef</w:t>
      </w:r>
      <w:r w:rsidR="00987D49">
        <w:t xml:space="preserve">, </w:t>
      </w:r>
      <w:r>
        <w:t>quelqu</w:t>
      </w:r>
      <w:r w:rsidR="00987D49">
        <w:t>’</w:t>
      </w:r>
      <w:r>
        <w:t>un qui est équipé comme moi</w:t>
      </w:r>
      <w:r w:rsidR="00987D49">
        <w:t xml:space="preserve">, </w:t>
      </w:r>
      <w:r>
        <w:t>qui a forme humaine</w:t>
      </w:r>
      <w:r w:rsidR="00987D49">
        <w:t xml:space="preserve">, </w:t>
      </w:r>
      <w:r>
        <w:t>qui n</w:t>
      </w:r>
      <w:r w:rsidR="00987D49">
        <w:t>’</w:t>
      </w:r>
      <w:r>
        <w:t>est pas une vision fantomatique</w:t>
      </w:r>
      <w:r w:rsidR="00987D49">
        <w:t xml:space="preserve">, </w:t>
      </w:r>
      <w:r>
        <w:t>une larve gigantesque</w:t>
      </w:r>
      <w:r w:rsidR="00987D49">
        <w:t xml:space="preserve">, </w:t>
      </w:r>
      <w:r>
        <w:t>une montagne vivante et cruelle</w:t>
      </w:r>
      <w:r w:rsidR="00987D49">
        <w:t>…</w:t>
      </w:r>
    </w:p>
    <w:p w14:paraId="460FDE73" w14:textId="77777777" w:rsidR="00987D49" w:rsidRDefault="00B27708" w:rsidP="00B27708">
      <w:r>
        <w:t>Je crois tout d</w:t>
      </w:r>
      <w:r w:rsidR="00987D49">
        <w:t>’</w:t>
      </w:r>
      <w:r>
        <w:t>abord que c</w:t>
      </w:r>
      <w:r w:rsidR="00987D49">
        <w:t>’</w:t>
      </w:r>
      <w:r>
        <w:t>est René qui vient ainsi à mon aide</w:t>
      </w:r>
      <w:r w:rsidR="00987D49">
        <w:t xml:space="preserve">, </w:t>
      </w:r>
      <w:r>
        <w:t>et je me laisse traîner jusqu</w:t>
      </w:r>
      <w:r w:rsidR="00987D49">
        <w:t>’</w:t>
      </w:r>
      <w:r>
        <w:t>à l</w:t>
      </w:r>
      <w:r w:rsidR="00987D49">
        <w:t>’</w:t>
      </w:r>
      <w:r>
        <w:t>écluse d</w:t>
      </w:r>
      <w:r w:rsidR="00987D49">
        <w:t>’</w:t>
      </w:r>
      <w:r>
        <w:t>air</w:t>
      </w:r>
      <w:r w:rsidR="00987D49">
        <w:t xml:space="preserve">. </w:t>
      </w:r>
      <w:r>
        <w:t>J</w:t>
      </w:r>
      <w:r w:rsidR="00987D49">
        <w:t>’</w:t>
      </w:r>
      <w:r>
        <w:t xml:space="preserve">entre dans le </w:t>
      </w:r>
      <w:r w:rsidR="00987D49">
        <w:t>« </w:t>
      </w:r>
      <w:r>
        <w:t>Bolide</w:t>
      </w:r>
      <w:r w:rsidR="00987D49">
        <w:t xml:space="preserve"> ». </w:t>
      </w:r>
      <w:r>
        <w:t>Je ne suis pas tout à fait en syncope</w:t>
      </w:r>
      <w:r w:rsidR="00987D49">
        <w:t xml:space="preserve">, </w:t>
      </w:r>
      <w:r>
        <w:t>mais il s</w:t>
      </w:r>
      <w:r w:rsidR="00987D49">
        <w:t>’</w:t>
      </w:r>
      <w:r>
        <w:t>en faut de peu</w:t>
      </w:r>
      <w:r w:rsidR="00987D49">
        <w:t xml:space="preserve">. </w:t>
      </w:r>
      <w:r>
        <w:t>La forme allongée que je vois sur le sol</w:t>
      </w:r>
      <w:r w:rsidR="00987D49">
        <w:t xml:space="preserve">, </w:t>
      </w:r>
      <w:r>
        <w:t>c</w:t>
      </w:r>
      <w:r w:rsidR="00987D49">
        <w:t>’</w:t>
      </w:r>
      <w:r>
        <w:t>est bien celle d</w:t>
      </w:r>
      <w:r w:rsidR="00987D49">
        <w:t>’</w:t>
      </w:r>
      <w:r>
        <w:t>une femme évanouie</w:t>
      </w:r>
      <w:r w:rsidR="00987D49">
        <w:t xml:space="preserve">. </w:t>
      </w:r>
      <w:r>
        <w:t>Hélène</w:t>
      </w:r>
      <w:r w:rsidR="00987D49">
        <w:t xml:space="preserve">, </w:t>
      </w:r>
      <w:r>
        <w:t>la chère et vaillante Hélène a perdu le sentiment</w:t>
      </w:r>
      <w:r w:rsidR="00987D49">
        <w:t xml:space="preserve">. </w:t>
      </w:r>
      <w:r>
        <w:t>Et Pierre</w:t>
      </w:r>
      <w:r w:rsidR="00987D49">
        <w:t xml:space="preserve"> ? </w:t>
      </w:r>
      <w:r>
        <w:t>Où est Pierre</w:t>
      </w:r>
      <w:r w:rsidR="00987D49">
        <w:t> ?…</w:t>
      </w:r>
    </w:p>
    <w:p w14:paraId="47605003" w14:textId="77777777" w:rsidR="00987D49" w:rsidRDefault="00B27708" w:rsidP="00B27708">
      <w:r>
        <w:lastRenderedPageBreak/>
        <w:t>Ah</w:t>
      </w:r>
      <w:r w:rsidR="00987D49">
        <w:t xml:space="preserve"> ! </w:t>
      </w:r>
      <w:r>
        <w:t>le voici</w:t>
      </w:r>
      <w:r w:rsidR="00987D49">
        <w:t xml:space="preserve">. </w:t>
      </w:r>
      <w:r>
        <w:t>Sa figure énergique émerge du masque qu</w:t>
      </w:r>
      <w:r w:rsidR="00987D49">
        <w:t>’</w:t>
      </w:r>
      <w:r>
        <w:t>il retire</w:t>
      </w:r>
      <w:r w:rsidR="00987D49">
        <w:t xml:space="preserve">, </w:t>
      </w:r>
      <w:r>
        <w:t>en même temps que l</w:t>
      </w:r>
      <w:r w:rsidR="00987D49">
        <w:t>’</w:t>
      </w:r>
      <w:r>
        <w:t>équipement complet</w:t>
      </w:r>
      <w:r w:rsidR="00987D49">
        <w:t xml:space="preserve">, </w:t>
      </w:r>
      <w:r>
        <w:t>précipitamment revêtu pour accourir à mon secours</w:t>
      </w:r>
      <w:r w:rsidR="00987D49">
        <w:t xml:space="preserve">. </w:t>
      </w:r>
      <w:r>
        <w:t>C</w:t>
      </w:r>
      <w:r w:rsidR="00987D49">
        <w:t>’</w:t>
      </w:r>
      <w:r>
        <w:t>était lui</w:t>
      </w:r>
      <w:r w:rsidR="00987D49">
        <w:t>…</w:t>
      </w:r>
    </w:p>
    <w:p w14:paraId="3BAEA2A5" w14:textId="77777777" w:rsidR="00987D49" w:rsidRDefault="00B27708" w:rsidP="00B27708">
      <w:r>
        <w:rPr>
          <w:i/>
          <w:iCs/>
        </w:rPr>
        <w:t>Mais alors</w:t>
      </w:r>
      <w:r w:rsidR="00987D49">
        <w:rPr>
          <w:i/>
          <w:iCs/>
        </w:rPr>
        <w:t xml:space="preserve">, </w:t>
      </w:r>
      <w:r>
        <w:rPr>
          <w:i/>
          <w:iCs/>
        </w:rPr>
        <w:t>René</w:t>
      </w:r>
      <w:r w:rsidR="00987D49">
        <w:rPr>
          <w:i/>
          <w:iCs/>
        </w:rPr>
        <w:t xml:space="preserve"> ?… </w:t>
      </w:r>
      <w:r>
        <w:t>À cette exclamation</w:t>
      </w:r>
      <w:r w:rsidR="00987D49">
        <w:t xml:space="preserve">, </w:t>
      </w:r>
      <w:r>
        <w:t>que je pousse dès que</w:t>
      </w:r>
      <w:r w:rsidR="00987D49">
        <w:t xml:space="preserve">, </w:t>
      </w:r>
      <w:r>
        <w:t>débarrassé de mon équipement</w:t>
      </w:r>
      <w:r w:rsidR="00987D49">
        <w:t xml:space="preserve">, </w:t>
      </w:r>
      <w:r>
        <w:t>je reprends tout à fait conscience</w:t>
      </w:r>
      <w:r w:rsidR="00987D49">
        <w:t xml:space="preserve">, </w:t>
      </w:r>
      <w:r>
        <w:t>Pierre ne répond pas</w:t>
      </w:r>
      <w:r w:rsidR="00987D49">
        <w:t xml:space="preserve">. </w:t>
      </w:r>
      <w:r>
        <w:t>Mais l</w:t>
      </w:r>
      <w:r w:rsidR="00987D49">
        <w:t>’</w:t>
      </w:r>
      <w:r>
        <w:t>affreuse tristesse de son regard a répondu pour lui</w:t>
      </w:r>
      <w:r w:rsidR="00987D49">
        <w:t>.</w:t>
      </w:r>
    </w:p>
    <w:p w14:paraId="3368C2AF" w14:textId="77777777" w:rsidR="00987D49" w:rsidRDefault="00B27708" w:rsidP="00B27708">
      <w:r>
        <w:t xml:space="preserve">René </w:t>
      </w:r>
      <w:proofErr w:type="spellStart"/>
      <w:r>
        <w:t>Lesmond</w:t>
      </w:r>
      <w:proofErr w:type="spellEnd"/>
      <w:r>
        <w:t xml:space="preserve"> n</w:t>
      </w:r>
      <w:r w:rsidR="00987D49">
        <w:t>’</w:t>
      </w:r>
      <w:r>
        <w:t>est plus</w:t>
      </w:r>
      <w:r w:rsidR="00987D49">
        <w:t xml:space="preserve">. </w:t>
      </w:r>
      <w:r>
        <w:t>Le calculateur passionné</w:t>
      </w:r>
      <w:r w:rsidR="00987D49">
        <w:t xml:space="preserve">, </w:t>
      </w:r>
      <w:r>
        <w:t>l</w:t>
      </w:r>
      <w:r w:rsidR="00987D49">
        <w:t>’</w:t>
      </w:r>
      <w:r>
        <w:t>astronome génial a péri</w:t>
      </w:r>
      <w:r w:rsidR="00987D49">
        <w:t xml:space="preserve">. </w:t>
      </w:r>
      <w:r>
        <w:t>Il n</w:t>
      </w:r>
      <w:r w:rsidR="00987D49">
        <w:t>’</w:t>
      </w:r>
      <w:r>
        <w:t>appartient plus à ce monde</w:t>
      </w:r>
      <w:r w:rsidR="00987D49">
        <w:t xml:space="preserve">, </w:t>
      </w:r>
      <w:r>
        <w:t>ni à aucun autre</w:t>
      </w:r>
      <w:r w:rsidR="00987D49">
        <w:t xml:space="preserve">. </w:t>
      </w:r>
      <w:r>
        <w:t>Comme les deux traîtres que j</w:t>
      </w:r>
      <w:r w:rsidR="00987D49">
        <w:t>’</w:t>
      </w:r>
      <w:r>
        <w:t>avais vu disparaître sous la masse immonde</w:t>
      </w:r>
      <w:r w:rsidR="00987D49">
        <w:t xml:space="preserve">, </w:t>
      </w:r>
      <w:r>
        <w:t xml:space="preserve">René </w:t>
      </w:r>
      <w:proofErr w:type="spellStart"/>
      <w:r>
        <w:t>Lesmond</w:t>
      </w:r>
      <w:proofErr w:type="spellEnd"/>
      <w:r>
        <w:t xml:space="preserve"> a été englouti</w:t>
      </w:r>
      <w:r w:rsidR="00987D49">
        <w:t xml:space="preserve">, </w:t>
      </w:r>
      <w:r>
        <w:t>absorbé</w:t>
      </w:r>
      <w:r w:rsidR="00987D49">
        <w:t xml:space="preserve">, </w:t>
      </w:r>
      <w:r>
        <w:t>anéanti</w:t>
      </w:r>
      <w:r w:rsidR="00987D49">
        <w:t xml:space="preserve">. </w:t>
      </w:r>
      <w:r>
        <w:t>Aucun espoir ne subsiste</w:t>
      </w:r>
      <w:r w:rsidR="00987D49">
        <w:t>…</w:t>
      </w:r>
    </w:p>
    <w:p w14:paraId="34733185" w14:textId="77777777" w:rsidR="00987D49" w:rsidRDefault="00B27708" w:rsidP="00B27708">
      <w:r>
        <w:t>Comme je m</w:t>
      </w:r>
      <w:r w:rsidR="00987D49">
        <w:t>’</w:t>
      </w:r>
      <w:r>
        <w:t>approche du corps inanimé d</w:t>
      </w:r>
      <w:r w:rsidR="00987D49">
        <w:t>’</w:t>
      </w:r>
      <w:r>
        <w:t>Hélène</w:t>
      </w:r>
      <w:r w:rsidR="00987D49">
        <w:t xml:space="preserve">, </w:t>
      </w:r>
      <w:r>
        <w:t>Pierre devine mon dessein</w:t>
      </w:r>
      <w:r w:rsidR="00987D49">
        <w:t xml:space="preserve">. </w:t>
      </w:r>
      <w:r>
        <w:t>D</w:t>
      </w:r>
      <w:r w:rsidR="00987D49">
        <w:t>’</w:t>
      </w:r>
      <w:r>
        <w:t>une voix dure</w:t>
      </w:r>
      <w:r w:rsidR="00987D49">
        <w:t xml:space="preserve">, </w:t>
      </w:r>
      <w:r>
        <w:t>sa voix de commandement</w:t>
      </w:r>
      <w:r w:rsidR="00987D49">
        <w:t xml:space="preserve">, </w:t>
      </w:r>
      <w:r>
        <w:t>il m</w:t>
      </w:r>
      <w:r w:rsidR="00987D49">
        <w:t>’</w:t>
      </w:r>
      <w:r>
        <w:t>arrête</w:t>
      </w:r>
      <w:r w:rsidR="00987D49">
        <w:t>.</w:t>
      </w:r>
    </w:p>
    <w:p w14:paraId="1D49C5B2" w14:textId="77777777" w:rsidR="00987D49" w:rsidRDefault="00987D49" w:rsidP="00B27708">
      <w:r>
        <w:rPr>
          <w:rFonts w:eastAsia="Georgia"/>
        </w:rPr>
        <w:t>— </w:t>
      </w:r>
      <w:r w:rsidR="00B27708">
        <w:t>Non</w:t>
      </w:r>
      <w:r>
        <w:t xml:space="preserve">, </w:t>
      </w:r>
      <w:r w:rsidR="00B27708">
        <w:t>fait-il</w:t>
      </w:r>
      <w:r>
        <w:t xml:space="preserve">. </w:t>
      </w:r>
      <w:r w:rsidR="00B27708">
        <w:t>Pas maintenant</w:t>
      </w:r>
      <w:r>
        <w:t xml:space="preserve">. </w:t>
      </w:r>
      <w:r w:rsidR="00B27708">
        <w:t>La Chose peut reparaître</w:t>
      </w:r>
      <w:r>
        <w:t xml:space="preserve">. </w:t>
      </w:r>
      <w:r w:rsidR="00B27708">
        <w:t>Elle nous guette</w:t>
      </w:r>
      <w:r>
        <w:t xml:space="preserve">, </w:t>
      </w:r>
      <w:r w:rsidR="00B27708">
        <w:t>peut-être</w:t>
      </w:r>
      <w:r>
        <w:t xml:space="preserve">, </w:t>
      </w:r>
      <w:r w:rsidR="00B27708">
        <w:t>embusquée dans l</w:t>
      </w:r>
      <w:r>
        <w:t>’</w:t>
      </w:r>
      <w:r w:rsidR="00B27708">
        <w:t>inaccessible quatrième dimension</w:t>
      </w:r>
      <w:r>
        <w:t xml:space="preserve">. </w:t>
      </w:r>
      <w:r w:rsidR="00B27708">
        <w:t>Il ne faut pas perdre une seconde</w:t>
      </w:r>
      <w:r>
        <w:t xml:space="preserve">. </w:t>
      </w:r>
      <w:r w:rsidR="00B27708">
        <w:t>De toute façon</w:t>
      </w:r>
      <w:r>
        <w:t xml:space="preserve">, </w:t>
      </w:r>
      <w:r w:rsidR="00B27708">
        <w:t>la pénurie d</w:t>
      </w:r>
      <w:r>
        <w:t>’</w:t>
      </w:r>
      <w:r w:rsidR="00B27708">
        <w:t>air nous interdirait de tergiverser</w:t>
      </w:r>
      <w:r>
        <w:t>…</w:t>
      </w:r>
    </w:p>
    <w:p w14:paraId="4372476D" w14:textId="77777777" w:rsidR="00987D49" w:rsidRDefault="00B27708" w:rsidP="00B27708">
      <w:r>
        <w:t>Je n</w:t>
      </w:r>
      <w:r w:rsidR="00987D49">
        <w:t>’</w:t>
      </w:r>
      <w:r>
        <w:t>ose exprimer ce qui vient de nouveau à mes lèvres</w:t>
      </w:r>
      <w:r w:rsidR="00987D49">
        <w:t> : « </w:t>
      </w:r>
      <w:r>
        <w:t>Et René</w:t>
      </w:r>
      <w:r w:rsidR="00987D49">
        <w:t xml:space="preserve"> ? ». </w:t>
      </w:r>
      <w:r>
        <w:t>Mais Pierre a deviné ma pensée</w:t>
      </w:r>
      <w:r w:rsidR="00987D49">
        <w:t xml:space="preserve">. </w:t>
      </w:r>
      <w:r>
        <w:t>D</w:t>
      </w:r>
      <w:r w:rsidR="00987D49">
        <w:t>’</w:t>
      </w:r>
      <w:r>
        <w:t>une voix moins rude</w:t>
      </w:r>
      <w:r w:rsidR="00987D49">
        <w:t xml:space="preserve">, </w:t>
      </w:r>
      <w:r>
        <w:t>avec des inflexions un peu rauques</w:t>
      </w:r>
      <w:r w:rsidR="00987D49">
        <w:t xml:space="preserve">, </w:t>
      </w:r>
      <w:r>
        <w:t>il reprend</w:t>
      </w:r>
      <w:r w:rsidR="00987D49">
        <w:t> :</w:t>
      </w:r>
    </w:p>
    <w:p w14:paraId="187FADB6" w14:textId="77777777" w:rsidR="00987D49" w:rsidRDefault="00987D49" w:rsidP="00B27708">
      <w:r>
        <w:rPr>
          <w:rFonts w:eastAsia="Georgia"/>
        </w:rPr>
        <w:t>— </w:t>
      </w:r>
      <w:r w:rsidR="00B27708">
        <w:t>Nous ne pouvons rien pour René</w:t>
      </w:r>
      <w:r>
        <w:t xml:space="preserve">. </w:t>
      </w:r>
      <w:r w:rsidR="00B27708">
        <w:t>Il est annihilé</w:t>
      </w:r>
      <w:r>
        <w:t xml:space="preserve">, </w:t>
      </w:r>
      <w:r w:rsidR="00B27708">
        <w:t>comme nous le serons infailliblement si nous ne fuyons pas sans retard</w:t>
      </w:r>
      <w:r>
        <w:t xml:space="preserve">. </w:t>
      </w:r>
      <w:r w:rsidR="00B27708">
        <w:t>Mais je veux sauver Hélène</w:t>
      </w:r>
      <w:r>
        <w:t xml:space="preserve">. </w:t>
      </w:r>
      <w:r w:rsidR="00B27708">
        <w:t>Je ne veux pas qu</w:t>
      </w:r>
      <w:r>
        <w:t>’</w:t>
      </w:r>
      <w:r w:rsidR="00B27708">
        <w:t>elle meure</w:t>
      </w:r>
      <w:r>
        <w:t xml:space="preserve">, </w:t>
      </w:r>
      <w:r w:rsidR="00B27708">
        <w:t>elle</w:t>
      </w:r>
      <w:r>
        <w:t xml:space="preserve">, </w:t>
      </w:r>
      <w:r w:rsidR="00B27708">
        <w:t>tu comprends</w:t>
      </w:r>
      <w:r>
        <w:t xml:space="preserve"> ? </w:t>
      </w:r>
      <w:r w:rsidR="00B27708">
        <w:t>Si elle revient à elle avant le départ</w:t>
      </w:r>
      <w:r>
        <w:t xml:space="preserve">, </w:t>
      </w:r>
      <w:r w:rsidR="00B27708">
        <w:t>il faudra lutter contre sa volonté</w:t>
      </w:r>
      <w:r>
        <w:t xml:space="preserve">. </w:t>
      </w:r>
      <w:r w:rsidR="00B27708">
        <w:t>Elle refusera de s</w:t>
      </w:r>
      <w:r>
        <w:t>’</w:t>
      </w:r>
      <w:r w:rsidR="00B27708">
        <w:t xml:space="preserve">éloigner de ce lieu sans avoir </w:t>
      </w:r>
      <w:proofErr w:type="gramStart"/>
      <w:r w:rsidR="00B27708">
        <w:t>fait</w:t>
      </w:r>
      <w:proofErr w:type="gramEnd"/>
      <w:r w:rsidR="00B27708">
        <w:t xml:space="preserve"> des recherches</w:t>
      </w:r>
      <w:r>
        <w:t xml:space="preserve">, </w:t>
      </w:r>
      <w:r w:rsidR="00B27708">
        <w:t>hélas</w:t>
      </w:r>
      <w:r>
        <w:t xml:space="preserve">, </w:t>
      </w:r>
      <w:r w:rsidR="00B27708">
        <w:t>inutiles</w:t>
      </w:r>
      <w:r>
        <w:t xml:space="preserve">, </w:t>
      </w:r>
      <w:r w:rsidR="00B27708">
        <w:t>et d</w:t>
      </w:r>
      <w:r>
        <w:t>’</w:t>
      </w:r>
      <w:r w:rsidR="00B27708">
        <w:t>autant plus sûrement inutiles que nous ne pourrions</w:t>
      </w:r>
      <w:r>
        <w:t xml:space="preserve">, </w:t>
      </w:r>
      <w:r w:rsidR="00B27708">
        <w:t>en aucun cas</w:t>
      </w:r>
      <w:r>
        <w:t xml:space="preserve">, </w:t>
      </w:r>
      <w:r w:rsidR="00B27708">
        <w:t>les prolonger</w:t>
      </w:r>
      <w:r>
        <w:t xml:space="preserve">. </w:t>
      </w:r>
      <w:r w:rsidR="00B27708">
        <w:t>Sais-tu ce que je viens de découvrir</w:t>
      </w:r>
      <w:r>
        <w:t xml:space="preserve"> ? </w:t>
      </w:r>
      <w:r w:rsidR="00B27708">
        <w:t>Les deux imbéciles qui voulaient s</w:t>
      </w:r>
      <w:r>
        <w:t>’</w:t>
      </w:r>
      <w:r w:rsidR="00B27708">
        <w:t xml:space="preserve">emparer de </w:t>
      </w:r>
      <w:r w:rsidR="00B27708">
        <w:lastRenderedPageBreak/>
        <w:t>l</w:t>
      </w:r>
      <w:r>
        <w:t>’</w:t>
      </w:r>
      <w:r w:rsidR="00B27708">
        <w:t>astronef ont si maladroitement manié</w:t>
      </w:r>
      <w:r>
        <w:t xml:space="preserve">, </w:t>
      </w:r>
      <w:r w:rsidR="00B27708">
        <w:t>en mon absence</w:t>
      </w:r>
      <w:r>
        <w:t xml:space="preserve">, </w:t>
      </w:r>
      <w:r w:rsidR="00B27708">
        <w:t xml:space="preserve">le réservoir à </w:t>
      </w:r>
      <w:proofErr w:type="spellStart"/>
      <w:r w:rsidR="00B27708">
        <w:t>péroxyde</w:t>
      </w:r>
      <w:proofErr w:type="spellEnd"/>
      <w:r>
        <w:t xml:space="preserve">, </w:t>
      </w:r>
      <w:r w:rsidR="00B27708">
        <w:t>qu</w:t>
      </w:r>
      <w:r>
        <w:t>’</w:t>
      </w:r>
      <w:r w:rsidR="00B27708">
        <w:t>ils ont gaspillé</w:t>
      </w:r>
      <w:r>
        <w:t xml:space="preserve">, </w:t>
      </w:r>
      <w:r w:rsidR="00B27708">
        <w:t>je ne sais comment</w:t>
      </w:r>
      <w:r>
        <w:t xml:space="preserve">, </w:t>
      </w:r>
      <w:r w:rsidR="00B27708">
        <w:t>la plus grande partie de notre réserve</w:t>
      </w:r>
      <w:r>
        <w:t xml:space="preserve">. </w:t>
      </w:r>
      <w:r w:rsidR="00B27708">
        <w:t>Ainsi</w:t>
      </w:r>
      <w:r>
        <w:t xml:space="preserve">, </w:t>
      </w:r>
      <w:r w:rsidR="00B27708">
        <w:t>l</w:t>
      </w:r>
      <w:r>
        <w:t>’</w:t>
      </w:r>
      <w:r w:rsidR="00B27708">
        <w:t>oxygène nous est mesuré si strictement que c</w:t>
      </w:r>
      <w:r>
        <w:t>’</w:t>
      </w:r>
      <w:r w:rsidR="00B27708">
        <w:t>est à peine si nous en avons assez pour le voyage</w:t>
      </w:r>
      <w:r>
        <w:t>…</w:t>
      </w:r>
    </w:p>
    <w:p w14:paraId="7CA1DFD7" w14:textId="77777777" w:rsidR="00987D49" w:rsidRDefault="00B27708" w:rsidP="00B27708">
      <w:r>
        <w:t>Tout en parlant</w:t>
      </w:r>
      <w:r w:rsidR="00987D49">
        <w:t xml:space="preserve">, </w:t>
      </w:r>
      <w:r>
        <w:t>Pierre agissait</w:t>
      </w:r>
      <w:r w:rsidR="00987D49">
        <w:t xml:space="preserve">, </w:t>
      </w:r>
      <w:r>
        <w:t>préparait le départ</w:t>
      </w:r>
      <w:r w:rsidR="00987D49">
        <w:t xml:space="preserve">, </w:t>
      </w:r>
      <w:r>
        <w:t>appuyait sur des manettes</w:t>
      </w:r>
      <w:r w:rsidR="00987D49">
        <w:t xml:space="preserve">, </w:t>
      </w:r>
      <w:r>
        <w:t>manœuvrait des appareils</w:t>
      </w:r>
      <w:r w:rsidR="00987D49">
        <w:t xml:space="preserve">, </w:t>
      </w:r>
      <w:r>
        <w:t>tournait des boutons</w:t>
      </w:r>
      <w:r w:rsidR="00987D49">
        <w:t xml:space="preserve">. </w:t>
      </w:r>
      <w:r>
        <w:t>Agissant comme un avion</w:t>
      </w:r>
      <w:r w:rsidR="00987D49">
        <w:t xml:space="preserve">, </w:t>
      </w:r>
      <w:r>
        <w:t>avant d</w:t>
      </w:r>
      <w:r w:rsidR="00987D49">
        <w:t>’</w:t>
      </w:r>
      <w:r>
        <w:t>être tributaire des fusées propulsives</w:t>
      </w:r>
      <w:r w:rsidR="00987D49">
        <w:t xml:space="preserve">, </w:t>
      </w:r>
      <w:r>
        <w:t xml:space="preserve">le </w:t>
      </w:r>
      <w:r w:rsidR="00987D49">
        <w:t>« </w:t>
      </w:r>
      <w:r>
        <w:t>Bolide</w:t>
      </w:r>
      <w:r w:rsidR="00987D49">
        <w:t> »</w:t>
      </w:r>
      <w:r>
        <w:t xml:space="preserve"> s</w:t>
      </w:r>
      <w:r w:rsidR="00987D49">
        <w:t>’</w:t>
      </w:r>
      <w:r>
        <w:t>ébranlait sur son train d</w:t>
      </w:r>
      <w:r w:rsidR="00987D49">
        <w:t>’</w:t>
      </w:r>
      <w:r>
        <w:t>atterrissage</w:t>
      </w:r>
      <w:r w:rsidR="00987D49">
        <w:t>.</w:t>
      </w:r>
    </w:p>
    <w:p w14:paraId="6DDEDF76" w14:textId="77777777" w:rsidR="00987D49" w:rsidRDefault="00B27708" w:rsidP="00B27708">
      <w:r>
        <w:t>Cependant</w:t>
      </w:r>
      <w:r w:rsidR="00987D49">
        <w:t xml:space="preserve">, </w:t>
      </w:r>
      <w:r>
        <w:t>le chef poursuivait</w:t>
      </w:r>
      <w:r w:rsidR="00987D49">
        <w:t> :</w:t>
      </w:r>
    </w:p>
    <w:p w14:paraId="31D51977" w14:textId="77777777" w:rsidR="00987D49" w:rsidRDefault="00987D49" w:rsidP="00B27708">
      <w:r>
        <w:rPr>
          <w:rFonts w:eastAsia="Georgia"/>
        </w:rPr>
        <w:t>— </w:t>
      </w:r>
      <w:r w:rsidR="00B27708">
        <w:t>Je veux mettre Hélène en présence du fait accompli</w:t>
      </w:r>
      <w:r>
        <w:t xml:space="preserve">, </w:t>
      </w:r>
      <w:r w:rsidR="00B27708">
        <w:t>si douloureux que ce soit</w:t>
      </w:r>
      <w:r>
        <w:t xml:space="preserve">, </w:t>
      </w:r>
      <w:r w:rsidR="00B27708">
        <w:t>pour moi comme pour elle</w:t>
      </w:r>
      <w:r>
        <w:t xml:space="preserve">. </w:t>
      </w:r>
      <w:r w:rsidR="00B27708">
        <w:t>Je sais que</w:t>
      </w:r>
      <w:r>
        <w:t xml:space="preserve">, </w:t>
      </w:r>
      <w:r w:rsidR="00B27708">
        <w:t>si nous perdons du temps</w:t>
      </w:r>
      <w:r>
        <w:t xml:space="preserve">, </w:t>
      </w:r>
      <w:r w:rsidR="00B27708">
        <w:t>nous nous trouverons devant une seule alternative</w:t>
      </w:r>
      <w:r>
        <w:t xml:space="preserve">, </w:t>
      </w:r>
      <w:r w:rsidR="00B27708">
        <w:t>dont les deux termes sont également tragiques</w:t>
      </w:r>
      <w:r>
        <w:t xml:space="preserve"> : </w:t>
      </w:r>
      <w:r w:rsidR="00B27708">
        <w:t>ou bien l</w:t>
      </w:r>
      <w:r>
        <w:t>’</w:t>
      </w:r>
      <w:r w:rsidR="00B27708">
        <w:t>astronef sera anéanti par la montagne vivante</w:t>
      </w:r>
      <w:r>
        <w:t xml:space="preserve"> ; </w:t>
      </w:r>
      <w:r w:rsidR="00B27708">
        <w:t>ou bien</w:t>
      </w:r>
      <w:r>
        <w:t xml:space="preserve">, </w:t>
      </w:r>
      <w:r w:rsidR="00B27708">
        <w:t>sans que celle-ci ait à intervenir</w:t>
      </w:r>
      <w:r>
        <w:t xml:space="preserve">, </w:t>
      </w:r>
      <w:r w:rsidR="00B27708">
        <w:t>l</w:t>
      </w:r>
      <w:r>
        <w:t>’</w:t>
      </w:r>
      <w:r w:rsidR="00B27708">
        <w:t>équipage</w:t>
      </w:r>
      <w:r>
        <w:t xml:space="preserve">, </w:t>
      </w:r>
      <w:r w:rsidR="00B27708">
        <w:t>ou ce qui en reste</w:t>
      </w:r>
      <w:r>
        <w:t xml:space="preserve">, </w:t>
      </w:r>
      <w:r w:rsidR="00B27708">
        <w:t>périra par l</w:t>
      </w:r>
      <w:r>
        <w:t>’</w:t>
      </w:r>
      <w:r w:rsidR="00B27708">
        <w:t>usure de notre réserve d</w:t>
      </w:r>
      <w:r>
        <w:t>’</w:t>
      </w:r>
      <w:r w:rsidR="00B27708">
        <w:t>oxygène</w:t>
      </w:r>
      <w:r>
        <w:t xml:space="preserve">. </w:t>
      </w:r>
      <w:r w:rsidR="00B27708">
        <w:t>Or</w:t>
      </w:r>
      <w:r>
        <w:t xml:space="preserve">, </w:t>
      </w:r>
      <w:r w:rsidR="00B27708">
        <w:t>je suis responsable du salut du vaisseau et du salut de l</w:t>
      </w:r>
      <w:r>
        <w:t>’</w:t>
      </w:r>
      <w:r w:rsidR="00B27708">
        <w:t>équipage</w:t>
      </w:r>
      <w:r>
        <w:t xml:space="preserve">… </w:t>
      </w:r>
      <w:r w:rsidR="00B27708">
        <w:t>Mais surtout</w:t>
      </w:r>
      <w:r>
        <w:t xml:space="preserve">, </w:t>
      </w:r>
      <w:r w:rsidR="00B27708">
        <w:t>je te le répète</w:t>
      </w:r>
      <w:r>
        <w:t xml:space="preserve">, </w:t>
      </w:r>
      <w:r w:rsidR="00B27708">
        <w:t>je veux sauver Hélène</w:t>
      </w:r>
      <w:r>
        <w:t>.</w:t>
      </w:r>
    </w:p>
    <w:p w14:paraId="1A208450" w14:textId="77777777" w:rsidR="00987D49" w:rsidRDefault="00B27708" w:rsidP="00B27708">
      <w:r>
        <w:t xml:space="preserve">Le </w:t>
      </w:r>
      <w:r w:rsidR="00987D49">
        <w:t>« </w:t>
      </w:r>
      <w:r>
        <w:t>Bolide</w:t>
      </w:r>
      <w:r w:rsidR="00987D49">
        <w:t> »</w:t>
      </w:r>
      <w:r>
        <w:t xml:space="preserve"> roulait rapidement sur le sol lisse</w:t>
      </w:r>
      <w:r w:rsidR="00987D49">
        <w:t xml:space="preserve">. </w:t>
      </w:r>
      <w:r>
        <w:t>Dans le cœlostat</w:t>
      </w:r>
      <w:r w:rsidR="00987D49">
        <w:t xml:space="preserve">, </w:t>
      </w:r>
      <w:r>
        <w:t>je vis les tubes de propulsion s</w:t>
      </w:r>
      <w:r w:rsidR="00987D49">
        <w:t>’</w:t>
      </w:r>
      <w:r>
        <w:t>enflammer</w:t>
      </w:r>
      <w:r w:rsidR="00987D49">
        <w:t xml:space="preserve">, </w:t>
      </w:r>
      <w:r>
        <w:t>faire explosion</w:t>
      </w:r>
      <w:r w:rsidR="00987D49">
        <w:t xml:space="preserve">. </w:t>
      </w:r>
      <w:r>
        <w:t>Et la grande fusée interplanétaire s</w:t>
      </w:r>
      <w:r w:rsidR="00987D49">
        <w:t>’</w:t>
      </w:r>
      <w:r>
        <w:t>envola</w:t>
      </w:r>
      <w:r w:rsidR="00987D49">
        <w:t>…</w:t>
      </w:r>
    </w:p>
    <w:p w14:paraId="21C44ACF" w14:textId="77777777" w:rsidR="00987D49" w:rsidRDefault="00B27708" w:rsidP="00B27708">
      <w:r>
        <w:t>Fut-ce une illusion</w:t>
      </w:r>
      <w:r w:rsidR="00987D49">
        <w:t xml:space="preserve"> ? </w:t>
      </w:r>
      <w:r>
        <w:t>La dernière image que j</w:t>
      </w:r>
      <w:r w:rsidR="00987D49">
        <w:t>’</w:t>
      </w:r>
      <w:r>
        <w:t xml:space="preserve">emportai de </w:t>
      </w:r>
      <w:r w:rsidR="00987D49">
        <w:t>Phœbé II</w:t>
      </w:r>
      <w:r>
        <w:t xml:space="preserve"> me montra</w:t>
      </w:r>
      <w:r w:rsidR="00987D49">
        <w:t xml:space="preserve">, </w:t>
      </w:r>
      <w:r>
        <w:t>sur le sol transparent</w:t>
      </w:r>
      <w:r w:rsidR="00987D49">
        <w:t xml:space="preserve">, </w:t>
      </w:r>
      <w:r>
        <w:t>une masse informe et grisâtre</w:t>
      </w:r>
      <w:r w:rsidR="00987D49">
        <w:t xml:space="preserve">, </w:t>
      </w:r>
      <w:r>
        <w:t>qui se dandinait grotesquement dans le vide</w:t>
      </w:r>
      <w:r w:rsidR="00987D49">
        <w:t xml:space="preserve">… </w:t>
      </w:r>
      <w:r>
        <w:t>La montagne vivante avait-elle conscience que sa proie lui échappait</w:t>
      </w:r>
      <w:r w:rsidR="00987D49">
        <w:t xml:space="preserve"> ? </w:t>
      </w:r>
      <w:r>
        <w:t>Mais je ne saurais répondre de la réalité de cette vision</w:t>
      </w:r>
      <w:r w:rsidR="00987D49">
        <w:t xml:space="preserve">, </w:t>
      </w:r>
      <w:r>
        <w:t>qui ne dura pas l</w:t>
      </w:r>
      <w:r w:rsidR="00987D49">
        <w:t>’</w:t>
      </w:r>
      <w:r>
        <w:t>espace d</w:t>
      </w:r>
      <w:r w:rsidR="00987D49">
        <w:t>’</w:t>
      </w:r>
      <w:r>
        <w:t>un éclair</w:t>
      </w:r>
      <w:r w:rsidR="00987D49">
        <w:t xml:space="preserve">. </w:t>
      </w:r>
      <w:r>
        <w:t>D</w:t>
      </w:r>
      <w:r w:rsidR="00987D49">
        <w:t>’</w:t>
      </w:r>
      <w:r>
        <w:t>autres soins me réclamaient</w:t>
      </w:r>
      <w:r w:rsidR="00987D49">
        <w:t xml:space="preserve">. </w:t>
      </w:r>
      <w:r>
        <w:t>Hélène revenait à elle</w:t>
      </w:r>
      <w:r w:rsidR="00987D49">
        <w:t>…</w:t>
      </w:r>
    </w:p>
    <w:p w14:paraId="34767E4F" w14:textId="6C80BC4A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58" w:name="__RefHeading__91182_553960937"/>
      <w:bookmarkStart w:id="59" w:name="bookmark26"/>
      <w:bookmarkStart w:id="60" w:name="_Toc194838878"/>
      <w:bookmarkEnd w:id="58"/>
      <w:r>
        <w:lastRenderedPageBreak/>
        <w:t>X</w:t>
      </w:r>
      <w:bookmarkEnd w:id="59"/>
      <w:r>
        <w:t>X</w:t>
      </w:r>
      <w:r>
        <w:br/>
      </w:r>
      <w:r>
        <w:br/>
        <w:t>Retour à la Terre</w:t>
      </w:r>
      <w:bookmarkEnd w:id="60"/>
    </w:p>
    <w:p w14:paraId="4B84A2B1" w14:textId="77777777" w:rsidR="00987D49" w:rsidRDefault="00B27708" w:rsidP="00B27708">
      <w:r>
        <w:t>Je renonce à décrire la douleur désespérée de la chère créature</w:t>
      </w:r>
      <w:r w:rsidR="00987D49">
        <w:t xml:space="preserve">, </w:t>
      </w:r>
      <w:r>
        <w:t>lorsqu</w:t>
      </w:r>
      <w:r w:rsidR="00987D49">
        <w:t>’</w:t>
      </w:r>
      <w:r>
        <w:t>elle eut conscience de l</w:t>
      </w:r>
      <w:r w:rsidR="00987D49">
        <w:t>’</w:t>
      </w:r>
      <w:r>
        <w:t>horrible drame</w:t>
      </w:r>
      <w:r w:rsidR="00987D49">
        <w:t xml:space="preserve">… </w:t>
      </w:r>
      <w:r>
        <w:t>Mais j</w:t>
      </w:r>
      <w:r w:rsidR="00987D49">
        <w:t>’</w:t>
      </w:r>
      <w:r>
        <w:t>ai toujours présente à l</w:t>
      </w:r>
      <w:r w:rsidR="00987D49">
        <w:t>’</w:t>
      </w:r>
      <w:r>
        <w:t>esprit l</w:t>
      </w:r>
      <w:r w:rsidR="00987D49">
        <w:t>’</w:t>
      </w:r>
      <w:r>
        <w:t>expression de son visage</w:t>
      </w:r>
      <w:r w:rsidR="00987D49">
        <w:t xml:space="preserve">, </w:t>
      </w:r>
      <w:r>
        <w:t>tandis qu</w:t>
      </w:r>
      <w:r w:rsidR="00987D49">
        <w:t>’</w:t>
      </w:r>
      <w:r>
        <w:t>elle promenait autour d</w:t>
      </w:r>
      <w:r w:rsidR="00987D49">
        <w:t>’</w:t>
      </w:r>
      <w:r>
        <w:t>elle un regard affreusement triste</w:t>
      </w:r>
      <w:r w:rsidR="00987D49">
        <w:t xml:space="preserve">. </w:t>
      </w:r>
      <w:r>
        <w:t>Elle vit Pierre</w:t>
      </w:r>
      <w:r w:rsidR="00987D49">
        <w:t xml:space="preserve">, </w:t>
      </w:r>
      <w:r>
        <w:t>qui</w:t>
      </w:r>
      <w:r w:rsidR="00987D49">
        <w:t xml:space="preserve">, </w:t>
      </w:r>
      <w:r>
        <w:t>penché sur le miroir du cœlostat</w:t>
      </w:r>
      <w:r w:rsidR="00987D49">
        <w:t xml:space="preserve">, </w:t>
      </w:r>
      <w:r>
        <w:t>vérifiait l</w:t>
      </w:r>
      <w:r w:rsidR="00987D49">
        <w:t>’</w:t>
      </w:r>
      <w:r>
        <w:t>exactitude de notre route de retour</w:t>
      </w:r>
      <w:r w:rsidR="00987D49">
        <w:t xml:space="preserve">. </w:t>
      </w:r>
      <w:r>
        <w:t>Elle sourit pauvrement et continua son inspection muette</w:t>
      </w:r>
      <w:r w:rsidR="00987D49">
        <w:t xml:space="preserve">. </w:t>
      </w:r>
      <w:r>
        <w:t>Enfin</w:t>
      </w:r>
      <w:r w:rsidR="00987D49">
        <w:t xml:space="preserve">, </w:t>
      </w:r>
      <w:r>
        <w:t>ses yeux se tournèrent vers moi</w:t>
      </w:r>
      <w:r w:rsidR="00987D49">
        <w:t>…</w:t>
      </w:r>
    </w:p>
    <w:p w14:paraId="632CC1F7" w14:textId="77777777" w:rsidR="00987D49" w:rsidRDefault="00B27708" w:rsidP="00B27708">
      <w:r>
        <w:t>Comment pourrais-je oublier la cruelle déception qu</w:t>
      </w:r>
      <w:r w:rsidR="00987D49">
        <w:t>’</w:t>
      </w:r>
      <w:r>
        <w:t>elle ne put dissimuler en me reconnaissant</w:t>
      </w:r>
      <w:r w:rsidR="00987D49">
        <w:t xml:space="preserve"> ? </w:t>
      </w:r>
      <w:r>
        <w:t>Elle ne retrouvait avec elle</w:t>
      </w:r>
      <w:r w:rsidR="00987D49">
        <w:t xml:space="preserve">, </w:t>
      </w:r>
      <w:r>
        <w:t>que deux hommes</w:t>
      </w:r>
      <w:r w:rsidR="00987D49">
        <w:t xml:space="preserve">, </w:t>
      </w:r>
      <w:r>
        <w:t xml:space="preserve">dans le </w:t>
      </w:r>
      <w:r w:rsidR="00987D49">
        <w:t>« </w:t>
      </w:r>
      <w:r>
        <w:t>Bolide</w:t>
      </w:r>
      <w:r w:rsidR="00987D49">
        <w:t xml:space="preserve"> », </w:t>
      </w:r>
      <w:r>
        <w:t>et ni l</w:t>
      </w:r>
      <w:r w:rsidR="00987D49">
        <w:t>’</w:t>
      </w:r>
      <w:r>
        <w:t>un</w:t>
      </w:r>
      <w:r w:rsidR="00987D49">
        <w:t xml:space="preserve">, </w:t>
      </w:r>
      <w:r>
        <w:t>ni l</w:t>
      </w:r>
      <w:r w:rsidR="00987D49">
        <w:t>’</w:t>
      </w:r>
      <w:r>
        <w:t>autre n</w:t>
      </w:r>
      <w:r w:rsidR="00987D49">
        <w:t>’</w:t>
      </w:r>
      <w:r>
        <w:t>était son frère</w:t>
      </w:r>
      <w:r w:rsidR="00987D49">
        <w:t xml:space="preserve">. </w:t>
      </w:r>
      <w:r>
        <w:t>La joie certaine qui lui apportait la présence de Pierre compensait à peine l</w:t>
      </w:r>
      <w:r w:rsidR="00987D49">
        <w:t>’</w:t>
      </w:r>
      <w:r>
        <w:t>amertume que lui causait la mienne</w:t>
      </w:r>
      <w:r w:rsidR="00987D49">
        <w:t xml:space="preserve">. </w:t>
      </w:r>
      <w:r>
        <w:t>J</w:t>
      </w:r>
      <w:r w:rsidR="00987D49">
        <w:t>’</w:t>
      </w:r>
      <w:r>
        <w:t>étais la preuve vivante que c</w:t>
      </w:r>
      <w:r w:rsidR="00987D49">
        <w:t>’</w:t>
      </w:r>
      <w:r>
        <w:t>était bien René qui avait été annihilé</w:t>
      </w:r>
      <w:r w:rsidR="00987D49">
        <w:t xml:space="preserve">. </w:t>
      </w:r>
      <w:r>
        <w:t>Si bonne et si tendre qu</w:t>
      </w:r>
      <w:r w:rsidR="00987D49">
        <w:t>’</w:t>
      </w:r>
      <w:r>
        <w:t>elle fût</w:t>
      </w:r>
      <w:r w:rsidR="00987D49">
        <w:t xml:space="preserve">, </w:t>
      </w:r>
      <w:r>
        <w:t>elle m</w:t>
      </w:r>
      <w:r w:rsidR="00987D49">
        <w:t>’</w:t>
      </w:r>
      <w:r>
        <w:t>en voulut</w:t>
      </w:r>
      <w:r w:rsidR="00987D49">
        <w:t xml:space="preserve">, </w:t>
      </w:r>
      <w:r>
        <w:t>certainement</w:t>
      </w:r>
      <w:r w:rsidR="00987D49">
        <w:t xml:space="preserve">, </w:t>
      </w:r>
      <w:r>
        <w:t>en cet instant</w:t>
      </w:r>
      <w:r w:rsidR="00987D49">
        <w:t xml:space="preserve">, </w:t>
      </w:r>
      <w:r>
        <w:t>d</w:t>
      </w:r>
      <w:r w:rsidR="00987D49">
        <w:t>’</w:t>
      </w:r>
      <w:r>
        <w:t>être moi-même</w:t>
      </w:r>
      <w:r w:rsidR="00987D49">
        <w:t xml:space="preserve">, </w:t>
      </w:r>
      <w:r>
        <w:t>d</w:t>
      </w:r>
      <w:r w:rsidR="00987D49">
        <w:t>’</w:t>
      </w:r>
      <w:r>
        <w:t>être là</w:t>
      </w:r>
      <w:r w:rsidR="00987D49">
        <w:t>…</w:t>
      </w:r>
    </w:p>
    <w:p w14:paraId="500F66C3" w14:textId="77777777" w:rsidR="00987D49" w:rsidRDefault="00B27708" w:rsidP="00B27708">
      <w:r>
        <w:t>Je m</w:t>
      </w:r>
      <w:r w:rsidR="00987D49">
        <w:t>’</w:t>
      </w:r>
      <w:r>
        <w:t>écartai silencieusement</w:t>
      </w:r>
      <w:r w:rsidR="00987D49">
        <w:t xml:space="preserve">, </w:t>
      </w:r>
      <w:r>
        <w:t>sans même chercher à voir si elle changeait d</w:t>
      </w:r>
      <w:r w:rsidR="00987D49">
        <w:t>’</w:t>
      </w:r>
      <w:r>
        <w:t>expression</w:t>
      </w:r>
      <w:r w:rsidR="00987D49">
        <w:t xml:space="preserve">… </w:t>
      </w:r>
      <w:r>
        <w:t>Au même instant</w:t>
      </w:r>
      <w:r w:rsidR="00987D49">
        <w:t xml:space="preserve">, </w:t>
      </w:r>
      <w:r>
        <w:t>Pierre</w:t>
      </w:r>
      <w:r w:rsidR="00987D49">
        <w:t xml:space="preserve">, </w:t>
      </w:r>
      <w:r>
        <w:t>ayant levé et tourné la tête</w:t>
      </w:r>
      <w:r w:rsidR="00987D49">
        <w:t xml:space="preserve">, </w:t>
      </w:r>
      <w:r>
        <w:t>s</w:t>
      </w:r>
      <w:r w:rsidR="00987D49">
        <w:t>’</w:t>
      </w:r>
      <w:r>
        <w:t>avisa du réveil d</w:t>
      </w:r>
      <w:r w:rsidR="00987D49">
        <w:t>’</w:t>
      </w:r>
      <w:r>
        <w:t>Hélène</w:t>
      </w:r>
      <w:r w:rsidR="00987D49">
        <w:t xml:space="preserve">. </w:t>
      </w:r>
      <w:r>
        <w:t>Il me fit signe de prendre sa place au cœlostat</w:t>
      </w:r>
      <w:r w:rsidR="00987D49">
        <w:t xml:space="preserve">, </w:t>
      </w:r>
      <w:r>
        <w:t>m</w:t>
      </w:r>
      <w:r w:rsidR="00987D49">
        <w:t>’</w:t>
      </w:r>
      <w:r>
        <w:t xml:space="preserve">expliqua brièvement quelle étoile devait demeurer au zénith du </w:t>
      </w:r>
      <w:r w:rsidR="00987D49">
        <w:t>« </w:t>
      </w:r>
      <w:r>
        <w:t>Bolide</w:t>
      </w:r>
      <w:r w:rsidR="00987D49">
        <w:t> »</w:t>
      </w:r>
      <w:r>
        <w:t xml:space="preserve"> pour que nous ne nous écartions pas de la bonne direction</w:t>
      </w:r>
      <w:r w:rsidR="00987D49">
        <w:t xml:space="preserve">, </w:t>
      </w:r>
      <w:r>
        <w:t>et s</w:t>
      </w:r>
      <w:r w:rsidR="00987D49">
        <w:t>’</w:t>
      </w:r>
      <w:r>
        <w:t>approcha enfin de sa fiancée</w:t>
      </w:r>
      <w:r w:rsidR="00987D49">
        <w:t xml:space="preserve">, </w:t>
      </w:r>
      <w:r>
        <w:t>qui</w:t>
      </w:r>
      <w:r w:rsidR="00987D49">
        <w:t xml:space="preserve">, </w:t>
      </w:r>
      <w:r>
        <w:t>maintenant</w:t>
      </w:r>
      <w:r w:rsidR="00987D49">
        <w:t xml:space="preserve">, </w:t>
      </w:r>
      <w:r>
        <w:t>pleurait</w:t>
      </w:r>
      <w:r w:rsidR="00987D49">
        <w:t>.</w:t>
      </w:r>
    </w:p>
    <w:p w14:paraId="0F914195" w14:textId="77777777" w:rsidR="00987D49" w:rsidRDefault="00B27708" w:rsidP="00B27708">
      <w:r>
        <w:t>Il entoura de ses bras le buste mince que secouaient les sanglots</w:t>
      </w:r>
      <w:r w:rsidR="00987D49">
        <w:t xml:space="preserve">, </w:t>
      </w:r>
      <w:r>
        <w:t>et attira sur son épaule la tête brune</w:t>
      </w:r>
      <w:r w:rsidR="00987D49">
        <w:t xml:space="preserve">. </w:t>
      </w:r>
      <w:r>
        <w:t>Doucement</w:t>
      </w:r>
      <w:r w:rsidR="00987D49">
        <w:t xml:space="preserve">, </w:t>
      </w:r>
      <w:r>
        <w:t>il berça la chère désolée</w:t>
      </w:r>
      <w:r w:rsidR="00987D49">
        <w:t xml:space="preserve">, </w:t>
      </w:r>
      <w:r>
        <w:t>il lui parla tendrement</w:t>
      </w:r>
      <w:r w:rsidR="00987D49">
        <w:t xml:space="preserve">, </w:t>
      </w:r>
      <w:r>
        <w:t>à voix presque basse</w:t>
      </w:r>
      <w:r w:rsidR="00987D49">
        <w:t xml:space="preserve">, </w:t>
      </w:r>
      <w:r>
        <w:t>comme on câline un enfant</w:t>
      </w:r>
      <w:r w:rsidR="00987D49">
        <w:t xml:space="preserve">. </w:t>
      </w:r>
      <w:r>
        <w:t>Il lui dit son propre désespoir et quelle lutte s</w:t>
      </w:r>
      <w:r w:rsidR="00987D49">
        <w:t>’</w:t>
      </w:r>
      <w:r>
        <w:t xml:space="preserve">était </w:t>
      </w:r>
      <w:r>
        <w:lastRenderedPageBreak/>
        <w:t>livrée en lui quand il avait dû prendre la décision de partir</w:t>
      </w:r>
      <w:r w:rsidR="00987D49">
        <w:t xml:space="preserve">, </w:t>
      </w:r>
      <w:r>
        <w:t>sans en savoir davantage sur la disparition de René</w:t>
      </w:r>
      <w:r w:rsidR="00987D49">
        <w:t>.</w:t>
      </w:r>
    </w:p>
    <w:p w14:paraId="1D02363A" w14:textId="77777777" w:rsidR="00987D49" w:rsidRDefault="00B27708" w:rsidP="00B27708">
      <w:r>
        <w:t>Quant à la mort du cher garçon</w:t>
      </w:r>
      <w:r w:rsidR="00987D49">
        <w:t xml:space="preserve">, </w:t>
      </w:r>
      <w:r>
        <w:t>aucun doute</w:t>
      </w:r>
      <w:r w:rsidR="00987D49">
        <w:t xml:space="preserve">, </w:t>
      </w:r>
      <w:r>
        <w:t>il l</w:t>
      </w:r>
      <w:r w:rsidR="00987D49">
        <w:t>’</w:t>
      </w:r>
      <w:r>
        <w:t>affirmait avec force</w:t>
      </w:r>
      <w:r w:rsidR="00987D49">
        <w:t xml:space="preserve">, </w:t>
      </w:r>
      <w:r>
        <w:t>ne pouvait subsister</w:t>
      </w:r>
      <w:r w:rsidR="00987D49">
        <w:t xml:space="preserve">. </w:t>
      </w:r>
      <w:r>
        <w:t>Le devoir d</w:t>
      </w:r>
      <w:r w:rsidR="00987D49">
        <w:t>’</w:t>
      </w:r>
      <w:r>
        <w:t>Hélène</w:t>
      </w:r>
      <w:r w:rsidR="00987D49">
        <w:t xml:space="preserve">, </w:t>
      </w:r>
      <w:r>
        <w:t>maintenant</w:t>
      </w:r>
      <w:r w:rsidR="00987D49">
        <w:t xml:space="preserve">, </w:t>
      </w:r>
      <w:r>
        <w:t>c</w:t>
      </w:r>
      <w:r w:rsidR="00987D49">
        <w:t>’</w:t>
      </w:r>
      <w:r>
        <w:t>était de garder le culte de sa mémoire et de publier ses travaux</w:t>
      </w:r>
      <w:r w:rsidR="00987D49">
        <w:t xml:space="preserve">. </w:t>
      </w:r>
      <w:r>
        <w:t>Pierre</w:t>
      </w:r>
      <w:r w:rsidR="00987D49">
        <w:t xml:space="preserve">, </w:t>
      </w:r>
      <w:r>
        <w:t>quant à lui</w:t>
      </w:r>
      <w:r w:rsidR="00987D49">
        <w:t xml:space="preserve">, </w:t>
      </w:r>
      <w:r>
        <w:t>la seconderait de son mieux dans l</w:t>
      </w:r>
      <w:r w:rsidR="00987D49">
        <w:t>’</w:t>
      </w:r>
      <w:r>
        <w:t>accomplissement de ce devoir</w:t>
      </w:r>
      <w:r w:rsidR="00987D49">
        <w:t xml:space="preserve">. </w:t>
      </w:r>
      <w:r>
        <w:t>Mais</w:t>
      </w:r>
      <w:r w:rsidR="00987D49">
        <w:t xml:space="preserve">, </w:t>
      </w:r>
      <w:r>
        <w:t>pour cela</w:t>
      </w:r>
      <w:r w:rsidR="00987D49">
        <w:t xml:space="preserve">, </w:t>
      </w:r>
      <w:r>
        <w:t>il fallait d</w:t>
      </w:r>
      <w:r w:rsidR="00987D49">
        <w:t>’</w:t>
      </w:r>
      <w:r>
        <w:t>abord revenir sur la Terre</w:t>
      </w:r>
      <w:r w:rsidR="00987D49">
        <w:t xml:space="preserve">. </w:t>
      </w:r>
      <w:r>
        <w:t>Le premier soin de l</w:t>
      </w:r>
      <w:r w:rsidR="00987D49">
        <w:t>’</w:t>
      </w:r>
      <w:r>
        <w:t>équipage</w:t>
      </w:r>
      <w:r w:rsidR="00987D49">
        <w:t xml:space="preserve"> – </w:t>
      </w:r>
      <w:r>
        <w:t>si réduit hélas</w:t>
      </w:r>
      <w:r w:rsidR="00987D49">
        <w:t xml:space="preserve"> ! – </w:t>
      </w:r>
      <w:r>
        <w:t xml:space="preserve">du </w:t>
      </w:r>
      <w:r w:rsidR="00987D49">
        <w:t>« </w:t>
      </w:r>
      <w:r>
        <w:t>Bolide</w:t>
      </w:r>
      <w:r w:rsidR="00987D49">
        <w:t xml:space="preserve"> », </w:t>
      </w:r>
      <w:r>
        <w:t>c</w:t>
      </w:r>
      <w:r w:rsidR="00987D49">
        <w:t>’</w:t>
      </w:r>
      <w:r>
        <w:t>était de lutter pour le salut commun</w:t>
      </w:r>
      <w:r w:rsidR="00987D49">
        <w:t xml:space="preserve">. </w:t>
      </w:r>
      <w:r>
        <w:t>Pour cela</w:t>
      </w:r>
      <w:r w:rsidR="00987D49">
        <w:t xml:space="preserve">, </w:t>
      </w:r>
      <w:r>
        <w:t>toutes les volontés devaient se tendre vers le même effort</w:t>
      </w:r>
      <w:r w:rsidR="00987D49">
        <w:t xml:space="preserve">. </w:t>
      </w:r>
      <w:r>
        <w:t>Elle aurait un rôle à jouer dans cette dernière phase du grand voyage</w:t>
      </w:r>
      <w:r w:rsidR="00987D49">
        <w:t xml:space="preserve">. </w:t>
      </w:r>
      <w:r>
        <w:t>Il avait besoin d</w:t>
      </w:r>
      <w:r w:rsidR="00987D49">
        <w:t>’</w:t>
      </w:r>
      <w:r>
        <w:t>elle</w:t>
      </w:r>
      <w:r w:rsidR="00987D49">
        <w:t xml:space="preserve">, </w:t>
      </w:r>
      <w:r>
        <w:t>de sa coopération au labeur solidaire</w:t>
      </w:r>
      <w:r w:rsidR="00987D49">
        <w:t xml:space="preserve">. </w:t>
      </w:r>
      <w:r>
        <w:t>Elle n</w:t>
      </w:r>
      <w:r w:rsidR="00987D49">
        <w:t>’</w:t>
      </w:r>
      <w:r>
        <w:t>avait pas le droit de se confiner dans ses tristes pensées</w:t>
      </w:r>
      <w:r w:rsidR="00987D49">
        <w:t>…</w:t>
      </w:r>
    </w:p>
    <w:p w14:paraId="5405A7C0" w14:textId="77777777" w:rsidR="00987D49" w:rsidRDefault="00B27708" w:rsidP="00B27708">
      <w:r>
        <w:t>On sentait que ces paroles agissaient sur Hélène</w:t>
      </w:r>
      <w:r w:rsidR="00987D49">
        <w:t xml:space="preserve">, </w:t>
      </w:r>
      <w:r>
        <w:t>la galvanisaient</w:t>
      </w:r>
      <w:r w:rsidR="00987D49">
        <w:t xml:space="preserve">, </w:t>
      </w:r>
      <w:r>
        <w:t>la tiraient de sa torpeur affligée</w:t>
      </w:r>
      <w:r w:rsidR="00987D49">
        <w:t xml:space="preserve">. </w:t>
      </w:r>
      <w:r>
        <w:t>Puis</w:t>
      </w:r>
      <w:r w:rsidR="00987D49">
        <w:t xml:space="preserve">, </w:t>
      </w:r>
      <w:r>
        <w:t>Pierre baissa encore la voix</w:t>
      </w:r>
      <w:r w:rsidR="00987D49">
        <w:t xml:space="preserve">. </w:t>
      </w:r>
      <w:r>
        <w:t>Je devinai qu</w:t>
      </w:r>
      <w:r w:rsidR="00987D49">
        <w:t>’</w:t>
      </w:r>
      <w:r>
        <w:t>il parlait de moi</w:t>
      </w:r>
      <w:r w:rsidR="00987D49">
        <w:t xml:space="preserve">, </w:t>
      </w:r>
      <w:r>
        <w:t>qu</w:t>
      </w:r>
      <w:r w:rsidR="00987D49">
        <w:t>’</w:t>
      </w:r>
      <w:r>
        <w:t>il conjurait la sœur de René de ne pas se montrer injuste</w:t>
      </w:r>
      <w:r w:rsidR="00987D49">
        <w:t xml:space="preserve">, </w:t>
      </w:r>
      <w:r>
        <w:t>que ce n</w:t>
      </w:r>
      <w:r w:rsidR="00987D49">
        <w:t>’</w:t>
      </w:r>
      <w:r>
        <w:t xml:space="preserve">était pas </w:t>
      </w:r>
      <w:proofErr w:type="gramStart"/>
      <w:r>
        <w:t>de ma</w:t>
      </w:r>
      <w:proofErr w:type="gramEnd"/>
      <w:r>
        <w:t xml:space="preserve"> faute</w:t>
      </w:r>
      <w:r w:rsidR="00987D49">
        <w:t xml:space="preserve">, </w:t>
      </w:r>
      <w:r>
        <w:t>si j</w:t>
      </w:r>
      <w:r w:rsidR="00987D49">
        <w:t>’</w:t>
      </w:r>
      <w:r>
        <w:t>étais celui qui avait échappé au mortel péril</w:t>
      </w:r>
      <w:r w:rsidR="00987D49">
        <w:t xml:space="preserve">. </w:t>
      </w:r>
      <w:r>
        <w:t>Des mots isolés me parvenaient</w:t>
      </w:r>
      <w:r w:rsidR="00987D49">
        <w:t xml:space="preserve">, </w:t>
      </w:r>
      <w:r>
        <w:t>malgré les précautions de Pierre</w:t>
      </w:r>
      <w:r w:rsidR="00987D49">
        <w:t xml:space="preserve">. </w:t>
      </w:r>
      <w:r>
        <w:t>Je compris qu</w:t>
      </w:r>
      <w:r w:rsidR="00987D49">
        <w:t>’</w:t>
      </w:r>
      <w:r>
        <w:t>il m</w:t>
      </w:r>
      <w:r w:rsidR="00987D49">
        <w:t>’</w:t>
      </w:r>
      <w:r>
        <w:t>avait sauvé</w:t>
      </w:r>
      <w:r w:rsidR="00987D49">
        <w:t xml:space="preserve">, </w:t>
      </w:r>
      <w:r>
        <w:t>sans se demander qui j</w:t>
      </w:r>
      <w:r w:rsidR="00987D49">
        <w:t>’</w:t>
      </w:r>
      <w:r>
        <w:t>étais</w:t>
      </w:r>
      <w:r w:rsidR="00987D49">
        <w:t xml:space="preserve">, </w:t>
      </w:r>
      <w:r>
        <w:t>alors que nos masques respiratoires nous faisaient semblables</w:t>
      </w:r>
      <w:r w:rsidR="00987D49">
        <w:t xml:space="preserve">, </w:t>
      </w:r>
      <w:r>
        <w:t>René et moi</w:t>
      </w:r>
      <w:r w:rsidR="00987D49">
        <w:t xml:space="preserve">. </w:t>
      </w:r>
      <w:r>
        <w:t xml:space="preserve">Il avait tiré vers le </w:t>
      </w:r>
      <w:r w:rsidR="00987D49">
        <w:t>« </w:t>
      </w:r>
      <w:r>
        <w:t>Bolide</w:t>
      </w:r>
      <w:r w:rsidR="00987D49">
        <w:t> »</w:t>
      </w:r>
      <w:r>
        <w:t xml:space="preserve"> celui qui était encore vivant et il en était fier</w:t>
      </w:r>
      <w:r w:rsidR="00987D49">
        <w:t xml:space="preserve">. </w:t>
      </w:r>
      <w:r>
        <w:t>De même</w:t>
      </w:r>
      <w:r w:rsidR="00987D49">
        <w:t xml:space="preserve">, </w:t>
      </w:r>
      <w:r>
        <w:t>il fallait que la sœur du disparu se réjouisse sans arrière-pensée du fait qu</w:t>
      </w:r>
      <w:r w:rsidR="00987D49">
        <w:t>’</w:t>
      </w:r>
      <w:r>
        <w:t>un ami ait pu survivre</w:t>
      </w:r>
      <w:r w:rsidR="00987D49">
        <w:t xml:space="preserve">. </w:t>
      </w:r>
      <w:r>
        <w:t>Il rappela que j</w:t>
      </w:r>
      <w:r w:rsidR="00987D49">
        <w:t>’</w:t>
      </w:r>
      <w:r>
        <w:t>étais moi-même volontairement sorti de l</w:t>
      </w:r>
      <w:r w:rsidR="00987D49">
        <w:t>’</w:t>
      </w:r>
      <w:r>
        <w:t>astronef</w:t>
      </w:r>
      <w:r w:rsidR="00987D49">
        <w:t xml:space="preserve">, </w:t>
      </w:r>
      <w:r>
        <w:t>pour accompagner René dans sa dernière et tragique expédition</w:t>
      </w:r>
      <w:r w:rsidR="00987D49">
        <w:t>…</w:t>
      </w:r>
    </w:p>
    <w:p w14:paraId="67043897" w14:textId="77777777" w:rsidR="00987D49" w:rsidRDefault="00B27708" w:rsidP="00B27708">
      <w:r>
        <w:t>Quand Hélène</w:t>
      </w:r>
      <w:r w:rsidR="00987D49">
        <w:t xml:space="preserve">, </w:t>
      </w:r>
      <w:r>
        <w:t>enfin réconfortée par les paroles de Pierre</w:t>
      </w:r>
      <w:r w:rsidR="00987D49">
        <w:t xml:space="preserve">, </w:t>
      </w:r>
      <w:r>
        <w:t>se leva</w:t>
      </w:r>
      <w:r w:rsidR="00987D49">
        <w:t xml:space="preserve">, </w:t>
      </w:r>
      <w:r>
        <w:t>redevenue vaillante</w:t>
      </w:r>
      <w:r w:rsidR="00987D49">
        <w:t xml:space="preserve">, </w:t>
      </w:r>
      <w:r>
        <w:t>prête à se mettre à l</w:t>
      </w:r>
      <w:r w:rsidR="00987D49">
        <w:t>’</w:t>
      </w:r>
      <w:r>
        <w:t>œuvre de salut</w:t>
      </w:r>
      <w:r w:rsidR="00987D49">
        <w:t xml:space="preserve">, </w:t>
      </w:r>
      <w:r>
        <w:t>elle me regarda de nouveau</w:t>
      </w:r>
      <w:r w:rsidR="00987D49">
        <w:t xml:space="preserve">. </w:t>
      </w:r>
      <w:r>
        <w:t>Mais cette fois</w:t>
      </w:r>
      <w:r w:rsidR="00987D49">
        <w:t xml:space="preserve">, </w:t>
      </w:r>
      <w:r>
        <w:t>ses beaux yeux brillaient d</w:t>
      </w:r>
      <w:r w:rsidR="00987D49">
        <w:t>’</w:t>
      </w:r>
      <w:r>
        <w:t>un éclat purement amical</w:t>
      </w:r>
      <w:r w:rsidR="00987D49">
        <w:t xml:space="preserve">. </w:t>
      </w:r>
      <w:r>
        <w:t>Elle eut la force de dire</w:t>
      </w:r>
      <w:r w:rsidR="00987D49">
        <w:t> :</w:t>
      </w:r>
    </w:p>
    <w:p w14:paraId="07581418" w14:textId="77777777" w:rsidR="00987D49" w:rsidRDefault="00987D49" w:rsidP="00B27708">
      <w:r>
        <w:rPr>
          <w:rFonts w:eastAsia="Georgia"/>
        </w:rPr>
        <w:t>— </w:t>
      </w:r>
      <w:r w:rsidR="00B27708">
        <w:t>Je suis heureuse que vous soyez sauf</w:t>
      </w:r>
      <w:r>
        <w:t>…</w:t>
      </w:r>
    </w:p>
    <w:p w14:paraId="0FD7FAFF" w14:textId="77777777" w:rsidR="00987D49" w:rsidRDefault="00B27708" w:rsidP="00B27708">
      <w:r>
        <w:lastRenderedPageBreak/>
        <w:t>J</w:t>
      </w:r>
      <w:r w:rsidR="00987D49">
        <w:t>’</w:t>
      </w:r>
      <w:r>
        <w:t>en éprouvai certes une douce détente</w:t>
      </w:r>
      <w:r w:rsidR="00987D49">
        <w:t xml:space="preserve">. </w:t>
      </w:r>
      <w:r>
        <w:t>Mais le choc de son premier regard et la blessure que j</w:t>
      </w:r>
      <w:r w:rsidR="00987D49">
        <w:t>’</w:t>
      </w:r>
      <w:r>
        <w:t>avais éprouvée ne s</w:t>
      </w:r>
      <w:r w:rsidR="00987D49">
        <w:t>’</w:t>
      </w:r>
      <w:r>
        <w:t>effacèrent jamais tout à fait</w:t>
      </w:r>
      <w:r w:rsidR="00987D49">
        <w:t>…</w:t>
      </w:r>
    </w:p>
    <w:p w14:paraId="789651FE" w14:textId="77777777" w:rsidR="00987D49" w:rsidRDefault="00B27708" w:rsidP="00B27708">
      <w:r>
        <w:t>Cependant</w:t>
      </w:r>
      <w:r w:rsidR="00987D49">
        <w:t xml:space="preserve">, </w:t>
      </w:r>
      <w:r>
        <w:t>Pierre s</w:t>
      </w:r>
      <w:r w:rsidR="00987D49">
        <w:t>’</w:t>
      </w:r>
      <w:r>
        <w:t>efforçait de distraire Hélène de son chagrin</w:t>
      </w:r>
      <w:r w:rsidR="00987D49">
        <w:t xml:space="preserve">, </w:t>
      </w:r>
      <w:r>
        <w:t>de lui donner des tâches précises</w:t>
      </w:r>
      <w:r w:rsidR="00987D49">
        <w:t xml:space="preserve">, </w:t>
      </w:r>
      <w:r>
        <w:t>utiles</w:t>
      </w:r>
      <w:r w:rsidR="00987D49">
        <w:t xml:space="preserve">, </w:t>
      </w:r>
      <w:r>
        <w:t>de l</w:t>
      </w:r>
      <w:r w:rsidR="00987D49">
        <w:t>’</w:t>
      </w:r>
      <w:r>
        <w:t>associer à sa propre mission</w:t>
      </w:r>
      <w:r w:rsidR="00987D49">
        <w:t xml:space="preserve">, </w:t>
      </w:r>
      <w:r>
        <w:t>pour la conduite et la sauvegarde de l</w:t>
      </w:r>
      <w:r w:rsidR="00987D49">
        <w:t>’</w:t>
      </w:r>
      <w:r>
        <w:t>astronef</w:t>
      </w:r>
      <w:r w:rsidR="00987D49">
        <w:t xml:space="preserve">. </w:t>
      </w:r>
      <w:r>
        <w:t>Il en agit de même envers moi</w:t>
      </w:r>
      <w:r w:rsidR="00987D49">
        <w:t xml:space="preserve">. </w:t>
      </w:r>
      <w:r>
        <w:t>Je fis de mon mieux</w:t>
      </w:r>
      <w:r w:rsidR="00987D49">
        <w:t xml:space="preserve">, </w:t>
      </w:r>
      <w:r>
        <w:t>mais je dus bien m</w:t>
      </w:r>
      <w:r w:rsidR="00987D49">
        <w:t>’</w:t>
      </w:r>
      <w:r>
        <w:t>avouer que je n</w:t>
      </w:r>
      <w:r w:rsidR="00987D49">
        <w:t>’</w:t>
      </w:r>
      <w:r>
        <w:t>étais que d</w:t>
      </w:r>
      <w:r w:rsidR="00987D49">
        <w:t>’</w:t>
      </w:r>
      <w:r>
        <w:t>un médiocre secours</w:t>
      </w:r>
      <w:r w:rsidR="00987D49">
        <w:t xml:space="preserve">. </w:t>
      </w:r>
      <w:r>
        <w:t>Hélène rendit certes plus de services que moi</w:t>
      </w:r>
      <w:r w:rsidR="00987D49">
        <w:t> !…</w:t>
      </w:r>
    </w:p>
    <w:p w14:paraId="276008C2" w14:textId="77777777" w:rsidR="00987D49" w:rsidRDefault="00B27708" w:rsidP="00B27708">
      <w:r>
        <w:t>Conterai-je par le menu cette traversée de retour</w:t>
      </w:r>
      <w:r w:rsidR="00987D49">
        <w:t xml:space="preserve"> ? </w:t>
      </w:r>
      <w:r>
        <w:t>À quoi bon</w:t>
      </w:r>
      <w:r w:rsidR="00987D49">
        <w:t xml:space="preserve"> ? </w:t>
      </w:r>
      <w:r>
        <w:t>La foi n</w:t>
      </w:r>
      <w:r w:rsidR="00987D49">
        <w:t>’</w:t>
      </w:r>
      <w:r>
        <w:t>y était plus</w:t>
      </w:r>
      <w:r w:rsidR="00987D49">
        <w:t xml:space="preserve">. </w:t>
      </w:r>
      <w:r>
        <w:t>Au lieu d</w:t>
      </w:r>
      <w:r w:rsidR="00987D49">
        <w:t>’</w:t>
      </w:r>
      <w:r>
        <w:t>hommes avides de savoir</w:t>
      </w:r>
      <w:r w:rsidR="00987D49">
        <w:t xml:space="preserve">, </w:t>
      </w:r>
      <w:r>
        <w:t>s</w:t>
      </w:r>
      <w:r w:rsidR="00987D49">
        <w:t>’</w:t>
      </w:r>
      <w:r>
        <w:t>élançant vers l</w:t>
      </w:r>
      <w:r w:rsidR="00987D49">
        <w:t>’</w:t>
      </w:r>
      <w:r>
        <w:t>inconnu</w:t>
      </w:r>
      <w:r w:rsidR="00987D49">
        <w:t xml:space="preserve">, </w:t>
      </w:r>
      <w:r>
        <w:t>pleins d</w:t>
      </w:r>
      <w:r w:rsidR="00987D49">
        <w:t>’</w:t>
      </w:r>
      <w:r>
        <w:t>enthousiasme</w:t>
      </w:r>
      <w:r w:rsidR="00987D49">
        <w:t xml:space="preserve">, </w:t>
      </w:r>
      <w:r>
        <w:t>l</w:t>
      </w:r>
      <w:r w:rsidR="00987D49">
        <w:t>’</w:t>
      </w:r>
      <w:r>
        <w:t>astronef n</w:t>
      </w:r>
      <w:r w:rsidR="00987D49">
        <w:t>’</w:t>
      </w:r>
      <w:r>
        <w:t>emportait plus que des fuyards</w:t>
      </w:r>
      <w:r w:rsidR="00987D49">
        <w:t xml:space="preserve">, </w:t>
      </w:r>
      <w:r>
        <w:t>que torturait le regret d</w:t>
      </w:r>
      <w:r w:rsidR="00987D49">
        <w:t>’</w:t>
      </w:r>
      <w:r>
        <w:t>avoir perdu le meilleur d</w:t>
      </w:r>
      <w:r w:rsidR="00987D49">
        <w:t>’</w:t>
      </w:r>
      <w:r>
        <w:t>entre eux</w:t>
      </w:r>
      <w:r w:rsidR="00987D49">
        <w:t xml:space="preserve">, </w:t>
      </w:r>
      <w:r>
        <w:t>et à qui la connaissance imparfaite du redoutable secret avait inspiré seulement l</w:t>
      </w:r>
      <w:r w:rsidR="00987D49">
        <w:t>’</w:t>
      </w:r>
      <w:r>
        <w:t>effroi de le mieux pénétrer</w:t>
      </w:r>
      <w:r w:rsidR="00987D49">
        <w:t>.</w:t>
      </w:r>
    </w:p>
    <w:p w14:paraId="7A119FF3" w14:textId="77777777" w:rsidR="00987D49" w:rsidRDefault="00B27708" w:rsidP="00B27708">
      <w:r>
        <w:t>Toutefois</w:t>
      </w:r>
      <w:r w:rsidR="00987D49">
        <w:t xml:space="preserve">, </w:t>
      </w:r>
      <w:r>
        <w:t>de même qu</w:t>
      </w:r>
      <w:r w:rsidR="00987D49">
        <w:t>’</w:t>
      </w:r>
      <w:r>
        <w:t>il avait été un animateur admirable et un guide merveilleux vers le but téméraire</w:t>
      </w:r>
      <w:r w:rsidR="00987D49">
        <w:t xml:space="preserve">, </w:t>
      </w:r>
      <w:r>
        <w:t xml:space="preserve">Pierre </w:t>
      </w:r>
      <w:proofErr w:type="spellStart"/>
      <w:r>
        <w:t>Saravine</w:t>
      </w:r>
      <w:proofErr w:type="spellEnd"/>
      <w:r>
        <w:t xml:space="preserve"> se montra</w:t>
      </w:r>
      <w:r w:rsidR="00987D49">
        <w:t xml:space="preserve">, </w:t>
      </w:r>
      <w:r>
        <w:t>dans la défaite et dans le malheur</w:t>
      </w:r>
      <w:r w:rsidR="00987D49">
        <w:t xml:space="preserve">, </w:t>
      </w:r>
      <w:r>
        <w:t>un chef incomparable</w:t>
      </w:r>
      <w:r w:rsidR="00987D49">
        <w:t>…</w:t>
      </w:r>
    </w:p>
    <w:p w14:paraId="4B330E6F" w14:textId="77777777" w:rsidR="00987D49" w:rsidRDefault="00B27708" w:rsidP="00B27708">
      <w:r>
        <w:t>Il était partout à la fois</w:t>
      </w:r>
      <w:r w:rsidR="00987D49">
        <w:t xml:space="preserve">, </w:t>
      </w:r>
      <w:r>
        <w:t>il traçait la route et dirigeait l</w:t>
      </w:r>
      <w:r w:rsidR="00987D49">
        <w:t>’</w:t>
      </w:r>
      <w:r>
        <w:t>appareil</w:t>
      </w:r>
      <w:r w:rsidR="00987D49">
        <w:t xml:space="preserve">. </w:t>
      </w:r>
      <w:r>
        <w:t>Il ne dormait pas</w:t>
      </w:r>
      <w:r w:rsidR="00987D49">
        <w:t xml:space="preserve">, </w:t>
      </w:r>
      <w:r>
        <w:t>ne mangeait guère</w:t>
      </w:r>
      <w:r w:rsidR="00987D49">
        <w:t xml:space="preserve">, </w:t>
      </w:r>
      <w:r>
        <w:t>parlait peu</w:t>
      </w:r>
      <w:r w:rsidR="00987D49">
        <w:t xml:space="preserve">. </w:t>
      </w:r>
      <w:r>
        <w:t>Il coordonnait mes efforts et ceux d</w:t>
      </w:r>
      <w:r w:rsidR="00987D49">
        <w:t>’</w:t>
      </w:r>
      <w:r>
        <w:t>Hélène</w:t>
      </w:r>
      <w:r w:rsidR="00987D49">
        <w:t xml:space="preserve">, </w:t>
      </w:r>
      <w:r>
        <w:t>leur faisait rendre le maximum</w:t>
      </w:r>
      <w:r w:rsidR="00987D49">
        <w:t xml:space="preserve">. </w:t>
      </w:r>
      <w:r>
        <w:t>Sans lui</w:t>
      </w:r>
      <w:r w:rsidR="00987D49">
        <w:t xml:space="preserve">, </w:t>
      </w:r>
      <w:r>
        <w:t>nous n</w:t>
      </w:r>
      <w:r w:rsidR="00987D49">
        <w:t>’</w:t>
      </w:r>
      <w:r>
        <w:t>aurions jamais atteint notre vieille planète</w:t>
      </w:r>
      <w:r w:rsidR="00987D49">
        <w:t>…</w:t>
      </w:r>
    </w:p>
    <w:p w14:paraId="067A25F5" w14:textId="77777777" w:rsidR="00987D49" w:rsidRDefault="00B27708" w:rsidP="00B27708">
      <w:r>
        <w:t>Par instants</w:t>
      </w:r>
      <w:r w:rsidR="00987D49">
        <w:t xml:space="preserve">, </w:t>
      </w:r>
      <w:r>
        <w:t xml:space="preserve">il jetait un regard anxieux sur notre réserve de </w:t>
      </w:r>
      <w:proofErr w:type="spellStart"/>
      <w:r>
        <w:t>péroxyde</w:t>
      </w:r>
      <w:proofErr w:type="spellEnd"/>
      <w:r w:rsidR="00987D49">
        <w:t xml:space="preserve">. </w:t>
      </w:r>
      <w:r>
        <w:t>Tout au long de la traversée</w:t>
      </w:r>
      <w:r w:rsidR="00987D49">
        <w:t xml:space="preserve">, </w:t>
      </w:r>
      <w:r>
        <w:t>il fut étreint par la crainte que nous n</w:t>
      </w:r>
      <w:r w:rsidR="00987D49">
        <w:t>’</w:t>
      </w:r>
      <w:r>
        <w:t>eussions pas assez d</w:t>
      </w:r>
      <w:r w:rsidR="00987D49">
        <w:t>’</w:t>
      </w:r>
      <w:r>
        <w:t>air respirable pour aller jusqu</w:t>
      </w:r>
      <w:r w:rsidR="00987D49">
        <w:t>’</w:t>
      </w:r>
      <w:r>
        <w:t>au bout</w:t>
      </w:r>
      <w:r w:rsidR="00987D49">
        <w:t>…</w:t>
      </w:r>
    </w:p>
    <w:p w14:paraId="2DB3D5A0" w14:textId="77777777" w:rsidR="00987D49" w:rsidRDefault="00B27708" w:rsidP="00B27708">
      <w:r>
        <w:t>Ce qui me reste à narrer est d</w:t>
      </w:r>
      <w:r w:rsidR="00987D49">
        <w:t>’</w:t>
      </w:r>
      <w:r>
        <w:t>ailleurs peu de chose</w:t>
      </w:r>
      <w:r w:rsidR="00987D49">
        <w:t xml:space="preserve">. </w:t>
      </w:r>
      <w:r>
        <w:t>Grâce à l</w:t>
      </w:r>
      <w:r w:rsidR="00987D49">
        <w:t>’</w:t>
      </w:r>
      <w:r>
        <w:t>habileté manœuvrière du chef</w:t>
      </w:r>
      <w:r w:rsidR="00987D49">
        <w:t xml:space="preserve">, </w:t>
      </w:r>
      <w:r>
        <w:t>l</w:t>
      </w:r>
      <w:r w:rsidR="00987D49">
        <w:t>’</w:t>
      </w:r>
      <w:r>
        <w:t>astronef se posa sur les flots de la Méditerranée</w:t>
      </w:r>
      <w:r w:rsidR="00987D49">
        <w:t xml:space="preserve">, </w:t>
      </w:r>
      <w:r>
        <w:t>à l</w:t>
      </w:r>
      <w:r w:rsidR="00987D49">
        <w:t>’</w:t>
      </w:r>
      <w:r>
        <w:t>heure où l</w:t>
      </w:r>
      <w:r w:rsidR="00987D49">
        <w:t>’</w:t>
      </w:r>
      <w:r>
        <w:t>oxygène de notre fabrication venait à manquer</w:t>
      </w:r>
      <w:r w:rsidR="00987D49">
        <w:t xml:space="preserve">. </w:t>
      </w:r>
      <w:r>
        <w:t>Ce fut encore lui qui</w:t>
      </w:r>
      <w:r w:rsidR="00987D49">
        <w:t xml:space="preserve">, </w:t>
      </w:r>
      <w:r>
        <w:t xml:space="preserve">laissant Hélène et moi-même évanouis </w:t>
      </w:r>
      <w:r>
        <w:lastRenderedPageBreak/>
        <w:t>sur le plancher de la cabine</w:t>
      </w:r>
      <w:r w:rsidR="00987D49">
        <w:t xml:space="preserve">, </w:t>
      </w:r>
      <w:r>
        <w:t>parvint à ouvrir le hublot</w:t>
      </w:r>
      <w:r w:rsidR="00987D49">
        <w:t xml:space="preserve">, </w:t>
      </w:r>
      <w:r>
        <w:t>de telle sorte que l</w:t>
      </w:r>
      <w:r w:rsidR="00987D49">
        <w:t>’</w:t>
      </w:r>
      <w:r>
        <w:t>air pénétra largement et nous revigora</w:t>
      </w:r>
      <w:r w:rsidR="00987D49">
        <w:t>…</w:t>
      </w:r>
    </w:p>
    <w:p w14:paraId="7CF008A3" w14:textId="77777777" w:rsidR="00987D49" w:rsidRDefault="00B27708" w:rsidP="00B27708">
      <w:r>
        <w:t>Par une sorte de dérision</w:t>
      </w:r>
      <w:r w:rsidR="00987D49">
        <w:t xml:space="preserve">, </w:t>
      </w:r>
      <w:r>
        <w:t>les trois rescapés du voyage interplanétaire faillirent périr en Méditerranée</w:t>
      </w:r>
      <w:r w:rsidR="00987D49">
        <w:t xml:space="preserve">. </w:t>
      </w:r>
      <w:r>
        <w:t>Avoir bravé les périls de l</w:t>
      </w:r>
      <w:r w:rsidR="00987D49">
        <w:t>’</w:t>
      </w:r>
      <w:r>
        <w:t>espace infini</w:t>
      </w:r>
      <w:r w:rsidR="00987D49">
        <w:t xml:space="preserve">, </w:t>
      </w:r>
      <w:r>
        <w:t>vécu sur la planète de cristal</w:t>
      </w:r>
      <w:r w:rsidR="00987D49">
        <w:t xml:space="preserve">, </w:t>
      </w:r>
      <w:r>
        <w:t>échappé à l</w:t>
      </w:r>
      <w:r w:rsidR="00987D49">
        <w:t>’</w:t>
      </w:r>
      <w:r>
        <w:t>immonde absorption par les rochers vivants</w:t>
      </w:r>
      <w:r w:rsidR="00987D49">
        <w:t xml:space="preserve">, </w:t>
      </w:r>
      <w:r>
        <w:t>et finir victimes d</w:t>
      </w:r>
      <w:r w:rsidR="00987D49">
        <w:t>’</w:t>
      </w:r>
      <w:r>
        <w:t>un naufrage sur la mer la plus clémente du globe terrestre</w:t>
      </w:r>
      <w:r w:rsidR="00987D49">
        <w:t xml:space="preserve">, </w:t>
      </w:r>
      <w:r>
        <w:t>c</w:t>
      </w:r>
      <w:r w:rsidR="00987D49">
        <w:t>’</w:t>
      </w:r>
      <w:r>
        <w:t>eût été trop stupide</w:t>
      </w:r>
      <w:r w:rsidR="00987D49">
        <w:t>…</w:t>
      </w:r>
    </w:p>
    <w:p w14:paraId="4A02D57C" w14:textId="385E8E54" w:rsidR="00987D49" w:rsidRDefault="00B27708" w:rsidP="00B27708">
      <w:r>
        <w:t>Je vois encore Pierre cherchant le poste émetteur pour lancer un</w:t>
      </w:r>
      <w:r w:rsidR="00987D49">
        <w:t xml:space="preserve"> S.O.S. </w:t>
      </w:r>
      <w:r>
        <w:t>et se rappelant tout à coup que je l</w:t>
      </w:r>
      <w:r w:rsidR="00987D49">
        <w:t>’</w:t>
      </w:r>
      <w:r>
        <w:t>avais abandonné dans la glace</w:t>
      </w:r>
      <w:r w:rsidR="00987D49">
        <w:t xml:space="preserve">, </w:t>
      </w:r>
      <w:r>
        <w:t>sur le sol transparent</w:t>
      </w:r>
      <w:r w:rsidR="00987D49">
        <w:t xml:space="preserve">, </w:t>
      </w:r>
      <w:r>
        <w:t>lors de l</w:t>
      </w:r>
      <w:r w:rsidR="00987D49">
        <w:t>’</w:t>
      </w:r>
      <w:r>
        <w:t xml:space="preserve">agression de </w:t>
      </w:r>
      <w:proofErr w:type="spellStart"/>
      <w:r>
        <w:t>Grimaille</w:t>
      </w:r>
      <w:proofErr w:type="spellEnd"/>
      <w:r>
        <w:t xml:space="preserve"> et de Fernand</w:t>
      </w:r>
      <w:r w:rsidR="00987D49">
        <w:t xml:space="preserve">. </w:t>
      </w:r>
      <w:r>
        <w:t>S</w:t>
      </w:r>
      <w:r w:rsidR="00987D49">
        <w:t>’</w:t>
      </w:r>
      <w:r>
        <w:t>il ne m</w:t>
      </w:r>
      <w:r w:rsidR="00987D49">
        <w:t>’</w:t>
      </w:r>
      <w:r>
        <w:t>accabla pas de reproches en cette seconde dramatique</w:t>
      </w:r>
      <w:r w:rsidR="00987D49">
        <w:t xml:space="preserve">, </w:t>
      </w:r>
      <w:r>
        <w:t>cela dénote chez lui une rare maîtrise de ses nerfs</w:t>
      </w:r>
      <w:r w:rsidR="00987D49">
        <w:t>…</w:t>
      </w:r>
    </w:p>
    <w:p w14:paraId="3C6B4007" w14:textId="77777777" w:rsidR="00987D49" w:rsidRDefault="00B27708" w:rsidP="00B27708">
      <w:r>
        <w:t>Finalement</w:t>
      </w:r>
      <w:r w:rsidR="00987D49">
        <w:t xml:space="preserve">, </w:t>
      </w:r>
      <w:r>
        <w:t>un bateau providentiel nous recueillit</w:t>
      </w:r>
      <w:r w:rsidR="00987D49">
        <w:t xml:space="preserve">, </w:t>
      </w:r>
      <w:r>
        <w:t>mais notre pauvre astronef sombra avec tout ce que nous avions emporté</w:t>
      </w:r>
      <w:r w:rsidR="00987D49">
        <w:t xml:space="preserve">, </w:t>
      </w:r>
      <w:r>
        <w:t>nos appareils</w:t>
      </w:r>
      <w:r w:rsidR="00987D49">
        <w:t xml:space="preserve">, </w:t>
      </w:r>
      <w:r>
        <w:t>nos films</w:t>
      </w:r>
      <w:r w:rsidR="00987D49">
        <w:t xml:space="preserve">, </w:t>
      </w:r>
      <w:r>
        <w:t>nos photos</w:t>
      </w:r>
      <w:r w:rsidR="00987D49">
        <w:t xml:space="preserve">… </w:t>
      </w:r>
      <w:r>
        <w:t>Tout ce que nous parvînmes à sauver</w:t>
      </w:r>
      <w:r w:rsidR="00987D49">
        <w:t xml:space="preserve">, </w:t>
      </w:r>
      <w:r>
        <w:t>ce furent mes notes de voyage</w:t>
      </w:r>
      <w:r w:rsidR="00987D49">
        <w:t xml:space="preserve">, </w:t>
      </w:r>
      <w:r>
        <w:t xml:space="preserve">les papiers les plus importants de René </w:t>
      </w:r>
      <w:proofErr w:type="spellStart"/>
      <w:r>
        <w:t>Lesmond</w:t>
      </w:r>
      <w:proofErr w:type="spellEnd"/>
      <w:r w:rsidR="00987D49">
        <w:t xml:space="preserve">, </w:t>
      </w:r>
      <w:r>
        <w:t xml:space="preserve">et quelques fragments du sol de </w:t>
      </w:r>
      <w:r w:rsidR="00987D49">
        <w:t>Phœbé II</w:t>
      </w:r>
      <w:r>
        <w:t xml:space="preserve"> inclus dans nos tubes minéralogiques</w:t>
      </w:r>
      <w:r w:rsidR="00987D49">
        <w:t>…</w:t>
      </w:r>
    </w:p>
    <w:p w14:paraId="5DC42F25" w14:textId="77777777" w:rsidR="00987D49" w:rsidRDefault="00B27708" w:rsidP="00B27708">
      <w:r>
        <w:t>Mais voici la fin de mon récit</w:t>
      </w:r>
      <w:r w:rsidR="00987D49">
        <w:t xml:space="preserve">. </w:t>
      </w:r>
      <w:r>
        <w:t>Sans doute</w:t>
      </w:r>
      <w:r w:rsidR="00987D49">
        <w:t xml:space="preserve">, </w:t>
      </w:r>
      <w:r>
        <w:t>on ne me croira pas</w:t>
      </w:r>
      <w:r w:rsidR="00987D49">
        <w:t xml:space="preserve">. </w:t>
      </w:r>
      <w:r>
        <w:t>Mais qu</w:t>
      </w:r>
      <w:r w:rsidR="00987D49">
        <w:t>’</w:t>
      </w:r>
      <w:r>
        <w:t>importe</w:t>
      </w:r>
      <w:r w:rsidR="00987D49">
        <w:t xml:space="preserve"> ! </w:t>
      </w:r>
      <w:r>
        <w:t>Je sais</w:t>
      </w:r>
      <w:r w:rsidR="00987D49">
        <w:t xml:space="preserve">, </w:t>
      </w:r>
      <w:r>
        <w:t>moi</w:t>
      </w:r>
      <w:r w:rsidR="00987D49">
        <w:t xml:space="preserve">, </w:t>
      </w:r>
      <w:r>
        <w:t xml:space="preserve">que </w:t>
      </w:r>
      <w:r w:rsidR="00987D49">
        <w:t>Phœbé II</w:t>
      </w:r>
      <w:r>
        <w:t xml:space="preserve"> existe</w:t>
      </w:r>
      <w:r w:rsidR="00987D49">
        <w:t xml:space="preserve">, </w:t>
      </w:r>
      <w:r>
        <w:t>à la place précise qu</w:t>
      </w:r>
      <w:r w:rsidR="00987D49">
        <w:t>’</w:t>
      </w:r>
      <w:r>
        <w:t>avait déterminée le pauvre cher René</w:t>
      </w:r>
      <w:r w:rsidR="00987D49">
        <w:t xml:space="preserve">. </w:t>
      </w:r>
      <w:r>
        <w:t>J</w:t>
      </w:r>
      <w:r w:rsidR="00987D49">
        <w:t>’</w:t>
      </w:r>
      <w:r>
        <w:t>ai vu</w:t>
      </w:r>
      <w:r w:rsidR="00987D49">
        <w:t xml:space="preserve">, </w:t>
      </w:r>
      <w:r>
        <w:t>de mes yeux</w:t>
      </w:r>
      <w:r w:rsidR="00987D49">
        <w:t xml:space="preserve">, </w:t>
      </w:r>
      <w:r>
        <w:t>les êtres à deux dimensions</w:t>
      </w:r>
      <w:r w:rsidR="00987D49">
        <w:t xml:space="preserve">. </w:t>
      </w:r>
      <w:r>
        <w:t>J</w:t>
      </w:r>
      <w:r w:rsidR="00987D49">
        <w:t>’</w:t>
      </w:r>
      <w:r>
        <w:t>ai perçu la présence dramatique de l</w:t>
      </w:r>
      <w:r w:rsidR="00987D49">
        <w:t>’</w:t>
      </w:r>
      <w:r>
        <w:t>être à quatre dimensions</w:t>
      </w:r>
      <w:r w:rsidR="00987D49">
        <w:t xml:space="preserve">… </w:t>
      </w:r>
      <w:r>
        <w:t>On ne me croira pas</w:t>
      </w:r>
      <w:r w:rsidR="00987D49">
        <w:t xml:space="preserve">, </w:t>
      </w:r>
      <w:r>
        <w:t>mais je sais</w:t>
      </w:r>
      <w:r w:rsidR="00987D49">
        <w:t>…</w:t>
      </w:r>
    </w:p>
    <w:p w14:paraId="6FD932F9" w14:textId="79842674" w:rsidR="00B27708" w:rsidRDefault="00B27708" w:rsidP="00987D49">
      <w:pPr>
        <w:pStyle w:val="Titre1"/>
        <w:numPr>
          <w:ilvl w:val="0"/>
          <w:numId w:val="15"/>
        </w:numPr>
        <w:tabs>
          <w:tab w:val="clear" w:pos="0"/>
          <w:tab w:val="num" w:pos="432"/>
        </w:tabs>
        <w:ind w:left="0" w:firstLine="0"/>
      </w:pPr>
      <w:bookmarkStart w:id="61" w:name="__RefHeading__91184_553960937"/>
      <w:bookmarkStart w:id="62" w:name="bookmark27"/>
      <w:bookmarkStart w:id="63" w:name="_Toc194838879"/>
      <w:bookmarkEnd w:id="61"/>
      <w:r>
        <w:lastRenderedPageBreak/>
        <w:t>X</w:t>
      </w:r>
      <w:bookmarkEnd w:id="62"/>
      <w:r>
        <w:t>XI</w:t>
      </w:r>
      <w:r>
        <w:br/>
      </w:r>
      <w:r>
        <w:br/>
        <w:t xml:space="preserve">Le second </w:t>
      </w:r>
      <w:r w:rsidR="00987D49">
        <w:t>« </w:t>
      </w:r>
      <w:r>
        <w:t>Bolide</w:t>
      </w:r>
      <w:r w:rsidR="00987D49">
        <w:t> »</w:t>
      </w:r>
      <w:bookmarkEnd w:id="63"/>
    </w:p>
    <w:p w14:paraId="10158147" w14:textId="77777777" w:rsidR="00987D49" w:rsidRDefault="00B27708" w:rsidP="00B27708">
      <w:r>
        <w:t>Après notre retour sur la Terre</w:t>
      </w:r>
      <w:r w:rsidR="00987D49">
        <w:t xml:space="preserve">, </w:t>
      </w:r>
      <w:r>
        <w:t>le sort voulut que nos routes fussent désormais divergentes</w:t>
      </w:r>
      <w:r w:rsidR="00987D49">
        <w:t xml:space="preserve">. </w:t>
      </w:r>
      <w:r>
        <w:t>Pierre épousa Hélène et le jeune ménage se fixa en Afrique du Nord où l</w:t>
      </w:r>
      <w:r w:rsidR="00987D49">
        <w:t>’</w:t>
      </w:r>
      <w:r>
        <w:t>ingénieur trouva plus facilement à utiliser ses talents</w:t>
      </w:r>
      <w:r w:rsidR="00987D49">
        <w:t xml:space="preserve">. </w:t>
      </w:r>
      <w:r>
        <w:t>Je rentrai seul à Paris</w:t>
      </w:r>
      <w:r w:rsidR="00987D49">
        <w:t xml:space="preserve">, </w:t>
      </w:r>
      <w:r>
        <w:t>où me poursuivit</w:t>
      </w:r>
      <w:r w:rsidR="00987D49">
        <w:t xml:space="preserve">, </w:t>
      </w:r>
      <w:r>
        <w:t>avec l</w:t>
      </w:r>
      <w:r w:rsidR="00987D49">
        <w:t>’</w:t>
      </w:r>
      <w:r>
        <w:t>obsession des yeux noirs et de la bouche fascinante d</w:t>
      </w:r>
      <w:r w:rsidR="00987D49">
        <w:t>’</w:t>
      </w:r>
      <w:r>
        <w:t>Hélène</w:t>
      </w:r>
      <w:r w:rsidR="00987D49">
        <w:t xml:space="preserve">, </w:t>
      </w:r>
      <w:r>
        <w:t>la hantise des souvenirs de l</w:t>
      </w:r>
      <w:r w:rsidR="00987D49">
        <w:t>’</w:t>
      </w:r>
      <w:r>
        <w:t>extraordinaire expédition</w:t>
      </w:r>
      <w:r w:rsidR="00987D49">
        <w:t>.</w:t>
      </w:r>
    </w:p>
    <w:p w14:paraId="2B167BAB" w14:textId="77777777" w:rsidR="00987D49" w:rsidRDefault="00B27708" w:rsidP="00B27708">
      <w:r>
        <w:t>Je trouvai difficilement à gagner ma médiocre vie au service du contentieux d</w:t>
      </w:r>
      <w:r w:rsidR="00987D49">
        <w:t>’</w:t>
      </w:r>
      <w:r>
        <w:t>une compagnie d</w:t>
      </w:r>
      <w:r w:rsidR="00987D49">
        <w:t>’</w:t>
      </w:r>
      <w:r>
        <w:t>assurances</w:t>
      </w:r>
      <w:r w:rsidR="00987D49">
        <w:t xml:space="preserve">. </w:t>
      </w:r>
      <w:r>
        <w:t>Là</w:t>
      </w:r>
      <w:r w:rsidR="00987D49">
        <w:t xml:space="preserve">, </w:t>
      </w:r>
      <w:r>
        <w:t>je ne tardai pas à devenir la risée de mes collègues de bureau</w:t>
      </w:r>
      <w:r w:rsidR="00987D49">
        <w:t xml:space="preserve">, </w:t>
      </w:r>
      <w:r>
        <w:t>parce que j</w:t>
      </w:r>
      <w:r w:rsidR="00987D49">
        <w:t>’</w:t>
      </w:r>
      <w:r>
        <w:t>avais eu l</w:t>
      </w:r>
      <w:r w:rsidR="00987D49">
        <w:t>’</w:t>
      </w:r>
      <w:r>
        <w:t>imprudence d</w:t>
      </w:r>
      <w:r w:rsidR="00987D49">
        <w:t>’</w:t>
      </w:r>
      <w:r>
        <w:t xml:space="preserve">essayer de leur conter mes aventures et de leur parler de </w:t>
      </w:r>
      <w:r w:rsidR="00987D49">
        <w:t xml:space="preserve">Phœbé II. </w:t>
      </w:r>
      <w:r>
        <w:t>Ces jeunes gens</w:t>
      </w:r>
      <w:r w:rsidR="00987D49">
        <w:t xml:space="preserve">, </w:t>
      </w:r>
      <w:r>
        <w:t>sans être foncièrement méchants</w:t>
      </w:r>
      <w:r w:rsidR="00987D49">
        <w:t xml:space="preserve">, </w:t>
      </w:r>
      <w:r>
        <w:t>éprouvaient le besoin d</w:t>
      </w:r>
      <w:r w:rsidR="00987D49">
        <w:t>’</w:t>
      </w:r>
      <w:r>
        <w:t>avoir à portée de leurs plaisanteries mesquines</w:t>
      </w:r>
      <w:r w:rsidR="00987D49">
        <w:t xml:space="preserve">, </w:t>
      </w:r>
      <w:r>
        <w:t>une tête de turc</w:t>
      </w:r>
      <w:r w:rsidR="00987D49">
        <w:t xml:space="preserve">. </w:t>
      </w:r>
      <w:r>
        <w:t>Je leur parus pouvoir jouer parfaitement ce rôle et je devins le but habituel de leurs moqueries</w:t>
      </w:r>
      <w:r w:rsidR="00987D49">
        <w:t>.</w:t>
      </w:r>
    </w:p>
    <w:p w14:paraId="5F7D83B6" w14:textId="77777777" w:rsidR="00987D49" w:rsidRDefault="00B27708" w:rsidP="00B27708">
      <w:r>
        <w:t>Des années passèrent ainsi</w:t>
      </w:r>
      <w:r w:rsidR="00987D49">
        <w:t xml:space="preserve">. </w:t>
      </w:r>
      <w:r>
        <w:t>Je recevais parfois une lettre d</w:t>
      </w:r>
      <w:r w:rsidR="00987D49">
        <w:t>’</w:t>
      </w:r>
      <w:r>
        <w:t>Hélène ou une carte de Pierre</w:t>
      </w:r>
      <w:r w:rsidR="00987D49">
        <w:t xml:space="preserve">. </w:t>
      </w:r>
      <w:r>
        <w:t>Tous deux</w:t>
      </w:r>
      <w:r w:rsidR="00987D49">
        <w:t xml:space="preserve">, </w:t>
      </w:r>
      <w:r>
        <w:t>s</w:t>
      </w:r>
      <w:r w:rsidR="00987D49">
        <w:t>’</w:t>
      </w:r>
      <w:r>
        <w:t>ils vivaient loin de moi</w:t>
      </w:r>
      <w:r w:rsidR="00987D49">
        <w:t xml:space="preserve">, </w:t>
      </w:r>
      <w:r>
        <w:t>m</w:t>
      </w:r>
      <w:r w:rsidR="00987D49">
        <w:t>’</w:t>
      </w:r>
      <w:r>
        <w:t>avaient gardé leur amitié</w:t>
      </w:r>
      <w:r w:rsidR="00987D49">
        <w:t xml:space="preserve">, </w:t>
      </w:r>
      <w:r>
        <w:t>cimentée par tant d</w:t>
      </w:r>
      <w:r w:rsidR="00987D49">
        <w:t>’</w:t>
      </w:r>
      <w:r>
        <w:t>angoisses</w:t>
      </w:r>
      <w:r w:rsidR="00987D49">
        <w:t xml:space="preserve">. </w:t>
      </w:r>
      <w:r>
        <w:t>Ils m</w:t>
      </w:r>
      <w:r w:rsidR="00987D49">
        <w:t>’</w:t>
      </w:r>
      <w:r>
        <w:t>invitaient régulièrement à faire un séjour auprès d</w:t>
      </w:r>
      <w:r w:rsidR="00987D49">
        <w:t>’</w:t>
      </w:r>
      <w:r>
        <w:t>eux</w:t>
      </w:r>
      <w:r w:rsidR="00987D49">
        <w:t xml:space="preserve">. </w:t>
      </w:r>
      <w:r>
        <w:t>Je refusais obstinément</w:t>
      </w:r>
      <w:r w:rsidR="00987D49">
        <w:t xml:space="preserve">. </w:t>
      </w:r>
      <w:r>
        <w:t>Je ne tenais nullement à avoir le spectacle du bonheur d</w:t>
      </w:r>
      <w:r w:rsidR="00987D49">
        <w:t>’</w:t>
      </w:r>
      <w:r>
        <w:t>Hélène avec un autre</w:t>
      </w:r>
      <w:r w:rsidR="00987D49">
        <w:t xml:space="preserve">… </w:t>
      </w:r>
      <w:r>
        <w:t>Mais la destinée devait nous remettre en présence</w:t>
      </w:r>
      <w:r w:rsidR="00987D49">
        <w:t>…</w:t>
      </w:r>
    </w:p>
    <w:p w14:paraId="50988488" w14:textId="77777777" w:rsidR="00987D49" w:rsidRDefault="00B27708" w:rsidP="00B27708">
      <w:r>
        <w:t>Un soir</w:t>
      </w:r>
      <w:r w:rsidR="00987D49">
        <w:t xml:space="preserve">, </w:t>
      </w:r>
      <w:r>
        <w:t>comme je quittais le bureau</w:t>
      </w:r>
      <w:r w:rsidR="00987D49">
        <w:t xml:space="preserve">, </w:t>
      </w:r>
      <w:r>
        <w:t>un peu excédé par les faciles taquineries de mes jeunes collègues</w:t>
      </w:r>
      <w:r w:rsidR="00987D49">
        <w:t xml:space="preserve">, </w:t>
      </w:r>
      <w:r>
        <w:t>je trouvai devant la porte</w:t>
      </w:r>
      <w:r w:rsidR="00987D49">
        <w:t xml:space="preserve">, </w:t>
      </w:r>
      <w:r>
        <w:t>un homme que je reconnus avec un battement de cœur</w:t>
      </w:r>
      <w:r w:rsidR="00987D49">
        <w:t xml:space="preserve">. </w:t>
      </w:r>
      <w:r>
        <w:t>Pierre</w:t>
      </w:r>
      <w:r w:rsidR="00987D49">
        <w:t xml:space="preserve"> ! </w:t>
      </w:r>
      <w:r>
        <w:t>Il était donc à Paris</w:t>
      </w:r>
      <w:r w:rsidR="00987D49">
        <w:t xml:space="preserve">. </w:t>
      </w:r>
      <w:r>
        <w:t>Il venait me voir</w:t>
      </w:r>
      <w:r w:rsidR="00987D49">
        <w:t xml:space="preserve">. </w:t>
      </w:r>
      <w:r>
        <w:t>C</w:t>
      </w:r>
      <w:r w:rsidR="00987D49">
        <w:t>’</w:t>
      </w:r>
      <w:r>
        <w:t>était certes bien aimable à lui</w:t>
      </w:r>
      <w:r w:rsidR="00987D49">
        <w:t xml:space="preserve">. </w:t>
      </w:r>
      <w:r>
        <w:t>Mais était-il venu seul</w:t>
      </w:r>
      <w:r w:rsidR="00987D49">
        <w:t> ?</w:t>
      </w:r>
    </w:p>
    <w:p w14:paraId="45C1ABA8" w14:textId="77777777" w:rsidR="00987D49" w:rsidRDefault="00B27708" w:rsidP="00B27708">
      <w:r>
        <w:lastRenderedPageBreak/>
        <w:t>Je le lui demandai en bredouillant légèrement</w:t>
      </w:r>
      <w:r w:rsidR="00987D49">
        <w:t xml:space="preserve">, </w:t>
      </w:r>
      <w:r>
        <w:t>tant les mots se pressaient sur mes lèvres</w:t>
      </w:r>
      <w:r w:rsidR="00987D49">
        <w:t xml:space="preserve">. </w:t>
      </w:r>
      <w:r>
        <w:t>Il me considérait avec un drôle de sourire</w:t>
      </w:r>
      <w:r w:rsidR="00987D49">
        <w:t xml:space="preserve">, </w:t>
      </w:r>
      <w:r>
        <w:t>après m</w:t>
      </w:r>
      <w:r w:rsidR="00987D49">
        <w:t>’</w:t>
      </w:r>
      <w:r>
        <w:t>avoir embrassé d</w:t>
      </w:r>
      <w:r w:rsidR="00987D49">
        <w:t>’</w:t>
      </w:r>
      <w:r>
        <w:t>une étreinte affectueuse</w:t>
      </w:r>
      <w:r w:rsidR="00987D49">
        <w:t xml:space="preserve">, </w:t>
      </w:r>
      <w:r>
        <w:t xml:space="preserve">et me donnait du </w:t>
      </w:r>
      <w:r w:rsidR="00987D49">
        <w:t>« </w:t>
      </w:r>
      <w:r>
        <w:t>Cher Maître</w:t>
      </w:r>
      <w:r w:rsidR="00987D49">
        <w:t> »</w:t>
      </w:r>
      <w:r>
        <w:t xml:space="preserve"> comme autrefois</w:t>
      </w:r>
      <w:r w:rsidR="00987D49">
        <w:t xml:space="preserve">, </w:t>
      </w:r>
      <w:r>
        <w:t>quand il était de bonne humeur</w:t>
      </w:r>
      <w:r w:rsidR="00987D49">
        <w:t xml:space="preserve">. </w:t>
      </w:r>
      <w:r>
        <w:t>Après les premières phrases un peu gênées</w:t>
      </w:r>
      <w:r w:rsidR="00987D49">
        <w:t xml:space="preserve">, </w:t>
      </w:r>
      <w:r>
        <w:t>comme il arrive entre deux amis qui ne se sont pas vus depuis longtemps et qui ne savent quoi se dire</w:t>
      </w:r>
      <w:r w:rsidR="00987D49">
        <w:t xml:space="preserve">, </w:t>
      </w:r>
      <w:r>
        <w:t>tant leurs préoccupations sont devenues distinctes</w:t>
      </w:r>
      <w:r w:rsidR="00987D49">
        <w:t xml:space="preserve">, </w:t>
      </w:r>
      <w:r>
        <w:t>il prononça</w:t>
      </w:r>
      <w:r w:rsidR="00987D49">
        <w:t> :</w:t>
      </w:r>
    </w:p>
    <w:p w14:paraId="733EE186" w14:textId="77777777" w:rsidR="00987D49" w:rsidRDefault="00987D49" w:rsidP="00B27708">
      <w:r>
        <w:rPr>
          <w:rFonts w:eastAsia="Georgia"/>
        </w:rPr>
        <w:t>— </w:t>
      </w:r>
      <w:r w:rsidR="00B27708">
        <w:t>Je t</w:t>
      </w:r>
      <w:r>
        <w:t>’</w:t>
      </w:r>
      <w:r w:rsidR="00B27708">
        <w:t>apporte une nouvelle</w:t>
      </w:r>
      <w:r>
        <w:t xml:space="preserve">… </w:t>
      </w:r>
      <w:r w:rsidR="00B27708">
        <w:t>et une surprise</w:t>
      </w:r>
      <w:r>
        <w:t> !</w:t>
      </w:r>
    </w:p>
    <w:p w14:paraId="2605A418" w14:textId="77777777" w:rsidR="00987D49" w:rsidRDefault="00B27708" w:rsidP="00B27708">
      <w:r>
        <w:t>Une surprise</w:t>
      </w:r>
      <w:r w:rsidR="00987D49">
        <w:t xml:space="preserve"> ? </w:t>
      </w:r>
      <w:r>
        <w:t>Je répondis aussitôt</w:t>
      </w:r>
      <w:r w:rsidR="00987D49">
        <w:t> :</w:t>
      </w:r>
    </w:p>
    <w:p w14:paraId="3CDAC38D" w14:textId="77777777" w:rsidR="00987D49" w:rsidRDefault="00987D49" w:rsidP="00B27708">
      <w:r>
        <w:rPr>
          <w:rFonts w:eastAsia="Georgia"/>
        </w:rPr>
        <w:t>— </w:t>
      </w:r>
      <w:r w:rsidR="00B27708">
        <w:t>Hélène</w:t>
      </w:r>
      <w:r>
        <w:t> ?…</w:t>
      </w:r>
    </w:p>
    <w:p w14:paraId="47246FD7" w14:textId="77777777" w:rsidR="00987D49" w:rsidRDefault="00987D49" w:rsidP="00B27708">
      <w:r>
        <w:rPr>
          <w:rFonts w:eastAsia="Georgia"/>
        </w:rPr>
        <w:t>— </w:t>
      </w:r>
      <w:r w:rsidR="00B27708">
        <w:t>Oui</w:t>
      </w:r>
      <w:r>
        <w:t xml:space="preserve">, </w:t>
      </w:r>
      <w:r w:rsidR="00B27708">
        <w:t>Hélène est venue avec moi</w:t>
      </w:r>
      <w:r>
        <w:t xml:space="preserve">. </w:t>
      </w:r>
      <w:r w:rsidR="00B27708">
        <w:t>Elle nous attend au restaurant</w:t>
      </w:r>
      <w:r>
        <w:t xml:space="preserve">, </w:t>
      </w:r>
      <w:r w:rsidR="00B27708">
        <w:t>où nous dînons ce soir</w:t>
      </w:r>
      <w:r>
        <w:t xml:space="preserve">. </w:t>
      </w:r>
      <w:r w:rsidR="00B27708">
        <w:t>Tu es mon invité</w:t>
      </w:r>
      <w:r>
        <w:t>…</w:t>
      </w:r>
    </w:p>
    <w:p w14:paraId="3D230F68" w14:textId="77777777" w:rsidR="00987D49" w:rsidRDefault="00B27708" w:rsidP="00B27708">
      <w:r>
        <w:t>Le restaurant était celui de l</w:t>
      </w:r>
      <w:r w:rsidR="00987D49">
        <w:t>’</w:t>
      </w:r>
      <w:r>
        <w:t>hôtel luxueux où j</w:t>
      </w:r>
      <w:r w:rsidR="00987D49">
        <w:t>’</w:t>
      </w:r>
      <w:r>
        <w:t>avais jadis</w:t>
      </w:r>
      <w:r w:rsidR="00987D49">
        <w:t xml:space="preserve">, </w:t>
      </w:r>
      <w:r>
        <w:t xml:space="preserve">été présenté à Victor </w:t>
      </w:r>
      <w:proofErr w:type="spellStart"/>
      <w:r>
        <w:t>Grimaille</w:t>
      </w:r>
      <w:proofErr w:type="spellEnd"/>
      <w:r>
        <w:t xml:space="preserve"> et où Pierre et sa femme étaient descendus</w:t>
      </w:r>
      <w:r w:rsidR="00987D49">
        <w:t xml:space="preserve">… </w:t>
      </w:r>
      <w:r>
        <w:t>Avaient-ils donc fait fortune</w:t>
      </w:r>
      <w:r w:rsidR="00987D49">
        <w:t> ?</w:t>
      </w:r>
    </w:p>
    <w:p w14:paraId="3F872B34" w14:textId="77777777" w:rsidR="00987D49" w:rsidRDefault="00B27708" w:rsidP="00B27708">
      <w:r>
        <w:t>Hélène n</w:t>
      </w:r>
      <w:r w:rsidR="00987D49">
        <w:t>’</w:t>
      </w:r>
      <w:r>
        <w:t>avait pas changé</w:t>
      </w:r>
      <w:r w:rsidR="00987D49">
        <w:t xml:space="preserve">. </w:t>
      </w:r>
      <w:r>
        <w:t>Ses beaux yeux</w:t>
      </w:r>
      <w:r w:rsidR="00987D49">
        <w:t xml:space="preserve">, </w:t>
      </w:r>
      <w:r>
        <w:t>son teint de camélia</w:t>
      </w:r>
      <w:r w:rsidR="00987D49">
        <w:t xml:space="preserve">, </w:t>
      </w:r>
      <w:r>
        <w:t>sa bouche de corail avaient gardé leur prenante séduction</w:t>
      </w:r>
      <w:r w:rsidR="00987D49">
        <w:t xml:space="preserve">. </w:t>
      </w:r>
      <w:r>
        <w:t>Gentiment</w:t>
      </w:r>
      <w:r w:rsidR="00987D49">
        <w:t xml:space="preserve">, </w:t>
      </w:r>
      <w:r>
        <w:t>elle offrit ses belles joues à mon timide baiser et baisa elle aussi mes joues</w:t>
      </w:r>
      <w:r w:rsidR="00987D49">
        <w:t xml:space="preserve">, </w:t>
      </w:r>
      <w:r>
        <w:t>que je me désolai puérilement de sentir râpeuses</w:t>
      </w:r>
      <w:r w:rsidR="00987D49">
        <w:t xml:space="preserve">, </w:t>
      </w:r>
      <w:r>
        <w:t>pour avoir négligé de passer chez le coiffeur avant le dîner</w:t>
      </w:r>
      <w:r w:rsidR="00987D49">
        <w:t>…</w:t>
      </w:r>
    </w:p>
    <w:p w14:paraId="41845E41" w14:textId="77777777" w:rsidR="00987D49" w:rsidRDefault="00B27708" w:rsidP="00B27708">
      <w:r>
        <w:t>Du grand chagrin qu</w:t>
      </w:r>
      <w:r w:rsidR="00987D49">
        <w:t>’</w:t>
      </w:r>
      <w:r>
        <w:t>avait laissé en elle la mort affreuse de son frère</w:t>
      </w:r>
      <w:r w:rsidR="00987D49">
        <w:t xml:space="preserve">, </w:t>
      </w:r>
      <w:r>
        <w:t>elle gardait une profonde mélancolie qui donnait à sa beauté une sorte de langueur</w:t>
      </w:r>
      <w:r w:rsidR="00987D49">
        <w:t xml:space="preserve">, </w:t>
      </w:r>
      <w:r>
        <w:t>plus captivante encore</w:t>
      </w:r>
      <w:r w:rsidR="00987D49">
        <w:t>.</w:t>
      </w:r>
    </w:p>
    <w:p w14:paraId="18FCBDB8" w14:textId="77777777" w:rsidR="00987D49" w:rsidRDefault="00987D49" w:rsidP="00B27708">
      <w:r>
        <w:rPr>
          <w:rFonts w:eastAsia="Georgia"/>
        </w:rPr>
        <w:t>— </w:t>
      </w:r>
      <w:r w:rsidR="00B27708">
        <w:t>Tu lui as dit</w:t>
      </w:r>
      <w:r>
        <w:t xml:space="preserve"> ? </w:t>
      </w:r>
      <w:r w:rsidR="00B27708">
        <w:t>fit-elle</w:t>
      </w:r>
      <w:r>
        <w:t xml:space="preserve">, </w:t>
      </w:r>
      <w:r w:rsidR="00B27708">
        <w:t>à son mari</w:t>
      </w:r>
      <w:r>
        <w:t>…</w:t>
      </w:r>
    </w:p>
    <w:p w14:paraId="30595D73" w14:textId="77777777" w:rsidR="00987D49" w:rsidRDefault="00987D49" w:rsidP="00B27708">
      <w:r>
        <w:rPr>
          <w:rFonts w:eastAsia="Georgia"/>
        </w:rPr>
        <w:t>— </w:t>
      </w:r>
      <w:r w:rsidR="00B27708">
        <w:t>Pas encore</w:t>
      </w:r>
      <w:r>
        <w:t xml:space="preserve">. </w:t>
      </w:r>
      <w:r w:rsidR="00B27708">
        <w:t>J</w:t>
      </w:r>
      <w:r>
        <w:t>’</w:t>
      </w:r>
      <w:r w:rsidR="00B27708">
        <w:t>ai pensé que tu devais être présente</w:t>
      </w:r>
      <w:r>
        <w:t>…</w:t>
      </w:r>
    </w:p>
    <w:p w14:paraId="3AD8B50D" w14:textId="77777777" w:rsidR="00987D49" w:rsidRDefault="00B27708" w:rsidP="00B27708">
      <w:r>
        <w:lastRenderedPageBreak/>
        <w:t>Qu</w:t>
      </w:r>
      <w:r w:rsidR="00987D49">
        <w:t>’</w:t>
      </w:r>
      <w:r>
        <w:t>était cette nouvelle surprise</w:t>
      </w:r>
      <w:r w:rsidR="00987D49">
        <w:t xml:space="preserve">, </w:t>
      </w:r>
      <w:r>
        <w:t>qui nécessitait tant d</w:t>
      </w:r>
      <w:r w:rsidR="00987D49">
        <w:t>’</w:t>
      </w:r>
      <w:r>
        <w:t>embarras</w:t>
      </w:r>
      <w:r w:rsidR="00987D49">
        <w:t xml:space="preserve"> ? </w:t>
      </w:r>
      <w:r>
        <w:t>Elle devait</w:t>
      </w:r>
      <w:r w:rsidR="00987D49">
        <w:t xml:space="preserve">, </w:t>
      </w:r>
      <w:r>
        <w:t>en effet</w:t>
      </w:r>
      <w:r w:rsidR="00987D49">
        <w:t xml:space="preserve">, </w:t>
      </w:r>
      <w:r>
        <w:t>dépasser mes prévisions</w:t>
      </w:r>
      <w:r w:rsidR="00987D49">
        <w:t>…</w:t>
      </w:r>
    </w:p>
    <w:p w14:paraId="5DABA954" w14:textId="77777777" w:rsidR="00987D49" w:rsidRDefault="00987D49" w:rsidP="00B27708">
      <w:r>
        <w:rPr>
          <w:rFonts w:eastAsia="Georgia"/>
        </w:rPr>
        <w:t>— </w:t>
      </w:r>
      <w:r w:rsidR="00B27708">
        <w:t>Voici</w:t>
      </w:r>
      <w:r>
        <w:t xml:space="preserve">, </w:t>
      </w:r>
      <w:r w:rsidR="00B27708">
        <w:t>dit Pierre</w:t>
      </w:r>
      <w:r>
        <w:t xml:space="preserve">, </w:t>
      </w:r>
      <w:r w:rsidR="00B27708">
        <w:t>tu n</w:t>
      </w:r>
      <w:r>
        <w:t>’</w:t>
      </w:r>
      <w:r w:rsidR="00B27708">
        <w:t>as pas oublié que</w:t>
      </w:r>
      <w:r>
        <w:t xml:space="preserve">, </w:t>
      </w:r>
      <w:r w:rsidR="00B27708">
        <w:t xml:space="preserve">lors du naufrage de notre pauvre </w:t>
      </w:r>
      <w:r>
        <w:t>« </w:t>
      </w:r>
      <w:r w:rsidR="00B27708">
        <w:t>Bolide</w:t>
      </w:r>
      <w:r>
        <w:t xml:space="preserve"> », </w:t>
      </w:r>
      <w:r w:rsidR="00B27708">
        <w:t>j</w:t>
      </w:r>
      <w:r>
        <w:t>’</w:t>
      </w:r>
      <w:r w:rsidR="00B27708">
        <w:t>ai pu sauver quelques objets auxquels je tenais</w:t>
      </w:r>
      <w:r>
        <w:t xml:space="preserve">, </w:t>
      </w:r>
      <w:r w:rsidR="00B27708">
        <w:t>à titre de souvenirs</w:t>
      </w:r>
      <w:r>
        <w:t>.</w:t>
      </w:r>
    </w:p>
    <w:p w14:paraId="1BDD6F32" w14:textId="77777777" w:rsidR="00987D49" w:rsidRDefault="00B27708" w:rsidP="00B27708">
      <w:r>
        <w:t>Je l</w:t>
      </w:r>
      <w:r w:rsidR="00987D49">
        <w:t>’</w:t>
      </w:r>
      <w:r>
        <w:t>avais au contraire alors</w:t>
      </w:r>
      <w:r w:rsidR="00987D49">
        <w:t xml:space="preserve">, </w:t>
      </w:r>
      <w:r>
        <w:t>parfaitement oublié</w:t>
      </w:r>
      <w:r w:rsidR="00987D49">
        <w:t xml:space="preserve">, </w:t>
      </w:r>
      <w:r>
        <w:t>n</w:t>
      </w:r>
      <w:r w:rsidR="00987D49">
        <w:t>’</w:t>
      </w:r>
      <w:r>
        <w:t>ayant attaché à ce geste purement sentimental que très peu d</w:t>
      </w:r>
      <w:r w:rsidR="00987D49">
        <w:t>’</w:t>
      </w:r>
      <w:r>
        <w:t>importance</w:t>
      </w:r>
      <w:r w:rsidR="00987D49">
        <w:t xml:space="preserve">. </w:t>
      </w:r>
      <w:r>
        <w:t>Je fis un geste vague</w:t>
      </w:r>
      <w:r w:rsidR="00987D49">
        <w:t xml:space="preserve">, </w:t>
      </w:r>
      <w:r>
        <w:t>et Pierre reprit</w:t>
      </w:r>
      <w:r w:rsidR="00987D49">
        <w:t> :</w:t>
      </w:r>
    </w:p>
    <w:p w14:paraId="1D6DDACE" w14:textId="77777777" w:rsidR="00987D49" w:rsidRDefault="00987D49" w:rsidP="00B27708">
      <w:r>
        <w:rPr>
          <w:rFonts w:eastAsia="Georgia"/>
        </w:rPr>
        <w:t>— </w:t>
      </w:r>
      <w:r w:rsidR="00B27708">
        <w:t>Parmi ces objets</w:t>
      </w:r>
      <w:r>
        <w:t xml:space="preserve">, </w:t>
      </w:r>
      <w:r w:rsidR="00B27708">
        <w:t>il y avait les tubes dans lesquels</w:t>
      </w:r>
      <w:r>
        <w:t xml:space="preserve">, </w:t>
      </w:r>
      <w:r w:rsidR="00B27708">
        <w:t xml:space="preserve">nous avions recueilli de la poussière et des fragments de ce cristal de roche qui forme la structure de </w:t>
      </w:r>
      <w:r>
        <w:t xml:space="preserve">Phœbé II. </w:t>
      </w:r>
      <w:r w:rsidR="00B27708">
        <w:t>Je pensais qu</w:t>
      </w:r>
      <w:r>
        <w:t>’</w:t>
      </w:r>
      <w:r w:rsidR="00B27708">
        <w:t>ils pourraient m</w:t>
      </w:r>
      <w:r>
        <w:t>’</w:t>
      </w:r>
      <w:r w:rsidR="00B27708">
        <w:t>être utiles pour la mise au point et la publication des notes scientifiques prises par René</w:t>
      </w:r>
      <w:r>
        <w:t xml:space="preserve">, </w:t>
      </w:r>
      <w:r w:rsidR="00B27708">
        <w:t>dont j</w:t>
      </w:r>
      <w:r>
        <w:t>’</w:t>
      </w:r>
      <w:r w:rsidR="00B27708">
        <w:t>entends exalter la mémoire</w:t>
      </w:r>
      <w:r>
        <w:t xml:space="preserve">. </w:t>
      </w:r>
      <w:r w:rsidR="00B27708">
        <w:t>Je travaille à cet ouvrage depuis notre retour</w:t>
      </w:r>
      <w:r>
        <w:t xml:space="preserve">, </w:t>
      </w:r>
      <w:r w:rsidR="00B27708">
        <w:t>mais les nécessités de l</w:t>
      </w:r>
      <w:r>
        <w:t>’</w:t>
      </w:r>
      <w:r w:rsidR="00B27708">
        <w:t>existence et le temps perdu pour gagner la vie de mon ménage ont fait que cette tâche ne s</w:t>
      </w:r>
      <w:r>
        <w:t>’</w:t>
      </w:r>
      <w:r w:rsidR="00B27708">
        <w:t>accomplit que très lentement</w:t>
      </w:r>
      <w:r>
        <w:t xml:space="preserve">. </w:t>
      </w:r>
      <w:r w:rsidR="00B27708">
        <w:t>Ce n</w:t>
      </w:r>
      <w:r>
        <w:t>’</w:t>
      </w:r>
      <w:r w:rsidR="00B27708">
        <w:t>est que tout récemment que j</w:t>
      </w:r>
      <w:r>
        <w:t>’</w:t>
      </w:r>
      <w:r w:rsidR="00B27708">
        <w:t>ai pu analyser les poussières et fragments</w:t>
      </w:r>
      <w:r>
        <w:t xml:space="preserve">. </w:t>
      </w:r>
      <w:r w:rsidR="00B27708">
        <w:t>Sais-tu ce que j</w:t>
      </w:r>
      <w:r>
        <w:t>’</w:t>
      </w:r>
      <w:r w:rsidR="00B27708">
        <w:t>ai trouvé</w:t>
      </w:r>
      <w:r>
        <w:t> ?</w:t>
      </w:r>
    </w:p>
    <w:p w14:paraId="4E63305F" w14:textId="77777777" w:rsidR="00987D49" w:rsidRDefault="00987D49" w:rsidP="00B27708">
      <w:r>
        <w:rPr>
          <w:rFonts w:eastAsia="Georgia"/>
        </w:rPr>
        <w:t>— </w:t>
      </w:r>
      <w:r w:rsidR="00B27708">
        <w:t>Comment veux-tu</w:t>
      </w:r>
      <w:r>
        <w:t> ?…</w:t>
      </w:r>
    </w:p>
    <w:p w14:paraId="0DFF0DF5" w14:textId="77777777" w:rsidR="00987D49" w:rsidRDefault="00987D49" w:rsidP="00B27708">
      <w:r>
        <w:rPr>
          <w:rFonts w:eastAsia="Georgia"/>
        </w:rPr>
        <w:t>— </w:t>
      </w:r>
      <w:r w:rsidR="00B27708">
        <w:t>Eh bien</w:t>
      </w:r>
      <w:r>
        <w:t xml:space="preserve">, </w:t>
      </w:r>
      <w:r w:rsidR="00B27708">
        <w:t>j</w:t>
      </w:r>
      <w:r>
        <w:t>’</w:t>
      </w:r>
      <w:r w:rsidR="00B27708">
        <w:t>ai trouvé qu</w:t>
      </w:r>
      <w:r>
        <w:t>’</w:t>
      </w:r>
      <w:r w:rsidR="00B27708">
        <w:t>il s</w:t>
      </w:r>
      <w:r>
        <w:t>’</w:t>
      </w:r>
      <w:r w:rsidR="00B27708">
        <w:t>agissait de cristaux de carbone pur</w:t>
      </w:r>
      <w:r>
        <w:t>…</w:t>
      </w:r>
    </w:p>
    <w:p w14:paraId="52188FC8" w14:textId="77777777" w:rsidR="00987D49" w:rsidRDefault="00987D49" w:rsidP="00B27708">
      <w:r>
        <w:rPr>
          <w:rFonts w:eastAsia="Georgia"/>
        </w:rPr>
        <w:t>— </w:t>
      </w:r>
      <w:r w:rsidR="00B27708">
        <w:t>Ah</w:t>
      </w:r>
      <w:r>
        <w:t xml:space="preserve"> ! </w:t>
      </w:r>
      <w:r w:rsidR="00B27708">
        <w:t>Et alors</w:t>
      </w:r>
      <w:r>
        <w:t> ?</w:t>
      </w:r>
    </w:p>
    <w:p w14:paraId="1D61E30D" w14:textId="77777777" w:rsidR="00987D49" w:rsidRDefault="00B27708" w:rsidP="00B27708">
      <w:r>
        <w:t>Ce mot de carbone ne m</w:t>
      </w:r>
      <w:r w:rsidR="00987D49">
        <w:t>’</w:t>
      </w:r>
      <w:r>
        <w:t>apprenait rien</w:t>
      </w:r>
      <w:r w:rsidR="00987D49">
        <w:t xml:space="preserve">. </w:t>
      </w:r>
      <w:r>
        <w:t>Je suis décidément bien ignorant</w:t>
      </w:r>
      <w:r w:rsidR="00987D49">
        <w:t xml:space="preserve"> ! </w:t>
      </w:r>
      <w:r>
        <w:t>Il fallut que Pierre précisât</w:t>
      </w:r>
      <w:r w:rsidR="00987D49">
        <w:t xml:space="preserve">, </w:t>
      </w:r>
      <w:r>
        <w:t>en riant de mon air calme</w:t>
      </w:r>
      <w:r w:rsidR="00987D49">
        <w:t> :</w:t>
      </w:r>
    </w:p>
    <w:p w14:paraId="529C1B3F" w14:textId="77777777" w:rsidR="00987D49" w:rsidRDefault="00987D49" w:rsidP="00B27708">
      <w:r>
        <w:rPr>
          <w:rFonts w:eastAsia="Georgia"/>
        </w:rPr>
        <w:t>— </w:t>
      </w:r>
      <w:r w:rsidR="00B27708">
        <w:t>Du diamant</w:t>
      </w:r>
      <w:r>
        <w:t xml:space="preserve">, </w:t>
      </w:r>
      <w:r w:rsidR="00B27708">
        <w:t>si tu aimes mieux</w:t>
      </w:r>
      <w:r>
        <w:t> !…</w:t>
      </w:r>
    </w:p>
    <w:p w14:paraId="0375BDF8" w14:textId="77777777" w:rsidR="00987D49" w:rsidRDefault="00B27708" w:rsidP="00B27708">
      <w:r>
        <w:t>Cette fois</w:t>
      </w:r>
      <w:r w:rsidR="00987D49">
        <w:t xml:space="preserve">, </w:t>
      </w:r>
      <w:r>
        <w:t>je sursautai</w:t>
      </w:r>
      <w:r w:rsidR="00987D49">
        <w:t xml:space="preserve">. </w:t>
      </w:r>
      <w:r>
        <w:t>Je me souvenais que ces fragments étaient nombreux</w:t>
      </w:r>
      <w:r w:rsidR="00987D49">
        <w:t xml:space="preserve">, </w:t>
      </w:r>
      <w:r>
        <w:t>et que certains étaient assez gros</w:t>
      </w:r>
      <w:r w:rsidR="00987D49">
        <w:t xml:space="preserve">. </w:t>
      </w:r>
      <w:r>
        <w:t>Il y en avait certainement pour une fortune énorme</w:t>
      </w:r>
      <w:r w:rsidR="00987D49">
        <w:t>…</w:t>
      </w:r>
    </w:p>
    <w:p w14:paraId="0AAF1937" w14:textId="77777777" w:rsidR="00987D49" w:rsidRDefault="00987D49" w:rsidP="00B27708">
      <w:r>
        <w:rPr>
          <w:rFonts w:eastAsia="Georgia"/>
        </w:rPr>
        <w:lastRenderedPageBreak/>
        <w:t>— </w:t>
      </w:r>
      <w:r w:rsidR="00B27708">
        <w:t>Alors</w:t>
      </w:r>
      <w:r>
        <w:t xml:space="preserve"> ? </w:t>
      </w:r>
      <w:r w:rsidR="00B27708">
        <w:t>m</w:t>
      </w:r>
      <w:r>
        <w:t>’</w:t>
      </w:r>
      <w:r w:rsidR="00B27708">
        <w:t>écriai-je</w:t>
      </w:r>
      <w:r>
        <w:t xml:space="preserve">, </w:t>
      </w:r>
      <w:r w:rsidR="00B27708">
        <w:t>te voilà riche</w:t>
      </w:r>
      <w:r>
        <w:t>…</w:t>
      </w:r>
    </w:p>
    <w:p w14:paraId="5C0B1836" w14:textId="77777777" w:rsidR="00987D49" w:rsidRDefault="00B27708" w:rsidP="00B27708">
      <w:r>
        <w:t>Il eut un bon rire</w:t>
      </w:r>
      <w:r w:rsidR="00987D49">
        <w:t xml:space="preserve">, </w:t>
      </w:r>
      <w:r>
        <w:t>en répliquant</w:t>
      </w:r>
      <w:r w:rsidR="00987D49">
        <w:t> :</w:t>
      </w:r>
    </w:p>
    <w:p w14:paraId="6CB9AA7B" w14:textId="77777777" w:rsidR="00987D49" w:rsidRDefault="00987D49" w:rsidP="00B27708">
      <w:r>
        <w:rPr>
          <w:rFonts w:eastAsia="Georgia"/>
        </w:rPr>
        <w:t>— </w:t>
      </w:r>
      <w:r w:rsidR="00B27708">
        <w:t>Comment</w:t>
      </w:r>
      <w:r>
        <w:t> : « </w:t>
      </w:r>
      <w:r w:rsidR="00B27708">
        <w:t>me</w:t>
      </w:r>
      <w:r>
        <w:t> »</w:t>
      </w:r>
      <w:r w:rsidR="00B27708">
        <w:t xml:space="preserve"> voilà</w:t>
      </w:r>
      <w:r>
        <w:t xml:space="preserve"> ? </w:t>
      </w:r>
      <w:r w:rsidR="00B27708">
        <w:t>Il faut dire</w:t>
      </w:r>
      <w:r>
        <w:t xml:space="preserve"> : </w:t>
      </w:r>
      <w:r w:rsidR="00B27708">
        <w:t>nous voilà</w:t>
      </w:r>
      <w:r>
        <w:t xml:space="preserve"> ! </w:t>
      </w:r>
      <w:r w:rsidR="00B27708">
        <w:t>La moitié de cette richesse est à toi</w:t>
      </w:r>
      <w:r>
        <w:t xml:space="preserve">, </w:t>
      </w:r>
      <w:r w:rsidR="00B27708">
        <w:t>mon cher Maître</w:t>
      </w:r>
      <w:r>
        <w:t>…</w:t>
      </w:r>
    </w:p>
    <w:p w14:paraId="65111367" w14:textId="77777777" w:rsidR="00987D49" w:rsidRDefault="00B27708" w:rsidP="00B27708">
      <w:r>
        <w:t>Au fait</w:t>
      </w:r>
      <w:r w:rsidR="00987D49">
        <w:t xml:space="preserve">, </w:t>
      </w:r>
      <w:r>
        <w:t>il avait raison</w:t>
      </w:r>
      <w:r w:rsidR="00987D49">
        <w:t xml:space="preserve">. </w:t>
      </w:r>
      <w:r>
        <w:t>J</w:t>
      </w:r>
      <w:r w:rsidR="00987D49">
        <w:t>’</w:t>
      </w:r>
      <w:r>
        <w:t>étais riche</w:t>
      </w:r>
      <w:r w:rsidR="00987D49">
        <w:t xml:space="preserve">, </w:t>
      </w:r>
      <w:r>
        <w:t>moi aussi</w:t>
      </w:r>
      <w:r w:rsidR="00987D49">
        <w:t xml:space="preserve">. </w:t>
      </w:r>
      <w:r>
        <w:t>C</w:t>
      </w:r>
      <w:r w:rsidR="00987D49">
        <w:t>’</w:t>
      </w:r>
      <w:r>
        <w:t>était fini de la vie médiocre</w:t>
      </w:r>
      <w:r w:rsidR="00987D49">
        <w:t xml:space="preserve">, </w:t>
      </w:r>
      <w:r>
        <w:t>du rebutant travail de bureau</w:t>
      </w:r>
      <w:r w:rsidR="00987D49">
        <w:t xml:space="preserve">, </w:t>
      </w:r>
      <w:r>
        <w:t>des moqueries stupides des jeunes collègues</w:t>
      </w:r>
      <w:r w:rsidR="00987D49">
        <w:t xml:space="preserve">. </w:t>
      </w:r>
      <w:r>
        <w:t>Je pourrais vivre une vie indépendante</w:t>
      </w:r>
      <w:r w:rsidR="00987D49">
        <w:t xml:space="preserve">, </w:t>
      </w:r>
      <w:r>
        <w:t>me marier</w:t>
      </w:r>
      <w:r w:rsidR="00987D49">
        <w:t xml:space="preserve">, </w:t>
      </w:r>
      <w:r>
        <w:t>fonder une famille</w:t>
      </w:r>
      <w:r w:rsidR="00987D49">
        <w:t xml:space="preserve"> ! </w:t>
      </w:r>
      <w:r>
        <w:t>J</w:t>
      </w:r>
      <w:r w:rsidR="00987D49">
        <w:t>’</w:t>
      </w:r>
      <w:r>
        <w:t>avais encore assez de jeunesse pour trouver</w:t>
      </w:r>
      <w:r w:rsidR="00987D49">
        <w:t xml:space="preserve">, </w:t>
      </w:r>
      <w:r>
        <w:t>à défaut du grand bonheur</w:t>
      </w:r>
      <w:r w:rsidR="00987D49">
        <w:t xml:space="preserve">, </w:t>
      </w:r>
      <w:r>
        <w:t>une sérénité qui pourrait y ressembler un peu</w:t>
      </w:r>
      <w:r w:rsidR="00987D49">
        <w:t>…</w:t>
      </w:r>
    </w:p>
    <w:p w14:paraId="4A5CFD3E" w14:textId="77777777" w:rsidR="00987D49" w:rsidRDefault="00B27708" w:rsidP="00B27708">
      <w:r>
        <w:t>Pierre continua</w:t>
      </w:r>
      <w:r w:rsidR="00987D49">
        <w:t> :</w:t>
      </w:r>
    </w:p>
    <w:p w14:paraId="08521A13" w14:textId="77777777" w:rsidR="00987D49" w:rsidRDefault="00987D49" w:rsidP="00B27708">
      <w:r>
        <w:rPr>
          <w:rFonts w:eastAsia="Georgia"/>
        </w:rPr>
        <w:t>— </w:t>
      </w:r>
      <w:r w:rsidR="00B27708">
        <w:t>Ta part est à ta disposition</w:t>
      </w:r>
      <w:r>
        <w:t xml:space="preserve">. </w:t>
      </w:r>
      <w:r w:rsidR="00B27708">
        <w:t>Quant à la nôtre</w:t>
      </w:r>
      <w:r>
        <w:t xml:space="preserve">, </w:t>
      </w:r>
      <w:r w:rsidR="00B27708">
        <w:t>l</w:t>
      </w:r>
      <w:r>
        <w:t>’</w:t>
      </w:r>
      <w:r w:rsidR="00B27708">
        <w:t>usage que nous en devons faire est dès maintenant arrêté</w:t>
      </w:r>
      <w:r>
        <w:t>…</w:t>
      </w:r>
    </w:p>
    <w:p w14:paraId="4848F6E5" w14:textId="77777777" w:rsidR="00987D49" w:rsidRDefault="00B27708" w:rsidP="00B27708">
      <w:r>
        <w:t>Je n</w:t>
      </w:r>
      <w:r w:rsidR="00987D49">
        <w:t>’</w:t>
      </w:r>
      <w:r>
        <w:t>attachai dans le moment que peu d</w:t>
      </w:r>
      <w:r w:rsidR="00987D49">
        <w:t>’</w:t>
      </w:r>
      <w:r>
        <w:t>intérêt à cette incidence</w:t>
      </w:r>
      <w:r w:rsidR="00987D49">
        <w:t xml:space="preserve">. </w:t>
      </w:r>
      <w:r>
        <w:t>Je ne pensais qu</w:t>
      </w:r>
      <w:r w:rsidR="00987D49">
        <w:t>’</w:t>
      </w:r>
      <w:r>
        <w:t>à la prodigieuse nouvelle que je venais d</w:t>
      </w:r>
      <w:r w:rsidR="00987D49">
        <w:t>’</w:t>
      </w:r>
      <w:r>
        <w:t>apprendre</w:t>
      </w:r>
      <w:r w:rsidR="00987D49">
        <w:t xml:space="preserve">. </w:t>
      </w:r>
      <w:r>
        <w:t>Du diamant</w:t>
      </w:r>
      <w:r w:rsidR="00987D49">
        <w:t xml:space="preserve"> ! </w:t>
      </w:r>
      <w:r>
        <w:t>Le second satellite était un diamant</w:t>
      </w:r>
      <w:r w:rsidR="00987D49">
        <w:t xml:space="preserve">, </w:t>
      </w:r>
      <w:r>
        <w:t>un énorme</w:t>
      </w:r>
      <w:r w:rsidR="00987D49">
        <w:t xml:space="preserve">, </w:t>
      </w:r>
      <w:r>
        <w:t>un monstrueux diamant</w:t>
      </w:r>
      <w:r w:rsidR="00987D49">
        <w:t xml:space="preserve"> ! </w:t>
      </w:r>
      <w:r>
        <w:t xml:space="preserve">Les tubes que je rapportais de nos explorations sur </w:t>
      </w:r>
      <w:r w:rsidR="00987D49">
        <w:t xml:space="preserve">Phœbé II, </w:t>
      </w:r>
      <w:r>
        <w:t>qui contenaient quelques cailloux à qui leur fréquence sur cette planète enlevaient toute valeur</w:t>
      </w:r>
      <w:r w:rsidR="00987D49">
        <w:t xml:space="preserve">, </w:t>
      </w:r>
      <w:r>
        <w:t>prenaient</w:t>
      </w:r>
      <w:r w:rsidR="00987D49">
        <w:t xml:space="preserve">, </w:t>
      </w:r>
      <w:r>
        <w:t>sur la Terre</w:t>
      </w:r>
      <w:r w:rsidR="00987D49">
        <w:t xml:space="preserve">, </w:t>
      </w:r>
      <w:r>
        <w:t>un prix inestimable</w:t>
      </w:r>
      <w:r w:rsidR="00987D49">
        <w:t>.</w:t>
      </w:r>
    </w:p>
    <w:p w14:paraId="25E9B907" w14:textId="77777777" w:rsidR="00987D49" w:rsidRDefault="00B27708" w:rsidP="00B27708">
      <w:r>
        <w:t>Je cherchais à me rappeler la taille des plus gros pour apprécier l</w:t>
      </w:r>
      <w:r w:rsidR="00987D49">
        <w:t>’</w:t>
      </w:r>
      <w:r>
        <w:t>ordre de grandeur de ma nouvelle fortune</w:t>
      </w:r>
      <w:r w:rsidR="00987D49">
        <w:t xml:space="preserve">. </w:t>
      </w:r>
      <w:r>
        <w:t>On eût dit que Pierre lisait dans ma pensée</w:t>
      </w:r>
      <w:r w:rsidR="00987D49">
        <w:t xml:space="preserve">. </w:t>
      </w:r>
      <w:r>
        <w:t>Il répondit à cette préoccupation secrète</w:t>
      </w:r>
      <w:r w:rsidR="00987D49">
        <w:t>.</w:t>
      </w:r>
    </w:p>
    <w:p w14:paraId="540242B6" w14:textId="77777777" w:rsidR="00987D49" w:rsidRDefault="00987D49" w:rsidP="00B27708">
      <w:r>
        <w:rPr>
          <w:rFonts w:eastAsia="Georgia"/>
        </w:rPr>
        <w:t>— </w:t>
      </w:r>
      <w:r w:rsidR="00B27708">
        <w:t>Mon cher Maître</w:t>
      </w:r>
      <w:r>
        <w:t xml:space="preserve">, </w:t>
      </w:r>
      <w:r w:rsidR="00B27708">
        <w:t>précisa-t-il</w:t>
      </w:r>
      <w:r>
        <w:t xml:space="preserve">, </w:t>
      </w:r>
      <w:r w:rsidR="00B27708">
        <w:t>le chiffre de ta richesse doit approcher de celui que l</w:t>
      </w:r>
      <w:r>
        <w:t>’</w:t>
      </w:r>
      <w:r w:rsidR="00B27708">
        <w:t xml:space="preserve">on prêtait au malheureux </w:t>
      </w:r>
      <w:proofErr w:type="spellStart"/>
      <w:r w:rsidR="00B27708">
        <w:t>Grimaille</w:t>
      </w:r>
      <w:proofErr w:type="spellEnd"/>
      <w:r w:rsidR="00B27708">
        <w:t xml:space="preserve"> qui</w:t>
      </w:r>
      <w:r>
        <w:t xml:space="preserve">, </w:t>
      </w:r>
      <w:r w:rsidR="00B27708">
        <w:t xml:space="preserve">après avoir eu un geste généreux en permettant la construction du </w:t>
      </w:r>
      <w:r>
        <w:t>« </w:t>
      </w:r>
      <w:r w:rsidR="00B27708">
        <w:t>Bolide</w:t>
      </w:r>
      <w:r>
        <w:t xml:space="preserve"> », </w:t>
      </w:r>
      <w:r w:rsidR="00B27708">
        <w:t>se laissa entraîner</w:t>
      </w:r>
      <w:r>
        <w:t xml:space="preserve">, </w:t>
      </w:r>
      <w:r w:rsidR="00B27708">
        <w:t>par son mauvais chien de secrétaire</w:t>
      </w:r>
      <w:r>
        <w:t xml:space="preserve">, </w:t>
      </w:r>
      <w:r w:rsidR="00B27708">
        <w:t>dans la rébellion qui a</w:t>
      </w:r>
      <w:r>
        <w:t xml:space="preserve">, </w:t>
      </w:r>
      <w:r w:rsidR="00B27708">
        <w:t>finalement</w:t>
      </w:r>
      <w:r>
        <w:t xml:space="preserve">, </w:t>
      </w:r>
      <w:r w:rsidR="00B27708">
        <w:t>si mal tourné</w:t>
      </w:r>
      <w:r>
        <w:t> !…</w:t>
      </w:r>
    </w:p>
    <w:p w14:paraId="4B32256F" w14:textId="77777777" w:rsidR="00987D49" w:rsidRDefault="00B27708" w:rsidP="00B27708">
      <w:r>
        <w:lastRenderedPageBreak/>
        <w:t>Ce rappel du personnage qui avait financé la magnifique et tragique expérience</w:t>
      </w:r>
      <w:r w:rsidR="00987D49">
        <w:t xml:space="preserve">, </w:t>
      </w:r>
      <w:r>
        <w:t>dont les moindres détails restaient gravés dans mon souvenir</w:t>
      </w:r>
      <w:r w:rsidR="00987D49">
        <w:t xml:space="preserve">, </w:t>
      </w:r>
      <w:r>
        <w:t>fut pour moi un trait de lumière</w:t>
      </w:r>
      <w:r w:rsidR="00987D49">
        <w:t xml:space="preserve">. </w:t>
      </w:r>
      <w:r>
        <w:t>Les allusions de Pierre à l</w:t>
      </w:r>
      <w:r w:rsidR="00987D49">
        <w:t>’</w:t>
      </w:r>
      <w:r>
        <w:t>usage qu</w:t>
      </w:r>
      <w:r w:rsidR="00987D49">
        <w:t>’</w:t>
      </w:r>
      <w:r>
        <w:t>il prétendait faire de sa part des diamants devinrent plus claires</w:t>
      </w:r>
      <w:r w:rsidR="00987D49">
        <w:t>.</w:t>
      </w:r>
    </w:p>
    <w:p w14:paraId="026518F7" w14:textId="77777777" w:rsidR="00987D49" w:rsidRDefault="00987D49" w:rsidP="00B27708">
      <w:r>
        <w:rPr>
          <w:rFonts w:eastAsia="Georgia"/>
        </w:rPr>
        <w:t>— </w:t>
      </w:r>
      <w:r w:rsidR="00B27708">
        <w:t>Quoi</w:t>
      </w:r>
      <w:r>
        <w:t xml:space="preserve"> ? </w:t>
      </w:r>
      <w:r w:rsidR="00B27708">
        <w:t>m</w:t>
      </w:r>
      <w:r>
        <w:t>’</w:t>
      </w:r>
      <w:r w:rsidR="00B27708">
        <w:t>écriai-je</w:t>
      </w:r>
      <w:r>
        <w:t xml:space="preserve">, </w:t>
      </w:r>
      <w:r w:rsidR="00B27708">
        <w:t>tu songerais</w:t>
      </w:r>
      <w:r>
        <w:t>…</w:t>
      </w:r>
    </w:p>
    <w:p w14:paraId="48F8DAD8" w14:textId="77777777" w:rsidR="00987D49" w:rsidRDefault="00987D49" w:rsidP="00B27708">
      <w:r>
        <w:rPr>
          <w:rFonts w:eastAsia="Georgia"/>
        </w:rPr>
        <w:t>— </w:t>
      </w:r>
      <w:r w:rsidR="00B27708">
        <w:t>À construire une seconde fusée</w:t>
      </w:r>
      <w:r>
        <w:t> ?…</w:t>
      </w:r>
    </w:p>
    <w:p w14:paraId="59484019" w14:textId="77777777" w:rsidR="00987D49" w:rsidRDefault="00987D49" w:rsidP="00B27708">
      <w:r>
        <w:rPr>
          <w:rFonts w:eastAsia="Georgia"/>
        </w:rPr>
        <w:t>— </w:t>
      </w:r>
      <w:r w:rsidR="00B27708">
        <w:t>Oui</w:t>
      </w:r>
      <w:r>
        <w:t>.</w:t>
      </w:r>
    </w:p>
    <w:p w14:paraId="17F56515" w14:textId="77777777" w:rsidR="00987D49" w:rsidRDefault="00987D49" w:rsidP="00B27708">
      <w:r>
        <w:rPr>
          <w:rFonts w:eastAsia="Georgia"/>
        </w:rPr>
        <w:t>— </w:t>
      </w:r>
      <w:r w:rsidR="00B27708">
        <w:t>Et</w:t>
      </w:r>
      <w:r>
        <w:t xml:space="preserve">… </w:t>
      </w:r>
      <w:r w:rsidR="00B27708">
        <w:t>tu as besoin</w:t>
      </w:r>
      <w:r>
        <w:t xml:space="preserve">, </w:t>
      </w:r>
      <w:r w:rsidR="00B27708">
        <w:t>sans doute</w:t>
      </w:r>
      <w:r>
        <w:t xml:space="preserve">, </w:t>
      </w:r>
      <w:r w:rsidR="00B27708">
        <w:t>de mon concours financier</w:t>
      </w:r>
      <w:r>
        <w:t xml:space="preserve"> ?… </w:t>
      </w:r>
      <w:r w:rsidR="00B27708">
        <w:t>S</w:t>
      </w:r>
      <w:r>
        <w:t>’</w:t>
      </w:r>
      <w:r w:rsidR="00B27708">
        <w:t>il en est ainsi</w:t>
      </w:r>
      <w:r>
        <w:t xml:space="preserve">, </w:t>
      </w:r>
      <w:r w:rsidR="00B27708">
        <w:t>je suis prêt</w:t>
      </w:r>
      <w:r>
        <w:t>…</w:t>
      </w:r>
    </w:p>
    <w:p w14:paraId="20967BDD" w14:textId="77777777" w:rsidR="00987D49" w:rsidRDefault="00B27708" w:rsidP="00B27708">
      <w:r>
        <w:t>Je ne pus étouffer complètement un soupir</w:t>
      </w:r>
      <w:r w:rsidR="00987D49">
        <w:t xml:space="preserve">. </w:t>
      </w:r>
      <w:r>
        <w:t>Sans doute était-il logique de consacrer le gain imprévu de l</w:t>
      </w:r>
      <w:r w:rsidR="00987D49">
        <w:t>’</w:t>
      </w:r>
      <w:r>
        <w:t>expédition à la poursuite de l</w:t>
      </w:r>
      <w:r w:rsidR="00987D49">
        <w:t>’</w:t>
      </w:r>
      <w:r>
        <w:t>idée première</w:t>
      </w:r>
      <w:r w:rsidR="00987D49">
        <w:t xml:space="preserve">. </w:t>
      </w:r>
      <w:r>
        <w:t>Mais c</w:t>
      </w:r>
      <w:r w:rsidR="00987D49">
        <w:t>’</w:t>
      </w:r>
      <w:r>
        <w:t>était bien dur de renoncer au rêve de tranquillité que je venais de faire</w:t>
      </w:r>
      <w:r w:rsidR="00987D49">
        <w:t xml:space="preserve">. </w:t>
      </w:r>
      <w:r>
        <w:t>Cependant</w:t>
      </w:r>
      <w:r w:rsidR="00987D49">
        <w:t xml:space="preserve">, </w:t>
      </w:r>
      <w:r>
        <w:t>le regard noir d</w:t>
      </w:r>
      <w:r w:rsidR="00987D49">
        <w:t>’</w:t>
      </w:r>
      <w:r>
        <w:t>Hélène m</w:t>
      </w:r>
      <w:r w:rsidR="00987D49">
        <w:t>’</w:t>
      </w:r>
      <w:r>
        <w:t>envoûtait</w:t>
      </w:r>
      <w:r w:rsidR="00987D49">
        <w:t xml:space="preserve">. </w:t>
      </w:r>
      <w:r>
        <w:t>Je ne pouvais agir autrement</w:t>
      </w:r>
      <w:r w:rsidR="00987D49">
        <w:t xml:space="preserve">. </w:t>
      </w:r>
      <w:r>
        <w:t>Je balbutiai seulement</w:t>
      </w:r>
      <w:r w:rsidR="00987D49">
        <w:t> :</w:t>
      </w:r>
    </w:p>
    <w:p w14:paraId="3BADCBCE" w14:textId="77777777" w:rsidR="00987D49" w:rsidRDefault="00987D49" w:rsidP="00B27708">
      <w:r>
        <w:rPr>
          <w:rFonts w:eastAsia="Georgia"/>
        </w:rPr>
        <w:t>— </w:t>
      </w:r>
      <w:r w:rsidR="00B27708">
        <w:t>Peut-être n</w:t>
      </w:r>
      <w:r>
        <w:t>’</w:t>
      </w:r>
      <w:r w:rsidR="00B27708">
        <w:t>auras-tu pas besoin de la totalité</w:t>
      </w:r>
      <w:r>
        <w:t> ?</w:t>
      </w:r>
    </w:p>
    <w:p w14:paraId="1707F562" w14:textId="77777777" w:rsidR="00987D49" w:rsidRDefault="00B27708" w:rsidP="00B27708">
      <w:r>
        <w:t>Hélène eut alors un sourire exquis</w:t>
      </w:r>
      <w:r w:rsidR="00987D49">
        <w:t>.</w:t>
      </w:r>
    </w:p>
    <w:p w14:paraId="47FFC078" w14:textId="77777777" w:rsidR="00987D49" w:rsidRDefault="00987D49" w:rsidP="00B27708">
      <w:r>
        <w:rPr>
          <w:rFonts w:eastAsia="Georgia"/>
        </w:rPr>
        <w:t>— </w:t>
      </w:r>
      <w:r w:rsidR="00B27708">
        <w:t>Vous n</w:t>
      </w:r>
      <w:r>
        <w:t>’</w:t>
      </w:r>
      <w:r w:rsidR="00B27708">
        <w:t>avez pas compris</w:t>
      </w:r>
      <w:r>
        <w:t xml:space="preserve">, </w:t>
      </w:r>
      <w:r w:rsidR="00B27708">
        <w:t>mon bien cher ami</w:t>
      </w:r>
      <w:r>
        <w:t xml:space="preserve">, </w:t>
      </w:r>
      <w:r w:rsidR="00B27708">
        <w:t>le dessein de Pierre</w:t>
      </w:r>
      <w:r>
        <w:t xml:space="preserve">. </w:t>
      </w:r>
      <w:r w:rsidR="00B27708">
        <w:t>Notre part est largement suffisante pour mener à bien notre entreprise</w:t>
      </w:r>
      <w:r>
        <w:t xml:space="preserve">, </w:t>
      </w:r>
      <w:r w:rsidR="00B27708">
        <w:t>sans qu</w:t>
      </w:r>
      <w:r>
        <w:t>’</w:t>
      </w:r>
      <w:r w:rsidR="00B27708">
        <w:t>il soit besoin d</w:t>
      </w:r>
      <w:r>
        <w:t>’</w:t>
      </w:r>
      <w:r w:rsidR="00B27708">
        <w:t>écorner la vôtre</w:t>
      </w:r>
      <w:r>
        <w:t xml:space="preserve">. </w:t>
      </w:r>
      <w:r w:rsidR="00B27708">
        <w:t>Mieux encore</w:t>
      </w:r>
      <w:r>
        <w:t xml:space="preserve">, </w:t>
      </w:r>
      <w:r w:rsidR="00B27708">
        <w:t>il compte vous demander d</w:t>
      </w:r>
      <w:r>
        <w:t>’</w:t>
      </w:r>
      <w:r w:rsidR="00B27708">
        <w:t>être le dépositaire des fonds qui resteront</w:t>
      </w:r>
      <w:r>
        <w:t xml:space="preserve">, </w:t>
      </w:r>
      <w:r w:rsidR="00B27708">
        <w:rPr>
          <w:i/>
          <w:iCs/>
        </w:rPr>
        <w:t>après notre départ</w:t>
      </w:r>
      <w:r w:rsidR="00B27708">
        <w:t xml:space="preserve"> et d</w:t>
      </w:r>
      <w:r>
        <w:t>’</w:t>
      </w:r>
      <w:r w:rsidR="00B27708">
        <w:t>en user pour encourager les futurs pionniers de la navigation interplanétaire</w:t>
      </w:r>
      <w:r>
        <w:t xml:space="preserve">… </w:t>
      </w:r>
      <w:r w:rsidR="00B27708">
        <w:t>Mais nous vous sommes tout de même aussi reconnaissants de votre sacrifice que si nous l</w:t>
      </w:r>
      <w:r>
        <w:t>’</w:t>
      </w:r>
      <w:r w:rsidR="00B27708">
        <w:t>avions accepté</w:t>
      </w:r>
      <w:r>
        <w:t>…</w:t>
      </w:r>
    </w:p>
    <w:p w14:paraId="1FBC292C" w14:textId="77777777" w:rsidR="00987D49" w:rsidRDefault="00B27708" w:rsidP="00B27708">
      <w:r>
        <w:t>Je n</w:t>
      </w:r>
      <w:r w:rsidR="00987D49">
        <w:t>’</w:t>
      </w:r>
      <w:r>
        <w:t>écoutais plus</w:t>
      </w:r>
      <w:r w:rsidR="00987D49">
        <w:t xml:space="preserve">. </w:t>
      </w:r>
      <w:r>
        <w:t>Trois mots seulement m</w:t>
      </w:r>
      <w:r w:rsidR="00987D49">
        <w:t>’</w:t>
      </w:r>
      <w:r>
        <w:t>avaient frappé</w:t>
      </w:r>
      <w:r w:rsidR="00987D49">
        <w:t> : « </w:t>
      </w:r>
      <w:r>
        <w:rPr>
          <w:i/>
          <w:iCs/>
        </w:rPr>
        <w:t>après notre départ</w:t>
      </w:r>
      <w:r w:rsidR="00987D49">
        <w:rPr>
          <w:i/>
          <w:iCs/>
        </w:rPr>
        <w:t xml:space="preserve"> »… </w:t>
      </w:r>
      <w:r>
        <w:t>Ayant couru de si terribles périls</w:t>
      </w:r>
      <w:r w:rsidR="00987D49">
        <w:t xml:space="preserve">, </w:t>
      </w:r>
      <w:r>
        <w:t xml:space="preserve">ayant </w:t>
      </w:r>
      <w:r>
        <w:lastRenderedPageBreak/>
        <w:t>échappé par miracle à un trépas affreux</w:t>
      </w:r>
      <w:r w:rsidR="00987D49">
        <w:t xml:space="preserve">, </w:t>
      </w:r>
      <w:r>
        <w:t>ils prétendaient braver de nouveau ces périls</w:t>
      </w:r>
      <w:r w:rsidR="00987D49">
        <w:t xml:space="preserve">, </w:t>
      </w:r>
      <w:r>
        <w:t>risquer de nouveau ce trépas</w:t>
      </w:r>
      <w:r w:rsidR="00987D49">
        <w:t> !…</w:t>
      </w:r>
    </w:p>
    <w:p w14:paraId="3E8DFF23" w14:textId="77777777" w:rsidR="00987D49" w:rsidRDefault="00B27708" w:rsidP="00B27708">
      <w:r>
        <w:t>Mais Pierre</w:t>
      </w:r>
      <w:r w:rsidR="00987D49">
        <w:t xml:space="preserve">, </w:t>
      </w:r>
      <w:r>
        <w:t>sans paraître comprendre mes regards pleins d</w:t>
      </w:r>
      <w:r w:rsidR="00987D49">
        <w:t>’</w:t>
      </w:r>
      <w:r>
        <w:t>étonnement et de reproches</w:t>
      </w:r>
      <w:r w:rsidR="00987D49">
        <w:t xml:space="preserve">, </w:t>
      </w:r>
      <w:r>
        <w:t>reprenait</w:t>
      </w:r>
      <w:r w:rsidR="00987D49">
        <w:t> :</w:t>
      </w:r>
    </w:p>
    <w:p w14:paraId="53C00B5C" w14:textId="77777777" w:rsidR="00987D49" w:rsidRDefault="00987D49" w:rsidP="00B27708">
      <w:r>
        <w:rPr>
          <w:rFonts w:eastAsia="Georgia"/>
        </w:rPr>
        <w:t>— </w:t>
      </w:r>
      <w:r w:rsidR="00B27708">
        <w:t xml:space="preserve">Nous projetons de construire la réplique exacte de notre pauvre </w:t>
      </w:r>
      <w:r>
        <w:t>« </w:t>
      </w:r>
      <w:r w:rsidR="00B27708">
        <w:t>Bolide</w:t>
      </w:r>
      <w:r>
        <w:t> »</w:t>
      </w:r>
      <w:r w:rsidR="00B27708">
        <w:t xml:space="preserve"> Car</w:t>
      </w:r>
      <w:r>
        <w:t xml:space="preserve">, </w:t>
      </w:r>
      <w:r w:rsidR="00B27708">
        <w:t>si nous ne sommes cette fois que deux voyageurs</w:t>
      </w:r>
      <w:r>
        <w:t xml:space="preserve">, </w:t>
      </w:r>
      <w:r w:rsidR="00B27708">
        <w:t>nous comptons bien aller plus loin</w:t>
      </w:r>
      <w:r>
        <w:t>…</w:t>
      </w:r>
    </w:p>
    <w:p w14:paraId="2A1F5082" w14:textId="77777777" w:rsidR="00987D49" w:rsidRDefault="00B27708" w:rsidP="00B27708">
      <w:r>
        <w:t>Il se reprit vivement</w:t>
      </w:r>
      <w:r w:rsidR="00987D49">
        <w:t xml:space="preserve">, </w:t>
      </w:r>
      <w:r>
        <w:t>pour rectifier</w:t>
      </w:r>
      <w:r w:rsidR="00987D49">
        <w:t> :</w:t>
      </w:r>
    </w:p>
    <w:p w14:paraId="222099B7" w14:textId="77777777" w:rsidR="00987D49" w:rsidRDefault="00987D49" w:rsidP="00B27708">
      <w:r>
        <w:rPr>
          <w:rFonts w:eastAsia="Georgia"/>
        </w:rPr>
        <w:t>— </w:t>
      </w:r>
      <w:r w:rsidR="00B27708">
        <w:t>Pardon</w:t>
      </w:r>
      <w:r>
        <w:t xml:space="preserve">, </w:t>
      </w:r>
      <w:r w:rsidR="00B27708">
        <w:t>je dis</w:t>
      </w:r>
      <w:r>
        <w:t xml:space="preserve"> : </w:t>
      </w:r>
      <w:r w:rsidR="00B27708">
        <w:t>deux voyageurs</w:t>
      </w:r>
      <w:r>
        <w:t xml:space="preserve">. </w:t>
      </w:r>
      <w:r w:rsidR="00B27708">
        <w:t>Mais</w:t>
      </w:r>
      <w:r>
        <w:t xml:space="preserve">, </w:t>
      </w:r>
      <w:r w:rsidR="00B27708">
        <w:t>bien entendu si tu désirais te joindre à nous</w:t>
      </w:r>
      <w:r>
        <w:t xml:space="preserve">… </w:t>
      </w:r>
      <w:r w:rsidR="00B27708">
        <w:t>Non</w:t>
      </w:r>
      <w:r>
        <w:t xml:space="preserve"> ?… </w:t>
      </w:r>
      <w:r w:rsidR="00B27708">
        <w:t>J</w:t>
      </w:r>
      <w:r>
        <w:t>’</w:t>
      </w:r>
      <w:r w:rsidR="00B27708">
        <w:t>ai toujours pensé que tu n</w:t>
      </w:r>
      <w:r>
        <w:t>’</w:t>
      </w:r>
      <w:r w:rsidR="00B27708">
        <w:t>avais pas la vocation</w:t>
      </w:r>
      <w:r>
        <w:t>…</w:t>
      </w:r>
    </w:p>
    <w:p w14:paraId="70FD2BE6" w14:textId="77777777" w:rsidR="00987D49" w:rsidRDefault="00B27708" w:rsidP="00B27708">
      <w:r>
        <w:t>Ah</w:t>
      </w:r>
      <w:r w:rsidR="00987D49">
        <w:t xml:space="preserve"> ! </w:t>
      </w:r>
      <w:r>
        <w:t>Certes non</w:t>
      </w:r>
      <w:r w:rsidR="00987D49">
        <w:t xml:space="preserve">, </w:t>
      </w:r>
      <w:r>
        <w:t>je n</w:t>
      </w:r>
      <w:r w:rsidR="00987D49">
        <w:t>’</w:t>
      </w:r>
      <w:r>
        <w:t>avais pas la vocation</w:t>
      </w:r>
      <w:r w:rsidR="00987D49">
        <w:t xml:space="preserve"> !… </w:t>
      </w:r>
      <w:r>
        <w:t>Ma dénégation fut si prompte et si énergique qu</w:t>
      </w:r>
      <w:r w:rsidR="00987D49">
        <w:t>’</w:t>
      </w:r>
      <w:r>
        <w:t>elle provoqua le rire affectueux de mes amis</w:t>
      </w:r>
      <w:r w:rsidR="00987D49">
        <w:t xml:space="preserve">. </w:t>
      </w:r>
      <w:r>
        <w:t>Mais ma curiosité n</w:t>
      </w:r>
      <w:r w:rsidR="00987D49">
        <w:t>’</w:t>
      </w:r>
      <w:r>
        <w:t>était pas satisfaite</w:t>
      </w:r>
      <w:r w:rsidR="00987D49">
        <w:t>.</w:t>
      </w:r>
    </w:p>
    <w:p w14:paraId="37D20DAD" w14:textId="77777777" w:rsidR="00987D49" w:rsidRDefault="00987D49" w:rsidP="00B27708">
      <w:r>
        <w:rPr>
          <w:rFonts w:eastAsia="Georgia"/>
        </w:rPr>
        <w:t>— </w:t>
      </w:r>
      <w:r w:rsidR="00B27708">
        <w:t>Tu as dit</w:t>
      </w:r>
      <w:r>
        <w:t> : « </w:t>
      </w:r>
      <w:r w:rsidR="00B27708">
        <w:t>plus loin</w:t>
      </w:r>
      <w:r>
        <w:t xml:space="preserve"> », </w:t>
      </w:r>
      <w:r w:rsidR="00B27708">
        <w:t>Pierre</w:t>
      </w:r>
      <w:r>
        <w:t xml:space="preserve"> ? </w:t>
      </w:r>
      <w:r w:rsidR="00B27708">
        <w:t>Les 12</w:t>
      </w:r>
      <w:r>
        <w:t>0 0</w:t>
      </w:r>
      <w:r w:rsidR="00B27708">
        <w:t xml:space="preserve">00 kilomètres qui nous séparent de </w:t>
      </w:r>
      <w:r>
        <w:t>Phœbé II</w:t>
      </w:r>
      <w:r w:rsidR="00B27708">
        <w:t xml:space="preserve"> te semblent insuffisants</w:t>
      </w:r>
      <w:r>
        <w:t> ?</w:t>
      </w:r>
    </w:p>
    <w:p w14:paraId="55AA6326" w14:textId="77777777" w:rsidR="00987D49" w:rsidRDefault="00987D49" w:rsidP="00B27708">
      <w:r>
        <w:rPr>
          <w:rFonts w:eastAsia="Georgia"/>
        </w:rPr>
        <w:t>— </w:t>
      </w:r>
      <w:r w:rsidR="00B27708">
        <w:t>J</w:t>
      </w:r>
      <w:r>
        <w:t>’</w:t>
      </w:r>
      <w:r w:rsidR="00B27708">
        <w:t xml:space="preserve">ai toujours professé que </w:t>
      </w:r>
      <w:r>
        <w:t>Phœbé II</w:t>
      </w:r>
      <w:r w:rsidR="00B27708">
        <w:t xml:space="preserve"> n</w:t>
      </w:r>
      <w:r>
        <w:t>’</w:t>
      </w:r>
      <w:r w:rsidR="00B27708">
        <w:t>était qu</w:t>
      </w:r>
      <w:r>
        <w:t>’</w:t>
      </w:r>
      <w:r w:rsidR="00B27708">
        <w:t>un relais</w:t>
      </w:r>
      <w:r>
        <w:t xml:space="preserve">. </w:t>
      </w:r>
      <w:r w:rsidR="00B27708">
        <w:t>C</w:t>
      </w:r>
      <w:r>
        <w:t>’</w:t>
      </w:r>
      <w:r w:rsidR="00B27708">
        <w:t>est maintenant la Lune</w:t>
      </w:r>
      <w:r>
        <w:t xml:space="preserve">, </w:t>
      </w:r>
      <w:r w:rsidR="00B27708">
        <w:t>que je vise</w:t>
      </w:r>
      <w:r>
        <w:t xml:space="preserve">… </w:t>
      </w:r>
      <w:r w:rsidR="00B27708">
        <w:t>Écoute</w:t>
      </w:r>
      <w:r>
        <w:t xml:space="preserve">, </w:t>
      </w:r>
      <w:r w:rsidR="00B27708">
        <w:t>cher Maître</w:t>
      </w:r>
      <w:r>
        <w:t xml:space="preserve">… </w:t>
      </w:r>
      <w:r w:rsidR="00B27708">
        <w:t>Dans un an</w:t>
      </w:r>
      <w:r>
        <w:t xml:space="preserve">, </w:t>
      </w:r>
      <w:r w:rsidR="00B27708">
        <w:t xml:space="preserve">le second </w:t>
      </w:r>
      <w:r>
        <w:t>« </w:t>
      </w:r>
      <w:r w:rsidR="00B27708">
        <w:t>Bolide</w:t>
      </w:r>
      <w:r>
        <w:t> »</w:t>
      </w:r>
      <w:r w:rsidR="00B27708">
        <w:t xml:space="preserve"> sera prêt</w:t>
      </w:r>
      <w:r>
        <w:t xml:space="preserve">. </w:t>
      </w:r>
      <w:r w:rsidR="00B27708">
        <w:t>Je crois pouvoir confectionner encore mon explosif</w:t>
      </w:r>
      <w:r>
        <w:t xml:space="preserve">. </w:t>
      </w:r>
      <w:r w:rsidR="00B27708">
        <w:t>Cinq jours après notre départ</w:t>
      </w:r>
      <w:r>
        <w:t xml:space="preserve">, </w:t>
      </w:r>
      <w:r w:rsidR="00B27708">
        <w:t>nous serons dans la Lune</w:t>
      </w:r>
      <w:r>
        <w:t xml:space="preserve">… </w:t>
      </w:r>
      <w:r w:rsidR="00B27708">
        <w:t>ou bien nous ne serons plus</w:t>
      </w:r>
      <w:r>
        <w:t xml:space="preserve"> ! </w:t>
      </w:r>
      <w:r w:rsidR="00B27708">
        <w:t>Viens avec nous</w:t>
      </w:r>
      <w:r>
        <w:t xml:space="preserve">… </w:t>
      </w:r>
      <w:r w:rsidR="00B27708">
        <w:t>Non pas dans la Lune</w:t>
      </w:r>
      <w:r>
        <w:t xml:space="preserve">, </w:t>
      </w:r>
      <w:r w:rsidR="00B27708">
        <w:t>vieil ami</w:t>
      </w:r>
      <w:r>
        <w:t xml:space="preserve">, </w:t>
      </w:r>
      <w:r w:rsidR="00B27708">
        <w:t>mais seulement en Afrique du Nord</w:t>
      </w:r>
      <w:r>
        <w:t xml:space="preserve">. </w:t>
      </w:r>
      <w:r w:rsidR="00B27708">
        <w:t>Ta fortune te permet cette fantaisie</w:t>
      </w:r>
      <w:r>
        <w:t xml:space="preserve">, </w:t>
      </w:r>
      <w:r w:rsidR="00B27708">
        <w:t>maintenant</w:t>
      </w:r>
      <w:r>
        <w:t xml:space="preserve">. </w:t>
      </w:r>
      <w:r w:rsidR="00B27708">
        <w:t>Tu assisteras à la construction du nouvel astronef</w:t>
      </w:r>
      <w:r>
        <w:t xml:space="preserve">, </w:t>
      </w:r>
      <w:r w:rsidR="00B27708">
        <w:t>puis à nos préparatifs</w:t>
      </w:r>
      <w:r>
        <w:t xml:space="preserve">. </w:t>
      </w:r>
      <w:r w:rsidR="00B27708">
        <w:t>Tu seras témoin de notre envolée</w:t>
      </w:r>
      <w:r>
        <w:t xml:space="preserve">. </w:t>
      </w:r>
      <w:r w:rsidR="00B27708">
        <w:t>Et puis</w:t>
      </w:r>
      <w:r>
        <w:t xml:space="preserve">, </w:t>
      </w:r>
      <w:r w:rsidR="00B27708">
        <w:t>armé d</w:t>
      </w:r>
      <w:r>
        <w:t>’</w:t>
      </w:r>
      <w:r w:rsidR="00B27708">
        <w:t>un bon télescope</w:t>
      </w:r>
      <w:r>
        <w:t xml:space="preserve">, </w:t>
      </w:r>
      <w:r w:rsidR="00B27708">
        <w:t>tu guetteras les signaux lumineux que fera le satellite</w:t>
      </w:r>
      <w:r>
        <w:t>.</w:t>
      </w:r>
    </w:p>
    <w:p w14:paraId="3C67E988" w14:textId="106389CE" w:rsidR="00B27708" w:rsidRDefault="00B27708" w:rsidP="00B27708"/>
    <w:p w14:paraId="1F2E856A" w14:textId="77777777" w:rsidR="00987D49" w:rsidRDefault="00B27708">
      <w:r>
        <w:lastRenderedPageBreak/>
        <w:t>J</w:t>
      </w:r>
      <w:r w:rsidR="00987D49">
        <w:t>’</w:t>
      </w:r>
      <w:r>
        <w:t>ai accepté</w:t>
      </w:r>
      <w:r w:rsidR="00987D49">
        <w:t xml:space="preserve">. </w:t>
      </w:r>
      <w:r>
        <w:t>Il y a de cela quatorze mois</w:t>
      </w:r>
      <w:r w:rsidR="00987D49">
        <w:t xml:space="preserve">. </w:t>
      </w:r>
      <w:r>
        <w:t>Voici deux mois exactement</w:t>
      </w:r>
      <w:r w:rsidR="00987D49">
        <w:t xml:space="preserve">, </w:t>
      </w:r>
      <w:r>
        <w:t>que j</w:t>
      </w:r>
      <w:r w:rsidR="00987D49">
        <w:t>’</w:t>
      </w:r>
      <w:r>
        <w:t xml:space="preserve">ai vu partir le second </w:t>
      </w:r>
      <w:r w:rsidR="00987D49">
        <w:t>« </w:t>
      </w:r>
      <w:r>
        <w:t>Bolide</w:t>
      </w:r>
      <w:r w:rsidR="00987D49">
        <w:t xml:space="preserve"> »… </w:t>
      </w:r>
      <w:r>
        <w:t>Tous les soirs</w:t>
      </w:r>
      <w:r w:rsidR="00987D49">
        <w:t xml:space="preserve">, </w:t>
      </w:r>
      <w:r>
        <w:t>j</w:t>
      </w:r>
      <w:r w:rsidR="00987D49">
        <w:t>’</w:t>
      </w:r>
      <w:r>
        <w:t>ai cherché</w:t>
      </w:r>
      <w:r w:rsidR="00987D49">
        <w:t xml:space="preserve">, </w:t>
      </w:r>
      <w:r>
        <w:t>à l</w:t>
      </w:r>
      <w:r w:rsidR="00987D49">
        <w:t>’</w:t>
      </w:r>
      <w:r>
        <w:t>aide de mon télescope</w:t>
      </w:r>
      <w:r w:rsidR="00987D49">
        <w:t xml:space="preserve">, </w:t>
      </w:r>
      <w:r>
        <w:t>à découvrir</w:t>
      </w:r>
      <w:r w:rsidR="00987D49">
        <w:t xml:space="preserve">, </w:t>
      </w:r>
      <w:r>
        <w:t>sur la Lune</w:t>
      </w:r>
      <w:r w:rsidR="00987D49">
        <w:t xml:space="preserve">, </w:t>
      </w:r>
      <w:r>
        <w:t>des signaux lumineux</w:t>
      </w:r>
      <w:r w:rsidR="00987D49">
        <w:t xml:space="preserve">. </w:t>
      </w:r>
      <w:r>
        <w:t>Rien ne m</w:t>
      </w:r>
      <w:r w:rsidR="00987D49">
        <w:t>’</w:t>
      </w:r>
      <w:r>
        <w:t>est apparu</w:t>
      </w:r>
      <w:r w:rsidR="00987D49">
        <w:t xml:space="preserve">. </w:t>
      </w:r>
      <w:r>
        <w:t>Mes deux amis avaient quarante-cinq jours de vivres et de réserve d</w:t>
      </w:r>
      <w:r w:rsidR="00987D49">
        <w:t>’</w:t>
      </w:r>
      <w:r>
        <w:t>air</w:t>
      </w:r>
      <w:r w:rsidR="00987D49">
        <w:t xml:space="preserve">. </w:t>
      </w:r>
      <w:r>
        <w:t>Où sont aujourd</w:t>
      </w:r>
      <w:r w:rsidR="00987D49">
        <w:t>’</w:t>
      </w:r>
      <w:r>
        <w:t>hui leurs corps</w:t>
      </w:r>
      <w:r w:rsidR="00987D49">
        <w:t xml:space="preserve"> ? </w:t>
      </w:r>
      <w:r>
        <w:t>Dans quel repli mystérieux de l</w:t>
      </w:r>
      <w:r w:rsidR="00987D49">
        <w:t>’</w:t>
      </w:r>
      <w:r>
        <w:t>Univers inconnu</w:t>
      </w:r>
      <w:r w:rsidR="00987D49">
        <w:t xml:space="preserve"> ? </w:t>
      </w:r>
      <w:r>
        <w:t xml:space="preserve">Dans quelle fantastique région de la </w:t>
      </w:r>
      <w:r w:rsidR="00987D49">
        <w:t>« </w:t>
      </w:r>
      <w:r>
        <w:t>quatrième dimension</w:t>
      </w:r>
      <w:r w:rsidR="00987D49">
        <w:t xml:space="preserve"> » ? </w:t>
      </w:r>
      <w:r>
        <w:t>En tout cas</w:t>
      </w:r>
      <w:r w:rsidR="00987D49">
        <w:t xml:space="preserve">, </w:t>
      </w:r>
      <w:r>
        <w:t>que Dieu ait leurs âmes</w:t>
      </w:r>
      <w:r w:rsidR="00987D49">
        <w:t> !…</w:t>
      </w:r>
    </w:p>
    <w:p w14:paraId="482FB2C9" w14:textId="77777777" w:rsidR="002A694D" w:rsidRDefault="002A694D" w:rsidP="002A694D">
      <w:pPr>
        <w:pStyle w:val="Titre1"/>
        <w:spacing w:before="0" w:after="480"/>
        <w:sectPr w:rsidR="002A694D" w:rsidSect="00B27708">
          <w:footerReference w:type="default" r:id="rId10"/>
          <w:pgSz w:w="11906" w:h="16838" w:code="9"/>
          <w:pgMar w:top="1134" w:right="567" w:bottom="1134" w:left="567" w:header="709" w:footer="709" w:gutter="0"/>
          <w:cols w:space="708"/>
          <w:titlePg/>
          <w:docGrid w:linePitch="360"/>
        </w:sectPr>
      </w:pPr>
      <w:bookmarkStart w:id="64" w:name="_Toc421660465"/>
    </w:p>
    <w:p w14:paraId="39C3F1E9" w14:textId="77777777" w:rsidR="002A694D" w:rsidRPr="00633842" w:rsidRDefault="002A694D" w:rsidP="002A694D">
      <w:pPr>
        <w:pStyle w:val="Titre1"/>
        <w:spacing w:before="0" w:after="480"/>
      </w:pPr>
      <w:bookmarkStart w:id="65" w:name="_Toc194838880"/>
      <w:r w:rsidRPr="00633842">
        <w:lastRenderedPageBreak/>
        <w:t>À propos de cette édition électronique</w:t>
      </w:r>
      <w:bookmarkEnd w:id="64"/>
      <w:bookmarkEnd w:id="65"/>
    </w:p>
    <w:p w14:paraId="2D245156" w14:textId="77777777" w:rsidR="002A694D" w:rsidRPr="00633842" w:rsidRDefault="002A694D" w:rsidP="002A694D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655113FA" w14:textId="77777777" w:rsidR="002A694D" w:rsidRPr="00633842" w:rsidRDefault="002A694D" w:rsidP="002A694D">
      <w:pPr>
        <w:pStyle w:val="Centr"/>
        <w:spacing w:before="180" w:after="180"/>
      </w:pPr>
      <w:r w:rsidRPr="00633842">
        <w:t>Corrections, édition, conversion informatique et public</w:t>
      </w:r>
      <w:r w:rsidRPr="00633842">
        <w:t>a</w:t>
      </w:r>
      <w:r w:rsidRPr="00633842">
        <w:t>tion par le groupe :</w:t>
      </w:r>
    </w:p>
    <w:p w14:paraId="72783F73" w14:textId="77777777" w:rsidR="002A694D" w:rsidRPr="00633842" w:rsidRDefault="002A694D" w:rsidP="002A694D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0A27129F" w14:textId="77777777" w:rsidR="002A694D" w:rsidRPr="00633842" w:rsidRDefault="002A694D" w:rsidP="002A694D">
      <w:pPr>
        <w:pStyle w:val="Centr"/>
        <w:spacing w:before="180" w:after="180"/>
      </w:pPr>
      <w:hyperlink r:id="rId11" w:history="1">
        <w:r w:rsidRPr="00F74CD6">
          <w:rPr>
            <w:rStyle w:val="Lienhypertexte"/>
          </w:rPr>
          <w:t>https://groups.google.com/g/ebooksgratuits</w:t>
        </w:r>
      </w:hyperlink>
    </w:p>
    <w:p w14:paraId="18020A59" w14:textId="6BCF4253" w:rsidR="002A694D" w:rsidRPr="00633842" w:rsidRDefault="002A694D" w:rsidP="002A694D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12" w:history="1">
        <w:r w:rsidRPr="00F5257C">
          <w:rPr>
            <w:rStyle w:val="Lienhypertexte"/>
            <w:b/>
            <w:bCs/>
            <w:szCs w:val="32"/>
          </w:rPr>
          <w:t>http</w:t>
        </w:r>
        <w:r w:rsidRPr="00F5257C">
          <w:rPr>
            <w:rStyle w:val="Lienhypertexte"/>
            <w:b/>
            <w:bCs/>
            <w:szCs w:val="32"/>
          </w:rPr>
          <w:t>s</w:t>
        </w:r>
        <w:r w:rsidRPr="00F5257C">
          <w:rPr>
            <w:rStyle w:val="Lienhypertexte"/>
            <w:b/>
            <w:bCs/>
            <w:szCs w:val="32"/>
          </w:rPr>
          <w:t>://www.ebooksgratuits.com/</w:t>
        </w:r>
      </w:hyperlink>
    </w:p>
    <w:p w14:paraId="2153AEBB" w14:textId="77777777" w:rsidR="002A694D" w:rsidRPr="00633842" w:rsidRDefault="002A694D" w:rsidP="002A694D">
      <w:pPr>
        <w:pStyle w:val="Centr"/>
        <w:spacing w:before="180" w:after="180"/>
      </w:pPr>
      <w:r w:rsidRPr="00633842">
        <w:t>—</w:t>
      </w:r>
    </w:p>
    <w:p w14:paraId="226310D4" w14:textId="6B28EDF5" w:rsidR="002A694D" w:rsidRPr="00633842" w:rsidRDefault="002A694D" w:rsidP="002A694D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Avril 2025</w:t>
      </w:r>
    </w:p>
    <w:p w14:paraId="4D896723" w14:textId="77777777" w:rsidR="002A694D" w:rsidRPr="00633842" w:rsidRDefault="002A694D" w:rsidP="002A694D">
      <w:pPr>
        <w:pStyle w:val="Centr"/>
        <w:spacing w:before="180" w:after="180"/>
      </w:pPr>
      <w:r w:rsidRPr="00633842">
        <w:t>—</w:t>
      </w:r>
    </w:p>
    <w:p w14:paraId="2B46868D" w14:textId="77777777" w:rsidR="002A694D" w:rsidRPr="00633842" w:rsidRDefault="002A694D" w:rsidP="002A694D">
      <w:pPr>
        <w:spacing w:before="180" w:after="180"/>
      </w:pPr>
      <w:r w:rsidRPr="00633842">
        <w:t>– </w:t>
      </w:r>
      <w:r w:rsidRPr="00633842">
        <w:rPr>
          <w:b/>
        </w:rPr>
        <w:t>Élaboration de ce livre électronique</w:t>
      </w:r>
      <w:r w:rsidRPr="00633842">
        <w:t> :</w:t>
      </w:r>
    </w:p>
    <w:p w14:paraId="4BA4AB16" w14:textId="126C8F16" w:rsidR="002A694D" w:rsidRPr="00633842" w:rsidRDefault="002A694D" w:rsidP="002A694D">
      <w:pPr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l’élaboration de ce livre, sont :</w:t>
      </w:r>
      <w:r>
        <w:t xml:space="preserve"> </w:t>
      </w:r>
      <w:proofErr w:type="spellStart"/>
      <w:r w:rsidRPr="002A694D">
        <w:t>BrussLimat</w:t>
      </w:r>
      <w:proofErr w:type="spellEnd"/>
      <w:r w:rsidRPr="002A694D">
        <w:t xml:space="preserve">, </w:t>
      </w:r>
      <w:proofErr w:type="spellStart"/>
      <w:r w:rsidRPr="002A694D">
        <w:t>YvetteT</w:t>
      </w:r>
      <w:proofErr w:type="spellEnd"/>
      <w:r w:rsidRPr="002A694D">
        <w:t xml:space="preserve">, Jean-Marc, </w:t>
      </w:r>
      <w:proofErr w:type="spellStart"/>
      <w:r w:rsidRPr="002A694D">
        <w:t>FabienB</w:t>
      </w:r>
      <w:proofErr w:type="spellEnd"/>
      <w:r>
        <w:t xml:space="preserve">, </w:t>
      </w:r>
      <w:proofErr w:type="spellStart"/>
      <w:r>
        <w:t>Coolmicro</w:t>
      </w:r>
      <w:proofErr w:type="spellEnd"/>
      <w:r>
        <w:t>.</w:t>
      </w:r>
    </w:p>
    <w:p w14:paraId="074438FF" w14:textId="77777777" w:rsidR="002A694D" w:rsidRPr="00633842" w:rsidRDefault="002A694D" w:rsidP="002A694D">
      <w:pPr>
        <w:spacing w:before="180" w:after="180"/>
      </w:pPr>
      <w:r w:rsidRPr="00633842">
        <w:t>– </w:t>
      </w:r>
      <w:r w:rsidRPr="00633842">
        <w:rPr>
          <w:b/>
        </w:rPr>
        <w:t>Dispositions</w:t>
      </w:r>
      <w:r w:rsidRPr="00633842">
        <w:t> :</w:t>
      </w:r>
    </w:p>
    <w:p w14:paraId="5F4B457C" w14:textId="77777777" w:rsidR="002A694D" w:rsidRPr="00633842" w:rsidRDefault="002A694D" w:rsidP="002A694D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65B57E63" w14:textId="77777777" w:rsidR="002A694D" w:rsidRPr="00633842" w:rsidRDefault="002A694D" w:rsidP="002A694D">
      <w:pPr>
        <w:spacing w:before="180" w:after="180"/>
      </w:pPr>
      <w:r w:rsidRPr="00633842">
        <w:t>– </w:t>
      </w:r>
      <w:r w:rsidRPr="00633842">
        <w:rPr>
          <w:b/>
        </w:rPr>
        <w:t>Qualité</w:t>
      </w:r>
      <w:r w:rsidRPr="00633842">
        <w:t> :</w:t>
      </w:r>
    </w:p>
    <w:p w14:paraId="7EBE7BB8" w14:textId="77777777" w:rsidR="002A694D" w:rsidRPr="00633842" w:rsidRDefault="002A694D" w:rsidP="002A694D">
      <w:pPr>
        <w:spacing w:before="180" w:after="180"/>
      </w:pPr>
      <w:r w:rsidRPr="00633842">
        <w:t>Les textes sont livrés tels quels sans garantie de leur int</w:t>
      </w:r>
      <w:r w:rsidRPr="00633842">
        <w:t>é</w:t>
      </w:r>
      <w:r w:rsidRPr="00633842">
        <w:t>grité parfaite par rapport à l'original. Nous rappelons que c'est un travail d'amateurs non rétribués et que nous essayons de promouvoir la culture littéraire avec de maigres moyens.</w:t>
      </w:r>
    </w:p>
    <w:p w14:paraId="6C9D474A" w14:textId="77777777" w:rsidR="002A694D" w:rsidRPr="00633842" w:rsidRDefault="002A694D" w:rsidP="002A694D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6B19BEA8" w14:textId="0FEE689B" w:rsidR="00033562" w:rsidRDefault="002A694D" w:rsidP="002A694D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033562" w:rsidSect="002A694D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23D50" w14:textId="77777777" w:rsidR="007E21FD" w:rsidRDefault="007E21FD">
      <w:r>
        <w:separator/>
      </w:r>
    </w:p>
  </w:endnote>
  <w:endnote w:type="continuationSeparator" w:id="0">
    <w:p w14:paraId="096D0313" w14:textId="77777777" w:rsidR="007E21FD" w:rsidRDefault="007E2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D4610" w14:textId="77777777" w:rsidR="00C33217" w:rsidRDefault="00C33217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B27708">
      <w:rPr>
        <w:rStyle w:val="Numrodepage"/>
        <w:noProof/>
      </w:rPr>
      <w:t>158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E7421" w14:textId="77777777" w:rsidR="00C33217" w:rsidRDefault="00C33217">
    <w:pPr>
      <w:pStyle w:val="Pieddepage"/>
      <w:rPr>
        <w:sz w:val="30"/>
        <w:szCs w:val="30"/>
      </w:rPr>
    </w:pPr>
    <w:r>
      <w:rPr>
        <w:sz w:val="30"/>
        <w:szCs w:val="30"/>
      </w:rPr>
      <w:t xml:space="preserve">– </w:t>
    </w:r>
    <w:r>
      <w:rPr>
        <w:rStyle w:val="Numrodepage"/>
        <w:sz w:val="30"/>
        <w:szCs w:val="30"/>
      </w:rPr>
      <w:fldChar w:fldCharType="begin"/>
    </w:r>
    <w:r>
      <w:rPr>
        <w:rStyle w:val="Numrodepage"/>
        <w:sz w:val="30"/>
        <w:szCs w:val="30"/>
      </w:rPr>
      <w:instrText xml:space="preserve"> PAGE </w:instrText>
    </w:r>
    <w:r>
      <w:rPr>
        <w:rStyle w:val="Numrodepage"/>
        <w:sz w:val="30"/>
        <w:szCs w:val="30"/>
      </w:rPr>
      <w:fldChar w:fldCharType="separate"/>
    </w:r>
    <w:r w:rsidR="00B27708">
      <w:rPr>
        <w:rStyle w:val="Numrodepage"/>
        <w:noProof/>
        <w:sz w:val="30"/>
        <w:szCs w:val="30"/>
      </w:rPr>
      <w:t>3</w:t>
    </w:r>
    <w:r>
      <w:rPr>
        <w:rStyle w:val="Numrodepage"/>
        <w:sz w:val="30"/>
        <w:szCs w:val="30"/>
      </w:rPr>
      <w:fldChar w:fldCharType="end"/>
    </w:r>
    <w:r>
      <w:rPr>
        <w:rStyle w:val="Numrodepage"/>
        <w:sz w:val="30"/>
        <w:szCs w:val="30"/>
      </w:rPr>
      <w:t xml:space="preserve">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ACF9A" w14:textId="77777777" w:rsidR="007E21FD" w:rsidRDefault="007E21FD">
      <w:r>
        <w:separator/>
      </w:r>
    </w:p>
  </w:footnote>
  <w:footnote w:type="continuationSeparator" w:id="0">
    <w:p w14:paraId="54198006" w14:textId="77777777" w:rsidR="007E21FD" w:rsidRDefault="007E2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972210">
    <w:abstractNumId w:val="11"/>
  </w:num>
  <w:num w:numId="2" w16cid:durableId="857428592">
    <w:abstractNumId w:val="12"/>
  </w:num>
  <w:num w:numId="3" w16cid:durableId="1681858758">
    <w:abstractNumId w:val="13"/>
  </w:num>
  <w:num w:numId="4" w16cid:durableId="2070180224">
    <w:abstractNumId w:val="14"/>
  </w:num>
  <w:num w:numId="5" w16cid:durableId="252016264">
    <w:abstractNumId w:val="8"/>
  </w:num>
  <w:num w:numId="6" w16cid:durableId="364599402">
    <w:abstractNumId w:val="3"/>
  </w:num>
  <w:num w:numId="7" w16cid:durableId="613635682">
    <w:abstractNumId w:val="2"/>
  </w:num>
  <w:num w:numId="8" w16cid:durableId="609553366">
    <w:abstractNumId w:val="1"/>
  </w:num>
  <w:num w:numId="9" w16cid:durableId="830949011">
    <w:abstractNumId w:val="0"/>
  </w:num>
  <w:num w:numId="10" w16cid:durableId="1164322211">
    <w:abstractNumId w:val="9"/>
  </w:num>
  <w:num w:numId="11" w16cid:durableId="635990143">
    <w:abstractNumId w:val="7"/>
  </w:num>
  <w:num w:numId="12" w16cid:durableId="2113936918">
    <w:abstractNumId w:val="6"/>
  </w:num>
  <w:num w:numId="13" w16cid:durableId="1506937186">
    <w:abstractNumId w:val="5"/>
  </w:num>
  <w:num w:numId="14" w16cid:durableId="517156235">
    <w:abstractNumId w:val="4"/>
  </w:num>
  <w:num w:numId="15" w16cid:durableId="18441230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8"/>
    <w:rsid w:val="00001285"/>
    <w:rsid w:val="000119AC"/>
    <w:rsid w:val="00021C38"/>
    <w:rsid w:val="00033562"/>
    <w:rsid w:val="00035C3A"/>
    <w:rsid w:val="00045F75"/>
    <w:rsid w:val="000624DA"/>
    <w:rsid w:val="00066E2D"/>
    <w:rsid w:val="00067167"/>
    <w:rsid w:val="00077531"/>
    <w:rsid w:val="000F7F4B"/>
    <w:rsid w:val="0010298A"/>
    <w:rsid w:val="001635FE"/>
    <w:rsid w:val="00176FA6"/>
    <w:rsid w:val="00203135"/>
    <w:rsid w:val="00284AF2"/>
    <w:rsid w:val="002A09FE"/>
    <w:rsid w:val="002A694D"/>
    <w:rsid w:val="002C67B6"/>
    <w:rsid w:val="002E4734"/>
    <w:rsid w:val="00311C87"/>
    <w:rsid w:val="0032506F"/>
    <w:rsid w:val="00335365"/>
    <w:rsid w:val="00336E88"/>
    <w:rsid w:val="00367258"/>
    <w:rsid w:val="003F6FF9"/>
    <w:rsid w:val="00431C66"/>
    <w:rsid w:val="004618A4"/>
    <w:rsid w:val="00466185"/>
    <w:rsid w:val="004856F7"/>
    <w:rsid w:val="004C3D05"/>
    <w:rsid w:val="004C7D31"/>
    <w:rsid w:val="0051085B"/>
    <w:rsid w:val="00554C93"/>
    <w:rsid w:val="00576E04"/>
    <w:rsid w:val="005C4D38"/>
    <w:rsid w:val="005E4518"/>
    <w:rsid w:val="00604867"/>
    <w:rsid w:val="0061214E"/>
    <w:rsid w:val="00640C4F"/>
    <w:rsid w:val="00703D4D"/>
    <w:rsid w:val="00705271"/>
    <w:rsid w:val="00722EA0"/>
    <w:rsid w:val="007549CD"/>
    <w:rsid w:val="0076257B"/>
    <w:rsid w:val="0076513E"/>
    <w:rsid w:val="0078241C"/>
    <w:rsid w:val="007841D8"/>
    <w:rsid w:val="007A353A"/>
    <w:rsid w:val="007B6898"/>
    <w:rsid w:val="007C1C6B"/>
    <w:rsid w:val="007C56AC"/>
    <w:rsid w:val="007E0F7B"/>
    <w:rsid w:val="007E21FD"/>
    <w:rsid w:val="007F5860"/>
    <w:rsid w:val="00825620"/>
    <w:rsid w:val="00856DF4"/>
    <w:rsid w:val="00863B07"/>
    <w:rsid w:val="008840CC"/>
    <w:rsid w:val="008F106B"/>
    <w:rsid w:val="00930A77"/>
    <w:rsid w:val="00946EE4"/>
    <w:rsid w:val="00951E57"/>
    <w:rsid w:val="00987D49"/>
    <w:rsid w:val="009B3DDD"/>
    <w:rsid w:val="00AB5337"/>
    <w:rsid w:val="00AB6D1A"/>
    <w:rsid w:val="00AD4BBC"/>
    <w:rsid w:val="00AF0A3E"/>
    <w:rsid w:val="00B1136E"/>
    <w:rsid w:val="00B241D4"/>
    <w:rsid w:val="00B27708"/>
    <w:rsid w:val="00B33EFA"/>
    <w:rsid w:val="00B909AE"/>
    <w:rsid w:val="00BA7596"/>
    <w:rsid w:val="00BD0C07"/>
    <w:rsid w:val="00BF29E4"/>
    <w:rsid w:val="00C23D1F"/>
    <w:rsid w:val="00C323C1"/>
    <w:rsid w:val="00C33217"/>
    <w:rsid w:val="00C43D20"/>
    <w:rsid w:val="00C51E70"/>
    <w:rsid w:val="00C55CA7"/>
    <w:rsid w:val="00C82075"/>
    <w:rsid w:val="00C82867"/>
    <w:rsid w:val="00C877F6"/>
    <w:rsid w:val="00D02BDE"/>
    <w:rsid w:val="00D47BCF"/>
    <w:rsid w:val="00D57E8F"/>
    <w:rsid w:val="00D80434"/>
    <w:rsid w:val="00D9756D"/>
    <w:rsid w:val="00DB636B"/>
    <w:rsid w:val="00DD7BB4"/>
    <w:rsid w:val="00DF43DD"/>
    <w:rsid w:val="00E30FAD"/>
    <w:rsid w:val="00E35262"/>
    <w:rsid w:val="00E35EE1"/>
    <w:rsid w:val="00E847C9"/>
    <w:rsid w:val="00E90A7B"/>
    <w:rsid w:val="00EC6C57"/>
    <w:rsid w:val="00F42B6E"/>
    <w:rsid w:val="00F74495"/>
    <w:rsid w:val="00FD5C53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20EC8"/>
  <w15:chartTrackingRefBased/>
  <w15:docId w15:val="{A5F4E5BB-6717-4F39-95A4-775D7B84D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D49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link w:val="Titre1Car"/>
    <w:qFormat/>
    <w:rsid w:val="00987D49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link w:val="Titre2Car"/>
    <w:qFormat/>
    <w:rsid w:val="00987D49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link w:val="Titre3Car"/>
    <w:qFormat/>
    <w:rsid w:val="00987D49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987D49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987D49"/>
  </w:style>
  <w:style w:type="character" w:styleId="Lienhypertexte">
    <w:name w:val="Hyperlink"/>
    <w:uiPriority w:val="99"/>
    <w:rsid w:val="00987D49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987D49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link w:val="En-tteCar"/>
    <w:rsid w:val="00987D4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987D49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987D49"/>
  </w:style>
  <w:style w:type="paragraph" w:styleId="TM2">
    <w:name w:val="toc 2"/>
    <w:basedOn w:val="Normal"/>
    <w:next w:val="Normal"/>
    <w:autoRedefine/>
    <w:uiPriority w:val="39"/>
    <w:rsid w:val="00987D49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987D49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rsid w:val="00987D49"/>
    <w:pPr>
      <w:ind w:left="780"/>
    </w:pPr>
  </w:style>
  <w:style w:type="paragraph" w:styleId="TM5">
    <w:name w:val="toc 5"/>
    <w:basedOn w:val="Normal"/>
    <w:next w:val="Normal"/>
    <w:autoRedefine/>
    <w:rsid w:val="00987D49"/>
    <w:pPr>
      <w:ind w:left="1040"/>
    </w:pPr>
  </w:style>
  <w:style w:type="paragraph" w:styleId="TM6">
    <w:name w:val="toc 6"/>
    <w:basedOn w:val="Normal"/>
    <w:next w:val="Normal"/>
    <w:autoRedefine/>
    <w:rsid w:val="00987D49"/>
    <w:pPr>
      <w:ind w:left="1300"/>
    </w:pPr>
  </w:style>
  <w:style w:type="paragraph" w:styleId="TM7">
    <w:name w:val="toc 7"/>
    <w:basedOn w:val="Normal"/>
    <w:next w:val="Normal"/>
    <w:autoRedefine/>
    <w:rsid w:val="00987D49"/>
    <w:pPr>
      <w:ind w:left="1560"/>
    </w:pPr>
  </w:style>
  <w:style w:type="paragraph" w:styleId="TM8">
    <w:name w:val="toc 8"/>
    <w:basedOn w:val="Normal"/>
    <w:next w:val="Normal"/>
    <w:autoRedefine/>
    <w:rsid w:val="00987D49"/>
    <w:pPr>
      <w:ind w:left="1820"/>
    </w:pPr>
  </w:style>
  <w:style w:type="paragraph" w:styleId="TM9">
    <w:name w:val="toc 9"/>
    <w:basedOn w:val="Normal"/>
    <w:next w:val="Normal"/>
    <w:autoRedefine/>
    <w:rsid w:val="00987D49"/>
    <w:pPr>
      <w:ind w:left="2080"/>
    </w:pPr>
  </w:style>
  <w:style w:type="character" w:styleId="Appelnotedebasdep">
    <w:name w:val="footnote reference"/>
    <w:qFormat/>
    <w:rsid w:val="00987D49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link w:val="NotedebasdepageCar"/>
    <w:qFormat/>
    <w:rsid w:val="00987D49"/>
    <w:rPr>
      <w:szCs w:val="30"/>
    </w:rPr>
  </w:style>
  <w:style w:type="paragraph" w:customStyle="1" w:styleId="Auteur">
    <w:name w:val="Auteur"/>
    <w:basedOn w:val="Normal"/>
    <w:rsid w:val="00987D49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987D49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987D49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Photoauteur">
    <w:name w:val="Photo_auteur"/>
    <w:basedOn w:val="Normal"/>
    <w:rsid w:val="00987D49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987D49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987D49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customStyle="1" w:styleId="Centr">
    <w:name w:val="Centré"/>
    <w:basedOn w:val="Normal"/>
    <w:rsid w:val="00987D49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987D49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987D49"/>
    <w:pPr>
      <w:keepNext/>
    </w:pPr>
  </w:style>
  <w:style w:type="paragraph" w:customStyle="1" w:styleId="NormalSautPageAvant">
    <w:name w:val="NormalSautPageAvant"/>
    <w:basedOn w:val="Normal"/>
    <w:qFormat/>
    <w:rsid w:val="00987D49"/>
    <w:pPr>
      <w:pageBreakBefore/>
    </w:pPr>
  </w:style>
  <w:style w:type="paragraph" w:customStyle="1" w:styleId="NormalEspAvtGrand">
    <w:name w:val="NormalEspAvtGrand"/>
    <w:basedOn w:val="Normal"/>
    <w:rsid w:val="00987D49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987D49"/>
    <w:pPr>
      <w:spacing w:before="0"/>
    </w:pPr>
  </w:style>
  <w:style w:type="paragraph" w:customStyle="1" w:styleId="CentrEspApr0">
    <w:name w:val="CentréEspApr0"/>
    <w:basedOn w:val="Centr"/>
    <w:next w:val="Normal"/>
    <w:rsid w:val="00987D49"/>
    <w:pPr>
      <w:spacing w:after="0"/>
    </w:pPr>
  </w:style>
  <w:style w:type="paragraph" w:customStyle="1" w:styleId="CentrEspAvt0EspApr0">
    <w:name w:val="CentréEspAvt0EspApr0"/>
    <w:basedOn w:val="Centr"/>
    <w:rsid w:val="00987D49"/>
    <w:pPr>
      <w:spacing w:before="0" w:after="0"/>
    </w:pPr>
  </w:style>
  <w:style w:type="paragraph" w:customStyle="1" w:styleId="Droite">
    <w:name w:val="Droite"/>
    <w:basedOn w:val="Normal"/>
    <w:next w:val="Normal"/>
    <w:rsid w:val="00987D49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987D49"/>
    <w:pPr>
      <w:ind w:left="680"/>
    </w:pPr>
  </w:style>
  <w:style w:type="paragraph" w:customStyle="1" w:styleId="DroiteRetraitGauche2X">
    <w:name w:val="DroiteRetraitGauche2X"/>
    <w:basedOn w:val="Droite"/>
    <w:next w:val="Normal"/>
    <w:rsid w:val="00987D49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987D49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987D49"/>
    <w:pPr>
      <w:ind w:left="2722"/>
    </w:pPr>
  </w:style>
  <w:style w:type="paragraph" w:customStyle="1" w:styleId="Taille-1Normal">
    <w:name w:val="Taille-1Normal"/>
    <w:basedOn w:val="Normal"/>
    <w:rsid w:val="00987D49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987D49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987D49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987D49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987D49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987D49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987D49"/>
    <w:pPr>
      <w:ind w:firstLine="0"/>
    </w:pPr>
  </w:style>
  <w:style w:type="paragraph" w:customStyle="1" w:styleId="Taille-1RetraitGauche4XIndent0">
    <w:name w:val="Taille-1RetraitGauche4XIndent0"/>
    <w:basedOn w:val="Taille-1Normal"/>
    <w:rsid w:val="00987D49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987D49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987D49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987D49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987D49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987D49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987D49"/>
    <w:pPr>
      <w:ind w:firstLine="0"/>
    </w:pPr>
  </w:style>
  <w:style w:type="paragraph" w:customStyle="1" w:styleId="NormalRetraitGauche4XIndent0">
    <w:name w:val="NormalRetraitGauche4XIndent0"/>
    <w:basedOn w:val="Normal"/>
    <w:rsid w:val="00987D49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unhideWhenUsed/>
    <w:qFormat/>
    <w:rsid w:val="00987D49"/>
    <w:rPr>
      <w:szCs w:val="20"/>
      <w:lang w:val="x-none" w:eastAsia="x-none"/>
    </w:rPr>
  </w:style>
  <w:style w:type="character" w:customStyle="1" w:styleId="NotedefinCar1">
    <w:name w:val="Note de fin Car1"/>
    <w:rsid w:val="005C4D38"/>
    <w:rPr>
      <w:rFonts w:ascii="Georgia" w:hAnsi="Georgia"/>
      <w:sz w:val="28"/>
    </w:rPr>
  </w:style>
  <w:style w:type="character" w:styleId="Appeldenotedefin">
    <w:name w:val="endnote reference"/>
    <w:uiPriority w:val="99"/>
    <w:unhideWhenUsed/>
    <w:qFormat/>
    <w:rsid w:val="00987D49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987D49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987D49"/>
    <w:pPr>
      <w:ind w:left="1360" w:hanging="680"/>
    </w:pPr>
  </w:style>
  <w:style w:type="paragraph" w:customStyle="1" w:styleId="NormalEspAvt0EspApr0">
    <w:name w:val="NormalEspAvt0EspApr0"/>
    <w:basedOn w:val="Normal"/>
    <w:rsid w:val="00987D49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987D49"/>
    <w:pPr>
      <w:ind w:left="2041" w:hanging="680"/>
    </w:pPr>
  </w:style>
  <w:style w:type="paragraph" w:customStyle="1" w:styleId="NormalSuspendu1XRetrait3X">
    <w:name w:val="NormalSuspendu1XRetrait3X"/>
    <w:basedOn w:val="Normal"/>
    <w:rsid w:val="00987D49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987D49"/>
    <w:pPr>
      <w:ind w:left="3402" w:hanging="680"/>
    </w:pPr>
    <w:rPr>
      <w:szCs w:val="20"/>
    </w:rPr>
  </w:style>
  <w:style w:type="character" w:customStyle="1" w:styleId="Absatz-Standardschriftart">
    <w:name w:val="Absatz-Standardschriftart"/>
    <w:rsid w:val="002C67B6"/>
  </w:style>
  <w:style w:type="character" w:customStyle="1" w:styleId="WW-Absatz-Standardschriftart">
    <w:name w:val="WW-Absatz-Standardschriftart"/>
    <w:rsid w:val="002C67B6"/>
  </w:style>
  <w:style w:type="character" w:customStyle="1" w:styleId="WW-Absatz-Standardschriftart1">
    <w:name w:val="WW-Absatz-Standardschriftart1"/>
    <w:rsid w:val="002C67B6"/>
  </w:style>
  <w:style w:type="character" w:customStyle="1" w:styleId="WW-Absatz-Standardschriftart11">
    <w:name w:val="WW-Absatz-Standardschriftart11"/>
    <w:rsid w:val="002C67B6"/>
  </w:style>
  <w:style w:type="character" w:customStyle="1" w:styleId="WW-Absatz-Standardschriftart111">
    <w:name w:val="WW-Absatz-Standardschriftart111"/>
    <w:rsid w:val="002C67B6"/>
  </w:style>
  <w:style w:type="character" w:customStyle="1" w:styleId="WW-Absatz-Standardschriftart1111">
    <w:name w:val="WW-Absatz-Standardschriftart1111"/>
    <w:rsid w:val="002C67B6"/>
  </w:style>
  <w:style w:type="character" w:customStyle="1" w:styleId="WW8Num5z0">
    <w:name w:val="WW8Num5z0"/>
    <w:rsid w:val="002C67B6"/>
    <w:rPr>
      <w:rFonts w:ascii="Symbol" w:hAnsi="Symbol" w:cs="Symbol"/>
    </w:rPr>
  </w:style>
  <w:style w:type="character" w:customStyle="1" w:styleId="WW8Num6z0">
    <w:name w:val="WW8Num6z0"/>
    <w:rsid w:val="002C67B6"/>
    <w:rPr>
      <w:rFonts w:ascii="Symbol" w:hAnsi="Symbol" w:cs="Symbol"/>
    </w:rPr>
  </w:style>
  <w:style w:type="character" w:customStyle="1" w:styleId="WW8Num7z0">
    <w:name w:val="WW8Num7z0"/>
    <w:rsid w:val="002C67B6"/>
    <w:rPr>
      <w:rFonts w:ascii="Symbol" w:hAnsi="Symbol" w:cs="Symbol"/>
    </w:rPr>
  </w:style>
  <w:style w:type="character" w:customStyle="1" w:styleId="WW8Num8z0">
    <w:name w:val="WW8Num8z0"/>
    <w:rsid w:val="002C67B6"/>
    <w:rPr>
      <w:rFonts w:ascii="Symbol" w:hAnsi="Symbol" w:cs="Symbol"/>
    </w:rPr>
  </w:style>
  <w:style w:type="character" w:customStyle="1" w:styleId="WW8Num10z0">
    <w:name w:val="WW8Num10z0"/>
    <w:rsid w:val="002C67B6"/>
    <w:rPr>
      <w:rFonts w:ascii="Symbol" w:hAnsi="Symbol" w:cs="Symbol"/>
    </w:rPr>
  </w:style>
  <w:style w:type="character" w:customStyle="1" w:styleId="WW8Num11z0">
    <w:name w:val="WW8Num11z0"/>
    <w:rsid w:val="002C67B6"/>
    <w:rPr>
      <w:rFonts w:ascii="Symbol" w:hAnsi="Symbol" w:cs="Symbol"/>
      <w:sz w:val="20"/>
    </w:rPr>
  </w:style>
  <w:style w:type="character" w:customStyle="1" w:styleId="WW8Num11z1">
    <w:name w:val="WW8Num11z1"/>
    <w:rsid w:val="002C67B6"/>
    <w:rPr>
      <w:rFonts w:ascii="Courier New" w:hAnsi="Courier New" w:cs="Courier New"/>
      <w:sz w:val="20"/>
    </w:rPr>
  </w:style>
  <w:style w:type="character" w:customStyle="1" w:styleId="WW8Num11z2">
    <w:name w:val="WW8Num11z2"/>
    <w:rsid w:val="002C67B6"/>
    <w:rPr>
      <w:rFonts w:ascii="Wingdings" w:hAnsi="Wingdings" w:cs="Wingdings"/>
      <w:sz w:val="20"/>
    </w:rPr>
  </w:style>
  <w:style w:type="character" w:customStyle="1" w:styleId="WW8Num12z0">
    <w:name w:val="WW8Num12z0"/>
    <w:rsid w:val="002C67B6"/>
    <w:rPr>
      <w:rFonts w:ascii="Symbol" w:hAnsi="Symbol" w:cs="Symbol"/>
      <w:sz w:val="20"/>
    </w:rPr>
  </w:style>
  <w:style w:type="character" w:customStyle="1" w:styleId="WW8Num12z1">
    <w:name w:val="WW8Num12z1"/>
    <w:rsid w:val="002C67B6"/>
    <w:rPr>
      <w:rFonts w:ascii="Courier New" w:hAnsi="Courier New" w:cs="Courier New"/>
      <w:sz w:val="20"/>
    </w:rPr>
  </w:style>
  <w:style w:type="character" w:customStyle="1" w:styleId="WW8Num12z2">
    <w:name w:val="WW8Num12z2"/>
    <w:rsid w:val="002C67B6"/>
    <w:rPr>
      <w:rFonts w:ascii="Wingdings" w:hAnsi="Wingdings" w:cs="Wingdings"/>
      <w:sz w:val="20"/>
    </w:rPr>
  </w:style>
  <w:style w:type="character" w:customStyle="1" w:styleId="WW8Num13z0">
    <w:name w:val="WW8Num13z0"/>
    <w:rsid w:val="002C67B6"/>
    <w:rPr>
      <w:rFonts w:ascii="Symbol" w:hAnsi="Symbol" w:cs="Symbol"/>
      <w:sz w:val="20"/>
    </w:rPr>
  </w:style>
  <w:style w:type="character" w:customStyle="1" w:styleId="WW8Num13z1">
    <w:name w:val="WW8Num13z1"/>
    <w:rsid w:val="002C67B6"/>
    <w:rPr>
      <w:rFonts w:ascii="Courier New" w:hAnsi="Courier New" w:cs="Courier New"/>
      <w:sz w:val="20"/>
    </w:rPr>
  </w:style>
  <w:style w:type="character" w:customStyle="1" w:styleId="WW8Num13z2">
    <w:name w:val="WW8Num13z2"/>
    <w:rsid w:val="002C67B6"/>
    <w:rPr>
      <w:rFonts w:ascii="Wingdings" w:hAnsi="Wingdings" w:cs="Wingdings"/>
      <w:sz w:val="20"/>
    </w:rPr>
  </w:style>
  <w:style w:type="character" w:customStyle="1" w:styleId="WW8Num14z0">
    <w:name w:val="WW8Num14z0"/>
    <w:rsid w:val="002C67B6"/>
    <w:rPr>
      <w:rFonts w:ascii="Symbol" w:hAnsi="Symbol" w:cs="Symbol"/>
      <w:sz w:val="20"/>
    </w:rPr>
  </w:style>
  <w:style w:type="character" w:customStyle="1" w:styleId="WW8Num14z1">
    <w:name w:val="WW8Num14z1"/>
    <w:rsid w:val="002C67B6"/>
    <w:rPr>
      <w:rFonts w:ascii="Courier New" w:hAnsi="Courier New" w:cs="Courier New"/>
      <w:sz w:val="20"/>
    </w:rPr>
  </w:style>
  <w:style w:type="character" w:customStyle="1" w:styleId="WW8Num14z2">
    <w:name w:val="WW8Num14z2"/>
    <w:rsid w:val="002C67B6"/>
    <w:rPr>
      <w:rFonts w:ascii="Wingdings" w:hAnsi="Wingdings" w:cs="Wingdings"/>
      <w:sz w:val="20"/>
    </w:rPr>
  </w:style>
  <w:style w:type="character" w:customStyle="1" w:styleId="Policepardfaut1">
    <w:name w:val="Police par défaut1"/>
    <w:rsid w:val="002C67B6"/>
  </w:style>
  <w:style w:type="character" w:customStyle="1" w:styleId="Caractresdenotedebasdepage">
    <w:name w:val="Caractères de note de bas de page"/>
    <w:rsid w:val="002C67B6"/>
    <w:rPr>
      <w:rFonts w:ascii="Georgia" w:hAnsi="Georgia" w:cs="Georgia"/>
      <w:b/>
      <w:sz w:val="32"/>
      <w:vertAlign w:val="superscript"/>
    </w:rPr>
  </w:style>
  <w:style w:type="character" w:customStyle="1" w:styleId="NotedefinCar">
    <w:name w:val="Note de fin Car"/>
    <w:link w:val="Notedefin"/>
    <w:uiPriority w:val="99"/>
    <w:rsid w:val="00987D49"/>
    <w:rPr>
      <w:rFonts w:ascii="Amasis30" w:hAnsi="Amasis30"/>
      <w:sz w:val="32"/>
      <w:lang w:val="x-none" w:eastAsia="x-none"/>
    </w:rPr>
  </w:style>
  <w:style w:type="character" w:customStyle="1" w:styleId="Caractresdenotedefin">
    <w:name w:val="Caractères de note de fin"/>
    <w:rsid w:val="002C67B6"/>
    <w:rPr>
      <w:rFonts w:ascii="Georgia" w:hAnsi="Georgia" w:cs="Georgia"/>
      <w:b/>
      <w:sz w:val="32"/>
      <w:vertAlign w:val="superscript"/>
    </w:rPr>
  </w:style>
  <w:style w:type="character" w:styleId="Lienhypertextesuivivisit">
    <w:name w:val="FollowedHyperlink"/>
    <w:rsid w:val="002C67B6"/>
    <w:rPr>
      <w:color w:val="800080"/>
      <w:u w:val="single"/>
    </w:rPr>
  </w:style>
  <w:style w:type="paragraph" w:customStyle="1" w:styleId="Titre10">
    <w:name w:val="Titre1"/>
    <w:basedOn w:val="Normal"/>
    <w:next w:val="Corpsdetexte"/>
    <w:rsid w:val="002C67B6"/>
    <w:pPr>
      <w:keepNext/>
      <w:spacing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rsid w:val="002C67B6"/>
    <w:pPr>
      <w:spacing w:before="0" w:after="120"/>
    </w:pPr>
  </w:style>
  <w:style w:type="paragraph" w:styleId="Liste">
    <w:name w:val="List"/>
    <w:basedOn w:val="Corpsdetexte"/>
    <w:rsid w:val="002C67B6"/>
    <w:rPr>
      <w:rFonts w:cs="Mangal"/>
    </w:rPr>
  </w:style>
  <w:style w:type="paragraph" w:customStyle="1" w:styleId="Lgende1">
    <w:name w:val="Légende1"/>
    <w:basedOn w:val="Normal"/>
    <w:rsid w:val="002C67B6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Normal"/>
    <w:rsid w:val="002C67B6"/>
    <w:pPr>
      <w:suppressLineNumbers/>
    </w:pPr>
    <w:rPr>
      <w:rFonts w:cs="Mangal"/>
    </w:rPr>
  </w:style>
  <w:style w:type="paragraph" w:styleId="Explorateurdedocuments0">
    <w:name w:val="Document Map"/>
    <w:basedOn w:val="Normal"/>
    <w:rsid w:val="00987D49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2C67B6"/>
    <w:pPr>
      <w:spacing w:before="280" w:after="280"/>
      <w:ind w:firstLine="0"/>
      <w:jc w:val="left"/>
    </w:pPr>
    <w:rPr>
      <w:rFonts w:ascii="Times New Roman" w:hAnsi="Times New Roman"/>
      <w:sz w:val="24"/>
    </w:rPr>
  </w:style>
  <w:style w:type="paragraph" w:styleId="Retrait1religne">
    <w:name w:val="Body Text First Indent"/>
    <w:basedOn w:val="Corpsdetexte"/>
    <w:rsid w:val="002C67B6"/>
    <w:pPr>
      <w:ind w:firstLine="283"/>
    </w:pPr>
  </w:style>
  <w:style w:type="character" w:styleId="Marquedecommentaire">
    <w:name w:val="annotation reference"/>
    <w:semiHidden/>
    <w:rsid w:val="00AB6D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B6D1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rsid w:val="00AB6D1A"/>
    <w:rPr>
      <w:b/>
      <w:bCs/>
    </w:rPr>
  </w:style>
  <w:style w:type="paragraph" w:styleId="Textedebulles">
    <w:name w:val="Balloon Text"/>
    <w:basedOn w:val="Normal"/>
    <w:link w:val="TextedebullesCar"/>
    <w:rsid w:val="00AB6D1A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sid w:val="00B27708"/>
    <w:rPr>
      <w:rFonts w:ascii="Amasis30" w:hAnsi="Amasis30" w:cs="Arial"/>
      <w:b/>
      <w:bCs/>
      <w:sz w:val="48"/>
      <w:szCs w:val="44"/>
    </w:rPr>
  </w:style>
  <w:style w:type="character" w:customStyle="1" w:styleId="Titre2Car">
    <w:name w:val="Titre 2 Car"/>
    <w:link w:val="Titre2"/>
    <w:rsid w:val="00B27708"/>
    <w:rPr>
      <w:rFonts w:ascii="Amasis30" w:hAnsi="Amasis30" w:cs="Arial"/>
      <w:b/>
      <w:bCs/>
      <w:iCs/>
      <w:sz w:val="44"/>
      <w:szCs w:val="40"/>
    </w:rPr>
  </w:style>
  <w:style w:type="character" w:customStyle="1" w:styleId="Titre3Car">
    <w:name w:val="Titre 3 Car"/>
    <w:link w:val="Titre3"/>
    <w:rsid w:val="00B27708"/>
    <w:rPr>
      <w:rFonts w:ascii="Amasis30" w:hAnsi="Amasis30" w:cs="Arial"/>
      <w:b/>
      <w:bCs/>
      <w:sz w:val="40"/>
      <w:szCs w:val="36"/>
    </w:rPr>
  </w:style>
  <w:style w:type="character" w:customStyle="1" w:styleId="WW8Num15z0">
    <w:name w:val="WW8Num15z0"/>
    <w:rsid w:val="00B27708"/>
    <w:rPr>
      <w:rFonts w:ascii="Symbol" w:hAnsi="Symbol" w:cs="Symbol"/>
      <w:sz w:val="20"/>
    </w:rPr>
  </w:style>
  <w:style w:type="character" w:customStyle="1" w:styleId="WW8Num15z1">
    <w:name w:val="WW8Num15z1"/>
    <w:rsid w:val="00B27708"/>
    <w:rPr>
      <w:rFonts w:ascii="Courier New" w:hAnsi="Courier New" w:cs="Courier New"/>
      <w:sz w:val="20"/>
    </w:rPr>
  </w:style>
  <w:style w:type="character" w:customStyle="1" w:styleId="WW8Num15z2">
    <w:name w:val="WW8Num15z2"/>
    <w:rsid w:val="00B27708"/>
    <w:rPr>
      <w:rFonts w:ascii="Wingdings" w:hAnsi="Wingdings" w:cs="Wingdings"/>
      <w:sz w:val="20"/>
    </w:rPr>
  </w:style>
  <w:style w:type="character" w:customStyle="1" w:styleId="Policepardfaut2">
    <w:name w:val="Police par défaut2"/>
    <w:rsid w:val="00B27708"/>
  </w:style>
  <w:style w:type="character" w:customStyle="1" w:styleId="Car">
    <w:name w:val=" Car"/>
    <w:rsid w:val="00B27708"/>
    <w:rPr>
      <w:rFonts w:ascii="Georgia" w:hAnsi="Georgia" w:cs="Georgia"/>
      <w:sz w:val="28"/>
    </w:rPr>
  </w:style>
  <w:style w:type="character" w:customStyle="1" w:styleId="WW-Caractresdenotedebasdepage">
    <w:name w:val="WW-Caractères de note de bas de page"/>
    <w:rsid w:val="00B27708"/>
    <w:rPr>
      <w:rFonts w:ascii="Georgia" w:hAnsi="Georgia" w:cs="Georgia"/>
      <w:b/>
      <w:sz w:val="32"/>
      <w:vertAlign w:val="superscript"/>
    </w:rPr>
  </w:style>
  <w:style w:type="character" w:customStyle="1" w:styleId="WW-Caractresdenotedefin">
    <w:name w:val="WW-Caractères de note de fin"/>
    <w:rsid w:val="00B27708"/>
    <w:rPr>
      <w:rFonts w:ascii="Georgia" w:hAnsi="Georgia" w:cs="Georgia"/>
      <w:b/>
      <w:sz w:val="32"/>
      <w:vertAlign w:val="superscript"/>
    </w:rPr>
  </w:style>
  <w:style w:type="character" w:customStyle="1" w:styleId="Marquedecommentaire1">
    <w:name w:val="Marque de commentaire1"/>
    <w:rsid w:val="00B27708"/>
    <w:rPr>
      <w:sz w:val="16"/>
      <w:szCs w:val="16"/>
    </w:rPr>
  </w:style>
  <w:style w:type="character" w:customStyle="1" w:styleId="Sautdindex">
    <w:name w:val="Saut d'index"/>
    <w:rsid w:val="00B27708"/>
  </w:style>
  <w:style w:type="paragraph" w:customStyle="1" w:styleId="Titre20">
    <w:name w:val="Titre2"/>
    <w:basedOn w:val="Normal"/>
    <w:next w:val="Corpsdetexte"/>
    <w:rsid w:val="00B27708"/>
    <w:pPr>
      <w:keepNext/>
      <w:spacing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CorpsdetexteCar">
    <w:name w:val="Corps de texte Car"/>
    <w:link w:val="Corpsdetexte"/>
    <w:rsid w:val="00B27708"/>
    <w:rPr>
      <w:rFonts w:ascii="Georgia" w:hAnsi="Georgia"/>
      <w:sz w:val="32"/>
      <w:szCs w:val="24"/>
    </w:rPr>
  </w:style>
  <w:style w:type="paragraph" w:styleId="Lgende">
    <w:name w:val="caption"/>
    <w:basedOn w:val="Normal"/>
    <w:qFormat/>
    <w:rsid w:val="00B27708"/>
    <w:pPr>
      <w:suppressLineNumbers/>
      <w:spacing w:before="120" w:after="120"/>
    </w:pPr>
    <w:rPr>
      <w:rFonts w:cs="Mangal"/>
      <w:i/>
      <w:iCs/>
      <w:sz w:val="24"/>
      <w:lang w:eastAsia="zh-CN"/>
    </w:rPr>
  </w:style>
  <w:style w:type="paragraph" w:customStyle="1" w:styleId="Explorateurdedocument">
    <w:name w:val="Explorateur de document"/>
    <w:basedOn w:val="Normal"/>
    <w:rsid w:val="00B27708"/>
    <w:pPr>
      <w:shd w:val="clear" w:color="auto" w:fill="000080"/>
    </w:pPr>
    <w:rPr>
      <w:rFonts w:ascii="Tahoma" w:hAnsi="Tahoma" w:cs="Tahoma"/>
      <w:lang w:eastAsia="zh-CN"/>
    </w:rPr>
  </w:style>
  <w:style w:type="character" w:customStyle="1" w:styleId="En-tteCar">
    <w:name w:val="En-tête Car"/>
    <w:link w:val="En-tte"/>
    <w:rsid w:val="00B27708"/>
    <w:rPr>
      <w:rFonts w:ascii="Amasis30" w:hAnsi="Amasis30"/>
      <w:sz w:val="36"/>
      <w:szCs w:val="24"/>
    </w:rPr>
  </w:style>
  <w:style w:type="character" w:customStyle="1" w:styleId="PieddepageCar">
    <w:name w:val="Pied de page Car"/>
    <w:link w:val="Pieddepage"/>
    <w:rsid w:val="00B27708"/>
    <w:rPr>
      <w:rFonts w:ascii="Amasis30" w:hAnsi="Amasis30"/>
      <w:sz w:val="32"/>
      <w:szCs w:val="24"/>
    </w:rPr>
  </w:style>
  <w:style w:type="character" w:customStyle="1" w:styleId="NotedebasdepageCar">
    <w:name w:val="Note de bas de page Car"/>
    <w:link w:val="Notedebasdepage"/>
    <w:rsid w:val="00B27708"/>
    <w:rPr>
      <w:rFonts w:ascii="Amasis30" w:hAnsi="Amasis30"/>
      <w:sz w:val="32"/>
      <w:szCs w:val="30"/>
    </w:rPr>
  </w:style>
  <w:style w:type="paragraph" w:customStyle="1" w:styleId="Explorateurdedocuments1">
    <w:name w:val="Explorateur de documents1"/>
    <w:basedOn w:val="Normal"/>
    <w:rsid w:val="00B27708"/>
    <w:pPr>
      <w:shd w:val="clear" w:color="auto" w:fill="000080"/>
    </w:pPr>
    <w:rPr>
      <w:rFonts w:ascii="Tahoma" w:hAnsi="Tahoma" w:cs="Tahoma"/>
      <w:lang w:eastAsia="zh-CN"/>
    </w:rPr>
  </w:style>
  <w:style w:type="paragraph" w:customStyle="1" w:styleId="Retrait1religne1">
    <w:name w:val="Retrait 1re ligne1"/>
    <w:basedOn w:val="Corpsdetexte"/>
    <w:rsid w:val="00B27708"/>
    <w:pPr>
      <w:ind w:firstLine="283"/>
    </w:pPr>
    <w:rPr>
      <w:rFonts w:cs="Georgia"/>
      <w:lang w:eastAsia="zh-CN"/>
    </w:rPr>
  </w:style>
  <w:style w:type="paragraph" w:customStyle="1" w:styleId="Commentaire1">
    <w:name w:val="Commentaire1"/>
    <w:basedOn w:val="Normal"/>
    <w:rsid w:val="00B27708"/>
    <w:rPr>
      <w:rFonts w:cs="Georgia"/>
      <w:sz w:val="20"/>
      <w:szCs w:val="20"/>
      <w:lang w:eastAsia="zh-CN"/>
    </w:rPr>
  </w:style>
  <w:style w:type="character" w:customStyle="1" w:styleId="CommentaireCar">
    <w:name w:val="Commentaire Car"/>
    <w:link w:val="Commentaire"/>
    <w:uiPriority w:val="99"/>
    <w:semiHidden/>
    <w:rsid w:val="00B27708"/>
    <w:rPr>
      <w:rFonts w:ascii="Georgia" w:hAnsi="Georgia"/>
    </w:rPr>
  </w:style>
  <w:style w:type="character" w:customStyle="1" w:styleId="ObjetducommentaireCar">
    <w:name w:val="Objet du commentaire Car"/>
    <w:link w:val="Objetducommentaire"/>
    <w:rsid w:val="00B27708"/>
    <w:rPr>
      <w:rFonts w:ascii="Georgia" w:hAnsi="Georgia"/>
      <w:b/>
      <w:bCs/>
    </w:rPr>
  </w:style>
  <w:style w:type="character" w:customStyle="1" w:styleId="TextedebullesCar">
    <w:name w:val="Texte de bulles Car"/>
    <w:link w:val="Textedebulles"/>
    <w:rsid w:val="00B27708"/>
    <w:rPr>
      <w:rFonts w:ascii="Tahoma" w:hAnsi="Tahoma" w:cs="Tahoma"/>
      <w:sz w:val="16"/>
      <w:szCs w:val="16"/>
    </w:rPr>
  </w:style>
  <w:style w:type="paragraph" w:customStyle="1" w:styleId="Tabledesmatiresniveau10">
    <w:name w:val="Table des matières niveau 10"/>
    <w:basedOn w:val="Index"/>
    <w:rsid w:val="00B27708"/>
    <w:pPr>
      <w:tabs>
        <w:tab w:val="right" w:leader="dot" w:pos="7091"/>
      </w:tabs>
      <w:ind w:left="2547" w:firstLine="0"/>
    </w:pPr>
    <w:rPr>
      <w:lang w:eastAsia="zh-CN"/>
    </w:rPr>
  </w:style>
  <w:style w:type="character" w:customStyle="1" w:styleId="Taille-1Caracteres">
    <w:name w:val="Taille-1Caracteres"/>
    <w:qFormat/>
    <w:rsid w:val="00987D49"/>
    <w:rPr>
      <w:sz w:val="32"/>
      <w:szCs w:val="20"/>
    </w:rPr>
  </w:style>
  <w:style w:type="paragraph" w:customStyle="1" w:styleId="Etoile">
    <w:name w:val="Etoile"/>
    <w:basedOn w:val="Normal"/>
    <w:qFormat/>
    <w:rsid w:val="00987D49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987D49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987D49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987D49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987D49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987D49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987D49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987D49"/>
  </w:style>
  <w:style w:type="paragraph" w:customStyle="1" w:styleId="ParagrapheVideNormal2">
    <w:name w:val="ParagrapheVideNormal2"/>
    <w:basedOn w:val="ParagrapheVideNormal"/>
    <w:next w:val="Normal"/>
    <w:qFormat/>
    <w:rsid w:val="00987D49"/>
  </w:style>
  <w:style w:type="paragraph" w:customStyle="1" w:styleId="Image">
    <w:name w:val="Image"/>
    <w:basedOn w:val="Centr"/>
    <w:next w:val="Normal"/>
    <w:qFormat/>
    <w:rsid w:val="00987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ebooksgratuit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roups.google.com/g/ebooksgratuits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1</TotalTime>
  <Pages>1</Pages>
  <Words>40127</Words>
  <Characters>220702</Characters>
  <Application>Microsoft Office Word</Application>
  <DocSecurity>0</DocSecurity>
  <Lines>1839</Lines>
  <Paragraphs>520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Planète de Cristal</vt:lpstr>
    </vt:vector>
  </TitlesOfParts>
  <Company>Ebooks libres et gratuits</Company>
  <LinksUpToDate>false</LinksUpToDate>
  <CharactersWithSpaces>260309</CharactersWithSpaces>
  <SharedDoc>false</SharedDoc>
  <HLinks>
    <vt:vector size="144" baseType="variant">
      <vt:variant>
        <vt:i4>2293820</vt:i4>
      </vt:variant>
      <vt:variant>
        <vt:i4>144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141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1703993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_Toc343298037</vt:lpwstr>
      </vt:variant>
      <vt:variant>
        <vt:i4>1703993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_Toc343298036</vt:lpwstr>
      </vt:variant>
      <vt:variant>
        <vt:i4>1703993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_Toc343298035</vt:lpwstr>
      </vt:variant>
      <vt:variant>
        <vt:i4>1703993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_Toc343298034</vt:lpwstr>
      </vt:variant>
      <vt:variant>
        <vt:i4>1703993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_Toc343298033</vt:lpwstr>
      </vt:variant>
      <vt:variant>
        <vt:i4>1703993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_Toc343298032</vt:lpwstr>
      </vt:variant>
      <vt:variant>
        <vt:i4>1703993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_Toc343298031</vt:lpwstr>
      </vt:variant>
      <vt:variant>
        <vt:i4>1703993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_Toc343298030</vt:lpwstr>
      </vt:variant>
      <vt:variant>
        <vt:i4>1769529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_Toc343298029</vt:lpwstr>
      </vt:variant>
      <vt:variant>
        <vt:i4>1769529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_Toc343298028</vt:lpwstr>
      </vt:variant>
      <vt:variant>
        <vt:i4>1769529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_Toc343298027</vt:lpwstr>
      </vt:variant>
      <vt:variant>
        <vt:i4>1769529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_Toc343298026</vt:lpwstr>
      </vt:variant>
      <vt:variant>
        <vt:i4>1769529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_Toc343298025</vt:lpwstr>
      </vt:variant>
      <vt:variant>
        <vt:i4>1769529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_Toc343298024</vt:lpwstr>
      </vt:variant>
      <vt:variant>
        <vt:i4>1769529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_Toc343298023</vt:lpwstr>
      </vt:variant>
      <vt:variant>
        <vt:i4>1769529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_Toc343298022</vt:lpwstr>
      </vt:variant>
      <vt:variant>
        <vt:i4>1769529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_Toc343298021</vt:lpwstr>
      </vt:variant>
      <vt:variant>
        <vt:i4>1769529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_Toc343298020</vt:lpwstr>
      </vt:variant>
      <vt:variant>
        <vt:i4>1572921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_Toc343298019</vt:lpwstr>
      </vt:variant>
      <vt:variant>
        <vt:i4>1572921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_Toc343298018</vt:lpwstr>
      </vt:variant>
      <vt:variant>
        <vt:i4>1572921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_Toc343298017</vt:lpwstr>
      </vt:variant>
      <vt:variant>
        <vt:i4>1572921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_Toc343298016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Planète de Cristal</dc:title>
  <dc:subject>Romans Fantastique &amp; SF</dc:subject>
  <dc:creator>Léon Groc</dc:creator>
  <cp:keywords/>
  <dc:description>Comment expliquer qu'une planète dont l'existence est prouvée mathématiquement, ne soit visible par aucun télescope? Le mieux est d'y aller soi-même, décide Pierre Saravine. Et c'est le début d'une aventure périlleuse, qui mènera six courageux astronautes aux confins de l'épouvante. Car il ne peut y avoir de communication entre des êtres qui appartiennent à des dimensions différentes, et les fugitifs contacts qu'ils vivront sur la Planète de Cristal ne leur apporteront que l'angoisse et la répulsion de l'inconnaissable...</dc:description>
  <cp:lastModifiedBy>Cool Micro</cp:lastModifiedBy>
  <cp:revision>4</cp:revision>
  <cp:lastPrinted>2025-04-06T11:35:00Z</cp:lastPrinted>
  <dcterms:created xsi:type="dcterms:W3CDTF">2025-04-06T11:35:00Z</dcterms:created>
  <dcterms:modified xsi:type="dcterms:W3CDTF">2025-04-06T11:36:00Z</dcterms:modified>
  <cp:category>Romans Fantastique &amp; SF</cp:category>
</cp:coreProperties>
</file>